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1F" w:rsidRDefault="00606E1F" w:rsidP="00EE4BC0">
      <w:pPr>
        <w:pStyle w:val="libCenterBold1"/>
        <w:rPr>
          <w:rtl/>
        </w:rPr>
      </w:pPr>
      <w:r>
        <w:rPr>
          <w:rtl/>
        </w:rPr>
        <w:t xml:space="preserve">معرفت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(از مجموعه شم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عرش)</w:t>
      </w:r>
    </w:p>
    <w:p w:rsidR="00606E1F" w:rsidRDefault="00606E1F" w:rsidP="00EE4BC0">
      <w:pPr>
        <w:pStyle w:val="libCenterBold2"/>
        <w:rPr>
          <w:rtl/>
        </w:rPr>
      </w:pPr>
      <w:r>
        <w:rPr>
          <w:rFonts w:hint="eastAsia"/>
          <w:rtl/>
        </w:rPr>
        <w:t>مولف</w:t>
      </w:r>
      <w:r>
        <w:rPr>
          <w:rtl/>
        </w:rPr>
        <w:t xml:space="preserve"> پژوهشکده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="00EE4BC0" w:rsidRPr="00EE4BC0">
        <w:rPr>
          <w:rStyle w:val="libAlaemChar"/>
          <w:rtl/>
        </w:rPr>
        <w:t xml:space="preserve">عليه‌السلام </w:t>
      </w:r>
    </w:p>
    <w:p w:rsidR="00E10927" w:rsidRDefault="00E10927" w:rsidP="00E10927">
      <w:pPr>
        <w:pStyle w:val="libCenterBold2"/>
        <w:bidi w:val="0"/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E10927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E10927" w:rsidRDefault="00E10927" w:rsidP="00E10927">
      <w:pPr>
        <w:pStyle w:val="libCenterBold2"/>
        <w:rPr>
          <w:rtl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606E1F" w:rsidRDefault="00EE4BC0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EE4BC0">
      <w:pPr>
        <w:pStyle w:val="Heading1"/>
        <w:rPr>
          <w:rtl/>
        </w:rPr>
      </w:pPr>
      <w:bookmarkStart w:id="0" w:name="_Toc47742389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  <w:bookmarkEnd w:id="0"/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t>1- اگر بر اساس مبان</w:t>
      </w:r>
      <w:r>
        <w:rPr>
          <w:rFonts w:hint="cs"/>
          <w:rtl/>
        </w:rPr>
        <w:t>ی</w:t>
      </w:r>
      <w:r>
        <w:rPr>
          <w:rtl/>
        </w:rPr>
        <w:t xml:space="preserve"> فلسفه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حزب الله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از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نا</w:t>
      </w:r>
      <w:r w:rsidR="00EE4BC0">
        <w:rPr>
          <w:rFonts w:hint="cs"/>
          <w:rtl/>
        </w:rPr>
        <w:t xml:space="preserve"> </w:t>
      </w:r>
      <w:r>
        <w:rPr>
          <w:rtl/>
        </w:rPr>
        <w:t>نوشته اسطوره ها و شاخص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؛ و اگر شناخت اسطوره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همان مرتبت جوهر</w:t>
      </w:r>
      <w:r>
        <w:rPr>
          <w:rFonts w:hint="cs"/>
          <w:rtl/>
        </w:rPr>
        <w:t>ی</w:t>
      </w:r>
      <w:r>
        <w:rPr>
          <w:rtl/>
        </w:rPr>
        <w:t xml:space="preserve"> شان ناقص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واقع نا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Fonts w:hint="cs"/>
          <w:rtl/>
        </w:rPr>
        <w:t>ی</w:t>
      </w:r>
      <w:r>
        <w:rPr>
          <w:rtl/>
        </w:rPr>
        <w:t xml:space="preserve"> است ، پس چاره آن است که از راه شناخت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عارفان به حق مقام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عبرت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دانسته ها و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خود را در گردونه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وارد ساخت و از زاو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بر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وجود معرفت گرفت و از معرفت آنها پندها آموخت و از آموختن پندها، تلاش کرد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به مقام همان عارفان به حق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مقام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تا حد مقدورات وجود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گوشه ا</w:t>
      </w:r>
      <w:r>
        <w:rPr>
          <w:rFonts w:hint="cs"/>
          <w:rtl/>
        </w:rPr>
        <w:t>ی</w:t>
      </w:r>
      <w:r>
        <w:rPr>
          <w:rtl/>
        </w:rPr>
        <w:t xml:space="preserve"> از اسرار گفتن</w:t>
      </w:r>
      <w:r>
        <w:rPr>
          <w:rFonts w:hint="cs"/>
          <w:rtl/>
        </w:rPr>
        <w:t>ی</w:t>
      </w:r>
      <w:r>
        <w:rPr>
          <w:rtl/>
        </w:rPr>
        <w:t xml:space="preserve"> حزب الله در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نهان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، ابر مردان و زنان</w:t>
      </w:r>
      <w:r>
        <w:rPr>
          <w:rFonts w:hint="cs"/>
          <w:rtl/>
        </w:rPr>
        <w:t>ی</w:t>
      </w:r>
      <w:r>
        <w:rPr>
          <w:rtl/>
        </w:rPr>
        <w:t xml:space="preserve"> که با زندگ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شان حزب الله را ساختند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رتکان</w:t>
      </w:r>
      <w:r>
        <w:rPr>
          <w:rtl/>
        </w:rPr>
        <w:t xml:space="preserve"> فدائ</w:t>
      </w:r>
      <w:r>
        <w:rPr>
          <w:rFonts w:hint="cs"/>
          <w:rtl/>
        </w:rPr>
        <w:t>ی</w:t>
      </w:r>
      <w:r>
        <w:rPr>
          <w:rtl/>
        </w:rPr>
        <w:t xml:space="preserve"> انقلاب مهد</w:t>
      </w:r>
      <w:r>
        <w:rPr>
          <w:rFonts w:hint="cs"/>
          <w:rtl/>
        </w:rPr>
        <w:t>ی</w:t>
      </w:r>
      <w:r>
        <w:rPr>
          <w:rtl/>
        </w:rPr>
        <w:t xml:space="preserve"> 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 بهره گرفتن از زندگ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محرو</w:t>
      </w:r>
      <w:r>
        <w:rPr>
          <w:rFonts w:hint="eastAsia"/>
          <w:rtl/>
        </w:rPr>
        <w:t>مانه</w:t>
      </w:r>
      <w:r>
        <w:rPr>
          <w:rtl/>
        </w:rPr>
        <w:t xml:space="preserve"> و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tl/>
        </w:rPr>
        <w:t xml:space="preserve"> روند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مقدمات ظهورش را فراهم آورند.</w:t>
      </w: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t>2- اگر زندگ</w:t>
      </w:r>
      <w:r>
        <w:rPr>
          <w:rFonts w:hint="cs"/>
          <w:rtl/>
        </w:rPr>
        <w:t>ی</w:t>
      </w:r>
      <w:r>
        <w:rPr>
          <w:rtl/>
        </w:rPr>
        <w:t xml:space="preserve"> انسانها و مومنان موحد مشحون از حوادث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ناشده عاد</w:t>
      </w:r>
      <w:r>
        <w:rPr>
          <w:rFonts w:hint="cs"/>
          <w:rtl/>
        </w:rPr>
        <w:t>ی</w:t>
      </w:r>
      <w:r>
        <w:rPr>
          <w:rtl/>
        </w:rPr>
        <w:t xml:space="preserve"> است ؛ و اگر حوادث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ناشده عاد</w:t>
      </w:r>
      <w:r>
        <w:rPr>
          <w:rFonts w:hint="cs"/>
          <w:rtl/>
        </w:rPr>
        <w:t>ی</w:t>
      </w:r>
      <w:r>
        <w:rPr>
          <w:rtl/>
        </w:rPr>
        <w:t xml:space="preserve"> خود همگ</w:t>
      </w:r>
      <w:r>
        <w:rPr>
          <w:rFonts w:hint="cs"/>
          <w:rtl/>
        </w:rPr>
        <w:t>ی</w:t>
      </w:r>
      <w:r>
        <w:rPr>
          <w:rtl/>
        </w:rPr>
        <w:t xml:space="preserve"> قانونمندند! و اگر کشف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(( مافوق )) م</w:t>
      </w:r>
      <w:r>
        <w:rPr>
          <w:rFonts w:hint="cs"/>
          <w:rtl/>
        </w:rPr>
        <w:t>ی</w:t>
      </w:r>
      <w:r>
        <w:rPr>
          <w:rtl/>
        </w:rPr>
        <w:t xml:space="preserve"> تواند زندگ</w:t>
      </w:r>
      <w:r>
        <w:rPr>
          <w:rFonts w:hint="cs"/>
          <w:rtl/>
        </w:rPr>
        <w:t>ی</w:t>
      </w:r>
      <w:r>
        <w:rPr>
          <w:rtl/>
        </w:rPr>
        <w:t xml:space="preserve"> بشر را به سو و جهت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دهد که انسانها به مقصود از خلقت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(( توجه )) و رهنمون شوند؛ و اگر هر (( توجه )) ، (( رشد )) تلق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شود؛ و اگر ارشاد بر (( رشد )) ضرورت دارد، پس ارائه حوادث (( قطع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)) عبرت آموز و توجه بخش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حزب الله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عنوان (( تذکر ))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ارشاد و رشد از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انکارناپذ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برخوردار است .</w:t>
      </w: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t>3- حوادث عرضه شده ، در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تجسمات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عارفان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حزب الله از زاو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رفتارها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tl/>
        </w:rPr>
        <w:t xml:space="preserve"> عالم هست</w:t>
      </w:r>
      <w:r>
        <w:rPr>
          <w:rFonts w:hint="cs"/>
          <w:rtl/>
        </w:rPr>
        <w:t>ی</w:t>
      </w:r>
      <w:r>
        <w:rPr>
          <w:rtl/>
        </w:rPr>
        <w:t xml:space="preserve"> است 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آنچه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 در واقع نمود</w:t>
      </w:r>
      <w:r>
        <w:rPr>
          <w:rFonts w:hint="cs"/>
          <w:rtl/>
        </w:rPr>
        <w:t>ی</w:t>
      </w:r>
      <w:r>
        <w:rPr>
          <w:rtl/>
        </w:rPr>
        <w:t xml:space="preserve"> از بودهاست که به واسطه (( 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)) و (( شدن ها ))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است ،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نمودها به بودها و از بودها به 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و از 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به شدن ها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حزب الله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t>4- بر اساس تابع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حوادث از ((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 خاص به خود، لازم است که به نحو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موجز و خلاصه به گوشه ا</w:t>
      </w:r>
      <w:r>
        <w:rPr>
          <w:rFonts w:hint="cs"/>
          <w:rtl/>
        </w:rPr>
        <w:t>ی</w:t>
      </w:r>
      <w:r>
        <w:rPr>
          <w:rtl/>
        </w:rPr>
        <w:t xml:space="preserve"> از اصول مورد توجه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حوادث عبرت آموز و توجه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اشاره شود:</w:t>
      </w: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t>1. اصل انتخاب</w:t>
      </w:r>
      <w:r>
        <w:rPr>
          <w:rFonts w:hint="cs"/>
          <w:rtl/>
        </w:rPr>
        <w:t>ی</w:t>
      </w:r>
      <w:r>
        <w:rPr>
          <w:rtl/>
        </w:rPr>
        <w:t xml:space="preserve"> بودن حوادث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فهم عموم حزب الله و دور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حوادث مربوط به خواص حزب الله .</w:t>
      </w: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t>2. اصل قطع</w:t>
      </w:r>
      <w:r>
        <w:rPr>
          <w:rFonts w:hint="cs"/>
          <w:rtl/>
        </w:rPr>
        <w:t>ی</w:t>
      </w:r>
      <w:r>
        <w:rPr>
          <w:rtl/>
        </w:rPr>
        <w:t xml:space="preserve"> بودن حوادث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شده .</w:t>
      </w: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t>3. اصل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نقل شده .</w:t>
      </w: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t>4. اصل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حوادث و دور</w:t>
      </w:r>
      <w:r>
        <w:rPr>
          <w:rFonts w:hint="cs"/>
          <w:rtl/>
        </w:rPr>
        <w:t>ی</w:t>
      </w:r>
      <w:r>
        <w:rPr>
          <w:rtl/>
        </w:rPr>
        <w:t xml:space="preserve"> از حوادث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قبول عرف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t>5. اصل به دور بودن حوادث از ناهنجار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نامطلوب اعتقاد</w:t>
      </w:r>
      <w:r>
        <w:rPr>
          <w:rFonts w:hint="cs"/>
          <w:rtl/>
        </w:rPr>
        <w:t>ی</w:t>
      </w:r>
      <w:r>
        <w:rPr>
          <w:rtl/>
        </w:rPr>
        <w:t xml:space="preserve"> ، اخلاق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t>6. اصل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حوزه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.</w:t>
      </w: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t>7. اصل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هر حادثه پندآموز از زاو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t>8. اصل کتمان رمز</w:t>
      </w:r>
      <w:r>
        <w:rPr>
          <w:rFonts w:hint="cs"/>
          <w:rtl/>
        </w:rPr>
        <w:t>ی</w:t>
      </w:r>
      <w:r>
        <w:rPr>
          <w:rtl/>
        </w:rPr>
        <w:t xml:space="preserve"> شاهدان و ناقلان زنده حوادث برا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از گزندها، اتهامات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افشا شدنها.</w:t>
      </w: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lastRenderedPageBreak/>
        <w:t>9. اصل مستند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حوادث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اتقان گفتار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t>10. اصل کاربر</w:t>
      </w:r>
      <w:r>
        <w:rPr>
          <w:rFonts w:hint="cs"/>
          <w:rtl/>
        </w:rPr>
        <w:t>ی</w:t>
      </w:r>
      <w:r>
        <w:rPr>
          <w:rtl/>
        </w:rPr>
        <w:t xml:space="preserve"> بودن حوادث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.</w:t>
      </w: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t>11. اصل پندآموز بودن حوادث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.</w:t>
      </w: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t>12. اصل جهت دار</w:t>
      </w:r>
      <w:r>
        <w:rPr>
          <w:rFonts w:hint="cs"/>
          <w:rtl/>
        </w:rPr>
        <w:t>ی</w:t>
      </w:r>
      <w:r>
        <w:rPr>
          <w:rtl/>
        </w:rPr>
        <w:t xml:space="preserve"> حوادث نسبت به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حزب الله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محبوبات بالذات و دور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از مبغوضات و مطرود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بالذات 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حاصل زحمات تعداد</w:t>
      </w:r>
      <w:r>
        <w:rPr>
          <w:rFonts w:hint="cs"/>
          <w:rtl/>
        </w:rPr>
        <w:t>ی</w:t>
      </w:r>
      <w:r>
        <w:rPr>
          <w:rtl/>
        </w:rPr>
        <w:t xml:space="preserve"> از برادران زحمتکش ، موثق و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حزب الله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بدون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چشم داشت</w:t>
      </w:r>
      <w:r>
        <w:rPr>
          <w:rFonts w:hint="cs"/>
          <w:rtl/>
        </w:rPr>
        <w:t>ی</w:t>
      </w:r>
      <w:r>
        <w:rPr>
          <w:rtl/>
        </w:rPr>
        <w:t xml:space="preserve"> ثمره (( سالها )) زحمت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طبق اخلاص گذارده تا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هر چند گاه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، روح ((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)) و توجه را در (( حزب الله )) </w:t>
      </w:r>
      <w:r>
        <w:rPr>
          <w:rFonts w:hint="eastAsia"/>
          <w:rtl/>
        </w:rPr>
        <w:t>افزون</w:t>
      </w:r>
      <w:r>
        <w:rPr>
          <w:rtl/>
        </w:rPr>
        <w:t xml:space="preserve"> سازند،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(( مصون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))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در پناه اشکها</w:t>
      </w:r>
      <w:r>
        <w:rPr>
          <w:rFonts w:hint="cs"/>
          <w:rtl/>
        </w:rPr>
        <w:t>ی</w:t>
      </w:r>
      <w:r>
        <w:rPr>
          <w:rtl/>
        </w:rPr>
        <w:t xml:space="preserve"> زلال و جوهر</w:t>
      </w:r>
      <w:r>
        <w:rPr>
          <w:rFonts w:hint="cs"/>
          <w:rtl/>
        </w:rPr>
        <w:t>ی</w:t>
      </w:r>
      <w:r>
        <w:rPr>
          <w:rtl/>
        </w:rPr>
        <w:t xml:space="preserve"> شان بر عرش ربوب</w:t>
      </w:r>
      <w:r>
        <w:rPr>
          <w:rFonts w:hint="cs"/>
          <w:rtl/>
        </w:rPr>
        <w:t>ی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>.</w:t>
      </w:r>
    </w:p>
    <w:p w:rsidR="00606E1F" w:rsidRDefault="00606E1F" w:rsidP="00EE4B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با اجازه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محقق داماد،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اتفاق داستانها</w:t>
      </w:r>
      <w:r>
        <w:rPr>
          <w:rFonts w:hint="cs"/>
          <w:rtl/>
        </w:rPr>
        <w:t>ی</w:t>
      </w:r>
      <w:r>
        <w:rPr>
          <w:rtl/>
        </w:rPr>
        <w:t xml:space="preserve"> نقل شده از جزوه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پس از بازنو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چند جلد</w:t>
      </w:r>
      <w:r>
        <w:rPr>
          <w:rFonts w:hint="cs"/>
          <w:rtl/>
        </w:rPr>
        <w:t>ی</w:t>
      </w:r>
      <w:r>
        <w:rPr>
          <w:rtl/>
        </w:rPr>
        <w:t xml:space="preserve"> گنجان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 ، تا ضمن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آن نوش</w:t>
      </w:r>
      <w:r>
        <w:rPr>
          <w:rFonts w:hint="eastAsia"/>
          <w:rtl/>
        </w:rPr>
        <w:t>تار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، از انفاس قدس</w:t>
      </w:r>
      <w:r>
        <w:rPr>
          <w:rFonts w:hint="cs"/>
          <w:rtl/>
        </w:rPr>
        <w:t>ی</w:t>
      </w:r>
      <w:r>
        <w:rPr>
          <w:rtl/>
        </w:rPr>
        <w:t xml:space="preserve"> آن عالم عارف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بزرگ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فزون ساز</w:t>
      </w:r>
      <w:r>
        <w:rPr>
          <w:rFonts w:hint="cs"/>
          <w:rtl/>
        </w:rPr>
        <w:t>ی</w:t>
      </w:r>
      <w:r>
        <w:rPr>
          <w:rtl/>
        </w:rPr>
        <w:t xml:space="preserve"> روح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حزب الله بهره گرفته شده باشد.</w:t>
      </w: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t>...خدا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دل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مرز و رمز انسانها</w:t>
      </w:r>
      <w:r>
        <w:rPr>
          <w:rFonts w:hint="cs"/>
          <w:rtl/>
        </w:rPr>
        <w:t>ی</w:t>
      </w:r>
      <w:r>
        <w:rPr>
          <w:rtl/>
        </w:rPr>
        <w:t xml:space="preserve"> تشنه کام ! بارالها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همراهان 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پراکنده گشته اند،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ده ها فرسنگ جلو و هزاران انسان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تار 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رها!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کجا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ساحل رس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!؟ کجا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معبد 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!؟ کجا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بلندگرا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آرمان گ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!؟ کجا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بلبلان حرم </w:t>
      </w:r>
      <w:r>
        <w:rPr>
          <w:rtl/>
        </w:rPr>
        <w:lastRenderedPageBreak/>
        <w:t>عشق درگاهت !؟ کجا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تندرها</w:t>
      </w:r>
      <w:r>
        <w:rPr>
          <w:rFonts w:hint="cs"/>
          <w:rtl/>
        </w:rPr>
        <w:t>ی</w:t>
      </w:r>
      <w:r>
        <w:rPr>
          <w:rtl/>
        </w:rPr>
        <w:t xml:space="preserve"> رزمنده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شگاهت</w:t>
      </w:r>
      <w:r>
        <w:rPr>
          <w:rtl/>
        </w:rPr>
        <w:t xml:space="preserve"> !؟ کجا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صرصرها</w:t>
      </w:r>
      <w:r>
        <w:rPr>
          <w:rFonts w:hint="cs"/>
          <w:rtl/>
        </w:rPr>
        <w:t>ی</w:t>
      </w:r>
      <w:r>
        <w:rPr>
          <w:rtl/>
        </w:rPr>
        <w:t xml:space="preserve"> نستوه پا</w:t>
      </w:r>
      <w:r>
        <w:rPr>
          <w:rFonts w:hint="cs"/>
          <w:rtl/>
        </w:rPr>
        <w:t>ی</w:t>
      </w:r>
      <w:r>
        <w:rPr>
          <w:rFonts w:hint="eastAsia"/>
          <w:rtl/>
        </w:rPr>
        <w:t>گاهت</w:t>
      </w:r>
      <w:r>
        <w:rPr>
          <w:rtl/>
        </w:rPr>
        <w:t xml:space="preserve"> !؟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آرزو</w:t>
      </w:r>
      <w:r>
        <w:rPr>
          <w:rFonts w:hint="cs"/>
          <w:rtl/>
        </w:rPr>
        <w:t>ی</w:t>
      </w:r>
      <w:r>
        <w:rPr>
          <w:rtl/>
        </w:rPr>
        <w:t xml:space="preserve"> صلح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در ساحل وجود تو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نه آنکه در شبها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زاد فرتوت او،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لحظه 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سرگردان ب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عابران برگوش ، غبار کاروانها</w:t>
      </w:r>
      <w:r>
        <w:rPr>
          <w:rFonts w:hint="cs"/>
          <w:rtl/>
        </w:rPr>
        <w:t>ی</w:t>
      </w:r>
      <w:r>
        <w:rPr>
          <w:rtl/>
        </w:rPr>
        <w:t xml:space="preserve"> غمستان 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برچش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دوستان سابق را، رهگذران</w:t>
      </w:r>
      <w:r>
        <w:rPr>
          <w:rFonts w:hint="cs"/>
          <w:rtl/>
        </w:rPr>
        <w:t>ی</w:t>
      </w:r>
      <w:r>
        <w:rPr>
          <w:rtl/>
        </w:rPr>
        <w:t xml:space="preserve"> عبوس بر جاده وجود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!؟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ما توفان را از تو طلب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تا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خروش او، سکوت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دلمان خروش برگ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سنگرها را آرزومند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تپش قلوب حزب الله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التهاب استخوانها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،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عشق را بر سرمان مستدام دارد.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: در دوران به ساز</w:t>
      </w:r>
      <w:r>
        <w:rPr>
          <w:rFonts w:hint="cs"/>
          <w:rtl/>
        </w:rPr>
        <w:t>ی</w:t>
      </w:r>
      <w:r>
        <w:rPr>
          <w:rtl/>
        </w:rPr>
        <w:t xml:space="preserve"> ، کرکسان ،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هامان را هوسگاه پرواز ساخته اند!؟ بارالها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غروب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غمگسار</w:t>
      </w:r>
      <w:r>
        <w:rPr>
          <w:rFonts w:hint="cs"/>
          <w:rtl/>
        </w:rPr>
        <w:t>ی</w:t>
      </w:r>
      <w:r>
        <w:rPr>
          <w:rtl/>
        </w:rPr>
        <w:t xml:space="preserve"> مهربان بر درد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تا شعله آشنا سوزان غر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دل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برخ</w:t>
      </w:r>
      <w:r>
        <w:rPr>
          <w:rFonts w:hint="cs"/>
          <w:rtl/>
        </w:rPr>
        <w:t>ی</w:t>
      </w:r>
      <w:r>
        <w:rPr>
          <w:rtl/>
        </w:rPr>
        <w:t xml:space="preserve"> در خزان صلح گلستانها</w:t>
      </w:r>
      <w:r>
        <w:rPr>
          <w:rFonts w:hint="cs"/>
          <w:rtl/>
        </w:rPr>
        <w:t>ی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قصد آن دارند که حاصل بهاران خون را به لگد بکوبند!؟ و با ه</w:t>
      </w:r>
      <w:r>
        <w:rPr>
          <w:rFonts w:hint="cs"/>
          <w:rtl/>
        </w:rPr>
        <w:t>ی</w:t>
      </w:r>
      <w:r>
        <w:rPr>
          <w:rFonts w:hint="eastAsia"/>
          <w:rtl/>
        </w:rPr>
        <w:t>اهو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بناک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، ما را از نجوا</w:t>
      </w:r>
      <w:r>
        <w:rPr>
          <w:rFonts w:hint="cs"/>
          <w:rtl/>
        </w:rPr>
        <w:t>ی</w:t>
      </w:r>
      <w:r>
        <w:rPr>
          <w:rtl/>
        </w:rPr>
        <w:t xml:space="preserve"> تو دور سازند! پس ما را در جنگ با نفس اماره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نما. پروردگارا ما جنگ</w:t>
      </w:r>
      <w:r>
        <w:rPr>
          <w:rFonts w:hint="cs"/>
          <w:rtl/>
        </w:rPr>
        <w:t>ی</w:t>
      </w:r>
      <w:r>
        <w:rPr>
          <w:rtl/>
        </w:rPr>
        <w:t xml:space="preserve"> طلب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جان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را به شعله آن ، برا</w:t>
      </w:r>
      <w:r>
        <w:rPr>
          <w:rFonts w:hint="eastAsia"/>
          <w:rtl/>
        </w:rPr>
        <w:t>فروز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آنگاه با اشک آتشزاد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هزاران عاشق را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در دوران سکون و سکونت ، مغموم و تنها گشته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در شبها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فرجام آن ، به دنبال صبح فردا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غرش را م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در دل آن مرز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از حماسه آن ، رازها برساز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اشک آن ، بهار عشقها</w:t>
      </w:r>
      <w:r>
        <w:rPr>
          <w:rFonts w:hint="cs"/>
          <w:rtl/>
        </w:rPr>
        <w:t>ی</w:t>
      </w:r>
      <w:r>
        <w:rPr>
          <w:rtl/>
        </w:rPr>
        <w:t xml:space="preserve"> مظلومانه را در کنار وجودت جشن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کجاست نوازش مهتاب زهرا </w:t>
      </w:r>
      <w:r w:rsidR="00EE4BC0" w:rsidRPr="00EE4BC0">
        <w:rPr>
          <w:rStyle w:val="libAlaemChar"/>
          <w:rtl/>
        </w:rPr>
        <w:t xml:space="preserve">عليها‌السلام </w:t>
      </w:r>
      <w:r>
        <w:rPr>
          <w:rtl/>
        </w:rPr>
        <w:t>؟ کجاست نغمه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کعبه ؟ کجاست طلا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 سپاه فتح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و رستگار</w:t>
      </w:r>
      <w:r>
        <w:rPr>
          <w:rFonts w:hint="cs"/>
          <w:rtl/>
        </w:rPr>
        <w:t>ی</w:t>
      </w:r>
      <w:r>
        <w:rPr>
          <w:rtl/>
        </w:rPr>
        <w:t xml:space="preserve"> ؟ کجاست خشم مقدس ؟ کجاست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 ؟ کجاست لحظه ها</w:t>
      </w:r>
      <w:r>
        <w:rPr>
          <w:rFonts w:hint="cs"/>
          <w:rtl/>
        </w:rPr>
        <w:t>ی</w:t>
      </w:r>
      <w:r>
        <w:rPr>
          <w:rtl/>
        </w:rPr>
        <w:t xml:space="preserve"> گوارا؟ کجاست سامان بخش ژرف</w:t>
      </w:r>
      <w:r w:rsidR="00EE4BC0">
        <w:rPr>
          <w:rFonts w:hint="cs"/>
          <w:rtl/>
        </w:rPr>
        <w:t xml:space="preserve"> </w:t>
      </w:r>
      <w:r>
        <w:rPr>
          <w:rtl/>
        </w:rPr>
        <w:t>دلان ؟ کجاست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E4BC0">
        <w:rPr>
          <w:rFonts w:hint="cs"/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ملول شدگان 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ما فلاح و رستگار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حشمت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خون و جنگ در راهت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بارالها</w:t>
      </w:r>
      <w:r>
        <w:rPr>
          <w:rtl/>
        </w:rPr>
        <w:t>: ما رها</w:t>
      </w:r>
      <w:r>
        <w:rPr>
          <w:rFonts w:hint="cs"/>
          <w:rtl/>
        </w:rPr>
        <w:t>یی</w:t>
      </w:r>
      <w:r>
        <w:rPr>
          <w:rtl/>
        </w:rPr>
        <w:t xml:space="preserve"> از رنجها، غصه ها، افسوس دردناک روزگار را درگذر از خارستانها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امان پول و تجمل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: در غروب جلوه ها</w:t>
      </w:r>
      <w:r>
        <w:rPr>
          <w:rFonts w:hint="cs"/>
          <w:rtl/>
        </w:rPr>
        <w:t>ی</w:t>
      </w:r>
      <w:r>
        <w:rPr>
          <w:rtl/>
        </w:rPr>
        <w:t xml:space="preserve"> فروتن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ثار،</w:t>
      </w:r>
      <w:r>
        <w:rPr>
          <w:rtl/>
        </w:rPr>
        <w:t xml:space="preserve"> صداقت ، صفا و </w:t>
      </w:r>
      <w:r>
        <w:rPr>
          <w:rFonts w:hint="cs"/>
          <w:rtl/>
        </w:rPr>
        <w:t>ی</w:t>
      </w:r>
      <w:r>
        <w:rPr>
          <w:rFonts w:hint="eastAsia"/>
          <w:rtl/>
        </w:rPr>
        <w:t>کرنگ</w:t>
      </w:r>
      <w:r>
        <w:rPr>
          <w:rFonts w:hint="cs"/>
          <w:rtl/>
        </w:rPr>
        <w:t>ی</w:t>
      </w:r>
      <w:r>
        <w:rPr>
          <w:rtl/>
        </w:rPr>
        <w:t xml:space="preserve"> ، عفت و عفاف ،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عاشقانه ، عواطف انسان</w:t>
      </w:r>
      <w:r>
        <w:rPr>
          <w:rFonts w:hint="cs"/>
          <w:rtl/>
        </w:rPr>
        <w:t>ی</w:t>
      </w:r>
      <w:r>
        <w:rPr>
          <w:rtl/>
        </w:rPr>
        <w:t xml:space="preserve"> ، تارها</w:t>
      </w:r>
      <w:r>
        <w:rPr>
          <w:rFonts w:hint="cs"/>
          <w:rtl/>
        </w:rPr>
        <w:t>ی</w:t>
      </w:r>
      <w:r>
        <w:rPr>
          <w:rtl/>
        </w:rPr>
        <w:t xml:space="preserve"> زرد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، گسستگ</w:t>
      </w:r>
      <w:r>
        <w:rPr>
          <w:rFonts w:hint="cs"/>
          <w:rtl/>
        </w:rPr>
        <w:t>ی</w:t>
      </w:r>
      <w:r>
        <w:rPr>
          <w:rtl/>
        </w:rPr>
        <w:t xml:space="preserve"> ، اختلاف ، برادرکش</w:t>
      </w:r>
      <w:r>
        <w:rPr>
          <w:rFonts w:hint="cs"/>
          <w:rtl/>
        </w:rPr>
        <w:t>ی</w:t>
      </w:r>
      <w:r>
        <w:rPr>
          <w:rtl/>
        </w:rPr>
        <w:t xml:space="preserve"> و برادرکوب</w:t>
      </w:r>
      <w:r>
        <w:rPr>
          <w:rFonts w:hint="cs"/>
          <w:rtl/>
        </w:rPr>
        <w:t>ی</w:t>
      </w:r>
      <w:r>
        <w:rPr>
          <w:rtl/>
        </w:rPr>
        <w:t xml:space="preserve"> ، تهمت و دروغ ، نا</w:t>
      </w:r>
      <w:r>
        <w:rPr>
          <w:rFonts w:hint="cs"/>
          <w:rtl/>
        </w:rPr>
        <w:t>ی</w:t>
      </w:r>
      <w:r>
        <w:rPr>
          <w:rFonts w:hint="eastAsia"/>
          <w:rtl/>
        </w:rPr>
        <w:t>کرنگ</w:t>
      </w:r>
      <w:r>
        <w:rPr>
          <w:rFonts w:hint="cs"/>
          <w:rtl/>
        </w:rPr>
        <w:t>ی</w:t>
      </w:r>
      <w:r>
        <w:rPr>
          <w:rtl/>
        </w:rPr>
        <w:t xml:space="preserve"> ، و بالاخره غرب زدگ</w:t>
      </w:r>
      <w:r>
        <w:rPr>
          <w:rFonts w:hint="cs"/>
          <w:rtl/>
        </w:rPr>
        <w:t>ی</w:t>
      </w:r>
      <w:r>
        <w:rPr>
          <w:rFonts w:hint="eastAsia"/>
          <w:rtl/>
        </w:rPr>
        <w:t>ها،</w:t>
      </w:r>
      <w:r>
        <w:rPr>
          <w:rtl/>
        </w:rPr>
        <w:t xml:space="preserve"> با بارش خون و اشک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اف</w:t>
      </w:r>
      <w:r>
        <w:rPr>
          <w:rFonts w:hint="eastAsia"/>
          <w:rtl/>
        </w:rPr>
        <w:t>ق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آرزوها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وجود ما را پر کن 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بارالها</w:t>
      </w:r>
      <w:r>
        <w:rPr>
          <w:rtl/>
        </w:rPr>
        <w:t>: بر ما خون و اشک بباران تا با اشکمان وجود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صفا و با خونمان 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انقلاب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>: مسؤ ولان زحمتکش ، غمگساران مهربان دردآشنا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معتقد به انقلاب ، و بالاخره طل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داران گلستان انقلاب را به خاطر عشقمان ، با گرم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نصحشان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تو آنان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نما،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انبوه مه ها</w:t>
      </w:r>
      <w:r>
        <w:rPr>
          <w:rFonts w:hint="cs"/>
          <w:rtl/>
        </w:rPr>
        <w:t>ی</w:t>
      </w:r>
      <w:r>
        <w:rPr>
          <w:rtl/>
        </w:rPr>
        <w:t xml:space="preserve"> تابسوز و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توانفرسا</w:t>
      </w:r>
      <w:r>
        <w:rPr>
          <w:rFonts w:hint="cs"/>
          <w:rtl/>
        </w:rPr>
        <w:t>ی</w:t>
      </w:r>
      <w:r>
        <w:rPr>
          <w:rtl/>
        </w:rPr>
        <w:t xml:space="preserve"> حوادث و و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رفتار هرزگان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شده ،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اس</w:t>
      </w:r>
      <w:r>
        <w:rPr>
          <w:rFonts w:hint="cs"/>
          <w:rtl/>
        </w:rPr>
        <w:t>ی</w:t>
      </w:r>
      <w:r>
        <w:rPr>
          <w:rFonts w:hint="eastAsia"/>
          <w:rtl/>
        </w:rPr>
        <w:t>رشدگان</w:t>
      </w:r>
      <w:r>
        <w:rPr>
          <w:rtl/>
        </w:rPr>
        <w:t xml:space="preserve"> گردباد سرد نابسامان</w:t>
      </w:r>
      <w:r>
        <w:rPr>
          <w:rFonts w:hint="cs"/>
          <w:rtl/>
        </w:rPr>
        <w:t>ی</w:t>
      </w:r>
      <w:r>
        <w:rPr>
          <w:rtl/>
        </w:rPr>
        <w:t xml:space="preserve"> ها را از خشم خارستانها نجات دهند!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ما فانوس به دستان افسرده کاروان عاشقان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!؟ ما غرق در نجوا</w:t>
      </w:r>
      <w:r>
        <w:rPr>
          <w:rFonts w:hint="cs"/>
          <w:rtl/>
        </w:rPr>
        <w:t>ی</w:t>
      </w:r>
      <w:r>
        <w:rPr>
          <w:rtl/>
        </w:rPr>
        <w:t xml:space="preserve"> هماهنگ دشتها</w:t>
      </w:r>
      <w:r>
        <w:rPr>
          <w:rFonts w:hint="cs"/>
          <w:rtl/>
        </w:rPr>
        <w:t>ی</w:t>
      </w:r>
      <w:r>
        <w:rPr>
          <w:rtl/>
        </w:rPr>
        <w:t xml:space="preserve"> جنوب و دامنه ها</w:t>
      </w:r>
      <w:r>
        <w:rPr>
          <w:rFonts w:hint="cs"/>
          <w:rtl/>
        </w:rPr>
        <w:t>ی</w:t>
      </w:r>
      <w:r>
        <w:rPr>
          <w:rtl/>
        </w:rPr>
        <w:t xml:space="preserve"> غرب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بندگان درگاه تو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مسک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درگاه تو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سائلان درگاه تو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درگاه تو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ما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همانان</w:t>
      </w:r>
      <w:r>
        <w:rPr>
          <w:rtl/>
        </w:rPr>
        <w:t xml:space="preserve"> رحمت رحمان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چرا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در پس حجاب توا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!؟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شاهد بر نجواها! ا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شکوه ها، ا</w:t>
      </w:r>
      <w:r>
        <w:rPr>
          <w:rFonts w:hint="cs"/>
          <w:rtl/>
        </w:rPr>
        <w:t>ی</w:t>
      </w:r>
      <w:r>
        <w:rPr>
          <w:rtl/>
        </w:rPr>
        <w:t xml:space="preserve"> دانا</w:t>
      </w:r>
      <w:r>
        <w:rPr>
          <w:rFonts w:hint="cs"/>
          <w:rtl/>
        </w:rPr>
        <w:t>ی</w:t>
      </w:r>
      <w:r>
        <w:rPr>
          <w:rtl/>
        </w:rPr>
        <w:t xml:space="preserve"> هر پنهان و نهان ا</w:t>
      </w:r>
      <w:r>
        <w:rPr>
          <w:rFonts w:hint="cs"/>
          <w:rtl/>
        </w:rPr>
        <w:t>ی</w:t>
      </w:r>
      <w:r>
        <w:rPr>
          <w:rtl/>
        </w:rPr>
        <w:t xml:space="preserve"> افق حاجتمندان ، ما را غفران رحمت 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قلب ، اخلاص در عمل ،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نگرش ،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نصرت بر ظالمان و بوالهوسان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>: حزب الله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صبر در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، صداقت در روش و گفتار، قنوت در سلوک و 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انفاق در محبت و خون ، مرحمت فرما.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چند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معرفت ، برد معرفت ، توان معرفت ،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معرفت و بالاخره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قابل معرفت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قالب چند فصل مستقل است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مقبول درگاه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مورد توجه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اعظم 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شعبان 1418 برابر با دوم آذر ماه سال 1377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پژوهشکده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E17D55" w:rsidRPr="00E17D55">
        <w:rPr>
          <w:rStyle w:val="libAlaemChar"/>
          <w:rtl/>
        </w:rPr>
        <w:t xml:space="preserve">عليه‌السلام </w:t>
      </w:r>
      <w:r>
        <w:rPr>
          <w:rtl/>
        </w:rPr>
        <w:t>)</w:t>
      </w:r>
    </w:p>
    <w:p w:rsidR="00EE4BC0" w:rsidRDefault="00606E1F" w:rsidP="00606E1F">
      <w:pPr>
        <w:pStyle w:val="libNormal"/>
        <w:rPr>
          <w:rStyle w:val="libAlaemChar"/>
          <w:rtl/>
        </w:rPr>
      </w:pPr>
      <w:r>
        <w:rPr>
          <w:rFonts w:hint="eastAsia"/>
          <w:rtl/>
        </w:rPr>
        <w:t>مؤسسه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Fonts w:hint="cs"/>
          <w:rtl/>
        </w:rPr>
        <w:t>ی</w:t>
      </w:r>
      <w:r>
        <w:rPr>
          <w:rtl/>
        </w:rPr>
        <w:t xml:space="preserve"> ، آموزش</w:t>
      </w:r>
      <w:r>
        <w:rPr>
          <w:rFonts w:hint="cs"/>
          <w:rtl/>
        </w:rPr>
        <w:t>ی</w:t>
      </w:r>
      <w:r>
        <w:rPr>
          <w:rtl/>
        </w:rPr>
        <w:t xml:space="preserve"> و هنر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عليه‌السلام </w:t>
      </w:r>
    </w:p>
    <w:p w:rsidR="00606E1F" w:rsidRDefault="00EE4BC0" w:rsidP="00606E1F">
      <w:pPr>
        <w:pStyle w:val="libNormal"/>
        <w:rPr>
          <w:rtl/>
        </w:rPr>
      </w:pPr>
      <w:r>
        <w:rPr>
          <w:rStyle w:val="libAlaemChar"/>
          <w:rtl/>
        </w:rPr>
        <w:br w:type="page"/>
      </w:r>
    </w:p>
    <w:p w:rsidR="00606E1F" w:rsidRDefault="00606E1F" w:rsidP="00EE4BC0">
      <w:pPr>
        <w:pStyle w:val="Heading1"/>
        <w:rPr>
          <w:rtl/>
        </w:rPr>
      </w:pPr>
      <w:bookmarkStart w:id="1" w:name="_Toc477423900"/>
      <w:r>
        <w:rPr>
          <w:rFonts w:hint="eastAsia"/>
          <w:rtl/>
        </w:rPr>
        <w:t>فصل</w:t>
      </w:r>
      <w:r>
        <w:rPr>
          <w:rtl/>
        </w:rPr>
        <w:t xml:space="preserve"> اول :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معرفت</w:t>
      </w:r>
      <w:bookmarkEnd w:id="1"/>
    </w:p>
    <w:p w:rsidR="00EE4BC0" w:rsidRDefault="00EE4BC0" w:rsidP="00606E1F">
      <w:pPr>
        <w:pStyle w:val="libNormal"/>
        <w:rPr>
          <w:rtl/>
        </w:rPr>
      </w:pPr>
    </w:p>
    <w:p w:rsidR="00606E1F" w:rsidRDefault="00606E1F" w:rsidP="00EE4BC0">
      <w:pPr>
        <w:pStyle w:val="Heading2"/>
        <w:rPr>
          <w:rtl/>
        </w:rPr>
      </w:pPr>
      <w:bookmarkStart w:id="2" w:name="_Toc477423901"/>
      <w:r>
        <w:rPr>
          <w:rFonts w:hint="eastAsia"/>
          <w:rtl/>
        </w:rPr>
        <w:t>معرفت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معرفت</w:t>
      </w:r>
      <w:r>
        <w:rPr>
          <w:rFonts w:hint="cs"/>
          <w:rtl/>
        </w:rPr>
        <w:t>ی</w:t>
      </w:r>
      <w:bookmarkEnd w:id="2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آل طه به نقل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صاحبان درک مقدرات و ن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افراد از راه استخاره قرآن</w:t>
      </w:r>
      <w:r>
        <w:rPr>
          <w:rFonts w:hint="cs"/>
          <w:rtl/>
        </w:rPr>
        <w:t>ی</w:t>
      </w:r>
      <w:r>
        <w:rPr>
          <w:rtl/>
        </w:rPr>
        <w:t xml:space="preserve"> ، فرمود:</w:t>
      </w:r>
    </w:p>
    <w:p w:rsidR="00606E1F" w:rsidRDefault="00606E1F" w:rsidP="00EE4B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حجره ا</w:t>
      </w:r>
      <w:r>
        <w:rPr>
          <w:rFonts w:hint="cs"/>
          <w:rtl/>
        </w:rPr>
        <w:t>ی</w:t>
      </w:r>
      <w:r>
        <w:rPr>
          <w:rtl/>
        </w:rPr>
        <w:t xml:space="preserve"> در مسجد بالا سر حضرت امام رضا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>وجود داشت که منسوب به مرحوم حاج ملا هاد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 w:rsidRPr="00EE4BC0">
        <w:rPr>
          <w:rStyle w:val="libFootnotenumChar"/>
          <w:rtl/>
        </w:rPr>
        <w:t xml:space="preserve"> (1) </w:t>
      </w:r>
      <w:r>
        <w:rPr>
          <w:rtl/>
        </w:rPr>
        <w:t>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حجره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اشرافش بر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مطهر حضرت امام رضا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>خواستگاران ب</w:t>
      </w:r>
      <w:r>
        <w:rPr>
          <w:rFonts w:hint="cs"/>
          <w:rtl/>
        </w:rPr>
        <w:t>ی</w:t>
      </w:r>
      <w:r>
        <w:rPr>
          <w:rtl/>
        </w:rPr>
        <w:t xml:space="preserve"> شمار</w:t>
      </w:r>
      <w:r>
        <w:rPr>
          <w:rFonts w:hint="cs"/>
          <w:rtl/>
        </w:rPr>
        <w:t>ی</w:t>
      </w:r>
      <w:r>
        <w:rPr>
          <w:rtl/>
        </w:rPr>
        <w:t xml:space="preserve"> داشت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افراد، ق</w:t>
      </w:r>
      <w:r>
        <w:rPr>
          <w:rFonts w:hint="cs"/>
          <w:rtl/>
        </w:rPr>
        <w:t>ی</w:t>
      </w:r>
      <w:r>
        <w:rPr>
          <w:rFonts w:hint="eastAsia"/>
          <w:rtl/>
        </w:rPr>
        <w:t>متها</w:t>
      </w:r>
      <w:r>
        <w:rPr>
          <w:rFonts w:hint="cs"/>
          <w:rtl/>
        </w:rPr>
        <w:t>ی</w:t>
      </w:r>
      <w:r>
        <w:rPr>
          <w:rtl/>
        </w:rPr>
        <w:t xml:space="preserve"> گزاف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اقام</w:t>
      </w:r>
      <w:r>
        <w:rPr>
          <w:rFonts w:hint="eastAsia"/>
          <w:rtl/>
        </w:rPr>
        <w:t>ت</w:t>
      </w:r>
      <w:r>
        <w:rPr>
          <w:rtl/>
        </w:rPr>
        <w:t xml:space="preserve"> چند روزه در آن پرداخت م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  <w:r w:rsidR="00EE4BC0">
        <w:rPr>
          <w:rFonts w:hint="eastAsia"/>
          <w:rtl/>
        </w:rPr>
        <w:t xml:space="preserve"> 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در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طلبگ</w:t>
      </w:r>
      <w:r>
        <w:rPr>
          <w:rFonts w:hint="cs"/>
          <w:rtl/>
        </w:rPr>
        <w:t>ی</w:t>
      </w:r>
      <w:r>
        <w:rPr>
          <w:rtl/>
        </w:rPr>
        <w:t xml:space="preserve"> ، به مشهد رفته و با پرداخت پول</w:t>
      </w:r>
      <w:r>
        <w:rPr>
          <w:rFonts w:hint="cs"/>
          <w:rtl/>
        </w:rPr>
        <w:t>ی</w:t>
      </w:r>
      <w:r>
        <w:rPr>
          <w:rtl/>
        </w:rPr>
        <w:t xml:space="preserve"> ، آن حجره را برا</w:t>
      </w:r>
      <w:r>
        <w:rPr>
          <w:rFonts w:hint="cs"/>
          <w:rtl/>
        </w:rPr>
        <w:t>ی</w:t>
      </w:r>
      <w:r>
        <w:rPr>
          <w:rtl/>
        </w:rPr>
        <w:t xml:space="preserve"> اقامت چند روزه ام اجاره کردم ، ول</w:t>
      </w:r>
      <w:r>
        <w:rPr>
          <w:rFonts w:hint="cs"/>
          <w:rtl/>
        </w:rPr>
        <w:t>ی</w:t>
      </w:r>
      <w:r>
        <w:rPr>
          <w:rtl/>
        </w:rPr>
        <w:t xml:space="preserve"> ناگهان متوجه شدم که اگر بخوابم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دراز کنم ، پس به احترام حضرت امام رضا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>در طول مدت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اند</w:t>
      </w:r>
      <w:r>
        <w:rPr>
          <w:rFonts w:hint="cs"/>
          <w:rtl/>
        </w:rPr>
        <w:t>ی</w:t>
      </w:r>
      <w:r>
        <w:rPr>
          <w:rtl/>
        </w:rPr>
        <w:t xml:space="preserve"> روز که در آن حجره </w:t>
      </w:r>
      <w:r>
        <w:rPr>
          <w:rFonts w:hint="eastAsia"/>
          <w:rtl/>
        </w:rPr>
        <w:t>بودم</w:t>
      </w:r>
      <w:r>
        <w:rPr>
          <w:rtl/>
        </w:rPr>
        <w:t xml:space="preserve"> ، پاها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دراز نکردم .</w:t>
      </w:r>
    </w:p>
    <w:p w:rsidR="00EE4BC0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که به شهر و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بازگشتم ، در خود فهم استخاره ا</w:t>
      </w:r>
      <w:r>
        <w:rPr>
          <w:rFonts w:hint="cs"/>
          <w:rtl/>
        </w:rPr>
        <w:t>ی</w:t>
      </w:r>
      <w:r>
        <w:rPr>
          <w:rtl/>
        </w:rPr>
        <w:t xml:space="preserve"> را از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که در کمتر کس</w:t>
      </w:r>
      <w:r>
        <w:rPr>
          <w:rFonts w:hint="cs"/>
          <w:rtl/>
        </w:rPr>
        <w:t>ی</w:t>
      </w:r>
      <w:r>
        <w:rPr>
          <w:rtl/>
        </w:rPr>
        <w:t xml:space="preserve"> تا کنون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نحوه درک وجود داشته است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5"/>
        <w:gridCol w:w="269"/>
        <w:gridCol w:w="3318"/>
      </w:tblGrid>
      <w:tr w:rsidR="00EE4BC0" w:rsidTr="00416683">
        <w:trPr>
          <w:trHeight w:val="350"/>
        </w:trPr>
        <w:tc>
          <w:tcPr>
            <w:tcW w:w="3335" w:type="dxa"/>
            <w:shd w:val="clear" w:color="auto" w:fill="auto"/>
          </w:tcPr>
          <w:p w:rsidR="00EE4BC0" w:rsidRDefault="00416683" w:rsidP="00416683">
            <w:pPr>
              <w:pStyle w:val="libPoem"/>
            </w:pPr>
            <w:r>
              <w:rPr>
                <w:rtl/>
              </w:rPr>
              <w:t>بعد از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دست ما و دامن عشق ما</w:t>
            </w:r>
            <w:r w:rsidR="00EE4B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E4BC0" w:rsidRDefault="00EE4BC0" w:rsidP="00416683">
            <w:pPr>
              <w:pStyle w:val="libPoem"/>
              <w:rPr>
                <w:rtl/>
              </w:rPr>
            </w:pPr>
          </w:p>
        </w:tc>
        <w:tc>
          <w:tcPr>
            <w:tcW w:w="3318" w:type="dxa"/>
            <w:shd w:val="clear" w:color="auto" w:fill="auto"/>
          </w:tcPr>
          <w:p w:rsidR="00EE4BC0" w:rsidRDefault="00416683" w:rsidP="00416683">
            <w:pPr>
              <w:pStyle w:val="libPoem"/>
            </w:pPr>
            <w:r>
              <w:rPr>
                <w:rFonts w:hint="eastAsia"/>
                <w:rtl/>
              </w:rPr>
              <w:t>شده</w:t>
            </w:r>
            <w:r>
              <w:rPr>
                <w:rtl/>
              </w:rPr>
              <w:t xml:space="preserve"> خوشه 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خرمن عشق</w:t>
            </w:r>
            <w:r w:rsidR="00EE4BC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E4BC0" w:rsidRDefault="00416683" w:rsidP="00416683">
      <w:pPr>
        <w:pStyle w:val="libFootnotenum"/>
        <w:rPr>
          <w:rtl/>
        </w:rPr>
      </w:pPr>
      <w:r>
        <w:rPr>
          <w:rtl/>
        </w:rPr>
        <w:t>(2).(3)</w:t>
      </w:r>
    </w:p>
    <w:p w:rsidR="00606E1F" w:rsidRDefault="00416683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416683">
      <w:pPr>
        <w:pStyle w:val="Heading2"/>
        <w:rPr>
          <w:rtl/>
        </w:rPr>
      </w:pPr>
      <w:bookmarkStart w:id="3" w:name="_Toc477423902"/>
      <w:r>
        <w:rPr>
          <w:rtl/>
        </w:rPr>
        <w:t>معرفت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ساز</w:t>
      </w:r>
      <w:bookmarkEnd w:id="3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علو</w:t>
      </w:r>
      <w:r>
        <w:rPr>
          <w:rFonts w:hint="cs"/>
          <w:rtl/>
        </w:rPr>
        <w:t>ی</w:t>
      </w:r>
      <w:r>
        <w:rPr>
          <w:rtl/>
        </w:rPr>
        <w:t xml:space="preserve"> به نقل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16683" w:rsidRPr="00416683">
        <w:rPr>
          <w:rStyle w:val="libAlaemChar"/>
          <w:rtl/>
        </w:rPr>
        <w:t xml:space="preserve">رحمه‌الله </w:t>
      </w:r>
      <w:r>
        <w:rPr>
          <w:rtl/>
        </w:rPr>
        <w:t>فرمود: زمان</w:t>
      </w:r>
      <w:r>
        <w:rPr>
          <w:rFonts w:hint="cs"/>
          <w:rtl/>
        </w:rPr>
        <w:t>ی</w:t>
      </w:r>
      <w:r>
        <w:rPr>
          <w:rtl/>
        </w:rPr>
        <w:t xml:space="preserve"> که در شهرستان اراک با مرحوم حائر</w:t>
      </w:r>
      <w:r>
        <w:rPr>
          <w:rFonts w:hint="cs"/>
          <w:rtl/>
        </w:rPr>
        <w:t>ی</w:t>
      </w:r>
      <w:r>
        <w:rPr>
          <w:rtl/>
        </w:rPr>
        <w:t xml:space="preserve"> بزرگ </w:t>
      </w:r>
      <w:r w:rsidR="00416683" w:rsidRPr="00416683">
        <w:rPr>
          <w:rStyle w:val="libAlaemChar"/>
          <w:rtl/>
        </w:rPr>
        <w:t xml:space="preserve">رحمه‌الله </w:t>
      </w:r>
      <w:r>
        <w:rPr>
          <w:rtl/>
        </w:rPr>
        <w:t>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شب</w:t>
      </w:r>
      <w:r>
        <w:rPr>
          <w:rFonts w:hint="cs"/>
          <w:rtl/>
        </w:rPr>
        <w:t>ی</w:t>
      </w:r>
      <w:r>
        <w:rPr>
          <w:rtl/>
        </w:rPr>
        <w:t xml:space="preserve">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من گفت به فلان حجره برو،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آنجا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خواهن</w:t>
      </w:r>
      <w:r>
        <w:rPr>
          <w:rFonts w:hint="eastAsia"/>
          <w:rtl/>
        </w:rPr>
        <w:t>د</w:t>
      </w:r>
      <w:r>
        <w:rPr>
          <w:rtl/>
        </w:rPr>
        <w:t xml:space="preserve"> آورد.</w:t>
      </w:r>
    </w:p>
    <w:p w:rsidR="00606E1F" w:rsidRDefault="00606E1F" w:rsidP="00416683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به آنجا رفتم ، اتفاقا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آنجا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. لحضات</w:t>
      </w:r>
      <w:r>
        <w:rPr>
          <w:rFonts w:hint="cs"/>
          <w:rtl/>
        </w:rPr>
        <w:t>ی</w:t>
      </w:r>
      <w:r>
        <w:rPr>
          <w:rtl/>
        </w:rPr>
        <w:t xml:space="preserve"> بعد فرستاده ا</w:t>
      </w:r>
      <w:r>
        <w:rPr>
          <w:rFonts w:hint="cs"/>
          <w:rtl/>
        </w:rPr>
        <w:t>ی</w:t>
      </w:r>
      <w:r>
        <w:rPr>
          <w:rtl/>
        </w:rPr>
        <w:t xml:space="preserve"> آمد و گفت : حضرت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آورند، ول</w:t>
      </w:r>
      <w:r>
        <w:rPr>
          <w:rFonts w:hint="cs"/>
          <w:rtl/>
        </w:rPr>
        <w:t>ی</w:t>
      </w:r>
      <w:r>
        <w:rPr>
          <w:rtl/>
        </w:rPr>
        <w:t xml:space="preserve"> لوحه ا</w:t>
      </w:r>
      <w:r>
        <w:rPr>
          <w:rFonts w:hint="cs"/>
          <w:rtl/>
        </w:rPr>
        <w:t>ی</w:t>
      </w:r>
      <w:r>
        <w:rPr>
          <w:rtl/>
        </w:rPr>
        <w:t xml:space="preserve"> به رنگ سبز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نوران</w:t>
      </w:r>
      <w:r>
        <w:rPr>
          <w:rFonts w:hint="cs"/>
          <w:rtl/>
        </w:rPr>
        <w:t>ی</w:t>
      </w:r>
      <w:r>
        <w:rPr>
          <w:rtl/>
        </w:rPr>
        <w:t xml:space="preserve"> بود،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فرستاده اند.</w:t>
      </w:r>
      <w:r w:rsidR="00416683">
        <w:rPr>
          <w:rFonts w:hint="eastAsia"/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لوحه را نگاه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خط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نوشته است :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لتبس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الفتن فعل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و آن را برا</w:t>
      </w:r>
      <w:r>
        <w:rPr>
          <w:rFonts w:hint="cs"/>
          <w:rtl/>
        </w:rPr>
        <w:t>ی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 w:rsidRPr="00416683">
        <w:rPr>
          <w:rStyle w:val="libFootnotenumChar"/>
          <w:rtl/>
        </w:rPr>
        <w:t xml:space="preserve"> (4)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کردم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فرمود: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صادقانه است و مؤ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فحش ها</w:t>
      </w:r>
      <w:r>
        <w:rPr>
          <w:rFonts w:hint="cs"/>
          <w:rtl/>
        </w:rPr>
        <w:t>ی</w:t>
      </w:r>
      <w:r>
        <w:rPr>
          <w:rtl/>
        </w:rPr>
        <w:t xml:space="preserve"> رضا خان و چماق او را تحمل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  <w:r w:rsidRPr="00416683">
        <w:rPr>
          <w:rStyle w:val="libFootnotenumChar"/>
          <w:rtl/>
        </w:rPr>
        <w:t>(5)</w:t>
      </w:r>
    </w:p>
    <w:p w:rsidR="00416683" w:rsidRDefault="00416683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416683">
      <w:pPr>
        <w:pStyle w:val="Heading2"/>
        <w:rPr>
          <w:rtl/>
        </w:rPr>
      </w:pPr>
      <w:bookmarkStart w:id="4" w:name="_Toc477423903"/>
      <w:r>
        <w:rPr>
          <w:rFonts w:hint="eastAsia"/>
          <w:rtl/>
        </w:rPr>
        <w:t>وقار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معرفت</w:t>
      </w:r>
      <w:bookmarkEnd w:id="4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 حوزه روز</w:t>
      </w:r>
      <w:r>
        <w:rPr>
          <w:rFonts w:hint="cs"/>
          <w:rtl/>
        </w:rPr>
        <w:t>ی</w:t>
      </w:r>
      <w:r>
        <w:rPr>
          <w:rtl/>
        </w:rPr>
        <w:t xml:space="preserve"> به نقل از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16683" w:rsidRPr="00416683">
        <w:rPr>
          <w:rStyle w:val="libAlaemChar"/>
          <w:rtl/>
        </w:rPr>
        <w:t xml:space="preserve">رحمه‌الله </w:t>
      </w:r>
      <w:r w:rsidRPr="00416683">
        <w:rPr>
          <w:rStyle w:val="libFootnotenumChar"/>
          <w:rtl/>
        </w:rPr>
        <w:t>(6)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416683" w:rsidRDefault="00606E1F" w:rsidP="00416683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فرمود: بکوش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علم وقار م</w:t>
      </w:r>
      <w:r>
        <w:rPr>
          <w:rFonts w:hint="cs"/>
          <w:rtl/>
        </w:rPr>
        <w:t>ی</w:t>
      </w:r>
      <w:r>
        <w:rPr>
          <w:rtl/>
        </w:rPr>
        <w:t xml:space="preserve"> آورد: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9"/>
        <w:gridCol w:w="268"/>
        <w:gridCol w:w="3305"/>
      </w:tblGrid>
      <w:tr w:rsidR="00416683" w:rsidTr="00416683">
        <w:trPr>
          <w:trHeight w:val="350"/>
        </w:trPr>
        <w:tc>
          <w:tcPr>
            <w:tcW w:w="3349" w:type="dxa"/>
            <w:shd w:val="clear" w:color="auto" w:fill="auto"/>
          </w:tcPr>
          <w:p w:rsidR="00416683" w:rsidRDefault="00416683" w:rsidP="00416683">
            <w:pPr>
              <w:pStyle w:val="libPoem"/>
            </w:pPr>
            <w:r>
              <w:rPr>
                <w:rtl/>
              </w:rPr>
              <w:t>هشدار که علم تو ز جانست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416683" w:rsidRDefault="00416683" w:rsidP="00416683">
            <w:pPr>
              <w:pStyle w:val="libPoem"/>
              <w:rPr>
                <w:rtl/>
              </w:rPr>
            </w:pPr>
          </w:p>
        </w:tc>
        <w:tc>
          <w:tcPr>
            <w:tcW w:w="3305" w:type="dxa"/>
            <w:shd w:val="clear" w:color="auto" w:fill="auto"/>
          </w:tcPr>
          <w:p w:rsidR="00416683" w:rsidRDefault="00416683" w:rsidP="00416683">
            <w:pPr>
              <w:pStyle w:val="libPoem"/>
            </w:pPr>
            <w:r>
              <w:rPr>
                <w:rFonts w:hint="eastAsia"/>
                <w:rtl/>
              </w:rPr>
              <w:t>سرما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هست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روانست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6683" w:rsidTr="00416683">
        <w:trPr>
          <w:trHeight w:val="350"/>
        </w:trPr>
        <w:tc>
          <w:tcPr>
            <w:tcW w:w="3349" w:type="dxa"/>
          </w:tcPr>
          <w:p w:rsidR="00416683" w:rsidRDefault="00416683" w:rsidP="00416683">
            <w:pPr>
              <w:pStyle w:val="libPoem"/>
            </w:pPr>
            <w:r>
              <w:rPr>
                <w:rFonts w:hint="eastAsia"/>
                <w:rtl/>
              </w:rPr>
              <w:t>هشدار</w:t>
            </w:r>
            <w:r>
              <w:rPr>
                <w:rtl/>
              </w:rPr>
              <w:t xml:space="preserve"> که علم شمع روحست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16683" w:rsidRDefault="00416683" w:rsidP="00416683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416683" w:rsidRDefault="00416683" w:rsidP="00416683">
            <w:pPr>
              <w:pStyle w:val="libPoem"/>
            </w:pPr>
            <w:r>
              <w:rPr>
                <w:rFonts w:hint="eastAsia"/>
                <w:rtl/>
              </w:rPr>
              <w:t>مفتاح</w:t>
            </w:r>
            <w:r>
              <w:rPr>
                <w:rtl/>
              </w:rPr>
              <w:t xml:space="preserve"> خزا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فتوح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6683" w:rsidTr="00416683">
        <w:trPr>
          <w:trHeight w:val="350"/>
        </w:trPr>
        <w:tc>
          <w:tcPr>
            <w:tcW w:w="3349" w:type="dxa"/>
          </w:tcPr>
          <w:p w:rsidR="00416683" w:rsidRDefault="00416683" w:rsidP="00416683">
            <w:pPr>
              <w:pStyle w:val="libPoem"/>
            </w:pPr>
            <w:r>
              <w:rPr>
                <w:rFonts w:hint="eastAsia"/>
                <w:rtl/>
              </w:rPr>
              <w:t>هشدار</w:t>
            </w:r>
            <w:r>
              <w:rPr>
                <w:rtl/>
              </w:rPr>
              <w:t xml:space="preserve"> که علم نور حقست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16683" w:rsidRDefault="00416683" w:rsidP="00416683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416683" w:rsidRDefault="00416683" w:rsidP="00416683">
            <w:pPr>
              <w:pStyle w:val="libPoem"/>
            </w:pPr>
            <w:r>
              <w:rPr>
                <w:rFonts w:hint="eastAsia"/>
                <w:rtl/>
              </w:rPr>
              <w:t>مرآت</w:t>
            </w:r>
            <w:r>
              <w:rPr>
                <w:rtl/>
              </w:rPr>
              <w:t xml:space="preserve"> دل و ظهور حق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6683" w:rsidTr="00416683">
        <w:trPr>
          <w:trHeight w:val="350"/>
        </w:trPr>
        <w:tc>
          <w:tcPr>
            <w:tcW w:w="3349" w:type="dxa"/>
          </w:tcPr>
          <w:p w:rsidR="00416683" w:rsidRDefault="00416683" w:rsidP="00416683">
            <w:pPr>
              <w:pStyle w:val="libPoem"/>
            </w:pPr>
            <w:r>
              <w:rPr>
                <w:rFonts w:hint="eastAsia"/>
                <w:rtl/>
              </w:rPr>
              <w:t>هشدار</w:t>
            </w:r>
            <w:r>
              <w:rPr>
                <w:rtl/>
              </w:rPr>
              <w:t xml:space="preserve"> که علم را مبان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16683" w:rsidRDefault="00416683" w:rsidP="00416683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416683" w:rsidRDefault="00416683" w:rsidP="00416683">
            <w:pPr>
              <w:pStyle w:val="libPoem"/>
            </w:pPr>
            <w:r>
              <w:rPr>
                <w:rFonts w:hint="eastAsia"/>
                <w:rtl/>
              </w:rPr>
              <w:t>باشد</w:t>
            </w:r>
            <w:r>
              <w:rPr>
                <w:rtl/>
              </w:rPr>
              <w:t xml:space="preserve"> لمعات لامکان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6683" w:rsidTr="00416683">
        <w:tblPrEx>
          <w:tblLook w:val="04A0"/>
        </w:tblPrEx>
        <w:trPr>
          <w:trHeight w:val="350"/>
        </w:trPr>
        <w:tc>
          <w:tcPr>
            <w:tcW w:w="3349" w:type="dxa"/>
          </w:tcPr>
          <w:p w:rsidR="00416683" w:rsidRDefault="00416683" w:rsidP="00416683">
            <w:pPr>
              <w:pStyle w:val="libPoem"/>
            </w:pPr>
            <w:r>
              <w:rPr>
                <w:rFonts w:hint="eastAsia"/>
                <w:rtl/>
              </w:rPr>
              <w:t>هشدار</w:t>
            </w:r>
            <w:r>
              <w:rPr>
                <w:rtl/>
              </w:rPr>
              <w:t xml:space="preserve"> که علم نور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tl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16683" w:rsidRDefault="00416683" w:rsidP="00416683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416683" w:rsidRDefault="00416683" w:rsidP="00416683">
            <w:pPr>
              <w:pStyle w:val="libPoem"/>
            </w:pPr>
            <w:r>
              <w:rPr>
                <w:rFonts w:hint="eastAsia"/>
                <w:rtl/>
              </w:rPr>
              <w:t>هست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وجود را مدار است </w:t>
            </w:r>
            <w:r w:rsidRPr="00416683">
              <w:rPr>
                <w:rStyle w:val="libFootnotenumChar"/>
                <w:rtl/>
              </w:rPr>
              <w:t>(7) (8)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16683" w:rsidRDefault="00416683" w:rsidP="00606E1F">
      <w:pPr>
        <w:pStyle w:val="libNormal"/>
        <w:rPr>
          <w:rtl/>
        </w:rPr>
      </w:pPr>
    </w:p>
    <w:p w:rsidR="00606E1F" w:rsidRDefault="00416683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416683">
      <w:pPr>
        <w:pStyle w:val="Heading2"/>
        <w:rPr>
          <w:rtl/>
        </w:rPr>
      </w:pPr>
      <w:bookmarkStart w:id="5" w:name="_Toc477423904"/>
      <w:r>
        <w:rPr>
          <w:rtl/>
        </w:rPr>
        <w:t>معرفت معرفت ساز</w:t>
      </w:r>
      <w:bookmarkEnd w:id="5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مهاجر به نقل از مرحوم علامه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روزگار</w:t>
      </w:r>
      <w:r>
        <w:rPr>
          <w:rFonts w:hint="cs"/>
          <w:rtl/>
        </w:rPr>
        <w:t>ی</w:t>
      </w:r>
      <w:r>
        <w:rPr>
          <w:rtl/>
        </w:rPr>
        <w:t xml:space="preserve"> به دعوت گروه</w:t>
      </w:r>
      <w:r>
        <w:rPr>
          <w:rFonts w:hint="cs"/>
          <w:rtl/>
        </w:rPr>
        <w:t>ی</w:t>
      </w:r>
      <w:r>
        <w:rPr>
          <w:rtl/>
        </w:rPr>
        <w:t xml:space="preserve"> از روشنفکران شهرستان حله به آن شهر رفته بودم ، پس از سخنران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متعدد به هنگام بازگشت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عوام آن شهر مرا بدرقه کرده و مفت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مذاهب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احترام فراوان به جمع بدرقه کننده حاضر شده بودند،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حجت را بر آنان </w:t>
      </w:r>
      <w:r>
        <w:rPr>
          <w:rFonts w:hint="eastAsia"/>
          <w:rtl/>
        </w:rPr>
        <w:t>تمام</w:t>
      </w:r>
      <w:r>
        <w:rPr>
          <w:rtl/>
        </w:rPr>
        <w:t xml:space="preserve"> کنم . رو به بزرگ فق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آن شهر کرده و گفتم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گذشتگان ما و شما نقل نکردند که 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امام زمانه مات م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الجاهل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؟ </w:t>
      </w:r>
      <w:r w:rsidRPr="00416683">
        <w:rPr>
          <w:rStyle w:val="libFootnotenumChar"/>
          <w:rtl/>
        </w:rPr>
        <w:t>(9)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کردند،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ادامه دادم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فاطمه </w:t>
      </w:r>
      <w:r w:rsidR="00EE4BC0" w:rsidRPr="00EE4BC0">
        <w:rPr>
          <w:rStyle w:val="libAlaemChar"/>
          <w:rtl/>
        </w:rPr>
        <w:t xml:space="preserve">عليها‌السلام </w:t>
      </w:r>
      <w:r>
        <w:rPr>
          <w:rtl/>
        </w:rPr>
        <w:t xml:space="preserve"> به هنگام مرگش امام زمان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شناخته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سکوت مرگبار</w:t>
      </w:r>
      <w:r>
        <w:rPr>
          <w:rFonts w:hint="cs"/>
          <w:rtl/>
        </w:rPr>
        <w:t>ی</w:t>
      </w:r>
      <w:r>
        <w:rPr>
          <w:rtl/>
        </w:rPr>
        <w:t xml:space="preserve"> بر همه آنان حاکم شد، نگاهها متوجه مفت</w:t>
      </w:r>
      <w:r>
        <w:rPr>
          <w:rFonts w:hint="cs"/>
          <w:rtl/>
        </w:rPr>
        <w:t>ی</w:t>
      </w:r>
      <w:r>
        <w:rPr>
          <w:rtl/>
        </w:rPr>
        <w:t xml:space="preserve"> بزرگ آن شهر شده بود؛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tl/>
        </w:rPr>
        <w:t xml:space="preserve"> گفت که فاطمه زهرا </w:t>
      </w:r>
      <w:r w:rsidR="00EE4BC0" w:rsidRPr="00EE4BC0">
        <w:rPr>
          <w:rStyle w:val="libAlaemChar"/>
          <w:rtl/>
        </w:rPr>
        <w:t xml:space="preserve">عليها‌السلام </w:t>
      </w:r>
      <w:r>
        <w:rPr>
          <w:rtl/>
        </w:rPr>
        <w:t xml:space="preserve"> امام زمان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نشناخته بود، که مردم همان جا او را م</w:t>
      </w:r>
      <w:r>
        <w:rPr>
          <w:rFonts w:hint="cs"/>
          <w:rtl/>
        </w:rPr>
        <w:t>ی</w:t>
      </w:r>
      <w:r>
        <w:rPr>
          <w:rtl/>
        </w:rPr>
        <w:t xml:space="preserve"> کشتند و اگر م</w:t>
      </w:r>
      <w:r>
        <w:rPr>
          <w:rFonts w:hint="cs"/>
          <w:rtl/>
        </w:rPr>
        <w:t>ی</w:t>
      </w:r>
      <w:r>
        <w:rPr>
          <w:rtl/>
        </w:rPr>
        <w:t xml:space="preserve"> گفت که او امام زمان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شناخت ، پس او چه کس</w:t>
      </w:r>
      <w:r>
        <w:rPr>
          <w:rFonts w:hint="cs"/>
          <w:rtl/>
        </w:rPr>
        <w:t>ی</w:t>
      </w:r>
      <w:r>
        <w:rPr>
          <w:rtl/>
        </w:rPr>
        <w:t xml:space="preserve"> بجز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>بود؟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مفت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 به آن مفت</w:t>
      </w:r>
      <w:r>
        <w:rPr>
          <w:rFonts w:hint="cs"/>
          <w:rtl/>
        </w:rPr>
        <w:t>ی</w:t>
      </w:r>
      <w:r>
        <w:rPr>
          <w:rtl/>
        </w:rPr>
        <w:t xml:space="preserve"> بزرگ کرده و گفت : جواب بده !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با ناراحت</w:t>
      </w:r>
      <w:r>
        <w:rPr>
          <w:rFonts w:hint="cs"/>
          <w:rtl/>
        </w:rPr>
        <w:t>ی</w:t>
      </w:r>
      <w:r>
        <w:rPr>
          <w:rtl/>
        </w:rPr>
        <w:t xml:space="preserve"> رو به او کرده و گفت : تو خودت جواب بده !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ادکنان</w:t>
      </w:r>
      <w:r>
        <w:rPr>
          <w:rtl/>
        </w:rPr>
        <w:t xml:space="preserve"> جلو آمده و به من گفت :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اشهد</w:t>
      </w:r>
      <w:r>
        <w:rPr>
          <w:rtl/>
        </w:rPr>
        <w:t xml:space="preserve"> ان لا اله الله ، و اشهد ان محمد رسول الله و اشهد ان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.</w:t>
      </w:r>
    </w:p>
    <w:p w:rsidR="00416683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او از من خواست تا و</w:t>
      </w:r>
      <w:r>
        <w:rPr>
          <w:rFonts w:hint="cs"/>
          <w:rtl/>
        </w:rPr>
        <w:t>ی</w:t>
      </w:r>
      <w:r>
        <w:rPr>
          <w:rtl/>
        </w:rPr>
        <w:t xml:space="preserve"> را با خود به نجف ببرم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پس از رفتن من ، ممکن بود برخ</w:t>
      </w:r>
      <w:r>
        <w:rPr>
          <w:rFonts w:hint="cs"/>
          <w:rtl/>
        </w:rPr>
        <w:t>ی</w:t>
      </w:r>
      <w:r>
        <w:rPr>
          <w:rtl/>
        </w:rPr>
        <w:t xml:space="preserve"> او را در آن شهر بکشند.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و و</w:t>
      </w:r>
      <w:r>
        <w:rPr>
          <w:rFonts w:hint="cs"/>
          <w:rtl/>
        </w:rPr>
        <w:t>ی</w:t>
      </w:r>
      <w:r>
        <w:rPr>
          <w:rtl/>
        </w:rPr>
        <w:t xml:space="preserve"> را به همراه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نجف آوردم .</w:t>
      </w:r>
      <w:r w:rsidRPr="00416683">
        <w:rPr>
          <w:rStyle w:val="libFootnotenumChar"/>
          <w:rtl/>
        </w:rPr>
        <w:t xml:space="preserve"> (10)</w:t>
      </w:r>
    </w:p>
    <w:p w:rsidR="00606E1F" w:rsidRDefault="00416683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416683">
      <w:pPr>
        <w:pStyle w:val="Heading2"/>
        <w:rPr>
          <w:rtl/>
        </w:rPr>
      </w:pPr>
      <w:bookmarkStart w:id="6" w:name="_Toc477423905"/>
      <w:r>
        <w:rPr>
          <w:rFonts w:hint="eastAsia"/>
          <w:rtl/>
        </w:rPr>
        <w:t>معرفت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bookmarkEnd w:id="6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حجة</w:t>
      </w:r>
      <w:r>
        <w:rPr>
          <w:rtl/>
        </w:rPr>
        <w:t xml:space="preserve"> الاسلام مهدو</w:t>
      </w:r>
      <w:r>
        <w:rPr>
          <w:rFonts w:hint="cs"/>
          <w:rtl/>
        </w:rPr>
        <w:t>ی</w:t>
      </w:r>
      <w:r>
        <w:rPr>
          <w:rtl/>
        </w:rPr>
        <w:t xml:space="preserve"> طاهر</w:t>
      </w:r>
      <w:r>
        <w:rPr>
          <w:rFonts w:hint="cs"/>
          <w:rtl/>
        </w:rPr>
        <w:t>ی</w:t>
      </w:r>
      <w:r>
        <w:rPr>
          <w:rtl/>
        </w:rPr>
        <w:t xml:space="preserve"> نقل کردند:</w:t>
      </w:r>
    </w:p>
    <w:p w:rsidR="00606E1F" w:rsidRDefault="00606E1F" w:rsidP="0041668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16683">
        <w:rPr>
          <w:rStyle w:val="libFootnotenumChar"/>
          <w:rtl/>
        </w:rPr>
        <w:t>(11)</w:t>
      </w:r>
      <w:r>
        <w:rPr>
          <w:rtl/>
        </w:rPr>
        <w:t xml:space="preserve"> پس از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جراح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ضعف بدن</w:t>
      </w:r>
      <w:r>
        <w:rPr>
          <w:rFonts w:hint="cs"/>
          <w:rtl/>
        </w:rPr>
        <w:t>ی</w:t>
      </w:r>
      <w:r>
        <w:rPr>
          <w:rtl/>
        </w:rPr>
        <w:t xml:space="preserve"> قرار داشت . برخ</w:t>
      </w:r>
      <w:r>
        <w:rPr>
          <w:rFonts w:hint="cs"/>
          <w:rtl/>
        </w:rPr>
        <w:t>ی</w:t>
      </w:r>
      <w:r>
        <w:rPr>
          <w:rtl/>
        </w:rPr>
        <w:t xml:space="preserve"> چاره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خواستن از عارف ذاکر مرحوم معلم دامغان</w:t>
      </w:r>
      <w:r>
        <w:rPr>
          <w:rFonts w:hint="cs"/>
          <w:rtl/>
        </w:rPr>
        <w:t>ی</w:t>
      </w:r>
      <w:r>
        <w:rPr>
          <w:rtl/>
        </w:rPr>
        <w:t xml:space="preserve"> - که سخت مورد توجه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قدس سره بوده است - دانسته ، پس تلفن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حضورش را در کنار بستر امام نموده ، تا اگر م</w:t>
      </w:r>
      <w:r>
        <w:rPr>
          <w:rFonts w:hint="cs"/>
          <w:rtl/>
        </w:rPr>
        <w:t>ی</w:t>
      </w:r>
      <w:r>
        <w:rPr>
          <w:rtl/>
        </w:rPr>
        <w:t xml:space="preserve"> تواند کار</w:t>
      </w:r>
      <w:r>
        <w:rPr>
          <w:rFonts w:hint="cs"/>
          <w:rtl/>
        </w:rPr>
        <w:t>ی</w:t>
      </w:r>
      <w:r>
        <w:rPr>
          <w:rtl/>
        </w:rPr>
        <w:t xml:space="preserve"> انجام دهد.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بدون معطل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تهران آمد. لحضات</w:t>
      </w:r>
      <w:r>
        <w:rPr>
          <w:rFonts w:hint="cs"/>
          <w:rtl/>
        </w:rPr>
        <w:t>ی</w:t>
      </w:r>
      <w:r>
        <w:rPr>
          <w:rtl/>
        </w:rPr>
        <w:t xml:space="preserve"> پس از وارد شدن به اتاق مخصوص امام قدس سره ، گوشه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 بر امام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 و آنگاه با حضرت امام ارتباط فکر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برقرار م</w:t>
      </w:r>
      <w:r>
        <w:rPr>
          <w:rFonts w:hint="cs"/>
          <w:rtl/>
        </w:rPr>
        <w:t>ی</w:t>
      </w:r>
      <w:r>
        <w:rPr>
          <w:rtl/>
        </w:rPr>
        <w:t xml:space="preserve"> کند. ناگاه امام قدس سره چشمانشان را باز و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به آن عارف ذاک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نگرد. آنگاه بدون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اشاره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کننده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ادامه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سپس آن عالم ذاکر از اتاق خارج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خروج از اتاق ، از او م</w:t>
      </w:r>
      <w:r>
        <w:rPr>
          <w:rFonts w:hint="cs"/>
          <w:rtl/>
        </w:rPr>
        <w:t>ی</w:t>
      </w:r>
      <w:r>
        <w:rPr>
          <w:rtl/>
        </w:rPr>
        <w:t xml:space="preserve"> پرسند: چه شد؟</w:t>
      </w:r>
    </w:p>
    <w:p w:rsidR="006E2F5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خواهد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بماند، ما قدرت بازگرداندن او را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مخصوص</w:t>
      </w:r>
      <w:r>
        <w:rPr>
          <w:rFonts w:hint="cs"/>
          <w:rtl/>
        </w:rPr>
        <w:t>ی</w:t>
      </w:r>
      <w:r>
        <w:rPr>
          <w:rtl/>
        </w:rPr>
        <w:t xml:space="preserve"> است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بتواند کمک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6E2F5F" w:rsidTr="006E2F5F">
        <w:trPr>
          <w:trHeight w:val="350"/>
        </w:trPr>
        <w:tc>
          <w:tcPr>
            <w:tcW w:w="3343" w:type="dxa"/>
            <w:shd w:val="clear" w:color="auto" w:fill="auto"/>
          </w:tcPr>
          <w:p w:rsidR="006E2F5F" w:rsidRDefault="006E2F5F" w:rsidP="00E17D55">
            <w:pPr>
              <w:pStyle w:val="libPoem"/>
            </w:pPr>
            <w:r>
              <w:rPr>
                <w:rtl/>
              </w:rPr>
              <w:t>محتسب را بنواز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که زنج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رم</w:t>
            </w:r>
            <w:r>
              <w:rPr>
                <w:rtl/>
              </w:rPr>
              <w:t xml:space="preserve">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6E2F5F" w:rsidRDefault="006E2F5F" w:rsidP="00E17D55">
            <w:pPr>
              <w:pStyle w:val="libPoem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6E2F5F" w:rsidRDefault="006E2F5F" w:rsidP="00E17D55">
            <w:pPr>
              <w:pStyle w:val="libPoem"/>
            </w:pPr>
            <w:r>
              <w:rPr>
                <w:rFonts w:hint="eastAsia"/>
                <w:rtl/>
              </w:rPr>
              <w:t>دست</w:t>
            </w:r>
            <w:r>
              <w:rPr>
                <w:rtl/>
              </w:rPr>
              <w:t xml:space="preserve"> حق را ببوس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که زنج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رم</w:t>
            </w:r>
            <w:r>
              <w:rPr>
                <w:rtl/>
              </w:rPr>
              <w:t xml:space="preserve"> کرد</w:t>
            </w:r>
            <w:r w:rsidRPr="00416683">
              <w:rPr>
                <w:rStyle w:val="libFootnotenumChar"/>
                <w:rtl/>
              </w:rPr>
              <w:t xml:space="preserve"> (12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2F5F" w:rsidTr="006E2F5F">
        <w:trPr>
          <w:trHeight w:val="350"/>
        </w:trPr>
        <w:tc>
          <w:tcPr>
            <w:tcW w:w="3343" w:type="dxa"/>
          </w:tcPr>
          <w:p w:rsidR="006E2F5F" w:rsidRDefault="006E2F5F" w:rsidP="00E17D55">
            <w:pPr>
              <w:pStyle w:val="libPoem"/>
            </w:pPr>
            <w:r>
              <w:rPr>
                <w:rFonts w:hint="eastAsia"/>
                <w:rtl/>
              </w:rPr>
              <w:t>بود</w:t>
            </w:r>
            <w:r>
              <w:rPr>
                <w:rtl/>
              </w:rPr>
              <w:t xml:space="preserve"> 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که در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کده</w:t>
            </w:r>
            <w:r>
              <w:rPr>
                <w:rtl/>
              </w:rPr>
              <w:t xml:space="preserve"> را بگشا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6E2F5F" w:rsidRDefault="006E2F5F" w:rsidP="00E17D55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6E2F5F" w:rsidRDefault="006E2F5F" w:rsidP="00E17D55">
            <w:pPr>
              <w:pStyle w:val="libPoem"/>
            </w:pPr>
            <w:r>
              <w:rPr>
                <w:rFonts w:hint="eastAsia"/>
                <w:rtl/>
              </w:rPr>
              <w:t>گره</w:t>
            </w:r>
            <w:r>
              <w:rPr>
                <w:rtl/>
              </w:rPr>
              <w:t xml:space="preserve"> از کار فرو بسته ما بگشا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2F5F" w:rsidTr="006E2F5F">
        <w:tblPrEx>
          <w:tblLook w:val="04A0"/>
        </w:tblPrEx>
        <w:trPr>
          <w:trHeight w:val="350"/>
        </w:trPr>
        <w:tc>
          <w:tcPr>
            <w:tcW w:w="3343" w:type="dxa"/>
          </w:tcPr>
          <w:p w:rsidR="006E2F5F" w:rsidRDefault="006E2F5F" w:rsidP="00E17D55">
            <w:pPr>
              <w:pStyle w:val="libPoem"/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صفا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دل رندان صبوح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زدگان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6E2F5F" w:rsidRDefault="006E2F5F" w:rsidP="00E17D55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6E2F5F" w:rsidRDefault="006E2F5F" w:rsidP="00E17D55">
            <w:pPr>
              <w:pStyle w:val="libPoem"/>
            </w:pPr>
            <w:r>
              <w:rPr>
                <w:rFonts w:hint="eastAsia"/>
                <w:rtl/>
              </w:rPr>
              <w:t>بس</w:t>
            </w:r>
            <w:r>
              <w:rPr>
                <w:rtl/>
              </w:rPr>
              <w:t xml:space="preserve"> در بسته به مفتاح دعا بگشا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</w:t>
            </w:r>
            <w:r>
              <w:rPr>
                <w:rtl/>
              </w:rPr>
              <w:t xml:space="preserve"> </w:t>
            </w:r>
            <w:r w:rsidRPr="006E2F5F">
              <w:rPr>
                <w:rStyle w:val="libFootnotenumChar"/>
                <w:rtl/>
              </w:rPr>
              <w:t>(13)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06E1F" w:rsidRDefault="00606E1F" w:rsidP="00606E1F">
      <w:pPr>
        <w:pStyle w:val="libNormal"/>
        <w:rPr>
          <w:rtl/>
        </w:rPr>
      </w:pPr>
      <w:r>
        <w:rPr>
          <w:rtl/>
        </w:rPr>
        <w:lastRenderedPageBreak/>
        <w:t>او بدون معطل</w:t>
      </w:r>
      <w:r>
        <w:rPr>
          <w:rFonts w:hint="cs"/>
          <w:rtl/>
        </w:rPr>
        <w:t>ی</w:t>
      </w:r>
      <w:r>
        <w:rPr>
          <w:rtl/>
        </w:rPr>
        <w:t xml:space="preserve"> به شهر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باز م</w:t>
      </w:r>
      <w:r>
        <w:rPr>
          <w:rFonts w:hint="cs"/>
          <w:rtl/>
        </w:rPr>
        <w:t>ی</w:t>
      </w:r>
      <w:r>
        <w:rPr>
          <w:rtl/>
        </w:rPr>
        <w:t xml:space="preserve"> گردد، ول</w:t>
      </w:r>
      <w:r>
        <w:rPr>
          <w:rFonts w:hint="cs"/>
          <w:rtl/>
        </w:rPr>
        <w:t>ی</w:t>
      </w:r>
      <w:r>
        <w:rPr>
          <w:rtl/>
        </w:rPr>
        <w:t xml:space="preserve"> در کمال تعجب دچار فراموش</w:t>
      </w:r>
      <w:r>
        <w:rPr>
          <w:rFonts w:hint="cs"/>
          <w:rtl/>
        </w:rPr>
        <w:t>ی</w:t>
      </w:r>
      <w:r>
        <w:rPr>
          <w:rtl/>
        </w:rPr>
        <w:t xml:space="preserve"> نسبت به انجام نماز مخصوص فوق م</w:t>
      </w:r>
      <w:r>
        <w:rPr>
          <w:rFonts w:hint="cs"/>
          <w:rtl/>
        </w:rPr>
        <w:t>ی</w:t>
      </w:r>
      <w:r>
        <w:rPr>
          <w:rtl/>
        </w:rPr>
        <w:t xml:space="preserve"> شود. شبانگاه</w:t>
      </w:r>
      <w:r>
        <w:rPr>
          <w:rFonts w:hint="cs"/>
          <w:rtl/>
        </w:rPr>
        <w:t>ی</w:t>
      </w:r>
      <w:r>
        <w:rPr>
          <w:rtl/>
        </w:rPr>
        <w:t xml:space="preserve"> بر انجام آن نماز توجه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پس به قصد انجام آن سه بار استخاره م</w:t>
      </w:r>
      <w:r>
        <w:rPr>
          <w:rFonts w:hint="cs"/>
          <w:rtl/>
        </w:rPr>
        <w:t>ی</w:t>
      </w:r>
      <w:r>
        <w:rPr>
          <w:rtl/>
        </w:rPr>
        <w:t xml:space="preserve"> کند، ول</w:t>
      </w:r>
      <w:r>
        <w:rPr>
          <w:rFonts w:hint="cs"/>
          <w:rtl/>
        </w:rPr>
        <w:t>ی</w:t>
      </w:r>
      <w:r>
        <w:rPr>
          <w:rtl/>
        </w:rPr>
        <w:t xml:space="preserve"> در هر سه بار، استخاره راه ن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دهد. آنگاه متوجه وقوع حادثه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م</w:t>
      </w:r>
      <w:r>
        <w:rPr>
          <w:rFonts w:hint="cs"/>
          <w:rtl/>
        </w:rPr>
        <w:t>ی</w:t>
      </w:r>
      <w:r>
        <w:rPr>
          <w:rtl/>
        </w:rPr>
        <w:t xml:space="preserve"> شود، به ناچار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چند را به انتظار م</w:t>
      </w:r>
      <w:r>
        <w:rPr>
          <w:rFonts w:hint="cs"/>
          <w:rtl/>
        </w:rPr>
        <w:t>ی</w:t>
      </w:r>
      <w:r>
        <w:rPr>
          <w:rtl/>
        </w:rPr>
        <w:t xml:space="preserve"> ماند، تا آن که متوجه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رفتن امام در همان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  <w:r w:rsidRPr="006E2F5F">
        <w:rPr>
          <w:rStyle w:val="libFootnotenumChar"/>
          <w:rtl/>
        </w:rPr>
        <w:t>(14)</w:t>
      </w:r>
    </w:p>
    <w:p w:rsidR="006E2F5F" w:rsidRDefault="006E2F5F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6E2F5F">
      <w:pPr>
        <w:pStyle w:val="Heading2"/>
        <w:rPr>
          <w:rtl/>
        </w:rPr>
      </w:pPr>
      <w:bookmarkStart w:id="7" w:name="_Toc477423906"/>
      <w:r>
        <w:rPr>
          <w:rFonts w:hint="eastAsia"/>
          <w:rtl/>
        </w:rPr>
        <w:t>معرفت</w:t>
      </w:r>
      <w:r>
        <w:rPr>
          <w:rtl/>
        </w:rPr>
        <w:t xml:space="preserve"> ناباورانه</w:t>
      </w:r>
      <w:bookmarkEnd w:id="7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رضازاده خراسان</w:t>
      </w:r>
      <w:r>
        <w:rPr>
          <w:rFonts w:hint="cs"/>
          <w:rtl/>
        </w:rPr>
        <w:t>ی</w:t>
      </w:r>
      <w:r>
        <w:rPr>
          <w:rtl/>
        </w:rPr>
        <w:t xml:space="preserve"> به نقل از مرجع بزرگ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استاد بزرگ خود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هاشم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روزگار</w:t>
      </w:r>
      <w:r>
        <w:rPr>
          <w:rFonts w:hint="cs"/>
          <w:rtl/>
        </w:rPr>
        <w:t>ی</w:t>
      </w:r>
      <w:r>
        <w:rPr>
          <w:rtl/>
        </w:rPr>
        <w:t xml:space="preserve"> را در اصفهان م</w:t>
      </w:r>
      <w:r>
        <w:rPr>
          <w:rFonts w:hint="cs"/>
          <w:rtl/>
        </w:rPr>
        <w:t>ی</w:t>
      </w:r>
      <w:r>
        <w:rPr>
          <w:rtl/>
        </w:rPr>
        <w:t xml:space="preserve"> گذراندم ، زن</w:t>
      </w:r>
      <w:r>
        <w:rPr>
          <w:rFonts w:hint="cs"/>
          <w:rtl/>
        </w:rPr>
        <w:t>ی</w:t>
      </w:r>
      <w:r>
        <w:rPr>
          <w:rtl/>
        </w:rPr>
        <w:t xml:space="preserve"> را با ازدواج موقت به همسر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خداوند از آن زن فرزند</w:t>
      </w:r>
      <w:r>
        <w:rPr>
          <w:rFonts w:hint="cs"/>
          <w:rtl/>
        </w:rPr>
        <w:t>ی</w:t>
      </w:r>
      <w:r>
        <w:rPr>
          <w:rtl/>
        </w:rPr>
        <w:t xml:space="preserve"> به من عطا کرد. روز</w:t>
      </w:r>
      <w:r>
        <w:rPr>
          <w:rFonts w:hint="cs"/>
          <w:rtl/>
        </w:rPr>
        <w:t>ی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آن خانه با آن کودک که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و چهار ماه سن داشت ، آرام آرام قدم م</w:t>
      </w:r>
      <w:r>
        <w:rPr>
          <w:rFonts w:hint="cs"/>
          <w:rtl/>
        </w:rPr>
        <w:t>ی</w:t>
      </w:r>
      <w:r>
        <w:rPr>
          <w:rtl/>
        </w:rPr>
        <w:t xml:space="preserve"> زدم ، ناگهان کودک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به من نگاه کرده و در کمال فص</w:t>
      </w:r>
      <w:r>
        <w:rPr>
          <w:rFonts w:hint="eastAsia"/>
          <w:rtl/>
        </w:rPr>
        <w:t>احت</w:t>
      </w:r>
      <w:r>
        <w:rPr>
          <w:rtl/>
        </w:rPr>
        <w:t xml:space="preserve"> گفتار</w:t>
      </w:r>
      <w:r>
        <w:rPr>
          <w:rFonts w:hint="cs"/>
          <w:rtl/>
        </w:rPr>
        <w:t>ی</w:t>
      </w:r>
      <w:r>
        <w:rPr>
          <w:rtl/>
        </w:rPr>
        <w:t xml:space="preserve"> گفت : پدر! مرا چه کس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؟!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که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شده بودم ، با دستپاچگ</w:t>
      </w:r>
      <w:r>
        <w:rPr>
          <w:rFonts w:hint="cs"/>
          <w:rtl/>
        </w:rPr>
        <w:t>ی</w:t>
      </w:r>
      <w:r>
        <w:rPr>
          <w:rtl/>
        </w:rPr>
        <w:t xml:space="preserve"> گفتم : من تو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!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گفت شما را چه کس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پدرم مرا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!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باز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پدر!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درختان را چه کس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؟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درختان را باغبان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گفت : نه پدر! درست نگفت</w:t>
      </w:r>
      <w:r>
        <w:rPr>
          <w:rFonts w:hint="cs"/>
          <w:rtl/>
        </w:rPr>
        <w:t>ی</w:t>
      </w:r>
      <w:r>
        <w:rPr>
          <w:rtl/>
        </w:rPr>
        <w:t xml:space="preserve"> ! مرا، شما را، پدرتان را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 و بوستان را خداوند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 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بعد ناگهان حال جسم</w:t>
      </w:r>
      <w:r>
        <w:rPr>
          <w:rFonts w:hint="cs"/>
          <w:rtl/>
        </w:rPr>
        <w:t>ی</w:t>
      </w:r>
      <w:r>
        <w:rPr>
          <w:rtl/>
        </w:rPr>
        <w:t xml:space="preserve"> آن بچه دگرگون شد و عل</w:t>
      </w:r>
      <w:r>
        <w:rPr>
          <w:rFonts w:hint="cs"/>
          <w:rtl/>
        </w:rPr>
        <w:t>ی</w:t>
      </w:r>
      <w:r>
        <w:rPr>
          <w:rFonts w:hint="eastAsia"/>
          <w:rtl/>
        </w:rPr>
        <w:t>رغم</w:t>
      </w:r>
      <w:r>
        <w:rPr>
          <w:rtl/>
        </w:rPr>
        <w:t xml:space="preserve"> تلاشها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 ، رفتار آن کودک ،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 زندگ</w:t>
      </w:r>
      <w:r>
        <w:rPr>
          <w:rFonts w:hint="cs"/>
          <w:rtl/>
        </w:rPr>
        <w:t>ی</w:t>
      </w:r>
      <w:r>
        <w:rPr>
          <w:rtl/>
        </w:rPr>
        <w:t xml:space="preserve"> را به من آموخت که خدا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تمام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 !</w:t>
      </w:r>
      <w:r w:rsidRPr="006E2F5F">
        <w:rPr>
          <w:rStyle w:val="libFootnotenumChar"/>
          <w:rtl/>
        </w:rPr>
        <w:t>(15)</w:t>
      </w:r>
    </w:p>
    <w:p w:rsidR="006E2F5F" w:rsidRDefault="006E2F5F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6E2F5F">
      <w:pPr>
        <w:pStyle w:val="Heading2"/>
        <w:rPr>
          <w:rtl/>
        </w:rPr>
      </w:pPr>
      <w:bookmarkStart w:id="8" w:name="_Toc477423907"/>
      <w:r>
        <w:rPr>
          <w:rFonts w:hint="eastAsia"/>
          <w:rtl/>
        </w:rPr>
        <w:t>معرفت</w:t>
      </w:r>
      <w:r>
        <w:rPr>
          <w:rtl/>
        </w:rPr>
        <w:t xml:space="preserve"> اعطا</w:t>
      </w:r>
      <w:r>
        <w:rPr>
          <w:rFonts w:hint="cs"/>
          <w:rtl/>
        </w:rPr>
        <w:t>یی</w:t>
      </w:r>
      <w:bookmarkEnd w:id="8"/>
      <w:r>
        <w:rPr>
          <w:rtl/>
        </w:rPr>
        <w:t xml:space="preserve"> </w:t>
      </w:r>
    </w:p>
    <w:p w:rsidR="00606E1F" w:rsidRDefault="00606E1F" w:rsidP="006E2F5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 w:rsidRPr="006E2F5F">
        <w:rPr>
          <w:rStyle w:val="libFootnotenumChar"/>
          <w:rtl/>
        </w:rPr>
        <w:t>(16)</w:t>
      </w:r>
      <w:r>
        <w:rPr>
          <w:rtl/>
        </w:rPr>
        <w:t xml:space="preserve"> نقل فرمود:</w:t>
      </w:r>
    </w:p>
    <w:p w:rsidR="006E2F5F" w:rsidRDefault="00606E1F" w:rsidP="006E2F5F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بزرگ دوران قاجار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E2F5F">
        <w:rPr>
          <w:rStyle w:val="libFootnotenumChar"/>
          <w:rtl/>
        </w:rPr>
        <w:t>(17)</w:t>
      </w:r>
      <w:r>
        <w:rPr>
          <w:rtl/>
        </w:rPr>
        <w:t xml:space="preserve">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دارد.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خود شخصا از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مرحوم 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کتاب دارالسلام به نقل از مرحوم حاج ملا عل</w:t>
      </w:r>
      <w:r>
        <w:rPr>
          <w:rFonts w:hint="cs"/>
          <w:rtl/>
        </w:rPr>
        <w:t>ی</w:t>
      </w:r>
      <w:r>
        <w:rPr>
          <w:rtl/>
        </w:rPr>
        <w:t xml:space="preserve"> فرزند صالح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 w:rsidR="006E2F5F">
        <w:rPr>
          <w:rFonts w:hint="eastAsia"/>
          <w:rtl/>
        </w:rPr>
        <w:t xml:space="preserve"> </w:t>
      </w:r>
      <w:r>
        <w:rPr>
          <w:rFonts w:hint="eastAsia"/>
          <w:rtl/>
        </w:rPr>
        <w:t>روزگار</w:t>
      </w:r>
      <w:r>
        <w:rPr>
          <w:rFonts w:hint="cs"/>
          <w:rtl/>
        </w:rPr>
        <w:t>ی</w:t>
      </w:r>
      <w:r>
        <w:rPr>
          <w:rtl/>
        </w:rPr>
        <w:t xml:space="preserve"> که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در قم به جهت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حوزو</w:t>
      </w:r>
      <w:r>
        <w:rPr>
          <w:rFonts w:hint="cs"/>
          <w:rtl/>
        </w:rPr>
        <w:t>ی</w:t>
      </w:r>
      <w:r>
        <w:rPr>
          <w:rtl/>
        </w:rPr>
        <w:t xml:space="preserve"> و از جمله حکمت و طب حضور داشته است ، ناگهان قحط</w:t>
      </w:r>
      <w:r>
        <w:rPr>
          <w:rFonts w:hint="cs"/>
          <w:rtl/>
        </w:rPr>
        <w:t>ی</w:t>
      </w:r>
      <w:r>
        <w:rPr>
          <w:rtl/>
        </w:rPr>
        <w:t xml:space="preserve"> و گرسنگ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فرا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همگان چنان به زحمت افتاده که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وعده غذا ناچار م</w:t>
      </w:r>
      <w:r>
        <w:rPr>
          <w:rFonts w:hint="cs"/>
          <w:rtl/>
        </w:rPr>
        <w:t>ی</w:t>
      </w:r>
      <w:r>
        <w:rPr>
          <w:rtl/>
        </w:rPr>
        <w:t xml:space="preserve"> شود که همه زندگ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فروش برساند. او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فروخت ، کتاب خط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 که سخت به آن علاقه مند بود، به فروش رسانده ،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بتواند از پول آن نان</w:t>
      </w:r>
      <w:r>
        <w:rPr>
          <w:rFonts w:hint="cs"/>
          <w:rtl/>
        </w:rPr>
        <w:t>ی</w:t>
      </w:r>
      <w:r>
        <w:rPr>
          <w:rtl/>
        </w:rPr>
        <w:t xml:space="preserve"> به دست آورد.</w:t>
      </w:r>
      <w:r w:rsidR="006E2F5F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پس از قدر</w:t>
      </w:r>
      <w:r>
        <w:rPr>
          <w:rFonts w:hint="cs"/>
          <w:rtl/>
        </w:rPr>
        <w:t>ی</w:t>
      </w:r>
      <w:r>
        <w:rPr>
          <w:rtl/>
        </w:rPr>
        <w:t xml:space="preserve"> جستجو، با زحمت فراوان نان</w:t>
      </w:r>
      <w:r>
        <w:rPr>
          <w:rFonts w:hint="cs"/>
          <w:rtl/>
        </w:rPr>
        <w:t>ی</w:t>
      </w:r>
      <w:r>
        <w:rPr>
          <w:rtl/>
        </w:rPr>
        <w:t xml:space="preserve">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، آنگاه عازم حجره اش شده ، تا گرسنگ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رفع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راه بازگشت متوجه زن</w:t>
      </w:r>
      <w:r>
        <w:rPr>
          <w:rFonts w:hint="cs"/>
          <w:rtl/>
        </w:rPr>
        <w:t>ی</w:t>
      </w:r>
      <w:r>
        <w:rPr>
          <w:rtl/>
        </w:rPr>
        <w:t xml:space="preserve"> بچه دار م</w:t>
      </w:r>
      <w:r>
        <w:rPr>
          <w:rFonts w:hint="cs"/>
          <w:rtl/>
        </w:rPr>
        <w:t>ی</w:t>
      </w:r>
      <w:r>
        <w:rPr>
          <w:rtl/>
        </w:rPr>
        <w:t xml:space="preserve"> شود که سخت از گرسنگ</w:t>
      </w:r>
      <w:r>
        <w:rPr>
          <w:rFonts w:hint="cs"/>
          <w:rtl/>
        </w:rPr>
        <w:t>ی</w:t>
      </w:r>
      <w:r>
        <w:rPr>
          <w:rtl/>
        </w:rPr>
        <w:t xml:space="preserve"> رنج برده و به التماس از و</w:t>
      </w:r>
      <w:r>
        <w:rPr>
          <w:rFonts w:hint="cs"/>
          <w:rtl/>
        </w:rPr>
        <w:t>ی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نان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="006E2F5F">
        <w:rPr>
          <w:rFonts w:hint="eastAsia"/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رقت بار زن ، طوفان</w:t>
      </w:r>
      <w:r>
        <w:rPr>
          <w:rFonts w:hint="cs"/>
          <w:rtl/>
        </w:rPr>
        <w:t>ی</w:t>
      </w:r>
      <w:r>
        <w:rPr>
          <w:rtl/>
        </w:rPr>
        <w:t xml:space="preserve"> در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آورد. او عل</w:t>
      </w:r>
      <w:r>
        <w:rPr>
          <w:rFonts w:hint="cs"/>
          <w:rtl/>
        </w:rPr>
        <w:t>ی</w:t>
      </w:r>
      <w:r>
        <w:rPr>
          <w:rFonts w:hint="eastAsia"/>
          <w:rtl/>
        </w:rPr>
        <w:t>رغم</w:t>
      </w:r>
      <w:r>
        <w:rPr>
          <w:rtl/>
        </w:rPr>
        <w:t xml:space="preserve"> احساس گرسنگ</w:t>
      </w:r>
      <w:r>
        <w:rPr>
          <w:rFonts w:hint="cs"/>
          <w:rtl/>
        </w:rPr>
        <w:t>ی</w:t>
      </w:r>
      <w:r>
        <w:rPr>
          <w:rtl/>
        </w:rPr>
        <w:t xml:space="preserve"> فراوان ، آن زن بچه دار را بر خود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و نان به گزاف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شده را به او م</w:t>
      </w:r>
      <w:r>
        <w:rPr>
          <w:rFonts w:hint="cs"/>
          <w:rtl/>
        </w:rPr>
        <w:t>ی</w:t>
      </w:r>
      <w:r>
        <w:rPr>
          <w:rtl/>
        </w:rPr>
        <w:t xml:space="preserve"> دهد و خود با دست خال</w:t>
      </w:r>
      <w:r>
        <w:rPr>
          <w:rFonts w:hint="cs"/>
          <w:rtl/>
        </w:rPr>
        <w:t>ی</w:t>
      </w:r>
      <w:r>
        <w:rPr>
          <w:rtl/>
        </w:rPr>
        <w:t xml:space="preserve"> به حجره اش باز م</w:t>
      </w:r>
      <w:r>
        <w:rPr>
          <w:rFonts w:hint="cs"/>
          <w:rtl/>
        </w:rPr>
        <w:t>ی</w:t>
      </w:r>
      <w:r>
        <w:rPr>
          <w:rtl/>
        </w:rPr>
        <w:t xml:space="preserve"> گردد!</w:t>
      </w:r>
      <w:r w:rsidR="006E2F5F">
        <w:rPr>
          <w:rFonts w:hint="eastAsia"/>
          <w:rtl/>
        </w:rPr>
        <w:t xml:space="preserve"> </w:t>
      </w:r>
      <w:r>
        <w:rPr>
          <w:rFonts w:hint="eastAsia"/>
          <w:rtl/>
        </w:rPr>
        <w:t>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پس از ورود به حجره ، فشار گرسنگ</w:t>
      </w:r>
      <w:r>
        <w:rPr>
          <w:rFonts w:hint="cs"/>
          <w:rtl/>
        </w:rPr>
        <w:t>ی</w:t>
      </w:r>
      <w:r>
        <w:rPr>
          <w:rtl/>
        </w:rPr>
        <w:t xml:space="preserve"> چنان او را ب</w:t>
      </w:r>
      <w:r>
        <w:rPr>
          <w:rFonts w:hint="cs"/>
          <w:rtl/>
        </w:rPr>
        <w:t>ی</w:t>
      </w:r>
      <w:r>
        <w:rPr>
          <w:rtl/>
        </w:rPr>
        <w:t xml:space="preserve"> تاب م</w:t>
      </w:r>
      <w:r>
        <w:rPr>
          <w:rFonts w:hint="cs"/>
          <w:rtl/>
        </w:rPr>
        <w:t>ی</w:t>
      </w:r>
      <w:r>
        <w:rPr>
          <w:rtl/>
        </w:rPr>
        <w:t xml:space="preserve"> کند، که او توانا</w:t>
      </w:r>
      <w:r>
        <w:rPr>
          <w:rFonts w:hint="cs"/>
          <w:rtl/>
        </w:rPr>
        <w:t>یی</w:t>
      </w:r>
      <w:r>
        <w:rPr>
          <w:rtl/>
        </w:rPr>
        <w:t xml:space="preserve"> مطالعه را از خود سلب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پس به ناچار عبا</w:t>
      </w:r>
      <w:r>
        <w:rPr>
          <w:rFonts w:hint="cs"/>
          <w:rtl/>
        </w:rPr>
        <w:t>یی</w:t>
      </w:r>
      <w:r>
        <w:rPr>
          <w:rtl/>
        </w:rPr>
        <w:t xml:space="preserve"> بر سر کرده و دراز م</w:t>
      </w:r>
      <w:r>
        <w:rPr>
          <w:rFonts w:hint="cs"/>
          <w:rtl/>
        </w:rPr>
        <w:t>ی</w:t>
      </w:r>
      <w:r>
        <w:rPr>
          <w:rtl/>
        </w:rPr>
        <w:t xml:space="preserve"> کشد،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خواب او را از آن فشار نجات دهد، ول</w:t>
      </w:r>
      <w:r>
        <w:rPr>
          <w:rFonts w:hint="cs"/>
          <w:rtl/>
        </w:rPr>
        <w:t>ی</w:t>
      </w:r>
      <w:r>
        <w:rPr>
          <w:rtl/>
        </w:rPr>
        <w:t xml:space="preserve"> او </w:t>
      </w:r>
      <w:r>
        <w:rPr>
          <w:rtl/>
        </w:rPr>
        <w:lastRenderedPageBreak/>
        <w:t>به زود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که از فرط گرسنگ</w:t>
      </w:r>
      <w:r>
        <w:rPr>
          <w:rFonts w:hint="cs"/>
          <w:rtl/>
        </w:rPr>
        <w:t>ی</w:t>
      </w:r>
      <w:r>
        <w:rPr>
          <w:rtl/>
        </w:rPr>
        <w:t xml:space="preserve"> ، توان خواب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eastAsia"/>
          <w:rtl/>
        </w:rPr>
        <w:t>و</w:t>
      </w:r>
      <w:r>
        <w:rPr>
          <w:rtl/>
        </w:rPr>
        <w:t xml:space="preserve"> ربوده شده است . پس خود را به خدا م</w:t>
      </w:r>
      <w:r>
        <w:rPr>
          <w:rFonts w:hint="cs"/>
          <w:rtl/>
        </w:rPr>
        <w:t>ی</w:t>
      </w:r>
      <w:r>
        <w:rPr>
          <w:rtl/>
        </w:rPr>
        <w:t xml:space="preserve"> سپارد تا چه سرنوشت</w:t>
      </w:r>
      <w:r>
        <w:rPr>
          <w:rFonts w:hint="cs"/>
          <w:rtl/>
        </w:rPr>
        <w:t>ی</w:t>
      </w:r>
      <w:r>
        <w:rPr>
          <w:rtl/>
        </w:rPr>
        <w:t xml:space="preserve"> از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6E2F5F" w:rsidTr="00E17D55">
        <w:trPr>
          <w:trHeight w:val="350"/>
        </w:trPr>
        <w:tc>
          <w:tcPr>
            <w:tcW w:w="3920" w:type="dxa"/>
            <w:shd w:val="clear" w:color="auto" w:fill="auto"/>
          </w:tcPr>
          <w:p w:rsidR="006E2F5F" w:rsidRDefault="006E2F5F" w:rsidP="00E17D55">
            <w:pPr>
              <w:pStyle w:val="libPoem"/>
            </w:pPr>
            <w:r>
              <w:rPr>
                <w:rtl/>
              </w:rPr>
              <w:t>در عشق تو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چون توان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E2F5F" w:rsidRDefault="006E2F5F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E2F5F" w:rsidRDefault="006E2F5F" w:rsidP="00FD5BAC">
            <w:pPr>
              <w:pStyle w:val="libNormal"/>
            </w:pPr>
            <w:r>
              <w:rPr>
                <w:rtl/>
              </w:rPr>
              <w:t xml:space="preserve">بگو </w:t>
            </w:r>
            <w:r>
              <w:rPr>
                <w:rFonts w:hint="eastAsia"/>
                <w:rtl/>
              </w:rPr>
              <w:t>بگو</w:t>
            </w:r>
            <w:r>
              <w:rPr>
                <w:rtl/>
              </w:rPr>
              <w:t xml:space="preserve"> و آرام دلم جز تو دگر 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tl/>
              </w:rPr>
              <w:t xml:space="preserve"> ؟ </w:t>
            </w:r>
            <w:r w:rsidRPr="006E2F5F">
              <w:rPr>
                <w:rStyle w:val="libFootnotenumChar"/>
                <w:rtl/>
              </w:rPr>
              <w:t>(18)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06E1F" w:rsidRDefault="00606E1F" w:rsidP="00364FC9">
      <w:pPr>
        <w:pStyle w:val="libNormal"/>
        <w:rPr>
          <w:rtl/>
        </w:rPr>
      </w:pPr>
      <w:r>
        <w:rPr>
          <w:rtl/>
        </w:rPr>
        <w:t xml:space="preserve">اتفاقا در همان شب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دختران فتحعل</w:t>
      </w:r>
      <w:r>
        <w:rPr>
          <w:rFonts w:hint="cs"/>
          <w:rtl/>
        </w:rPr>
        <w:t>ی</w:t>
      </w:r>
      <w:r>
        <w:rPr>
          <w:rtl/>
        </w:rPr>
        <w:t xml:space="preserve"> شاه قاجار، که جهت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به قم آمده و در خانه وقف</w:t>
      </w:r>
      <w:r>
        <w:rPr>
          <w:rFonts w:hint="cs"/>
          <w:rtl/>
        </w:rPr>
        <w:t>ی</w:t>
      </w:r>
      <w:r>
        <w:rPr>
          <w:rtl/>
        </w:rPr>
        <w:t xml:space="preserve"> قاجار - که مرحوم خانه شاه</w:t>
      </w:r>
      <w:r>
        <w:rPr>
          <w:rFonts w:hint="cs"/>
          <w:rtl/>
        </w:rPr>
        <w:t>ی</w:t>
      </w:r>
      <w:r>
        <w:rPr>
          <w:rtl/>
        </w:rPr>
        <w:t xml:space="preserve"> ، تول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را داشته است - سکن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ناگهان به دل درد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مبتلا م</w:t>
      </w:r>
      <w:r>
        <w:rPr>
          <w:rFonts w:hint="cs"/>
          <w:rtl/>
        </w:rPr>
        <w:t>ی</w:t>
      </w:r>
      <w:r>
        <w:rPr>
          <w:rtl/>
        </w:rPr>
        <w:t xml:space="preserve"> شود، وقت</w:t>
      </w:r>
      <w:r>
        <w:rPr>
          <w:rFonts w:hint="cs"/>
          <w:rtl/>
        </w:rPr>
        <w:t>ی</w:t>
      </w:r>
      <w:r>
        <w:rPr>
          <w:rtl/>
        </w:rPr>
        <w:t xml:space="preserve"> پزشکان بر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eastAsia"/>
          <w:rtl/>
        </w:rPr>
        <w:t>ن</w:t>
      </w:r>
      <w:r>
        <w:rPr>
          <w:rtl/>
        </w:rPr>
        <w:t xml:space="preserve"> دختر حاضر م</w:t>
      </w:r>
      <w:r>
        <w:rPr>
          <w:rFonts w:hint="cs"/>
          <w:rtl/>
        </w:rPr>
        <w:t>ی</w:t>
      </w:r>
      <w:r>
        <w:rPr>
          <w:rtl/>
        </w:rPr>
        <w:t xml:space="preserve"> شوند، توانا</w:t>
      </w:r>
      <w:r>
        <w:rPr>
          <w:rFonts w:hint="cs"/>
          <w:rtl/>
        </w:rPr>
        <w:t>یی</w:t>
      </w:r>
      <w:r>
        <w:rPr>
          <w:rtl/>
        </w:rPr>
        <w:t xml:space="preserve"> درمان آن دختر را در خود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. همان شب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خادمان در عالم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به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به فلان حجره مدرسه دارالشفاء برو، دوا</w:t>
      </w:r>
      <w:r>
        <w:rPr>
          <w:rFonts w:hint="cs"/>
          <w:rtl/>
        </w:rPr>
        <w:t>ی</w:t>
      </w:r>
      <w:r>
        <w:rPr>
          <w:rtl/>
        </w:rPr>
        <w:t xml:space="preserve"> درد خانم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</w:t>
      </w:r>
      <w:r w:rsidR="00364FC9">
        <w:rPr>
          <w:rFonts w:hint="eastAsia"/>
          <w:rtl/>
        </w:rPr>
        <w:t xml:space="preserve"> </w:t>
      </w:r>
      <w:r>
        <w:rPr>
          <w:rFonts w:hint="eastAsia"/>
          <w:rtl/>
        </w:rPr>
        <w:t>خادمه</w:t>
      </w:r>
      <w:r>
        <w:rPr>
          <w:rtl/>
        </w:rPr>
        <w:t xml:space="preserve"> خود را به دختر فتحعل</w:t>
      </w:r>
      <w:r>
        <w:rPr>
          <w:rFonts w:hint="cs"/>
          <w:rtl/>
        </w:rPr>
        <w:t>ی</w:t>
      </w:r>
      <w:r>
        <w:rPr>
          <w:rtl/>
        </w:rPr>
        <w:t xml:space="preserve"> شاه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خواب را برا</w:t>
      </w:r>
      <w:r>
        <w:rPr>
          <w:rFonts w:hint="cs"/>
          <w:rtl/>
        </w:rPr>
        <w:t>ی</w:t>
      </w:r>
      <w:r>
        <w:rPr>
          <w:rtl/>
        </w:rPr>
        <w:t xml:space="preserve"> او نقل م</w:t>
      </w:r>
      <w:r>
        <w:rPr>
          <w:rFonts w:hint="cs"/>
          <w:rtl/>
        </w:rPr>
        <w:t>ی</w:t>
      </w:r>
      <w:r>
        <w:rPr>
          <w:rtl/>
        </w:rPr>
        <w:t xml:space="preserve"> کند. 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فورا دستور م</w:t>
      </w:r>
      <w:r>
        <w:rPr>
          <w:rFonts w:hint="cs"/>
          <w:rtl/>
        </w:rPr>
        <w:t>ی</w:t>
      </w:r>
      <w:r>
        <w:rPr>
          <w:rtl/>
        </w:rPr>
        <w:t xml:space="preserve"> دهد که او به حجره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شتافته ، تا دوا</w:t>
      </w:r>
      <w:r>
        <w:rPr>
          <w:rFonts w:hint="cs"/>
          <w:rtl/>
        </w:rPr>
        <w:t>ی</w:t>
      </w:r>
      <w:r>
        <w:rPr>
          <w:rtl/>
        </w:rPr>
        <w:t xml:space="preserve"> درد و</w:t>
      </w:r>
      <w:r>
        <w:rPr>
          <w:rFonts w:hint="cs"/>
          <w:rtl/>
        </w:rPr>
        <w:t>ی</w:t>
      </w:r>
      <w:r>
        <w:rPr>
          <w:rtl/>
        </w:rPr>
        <w:t xml:space="preserve"> را بستاند. خادمه نزد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آمده و از او تقاضا</w:t>
      </w:r>
      <w:r>
        <w:rPr>
          <w:rFonts w:hint="cs"/>
          <w:rtl/>
        </w:rPr>
        <w:t>ی</w:t>
      </w:r>
      <w:r>
        <w:rPr>
          <w:rtl/>
        </w:rPr>
        <w:t xml:space="preserve"> درمان درد دختر فتحعل</w:t>
      </w:r>
      <w:r>
        <w:rPr>
          <w:rFonts w:hint="cs"/>
          <w:rtl/>
        </w:rPr>
        <w:t>ی</w:t>
      </w:r>
      <w:r>
        <w:rPr>
          <w:rtl/>
        </w:rPr>
        <w:t xml:space="preserve"> شاه را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ا</w:t>
      </w:r>
      <w:r>
        <w:rPr>
          <w:rFonts w:hint="eastAsia"/>
          <w:rtl/>
        </w:rPr>
        <w:t>ز</w:t>
      </w:r>
      <w:r>
        <w:rPr>
          <w:rtl/>
        </w:rPr>
        <w:t xml:space="preserve"> فرط گرسنگ</w:t>
      </w:r>
      <w:r>
        <w:rPr>
          <w:rFonts w:hint="cs"/>
          <w:rtl/>
        </w:rPr>
        <w:t>ی</w:t>
      </w:r>
      <w:r>
        <w:rPr>
          <w:rtl/>
        </w:rPr>
        <w:t xml:space="preserve"> حال نشستن نداشته است ، با همان حالت درازکش دوا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ساده ا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="00364FC9">
        <w:rPr>
          <w:rFonts w:hint="eastAsia"/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خوشحال</w:t>
      </w:r>
      <w:r>
        <w:rPr>
          <w:rFonts w:hint="cs"/>
          <w:rtl/>
        </w:rPr>
        <w:t>ی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و به سرعت دوا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به دختر فتحعل</w:t>
      </w:r>
      <w:r>
        <w:rPr>
          <w:rFonts w:hint="cs"/>
          <w:rtl/>
        </w:rPr>
        <w:t>ی</w:t>
      </w:r>
      <w:r>
        <w:rPr>
          <w:rtl/>
        </w:rPr>
        <w:t xml:space="preserve"> شاه م</w:t>
      </w:r>
      <w:r>
        <w:rPr>
          <w:rFonts w:hint="cs"/>
          <w:rtl/>
        </w:rPr>
        <w:t>ی</w:t>
      </w:r>
      <w:r>
        <w:rPr>
          <w:rtl/>
        </w:rPr>
        <w:t xml:space="preserve"> دهد. با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دختر شاه از آن دوا، او بلافاصله درمان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  <w:r w:rsidR="00364FC9">
        <w:rPr>
          <w:rFonts w:hint="eastAsia"/>
          <w:rtl/>
        </w:rPr>
        <w:t xml:space="preserve"> </w:t>
      </w:r>
      <w:r>
        <w:rPr>
          <w:rFonts w:hint="eastAsia"/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ناگهان متوجه م</w:t>
      </w:r>
      <w:r>
        <w:rPr>
          <w:rFonts w:hint="cs"/>
          <w:rtl/>
        </w:rPr>
        <w:t>ی</w:t>
      </w:r>
      <w:r>
        <w:rPr>
          <w:rtl/>
        </w:rPr>
        <w:t xml:space="preserve"> شود که در حجره اش به صدا درآمده و فرد</w:t>
      </w:r>
      <w:r>
        <w:rPr>
          <w:rFonts w:hint="cs"/>
          <w:rtl/>
        </w:rPr>
        <w:t>ی</w:t>
      </w:r>
      <w:r>
        <w:rPr>
          <w:rtl/>
        </w:rPr>
        <w:t xml:space="preserve"> با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شاهانه ا</w:t>
      </w:r>
      <w:r>
        <w:rPr>
          <w:rFonts w:hint="cs"/>
          <w:rtl/>
        </w:rPr>
        <w:t>ی</w:t>
      </w:r>
      <w:r>
        <w:rPr>
          <w:rtl/>
        </w:rPr>
        <w:t xml:space="preserve"> که در داخل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اشرف</w:t>
      </w:r>
      <w:r>
        <w:rPr>
          <w:rFonts w:hint="cs"/>
          <w:rtl/>
        </w:rPr>
        <w:t>ی</w:t>
      </w:r>
      <w:r>
        <w:rPr>
          <w:rtl/>
        </w:rPr>
        <w:t xml:space="preserve"> طلا! وجود دارد، وارد اتاق شده و غذا و پول را با احترام فراوان در جلو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گذارد. و</w:t>
      </w:r>
      <w:r>
        <w:rPr>
          <w:rFonts w:hint="cs"/>
          <w:rtl/>
        </w:rPr>
        <w:t>ی</w:t>
      </w:r>
      <w:r>
        <w:rPr>
          <w:rtl/>
        </w:rPr>
        <w:t xml:space="preserve"> پس از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خ</w:t>
      </w:r>
      <w:r>
        <w:rPr>
          <w:rFonts w:hint="eastAsia"/>
          <w:rtl/>
        </w:rPr>
        <w:t>داوند</w:t>
      </w:r>
      <w:r>
        <w:rPr>
          <w:rtl/>
        </w:rPr>
        <w:t xml:space="preserve"> را شکر م</w:t>
      </w:r>
      <w:r>
        <w:rPr>
          <w:rFonts w:hint="cs"/>
          <w:rtl/>
        </w:rPr>
        <w:t>ی</w:t>
      </w:r>
      <w:r>
        <w:rPr>
          <w:rtl/>
        </w:rPr>
        <w:t xml:space="preserve"> کند و از آن روز به بعد به طبابت - که با اشراق حکمت اله</w:t>
      </w:r>
      <w:r>
        <w:rPr>
          <w:rFonts w:hint="cs"/>
          <w:rtl/>
        </w:rPr>
        <w:t>ی</w:t>
      </w:r>
      <w:r>
        <w:rPr>
          <w:rtl/>
        </w:rPr>
        <w:t xml:space="preserve"> به دست آمده بود - م</w:t>
      </w:r>
      <w:r>
        <w:rPr>
          <w:rFonts w:hint="cs"/>
          <w:rtl/>
        </w:rPr>
        <w:t>ی</w:t>
      </w:r>
      <w:r>
        <w:rPr>
          <w:rtl/>
        </w:rPr>
        <w:t xml:space="preserve"> پردازد که چنان </w:t>
      </w:r>
      <w:r>
        <w:rPr>
          <w:rtl/>
        </w:rPr>
        <w:lastRenderedPageBreak/>
        <w:t>شهرت و کارا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کمتر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آن دوران به آن شهرت و اعتبار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.</w:t>
      </w:r>
      <w:r w:rsidRPr="00364FC9">
        <w:rPr>
          <w:rStyle w:val="libFootnotenumChar"/>
          <w:rtl/>
        </w:rPr>
        <w:t>(19)</w:t>
      </w:r>
    </w:p>
    <w:p w:rsidR="00364FC9" w:rsidRDefault="00364FC9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364FC9">
      <w:pPr>
        <w:pStyle w:val="Heading2"/>
        <w:rPr>
          <w:rtl/>
        </w:rPr>
      </w:pPr>
      <w:bookmarkStart w:id="9" w:name="_Toc477423908"/>
      <w:r>
        <w:rPr>
          <w:rFonts w:hint="eastAsia"/>
          <w:rtl/>
        </w:rPr>
        <w:t>معرفت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bookmarkEnd w:id="9"/>
      <w:r>
        <w:rPr>
          <w:rtl/>
        </w:rPr>
        <w:t xml:space="preserve"> </w:t>
      </w:r>
    </w:p>
    <w:p w:rsidR="00606E1F" w:rsidRDefault="00606E1F" w:rsidP="00364FC9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آل طه به نقل از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صدر و او به نقل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صالح و موثق خود فرمود:</w:t>
      </w:r>
      <w:r w:rsidR="00364FC9">
        <w:rPr>
          <w:rFonts w:hint="eastAsia"/>
          <w:rtl/>
        </w:rPr>
        <w:t xml:space="preserve"> </w:t>
      </w:r>
      <w:r>
        <w:rPr>
          <w:rFonts w:hint="eastAsia"/>
          <w:rtl/>
        </w:rPr>
        <w:t>روزگار</w:t>
      </w:r>
      <w:r>
        <w:rPr>
          <w:rFonts w:hint="cs"/>
          <w:rtl/>
        </w:rPr>
        <w:t>ی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بودم که به حمام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بزرگ بود و جنب مسجد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تهران قرار داشت ، از برا</w:t>
      </w:r>
      <w:r>
        <w:rPr>
          <w:rFonts w:hint="cs"/>
          <w:rtl/>
        </w:rPr>
        <w:t>ی</w:t>
      </w:r>
      <w:r>
        <w:rPr>
          <w:rtl/>
        </w:rPr>
        <w:t xml:space="preserve"> غسل و نظافت بروم .</w:t>
      </w:r>
      <w:r w:rsidR="00364FC9">
        <w:rPr>
          <w:rFonts w:hint="eastAsia"/>
          <w:rtl/>
        </w:rPr>
        <w:t xml:space="preserve"> 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در حمام با مرد</w:t>
      </w:r>
      <w:r>
        <w:rPr>
          <w:rFonts w:hint="cs"/>
          <w:rtl/>
        </w:rPr>
        <w:t>ی</w:t>
      </w:r>
      <w:r>
        <w:rPr>
          <w:rtl/>
        </w:rPr>
        <w:t xml:space="preserve"> آشنا شدم ، که پس از صحبت فراوان با و</w:t>
      </w:r>
      <w:r>
        <w:rPr>
          <w:rFonts w:hint="cs"/>
          <w:rtl/>
        </w:rPr>
        <w:t>ی</w:t>
      </w:r>
      <w:r>
        <w:rPr>
          <w:rtl/>
        </w:rPr>
        <w:t xml:space="preserve"> در موضوعات گوناگون ، او را مرد</w:t>
      </w:r>
      <w:r>
        <w:rPr>
          <w:rFonts w:hint="cs"/>
          <w:rtl/>
        </w:rPr>
        <w:t>ی</w:t>
      </w:r>
      <w:r>
        <w:rPr>
          <w:rtl/>
        </w:rPr>
        <w:t xml:space="preserve"> بزرگ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گفتارش اتفاقا از علم جفر سخن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آمد، من آن را انکار کردم ، آن مرد در پاسخ سخت برآشفته و با تند</w:t>
      </w:r>
      <w:r>
        <w:rPr>
          <w:rFonts w:hint="cs"/>
          <w:rtl/>
        </w:rPr>
        <w:t>ی</w:t>
      </w:r>
      <w:r>
        <w:rPr>
          <w:rtl/>
        </w:rPr>
        <w:t xml:space="preserve"> گفت : چرا وقت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را </w:t>
      </w:r>
      <w:r>
        <w:rPr>
          <w:rFonts w:hint="eastAsia"/>
          <w:rtl/>
        </w:rPr>
        <w:t>انکار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؟!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حالش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نگفتم . آن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گذشت ، تا آن که در آن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پخش مرد</w:t>
      </w:r>
      <w:r>
        <w:rPr>
          <w:rFonts w:hint="cs"/>
          <w:rtl/>
        </w:rPr>
        <w:t>ی</w:t>
      </w:r>
      <w:r>
        <w:rPr>
          <w:rtl/>
        </w:rPr>
        <w:t xml:space="preserve"> به تهران آمده که علم جفر را از خود قرآن م</w:t>
      </w:r>
      <w:r>
        <w:rPr>
          <w:rFonts w:hint="cs"/>
          <w:rtl/>
        </w:rPr>
        <w:t>ی</w:t>
      </w:r>
      <w:r>
        <w:rPr>
          <w:rtl/>
        </w:rPr>
        <w:t xml:space="preserve"> داند،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دوست داشتم آن مرد را بشناسم ، ول</w:t>
      </w:r>
      <w:r>
        <w:rPr>
          <w:rFonts w:hint="cs"/>
          <w:rtl/>
        </w:rPr>
        <w:t>ی</w:t>
      </w:r>
      <w:r>
        <w:rPr>
          <w:rtl/>
        </w:rPr>
        <w:t xml:space="preserve"> هر چه تلاش م</w:t>
      </w:r>
      <w:r>
        <w:rPr>
          <w:rFonts w:hint="cs"/>
          <w:rtl/>
        </w:rPr>
        <w:t>ی</w:t>
      </w:r>
      <w:r>
        <w:rPr>
          <w:rtl/>
        </w:rPr>
        <w:t xml:space="preserve"> کردم ، کمتر او را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.</w:t>
      </w:r>
      <w:r w:rsidR="00364FC9">
        <w:rPr>
          <w:rFonts w:hint="eastAsia"/>
          <w:rtl/>
        </w:rPr>
        <w:t xml:space="preserve"> </w:t>
      </w:r>
      <w:r>
        <w:rPr>
          <w:rFonts w:hint="eastAsia"/>
          <w:rtl/>
        </w:rPr>
        <w:t>بار</w:t>
      </w:r>
      <w:r>
        <w:rPr>
          <w:rFonts w:hint="cs"/>
          <w:rtl/>
        </w:rPr>
        <w:t>ی</w:t>
      </w:r>
      <w:r>
        <w:rPr>
          <w:rtl/>
        </w:rPr>
        <w:t xml:space="preserve"> !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عازم همان حمام بودم ، اتفاقا پس از عبور از کنار مغازه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دوستانم متوجه شدم همان مرد</w:t>
      </w:r>
      <w:r>
        <w:rPr>
          <w:rFonts w:hint="cs"/>
          <w:rtl/>
        </w:rPr>
        <w:t>ی</w:t>
      </w:r>
      <w:r>
        <w:rPr>
          <w:rtl/>
        </w:rPr>
        <w:t xml:space="preserve"> که با او در حمام بر سر علم جفر به نزاع برخاسته بودم ، آنجاست ! آن دوست او را معرف</w:t>
      </w:r>
      <w:r>
        <w:rPr>
          <w:rFonts w:hint="cs"/>
          <w:rtl/>
        </w:rPr>
        <w:t>ی</w:t>
      </w:r>
      <w:r>
        <w:rPr>
          <w:rtl/>
        </w:rPr>
        <w:t xml:space="preserve"> کرد، تازه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همان کس</w:t>
      </w:r>
      <w:r>
        <w:rPr>
          <w:rFonts w:hint="cs"/>
          <w:rtl/>
        </w:rPr>
        <w:t>ی</w:t>
      </w:r>
      <w:r>
        <w:rPr>
          <w:rtl/>
        </w:rPr>
        <w:t xml:space="preserve"> است که عالم به علم جفر قرآن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eastAsia"/>
          <w:rtl/>
        </w:rPr>
        <w:t>و</w:t>
      </w:r>
      <w:r>
        <w:rPr>
          <w:rtl/>
        </w:rPr>
        <w:t xml:space="preserve"> من مدتها به دنبال او بوده ام . ابتدا او از من به خاطر تند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عذر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اضافه کرده و گفت : من از هر کس</w:t>
      </w:r>
      <w:r>
        <w:rPr>
          <w:rFonts w:hint="cs"/>
          <w:rtl/>
        </w:rPr>
        <w:t>ی</w:t>
      </w:r>
      <w:r>
        <w:rPr>
          <w:rtl/>
        </w:rPr>
        <w:t xml:space="preserve"> که تقاضا</w:t>
      </w:r>
      <w:r>
        <w:rPr>
          <w:rFonts w:hint="cs"/>
          <w:rtl/>
        </w:rPr>
        <w:t>ی</w:t>
      </w:r>
      <w:r>
        <w:rPr>
          <w:rtl/>
        </w:rPr>
        <w:t xml:space="preserve"> دانستن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راه علم جفر قرآن</w:t>
      </w:r>
      <w:r>
        <w:rPr>
          <w:rFonts w:hint="cs"/>
          <w:rtl/>
        </w:rPr>
        <w:t>ی</w:t>
      </w:r>
      <w:r>
        <w:rPr>
          <w:rtl/>
        </w:rPr>
        <w:t xml:space="preserve"> داشته باشد، 30 تومان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جبران آن تند</w:t>
      </w:r>
      <w:r>
        <w:rPr>
          <w:rFonts w:hint="cs"/>
          <w:rtl/>
        </w:rPr>
        <w:t>ی</w:t>
      </w:r>
      <w:r>
        <w:rPr>
          <w:rtl/>
        </w:rPr>
        <w:t xml:space="preserve"> ، حاضرم برا</w:t>
      </w:r>
      <w:r>
        <w:rPr>
          <w:rFonts w:hint="cs"/>
          <w:rtl/>
        </w:rPr>
        <w:t>ی</w:t>
      </w:r>
      <w:r>
        <w:rPr>
          <w:rtl/>
        </w:rPr>
        <w:t xml:space="preserve"> شما مجان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انجام دهم .</w:t>
      </w:r>
      <w:r w:rsidR="00364FC9">
        <w:rPr>
          <w:rFonts w:hint="eastAsia"/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! پس در همان جمع دوستانه ، تقاضا کردم که او از قرآن با علم جفر آنچه را که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، از </w:t>
      </w:r>
      <w:r>
        <w:rPr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دارد. او قرآن</w:t>
      </w:r>
      <w:r>
        <w:rPr>
          <w:rFonts w:hint="cs"/>
          <w:rtl/>
        </w:rPr>
        <w:t>ی</w:t>
      </w:r>
      <w:r>
        <w:rPr>
          <w:rtl/>
        </w:rPr>
        <w:t xml:space="preserve"> به دست گرفت و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کلمات</w:t>
      </w:r>
      <w:r>
        <w:rPr>
          <w:rFonts w:hint="cs"/>
          <w:rtl/>
        </w:rPr>
        <w:t>ی</w:t>
      </w:r>
      <w:r>
        <w:rPr>
          <w:rtl/>
        </w:rPr>
        <w:t xml:space="preserve"> چند، قرآن را باز نمود، به محض باز کردن قرآن ، بدون معطل</w:t>
      </w:r>
      <w:r>
        <w:rPr>
          <w:rFonts w:hint="cs"/>
          <w:rtl/>
        </w:rPr>
        <w:t>ی</w:t>
      </w:r>
      <w:r>
        <w:rPr>
          <w:rtl/>
        </w:rPr>
        <w:t xml:space="preserve"> گفت :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فرد</w:t>
      </w:r>
      <w:r>
        <w:rPr>
          <w:rFonts w:hint="cs"/>
          <w:rtl/>
        </w:rPr>
        <w:t>ی</w:t>
      </w:r>
      <w:r>
        <w:rPr>
          <w:rtl/>
        </w:rPr>
        <w:t xml:space="preserve"> وجود دارد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غسل جنابت دارد، خواهش م</w:t>
      </w:r>
      <w:r>
        <w:rPr>
          <w:rFonts w:hint="cs"/>
          <w:rtl/>
        </w:rPr>
        <w:t>ی</w:t>
      </w:r>
      <w:r>
        <w:rPr>
          <w:rtl/>
        </w:rPr>
        <w:t xml:space="preserve"> کنم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خارج شود!</w:t>
      </w:r>
      <w:r w:rsidR="00364FC9">
        <w:rPr>
          <w:rFonts w:hint="eastAsia"/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شخص مورد نظر، خود من بودم ، با تردست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دوستانم خطاب کرده و گفتم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کس</w:t>
      </w:r>
      <w:r>
        <w:rPr>
          <w:rFonts w:hint="cs"/>
          <w:rtl/>
        </w:rPr>
        <w:t>ی</w:t>
      </w:r>
      <w:r>
        <w:rPr>
          <w:rtl/>
        </w:rPr>
        <w:t xml:space="preserve"> مبتلاست ؟! آنان همگ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کردند، او با ناراحت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بار دوم قرآن را باز نمود، به محض باز کردن قرآن دوباره همان ادعا</w:t>
      </w:r>
      <w:r>
        <w:rPr>
          <w:rFonts w:hint="cs"/>
          <w:rtl/>
        </w:rPr>
        <w:t>ی</w:t>
      </w:r>
      <w:r>
        <w:rPr>
          <w:rtl/>
        </w:rPr>
        <w:t xml:space="preserve"> سابق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تکرار کرد و به </w:t>
      </w:r>
      <w:r>
        <w:rPr>
          <w:rFonts w:hint="eastAsia"/>
          <w:rtl/>
        </w:rPr>
        <w:t>خواهش</w:t>
      </w:r>
      <w:r>
        <w:rPr>
          <w:rtl/>
        </w:rPr>
        <w:t xml:space="preserve"> از ما خواست که هر کس</w:t>
      </w:r>
      <w:r>
        <w:rPr>
          <w:rFonts w:hint="cs"/>
          <w:rtl/>
        </w:rPr>
        <w:t>ی</w:t>
      </w:r>
      <w:r>
        <w:rPr>
          <w:rtl/>
        </w:rPr>
        <w:t xml:space="preserve"> مبتلا به غسل است ، از آنجا خارج شود. من خود با سرافکندگ</w:t>
      </w:r>
      <w:r>
        <w:rPr>
          <w:rFonts w:hint="cs"/>
          <w:rtl/>
        </w:rPr>
        <w:t>ی</w:t>
      </w:r>
      <w:r>
        <w:rPr>
          <w:rtl/>
        </w:rPr>
        <w:t xml:space="preserve"> ! از آن محل خارج شدم ، آن فرد برا</w:t>
      </w:r>
      <w:r>
        <w:rPr>
          <w:rFonts w:hint="cs"/>
          <w:rtl/>
        </w:rPr>
        <w:t>ی</w:t>
      </w:r>
      <w:r>
        <w:rPr>
          <w:rtl/>
        </w:rPr>
        <w:t xml:space="preserve"> بار سوم قرآن را باز نمود، آنگاه بلافاصله مرا به درون مغازه احضار کرد و گفت : آنچه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tl/>
        </w:rPr>
        <w:t xml:space="preserve"> از گندم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مشتقات آن است !!</w:t>
      </w:r>
    </w:p>
    <w:p w:rsidR="00364FC9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کردم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شهرها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آرد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بودم 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364FC9" w:rsidTr="00364FC9">
        <w:trPr>
          <w:trHeight w:val="350"/>
        </w:trPr>
        <w:tc>
          <w:tcPr>
            <w:tcW w:w="3344" w:type="dxa"/>
            <w:shd w:val="clear" w:color="auto" w:fill="auto"/>
          </w:tcPr>
          <w:p w:rsidR="00364FC9" w:rsidRDefault="00364FC9" w:rsidP="00E17D55">
            <w:pPr>
              <w:pStyle w:val="libPoem"/>
            </w:pPr>
            <w:r>
              <w:rPr>
                <w:rtl/>
              </w:rPr>
              <w:t>زند به هر ورقش موج ، بحر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حکمت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364FC9" w:rsidRDefault="00364FC9" w:rsidP="00E17D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364FC9" w:rsidRDefault="00364FC9" w:rsidP="00E17D55">
            <w:pPr>
              <w:pStyle w:val="libPoem"/>
            </w:pPr>
            <w:r>
              <w:rPr>
                <w:rFonts w:hint="eastAsia"/>
                <w:rtl/>
              </w:rPr>
              <w:t>چه</w:t>
            </w:r>
            <w:r>
              <w:rPr>
                <w:rtl/>
              </w:rPr>
              <w:t xml:space="preserve"> 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اش که لبالب ز علم و عرفان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4FC9" w:rsidTr="00364FC9">
        <w:trPr>
          <w:trHeight w:val="350"/>
        </w:trPr>
        <w:tc>
          <w:tcPr>
            <w:tcW w:w="3344" w:type="dxa"/>
          </w:tcPr>
          <w:p w:rsidR="00364FC9" w:rsidRDefault="00364FC9" w:rsidP="00E17D55">
            <w:pPr>
              <w:pStyle w:val="libPoem"/>
            </w:pPr>
            <w:r>
              <w:rPr>
                <w:rFonts w:hint="eastAsia"/>
                <w:rtl/>
              </w:rPr>
              <w:t>جمال</w:t>
            </w:r>
            <w:r>
              <w:rPr>
                <w:rtl/>
              </w:rPr>
              <w:t xml:space="preserve"> و جلوه او،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ره</w:t>
            </w:r>
            <w:r>
              <w:rPr>
                <w:rtl/>
              </w:rPr>
              <w:t xml:space="preserve"> کرده چشم عقول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364FC9" w:rsidRDefault="00364FC9" w:rsidP="00E17D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364FC9" w:rsidRDefault="00364FC9" w:rsidP="00E17D55">
            <w:pPr>
              <w:pStyle w:val="libPoem"/>
            </w:pPr>
            <w:r>
              <w:rPr>
                <w:rFonts w:hint="eastAsia"/>
                <w:rtl/>
              </w:rPr>
              <w:t>کدام</w:t>
            </w:r>
            <w:r>
              <w:rPr>
                <w:rtl/>
              </w:rPr>
              <w:t xml:space="preserve"> دل که از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نور، مات و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ران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4FC9" w:rsidTr="00364FC9">
        <w:trPr>
          <w:trHeight w:val="350"/>
        </w:trPr>
        <w:tc>
          <w:tcPr>
            <w:tcW w:w="3344" w:type="dxa"/>
          </w:tcPr>
          <w:p w:rsidR="00364FC9" w:rsidRDefault="00364FC9" w:rsidP="00E17D55">
            <w:pPr>
              <w:pStyle w:val="libPoem"/>
            </w:pPr>
            <w:r>
              <w:rPr>
                <w:rFonts w:hint="eastAsia"/>
                <w:rtl/>
              </w:rPr>
              <w:t>چه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مت</w:t>
            </w:r>
            <w:r>
              <w:rPr>
                <w:rtl/>
              </w:rPr>
              <w:t xml:space="preserve"> که چه اسرار اندر آن مخف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364FC9" w:rsidRDefault="00364FC9" w:rsidP="00E17D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364FC9" w:rsidRDefault="00364FC9" w:rsidP="00E17D55">
            <w:pPr>
              <w:pStyle w:val="libPoem"/>
            </w:pPr>
            <w:r>
              <w:rPr>
                <w:rFonts w:hint="eastAsia"/>
                <w:rtl/>
              </w:rPr>
              <w:t>کتاب</w:t>
            </w:r>
            <w:r>
              <w:rPr>
                <w:rtl/>
              </w:rPr>
              <w:t xml:space="preserve"> جلوه حقست ، وصفش آسان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tl/>
              </w:rPr>
              <w:t xml:space="preserve"> </w:t>
            </w:r>
            <w:r w:rsidRPr="00364FC9">
              <w:rPr>
                <w:rStyle w:val="libFootnotenumChar"/>
                <w:rtl/>
              </w:rPr>
              <w:t>(20) (21)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64FC9" w:rsidRDefault="00364FC9" w:rsidP="00606E1F">
      <w:pPr>
        <w:pStyle w:val="libNormal"/>
        <w:rPr>
          <w:rtl/>
        </w:rPr>
      </w:pPr>
    </w:p>
    <w:p w:rsidR="00606E1F" w:rsidRDefault="00364FC9" w:rsidP="00364FC9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364FC9">
      <w:pPr>
        <w:pStyle w:val="Heading1"/>
        <w:rPr>
          <w:rtl/>
        </w:rPr>
      </w:pPr>
      <w:bookmarkStart w:id="10" w:name="_Toc477423909"/>
      <w:r>
        <w:rPr>
          <w:rFonts w:hint="eastAsia"/>
          <w:rtl/>
        </w:rPr>
        <w:t>فصل</w:t>
      </w:r>
      <w:r>
        <w:rPr>
          <w:rtl/>
        </w:rPr>
        <w:t xml:space="preserve"> دوم : برد معرفت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10"/>
    </w:p>
    <w:p w:rsidR="00364FC9" w:rsidRDefault="00364FC9" w:rsidP="00606E1F">
      <w:pPr>
        <w:pStyle w:val="libNormal"/>
        <w:rPr>
          <w:rtl/>
        </w:rPr>
      </w:pPr>
    </w:p>
    <w:p w:rsidR="00606E1F" w:rsidRDefault="00606E1F" w:rsidP="00364FC9">
      <w:pPr>
        <w:pStyle w:val="Heading2"/>
        <w:rPr>
          <w:rtl/>
        </w:rPr>
      </w:pPr>
      <w:bookmarkStart w:id="11" w:name="_Toc477423910"/>
      <w:r>
        <w:rPr>
          <w:rFonts w:hint="eastAsia"/>
          <w:rtl/>
        </w:rPr>
        <w:t>معرفت</w:t>
      </w:r>
      <w:r>
        <w:rPr>
          <w:rtl/>
        </w:rPr>
        <w:t xml:space="preserve"> بر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داها</w:t>
      </w:r>
      <w:bookmarkEnd w:id="11"/>
      <w:r>
        <w:rPr>
          <w:rtl/>
        </w:rPr>
        <w:t xml:space="preserve"> </w:t>
      </w:r>
    </w:p>
    <w:p w:rsidR="00606E1F" w:rsidRDefault="00606E1F" w:rsidP="00364FC9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محمد عل</w:t>
      </w:r>
      <w:r>
        <w:rPr>
          <w:rFonts w:hint="cs"/>
          <w:rtl/>
        </w:rPr>
        <w:t>ی</w:t>
      </w:r>
      <w:r>
        <w:rPr>
          <w:rtl/>
        </w:rPr>
        <w:t xml:space="preserve"> شاه آباد</w:t>
      </w:r>
      <w:r>
        <w:rPr>
          <w:rFonts w:hint="cs"/>
          <w:rtl/>
        </w:rPr>
        <w:t>ی</w:t>
      </w:r>
      <w:r>
        <w:rPr>
          <w:rtl/>
        </w:rPr>
        <w:t xml:space="preserve"> از قول استاد جناب آقا</w:t>
      </w:r>
      <w:r>
        <w:rPr>
          <w:rFonts w:hint="cs"/>
          <w:rtl/>
        </w:rPr>
        <w:t>ی</w:t>
      </w:r>
      <w:r>
        <w:rPr>
          <w:rtl/>
        </w:rPr>
        <w:t xml:space="preserve"> محمد رضا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نقل فرمود که :</w:t>
      </w:r>
      <w:r w:rsidR="00364FC9">
        <w:rPr>
          <w:rFonts w:hint="eastAsia"/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بهاءالد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>رحمه‌الله</w:t>
      </w:r>
      <w:r w:rsidR="00EE4BC0" w:rsidRPr="00364FC9">
        <w:rPr>
          <w:rStyle w:val="libFootnotenumChar"/>
          <w:rtl/>
        </w:rPr>
        <w:t xml:space="preserve"> </w:t>
      </w:r>
      <w:r w:rsidRPr="00364FC9">
        <w:rPr>
          <w:rStyle w:val="libFootnotenumChar"/>
          <w:rtl/>
        </w:rPr>
        <w:t xml:space="preserve">(22) </w:t>
      </w:r>
      <w:r>
        <w:rPr>
          <w:rtl/>
        </w:rPr>
        <w:t>چشمان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حجاب داشت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قبل از رفتن به نزدش و حت</w:t>
      </w:r>
      <w:r>
        <w:rPr>
          <w:rFonts w:hint="cs"/>
          <w:rtl/>
        </w:rPr>
        <w:t>ی</w:t>
      </w:r>
      <w:r>
        <w:rPr>
          <w:rtl/>
        </w:rPr>
        <w:t xml:space="preserve"> شرکت در نماز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مراقبت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شد، تا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لازم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364FC9">
        <w:rPr>
          <w:rStyle w:val="libFootnotenumChar"/>
          <w:rtl/>
        </w:rPr>
        <w:t>(23)</w:t>
      </w:r>
    </w:p>
    <w:p w:rsidR="00364FC9" w:rsidRDefault="00364FC9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364FC9">
      <w:pPr>
        <w:pStyle w:val="Heading2"/>
        <w:rPr>
          <w:rtl/>
        </w:rPr>
      </w:pPr>
      <w:bookmarkStart w:id="12" w:name="_Toc477423911"/>
      <w:r>
        <w:rPr>
          <w:rFonts w:hint="eastAsia"/>
          <w:rtl/>
        </w:rPr>
        <w:t>معرفت</w:t>
      </w:r>
      <w:r>
        <w:rPr>
          <w:rtl/>
        </w:rPr>
        <w:t xml:space="preserve"> از وصال</w:t>
      </w:r>
      <w:bookmarkEnd w:id="12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کرم</w:t>
      </w:r>
      <w:r>
        <w:rPr>
          <w:rFonts w:hint="cs"/>
          <w:rtl/>
        </w:rPr>
        <w:t>ی</w:t>
      </w:r>
      <w:r>
        <w:rPr>
          <w:rtl/>
        </w:rPr>
        <w:t xml:space="preserve"> قمشه ا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606E1F" w:rsidRDefault="00606E1F" w:rsidP="00364FC9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حالات معنو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داشت ، او چند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شهادتش در کردستان ، از همسرش تقاضا</w:t>
      </w:r>
      <w:r>
        <w:rPr>
          <w:rFonts w:hint="cs"/>
          <w:rtl/>
        </w:rPr>
        <w:t>ی</w:t>
      </w:r>
      <w:r>
        <w:rPr>
          <w:rtl/>
        </w:rPr>
        <w:t xml:space="preserve"> فرستادن لباس نو کرد و به او گفت : م</w:t>
      </w:r>
      <w:r>
        <w:rPr>
          <w:rFonts w:hint="cs"/>
          <w:rtl/>
        </w:rPr>
        <w:t>ی</w:t>
      </w:r>
      <w:r>
        <w:rPr>
          <w:rtl/>
        </w:rPr>
        <w:t xml:space="preserve"> خواهم چند روز</w:t>
      </w:r>
      <w:r>
        <w:rPr>
          <w:rFonts w:hint="cs"/>
          <w:rtl/>
        </w:rPr>
        <w:t>ی</w:t>
      </w:r>
      <w:r>
        <w:rPr>
          <w:rtl/>
        </w:rPr>
        <w:t xml:space="preserve"> با لباس نو باشم ، تا اگر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لباسها عروج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  <w:r w:rsidR="00364FC9">
        <w:rPr>
          <w:rFonts w:hint="eastAsia"/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روز بعد که لباسها</w:t>
      </w:r>
      <w:r>
        <w:rPr>
          <w:rFonts w:hint="cs"/>
          <w:rtl/>
        </w:rPr>
        <w:t>ی</w:t>
      </w:r>
      <w:r>
        <w:rPr>
          <w:rtl/>
        </w:rPr>
        <w:t xml:space="preserve"> نو به دستش م</w:t>
      </w:r>
      <w:r>
        <w:rPr>
          <w:rFonts w:hint="cs"/>
          <w:rtl/>
        </w:rPr>
        <w:t>ی</w:t>
      </w:r>
      <w:r>
        <w:rPr>
          <w:rtl/>
        </w:rPr>
        <w:t xml:space="preserve"> رسد او آنها را بلافاصله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آنگاه از سنگر به سو</w:t>
      </w:r>
      <w:r>
        <w:rPr>
          <w:rFonts w:hint="cs"/>
          <w:rtl/>
        </w:rPr>
        <w:t>ی</w:t>
      </w:r>
      <w:r>
        <w:rPr>
          <w:rtl/>
        </w:rPr>
        <w:t xml:space="preserve"> سوله نماز جماعت به راه م</w:t>
      </w:r>
      <w:r>
        <w:rPr>
          <w:rFonts w:hint="cs"/>
          <w:rtl/>
        </w:rPr>
        <w:t>ی</w:t>
      </w:r>
      <w:r>
        <w:rPr>
          <w:rtl/>
        </w:rPr>
        <w:t xml:space="preserve"> افتد. ناگهان خمپاره ا</w:t>
      </w:r>
      <w:r>
        <w:rPr>
          <w:rFonts w:hint="cs"/>
          <w:rtl/>
        </w:rPr>
        <w:t>ی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افتد دوستانش - حدودا 9 نفر - که حالت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برا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اصابت خمپاره ها، خودشان را </w:t>
      </w:r>
      <w:r>
        <w:rPr>
          <w:rFonts w:hint="eastAsia"/>
          <w:rtl/>
        </w:rPr>
        <w:t>به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اندازند، تا او به شهادت نرسد، ول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در حال</w:t>
      </w:r>
      <w:r>
        <w:rPr>
          <w:rFonts w:hint="cs"/>
          <w:rtl/>
        </w:rPr>
        <w:t>ی</w:t>
      </w:r>
      <w:r>
        <w:rPr>
          <w:rtl/>
        </w:rPr>
        <w:t xml:space="preserve"> به شهادت م</w:t>
      </w:r>
      <w:r>
        <w:rPr>
          <w:rFonts w:hint="cs"/>
          <w:rtl/>
        </w:rPr>
        <w:t>ی</w:t>
      </w:r>
      <w:r>
        <w:rPr>
          <w:rtl/>
        </w:rPr>
        <w:t xml:space="preserve"> رسد که به نه جا</w:t>
      </w:r>
      <w:r>
        <w:rPr>
          <w:rFonts w:hint="cs"/>
          <w:rtl/>
        </w:rPr>
        <w:t>ی</w:t>
      </w:r>
      <w:r>
        <w:rPr>
          <w:rtl/>
        </w:rPr>
        <w:t xml:space="preserve"> بدنش خمپاره اصابت کرده و کل خون او از بدنش خارج م</w:t>
      </w:r>
      <w:r>
        <w:rPr>
          <w:rFonts w:hint="cs"/>
          <w:rtl/>
        </w:rPr>
        <w:t>ی</w:t>
      </w:r>
      <w:r>
        <w:rPr>
          <w:rtl/>
        </w:rPr>
        <w:t xml:space="preserve"> شود، در حال</w:t>
      </w:r>
      <w:r>
        <w:rPr>
          <w:rFonts w:hint="cs"/>
          <w:rtl/>
        </w:rPr>
        <w:t>ی</w:t>
      </w:r>
      <w:r>
        <w:rPr>
          <w:rtl/>
        </w:rPr>
        <w:t xml:space="preserve"> که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 نه نفر ترکش</w:t>
      </w:r>
      <w:r>
        <w:rPr>
          <w:rFonts w:hint="cs"/>
          <w:rtl/>
        </w:rPr>
        <w:t>ی</w:t>
      </w:r>
      <w:r>
        <w:rPr>
          <w:rtl/>
        </w:rPr>
        <w:t xml:space="preserve"> اصابت نم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Pr="00364FC9">
        <w:rPr>
          <w:rStyle w:val="libFootnotenumChar"/>
          <w:rtl/>
        </w:rPr>
        <w:t>(24)</w:t>
      </w:r>
    </w:p>
    <w:p w:rsidR="00364FC9" w:rsidRDefault="00364FC9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364FC9">
      <w:pPr>
        <w:pStyle w:val="Heading2"/>
        <w:rPr>
          <w:rtl/>
        </w:rPr>
      </w:pPr>
      <w:bookmarkStart w:id="13" w:name="_Toc477423912"/>
      <w:r>
        <w:rPr>
          <w:rFonts w:hint="eastAsia"/>
          <w:rtl/>
        </w:rPr>
        <w:t>معرفت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مانع</w:t>
      </w:r>
      <w:bookmarkEnd w:id="13"/>
      <w:r>
        <w:rPr>
          <w:rtl/>
        </w:rPr>
        <w:t xml:space="preserve"> </w:t>
      </w:r>
    </w:p>
    <w:p w:rsidR="00606E1F" w:rsidRDefault="00606E1F" w:rsidP="00364FC9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رجند</w:t>
      </w:r>
      <w:r>
        <w:rPr>
          <w:rFonts w:hint="cs"/>
          <w:rtl/>
        </w:rPr>
        <w:t>ی</w:t>
      </w:r>
      <w:r>
        <w:rPr>
          <w:rtl/>
        </w:rPr>
        <w:t xml:space="preserve"> به نقل از جناب آقا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و او از مرحوم محدث زاده </w:t>
      </w:r>
      <w:r w:rsidR="00EE4BC0" w:rsidRPr="00EE4BC0">
        <w:rPr>
          <w:rStyle w:val="libAlaemChar"/>
          <w:rtl/>
        </w:rPr>
        <w:t xml:space="preserve">رحمه‌الله </w:t>
      </w:r>
      <w:r w:rsidRPr="00364FC9">
        <w:rPr>
          <w:rStyle w:val="libFootnotenumChar"/>
          <w:rtl/>
        </w:rPr>
        <w:t>(25)</w:t>
      </w:r>
      <w:r>
        <w:rPr>
          <w:rtl/>
        </w:rPr>
        <w:t xml:space="preserve"> نقل کرد:</w:t>
      </w:r>
    </w:p>
    <w:p w:rsidR="00364FC9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بارها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پدرم در خانه نشسته بود و در به صدا در م</w:t>
      </w:r>
      <w:r>
        <w:rPr>
          <w:rFonts w:hint="cs"/>
          <w:rtl/>
        </w:rPr>
        <w:t>ی</w:t>
      </w:r>
      <w:r>
        <w:rPr>
          <w:rtl/>
        </w:rPr>
        <w:t xml:space="preserve"> آمد، بدون آنکه در را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پدرم م</w:t>
      </w:r>
      <w:r>
        <w:rPr>
          <w:rFonts w:hint="cs"/>
          <w:rtl/>
        </w:rPr>
        <w:t>ی</w:t>
      </w:r>
      <w:r>
        <w:rPr>
          <w:rtl/>
        </w:rPr>
        <w:t xml:space="preserve"> فرمود فلان</w:t>
      </w:r>
      <w:r>
        <w:rPr>
          <w:rFonts w:hint="cs"/>
          <w:rtl/>
        </w:rPr>
        <w:t>ی</w:t>
      </w:r>
      <w:r>
        <w:rPr>
          <w:rtl/>
        </w:rPr>
        <w:t xml:space="preserve"> است ، در را باز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و گاه که موافق بود، م</w:t>
      </w:r>
      <w:r>
        <w:rPr>
          <w:rFonts w:hint="cs"/>
          <w:rtl/>
        </w:rPr>
        <w:t>ی</w:t>
      </w:r>
      <w:r>
        <w:rPr>
          <w:rtl/>
        </w:rPr>
        <w:t xml:space="preserve"> فرمود فلان شخص پشت در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، در را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هنگام</w:t>
      </w:r>
      <w:r>
        <w:rPr>
          <w:rFonts w:hint="cs"/>
          <w:rtl/>
        </w:rPr>
        <w:t>ی</w:t>
      </w:r>
      <w:r>
        <w:rPr>
          <w:rtl/>
        </w:rPr>
        <w:t xml:space="preserve"> که در خانه را باز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همان شخص را در مق</w:t>
      </w:r>
      <w:r>
        <w:rPr>
          <w:rFonts w:hint="eastAsia"/>
          <w:rtl/>
        </w:rPr>
        <w:t>ابل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5"/>
        <w:gridCol w:w="268"/>
        <w:gridCol w:w="3319"/>
      </w:tblGrid>
      <w:tr w:rsidR="00364FC9" w:rsidTr="00E17D55">
        <w:trPr>
          <w:trHeight w:val="350"/>
        </w:trPr>
        <w:tc>
          <w:tcPr>
            <w:tcW w:w="3920" w:type="dxa"/>
            <w:shd w:val="clear" w:color="auto" w:fill="auto"/>
          </w:tcPr>
          <w:p w:rsidR="00364FC9" w:rsidRDefault="00364FC9" w:rsidP="00E17D55">
            <w:pPr>
              <w:pStyle w:val="libPoem"/>
            </w:pPr>
            <w:r>
              <w:rPr>
                <w:rtl/>
              </w:rPr>
              <w:t>صدق در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هر کس که چراغ افروزد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64FC9" w:rsidRDefault="00364FC9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64FC9" w:rsidRDefault="00364FC9" w:rsidP="00E17D55">
            <w:pPr>
              <w:pStyle w:val="libPoem"/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دهانش نفس صبحدم 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برون </w:t>
            </w:r>
            <w:r w:rsidRPr="00364FC9">
              <w:rPr>
                <w:rStyle w:val="libFootnotenumChar"/>
                <w:rtl/>
              </w:rPr>
              <w:t>(26) (27)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06E1F" w:rsidRDefault="00364FC9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364FC9">
      <w:pPr>
        <w:pStyle w:val="Heading2"/>
        <w:rPr>
          <w:rtl/>
        </w:rPr>
      </w:pPr>
      <w:bookmarkStart w:id="14" w:name="_Toc477423913"/>
      <w:r>
        <w:rPr>
          <w:rtl/>
        </w:rPr>
        <w:t>معرفت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مترقبه</w:t>
      </w:r>
      <w:bookmarkEnd w:id="14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مرجع</w:t>
      </w:r>
      <w:r>
        <w:rPr>
          <w:rtl/>
        </w:rPr>
        <w:t xml:space="preserve"> بزرگ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بهجت ادام الله ظله العال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606E1F" w:rsidRDefault="00606E1F" w:rsidP="00364FC9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موثق - که نم</w:t>
      </w:r>
      <w:r>
        <w:rPr>
          <w:rFonts w:hint="cs"/>
          <w:rtl/>
        </w:rPr>
        <w:t>ی</w:t>
      </w:r>
      <w:r>
        <w:rPr>
          <w:rtl/>
        </w:rPr>
        <w:t xml:space="preserve"> دانم اکنون زنده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- از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نقل کرد: روز</w:t>
      </w:r>
      <w:r>
        <w:rPr>
          <w:rFonts w:hint="cs"/>
          <w:rtl/>
        </w:rPr>
        <w:t>ی</w:t>
      </w:r>
      <w:r>
        <w:rPr>
          <w:rtl/>
        </w:rPr>
        <w:t xml:space="preserve"> در مطب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نشسته بودم ، ناگهان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با سر برهنه و پا</w:t>
      </w:r>
      <w:r>
        <w:rPr>
          <w:rFonts w:hint="cs"/>
          <w:rtl/>
        </w:rPr>
        <w:t>ی</w:t>
      </w:r>
      <w:r>
        <w:rPr>
          <w:rtl/>
        </w:rPr>
        <w:t xml:space="preserve"> بدون کفش وارد مطب من شد. سپس با صدا</w:t>
      </w:r>
      <w:r>
        <w:rPr>
          <w:rFonts w:hint="cs"/>
          <w:rtl/>
        </w:rPr>
        <w:t>ی</w:t>
      </w:r>
      <w:r>
        <w:rPr>
          <w:rtl/>
        </w:rPr>
        <w:t xml:space="preserve"> بلند و تند تند شروع به نام بردن از 313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امام زمان 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و رفت !</w:t>
      </w:r>
      <w:r w:rsidR="00364FC9">
        <w:rPr>
          <w:rFonts w:hint="eastAsia"/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از خروج آن مرد، سخت به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افتادم که به راست</w:t>
      </w:r>
      <w:r>
        <w:rPr>
          <w:rFonts w:hint="cs"/>
          <w:rtl/>
        </w:rPr>
        <w:t>ی</w:t>
      </w:r>
      <w:r>
        <w:rPr>
          <w:rtl/>
        </w:rPr>
        <w:t xml:space="preserve"> او چه کس</w:t>
      </w:r>
      <w:r>
        <w:rPr>
          <w:rFonts w:hint="cs"/>
          <w:rtl/>
        </w:rPr>
        <w:t>ی</w:t>
      </w:r>
      <w:r>
        <w:rPr>
          <w:rtl/>
        </w:rPr>
        <w:t xml:space="preserve"> بود؟ به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از مطب دو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تا از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بپرسم ، ول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. تعداد</w:t>
      </w:r>
      <w:r>
        <w:rPr>
          <w:rFonts w:hint="cs"/>
          <w:rtl/>
        </w:rPr>
        <w:t>ی</w:t>
      </w:r>
      <w:r>
        <w:rPr>
          <w:rtl/>
        </w:rPr>
        <w:t xml:space="preserve"> از بچه ها کنار درب مطب به باز</w:t>
      </w:r>
      <w:r>
        <w:rPr>
          <w:rFonts w:hint="cs"/>
          <w:rtl/>
        </w:rPr>
        <w:t>ی</w:t>
      </w:r>
      <w:r>
        <w:rPr>
          <w:rtl/>
        </w:rPr>
        <w:t xml:space="preserve"> مشغول بودند از آنان ، در مورد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آنان به اتفاق گفتند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</w:t>
      </w:r>
      <w:r>
        <w:rPr>
          <w:rFonts w:hint="eastAsia"/>
          <w:rtl/>
        </w:rPr>
        <w:t>د</w:t>
      </w:r>
      <w:r>
        <w:rPr>
          <w:rtl/>
        </w:rPr>
        <w:t xml:space="preserve"> که از مطب خارج شده باشد!</w:t>
      </w:r>
      <w:r w:rsidR="00364FC9">
        <w:rPr>
          <w:rFonts w:hint="eastAsia"/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به مطب بازگشتم ، با ناراحت</w:t>
      </w:r>
      <w:r>
        <w:rPr>
          <w:rFonts w:hint="cs"/>
          <w:rtl/>
        </w:rPr>
        <w:t>ی</w:t>
      </w:r>
      <w:r>
        <w:rPr>
          <w:rtl/>
        </w:rPr>
        <w:t xml:space="preserve"> از همسرم - که در اتاق مجاور بود -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تو صدا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  <w:r>
        <w:rPr>
          <w:rFonts w:hint="eastAsia"/>
          <w:rtl/>
        </w:rPr>
        <w:t>او</w:t>
      </w:r>
      <w:r>
        <w:rPr>
          <w:rtl/>
        </w:rPr>
        <w:t xml:space="preserve"> گفت : صدا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بلند و با تند</w:t>
      </w:r>
      <w:r>
        <w:rPr>
          <w:rFonts w:hint="cs"/>
          <w:rtl/>
        </w:rPr>
        <w:t>ی</w:t>
      </w:r>
      <w:r>
        <w:rPr>
          <w:rtl/>
        </w:rPr>
        <w:t xml:space="preserve"> سخن م</w:t>
      </w:r>
      <w:r>
        <w:rPr>
          <w:rFonts w:hint="cs"/>
          <w:rtl/>
        </w:rPr>
        <w:t>ی</w:t>
      </w:r>
      <w:r>
        <w:rPr>
          <w:rtl/>
        </w:rPr>
        <w:t xml:space="preserve"> گفت ؛ او چه کس</w:t>
      </w:r>
      <w:r>
        <w:rPr>
          <w:rFonts w:hint="cs"/>
          <w:rtl/>
        </w:rPr>
        <w:t>ی</w:t>
      </w:r>
      <w:r>
        <w:rPr>
          <w:rtl/>
        </w:rPr>
        <w:t xml:space="preserve"> بود!</w:t>
      </w:r>
      <w:r w:rsidR="00364FC9">
        <w:rPr>
          <w:rFonts w:hint="eastAsia"/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خواب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! بلکه واقعا کس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که خود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خاص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بوده است . او با شناخت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خاص ، به نزدم آمده و نامشان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 .</w:t>
      </w:r>
      <w:r w:rsidRPr="001E29EB">
        <w:rPr>
          <w:rStyle w:val="libFootnotenumChar"/>
          <w:rtl/>
        </w:rPr>
        <w:t>(28)</w:t>
      </w:r>
    </w:p>
    <w:p w:rsidR="001E29EB" w:rsidRDefault="001E29EB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1E29EB">
      <w:pPr>
        <w:pStyle w:val="Heading2"/>
        <w:rPr>
          <w:rtl/>
        </w:rPr>
      </w:pPr>
      <w:bookmarkStart w:id="15" w:name="_Toc477423914"/>
      <w:r>
        <w:rPr>
          <w:rFonts w:hint="eastAsia"/>
          <w:rtl/>
        </w:rPr>
        <w:t>معرفت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حضور ائمه </w:t>
      </w:r>
      <w:r w:rsidR="001E29EB" w:rsidRPr="001E29EB">
        <w:rPr>
          <w:rStyle w:val="libAlaemChar"/>
          <w:rtl/>
        </w:rPr>
        <w:t>عليهم‌السلام</w:t>
      </w:r>
      <w:bookmarkEnd w:id="15"/>
      <w:r w:rsidR="001E29EB" w:rsidRPr="001E29EB">
        <w:rPr>
          <w:rStyle w:val="libAlaemChar"/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حجة</w:t>
      </w:r>
      <w:r>
        <w:rPr>
          <w:rtl/>
        </w:rPr>
        <w:t xml:space="preserve"> الاسلام محمد عل</w:t>
      </w:r>
      <w:r>
        <w:rPr>
          <w:rFonts w:hint="cs"/>
          <w:rtl/>
        </w:rPr>
        <w:t>ی</w:t>
      </w:r>
      <w:r>
        <w:rPr>
          <w:rtl/>
        </w:rPr>
        <w:t xml:space="preserve"> شاه آباد</w:t>
      </w:r>
      <w:r>
        <w:rPr>
          <w:rFonts w:hint="cs"/>
          <w:rtl/>
        </w:rPr>
        <w:t>ی</w:t>
      </w:r>
      <w:r>
        <w:rPr>
          <w:rtl/>
        </w:rPr>
        <w:t xml:space="preserve"> به نقل از مرحوم حجة الاسلام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معز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606E1F" w:rsidRDefault="00606E1F" w:rsidP="001E29E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به اصرار ناگهان</w:t>
      </w:r>
      <w:r>
        <w:rPr>
          <w:rFonts w:hint="cs"/>
          <w:rtl/>
        </w:rPr>
        <w:t>ی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بهاءالد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جهت تشرف به مشهد مقدس ، مجبور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همراه</w:t>
      </w:r>
      <w:r>
        <w:rPr>
          <w:rFonts w:hint="cs"/>
          <w:rtl/>
        </w:rPr>
        <w:t>ی</w:t>
      </w:r>
      <w:r>
        <w:rPr>
          <w:rtl/>
        </w:rPr>
        <w:t xml:space="preserve"> جناب حجة الاسلام امجد و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پرزحمت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عازم مشهد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از علت اصرارشان سؤ ال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فانه</w:t>
      </w:r>
      <w:r>
        <w:rPr>
          <w:rtl/>
        </w:rPr>
        <w:t xml:space="preserve"> اشاره کرد که سوال</w:t>
      </w:r>
      <w:r>
        <w:rPr>
          <w:rFonts w:hint="cs"/>
          <w:rtl/>
        </w:rPr>
        <w:t>ی</w:t>
      </w:r>
      <w:r>
        <w:rPr>
          <w:rtl/>
        </w:rPr>
        <w:t xml:space="preserve"> از حضرت رضا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>دارد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از آن حضرت پرسش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راه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بر ما وارد آمد. برف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اقامت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روزه در وسط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، آن هم در آن هوا</w:t>
      </w:r>
      <w:r>
        <w:rPr>
          <w:rFonts w:hint="cs"/>
          <w:rtl/>
        </w:rPr>
        <w:t>ی</w:t>
      </w:r>
      <w:r>
        <w:rPr>
          <w:rtl/>
        </w:rPr>
        <w:t xml:space="preserve"> سرد، امان ما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</w:t>
      </w:r>
      <w:r w:rsidR="001E29EB">
        <w:rPr>
          <w:rFonts w:hint="eastAsia"/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مشهد مقدس و استراحت</w:t>
      </w:r>
      <w:r>
        <w:rPr>
          <w:rFonts w:hint="cs"/>
          <w:rtl/>
        </w:rPr>
        <w:t>ی</w:t>
      </w:r>
      <w:r>
        <w:rPr>
          <w:rtl/>
        </w:rPr>
        <w:t xml:space="preserve"> مختصر به همراه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بهاءالد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عازم حرم مطهر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پس از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با خروج ناگهان</w:t>
      </w:r>
      <w:r>
        <w:rPr>
          <w:rFonts w:hint="cs"/>
          <w:rtl/>
        </w:rPr>
        <w:t>ی</w:t>
      </w:r>
      <w:r>
        <w:rPr>
          <w:rtl/>
        </w:rPr>
        <w:t xml:space="preserve"> و بدون مقدمه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بهاءالد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از حرم ،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ناچار برا</w:t>
      </w:r>
      <w:r>
        <w:rPr>
          <w:rFonts w:hint="cs"/>
          <w:rtl/>
        </w:rPr>
        <w:t>ی</w:t>
      </w:r>
      <w:r>
        <w:rPr>
          <w:rtl/>
        </w:rPr>
        <w:t xml:space="preserve"> همراه</w:t>
      </w:r>
      <w:r>
        <w:rPr>
          <w:rFonts w:hint="cs"/>
          <w:rtl/>
        </w:rPr>
        <w:t>ی</w:t>
      </w:r>
      <w:r>
        <w:rPr>
          <w:rtl/>
        </w:rPr>
        <w:t xml:space="preserve"> با آن مرحوم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تعجب ما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بدون مقدمه ،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قاطع فرمود: امروز بعد از ظهر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قم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!؟</w:t>
      </w:r>
      <w:r w:rsidR="001E29EB">
        <w:rPr>
          <w:rFonts w:hint="eastAsia"/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اعتراض کنان و با ناراحت</w:t>
      </w:r>
      <w:r>
        <w:rPr>
          <w:rFonts w:hint="cs"/>
          <w:rtl/>
        </w:rPr>
        <w:t>ی</w:t>
      </w:r>
      <w:r>
        <w:rPr>
          <w:rtl/>
        </w:rPr>
        <w:t xml:space="preserve"> فراوان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آقا ما صبح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حالا چه اشکال</w:t>
      </w:r>
      <w:r>
        <w:rPr>
          <w:rFonts w:hint="cs"/>
          <w:rtl/>
        </w:rPr>
        <w:t>ی</w:t>
      </w:r>
      <w:r>
        <w:rPr>
          <w:rtl/>
        </w:rPr>
        <w:t xml:space="preserve"> دارد که چند روز</w:t>
      </w:r>
      <w:r>
        <w:rPr>
          <w:rFonts w:hint="cs"/>
          <w:rtl/>
        </w:rPr>
        <w:t>ی</w:t>
      </w:r>
      <w:r>
        <w:rPr>
          <w:rtl/>
        </w:rPr>
        <w:t xml:space="preserve"> بمان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؟!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فرمودند: نه !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  <w:r w:rsidR="001E29EB">
        <w:rPr>
          <w:rFonts w:hint="eastAsia"/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موافقت کرده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، ز</w:t>
      </w:r>
      <w:r>
        <w:rPr>
          <w:rFonts w:hint="cs"/>
          <w:rtl/>
        </w:rPr>
        <w:t>ی</w:t>
      </w:r>
      <w:r>
        <w:rPr>
          <w:rFonts w:hint="eastAsia"/>
          <w:rtl/>
        </w:rPr>
        <w:t>رکانه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آقا جواب سؤ التان را از حضرت رضا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>گرفت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!؟</w:t>
      </w:r>
    </w:p>
    <w:p w:rsidR="001E29EB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>: آر</w:t>
      </w:r>
      <w:r>
        <w:rPr>
          <w:rFonts w:hint="cs"/>
          <w:rtl/>
        </w:rPr>
        <w:t>ی</w:t>
      </w:r>
      <w:r>
        <w:rPr>
          <w:rtl/>
        </w:rPr>
        <w:t xml:space="preserve"> در همان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جواب را گرفتم 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8"/>
        <w:gridCol w:w="268"/>
        <w:gridCol w:w="3316"/>
      </w:tblGrid>
      <w:tr w:rsidR="001E29EB" w:rsidTr="001E29EB">
        <w:trPr>
          <w:trHeight w:val="350"/>
        </w:trPr>
        <w:tc>
          <w:tcPr>
            <w:tcW w:w="3338" w:type="dxa"/>
            <w:shd w:val="clear" w:color="auto" w:fill="auto"/>
          </w:tcPr>
          <w:p w:rsidR="001E29EB" w:rsidRDefault="001E29EB" w:rsidP="00E17D55">
            <w:pPr>
              <w:pStyle w:val="libPoem"/>
            </w:pPr>
            <w:r>
              <w:rPr>
                <w:rtl/>
              </w:rPr>
              <w:t>مژده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دل که دگر باد صبا باز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1E29EB" w:rsidRDefault="001E29EB" w:rsidP="00E17D55">
            <w:pPr>
              <w:pStyle w:val="libPoem"/>
              <w:rPr>
                <w:rtl/>
              </w:rPr>
            </w:pPr>
          </w:p>
        </w:tc>
        <w:tc>
          <w:tcPr>
            <w:tcW w:w="3316" w:type="dxa"/>
            <w:shd w:val="clear" w:color="auto" w:fill="auto"/>
          </w:tcPr>
          <w:p w:rsidR="001E29EB" w:rsidRDefault="001E29EB" w:rsidP="00E17D55">
            <w:pPr>
              <w:pStyle w:val="libPoem"/>
            </w:pPr>
            <w:r>
              <w:rPr>
                <w:rFonts w:hint="eastAsia"/>
                <w:rtl/>
              </w:rPr>
              <w:t>هدهد</w:t>
            </w:r>
            <w:r>
              <w:rPr>
                <w:rtl/>
              </w:rPr>
              <w:t xml:space="preserve"> خوش خبر از طرف سبا باز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9EB" w:rsidTr="001E29EB">
        <w:trPr>
          <w:trHeight w:val="350"/>
        </w:trPr>
        <w:tc>
          <w:tcPr>
            <w:tcW w:w="3338" w:type="dxa"/>
          </w:tcPr>
          <w:p w:rsidR="001E29EB" w:rsidRDefault="001E29EB" w:rsidP="00E17D55">
            <w:pPr>
              <w:pStyle w:val="libPoem"/>
            </w:pPr>
            <w:r>
              <w:rPr>
                <w:rFonts w:hint="eastAsia"/>
                <w:rtl/>
              </w:rPr>
              <w:lastRenderedPageBreak/>
              <w:t>برکش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مرغ سحر نغمه داود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E29EB" w:rsidRDefault="001E29EB" w:rsidP="00E17D55">
            <w:pPr>
              <w:pStyle w:val="libPoem"/>
              <w:rPr>
                <w:rtl/>
              </w:rPr>
            </w:pPr>
          </w:p>
        </w:tc>
        <w:tc>
          <w:tcPr>
            <w:tcW w:w="3316" w:type="dxa"/>
          </w:tcPr>
          <w:p w:rsidR="001E29EB" w:rsidRDefault="001E29EB" w:rsidP="00E17D55">
            <w:pPr>
              <w:pStyle w:val="libPoem"/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سل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مان</w:t>
            </w:r>
            <w:r>
              <w:rPr>
                <w:rtl/>
              </w:rPr>
              <w:t xml:space="preserve"> گل از باد هوا باز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9EB" w:rsidTr="001E29EB">
        <w:trPr>
          <w:trHeight w:val="350"/>
        </w:trPr>
        <w:tc>
          <w:tcPr>
            <w:tcW w:w="3338" w:type="dxa"/>
          </w:tcPr>
          <w:p w:rsidR="001E29EB" w:rsidRDefault="001E29EB" w:rsidP="00E17D55">
            <w:pPr>
              <w:pStyle w:val="libPoem"/>
            </w:pPr>
            <w:r>
              <w:rPr>
                <w:rFonts w:hint="eastAsia"/>
                <w:rtl/>
              </w:rPr>
              <w:t>عارف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کو که کند فهم زبان سوسن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E29EB" w:rsidRDefault="001E29EB" w:rsidP="00E17D55">
            <w:pPr>
              <w:pStyle w:val="libPoem"/>
              <w:rPr>
                <w:rtl/>
              </w:rPr>
            </w:pPr>
          </w:p>
        </w:tc>
        <w:tc>
          <w:tcPr>
            <w:tcW w:w="3316" w:type="dxa"/>
          </w:tcPr>
          <w:p w:rsidR="001E29EB" w:rsidRDefault="001E29EB" w:rsidP="00E17D55">
            <w:pPr>
              <w:pStyle w:val="libPoem"/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بپرسد که چرا رفت و چرا باز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9EB" w:rsidTr="001E29EB">
        <w:trPr>
          <w:trHeight w:val="350"/>
        </w:trPr>
        <w:tc>
          <w:tcPr>
            <w:tcW w:w="3338" w:type="dxa"/>
          </w:tcPr>
          <w:p w:rsidR="001E29EB" w:rsidRDefault="001E29EB" w:rsidP="00E17D55">
            <w:pPr>
              <w:pStyle w:val="libPoem"/>
            </w:pPr>
            <w:r>
              <w:rPr>
                <w:rFonts w:hint="eastAsia"/>
                <w:rtl/>
              </w:rPr>
              <w:t>مردم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کرد و کرم بخت خدا داد به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E29EB" w:rsidRDefault="001E29EB" w:rsidP="00E17D55">
            <w:pPr>
              <w:pStyle w:val="libPoem"/>
              <w:rPr>
                <w:rtl/>
              </w:rPr>
            </w:pPr>
          </w:p>
        </w:tc>
        <w:tc>
          <w:tcPr>
            <w:tcW w:w="3316" w:type="dxa"/>
          </w:tcPr>
          <w:p w:rsidR="001E29EB" w:rsidRDefault="001E29EB" w:rsidP="00E17D55">
            <w:pPr>
              <w:pStyle w:val="libPoem"/>
            </w:pPr>
            <w:r>
              <w:rPr>
                <w:rFonts w:hint="eastAsia"/>
                <w:rtl/>
              </w:rPr>
              <w:t>کان</w:t>
            </w:r>
            <w:r>
              <w:rPr>
                <w:rtl/>
              </w:rPr>
              <w:t xml:space="preserve"> بت سنگدل از راه وفا باز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9EB" w:rsidTr="001E29EB">
        <w:trPr>
          <w:trHeight w:val="350"/>
        </w:trPr>
        <w:tc>
          <w:tcPr>
            <w:tcW w:w="3338" w:type="dxa"/>
          </w:tcPr>
          <w:p w:rsidR="001E29EB" w:rsidRDefault="001E29EB" w:rsidP="00E17D55">
            <w:pPr>
              <w:pStyle w:val="libPoem"/>
            </w:pPr>
            <w:r>
              <w:rPr>
                <w:rFonts w:hint="eastAsia"/>
                <w:rtl/>
              </w:rPr>
              <w:t>لاله</w:t>
            </w:r>
            <w:r>
              <w:rPr>
                <w:rtl/>
              </w:rPr>
              <w:t xml:space="preserve"> بو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نوش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بشن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از دم صبح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E29EB" w:rsidRDefault="001E29EB" w:rsidP="00E17D55">
            <w:pPr>
              <w:pStyle w:val="libPoem"/>
              <w:rPr>
                <w:rtl/>
              </w:rPr>
            </w:pPr>
          </w:p>
        </w:tc>
        <w:tc>
          <w:tcPr>
            <w:tcW w:w="3316" w:type="dxa"/>
          </w:tcPr>
          <w:p w:rsidR="001E29EB" w:rsidRDefault="001E29EB" w:rsidP="00E17D55">
            <w:pPr>
              <w:pStyle w:val="libPoem"/>
            </w:pPr>
            <w:r>
              <w:rPr>
                <w:rFonts w:hint="eastAsia"/>
                <w:rtl/>
              </w:rPr>
              <w:t>داغدل</w:t>
            </w:r>
            <w:r>
              <w:rPr>
                <w:rtl/>
              </w:rPr>
              <w:t xml:space="preserve"> بود به ام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دوا باز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9EB" w:rsidTr="001E29EB">
        <w:tblPrEx>
          <w:tblLook w:val="04A0"/>
        </w:tblPrEx>
        <w:trPr>
          <w:trHeight w:val="350"/>
        </w:trPr>
        <w:tc>
          <w:tcPr>
            <w:tcW w:w="3338" w:type="dxa"/>
          </w:tcPr>
          <w:p w:rsidR="001E29EB" w:rsidRDefault="001E29EB" w:rsidP="00E17D55">
            <w:pPr>
              <w:pStyle w:val="libPoem"/>
            </w:pPr>
            <w:r>
              <w:rPr>
                <w:rFonts w:hint="eastAsia"/>
                <w:rtl/>
              </w:rPr>
              <w:t>چشم</w:t>
            </w:r>
            <w:r>
              <w:rPr>
                <w:rtl/>
              </w:rPr>
              <w:t xml:space="preserve"> من در ره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قافله راه بماند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E29EB" w:rsidRDefault="001E29EB" w:rsidP="00E17D55">
            <w:pPr>
              <w:pStyle w:val="libPoem"/>
              <w:rPr>
                <w:rtl/>
              </w:rPr>
            </w:pPr>
          </w:p>
        </w:tc>
        <w:tc>
          <w:tcPr>
            <w:tcW w:w="3316" w:type="dxa"/>
          </w:tcPr>
          <w:p w:rsidR="001E29EB" w:rsidRDefault="001E29EB" w:rsidP="00E17D55">
            <w:pPr>
              <w:pStyle w:val="libPoem"/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به گوش دلم آواز درا باز آمد </w:t>
            </w:r>
            <w:r w:rsidRPr="001E29EB">
              <w:rPr>
                <w:rStyle w:val="libFootnotenumChar"/>
                <w:rtl/>
              </w:rPr>
              <w:t>(29) (30)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E29EB" w:rsidRDefault="001E29EB" w:rsidP="00606E1F">
      <w:pPr>
        <w:pStyle w:val="libNormal"/>
        <w:rPr>
          <w:rtl/>
        </w:rPr>
      </w:pPr>
    </w:p>
    <w:p w:rsidR="00606E1F" w:rsidRDefault="001E29EB" w:rsidP="001E29EB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1E29EB">
      <w:pPr>
        <w:pStyle w:val="Heading2"/>
        <w:rPr>
          <w:rtl/>
        </w:rPr>
      </w:pPr>
      <w:bookmarkStart w:id="16" w:name="_Toc477423915"/>
      <w:r>
        <w:rPr>
          <w:rtl/>
        </w:rPr>
        <w:t>معرفت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</w:t>
      </w:r>
      <w:bookmarkEnd w:id="16"/>
      <w:r>
        <w:rPr>
          <w:rtl/>
        </w:rPr>
        <w:t xml:space="preserve"> </w:t>
      </w:r>
    </w:p>
    <w:p w:rsidR="00606E1F" w:rsidRDefault="00606E1F" w:rsidP="001E29EB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به نقل از مرد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، صالح و راستگو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نورالله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  <w:r w:rsidR="001E29EB">
        <w:rPr>
          <w:rFonts w:hint="eastAsia"/>
          <w:rtl/>
        </w:rPr>
        <w:t xml:space="preserve"> </w:t>
      </w:r>
      <w:r>
        <w:rPr>
          <w:rFonts w:hint="eastAsia"/>
          <w:rtl/>
        </w:rPr>
        <w:t>پدرم</w:t>
      </w:r>
      <w:r>
        <w:rPr>
          <w:rtl/>
        </w:rPr>
        <w:t xml:space="preserve"> در واپس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اش ، به قدر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بود، که حت</w:t>
      </w:r>
      <w:r>
        <w:rPr>
          <w:rFonts w:hint="cs"/>
          <w:rtl/>
        </w:rPr>
        <w:t>ی</w:t>
      </w:r>
      <w:r>
        <w:rPr>
          <w:rtl/>
        </w:rPr>
        <w:t xml:space="preserve"> قدرت بر نشستن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نداشت ، گاه وقت</w:t>
      </w:r>
      <w:r>
        <w:rPr>
          <w:rFonts w:hint="cs"/>
          <w:rtl/>
        </w:rPr>
        <w:t>ی</w:t>
      </w:r>
      <w:r>
        <w:rPr>
          <w:rtl/>
        </w:rPr>
        <w:t xml:space="preserve"> او را به زحمت م</w:t>
      </w:r>
      <w:r>
        <w:rPr>
          <w:rFonts w:hint="cs"/>
          <w:rtl/>
        </w:rPr>
        <w:t>ی</w:t>
      </w:r>
      <w:r>
        <w:rPr>
          <w:rtl/>
        </w:rPr>
        <w:t xml:space="preserve"> نشاند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سر و گردنش بدون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افتاد.</w:t>
      </w:r>
      <w:r w:rsidR="001E29EB">
        <w:rPr>
          <w:rFonts w:hint="eastAsia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لحظات عمر، بر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ناگهان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بهت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ما او از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برخاست و نشست و سپس با صدا</w:t>
      </w:r>
      <w:r>
        <w:rPr>
          <w:rFonts w:hint="cs"/>
          <w:rtl/>
        </w:rPr>
        <w:t>ی</w:t>
      </w:r>
      <w:r>
        <w:rPr>
          <w:rtl/>
        </w:rPr>
        <w:t xml:space="preserve"> بلند فرمود: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اباعبدالله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>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</w:t>
      </w:r>
      <w:r w:rsidR="001E29EB" w:rsidRPr="001E29EB">
        <w:rPr>
          <w:rStyle w:val="libAlaemChar"/>
          <w:rFonts w:eastAsiaTheme="minorHAnsi"/>
          <w:rtl/>
        </w:rPr>
        <w:t>صلى‌الله‌عليه‌وآله‌وسلم</w:t>
      </w:r>
      <w:r w:rsidR="001E29EB" w:rsidRPr="00DC4C40">
        <w:rPr>
          <w:rFonts w:eastAsiaTheme="minorHAnsi"/>
          <w:rtl/>
        </w:rPr>
        <w:t xml:space="preserve"> </w:t>
      </w:r>
      <w:r>
        <w:rPr>
          <w:rtl/>
        </w:rPr>
        <w:t>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فاطمة الزهراء </w:t>
      </w:r>
      <w:r w:rsidR="00EE4BC0" w:rsidRPr="00EE4BC0">
        <w:rPr>
          <w:rStyle w:val="libAlaemChar"/>
          <w:rtl/>
        </w:rPr>
        <w:t xml:space="preserve">عليها‌السلام </w:t>
      </w:r>
      <w:r>
        <w:rPr>
          <w:rtl/>
        </w:rPr>
        <w:t>.</w:t>
      </w:r>
      <w:r w:rsidR="001E29EB">
        <w:rPr>
          <w:rFonts w:hint="eastAsia"/>
          <w:rtl/>
        </w:rPr>
        <w:t xml:space="preserve"> </w:t>
      </w:r>
      <w:r>
        <w:rPr>
          <w:rFonts w:hint="eastAsia"/>
          <w:rtl/>
        </w:rPr>
        <w:t>آنگاه</w:t>
      </w:r>
      <w:r>
        <w:rPr>
          <w:rtl/>
        </w:rPr>
        <w:t xml:space="preserve"> پس از اضافه کردن جمله :</w:t>
      </w:r>
    </w:p>
    <w:p w:rsidR="00606E1F" w:rsidRDefault="00606E1F" w:rsidP="001E29EB">
      <w:pPr>
        <w:pStyle w:val="libNormal"/>
        <w:rPr>
          <w:rtl/>
        </w:rPr>
      </w:pPr>
      <w:r>
        <w:rPr>
          <w:rtl/>
        </w:rPr>
        <w:t xml:space="preserve">(( رسول خدا </w:t>
      </w:r>
      <w:r w:rsidR="001E29EB" w:rsidRPr="001E29EB">
        <w:rPr>
          <w:rStyle w:val="libAlaemChar"/>
          <w:rFonts w:eastAsiaTheme="minorHAnsi"/>
          <w:rtl/>
        </w:rPr>
        <w:t>صلى‌الله‌عليه‌وآله‌وسلم</w:t>
      </w:r>
      <w:r w:rsidR="001E29EB" w:rsidRPr="00DC4C40">
        <w:rPr>
          <w:rFonts w:eastAsiaTheme="minorHAnsi"/>
          <w:rtl/>
        </w:rPr>
        <w:t xml:space="preserve">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آوردند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آورند). ))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</w:t>
      </w:r>
      <w:r w:rsidRPr="001E29EB">
        <w:rPr>
          <w:rStyle w:val="libFootnotenumChar"/>
          <w:rtl/>
        </w:rPr>
        <w:t>.(31)</w:t>
      </w:r>
    </w:p>
    <w:p w:rsidR="001E29EB" w:rsidRDefault="001E29EB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1E29EB">
      <w:pPr>
        <w:pStyle w:val="Heading2"/>
        <w:rPr>
          <w:rtl/>
        </w:rPr>
      </w:pPr>
      <w:bookmarkStart w:id="17" w:name="_Toc477423916"/>
      <w:r>
        <w:rPr>
          <w:rFonts w:hint="eastAsia"/>
          <w:rtl/>
        </w:rPr>
        <w:t>معرفت</w:t>
      </w:r>
      <w:r>
        <w:rPr>
          <w:rtl/>
        </w:rPr>
        <w:t xml:space="preserve"> بر قصد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bookmarkEnd w:id="17"/>
      <w:r>
        <w:rPr>
          <w:rtl/>
        </w:rPr>
        <w:t xml:space="preserve"> </w:t>
      </w:r>
    </w:p>
    <w:p w:rsidR="00606E1F" w:rsidRDefault="00606E1F" w:rsidP="001E29EB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عارف نامدار معاصر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  <w:r w:rsidR="001E29EB">
        <w:rPr>
          <w:rFonts w:hint="eastAsia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که به تهران آمده بودم ، عزم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به مبلغ 20 هزار تومان جزم کردم ، ول</w:t>
      </w:r>
      <w:r>
        <w:rPr>
          <w:rFonts w:hint="cs"/>
          <w:rtl/>
        </w:rPr>
        <w:t>ی</w:t>
      </w:r>
      <w:r>
        <w:rPr>
          <w:rtl/>
        </w:rPr>
        <w:t xml:space="preserve"> پس از فروختن تمام</w:t>
      </w:r>
      <w:r>
        <w:rPr>
          <w:rFonts w:hint="cs"/>
          <w:rtl/>
        </w:rPr>
        <w:t>ی</w:t>
      </w:r>
      <w:r>
        <w:rPr>
          <w:rtl/>
        </w:rPr>
        <w:t xml:space="preserve">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لوازم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تنها توانستم مبلغ 10 هزار تومان را آماده سازم 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به شک افتاده و به قصد گرفتن استخاره ا</w:t>
      </w:r>
      <w:r>
        <w:rPr>
          <w:rFonts w:hint="cs"/>
          <w:rtl/>
        </w:rPr>
        <w:t>ی</w:t>
      </w:r>
      <w:r>
        <w:rPr>
          <w:rtl/>
        </w:rPr>
        <w:t xml:space="preserve"> نزد پدر به ق</w:t>
      </w:r>
      <w:r>
        <w:rPr>
          <w:rFonts w:hint="eastAsia"/>
          <w:rtl/>
        </w:rPr>
        <w:t>م</w:t>
      </w:r>
      <w:r>
        <w:rPr>
          <w:rtl/>
        </w:rPr>
        <w:t xml:space="preserve"> آمدم ، به محض ملاقات با و</w:t>
      </w:r>
      <w:r>
        <w:rPr>
          <w:rFonts w:hint="cs"/>
          <w:rtl/>
        </w:rPr>
        <w:t>ی</w:t>
      </w:r>
      <w:r>
        <w:rPr>
          <w:rtl/>
        </w:rPr>
        <w:t xml:space="preserve"> و قبل از آنکه استخاره را تقاضا کنم ، او فرمود: پسرم !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خانه که استخاره نم</w:t>
      </w:r>
      <w:r>
        <w:rPr>
          <w:rFonts w:hint="cs"/>
          <w:rtl/>
        </w:rPr>
        <w:t>ی</w:t>
      </w:r>
      <w:r>
        <w:rPr>
          <w:rtl/>
        </w:rPr>
        <w:t xml:space="preserve"> خواهد! برو ان شاء الله پول آن درست م</w:t>
      </w:r>
      <w:r>
        <w:rPr>
          <w:rFonts w:hint="cs"/>
          <w:rtl/>
        </w:rPr>
        <w:t>ی</w:t>
      </w:r>
      <w:r>
        <w:rPr>
          <w:rtl/>
        </w:rPr>
        <w:t xml:space="preserve"> شود!</w:t>
      </w:r>
      <w:r w:rsidR="001E29EB">
        <w:rPr>
          <w:rFonts w:hint="eastAsia"/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 به تهران بازگشتم ، به زود</w:t>
      </w:r>
      <w:r>
        <w:rPr>
          <w:rFonts w:hint="cs"/>
          <w:rtl/>
        </w:rPr>
        <w:t>ی</w:t>
      </w:r>
      <w:r>
        <w:rPr>
          <w:rtl/>
        </w:rPr>
        <w:t xml:space="preserve"> پول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از جا</w:t>
      </w:r>
      <w:r>
        <w:rPr>
          <w:rFonts w:hint="cs"/>
          <w:rtl/>
        </w:rPr>
        <w:t>یی</w:t>
      </w:r>
      <w:r>
        <w:rPr>
          <w:rtl/>
        </w:rPr>
        <w:t xml:space="preserve"> که هرگز تصور آن را نم</w:t>
      </w:r>
      <w:r>
        <w:rPr>
          <w:rFonts w:hint="cs"/>
          <w:rtl/>
        </w:rPr>
        <w:t>ی</w:t>
      </w:r>
      <w:r>
        <w:rPr>
          <w:rtl/>
        </w:rPr>
        <w:t xml:space="preserve"> کردم ،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 و من توانستم خانه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  <w:r w:rsidRPr="001E29EB">
        <w:rPr>
          <w:rStyle w:val="libFootnotenumChar"/>
          <w:rtl/>
        </w:rPr>
        <w:t>(32)</w:t>
      </w:r>
    </w:p>
    <w:p w:rsidR="001E29EB" w:rsidRDefault="001E29EB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1E29EB">
      <w:pPr>
        <w:pStyle w:val="Heading2"/>
        <w:rPr>
          <w:rtl/>
        </w:rPr>
      </w:pPr>
      <w:bookmarkStart w:id="18" w:name="_Toc477423917"/>
      <w:r>
        <w:rPr>
          <w:rFonts w:hint="eastAsia"/>
          <w:rtl/>
        </w:rPr>
        <w:t>معرفت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bookmarkEnd w:id="18"/>
      <w:r>
        <w:rPr>
          <w:rtl/>
        </w:rPr>
        <w:t xml:space="preserve"> </w:t>
      </w:r>
    </w:p>
    <w:p w:rsidR="00606E1F" w:rsidRDefault="00606E1F" w:rsidP="001E29E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نقل فرمود که :</w:t>
      </w:r>
      <w:r w:rsidR="001E29EB">
        <w:rPr>
          <w:rFonts w:hint="eastAsia"/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ابتدا از مرحوم عارف وارسته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r>
        <w:rPr>
          <w:rFonts w:hint="cs"/>
          <w:rtl/>
        </w:rPr>
        <w:t>ی</w:t>
      </w:r>
      <w:r>
        <w:rPr>
          <w:rtl/>
        </w:rPr>
        <w:t xml:space="preserve"> نداشت ، ول</w:t>
      </w:r>
      <w:r>
        <w:rPr>
          <w:rFonts w:hint="cs"/>
          <w:rtl/>
        </w:rPr>
        <w:t>ی</w:t>
      </w:r>
      <w:r>
        <w:rPr>
          <w:rtl/>
        </w:rPr>
        <w:t xml:space="preserve"> از حالات معنو</w:t>
      </w:r>
      <w:r>
        <w:rPr>
          <w:rFonts w:hint="cs"/>
          <w:rtl/>
        </w:rPr>
        <w:t>ی</w:t>
      </w:r>
      <w:r>
        <w:rPr>
          <w:rtl/>
        </w:rPr>
        <w:t xml:space="preserve"> و عرفان</w:t>
      </w:r>
      <w:r>
        <w:rPr>
          <w:rFonts w:hint="cs"/>
          <w:rtl/>
        </w:rPr>
        <w:t>ی</w:t>
      </w:r>
      <w:r>
        <w:rPr>
          <w:rtl/>
        </w:rPr>
        <w:t xml:space="preserve">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 فرزند فاضل و دانشمندش مرحوم حاج آقا مصطف</w:t>
      </w:r>
      <w:r>
        <w:rPr>
          <w:rFonts w:hint="cs"/>
          <w:rtl/>
        </w:rPr>
        <w:t>ی</w:t>
      </w:r>
      <w:r>
        <w:rPr>
          <w:rtl/>
        </w:rPr>
        <w:t xml:space="preserve"> گاه و ب</w:t>
      </w:r>
      <w:r>
        <w:rPr>
          <w:rFonts w:hint="cs"/>
          <w:rtl/>
        </w:rPr>
        <w:t>ی</w:t>
      </w:r>
      <w:r>
        <w:rPr>
          <w:rtl/>
        </w:rPr>
        <w:t xml:space="preserve"> گاه از او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ول</w:t>
      </w:r>
      <w:r>
        <w:rPr>
          <w:rFonts w:hint="cs"/>
          <w:rtl/>
        </w:rPr>
        <w:t>ی</w:t>
      </w:r>
      <w:r>
        <w:rPr>
          <w:rtl/>
        </w:rPr>
        <w:t xml:space="preserve"> امام همچنان نسبت به مقامات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سکوت کرده بود. تا آنکه روز</w:t>
      </w:r>
      <w:r>
        <w:rPr>
          <w:rFonts w:hint="cs"/>
          <w:rtl/>
        </w:rPr>
        <w:t>ی</w:t>
      </w:r>
      <w:r>
        <w:rPr>
          <w:rtl/>
        </w:rPr>
        <w:t xml:space="preserve"> حضرت امام به حاج آقا مصطف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برو به آقا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بگو من خواب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، اصل خواب چه بوده 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؟</w:t>
      </w:r>
    </w:p>
    <w:p w:rsidR="00606E1F" w:rsidRDefault="00606E1F" w:rsidP="001E29EB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پس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، وقت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پاسخ م</w:t>
      </w:r>
      <w:r>
        <w:rPr>
          <w:rFonts w:hint="cs"/>
          <w:rtl/>
        </w:rPr>
        <w:t>ی</w:t>
      </w:r>
      <w:r>
        <w:rPr>
          <w:rtl/>
        </w:rPr>
        <w:t xml:space="preserve"> طلبد، آنگاه خود به حرم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تشرف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  <w:r w:rsidR="001E29EB">
        <w:rPr>
          <w:rFonts w:hint="eastAsia"/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از مراجعت به حاج آقا مصطف</w:t>
      </w:r>
      <w:r>
        <w:rPr>
          <w:rFonts w:hint="cs"/>
          <w:rtl/>
        </w:rPr>
        <w:t>ی</w:t>
      </w:r>
      <w:r>
        <w:rPr>
          <w:rtl/>
        </w:rPr>
        <w:t xml:space="preserve"> رو کرده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پدرتان در عالم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، هنگام</w:t>
      </w:r>
      <w:r>
        <w:rPr>
          <w:rFonts w:hint="cs"/>
          <w:rtl/>
        </w:rPr>
        <w:t>ی</w:t>
      </w:r>
      <w:r>
        <w:rPr>
          <w:rtl/>
        </w:rPr>
        <w:t xml:space="preserve"> که او را در قبر م</w:t>
      </w:r>
      <w:r>
        <w:rPr>
          <w:rFonts w:hint="cs"/>
          <w:rtl/>
        </w:rPr>
        <w:t>ی</w:t>
      </w:r>
      <w:r>
        <w:rPr>
          <w:rtl/>
        </w:rPr>
        <w:t xml:space="preserve"> گذارند، سنگ</w:t>
      </w:r>
      <w:r>
        <w:rPr>
          <w:rFonts w:hint="cs"/>
          <w:rtl/>
        </w:rPr>
        <w:t>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پهلو</w:t>
      </w:r>
      <w:r>
        <w:rPr>
          <w:rFonts w:hint="cs"/>
          <w:rtl/>
        </w:rPr>
        <w:t>ی</w:t>
      </w:r>
      <w:r>
        <w:rPr>
          <w:rtl/>
        </w:rPr>
        <w:t xml:space="preserve"> او قرار گرفته که برا</w:t>
      </w:r>
      <w:r>
        <w:rPr>
          <w:rFonts w:hint="cs"/>
          <w:rtl/>
        </w:rPr>
        <w:t>ی</w:t>
      </w:r>
      <w:r>
        <w:rPr>
          <w:rtl/>
        </w:rPr>
        <w:t xml:space="preserve"> بدنش مزاحمت داشته ، ناگهان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آورده و آن سنگ </w:t>
      </w:r>
      <w:r>
        <w:rPr>
          <w:rFonts w:hint="eastAsia"/>
          <w:rtl/>
        </w:rPr>
        <w:t>را</w:t>
      </w:r>
      <w:r>
        <w:rPr>
          <w:rtl/>
        </w:rPr>
        <w:t xml:space="preserve"> از قبر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اندازد. اما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کردن شاه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انقلاب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  <w:r w:rsidR="001E29EB">
        <w:rPr>
          <w:rFonts w:hint="eastAsia"/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پس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پاسخ درست مرحوم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از آن روز به بعد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Pr="001E29EB">
        <w:rPr>
          <w:rStyle w:val="libFootnotenumChar"/>
          <w:rtl/>
        </w:rPr>
        <w:t>.(33)</w:t>
      </w:r>
    </w:p>
    <w:p w:rsidR="001E29EB" w:rsidRDefault="001E29EB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1E29EB">
      <w:pPr>
        <w:pStyle w:val="Heading2"/>
        <w:rPr>
          <w:rtl/>
        </w:rPr>
      </w:pPr>
      <w:bookmarkStart w:id="19" w:name="_Toc477423918"/>
      <w:r>
        <w:rPr>
          <w:rFonts w:hint="eastAsia"/>
          <w:rtl/>
        </w:rPr>
        <w:t>معرفت</w:t>
      </w:r>
      <w:r>
        <w:rPr>
          <w:rtl/>
        </w:rPr>
        <w:t xml:space="preserve"> جهان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9"/>
      <w:r>
        <w:rPr>
          <w:rtl/>
        </w:rPr>
        <w:t xml:space="preserve"> </w:t>
      </w:r>
    </w:p>
    <w:p w:rsidR="00606E1F" w:rsidRDefault="00606E1F" w:rsidP="001E29E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دعائ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  <w:r w:rsidR="001E29EB">
        <w:rPr>
          <w:rFonts w:hint="eastAsia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که مرحوم جد ما حجة الاسلام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چاووش در اصفهان به درس مشغول بود، روز</w:t>
      </w:r>
      <w:r>
        <w:rPr>
          <w:rFonts w:hint="cs"/>
          <w:rtl/>
        </w:rPr>
        <w:t>ی</w:t>
      </w:r>
      <w:r>
        <w:rPr>
          <w:rtl/>
        </w:rPr>
        <w:t xml:space="preserve"> سخت نگران حال پدر و مادرش م</w:t>
      </w:r>
      <w:r>
        <w:rPr>
          <w:rFonts w:hint="cs"/>
          <w:rtl/>
        </w:rPr>
        <w:t>ی</w:t>
      </w:r>
      <w:r>
        <w:rPr>
          <w:rtl/>
        </w:rPr>
        <w:t xml:space="preserve"> شود.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گذرد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وارد بر او شده و م</w:t>
      </w:r>
      <w:r>
        <w:rPr>
          <w:rFonts w:hint="cs"/>
          <w:rtl/>
        </w:rPr>
        <w:t>ی</w:t>
      </w:r>
      <w:r>
        <w:rPr>
          <w:rtl/>
        </w:rPr>
        <w:t xml:space="preserve"> پرسد: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از چه ناراحت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1E29EB" w:rsidRDefault="00606E1F" w:rsidP="001E29E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پدر و مادرم خبر ندارم ! و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از سلامت</w:t>
      </w:r>
      <w:r>
        <w:rPr>
          <w:rFonts w:hint="cs"/>
          <w:rtl/>
        </w:rPr>
        <w:t>ی</w:t>
      </w:r>
      <w:r>
        <w:rPr>
          <w:rtl/>
        </w:rPr>
        <w:t xml:space="preserve"> آنان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است .</w:t>
      </w:r>
      <w:r w:rsidR="001E29EB">
        <w:rPr>
          <w:rFonts w:hint="eastAsia"/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پا شو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- کار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چا</w:t>
      </w:r>
      <w:r>
        <w:rPr>
          <w:rFonts w:hint="cs"/>
          <w:rtl/>
        </w:rPr>
        <w:t>ی</w:t>
      </w:r>
      <w:r>
        <w:rPr>
          <w:rtl/>
        </w:rPr>
        <w:t xml:space="preserve"> درست کردن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امثال آن - را بکن !</w:t>
      </w:r>
      <w:r w:rsidR="001E29EB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سپس در مقابل چشمان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زده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دست خود را حرکت داده و سه حبه قند را به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نشان م</w:t>
      </w:r>
      <w:r>
        <w:rPr>
          <w:rFonts w:hint="cs"/>
          <w:rtl/>
        </w:rPr>
        <w:t>ی</w:t>
      </w:r>
      <w:r>
        <w:rPr>
          <w:rtl/>
        </w:rPr>
        <w:t xml:space="preserve"> دهد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پدر و مادرت حالشان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است ، کنار هم نشسته و قصد چا</w:t>
      </w:r>
      <w:r>
        <w:rPr>
          <w:rFonts w:hint="cs"/>
          <w:rtl/>
        </w:rPr>
        <w:t>ی</w:t>
      </w:r>
      <w:r>
        <w:rPr>
          <w:rtl/>
        </w:rPr>
        <w:t xml:space="preserve"> خوردن دارند.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حبه قند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همان قندها</w:t>
      </w:r>
      <w:r>
        <w:rPr>
          <w:rFonts w:hint="cs"/>
          <w:rtl/>
        </w:rPr>
        <w:t>ی</w:t>
      </w:r>
      <w:r>
        <w:rPr>
          <w:rtl/>
        </w:rPr>
        <w:t xml:space="preserve"> شکسته شده توسط مادرت است !؟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3"/>
        <w:gridCol w:w="268"/>
        <w:gridCol w:w="3321"/>
      </w:tblGrid>
      <w:tr w:rsidR="001E29EB" w:rsidTr="00E17D55">
        <w:trPr>
          <w:trHeight w:val="350"/>
        </w:trPr>
        <w:tc>
          <w:tcPr>
            <w:tcW w:w="3920" w:type="dxa"/>
            <w:shd w:val="clear" w:color="auto" w:fill="auto"/>
          </w:tcPr>
          <w:p w:rsidR="001E29EB" w:rsidRDefault="001E29EB" w:rsidP="00E17D55">
            <w:pPr>
              <w:pStyle w:val="libPoem"/>
            </w:pPr>
            <w:r>
              <w:rPr>
                <w:rtl/>
              </w:rPr>
              <w:t>گر جا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عاشق دم زند آتش در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عالم زند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E29EB" w:rsidRDefault="001E29EB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E29EB" w:rsidRDefault="001E29EB" w:rsidP="00E17D55">
            <w:pPr>
              <w:pStyle w:val="libPoem"/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عالم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اصل را چون ذره ها بر هم زند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9EB" w:rsidTr="00E17D55">
        <w:trPr>
          <w:trHeight w:val="350"/>
        </w:trPr>
        <w:tc>
          <w:tcPr>
            <w:tcW w:w="3920" w:type="dxa"/>
          </w:tcPr>
          <w:p w:rsidR="001E29EB" w:rsidRDefault="001E29EB" w:rsidP="00E17D55">
            <w:pPr>
              <w:pStyle w:val="libPoem"/>
            </w:pPr>
            <w:r>
              <w:rPr>
                <w:rFonts w:hint="eastAsia"/>
                <w:rtl/>
              </w:rPr>
              <w:t>عالم</w:t>
            </w:r>
            <w:r>
              <w:rPr>
                <w:rtl/>
              </w:rPr>
              <w:t xml:space="preserve"> همه 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شود 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 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بت</w:t>
            </w:r>
            <w:r>
              <w:rPr>
                <w:rtl/>
              </w:rPr>
              <w:t xml:space="preserve"> لا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29EB" w:rsidRDefault="001E29EB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29EB" w:rsidRDefault="001E29EB" w:rsidP="00E17D55">
            <w:pPr>
              <w:pStyle w:val="libPoem"/>
            </w:pPr>
            <w:r>
              <w:rPr>
                <w:rFonts w:hint="eastAsia"/>
                <w:rtl/>
              </w:rPr>
              <w:t>آدم</w:t>
            </w:r>
            <w:r>
              <w:rPr>
                <w:rtl/>
              </w:rPr>
              <w:t xml:space="preserve"> نماند و آدم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گر خو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بر آدم زند</w:t>
            </w:r>
            <w:r w:rsidRPr="001834F2">
              <w:rPr>
                <w:rStyle w:val="libFootnotenumChar"/>
                <w:rtl/>
              </w:rPr>
              <w:t xml:space="preserve"> (34)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06E1F" w:rsidRDefault="00606E1F" w:rsidP="00606E1F">
      <w:pPr>
        <w:pStyle w:val="libNormal"/>
        <w:rPr>
          <w:rtl/>
        </w:rPr>
      </w:pPr>
      <w:r>
        <w:rPr>
          <w:rtl/>
        </w:rPr>
        <w:t>مرحوم جد ما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با کمال تعجب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نحوه شکسته شدن قندها، درست به گونه ا</w:t>
      </w:r>
      <w:r>
        <w:rPr>
          <w:rFonts w:hint="cs"/>
          <w:rtl/>
        </w:rPr>
        <w:t>ی</w:t>
      </w:r>
      <w:r>
        <w:rPr>
          <w:rtl/>
        </w:rPr>
        <w:t xml:space="preserve"> است که مادرش به آن گونه قندها را م</w:t>
      </w:r>
      <w:r>
        <w:rPr>
          <w:rFonts w:hint="cs"/>
          <w:rtl/>
        </w:rPr>
        <w:t>ی</w:t>
      </w:r>
      <w:r>
        <w:rPr>
          <w:rtl/>
        </w:rPr>
        <w:t xml:space="preserve"> شکسته است ، پس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پس از رفتن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زمان واقعه را دق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چند</w:t>
      </w:r>
      <w:r>
        <w:rPr>
          <w:rFonts w:hint="cs"/>
          <w:rtl/>
        </w:rPr>
        <w:t>ی</w:t>
      </w:r>
      <w:r>
        <w:rPr>
          <w:rtl/>
        </w:rPr>
        <w:t xml:space="preserve"> بعد او به زارچ 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زادگاه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tl/>
        </w:rPr>
        <w:lastRenderedPageBreak/>
        <w:t>باز م</w:t>
      </w:r>
      <w:r>
        <w:rPr>
          <w:rFonts w:hint="cs"/>
          <w:rtl/>
        </w:rPr>
        <w:t>ی</w:t>
      </w:r>
      <w:r>
        <w:rPr>
          <w:rtl/>
        </w:rPr>
        <w:t xml:space="preserve"> گردد و از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داستان گم شدن چند حبه قند در روز واقعه م</w:t>
      </w:r>
      <w:r>
        <w:rPr>
          <w:rFonts w:hint="cs"/>
          <w:rtl/>
        </w:rPr>
        <w:t>ی</w:t>
      </w:r>
      <w:r>
        <w:rPr>
          <w:rtl/>
        </w:rPr>
        <w:t xml:space="preserve"> پرسد. پدرش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من در آن روز کاملا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هست که سه حبه قند کنار استکان چا</w:t>
      </w:r>
      <w:r>
        <w:rPr>
          <w:rFonts w:hint="cs"/>
          <w:rtl/>
        </w:rPr>
        <w:t>ی</w:t>
      </w:r>
      <w:r>
        <w:rPr>
          <w:rtl/>
        </w:rPr>
        <w:t xml:space="preserve"> گذارده بودم ، ول</w:t>
      </w:r>
      <w:r>
        <w:rPr>
          <w:rFonts w:hint="cs"/>
          <w:rtl/>
        </w:rPr>
        <w:t>ی</w:t>
      </w:r>
      <w:r>
        <w:rPr>
          <w:rtl/>
        </w:rPr>
        <w:t xml:space="preserve"> ناگهان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شد!؟ </w:t>
      </w:r>
      <w:r w:rsidRPr="001834F2">
        <w:rPr>
          <w:rStyle w:val="libFootnotenumChar"/>
          <w:rtl/>
        </w:rPr>
        <w:t>(35)</w:t>
      </w:r>
    </w:p>
    <w:p w:rsidR="001834F2" w:rsidRDefault="001834F2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1834F2">
      <w:pPr>
        <w:pStyle w:val="Heading2"/>
        <w:rPr>
          <w:rtl/>
        </w:rPr>
      </w:pPr>
      <w:bookmarkStart w:id="20" w:name="_Toc477423919"/>
      <w:r>
        <w:rPr>
          <w:rFonts w:hint="eastAsia"/>
          <w:rtl/>
        </w:rPr>
        <w:t>معرفت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bookmarkEnd w:id="20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اعتماد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فرمود:</w:t>
      </w:r>
    </w:p>
    <w:p w:rsidR="00606E1F" w:rsidRDefault="00606E1F" w:rsidP="001834F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روزگار</w:t>
      </w:r>
      <w:r>
        <w:rPr>
          <w:rFonts w:hint="cs"/>
          <w:rtl/>
        </w:rPr>
        <w:t>ی</w:t>
      </w:r>
      <w:r>
        <w:rPr>
          <w:rtl/>
        </w:rPr>
        <w:t xml:space="preserve"> که قصد ازدواج داشتم مادرم به خواستگار</w:t>
      </w:r>
      <w:r>
        <w:rPr>
          <w:rFonts w:hint="cs"/>
          <w:rtl/>
        </w:rPr>
        <w:t>ی</w:t>
      </w:r>
      <w:r>
        <w:rPr>
          <w:rtl/>
        </w:rPr>
        <w:t xml:space="preserve"> دختران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رفت و مرا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زحمت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فراوان انداخت . روز</w:t>
      </w:r>
      <w:r>
        <w:rPr>
          <w:rFonts w:hint="cs"/>
          <w:rtl/>
        </w:rPr>
        <w:t>ی</w:t>
      </w:r>
      <w:r>
        <w:rPr>
          <w:rtl/>
        </w:rPr>
        <w:t xml:space="preserve"> مادرم به من دختر</w:t>
      </w:r>
      <w:r>
        <w:rPr>
          <w:rFonts w:hint="cs"/>
          <w:rtl/>
        </w:rPr>
        <w:t>ی</w:t>
      </w:r>
      <w:r>
        <w:rPr>
          <w:rtl/>
        </w:rPr>
        <w:t xml:space="preserve"> را - که خانه اش در کوچه ا</w:t>
      </w:r>
      <w:r>
        <w:rPr>
          <w:rFonts w:hint="cs"/>
          <w:rtl/>
        </w:rPr>
        <w:t>ی</w:t>
      </w:r>
      <w:r>
        <w:rPr>
          <w:rtl/>
        </w:rPr>
        <w:t xml:space="preserve"> قرار داشت که من اصلا از آن کوچه خوشم نم</w:t>
      </w:r>
      <w:r>
        <w:rPr>
          <w:rFonts w:hint="cs"/>
          <w:rtl/>
        </w:rPr>
        <w:t>ی</w:t>
      </w:r>
      <w:r>
        <w:rPr>
          <w:rtl/>
        </w:rPr>
        <w:t xml:space="preserve"> آمد - معرف</w:t>
      </w:r>
      <w:r>
        <w:rPr>
          <w:rFonts w:hint="cs"/>
          <w:rtl/>
        </w:rPr>
        <w:t>ی</w:t>
      </w:r>
      <w:r>
        <w:rPr>
          <w:rtl/>
        </w:rPr>
        <w:t xml:space="preserve"> کرد،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بلافاصله آن دختر را رد کردم ، در حال</w:t>
      </w:r>
      <w:r>
        <w:rPr>
          <w:rFonts w:hint="cs"/>
          <w:rtl/>
        </w:rPr>
        <w:t>ی</w:t>
      </w:r>
      <w:r>
        <w:rPr>
          <w:rtl/>
        </w:rPr>
        <w:t xml:space="preserve"> که شناخت</w:t>
      </w:r>
      <w:r>
        <w:rPr>
          <w:rFonts w:hint="cs"/>
          <w:rtl/>
        </w:rPr>
        <w:t>ی</w:t>
      </w:r>
      <w:r>
        <w:rPr>
          <w:rtl/>
        </w:rPr>
        <w:t xml:space="preserve"> از او نداشتم .</w:t>
      </w:r>
      <w:r w:rsidR="001834F2">
        <w:rPr>
          <w:rFonts w:hint="eastAsia"/>
          <w:rtl/>
        </w:rPr>
        <w:t xml:space="preserve"> </w:t>
      </w:r>
      <w:r>
        <w:rPr>
          <w:rFonts w:hint="eastAsia"/>
          <w:rtl/>
        </w:rPr>
        <w:t>اتفاقا</w:t>
      </w:r>
      <w:r>
        <w:rPr>
          <w:rtl/>
        </w:rPr>
        <w:t xml:space="preserve"> ساعات</w:t>
      </w:r>
      <w:r>
        <w:rPr>
          <w:rFonts w:hint="cs"/>
          <w:rtl/>
        </w:rPr>
        <w:t>ی</w:t>
      </w:r>
      <w:r>
        <w:rPr>
          <w:rtl/>
        </w:rPr>
        <w:t xml:space="preserve"> بعد در جلسه ا</w:t>
      </w:r>
      <w:r>
        <w:rPr>
          <w:rFonts w:hint="cs"/>
          <w:rtl/>
        </w:rPr>
        <w:t>ی</w:t>
      </w:r>
      <w:r>
        <w:rPr>
          <w:rtl/>
        </w:rPr>
        <w:t xml:space="preserve"> که به مناسبت ازدواج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بستگان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صاف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برقرار شده بود،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 .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 جلسه حضور داشت . من جلسه را با اشعار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>به ا</w:t>
      </w:r>
      <w:r>
        <w:rPr>
          <w:rFonts w:hint="eastAsia"/>
          <w:rtl/>
        </w:rPr>
        <w:t>وج</w:t>
      </w:r>
      <w:r>
        <w:rPr>
          <w:rtl/>
        </w:rPr>
        <w:t xml:space="preserve"> شاداب</w:t>
      </w:r>
      <w:r>
        <w:rPr>
          <w:rFonts w:hint="cs"/>
          <w:rtl/>
        </w:rPr>
        <w:t>ی</w:t>
      </w:r>
      <w:r>
        <w:rPr>
          <w:rtl/>
        </w:rPr>
        <w:t xml:space="preserve"> و فرح معنو</w:t>
      </w:r>
      <w:r>
        <w:rPr>
          <w:rFonts w:hint="cs"/>
          <w:rtl/>
        </w:rPr>
        <w:t>ی</w:t>
      </w:r>
      <w:r>
        <w:rPr>
          <w:rtl/>
        </w:rPr>
        <w:t xml:space="preserve"> رساندم . مرحوم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سخت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خوشش آمده بود.</w:t>
      </w:r>
      <w:r w:rsidR="001834F2">
        <w:rPr>
          <w:rFonts w:hint="eastAsia"/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جلسه ، به نزدش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تا استخاره ا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پاسخ نامناسب</w:t>
      </w:r>
      <w:r>
        <w:rPr>
          <w:rFonts w:hint="cs"/>
          <w:rtl/>
        </w:rPr>
        <w:t>ی</w:t>
      </w:r>
      <w:r>
        <w:rPr>
          <w:rtl/>
        </w:rPr>
        <w:t xml:space="preserve"> که به مادرم در مورد معرف</w:t>
      </w:r>
      <w:r>
        <w:rPr>
          <w:rFonts w:hint="cs"/>
          <w:rtl/>
        </w:rPr>
        <w:t>ی</w:t>
      </w:r>
      <w:r>
        <w:rPr>
          <w:rtl/>
        </w:rPr>
        <w:t xml:space="preserve"> دختر مذکور داده بودم ، بد آمدن استخاره را بهانه کنم . وقت</w:t>
      </w:r>
      <w:r>
        <w:rPr>
          <w:rFonts w:hint="cs"/>
          <w:rtl/>
        </w:rPr>
        <w:t>ی</w:t>
      </w:r>
      <w:r>
        <w:rPr>
          <w:rtl/>
        </w:rPr>
        <w:t xml:space="preserve"> از او تقاضا</w:t>
      </w:r>
      <w:r>
        <w:rPr>
          <w:rFonts w:hint="cs"/>
          <w:rtl/>
        </w:rPr>
        <w:t>ی</w:t>
      </w:r>
      <w:r>
        <w:rPr>
          <w:rtl/>
        </w:rPr>
        <w:t xml:space="preserve"> استخاره ا</w:t>
      </w:r>
      <w:r>
        <w:rPr>
          <w:rFonts w:hint="cs"/>
          <w:rtl/>
        </w:rPr>
        <w:t>ی</w:t>
      </w:r>
      <w:r>
        <w:rPr>
          <w:rtl/>
        </w:rPr>
        <w:t xml:space="preserve"> کردم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استخاره ا</w:t>
      </w:r>
      <w:r>
        <w:rPr>
          <w:rFonts w:hint="cs"/>
          <w:rtl/>
        </w:rPr>
        <w:t>ی</w:t>
      </w:r>
      <w:r>
        <w:rPr>
          <w:rtl/>
        </w:rPr>
        <w:t xml:space="preserve"> را با قرآن گرفت که حدودا ده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طول ک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  <w:r w:rsidR="001834F2">
        <w:rPr>
          <w:rFonts w:hint="eastAsia"/>
          <w:rtl/>
        </w:rPr>
        <w:t xml:space="preserve"> </w:t>
      </w:r>
      <w:r>
        <w:rPr>
          <w:rFonts w:hint="eastAsia"/>
          <w:rtl/>
        </w:rPr>
        <w:t>استخاره</w:t>
      </w:r>
      <w:r>
        <w:rPr>
          <w:rtl/>
        </w:rPr>
        <w:t xml:space="preserve"> شما مربوط به نکاح (ازدواج)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پاسخ را مثبت 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بلافاصله فرمود: دختر</w:t>
      </w:r>
      <w:r>
        <w:rPr>
          <w:rFonts w:hint="cs"/>
          <w:rtl/>
        </w:rPr>
        <w:t>ی</w:t>
      </w:r>
      <w:r>
        <w:rPr>
          <w:rtl/>
        </w:rPr>
        <w:t xml:space="preserve"> را که در مورد او استخاره گرفته ا</w:t>
      </w:r>
      <w:r>
        <w:rPr>
          <w:rFonts w:hint="cs"/>
          <w:rtl/>
        </w:rPr>
        <w:t>ی</w:t>
      </w:r>
      <w:r>
        <w:rPr>
          <w:rtl/>
        </w:rPr>
        <w:t xml:space="preserve"> ،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،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اسم آن دختر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 اسم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 .</w:t>
      </w:r>
      <w:r w:rsidR="001834F2">
        <w:rPr>
          <w:rFonts w:hint="eastAsia"/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تا آن لحظه نم</w:t>
      </w:r>
      <w:r>
        <w:rPr>
          <w:rFonts w:hint="cs"/>
          <w:rtl/>
        </w:rPr>
        <w:t>ی</w:t>
      </w:r>
      <w:r>
        <w:rPr>
          <w:rtl/>
        </w:rPr>
        <w:t xml:space="preserve"> دانستم آن دختر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، نام آن دختر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دانستم . وقت</w:t>
      </w:r>
      <w:r>
        <w:rPr>
          <w:rFonts w:hint="cs"/>
          <w:rtl/>
        </w:rPr>
        <w:t>ی</w:t>
      </w:r>
      <w:r>
        <w:rPr>
          <w:rtl/>
        </w:rPr>
        <w:t xml:space="preserve"> به خانه آمدم و از خواهر و مادرم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،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اظهار ب</w:t>
      </w:r>
      <w:r>
        <w:rPr>
          <w:rFonts w:hint="cs"/>
          <w:rtl/>
        </w:rPr>
        <w:t>ی</w:t>
      </w:r>
      <w:r>
        <w:rPr>
          <w:rtl/>
        </w:rPr>
        <w:t xml:space="preserve"> اطلاع</w:t>
      </w:r>
      <w:r>
        <w:rPr>
          <w:rFonts w:hint="cs"/>
          <w:rtl/>
        </w:rPr>
        <w:t>ی</w:t>
      </w:r>
      <w:r>
        <w:rPr>
          <w:rtl/>
        </w:rPr>
        <w:t xml:space="preserve"> کردند. وقت</w:t>
      </w:r>
      <w:r>
        <w:rPr>
          <w:rFonts w:hint="cs"/>
          <w:rtl/>
        </w:rPr>
        <w:t>ی</w:t>
      </w:r>
      <w:r>
        <w:rPr>
          <w:rtl/>
        </w:rPr>
        <w:t xml:space="preserve"> پاسخ را مثبت گفتم ، آنان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خوشحال شده ، به خانه آن دختر جهت انجام </w:t>
      </w:r>
      <w:r>
        <w:rPr>
          <w:rFonts w:hint="eastAsia"/>
          <w:rtl/>
        </w:rPr>
        <w:lastRenderedPageBreak/>
        <w:t>مراسم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رفتند. در همان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اول متوجه م</w:t>
      </w:r>
      <w:r>
        <w:rPr>
          <w:rFonts w:hint="cs"/>
          <w:rtl/>
        </w:rPr>
        <w:t>ی</w:t>
      </w:r>
      <w:r>
        <w:rPr>
          <w:rtl/>
        </w:rPr>
        <w:t xml:space="preserve"> شوند که آن دختر،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و نام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 نام</w:t>
      </w:r>
      <w:r>
        <w:rPr>
          <w:rFonts w:hint="cs"/>
          <w:rtl/>
        </w:rPr>
        <w:t>ی</w:t>
      </w:r>
      <w:r>
        <w:rPr>
          <w:rtl/>
        </w:rPr>
        <w:t xml:space="preserve"> است که مرحوم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بود. </w:t>
      </w:r>
      <w:r w:rsidRPr="001834F2">
        <w:rPr>
          <w:rStyle w:val="libFootnotenumChar"/>
          <w:rtl/>
        </w:rPr>
        <w:t>(36)</w:t>
      </w:r>
    </w:p>
    <w:p w:rsidR="001834F2" w:rsidRDefault="001834F2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1834F2">
      <w:pPr>
        <w:pStyle w:val="Heading2"/>
        <w:rPr>
          <w:rtl/>
        </w:rPr>
      </w:pPr>
      <w:bookmarkStart w:id="21" w:name="_Toc477423920"/>
      <w:r>
        <w:rPr>
          <w:rFonts w:hint="eastAsia"/>
          <w:rtl/>
        </w:rPr>
        <w:t>معرفت</w:t>
      </w:r>
      <w:r>
        <w:rPr>
          <w:rtl/>
        </w:rPr>
        <w:t xml:space="preserve"> بر حوادث تلخ هشدار دهنده</w:t>
      </w:r>
      <w:bookmarkEnd w:id="21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محمد عل</w:t>
      </w:r>
      <w:r>
        <w:rPr>
          <w:rFonts w:hint="cs"/>
          <w:rtl/>
        </w:rPr>
        <w:t>ی</w:t>
      </w:r>
      <w:r>
        <w:rPr>
          <w:rtl/>
        </w:rPr>
        <w:t xml:space="preserve"> شاه آباد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1834F2" w:rsidRDefault="00606E1F" w:rsidP="001834F2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((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رمضان )) 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اتها</w:t>
      </w:r>
      <w:r>
        <w:rPr>
          <w:rFonts w:hint="cs"/>
          <w:rtl/>
        </w:rPr>
        <w:t>ی</w:t>
      </w:r>
      <w:r>
        <w:rPr>
          <w:rtl/>
        </w:rPr>
        <w:t xml:space="preserve"> جنگ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عراق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- تعداد</w:t>
      </w:r>
      <w:r>
        <w:rPr>
          <w:rFonts w:hint="cs"/>
          <w:rtl/>
        </w:rPr>
        <w:t>ی</w:t>
      </w:r>
      <w:r>
        <w:rPr>
          <w:rtl/>
        </w:rPr>
        <w:t xml:space="preserve"> از دوستان موثقم به مناسبت</w:t>
      </w:r>
      <w:r>
        <w:rPr>
          <w:rFonts w:hint="cs"/>
          <w:rtl/>
        </w:rPr>
        <w:t>ی</w:t>
      </w:r>
      <w:r>
        <w:rPr>
          <w:rtl/>
        </w:rPr>
        <w:t xml:space="preserve"> به محضر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بهاءالد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16683" w:rsidRPr="00416683">
        <w:rPr>
          <w:rStyle w:val="libAlaemChar"/>
          <w:rtl/>
        </w:rPr>
        <w:t xml:space="preserve">رحمه‌الله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به محض ورود،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که نگران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سراپا</w:t>
      </w:r>
      <w:r>
        <w:rPr>
          <w:rFonts w:hint="cs"/>
          <w:rtl/>
        </w:rPr>
        <w:t>ی</w:t>
      </w:r>
      <w:r>
        <w:rPr>
          <w:rtl/>
        </w:rPr>
        <w:t xml:space="preserve">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فرا گرفته است . او با ناراحت</w:t>
      </w:r>
      <w:r>
        <w:rPr>
          <w:rFonts w:hint="cs"/>
          <w:rtl/>
        </w:rPr>
        <w:t>ی</w:t>
      </w:r>
      <w:r>
        <w:rPr>
          <w:rtl/>
        </w:rPr>
        <w:t xml:space="preserve"> رو به ما ک</w:t>
      </w:r>
      <w:r>
        <w:rPr>
          <w:rFonts w:hint="eastAsia"/>
          <w:rtl/>
        </w:rPr>
        <w:t>رده</w:t>
      </w:r>
      <w:r>
        <w:rPr>
          <w:rtl/>
        </w:rPr>
        <w:t xml:space="preserve"> و فرمود:</w:t>
      </w:r>
      <w:r w:rsidR="001834F2">
        <w:rPr>
          <w:rFonts w:hint="eastAsia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(مرحوم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ابوالقاسم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>رحمه‌الله</w:t>
      </w:r>
      <w:r>
        <w:rPr>
          <w:rtl/>
        </w:rPr>
        <w:t>) و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و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محمدتق</w:t>
      </w:r>
      <w:r>
        <w:rPr>
          <w:rFonts w:hint="cs"/>
          <w:rtl/>
        </w:rPr>
        <w:t>ی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با ناراحت</w:t>
      </w:r>
      <w:r>
        <w:rPr>
          <w:rFonts w:hint="cs"/>
          <w:rtl/>
        </w:rPr>
        <w:t>ی</w:t>
      </w:r>
      <w:r>
        <w:rPr>
          <w:rtl/>
        </w:rPr>
        <w:t xml:space="preserve"> فراوان به نزدم آمدند. وقت</w:t>
      </w:r>
      <w:r>
        <w:rPr>
          <w:rFonts w:hint="cs"/>
          <w:rtl/>
        </w:rPr>
        <w:t>ی</w:t>
      </w:r>
      <w:r>
        <w:rPr>
          <w:rtl/>
        </w:rPr>
        <w:t xml:space="preserve"> از علت نگران</w:t>
      </w:r>
      <w:r>
        <w:rPr>
          <w:rFonts w:hint="cs"/>
          <w:rtl/>
        </w:rPr>
        <w:t>ی</w:t>
      </w:r>
      <w:r>
        <w:rPr>
          <w:rtl/>
        </w:rPr>
        <w:t xml:space="preserve"> آنان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گفتند: ب</w:t>
      </w:r>
      <w:r>
        <w:rPr>
          <w:rFonts w:hint="eastAsia"/>
          <w:rtl/>
        </w:rPr>
        <w:t>ه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عراق انجام م</w:t>
      </w:r>
      <w:r>
        <w:rPr>
          <w:rFonts w:hint="cs"/>
          <w:rtl/>
        </w:rPr>
        <w:t>ی</w:t>
      </w:r>
      <w:r>
        <w:rPr>
          <w:rtl/>
        </w:rPr>
        <w:t xml:space="preserve"> شود، که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خواهد گذارد.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1834F2" w:rsidTr="00203EAD">
        <w:trPr>
          <w:trHeight w:val="350"/>
        </w:trPr>
        <w:tc>
          <w:tcPr>
            <w:tcW w:w="3344" w:type="dxa"/>
            <w:shd w:val="clear" w:color="auto" w:fill="auto"/>
          </w:tcPr>
          <w:p w:rsidR="001834F2" w:rsidRDefault="001834F2" w:rsidP="00E17D55">
            <w:pPr>
              <w:pStyle w:val="libPoem"/>
            </w:pPr>
            <w:r>
              <w:rPr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عالم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غصه تعظ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خور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1834F2" w:rsidRDefault="001834F2" w:rsidP="00E17D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1834F2" w:rsidRDefault="001834F2" w:rsidP="00E17D55">
            <w:pPr>
              <w:pStyle w:val="libPoem"/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قصه بازگو که بس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tl/>
              </w:rPr>
              <w:t xml:space="preserve"> معظم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34F2" w:rsidTr="00203EAD">
        <w:trPr>
          <w:trHeight w:val="350"/>
        </w:trPr>
        <w:tc>
          <w:tcPr>
            <w:tcW w:w="3344" w:type="dxa"/>
          </w:tcPr>
          <w:p w:rsidR="001834F2" w:rsidRDefault="001834F2" w:rsidP="00E17D55">
            <w:pPr>
              <w:pStyle w:val="libPoem"/>
            </w:pPr>
            <w:r>
              <w:rPr>
                <w:rFonts w:hint="eastAsia"/>
                <w:rtl/>
              </w:rPr>
              <w:t>آن</w:t>
            </w:r>
            <w:r>
              <w:rPr>
                <w:rtl/>
              </w:rPr>
              <w:t xml:space="preserve"> انتصار خود چه شد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انکسار 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tl/>
              </w:rPr>
              <w:t xml:space="preserve"> 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1834F2" w:rsidRDefault="001834F2" w:rsidP="00E17D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1834F2" w:rsidRDefault="001834F2" w:rsidP="00E17D55">
            <w:pPr>
              <w:pStyle w:val="libPoem"/>
            </w:pPr>
            <w:r>
              <w:rPr>
                <w:rFonts w:hint="eastAsia"/>
                <w:rtl/>
              </w:rPr>
              <w:t>آنش</w:t>
            </w:r>
            <w:r>
              <w:rPr>
                <w:rtl/>
              </w:rPr>
              <w:t xml:space="preserve"> چگونه مبداء و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نش</w:t>
            </w:r>
            <w:r>
              <w:rPr>
                <w:rtl/>
              </w:rPr>
              <w:t xml:space="preserve"> چه مختم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34F2" w:rsidTr="00203EAD">
        <w:trPr>
          <w:trHeight w:val="350"/>
        </w:trPr>
        <w:tc>
          <w:tcPr>
            <w:tcW w:w="3344" w:type="dxa"/>
          </w:tcPr>
          <w:p w:rsidR="001834F2" w:rsidRDefault="001834F2" w:rsidP="00E17D55">
            <w:pPr>
              <w:pStyle w:val="libPoem"/>
            </w:pPr>
            <w:r>
              <w:rPr>
                <w:rFonts w:hint="eastAsia"/>
                <w:rtl/>
              </w:rPr>
              <w:t>کشف</w:t>
            </w:r>
            <w:r>
              <w:rPr>
                <w:rtl/>
              </w:rPr>
              <w:t xml:space="preserve"> غطاء کن چه توئ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کاشف الغطاء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1834F2" w:rsidRDefault="001834F2" w:rsidP="00E17D55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1834F2" w:rsidRDefault="001834F2" w:rsidP="00E17D55">
            <w:pPr>
              <w:pStyle w:val="libPoem"/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بنگر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نقش حق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قت</w:t>
            </w:r>
            <w:r>
              <w:rPr>
                <w:rtl/>
              </w:rPr>
              <w:t xml:space="preserve"> مجسم است </w:t>
            </w:r>
            <w:r w:rsidRPr="001834F2">
              <w:rPr>
                <w:rStyle w:val="libFootnotenumChar"/>
                <w:rtl/>
              </w:rPr>
              <w:t>(37)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06E1F" w:rsidRDefault="00606E1F" w:rsidP="001834F2">
      <w:pPr>
        <w:pStyle w:val="libNormal"/>
        <w:rPr>
          <w:rtl/>
        </w:rPr>
      </w:pPr>
      <w:r>
        <w:rPr>
          <w:rtl/>
        </w:rPr>
        <w:t>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و واقع شدن ((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رمضان )) ،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اضافه کرد: من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دوستانم پول دادم ، تا برا</w:t>
      </w:r>
      <w:r>
        <w:rPr>
          <w:rFonts w:hint="cs"/>
          <w:rtl/>
        </w:rPr>
        <w:t>ی</w:t>
      </w:r>
      <w:r>
        <w:rPr>
          <w:rtl/>
        </w:rPr>
        <w:t xml:space="preserve"> رفع خطر از رزمندگان اسلام به (( مصرف خاص</w:t>
      </w:r>
      <w:r>
        <w:rPr>
          <w:rFonts w:hint="cs"/>
          <w:rtl/>
        </w:rPr>
        <w:t>ی</w:t>
      </w:r>
      <w:r>
        <w:rPr>
          <w:rtl/>
        </w:rPr>
        <w:t xml:space="preserve"> )) آن را برساند، ول</w:t>
      </w:r>
      <w:r>
        <w:rPr>
          <w:rFonts w:hint="cs"/>
          <w:rtl/>
        </w:rPr>
        <w:t>ی</w:t>
      </w:r>
      <w:r>
        <w:rPr>
          <w:rtl/>
        </w:rPr>
        <w:t xml:space="preserve">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((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)) ، روز</w:t>
      </w:r>
      <w:r>
        <w:rPr>
          <w:rFonts w:hint="cs"/>
          <w:rtl/>
        </w:rPr>
        <w:t>ی</w:t>
      </w:r>
      <w:r>
        <w:rPr>
          <w:rtl/>
        </w:rPr>
        <w:t xml:space="preserve"> او ر</w:t>
      </w:r>
      <w:r>
        <w:rPr>
          <w:rFonts w:hint="eastAsia"/>
          <w:rtl/>
        </w:rPr>
        <w:t>ا</w:t>
      </w:r>
      <w:r>
        <w:rPr>
          <w:rtl/>
        </w:rPr>
        <w:t xml:space="preserve"> خواسته و از و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آن پول را چه کرد</w:t>
      </w:r>
      <w:r>
        <w:rPr>
          <w:rFonts w:hint="cs"/>
          <w:rtl/>
        </w:rPr>
        <w:t>ی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همان </w:t>
      </w:r>
      <w:r>
        <w:rPr>
          <w:rtl/>
        </w:rPr>
        <w:lastRenderedPageBreak/>
        <w:t>راه</w:t>
      </w:r>
      <w:r>
        <w:rPr>
          <w:rFonts w:hint="cs"/>
          <w:rtl/>
        </w:rPr>
        <w:t>ی</w:t>
      </w:r>
      <w:r>
        <w:rPr>
          <w:rtl/>
        </w:rPr>
        <w:t xml:space="preserve"> که گفتم ، مصرف کرد</w:t>
      </w:r>
      <w:r>
        <w:rPr>
          <w:rFonts w:hint="cs"/>
          <w:rtl/>
        </w:rPr>
        <w:t>ی</w:t>
      </w:r>
      <w:r>
        <w:rPr>
          <w:rtl/>
        </w:rPr>
        <w:t xml:space="preserve"> ؟!</w:t>
      </w:r>
      <w:r>
        <w:rPr>
          <w:rFonts w:hint="eastAsia"/>
          <w:rtl/>
        </w:rPr>
        <w:t>او</w:t>
      </w:r>
      <w:r>
        <w:rPr>
          <w:rtl/>
        </w:rPr>
        <w:t xml:space="preserve"> با عذرخواه</w:t>
      </w:r>
      <w:r>
        <w:rPr>
          <w:rFonts w:hint="cs"/>
          <w:rtl/>
        </w:rPr>
        <w:t>ی</w:t>
      </w:r>
      <w:r>
        <w:rPr>
          <w:rtl/>
        </w:rPr>
        <w:t xml:space="preserve"> فراوان گفت : به کل</w:t>
      </w:r>
      <w:r>
        <w:rPr>
          <w:rFonts w:hint="cs"/>
          <w:rtl/>
        </w:rPr>
        <w:t>ی</w:t>
      </w:r>
      <w:r>
        <w:rPr>
          <w:rtl/>
        </w:rPr>
        <w:t xml:space="preserve"> فراموش کردم !؟!</w:t>
      </w:r>
      <w:r w:rsidRPr="001834F2">
        <w:rPr>
          <w:rStyle w:val="libFootnotenumChar"/>
          <w:rtl/>
        </w:rPr>
        <w:t xml:space="preserve"> (38)</w:t>
      </w:r>
    </w:p>
    <w:p w:rsidR="001834F2" w:rsidRDefault="001834F2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1834F2">
      <w:pPr>
        <w:pStyle w:val="Heading2"/>
        <w:rPr>
          <w:rtl/>
        </w:rPr>
      </w:pPr>
      <w:bookmarkStart w:id="22" w:name="_Toc477423921"/>
      <w:r>
        <w:rPr>
          <w:rFonts w:hint="eastAsia"/>
          <w:rtl/>
        </w:rPr>
        <w:t>معرفت</w:t>
      </w:r>
      <w:r>
        <w:rPr>
          <w:rtl/>
        </w:rPr>
        <w:t xml:space="preserve"> از تنهائ</w:t>
      </w:r>
      <w:r>
        <w:rPr>
          <w:rFonts w:hint="cs"/>
          <w:rtl/>
        </w:rPr>
        <w:t>ی</w:t>
      </w:r>
      <w:bookmarkEnd w:id="22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606E1F" w:rsidRDefault="00606E1F" w:rsidP="001834F2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قوچان</w:t>
      </w:r>
      <w:r>
        <w:rPr>
          <w:rFonts w:hint="cs"/>
          <w:rtl/>
        </w:rPr>
        <w:t>ی</w:t>
      </w:r>
      <w:r>
        <w:rPr>
          <w:rtl/>
        </w:rPr>
        <w:t xml:space="preserve"> در نجف از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 : مرحوم قاض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>رحمه‌الله</w:t>
      </w:r>
      <w:r>
        <w:rPr>
          <w:rtl/>
        </w:rPr>
        <w:t xml:space="preserve"> از سالها قبل مرا به مرگ</w:t>
      </w:r>
      <w:r>
        <w:rPr>
          <w:rFonts w:hint="cs"/>
          <w:rtl/>
        </w:rPr>
        <w:t>ی</w:t>
      </w:r>
      <w:r>
        <w:rPr>
          <w:rtl/>
        </w:rPr>
        <w:t xml:space="preserve"> خبر داده که به هنگام آن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اقوام و بستگانم در کنارم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من در کمال غربت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خواهم رفت .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فوق سالها گذشت ، تا آنکه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بعث عراق 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الاصل ها را از عراق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کرد، فرزندان مرحوم قوچان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آمدند، همسر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 از گذشت چند سال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فرزندانش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آمد ول</w:t>
      </w:r>
      <w:r>
        <w:rPr>
          <w:rFonts w:hint="cs"/>
          <w:rtl/>
        </w:rPr>
        <w:t>ی</w:t>
      </w:r>
      <w:r>
        <w:rPr>
          <w:rtl/>
        </w:rPr>
        <w:t xml:space="preserve"> فرزندانش به اصرار او را نزد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نگهداشتند و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مرحوم قوچان</w:t>
      </w:r>
      <w:r>
        <w:rPr>
          <w:rFonts w:hint="cs"/>
          <w:rtl/>
        </w:rPr>
        <w:t>ی</w:t>
      </w:r>
      <w:r>
        <w:rPr>
          <w:rtl/>
        </w:rPr>
        <w:t xml:space="preserve"> در عراق تنها ماند و بالاخره در همان </w:t>
      </w:r>
      <w:r>
        <w:rPr>
          <w:rFonts w:hint="eastAsia"/>
          <w:rtl/>
        </w:rPr>
        <w:t>تنها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آر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را که مرحوم قاض</w:t>
      </w:r>
      <w:r>
        <w:rPr>
          <w:rFonts w:hint="cs"/>
          <w:rtl/>
        </w:rPr>
        <w:t>ی</w:t>
      </w:r>
      <w:r>
        <w:rPr>
          <w:rtl/>
        </w:rPr>
        <w:t xml:space="preserve"> از سالها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بود، به درست</w:t>
      </w:r>
      <w:r>
        <w:rPr>
          <w:rFonts w:hint="cs"/>
          <w:rtl/>
        </w:rPr>
        <w:t>ی</w:t>
      </w:r>
      <w:r>
        <w:rPr>
          <w:rtl/>
        </w:rPr>
        <w:t xml:space="preserve"> اتفاق افتاد</w:t>
      </w:r>
      <w:r w:rsidRPr="001834F2">
        <w:rPr>
          <w:rStyle w:val="libFootnotenumChar"/>
          <w:rtl/>
        </w:rPr>
        <w:t>.(39)</w:t>
      </w:r>
    </w:p>
    <w:p w:rsidR="001834F2" w:rsidRDefault="001834F2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1834F2">
      <w:pPr>
        <w:pStyle w:val="Heading2"/>
        <w:rPr>
          <w:rtl/>
        </w:rPr>
      </w:pPr>
      <w:bookmarkStart w:id="23" w:name="_Toc477423922"/>
      <w:r>
        <w:rPr>
          <w:rFonts w:hint="eastAsia"/>
          <w:rtl/>
        </w:rPr>
        <w:t>معرفت</w:t>
      </w:r>
      <w:r>
        <w:rPr>
          <w:rtl/>
        </w:rPr>
        <w:t xml:space="preserve"> از افسوس ها</w:t>
      </w:r>
      <w:bookmarkEnd w:id="23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علامه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ادام الله بقائه فرمود:</w:t>
      </w:r>
    </w:p>
    <w:p w:rsidR="001834F2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مقام و موثق</w:t>
      </w:r>
      <w:r>
        <w:rPr>
          <w:rFonts w:hint="cs"/>
          <w:rtl/>
        </w:rPr>
        <w:t>ی</w:t>
      </w:r>
      <w:r>
        <w:rPr>
          <w:rtl/>
        </w:rPr>
        <w:t xml:space="preserve"> داشتم . روز</w:t>
      </w:r>
      <w:r>
        <w:rPr>
          <w:rFonts w:hint="cs"/>
          <w:rtl/>
        </w:rPr>
        <w:t>ی</w:t>
      </w:r>
      <w:r>
        <w:rPr>
          <w:rtl/>
        </w:rPr>
        <w:t xml:space="preserve"> گفت که فرد</w:t>
      </w:r>
      <w:r>
        <w:rPr>
          <w:rFonts w:hint="cs"/>
          <w:rtl/>
        </w:rPr>
        <w:t>ی</w:t>
      </w:r>
      <w:r>
        <w:rPr>
          <w:rtl/>
        </w:rPr>
        <w:t xml:space="preserve"> (ظاهرا خود همان استاد عال</w:t>
      </w:r>
      <w:r>
        <w:rPr>
          <w:rFonts w:hint="cs"/>
          <w:rtl/>
        </w:rPr>
        <w:t>ی</w:t>
      </w:r>
      <w:r>
        <w:rPr>
          <w:rtl/>
        </w:rPr>
        <w:t xml:space="preserve"> مقام بوده است) 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 مرد</w:t>
      </w:r>
      <w:r>
        <w:rPr>
          <w:rFonts w:hint="cs"/>
          <w:rtl/>
        </w:rPr>
        <w:t>ی</w:t>
      </w:r>
      <w:r>
        <w:rPr>
          <w:rtl/>
        </w:rPr>
        <w:t xml:space="preserve"> شرکت کرد،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مردمان جنازه او را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دستان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حمل م</w:t>
      </w:r>
      <w:r>
        <w:rPr>
          <w:rFonts w:hint="cs"/>
          <w:rtl/>
        </w:rPr>
        <w:t>ی</w:t>
      </w:r>
      <w:r>
        <w:rPr>
          <w:rtl/>
        </w:rPr>
        <w:t xml:space="preserve"> کنند روح آن مرد بر رو</w:t>
      </w:r>
      <w:r>
        <w:rPr>
          <w:rFonts w:hint="cs"/>
          <w:rtl/>
        </w:rPr>
        <w:t>ی</w:t>
      </w:r>
      <w:r>
        <w:rPr>
          <w:rtl/>
        </w:rPr>
        <w:t xml:space="preserve"> تابوت قرار گرفته است و با افسوس فراوان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شعر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خواند: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9"/>
        <w:gridCol w:w="268"/>
        <w:gridCol w:w="3325"/>
      </w:tblGrid>
      <w:tr w:rsidR="001834F2" w:rsidTr="00E17D55">
        <w:trPr>
          <w:trHeight w:val="350"/>
        </w:trPr>
        <w:tc>
          <w:tcPr>
            <w:tcW w:w="3920" w:type="dxa"/>
            <w:shd w:val="clear" w:color="auto" w:fill="auto"/>
          </w:tcPr>
          <w:p w:rsidR="001834F2" w:rsidRDefault="001834F2" w:rsidP="00E17D55">
            <w:pPr>
              <w:pStyle w:val="libPoem"/>
            </w:pPr>
            <w:r>
              <w:rPr>
                <w:rtl/>
              </w:rPr>
              <w:t>سالها جام جم به دستم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834F2" w:rsidRDefault="001834F2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834F2" w:rsidRDefault="001834F2" w:rsidP="00E17D55">
            <w:pPr>
              <w:pStyle w:val="libPoem"/>
            </w:pPr>
            <w:r>
              <w:rPr>
                <w:rFonts w:hint="eastAsia"/>
                <w:rtl/>
              </w:rPr>
              <w:t>نشناختم</w:t>
            </w:r>
            <w:r>
              <w:rPr>
                <w:rtl/>
              </w:rPr>
              <w:t xml:space="preserve"> ، 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چه کند!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34F2" w:rsidTr="00E17D55">
        <w:trPr>
          <w:trHeight w:val="350"/>
        </w:trPr>
        <w:tc>
          <w:tcPr>
            <w:tcW w:w="3920" w:type="dxa"/>
          </w:tcPr>
          <w:p w:rsidR="001834F2" w:rsidRDefault="001834F2" w:rsidP="00E17D55">
            <w:pPr>
              <w:pStyle w:val="libPoem"/>
            </w:pPr>
            <w:r>
              <w:rPr>
                <w:rFonts w:hint="eastAsia"/>
                <w:rtl/>
              </w:rPr>
              <w:t>برده</w:t>
            </w:r>
            <w:r>
              <w:rPr>
                <w:rtl/>
              </w:rPr>
              <w:t xml:space="preserve"> بود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فراغت آمده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834F2" w:rsidRDefault="001834F2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834F2" w:rsidRDefault="001834F2" w:rsidP="00E17D55">
            <w:pPr>
              <w:pStyle w:val="libPoem"/>
            </w:pPr>
            <w:r>
              <w:rPr>
                <w:rFonts w:hint="eastAsia"/>
                <w:rtl/>
              </w:rPr>
              <w:t>چون</w:t>
            </w:r>
            <w:r>
              <w:rPr>
                <w:rtl/>
              </w:rPr>
              <w:t xml:space="preserve"> کج بافت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چه کند! </w:t>
            </w:r>
            <w:r w:rsidRPr="001834F2">
              <w:rPr>
                <w:rStyle w:val="libFootnotenumChar"/>
                <w:rtl/>
              </w:rPr>
              <w:t>(40)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834F2" w:rsidRDefault="001834F2" w:rsidP="00606E1F">
      <w:pPr>
        <w:pStyle w:val="libNormal"/>
        <w:rPr>
          <w:rtl/>
        </w:rPr>
      </w:pPr>
    </w:p>
    <w:p w:rsidR="00606E1F" w:rsidRDefault="001834F2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1834F2">
      <w:pPr>
        <w:pStyle w:val="Heading2"/>
        <w:rPr>
          <w:rtl/>
        </w:rPr>
      </w:pPr>
      <w:bookmarkStart w:id="24" w:name="_Toc477423923"/>
      <w:r>
        <w:rPr>
          <w:rtl/>
        </w:rPr>
        <w:t>معرفت بر خواسته 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bookmarkEnd w:id="24"/>
      <w:r>
        <w:rPr>
          <w:rtl/>
        </w:rPr>
        <w:t xml:space="preserve"> </w:t>
      </w:r>
    </w:p>
    <w:p w:rsidR="00606E1F" w:rsidRDefault="00606E1F" w:rsidP="001834F2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محمد عل</w:t>
      </w:r>
      <w:r>
        <w:rPr>
          <w:rFonts w:hint="cs"/>
          <w:rtl/>
        </w:rPr>
        <w:t>ی</w:t>
      </w:r>
      <w:r>
        <w:rPr>
          <w:rtl/>
        </w:rPr>
        <w:t xml:space="preserve"> شاه آباد</w:t>
      </w:r>
      <w:r>
        <w:rPr>
          <w:rFonts w:hint="cs"/>
          <w:rtl/>
        </w:rPr>
        <w:t>ی</w:t>
      </w:r>
      <w:r>
        <w:rPr>
          <w:rtl/>
        </w:rPr>
        <w:t xml:space="preserve"> به نقل از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بهاءالد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فرمود:</w:t>
      </w:r>
      <w:r w:rsidR="001834F2">
        <w:rPr>
          <w:rFonts w:hint="eastAsia"/>
          <w:rtl/>
        </w:rPr>
        <w:t xml:space="preserve"> 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با تعداد</w:t>
      </w:r>
      <w:r>
        <w:rPr>
          <w:rFonts w:hint="cs"/>
          <w:rtl/>
        </w:rPr>
        <w:t>ی</w:t>
      </w:r>
      <w:r>
        <w:rPr>
          <w:rtl/>
        </w:rPr>
        <w:t xml:space="preserve"> از دوستانمان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شهرها</w:t>
      </w:r>
      <w:r>
        <w:rPr>
          <w:rFonts w:hint="cs"/>
          <w:rtl/>
        </w:rPr>
        <w:t>ی</w:t>
      </w:r>
      <w:r>
        <w:rPr>
          <w:rtl/>
        </w:rPr>
        <w:t xml:space="preserve"> شمال غرب</w:t>
      </w:r>
      <w:r>
        <w:rPr>
          <w:rFonts w:hint="cs"/>
          <w:rtl/>
        </w:rPr>
        <w:t>ی</w:t>
      </w:r>
      <w:r>
        <w:rPr>
          <w:rtl/>
        </w:rPr>
        <w:t xml:space="preserve"> کشور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صاحب خانه مهمان نواز و دوستانش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گرفتند بزغاله ا</w:t>
      </w:r>
      <w:r>
        <w:rPr>
          <w:rFonts w:hint="cs"/>
          <w:rtl/>
        </w:rPr>
        <w:t>ی</w:t>
      </w:r>
      <w:r>
        <w:rPr>
          <w:rtl/>
        </w:rPr>
        <w:t xml:space="preserve"> را ذبح کنند، من ناگاه متوجه شدم که بزغاله ملتمسانه از من م</w:t>
      </w:r>
      <w:r>
        <w:rPr>
          <w:rFonts w:hint="cs"/>
          <w:rtl/>
        </w:rPr>
        <w:t>ی</w:t>
      </w:r>
      <w:r>
        <w:rPr>
          <w:rtl/>
        </w:rPr>
        <w:t xml:space="preserve"> خواهد که شفاعتش کنم تا او را نکشند، آنگاه او را در روز تاسوعا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>به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ابوالفضل العباس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>ذبح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!؟</w:t>
      </w:r>
    </w:p>
    <w:p w:rsidR="00606E1F" w:rsidRDefault="00606E1F" w:rsidP="001834F2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بهاءالد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افزود: من تقاضا</w:t>
      </w:r>
      <w:r>
        <w:rPr>
          <w:rFonts w:hint="cs"/>
          <w:rtl/>
        </w:rPr>
        <w:t>ی</w:t>
      </w:r>
      <w:r>
        <w:rPr>
          <w:rtl/>
        </w:rPr>
        <w:t xml:space="preserve"> بزغاله را برا</w:t>
      </w:r>
      <w:r>
        <w:rPr>
          <w:rFonts w:hint="cs"/>
          <w:rtl/>
        </w:rPr>
        <w:t>ی</w:t>
      </w:r>
      <w:r>
        <w:rPr>
          <w:rtl/>
        </w:rPr>
        <w:t xml:space="preserve"> دوستانم و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گفتم ، ول</w:t>
      </w:r>
      <w:r>
        <w:rPr>
          <w:rFonts w:hint="cs"/>
          <w:rtl/>
        </w:rPr>
        <w:t>ی</w:t>
      </w:r>
      <w:r>
        <w:rPr>
          <w:rtl/>
        </w:rPr>
        <w:t xml:space="preserve"> آنان بدون اعتنا، آن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ملتمس را ذبح کردند و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ناراحت</w:t>
      </w:r>
      <w:r>
        <w:rPr>
          <w:rFonts w:hint="cs"/>
          <w:rtl/>
        </w:rPr>
        <w:t>ی</w:t>
      </w:r>
      <w:r>
        <w:rPr>
          <w:rtl/>
        </w:rPr>
        <w:t xml:space="preserve"> لب به گوشت آن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الودم</w:t>
      </w:r>
      <w:r>
        <w:rPr>
          <w:rtl/>
        </w:rPr>
        <w:t xml:space="preserve"> !</w:t>
      </w:r>
      <w:r w:rsidRPr="001834F2">
        <w:rPr>
          <w:rStyle w:val="libFootnotenumChar"/>
          <w:rtl/>
        </w:rPr>
        <w:t>(41)</w:t>
      </w:r>
    </w:p>
    <w:p w:rsidR="001834F2" w:rsidRDefault="001834F2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1834F2">
      <w:pPr>
        <w:pStyle w:val="Heading2"/>
        <w:rPr>
          <w:rtl/>
        </w:rPr>
      </w:pPr>
      <w:bookmarkStart w:id="25" w:name="_Toc477423924"/>
      <w:r>
        <w:rPr>
          <w:rFonts w:hint="eastAsia"/>
          <w:rtl/>
        </w:rPr>
        <w:t>معرفت</w:t>
      </w:r>
      <w:r>
        <w:rPr>
          <w:rtl/>
        </w:rPr>
        <w:t xml:space="preserve"> بر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bookmarkEnd w:id="25"/>
      <w:r>
        <w:rPr>
          <w:rtl/>
        </w:rPr>
        <w:t xml:space="preserve"> </w:t>
      </w:r>
    </w:p>
    <w:p w:rsidR="00606E1F" w:rsidRDefault="00606E1F" w:rsidP="001834F2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به نقل از پدر بزرگوارش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نقل فرمود: پدرم مرحوم آقا</w:t>
      </w:r>
      <w:r>
        <w:rPr>
          <w:rFonts w:hint="cs"/>
          <w:rtl/>
        </w:rPr>
        <w:t>ی</w:t>
      </w:r>
      <w:r>
        <w:rPr>
          <w:rtl/>
        </w:rPr>
        <w:t xml:space="preserve"> حاج محمد جعفر - که مرد</w:t>
      </w:r>
      <w:r>
        <w:rPr>
          <w:rFonts w:hint="cs"/>
          <w:rtl/>
        </w:rPr>
        <w:t>ی</w:t>
      </w:r>
      <w:r>
        <w:rPr>
          <w:rtl/>
        </w:rPr>
        <w:t xml:space="preserve"> خوش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با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بود -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داشت که سخت با او دوست بود. </w:t>
      </w:r>
      <w:r>
        <w:rPr>
          <w:rFonts w:hint="eastAsia"/>
          <w:rtl/>
        </w:rPr>
        <w:t>اتفاقا</w:t>
      </w:r>
      <w:r>
        <w:rPr>
          <w:rtl/>
        </w:rPr>
        <w:t xml:space="preserve"> او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شب</w:t>
      </w:r>
      <w:r>
        <w:rPr>
          <w:rFonts w:hint="cs"/>
          <w:rtl/>
        </w:rPr>
        <w:t>ی</w:t>
      </w:r>
      <w:r>
        <w:rPr>
          <w:rtl/>
        </w:rPr>
        <w:t xml:space="preserve"> از شبها، مرحوم حاج محمد جعفر به سو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جلو</w:t>
      </w:r>
      <w:r>
        <w:rPr>
          <w:rFonts w:hint="cs"/>
          <w:rtl/>
        </w:rPr>
        <w:t>ی</w:t>
      </w:r>
      <w:r>
        <w:rPr>
          <w:rtl/>
        </w:rPr>
        <w:t xml:space="preserve"> اسب او را گرفته و م</w:t>
      </w:r>
      <w:r>
        <w:rPr>
          <w:rFonts w:hint="cs"/>
          <w:rtl/>
        </w:rPr>
        <w:t>ی</w:t>
      </w:r>
      <w:r>
        <w:rPr>
          <w:rtl/>
        </w:rPr>
        <w:t xml:space="preserve"> پرسد: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tl/>
        </w:rPr>
        <w:t xml:space="preserve"> که مردن چگونه است ؟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دادن پاسخ امتناع م</w:t>
      </w:r>
      <w:r>
        <w:rPr>
          <w:rFonts w:hint="cs"/>
          <w:rtl/>
        </w:rPr>
        <w:t>ی</w:t>
      </w:r>
      <w:r>
        <w:rPr>
          <w:rtl/>
        </w:rPr>
        <w:t xml:space="preserve"> ورزد.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محمد جعفر باز اصرار م</w:t>
      </w:r>
      <w:r>
        <w:rPr>
          <w:rFonts w:hint="cs"/>
          <w:rtl/>
        </w:rPr>
        <w:t>ی</w:t>
      </w:r>
      <w:r>
        <w:rPr>
          <w:rtl/>
        </w:rPr>
        <w:t xml:space="preserve"> کند،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شوخ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جلو</w:t>
      </w:r>
      <w:r>
        <w:rPr>
          <w:rFonts w:hint="cs"/>
          <w:rtl/>
        </w:rPr>
        <w:t>ی</w:t>
      </w:r>
      <w:r>
        <w:rPr>
          <w:rtl/>
        </w:rPr>
        <w:t xml:space="preserve"> مرکبم را رها کن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49562C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محمد جعفر چاره را رها کردن اسب دانسته ، پس او را رها م</w:t>
      </w:r>
      <w:r>
        <w:rPr>
          <w:rFonts w:hint="cs"/>
          <w:rtl/>
        </w:rPr>
        <w:t>ی</w:t>
      </w:r>
      <w:r>
        <w:rPr>
          <w:rtl/>
        </w:rPr>
        <w:t xml:space="preserve"> کند، او به محض رها شدن ، با اسب به تاخت فرار م</w:t>
      </w:r>
      <w:r>
        <w:rPr>
          <w:rFonts w:hint="cs"/>
          <w:rtl/>
        </w:rPr>
        <w:t>ی</w:t>
      </w:r>
      <w:r>
        <w:rPr>
          <w:rtl/>
        </w:rPr>
        <w:t xml:space="preserve"> کند: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2"/>
        <w:gridCol w:w="269"/>
        <w:gridCol w:w="3301"/>
      </w:tblGrid>
      <w:tr w:rsidR="0049562C" w:rsidTr="0049562C">
        <w:trPr>
          <w:trHeight w:val="350"/>
        </w:trPr>
        <w:tc>
          <w:tcPr>
            <w:tcW w:w="3352" w:type="dxa"/>
            <w:shd w:val="clear" w:color="auto" w:fill="auto"/>
          </w:tcPr>
          <w:p w:rsidR="0049562C" w:rsidRDefault="0049562C" w:rsidP="00E17D55">
            <w:pPr>
              <w:pStyle w:val="libPoem"/>
            </w:pPr>
            <w:r>
              <w:rPr>
                <w:rtl/>
              </w:rPr>
              <w:t>بخت از دهان دوست نشانم 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49562C" w:rsidRDefault="0049562C" w:rsidP="00E17D55">
            <w:pPr>
              <w:pStyle w:val="libPoem"/>
              <w:rPr>
                <w:rtl/>
              </w:rPr>
            </w:pPr>
          </w:p>
        </w:tc>
        <w:tc>
          <w:tcPr>
            <w:tcW w:w="3301" w:type="dxa"/>
            <w:shd w:val="clear" w:color="auto" w:fill="auto"/>
          </w:tcPr>
          <w:p w:rsidR="0049562C" w:rsidRDefault="0049562C" w:rsidP="00E17D55">
            <w:pPr>
              <w:pStyle w:val="libPoem"/>
            </w:pPr>
            <w:r>
              <w:rPr>
                <w:rFonts w:hint="eastAsia"/>
                <w:rtl/>
              </w:rPr>
              <w:t>دولت</w:t>
            </w:r>
            <w:r>
              <w:rPr>
                <w:rtl/>
              </w:rPr>
              <w:t xml:space="preserve"> خبر ز راز نهانم 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562C" w:rsidTr="0049562C">
        <w:trPr>
          <w:trHeight w:val="350"/>
        </w:trPr>
        <w:tc>
          <w:tcPr>
            <w:tcW w:w="3352" w:type="dxa"/>
          </w:tcPr>
          <w:p w:rsidR="0049562C" w:rsidRDefault="0049562C" w:rsidP="00E17D55">
            <w:pPr>
              <w:pStyle w:val="libPoem"/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بهر بوسه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 لبش جان هم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9562C" w:rsidRDefault="0049562C" w:rsidP="00E17D55">
            <w:pPr>
              <w:pStyle w:val="libPoem"/>
              <w:rPr>
                <w:rtl/>
              </w:rPr>
            </w:pPr>
          </w:p>
        </w:tc>
        <w:tc>
          <w:tcPr>
            <w:tcW w:w="3301" w:type="dxa"/>
          </w:tcPr>
          <w:p w:rsidR="0049562C" w:rsidRDefault="0049562C" w:rsidP="00E17D55">
            <w:pPr>
              <w:pStyle w:val="libPoem"/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نم</w:t>
            </w:r>
            <w:r>
              <w:rPr>
                <w:rtl/>
              </w:rPr>
              <w:t xml:space="preserve"> هم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ستاند و آنم 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562C" w:rsidTr="0049562C">
        <w:tblPrEx>
          <w:tblLook w:val="04A0"/>
        </w:tblPrEx>
        <w:trPr>
          <w:trHeight w:val="350"/>
        </w:trPr>
        <w:tc>
          <w:tcPr>
            <w:tcW w:w="3352" w:type="dxa"/>
          </w:tcPr>
          <w:p w:rsidR="0049562C" w:rsidRDefault="0049562C" w:rsidP="00E17D55">
            <w:pPr>
              <w:pStyle w:val="libPoem"/>
            </w:pPr>
            <w:r>
              <w:rPr>
                <w:rFonts w:hint="eastAsia"/>
                <w:rtl/>
              </w:rPr>
              <w:t>مردم</w:t>
            </w:r>
            <w:r>
              <w:rPr>
                <w:rtl/>
              </w:rPr>
              <w:t xml:space="preserve"> ز اشت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اق</w:t>
            </w:r>
            <w:r>
              <w:rPr>
                <w:rtl/>
              </w:rPr>
              <w:t xml:space="preserve"> و 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پرده راه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9562C" w:rsidRDefault="0049562C" w:rsidP="00E17D55">
            <w:pPr>
              <w:pStyle w:val="libPoem"/>
              <w:rPr>
                <w:rtl/>
              </w:rPr>
            </w:pPr>
          </w:p>
        </w:tc>
        <w:tc>
          <w:tcPr>
            <w:tcW w:w="3301" w:type="dxa"/>
          </w:tcPr>
          <w:p w:rsidR="0049562C" w:rsidRDefault="0049562C" w:rsidP="00E17D55">
            <w:pPr>
              <w:pStyle w:val="libPoem"/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هست و پرده دار نشانم 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562C" w:rsidTr="0049562C">
        <w:tblPrEx>
          <w:tblLook w:val="04A0"/>
        </w:tblPrEx>
        <w:trPr>
          <w:trHeight w:val="350"/>
        </w:trPr>
        <w:tc>
          <w:tcPr>
            <w:tcW w:w="3352" w:type="dxa"/>
          </w:tcPr>
          <w:p w:rsidR="0049562C" w:rsidRDefault="0049562C" w:rsidP="00E17D55">
            <w:pPr>
              <w:pStyle w:val="libPoem"/>
            </w:pPr>
            <w:r>
              <w:rPr>
                <w:rFonts w:hint="eastAsia"/>
                <w:rtl/>
              </w:rPr>
              <w:t>گفتم</w:t>
            </w:r>
            <w:r>
              <w:rPr>
                <w:rtl/>
              </w:rPr>
              <w:t xml:space="preserve"> روم به خواب و بب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نم</w:t>
            </w:r>
            <w:r>
              <w:rPr>
                <w:rtl/>
              </w:rPr>
              <w:t xml:space="preserve"> جمال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9562C" w:rsidRDefault="0049562C" w:rsidP="00E17D55">
            <w:pPr>
              <w:pStyle w:val="libPoem"/>
              <w:rPr>
                <w:rtl/>
              </w:rPr>
            </w:pPr>
          </w:p>
        </w:tc>
        <w:tc>
          <w:tcPr>
            <w:tcW w:w="3301" w:type="dxa"/>
          </w:tcPr>
          <w:p w:rsidR="0049562C" w:rsidRDefault="0049562C" w:rsidP="00E17D55">
            <w:pPr>
              <w:pStyle w:val="libPoem"/>
            </w:pPr>
            <w:r>
              <w:rPr>
                <w:rFonts w:hint="eastAsia"/>
                <w:rtl/>
              </w:rPr>
              <w:t>حافظ</w:t>
            </w:r>
            <w:r>
              <w:rPr>
                <w:rtl/>
              </w:rPr>
              <w:t xml:space="preserve"> ز آه و ناله امانم 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دهد </w:t>
            </w:r>
            <w:r w:rsidRPr="0049562C">
              <w:rPr>
                <w:rStyle w:val="libFootnotenumChar"/>
                <w:rtl/>
              </w:rPr>
              <w:t>(42)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9562C" w:rsidRDefault="0049562C" w:rsidP="00606E1F">
      <w:pPr>
        <w:pStyle w:val="libNormal"/>
        <w:rPr>
          <w:rtl/>
        </w:rPr>
      </w:pPr>
    </w:p>
    <w:p w:rsidR="00606E1F" w:rsidRDefault="00606E1F" w:rsidP="00606E1F">
      <w:pPr>
        <w:pStyle w:val="libNormal"/>
        <w:rPr>
          <w:rtl/>
        </w:rPr>
      </w:pPr>
      <w:r>
        <w:rPr>
          <w:rtl/>
        </w:rPr>
        <w:lastRenderedPageBreak/>
        <w:t>حاج محمد جعفر او را دنبال و خود را در خواب به او رسانده و پس از گرفتن افسار اسبش ، با تند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تو را رها نم</w:t>
      </w:r>
      <w:r>
        <w:rPr>
          <w:rFonts w:hint="cs"/>
          <w:rtl/>
        </w:rPr>
        <w:t>ی</w:t>
      </w:r>
      <w:r>
        <w:rPr>
          <w:rtl/>
        </w:rPr>
        <w:t xml:space="preserve"> کنم ، از اسب پا</w:t>
      </w:r>
      <w:r>
        <w:rPr>
          <w:rFonts w:hint="cs"/>
          <w:rtl/>
        </w:rPr>
        <w:t>یی</w:t>
      </w:r>
      <w:r>
        <w:rPr>
          <w:rFonts w:hint="eastAsia"/>
          <w:rtl/>
        </w:rPr>
        <w:t>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کشم ، آنقدر به شکمت م</w:t>
      </w:r>
      <w:r>
        <w:rPr>
          <w:rFonts w:hint="cs"/>
          <w:rtl/>
        </w:rPr>
        <w:t>ی</w:t>
      </w:r>
      <w:r>
        <w:rPr>
          <w:rtl/>
        </w:rPr>
        <w:t xml:space="preserve"> زنم ، تا شکمت باد کند!؟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 گفتار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خواسته مصرانه دوست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جعفر! حلوا</w:t>
      </w:r>
      <w:r>
        <w:rPr>
          <w:rFonts w:hint="cs"/>
          <w:rtl/>
        </w:rPr>
        <w:t>ی</w:t>
      </w:r>
      <w:r>
        <w:rPr>
          <w:rtl/>
        </w:rPr>
        <w:t xml:space="preserve"> تنتنان</w:t>
      </w:r>
      <w:r>
        <w:rPr>
          <w:rFonts w:hint="cs"/>
          <w:rtl/>
        </w:rPr>
        <w:t>ی</w:t>
      </w:r>
      <w:r>
        <w:rPr>
          <w:rtl/>
        </w:rPr>
        <w:t xml:space="preserve"> ، تا نخور</w:t>
      </w:r>
      <w:r>
        <w:rPr>
          <w:rFonts w:hint="cs"/>
          <w:rtl/>
        </w:rPr>
        <w:t>ی</w:t>
      </w:r>
      <w:r>
        <w:rPr>
          <w:rtl/>
        </w:rPr>
        <w:t xml:space="preserve"> ندان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 w:rsidRPr="0049562C">
        <w:rPr>
          <w:rStyle w:val="libFootnotenumChar"/>
          <w:rtl/>
        </w:rPr>
        <w:t>(43)</w:t>
      </w:r>
    </w:p>
    <w:p w:rsidR="0049562C" w:rsidRDefault="0049562C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49562C">
      <w:pPr>
        <w:pStyle w:val="Heading2"/>
        <w:rPr>
          <w:rtl/>
        </w:rPr>
      </w:pPr>
      <w:bookmarkStart w:id="26" w:name="_Toc477423925"/>
      <w:r>
        <w:rPr>
          <w:rFonts w:hint="eastAsia"/>
          <w:rtl/>
        </w:rPr>
        <w:t>معرفت</w:t>
      </w:r>
      <w:r>
        <w:rPr>
          <w:rtl/>
        </w:rPr>
        <w:t xml:space="preserve"> بر مکان برزخ</w:t>
      </w:r>
      <w:r>
        <w:rPr>
          <w:rFonts w:hint="cs"/>
          <w:rtl/>
        </w:rPr>
        <w:t>ی</w:t>
      </w:r>
      <w:bookmarkEnd w:id="26"/>
      <w:r>
        <w:rPr>
          <w:rtl/>
        </w:rPr>
        <w:t xml:space="preserve"> </w:t>
      </w:r>
    </w:p>
    <w:p w:rsidR="00606E1F" w:rsidRDefault="00606E1F" w:rsidP="0049562C">
      <w:pPr>
        <w:pStyle w:val="libNormal"/>
        <w:rPr>
          <w:rtl/>
        </w:rPr>
      </w:pPr>
      <w:r>
        <w:rPr>
          <w:rFonts w:hint="eastAsia"/>
          <w:rtl/>
        </w:rPr>
        <w:t>حجة</w:t>
      </w:r>
      <w:r>
        <w:rPr>
          <w:rtl/>
        </w:rPr>
        <w:t xml:space="preserve"> الاسلام شاه آباد</w:t>
      </w:r>
      <w:r>
        <w:rPr>
          <w:rFonts w:hint="cs"/>
          <w:rtl/>
        </w:rPr>
        <w:t>ی</w:t>
      </w:r>
      <w:r>
        <w:rPr>
          <w:rtl/>
        </w:rPr>
        <w:t xml:space="preserve"> به نقل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از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حجت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فرمود:</w:t>
      </w:r>
    </w:p>
    <w:p w:rsidR="00606E1F" w:rsidRDefault="00606E1F" w:rsidP="0049562C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مهندس بازرگان -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نخست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دوران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انقلاب - از تجار ثروتمند،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علاقه مند به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دوران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بود، او روز</w:t>
      </w:r>
      <w:r>
        <w:rPr>
          <w:rFonts w:hint="cs"/>
          <w:rtl/>
        </w:rPr>
        <w:t>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برا</w:t>
      </w:r>
      <w:r>
        <w:rPr>
          <w:rFonts w:hint="cs"/>
          <w:rtl/>
        </w:rPr>
        <w:t>ی</w:t>
      </w:r>
      <w:r>
        <w:rPr>
          <w:rtl/>
        </w:rPr>
        <w:t xml:space="preserve"> چهار نفر از مراجع وقت دوران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منازل</w:t>
      </w:r>
      <w:r>
        <w:rPr>
          <w:rFonts w:hint="cs"/>
          <w:rtl/>
        </w:rPr>
        <w:t>ی</w:t>
      </w:r>
      <w:r>
        <w:rPr>
          <w:rtl/>
        </w:rPr>
        <w:t xml:space="preserve"> را به پول شخص</w:t>
      </w:r>
      <w:r>
        <w:rPr>
          <w:rFonts w:hint="cs"/>
          <w:rtl/>
        </w:rPr>
        <w:t>ی</w:t>
      </w:r>
      <w:r>
        <w:rPr>
          <w:rtl/>
        </w:rPr>
        <w:t xml:space="preserve"> خود - و نه از پول سهم مبارک امام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کند، پس به نزد آنان رفته و پس از استخاره ، از برا</w:t>
      </w:r>
      <w:r>
        <w:rPr>
          <w:rFonts w:hint="cs"/>
          <w:rtl/>
        </w:rPr>
        <w:t>ی</w:t>
      </w:r>
      <w:r>
        <w:rPr>
          <w:rtl/>
        </w:rPr>
        <w:t xml:space="preserve"> چهار نفر و از جمله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حجت </w:t>
      </w:r>
      <w:r w:rsidR="00EE4BC0" w:rsidRPr="00EE4BC0">
        <w:rPr>
          <w:rStyle w:val="libAlaemChar"/>
          <w:rtl/>
        </w:rPr>
        <w:t>رحمه‌الله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نمود. چند</w:t>
      </w:r>
      <w:r>
        <w:rPr>
          <w:rFonts w:hint="cs"/>
          <w:rtl/>
        </w:rPr>
        <w:t>ی</w:t>
      </w:r>
      <w:r>
        <w:rPr>
          <w:rtl/>
        </w:rPr>
        <w:t xml:space="preserve"> بعد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حجت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به دنبال پدر مرحوم بازرگان فرستاده او را به نزد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احضار کرده ، ت</w:t>
      </w:r>
      <w:r>
        <w:rPr>
          <w:rFonts w:hint="eastAsia"/>
          <w:rtl/>
        </w:rPr>
        <w:t>ا</w:t>
      </w:r>
      <w:r>
        <w:rPr>
          <w:rtl/>
        </w:rPr>
        <w:t xml:space="preserve"> با و</w:t>
      </w:r>
      <w:r>
        <w:rPr>
          <w:rFonts w:hint="cs"/>
          <w:rtl/>
        </w:rPr>
        <w:t>ی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="0049562C">
        <w:rPr>
          <w:rFonts w:hint="eastAsia"/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از حاضر شدن و</w:t>
      </w:r>
      <w:r>
        <w:rPr>
          <w:rFonts w:hint="cs"/>
          <w:rtl/>
        </w:rPr>
        <w:t>ی</w:t>
      </w:r>
      <w:r>
        <w:rPr>
          <w:rtl/>
        </w:rPr>
        <w:t xml:space="preserve"> ، مرحوم حجت با ابراز شرمندگ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اجازه م</w:t>
      </w:r>
      <w:r>
        <w:rPr>
          <w:rFonts w:hint="cs"/>
          <w:rtl/>
        </w:rPr>
        <w:t>ی</w:t>
      </w:r>
      <w:r>
        <w:rPr>
          <w:rtl/>
        </w:rPr>
        <w:t xml:space="preserve"> خواهد که از خانه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شده توسط او خارج شده و به خانه اجاره ا</w:t>
      </w:r>
      <w:r>
        <w:rPr>
          <w:rFonts w:hint="cs"/>
          <w:rtl/>
        </w:rPr>
        <w:t>ی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شان بازگردد.</w:t>
      </w:r>
      <w:r w:rsidR="0049562C">
        <w:rPr>
          <w:rFonts w:hint="eastAsia"/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بازرگان با تعجب از علت گفتار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پرسش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="0049562C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چند شب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عالم رو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کاخ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 در بهشت نشانم داده و گفتند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کاخ از آن توست ، با خوشحال</w:t>
      </w:r>
      <w:r>
        <w:rPr>
          <w:rFonts w:hint="cs"/>
          <w:rtl/>
        </w:rPr>
        <w:t>ی</w:t>
      </w:r>
      <w:r>
        <w:rPr>
          <w:rtl/>
        </w:rPr>
        <w:t xml:space="preserve"> به گردش در آن باغ بزرگ پرداختم ، پس از مقدار</w:t>
      </w:r>
      <w:r>
        <w:rPr>
          <w:rFonts w:hint="cs"/>
          <w:rtl/>
        </w:rPr>
        <w:t>ی</w:t>
      </w:r>
      <w:r>
        <w:rPr>
          <w:rtl/>
        </w:rPr>
        <w:t xml:space="preserve"> گردش ، متوجه شدم که در گوشه 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کاخ بهشت</w:t>
      </w:r>
      <w:r>
        <w:rPr>
          <w:rFonts w:hint="cs"/>
          <w:rtl/>
        </w:rPr>
        <w:t>ی</w:t>
      </w:r>
      <w:r>
        <w:rPr>
          <w:rtl/>
        </w:rPr>
        <w:t xml:space="preserve"> ، ساختمان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خراب شده است ، با ناراحت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ساختمان خراب شده است ؟</w:t>
      </w:r>
      <w:r>
        <w:rPr>
          <w:rFonts w:hint="eastAsia"/>
          <w:rtl/>
        </w:rPr>
        <w:t>گفتند</w:t>
      </w:r>
      <w:r>
        <w:rPr>
          <w:rtl/>
        </w:rPr>
        <w:t>: به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بهشت</w:t>
      </w:r>
      <w:r>
        <w:rPr>
          <w:rFonts w:hint="cs"/>
          <w:rtl/>
        </w:rPr>
        <w:t>ی</w:t>
      </w:r>
      <w:r>
        <w:rPr>
          <w:rtl/>
        </w:rPr>
        <w:t xml:space="preserve"> ،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به تو داده شده ، پس تو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!؟</w:t>
      </w:r>
      <w:r w:rsidRPr="0049562C">
        <w:rPr>
          <w:rStyle w:val="libFootnotenumChar"/>
          <w:rtl/>
        </w:rPr>
        <w:t>(44)</w:t>
      </w:r>
    </w:p>
    <w:p w:rsidR="0049562C" w:rsidRDefault="0049562C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49562C">
      <w:pPr>
        <w:pStyle w:val="Heading2"/>
        <w:rPr>
          <w:rtl/>
        </w:rPr>
      </w:pPr>
      <w:bookmarkStart w:id="27" w:name="_Toc477423926"/>
      <w:r>
        <w:rPr>
          <w:rFonts w:hint="eastAsia"/>
          <w:rtl/>
        </w:rPr>
        <w:t>معرفت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bookmarkEnd w:id="27"/>
      <w:r>
        <w:rPr>
          <w:rtl/>
        </w:rPr>
        <w:t xml:space="preserve"> </w:t>
      </w:r>
    </w:p>
    <w:p w:rsidR="00606E1F" w:rsidRDefault="00606E1F" w:rsidP="0049562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شاگردان مبرز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و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، مرحوم حاج آقا 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است . او مرد</w:t>
      </w:r>
      <w:r>
        <w:rPr>
          <w:rFonts w:hint="cs"/>
          <w:rtl/>
        </w:rPr>
        <w:t>ی</w:t>
      </w:r>
      <w:r>
        <w:rPr>
          <w:rtl/>
        </w:rPr>
        <w:t xml:space="preserve"> صاحب کرامت و جلالت بزرگ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بود، به نحو</w:t>
      </w:r>
      <w:r>
        <w:rPr>
          <w:rFonts w:hint="cs"/>
          <w:rtl/>
        </w:rPr>
        <w:t>ی</w:t>
      </w:r>
      <w:r>
        <w:rPr>
          <w:rtl/>
        </w:rPr>
        <w:t xml:space="preserve"> که هنگام رفت و آمد، همچون صاحبان قدرت بدرقه و استقبال 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606E1F" w:rsidRDefault="00606E1F" w:rsidP="0049562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خراز</w:t>
      </w:r>
      <w:r>
        <w:rPr>
          <w:rFonts w:hint="cs"/>
          <w:rtl/>
        </w:rPr>
        <w:t>ی</w:t>
      </w:r>
      <w:r>
        <w:rPr>
          <w:rtl/>
        </w:rPr>
        <w:t xml:space="preserve"> از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اراک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فرمود:</w:t>
      </w:r>
    </w:p>
    <w:p w:rsidR="00606E1F" w:rsidRDefault="00606E1F" w:rsidP="0049562C">
      <w:pPr>
        <w:pStyle w:val="libNormal"/>
        <w:rPr>
          <w:rtl/>
        </w:rPr>
      </w:pPr>
      <w:r>
        <w:rPr>
          <w:rtl/>
        </w:rPr>
        <w:t>1. پس از رحلت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، مردم از و</w:t>
      </w:r>
      <w:r>
        <w:rPr>
          <w:rFonts w:hint="cs"/>
          <w:rtl/>
        </w:rPr>
        <w:t>ی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رساله 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کردند. او کتاب وس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النجاة را در عرض سه روز از حفظ و بدون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مراجعه ا</w:t>
      </w:r>
      <w:r>
        <w:rPr>
          <w:rFonts w:hint="cs"/>
          <w:rtl/>
        </w:rPr>
        <w:t>ی</w:t>
      </w:r>
      <w:r>
        <w:rPr>
          <w:rtl/>
        </w:rPr>
        <w:t xml:space="preserve"> به کتب مرجع فقه</w:t>
      </w:r>
      <w:r>
        <w:rPr>
          <w:rFonts w:hint="cs"/>
          <w:rtl/>
        </w:rPr>
        <w:t>ی</w:t>
      </w:r>
      <w:r>
        <w:rPr>
          <w:rtl/>
        </w:rPr>
        <w:t xml:space="preserve"> ،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زده و نظرات فقه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عرضه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49562C" w:rsidRDefault="00606E1F" w:rsidP="0049562C">
      <w:pPr>
        <w:pStyle w:val="libNormal"/>
        <w:rPr>
          <w:rFonts w:hint="cs"/>
          <w:rtl/>
        </w:rPr>
      </w:pPr>
      <w:r>
        <w:rPr>
          <w:rFonts w:hint="eastAsia"/>
          <w:rtl/>
        </w:rPr>
        <w:t>چند</w:t>
      </w:r>
      <w:r>
        <w:rPr>
          <w:rFonts w:hint="cs"/>
          <w:rtl/>
        </w:rPr>
        <w:t>ی</w:t>
      </w:r>
      <w:r>
        <w:rPr>
          <w:rtl/>
        </w:rPr>
        <w:t xml:space="preserve"> بعد فرد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- به احتمال قو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امتحان 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رساله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باز او همان کتاب را پس از سه روز، حواش</w:t>
      </w:r>
      <w:r>
        <w:rPr>
          <w:rFonts w:hint="cs"/>
          <w:rtl/>
        </w:rPr>
        <w:t>ی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r>
        <w:rPr>
          <w:rtl/>
        </w:rPr>
        <w:t xml:space="preserve"> زده و به مقلد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دهد، تا از آن استفاده کند.</w:t>
      </w:r>
      <w:r w:rsidR="0049562C">
        <w:rPr>
          <w:rFonts w:hint="eastAsia"/>
          <w:rtl/>
        </w:rPr>
        <w:t xml:space="preserve"> </w:t>
      </w: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رکان</w:t>
      </w:r>
      <w:r>
        <w:rPr>
          <w:rtl/>
        </w:rPr>
        <w:t xml:space="preserve"> ! وقت</w:t>
      </w:r>
      <w:r>
        <w:rPr>
          <w:rFonts w:hint="cs"/>
          <w:rtl/>
        </w:rPr>
        <w:t>ی</w:t>
      </w:r>
      <w:r>
        <w:rPr>
          <w:rtl/>
        </w:rPr>
        <w:t xml:space="preserve"> حواش</w:t>
      </w:r>
      <w:r>
        <w:rPr>
          <w:rFonts w:hint="cs"/>
          <w:rtl/>
        </w:rPr>
        <w:t>ی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 هر دو کتاب فوق مطابقت م</w:t>
      </w:r>
      <w:r>
        <w:rPr>
          <w:rFonts w:hint="cs"/>
          <w:rtl/>
        </w:rPr>
        <w:t>ی</w:t>
      </w:r>
      <w:r>
        <w:rPr>
          <w:rtl/>
        </w:rPr>
        <w:t xml:space="preserve"> کنند، در کمال تعجب 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که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محتوا،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تفاوت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دو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  <w:r w:rsidR="0049562C">
        <w:rPr>
          <w:rFonts w:hint="eastAsia"/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حافظه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بزرگ به قدر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بوده است که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مهم (( القرآن و العقل )) را و</w:t>
      </w:r>
      <w:r>
        <w:rPr>
          <w:rFonts w:hint="cs"/>
          <w:rtl/>
        </w:rPr>
        <w:t>ی</w:t>
      </w:r>
      <w:r>
        <w:rPr>
          <w:rtl/>
        </w:rPr>
        <w:t xml:space="preserve"> بدون مراجعه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کتاب مرجع</w:t>
      </w:r>
      <w:r>
        <w:rPr>
          <w:rFonts w:hint="cs"/>
          <w:rtl/>
        </w:rPr>
        <w:t>ی</w:t>
      </w:r>
      <w:r>
        <w:rPr>
          <w:rtl/>
        </w:rPr>
        <w:t xml:space="preserve"> ، آن هم در دوران حضورش در جنگ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با روس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نگاشته است .</w:t>
      </w:r>
      <w:r w:rsidR="0049562C">
        <w:rPr>
          <w:rtl/>
        </w:rPr>
        <w:t xml:space="preserve"> </w:t>
      </w:r>
      <w:r>
        <w:rPr>
          <w:rtl/>
        </w:rPr>
        <w:t>2. او در تهجدات شبانه اش فوق العاده بود.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شب ، هنگام العفو گفتن ، به قدر</w:t>
      </w:r>
      <w:r>
        <w:rPr>
          <w:rFonts w:hint="cs"/>
          <w:rtl/>
        </w:rPr>
        <w:t>ی</w:t>
      </w:r>
      <w:r>
        <w:rPr>
          <w:rtl/>
        </w:rPr>
        <w:t xml:space="preserve"> از خود ب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شد که صدا</w:t>
      </w:r>
      <w:r>
        <w:rPr>
          <w:rFonts w:hint="cs"/>
          <w:rtl/>
        </w:rPr>
        <w:t>ی</w:t>
      </w:r>
      <w:r>
        <w:rPr>
          <w:rtl/>
        </w:rPr>
        <w:t xml:space="preserve"> او را مردم از کوچه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برا</w:t>
      </w:r>
      <w:r>
        <w:rPr>
          <w:rFonts w:hint="cs"/>
          <w:rtl/>
        </w:rPr>
        <w:t>ی</w:t>
      </w:r>
      <w:r>
        <w:rPr>
          <w:rtl/>
        </w:rPr>
        <w:t xml:space="preserve"> درک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از خانه ها</w:t>
      </w:r>
      <w:r>
        <w:rPr>
          <w:rFonts w:hint="cs"/>
          <w:rtl/>
        </w:rPr>
        <w:t>ی</w:t>
      </w:r>
      <w:r>
        <w:rPr>
          <w:rtl/>
        </w:rPr>
        <w:t xml:space="preserve"> خود خارج شده و به کنار اتاق اش در </w:t>
      </w:r>
      <w:r>
        <w:rPr>
          <w:rtl/>
        </w:rPr>
        <w:lastRenderedPageBreak/>
        <w:t>کوچه به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مناج</w:t>
      </w:r>
      <w:r>
        <w:rPr>
          <w:rFonts w:hint="eastAsia"/>
          <w:rtl/>
        </w:rPr>
        <w:t>اتش</w:t>
      </w:r>
      <w:r>
        <w:rPr>
          <w:rtl/>
        </w:rPr>
        <w:t xml:space="preserve"> به انتظار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ستادند،</w:t>
      </w:r>
      <w:r>
        <w:rPr>
          <w:rtl/>
        </w:rPr>
        <w:t xml:space="preserve"> تا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حالت معنو</w:t>
      </w:r>
      <w:r>
        <w:rPr>
          <w:rFonts w:hint="cs"/>
          <w:rtl/>
        </w:rPr>
        <w:t>ی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از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اش به فراوان</w:t>
      </w:r>
      <w:r>
        <w:rPr>
          <w:rFonts w:hint="cs"/>
          <w:rtl/>
        </w:rPr>
        <w:t>ی</w:t>
      </w:r>
      <w:r>
        <w:rPr>
          <w:rtl/>
        </w:rPr>
        <w:t xml:space="preserve"> بهره برند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352"/>
        <w:gridCol w:w="269"/>
        <w:gridCol w:w="3301"/>
      </w:tblGrid>
      <w:tr w:rsidR="004B0BAE" w:rsidTr="004B0BAE">
        <w:trPr>
          <w:trHeight w:val="350"/>
        </w:trPr>
        <w:tc>
          <w:tcPr>
            <w:tcW w:w="3352" w:type="dxa"/>
          </w:tcPr>
          <w:p w:rsidR="004B0BAE" w:rsidRDefault="004B0BAE" w:rsidP="007133C3">
            <w:pPr>
              <w:pStyle w:val="libPoem"/>
            </w:pPr>
            <w:r w:rsidRPr="004B0BAE">
              <w:rPr>
                <w:rtl/>
              </w:rPr>
              <w:t xml:space="preserve">در خلوت </w:t>
            </w:r>
            <w:r w:rsidRPr="004B0BAE">
              <w:rPr>
                <w:rFonts w:hint="cs"/>
                <w:rtl/>
              </w:rPr>
              <w:t>ی</w:t>
            </w:r>
            <w:r w:rsidRPr="004B0BAE">
              <w:rPr>
                <w:rFonts w:hint="eastAsia"/>
                <w:rtl/>
              </w:rPr>
              <w:t>اد</w:t>
            </w:r>
            <w:r w:rsidRPr="004B0BAE">
              <w:rPr>
                <w:rtl/>
              </w:rPr>
              <w:t xml:space="preserve"> تو که معراج حضور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B0BAE" w:rsidRDefault="004B0BAE" w:rsidP="007133C3">
            <w:pPr>
              <w:pStyle w:val="libPoem"/>
              <w:rPr>
                <w:rtl/>
              </w:rPr>
            </w:pPr>
          </w:p>
        </w:tc>
        <w:tc>
          <w:tcPr>
            <w:tcW w:w="3301" w:type="dxa"/>
          </w:tcPr>
          <w:p w:rsidR="004B0BAE" w:rsidRDefault="004B0BAE" w:rsidP="007133C3">
            <w:pPr>
              <w:pStyle w:val="libPoem"/>
            </w:pPr>
            <w:r w:rsidRPr="004B0BAE">
              <w:rPr>
                <w:rtl/>
              </w:rPr>
              <w:t>گرم ا</w:t>
            </w:r>
            <w:r w:rsidRPr="004B0BAE">
              <w:rPr>
                <w:rFonts w:hint="cs"/>
                <w:rtl/>
              </w:rPr>
              <w:t>ی</w:t>
            </w:r>
            <w:r w:rsidRPr="004B0BAE">
              <w:rPr>
                <w:rFonts w:hint="eastAsia"/>
                <w:rtl/>
              </w:rPr>
              <w:t>ن</w:t>
            </w:r>
            <w:r w:rsidRPr="004B0BAE">
              <w:rPr>
                <w:rtl/>
              </w:rPr>
              <w:t xml:space="preserve"> سر سودائ</w:t>
            </w:r>
            <w:r w:rsidRPr="004B0BAE">
              <w:rPr>
                <w:rFonts w:hint="cs"/>
                <w:rtl/>
              </w:rPr>
              <w:t>ی</w:t>
            </w:r>
            <w:r w:rsidRPr="004B0BAE">
              <w:rPr>
                <w:rFonts w:hint="eastAsia"/>
                <w:rtl/>
              </w:rPr>
              <w:t>م</w:t>
            </w:r>
            <w:r w:rsidRPr="004B0BAE">
              <w:rPr>
                <w:rtl/>
              </w:rPr>
              <w:t xml:space="preserve"> از ساغر نور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562C" w:rsidTr="004B0BAE">
        <w:tblPrEx>
          <w:tblLook w:val="01E0"/>
        </w:tblPrEx>
        <w:trPr>
          <w:trHeight w:val="350"/>
        </w:trPr>
        <w:tc>
          <w:tcPr>
            <w:tcW w:w="3352" w:type="dxa"/>
          </w:tcPr>
          <w:p w:rsidR="0049562C" w:rsidRDefault="0049562C" w:rsidP="00E17D55">
            <w:pPr>
              <w:pStyle w:val="libPoem"/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نغمه ز ساز طربم شور مزام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9562C" w:rsidRDefault="0049562C" w:rsidP="00E17D55">
            <w:pPr>
              <w:pStyle w:val="libPoem"/>
              <w:rPr>
                <w:rtl/>
              </w:rPr>
            </w:pPr>
          </w:p>
        </w:tc>
        <w:tc>
          <w:tcPr>
            <w:tcW w:w="3301" w:type="dxa"/>
          </w:tcPr>
          <w:p w:rsidR="0049562C" w:rsidRDefault="0049562C" w:rsidP="00E17D55">
            <w:pPr>
              <w:pStyle w:val="libPoem"/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شعله ز سوز نفسم آتش طور است </w:t>
            </w:r>
            <w:r w:rsidRPr="0049562C">
              <w:rPr>
                <w:rStyle w:val="libFootnotenumChar"/>
                <w:rtl/>
              </w:rPr>
              <w:t>(45)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9562C" w:rsidRDefault="00606E1F" w:rsidP="0049562C">
      <w:pPr>
        <w:pStyle w:val="libNormal"/>
        <w:rPr>
          <w:rtl/>
        </w:rPr>
      </w:pPr>
      <w:r>
        <w:rPr>
          <w:rtl/>
        </w:rPr>
        <w:t>3. روز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از صاحب منصبان اراک برا</w:t>
      </w:r>
      <w:r>
        <w:rPr>
          <w:rFonts w:hint="cs"/>
          <w:rtl/>
        </w:rPr>
        <w:t>ی</w:t>
      </w:r>
      <w:r>
        <w:rPr>
          <w:rtl/>
        </w:rPr>
        <w:t xml:space="preserve"> دادن خبر مرگ مرحوم حاج صباء  که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بزرگان اراک بوده است  به هنگام مسافرت به حضورش تشرف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تا کسب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کند. مرحوم حاج آقا 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در آن هنگام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نشسته بود</w:t>
      </w:r>
      <w:r>
        <w:rPr>
          <w:rFonts w:hint="eastAsia"/>
          <w:rtl/>
        </w:rPr>
        <w:t>،</w:t>
      </w:r>
      <w:r>
        <w:rPr>
          <w:rtl/>
        </w:rPr>
        <w:t xml:space="preserve"> سر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 و پس از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سر را بلند کرده و در کمال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بدون معطل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دروغ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زنده است !!</w:t>
      </w:r>
      <w:r w:rsidR="0049562C">
        <w:rPr>
          <w:rFonts w:hint="eastAsia"/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مرد با تعجب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پرسد: به 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شما خبر از سلامت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د؟او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پس از درگذشت هر مومن</w:t>
      </w:r>
      <w:r>
        <w:rPr>
          <w:rFonts w:hint="cs"/>
          <w:rtl/>
        </w:rPr>
        <w:t>ی</w:t>
      </w:r>
      <w:r>
        <w:rPr>
          <w:rtl/>
        </w:rPr>
        <w:t xml:space="preserve"> ، ملک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با ناله و اندوه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که فلان کس مرد، هر چه گوش کردم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یی</w:t>
      </w:r>
      <w:r>
        <w:rPr>
          <w:rtl/>
        </w:rPr>
        <w:t xml:space="preserve">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پس او زنده است 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5"/>
        <w:gridCol w:w="268"/>
        <w:gridCol w:w="3309"/>
      </w:tblGrid>
      <w:tr w:rsidR="0049562C" w:rsidTr="00E17D55">
        <w:trPr>
          <w:trHeight w:val="350"/>
        </w:trPr>
        <w:tc>
          <w:tcPr>
            <w:tcW w:w="3920" w:type="dxa"/>
            <w:shd w:val="clear" w:color="auto" w:fill="auto"/>
          </w:tcPr>
          <w:p w:rsidR="0049562C" w:rsidRDefault="0049562C" w:rsidP="00E17D55">
            <w:pPr>
              <w:pStyle w:val="libPoem"/>
            </w:pPr>
            <w:r>
              <w:rPr>
                <w:rtl/>
              </w:rPr>
              <w:t>مطرب عشق عجب ساز و نوائ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9562C" w:rsidRDefault="0049562C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9562C" w:rsidRDefault="0049562C" w:rsidP="00E17D55">
            <w:pPr>
              <w:pStyle w:val="libPoem"/>
            </w:pPr>
            <w:r>
              <w:rPr>
                <w:rFonts w:hint="eastAsia"/>
                <w:rtl/>
              </w:rPr>
              <w:t>نقش</w:t>
            </w:r>
            <w:r>
              <w:rPr>
                <w:rtl/>
              </w:rPr>
              <w:t xml:space="preserve"> هر نغمه که زد راه به جا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562C" w:rsidTr="00E17D55">
        <w:trPr>
          <w:trHeight w:val="350"/>
        </w:trPr>
        <w:tc>
          <w:tcPr>
            <w:tcW w:w="3920" w:type="dxa"/>
          </w:tcPr>
          <w:p w:rsidR="0049562C" w:rsidRDefault="0049562C" w:rsidP="00E17D55">
            <w:pPr>
              <w:pStyle w:val="libPoem"/>
            </w:pPr>
            <w:r>
              <w:rPr>
                <w:rFonts w:hint="eastAsia"/>
                <w:rtl/>
              </w:rPr>
              <w:t>عالم</w:t>
            </w:r>
            <w:r>
              <w:rPr>
                <w:rtl/>
              </w:rPr>
              <w:t xml:space="preserve"> ز ناله (( عشاق )) مبادا خال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562C" w:rsidRDefault="0049562C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562C" w:rsidRDefault="0049562C" w:rsidP="00E17D55">
            <w:pPr>
              <w:pStyle w:val="libPoem"/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خوش آهنگ و فرح بخش (( نوا )) ئ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دارد (46)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06E1F" w:rsidRDefault="00606E1F" w:rsidP="0049562C">
      <w:pPr>
        <w:pStyle w:val="libNormal"/>
        <w:rPr>
          <w:rtl/>
        </w:rPr>
      </w:pP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نگذشت که خبر سلامت</w:t>
      </w:r>
      <w:r>
        <w:rPr>
          <w:rFonts w:hint="cs"/>
          <w:rtl/>
        </w:rPr>
        <w:t>ی</w:t>
      </w:r>
      <w:r>
        <w:rPr>
          <w:rtl/>
        </w:rPr>
        <w:t xml:space="preserve"> حاج صباء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اراک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معلوم شد که خبر حاج آقا 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درست بوده است .</w:t>
      </w:r>
      <w:r w:rsidRPr="0049562C">
        <w:rPr>
          <w:rStyle w:val="libFootnotenumChar"/>
          <w:rtl/>
        </w:rPr>
        <w:t>(47)</w:t>
      </w:r>
    </w:p>
    <w:p w:rsidR="0049562C" w:rsidRDefault="0049562C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49562C">
      <w:pPr>
        <w:pStyle w:val="Heading2"/>
        <w:rPr>
          <w:rtl/>
        </w:rPr>
      </w:pPr>
      <w:bookmarkStart w:id="28" w:name="_Toc477423927"/>
      <w:r>
        <w:rPr>
          <w:rFonts w:hint="eastAsia"/>
          <w:rtl/>
        </w:rPr>
        <w:t>معرفت</w:t>
      </w:r>
      <w:r>
        <w:rPr>
          <w:rtl/>
        </w:rPr>
        <w:t xml:space="preserve"> بر صداها</w:t>
      </w:r>
      <w:r>
        <w:rPr>
          <w:rFonts w:hint="cs"/>
          <w:rtl/>
        </w:rPr>
        <w:t>ی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bookmarkEnd w:id="28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خراز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49562C" w:rsidRDefault="00606E1F" w:rsidP="0049562C">
      <w:pPr>
        <w:pStyle w:val="libNormal"/>
        <w:rPr>
          <w:rFonts w:hint="cs"/>
          <w:rtl/>
        </w:rPr>
      </w:pPr>
      <w:r>
        <w:rPr>
          <w:rFonts w:hint="eastAsia"/>
          <w:rtl/>
        </w:rPr>
        <w:t>بارها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که عالم و مرجع بزرگ ،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عبدالنب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خود به مغازه کوچک عارف وارسته ، صحاب</w:t>
      </w:r>
      <w:r>
        <w:rPr>
          <w:rFonts w:hint="cs"/>
          <w:rtl/>
        </w:rPr>
        <w:t>ی</w:t>
      </w:r>
      <w:r>
        <w:rPr>
          <w:rtl/>
        </w:rPr>
        <w:t xml:space="preserve"> امام عصر 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کفاش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آمد و محو گفتارها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شد: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4"/>
        <w:gridCol w:w="269"/>
        <w:gridCol w:w="3289"/>
      </w:tblGrid>
      <w:tr w:rsidR="00E3062A" w:rsidTr="007133C3">
        <w:trPr>
          <w:trHeight w:val="350"/>
        </w:trPr>
        <w:tc>
          <w:tcPr>
            <w:tcW w:w="3920" w:type="dxa"/>
            <w:shd w:val="clear" w:color="auto" w:fill="auto"/>
          </w:tcPr>
          <w:p w:rsidR="00E3062A" w:rsidRDefault="00E3062A" w:rsidP="007133C3">
            <w:pPr>
              <w:pStyle w:val="libPoem"/>
            </w:pPr>
            <w:r w:rsidRPr="00E3062A">
              <w:rPr>
                <w:rtl/>
              </w:rPr>
              <w:t>تا بتوان</w:t>
            </w:r>
            <w:r w:rsidRPr="00E3062A">
              <w:rPr>
                <w:rFonts w:hint="cs"/>
                <w:rtl/>
              </w:rPr>
              <w:t>ی</w:t>
            </w:r>
            <w:r w:rsidRPr="00E3062A">
              <w:rPr>
                <w:rtl/>
              </w:rPr>
              <w:t xml:space="preserve"> ز</w:t>
            </w:r>
            <w:r w:rsidRPr="00E3062A">
              <w:rPr>
                <w:rFonts w:hint="cs"/>
                <w:rtl/>
              </w:rPr>
              <w:t>ی</w:t>
            </w:r>
            <w:r w:rsidRPr="00E3062A">
              <w:rPr>
                <w:rFonts w:hint="eastAsia"/>
                <w:rtl/>
              </w:rPr>
              <w:t>ارت</w:t>
            </w:r>
            <w:r w:rsidRPr="00E3062A">
              <w:rPr>
                <w:rtl/>
              </w:rPr>
              <w:t xml:space="preserve"> دلها کن کافزون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3062A" w:rsidRDefault="00E3062A" w:rsidP="007133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3062A" w:rsidRDefault="00E3062A" w:rsidP="007133C3">
            <w:pPr>
              <w:pStyle w:val="libPoem"/>
            </w:pPr>
            <w:r w:rsidRPr="00E3062A">
              <w:rPr>
                <w:rtl/>
              </w:rPr>
              <w:t xml:space="preserve">ز هزار کعبه آمد </w:t>
            </w:r>
            <w:r w:rsidRPr="00E3062A">
              <w:rPr>
                <w:rFonts w:hint="cs"/>
                <w:rtl/>
              </w:rPr>
              <w:t>ی</w:t>
            </w:r>
            <w:r w:rsidRPr="00E3062A">
              <w:rPr>
                <w:rFonts w:hint="eastAsia"/>
                <w:rtl/>
              </w:rPr>
              <w:t>ک</w:t>
            </w:r>
            <w:r w:rsidRPr="00E3062A">
              <w:rPr>
                <w:rtl/>
              </w:rPr>
              <w:t xml:space="preserve"> دل </w:t>
            </w:r>
            <w:r w:rsidRPr="00E3062A">
              <w:rPr>
                <w:rStyle w:val="libFootnotenumChar"/>
                <w:rtl/>
              </w:rPr>
              <w:t>(48)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D5C4F" w:rsidRDefault="00606E1F" w:rsidP="007D5C4F">
      <w:pPr>
        <w:pStyle w:val="libNormal"/>
        <w:rPr>
          <w:rtl/>
        </w:rPr>
      </w:pPr>
      <w:r>
        <w:rPr>
          <w:rtl/>
        </w:rPr>
        <w:t>گاه از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اثر تذکرات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کفاش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حالات معنو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آمد.</w:t>
      </w:r>
      <w:r w:rsidR="007D5C4F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بالاخره مرحوم نور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به آن مقام معنو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شش ماه قبل از فوت اش 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 مرحوم حجة الاسلام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معزالدوله گفته بود: من به زود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خواهم رفت ، چون صداها</w:t>
      </w:r>
      <w:r>
        <w:rPr>
          <w:rFonts w:hint="cs"/>
          <w:rtl/>
        </w:rPr>
        <w:t>ی</w:t>
      </w:r>
      <w:r>
        <w:rPr>
          <w:rtl/>
        </w:rPr>
        <w:t xml:space="preserve"> عالم برزخ را م</w:t>
      </w:r>
      <w:r>
        <w:rPr>
          <w:rFonts w:hint="cs"/>
          <w:rtl/>
        </w:rPr>
        <w:t>ی</w:t>
      </w:r>
      <w:r>
        <w:rPr>
          <w:rtl/>
        </w:rPr>
        <w:t xml:space="preserve"> شنوم 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7D5C4F" w:rsidTr="00E17D55">
        <w:trPr>
          <w:trHeight w:val="350"/>
        </w:trPr>
        <w:tc>
          <w:tcPr>
            <w:tcW w:w="3920" w:type="dxa"/>
            <w:shd w:val="clear" w:color="auto" w:fill="auto"/>
          </w:tcPr>
          <w:p w:rsidR="007D5C4F" w:rsidRDefault="007D5C4F" w:rsidP="00E17D55">
            <w:pPr>
              <w:pStyle w:val="libPoem"/>
            </w:pPr>
            <w:r>
              <w:rPr>
                <w:rtl/>
              </w:rPr>
              <w:t>چون دل شنوا شد ترا از آن پس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D5C4F" w:rsidRDefault="007D5C4F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D5C4F" w:rsidRDefault="007D5C4F" w:rsidP="00E17D55">
            <w:pPr>
              <w:pStyle w:val="libPoem"/>
            </w:pPr>
            <w:r>
              <w:rPr>
                <w:rFonts w:hint="eastAsia"/>
                <w:rtl/>
              </w:rPr>
              <w:t>شا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دگرت گوش سر نباشد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C4F" w:rsidTr="00E17D55">
        <w:trPr>
          <w:trHeight w:val="350"/>
        </w:trPr>
        <w:tc>
          <w:tcPr>
            <w:tcW w:w="3920" w:type="dxa"/>
          </w:tcPr>
          <w:p w:rsidR="007D5C4F" w:rsidRDefault="007D5C4F" w:rsidP="00E17D55">
            <w:pPr>
              <w:pStyle w:val="libPoem"/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راز فلک را بدل شنودم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C4F" w:rsidRDefault="007D5C4F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C4F" w:rsidRDefault="007D5C4F" w:rsidP="00E17D55">
            <w:pPr>
              <w:pStyle w:val="libPoem"/>
            </w:pPr>
            <w:r>
              <w:rPr>
                <w:rFonts w:hint="eastAsia"/>
                <w:rtl/>
              </w:rPr>
              <w:t>هش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tl/>
              </w:rPr>
              <w:t xml:space="preserve"> بدل کور و کر نباشد </w:t>
            </w:r>
            <w:r w:rsidRPr="007D5C4F">
              <w:rPr>
                <w:rStyle w:val="libFootnotenumChar"/>
                <w:rtl/>
              </w:rPr>
              <w:t>(49) (50)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D5C4F" w:rsidRDefault="007D5C4F" w:rsidP="00606E1F">
      <w:pPr>
        <w:pStyle w:val="libNormal"/>
        <w:rPr>
          <w:rtl/>
        </w:rPr>
      </w:pPr>
    </w:p>
    <w:p w:rsidR="00606E1F" w:rsidRDefault="007D5C4F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7D5C4F">
      <w:pPr>
        <w:pStyle w:val="Heading2"/>
        <w:rPr>
          <w:rtl/>
        </w:rPr>
      </w:pPr>
      <w:bookmarkStart w:id="29" w:name="_Toc477423928"/>
      <w:r>
        <w:rPr>
          <w:rtl/>
        </w:rPr>
        <w:t>معرفت بر سفر به سو</w:t>
      </w:r>
      <w:r>
        <w:rPr>
          <w:rFonts w:hint="cs"/>
          <w:rtl/>
        </w:rPr>
        <w:t>ی</w:t>
      </w:r>
      <w:r>
        <w:rPr>
          <w:rtl/>
        </w:rPr>
        <w:t xml:space="preserve"> معبود</w:t>
      </w:r>
      <w:bookmarkEnd w:id="29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محمد عل</w:t>
      </w:r>
      <w:r>
        <w:rPr>
          <w:rFonts w:hint="cs"/>
          <w:rtl/>
        </w:rPr>
        <w:t>ی</w:t>
      </w:r>
      <w:r>
        <w:rPr>
          <w:rtl/>
        </w:rPr>
        <w:t xml:space="preserve"> شاه آباد</w:t>
      </w:r>
      <w:r>
        <w:rPr>
          <w:rFonts w:hint="cs"/>
          <w:rtl/>
        </w:rPr>
        <w:t>ی</w:t>
      </w:r>
      <w:r>
        <w:rPr>
          <w:rtl/>
        </w:rPr>
        <w:t xml:space="preserve"> نقل فرمود:</w:t>
      </w:r>
    </w:p>
    <w:p w:rsidR="00606E1F" w:rsidRDefault="00606E1F" w:rsidP="007D5C4F">
      <w:pPr>
        <w:pStyle w:val="libNormal"/>
        <w:rPr>
          <w:rtl/>
        </w:rPr>
      </w:pPr>
      <w:r>
        <w:rPr>
          <w:rFonts w:hint="eastAsia"/>
          <w:rtl/>
        </w:rPr>
        <w:t>فرد</w:t>
      </w:r>
      <w:r>
        <w:rPr>
          <w:rtl/>
        </w:rPr>
        <w:t xml:space="preserve"> موثق</w:t>
      </w:r>
      <w:r>
        <w:rPr>
          <w:rFonts w:hint="cs"/>
          <w:rtl/>
        </w:rPr>
        <w:t>ی</w:t>
      </w:r>
      <w:r>
        <w:rPr>
          <w:rtl/>
        </w:rPr>
        <w:t xml:space="preserve"> در روستا</w:t>
      </w:r>
      <w:r>
        <w:rPr>
          <w:rFonts w:hint="cs"/>
          <w:rtl/>
        </w:rPr>
        <w:t>ی</w:t>
      </w:r>
      <w:r>
        <w:rPr>
          <w:rtl/>
        </w:rPr>
        <w:t xml:space="preserve"> خورآباد قم به نام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جناب حجة الاسلام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که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فرد موثق</w:t>
      </w:r>
      <w:r>
        <w:rPr>
          <w:rFonts w:hint="cs"/>
          <w:rtl/>
        </w:rPr>
        <w:t>ی</w:t>
      </w:r>
      <w:r>
        <w:rPr>
          <w:rtl/>
        </w:rPr>
        <w:t xml:space="preserve"> است 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از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ساعات زندگ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نقل کرد: چند ساعت قبل از شهادت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او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سنگرها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زمان</w:t>
      </w:r>
      <w:r>
        <w:rPr>
          <w:rFonts w:hint="cs"/>
          <w:rtl/>
        </w:rPr>
        <w:t>ی</w:t>
      </w:r>
      <w:r>
        <w:rPr>
          <w:rtl/>
        </w:rPr>
        <w:t xml:space="preserve"> نگذشت که هنگام</w:t>
      </w:r>
      <w:r>
        <w:rPr>
          <w:rFonts w:hint="eastAsia"/>
          <w:rtl/>
        </w:rPr>
        <w:t>ه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نماز شد. او به اصرار از من خواست که برا</w:t>
      </w:r>
      <w:r>
        <w:rPr>
          <w:rFonts w:hint="cs"/>
          <w:rtl/>
        </w:rPr>
        <w:t>ی</w:t>
      </w:r>
      <w:r>
        <w:rPr>
          <w:rtl/>
        </w:rPr>
        <w:t xml:space="preserve"> انجام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نماز به امامت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من که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او را خوب م</w:t>
      </w:r>
      <w:r>
        <w:rPr>
          <w:rFonts w:hint="cs"/>
          <w:rtl/>
        </w:rPr>
        <w:t>ی</w:t>
      </w:r>
      <w:r>
        <w:rPr>
          <w:rtl/>
        </w:rPr>
        <w:t xml:space="preserve"> شناختم ، نه تنها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سربرتافتم بلکه خود او را وادار ساخته تا جلو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امامت نماز جماعت را بر عهده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ناچ</w:t>
      </w:r>
      <w:r>
        <w:rPr>
          <w:rFonts w:hint="eastAsia"/>
          <w:rtl/>
        </w:rPr>
        <w:t>ار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. پس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نماز، ناگهان بدون معطل</w:t>
      </w:r>
      <w:r>
        <w:rPr>
          <w:rFonts w:hint="cs"/>
          <w:rtl/>
        </w:rPr>
        <w:t>ی</w:t>
      </w:r>
      <w:r>
        <w:rPr>
          <w:rtl/>
        </w:rPr>
        <w:t xml:space="preserve"> سرش را به عقب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: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نمازم بود!؟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ساعت</w:t>
      </w:r>
      <w:r>
        <w:rPr>
          <w:rFonts w:hint="cs"/>
          <w:rtl/>
        </w:rPr>
        <w:t>ی</w:t>
      </w:r>
      <w:r>
        <w:rPr>
          <w:rtl/>
        </w:rPr>
        <w:t xml:space="preserve"> نگذشت که او در کنار ما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آنچه را که او به معرفت حضور</w:t>
      </w:r>
      <w:r>
        <w:rPr>
          <w:rFonts w:hint="cs"/>
          <w:rtl/>
        </w:rPr>
        <w:t>ی</w:t>
      </w:r>
      <w:r>
        <w:rPr>
          <w:rtl/>
        </w:rPr>
        <w:t xml:space="preserve"> در نماز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ما به شهادتش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!؟</w:t>
      </w:r>
      <w:r w:rsidRPr="007D5C4F">
        <w:rPr>
          <w:rStyle w:val="libFootnotenumChar"/>
          <w:rtl/>
        </w:rPr>
        <w:t xml:space="preserve">(51) </w:t>
      </w:r>
    </w:p>
    <w:p w:rsidR="007D5C4F" w:rsidRDefault="007D5C4F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7D5C4F">
      <w:pPr>
        <w:pStyle w:val="Heading1"/>
        <w:rPr>
          <w:rtl/>
        </w:rPr>
      </w:pPr>
      <w:bookmarkStart w:id="30" w:name="_Toc477423929"/>
      <w:r>
        <w:rPr>
          <w:rFonts w:hint="eastAsia"/>
          <w:rtl/>
        </w:rPr>
        <w:t>فصل</w:t>
      </w:r>
      <w:r>
        <w:rPr>
          <w:rtl/>
        </w:rPr>
        <w:t xml:space="preserve"> چهارم :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قابل معرفت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30"/>
    </w:p>
    <w:p w:rsidR="007D5C4F" w:rsidRDefault="007D5C4F" w:rsidP="00606E1F">
      <w:pPr>
        <w:pStyle w:val="libNormal"/>
        <w:rPr>
          <w:rtl/>
        </w:rPr>
      </w:pPr>
    </w:p>
    <w:p w:rsidR="00606E1F" w:rsidRDefault="00606E1F" w:rsidP="007D5C4F">
      <w:pPr>
        <w:pStyle w:val="Heading2"/>
        <w:rPr>
          <w:rtl/>
        </w:rPr>
      </w:pPr>
      <w:bookmarkStart w:id="31" w:name="_Toc477423930"/>
      <w:r>
        <w:rPr>
          <w:rFonts w:hint="eastAsia"/>
          <w:rtl/>
        </w:rPr>
        <w:t>معرفت</w:t>
      </w:r>
      <w:r>
        <w:rPr>
          <w:rtl/>
        </w:rPr>
        <w:t xml:space="preserve"> منزلت و مقام بهشت</w:t>
      </w:r>
      <w:r>
        <w:rPr>
          <w:rFonts w:hint="cs"/>
          <w:rtl/>
        </w:rPr>
        <w:t>ی</w:t>
      </w:r>
      <w:bookmarkEnd w:id="31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مراجع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فرمود:</w:t>
      </w:r>
    </w:p>
    <w:p w:rsidR="007D5C4F" w:rsidRDefault="00606E1F" w:rsidP="007D5C4F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ماه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رحلت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، ناگهان پدرم سخت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و تب</w:t>
      </w:r>
      <w:r>
        <w:rPr>
          <w:rFonts w:hint="cs"/>
          <w:rtl/>
        </w:rPr>
        <w:t>ی</w:t>
      </w:r>
      <w:r>
        <w:rPr>
          <w:rtl/>
        </w:rPr>
        <w:t xml:space="preserve"> مهلک بر بدن او افتاد. عل</w:t>
      </w:r>
      <w:r>
        <w:rPr>
          <w:rFonts w:hint="cs"/>
          <w:rtl/>
        </w:rPr>
        <w:t>ی</w:t>
      </w:r>
      <w:r>
        <w:rPr>
          <w:rFonts w:hint="eastAsia"/>
          <w:rtl/>
        </w:rPr>
        <w:t>رغم</w:t>
      </w:r>
      <w:r>
        <w:rPr>
          <w:rtl/>
        </w:rPr>
        <w:t xml:space="preserve"> تلاش فراوان پزشکان ، تب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رفت ، تا آنکه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پزشکان متخصص و معروف تهران به قم دعوت شد و او در کمال صداقت و دقت مقدار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کپسول برا</w:t>
      </w:r>
      <w:r>
        <w:rPr>
          <w:rFonts w:hint="cs"/>
          <w:rtl/>
        </w:rPr>
        <w:t>ی</w:t>
      </w:r>
      <w:r>
        <w:rPr>
          <w:rtl/>
        </w:rPr>
        <w:t xml:space="preserve"> رفع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عفون</w:t>
      </w:r>
      <w:r>
        <w:rPr>
          <w:rFonts w:hint="cs"/>
          <w:rtl/>
        </w:rPr>
        <w:t>ی</w:t>
      </w:r>
      <w:r>
        <w:rPr>
          <w:rtl/>
        </w:rPr>
        <w:t xml:space="preserve"> معده داد،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تب برطرف گردد. پس از مصرف کپسولها، نه تنها تب رفع نشد، بلکه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معدو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کم کم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قدر</w:t>
      </w:r>
      <w:r>
        <w:rPr>
          <w:rFonts w:hint="cs"/>
          <w:rtl/>
        </w:rPr>
        <w:t>ی</w:t>
      </w:r>
      <w:r>
        <w:rPr>
          <w:rtl/>
        </w:rPr>
        <w:t xml:space="preserve"> شدت گرفت که پزشکان ناچار شدند به پدرم خون تزر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کنند، در حال</w:t>
      </w:r>
      <w:r>
        <w:rPr>
          <w:rFonts w:hint="cs"/>
          <w:rtl/>
        </w:rPr>
        <w:t>ی</w:t>
      </w:r>
      <w:r>
        <w:rPr>
          <w:rtl/>
        </w:rPr>
        <w:t xml:space="preserve"> که از </w:t>
      </w:r>
      <w:r>
        <w:rPr>
          <w:rFonts w:hint="eastAsia"/>
          <w:rtl/>
        </w:rPr>
        <w:t>او</w:t>
      </w:r>
      <w:r>
        <w:rPr>
          <w:rtl/>
        </w:rPr>
        <w:t xml:space="preserve"> تشت ها</w:t>
      </w:r>
      <w:r>
        <w:rPr>
          <w:rFonts w:hint="cs"/>
          <w:rtl/>
        </w:rPr>
        <w:t>ی</w:t>
      </w:r>
      <w:r>
        <w:rPr>
          <w:rtl/>
        </w:rPr>
        <w:t xml:space="preserve"> خون دفع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="007D5C4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روز بعد،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شدت رو به وخامت گذارد، اخو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نجانب</w:t>
      </w:r>
      <w:r>
        <w:rPr>
          <w:rtl/>
        </w:rPr>
        <w:t xml:space="preserve"> پزشک ماهر</w:t>
      </w:r>
      <w:r>
        <w:rPr>
          <w:rFonts w:hint="cs"/>
          <w:rtl/>
        </w:rPr>
        <w:t>ی</w:t>
      </w:r>
      <w:r>
        <w:rPr>
          <w:rtl/>
        </w:rPr>
        <w:t xml:space="preserve"> است ، او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 پدرم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جان سالم بدر نم</w:t>
      </w:r>
      <w:r>
        <w:rPr>
          <w:rFonts w:hint="cs"/>
          <w:rtl/>
        </w:rPr>
        <w:t>ی</w:t>
      </w:r>
      <w:r>
        <w:rPr>
          <w:rtl/>
        </w:rPr>
        <w:t xml:space="preserve"> برد،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پدر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tl/>
        </w:rPr>
        <w:t xml:space="preserve"> کامل به تهران منتقل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درمان احتمال</w:t>
      </w:r>
      <w:r>
        <w:rPr>
          <w:rFonts w:hint="cs"/>
          <w:rtl/>
        </w:rPr>
        <w:t>ی</w:t>
      </w:r>
      <w:r>
        <w:rPr>
          <w:rtl/>
        </w:rPr>
        <w:t xml:space="preserve"> صورت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  <w:r w:rsidR="007D5C4F">
        <w:rPr>
          <w:rFonts w:hint="eastAsia"/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آن که پزشکان موفق به کشف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راه درمان آن بشوند، ناگهان حال پدرم رو به بهبود</w:t>
      </w:r>
      <w:r>
        <w:rPr>
          <w:rFonts w:hint="cs"/>
          <w:rtl/>
        </w:rPr>
        <w:t>ی</w:t>
      </w:r>
      <w:r>
        <w:rPr>
          <w:rtl/>
        </w:rPr>
        <w:t xml:space="preserve"> گذاشت ، پزشکان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عمل جراح</w:t>
      </w:r>
      <w:r>
        <w:rPr>
          <w:rFonts w:hint="cs"/>
          <w:rtl/>
        </w:rPr>
        <w:t>ی</w:t>
      </w:r>
      <w:r>
        <w:rPr>
          <w:rtl/>
        </w:rPr>
        <w:t xml:space="preserve"> معده را انجام دادند، ول</w:t>
      </w:r>
      <w:r>
        <w:rPr>
          <w:rFonts w:hint="cs"/>
          <w:rtl/>
        </w:rPr>
        <w:t>ی</w:t>
      </w:r>
      <w:r>
        <w:rPr>
          <w:rtl/>
        </w:rPr>
        <w:t xml:space="preserve"> تب همچنان وجود داشت ، که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اجرا</w:t>
      </w:r>
      <w:r>
        <w:rPr>
          <w:rFonts w:hint="cs"/>
          <w:rtl/>
        </w:rPr>
        <w:t>ی</w:t>
      </w:r>
      <w:r>
        <w:rPr>
          <w:rtl/>
        </w:rPr>
        <w:t xml:space="preserve"> دعاها</w:t>
      </w:r>
      <w:r>
        <w:rPr>
          <w:rFonts w:hint="cs"/>
          <w:rtl/>
        </w:rPr>
        <w:t>ی</w:t>
      </w:r>
      <w:r>
        <w:rPr>
          <w:rtl/>
        </w:rPr>
        <w:t xml:space="preserve"> مخصوص</w:t>
      </w:r>
      <w:r>
        <w:rPr>
          <w:rFonts w:hint="cs"/>
          <w:rtl/>
        </w:rPr>
        <w:t>ی</w:t>
      </w:r>
      <w:r>
        <w:rPr>
          <w:rtl/>
        </w:rPr>
        <w:t xml:space="preserve">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داده شده بود، برطرف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ظاهر حادثه بود، در حال</w:t>
      </w:r>
      <w:r>
        <w:rPr>
          <w:rFonts w:hint="cs"/>
          <w:rtl/>
        </w:rPr>
        <w:t>ی</w:t>
      </w:r>
      <w:r>
        <w:rPr>
          <w:rtl/>
        </w:rPr>
        <w:t xml:space="preserve"> که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بود؛ </w:t>
      </w:r>
      <w:r>
        <w:rPr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پدرم خود فرمود:</w:t>
      </w:r>
      <w:r w:rsidR="007D5C4F">
        <w:rPr>
          <w:rFonts w:hint="eastAsia"/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روزها</w:t>
      </w:r>
      <w:r>
        <w:rPr>
          <w:rFonts w:hint="cs"/>
          <w:rtl/>
        </w:rPr>
        <w:t>یی</w:t>
      </w:r>
      <w:r>
        <w:rPr>
          <w:rtl/>
        </w:rPr>
        <w:t xml:space="preserve"> که حال من وخ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بود، ناگهان خود را در عالم برزخ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، مرا به باغ بزرگ و باصفا</w:t>
      </w:r>
      <w:r>
        <w:rPr>
          <w:rFonts w:hint="cs"/>
          <w:rtl/>
        </w:rPr>
        <w:t>یی</w:t>
      </w:r>
      <w:r>
        <w:rPr>
          <w:rtl/>
        </w:rPr>
        <w:t xml:space="preserve"> بردند، آنگاه به من گفتند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خانه شماست ، جا</w:t>
      </w:r>
      <w:r>
        <w:rPr>
          <w:rFonts w:hint="cs"/>
          <w:rtl/>
        </w:rPr>
        <w:t>ی</w:t>
      </w:r>
      <w:r>
        <w:rPr>
          <w:rtl/>
        </w:rPr>
        <w:t xml:space="preserve"> خوب و عال</w:t>
      </w:r>
      <w:r>
        <w:rPr>
          <w:rFonts w:hint="cs"/>
          <w:rtl/>
        </w:rPr>
        <w:t>ی</w:t>
      </w:r>
      <w:r>
        <w:rPr>
          <w:rtl/>
        </w:rPr>
        <w:t xml:space="preserve"> بود، لذت</w:t>
      </w:r>
      <w:r>
        <w:rPr>
          <w:rFonts w:hint="cs"/>
          <w:rtl/>
        </w:rPr>
        <w:t>ی</w:t>
      </w:r>
      <w:r>
        <w:rPr>
          <w:rtl/>
        </w:rPr>
        <w:t xml:space="preserve"> بردم که از ابتدا</w:t>
      </w:r>
      <w:r>
        <w:rPr>
          <w:rFonts w:hint="cs"/>
          <w:rtl/>
        </w:rPr>
        <w:t>ی</w:t>
      </w:r>
      <w:r>
        <w:rPr>
          <w:rtl/>
        </w:rPr>
        <w:t xml:space="preserve"> عمر تا کنون آن را نچش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0"/>
        <w:gridCol w:w="268"/>
        <w:gridCol w:w="3324"/>
      </w:tblGrid>
      <w:tr w:rsidR="007D5C4F" w:rsidTr="00E17D55">
        <w:trPr>
          <w:trHeight w:val="350"/>
        </w:trPr>
        <w:tc>
          <w:tcPr>
            <w:tcW w:w="3920" w:type="dxa"/>
            <w:shd w:val="clear" w:color="auto" w:fill="auto"/>
          </w:tcPr>
          <w:p w:rsidR="007D5C4F" w:rsidRDefault="007D5C4F" w:rsidP="00E17D55">
            <w:pPr>
              <w:pStyle w:val="libPoem"/>
            </w:pPr>
            <w:r>
              <w:rPr>
                <w:rtl/>
              </w:rPr>
              <w:t>. درد عشق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ام که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D5C4F" w:rsidRDefault="007D5C4F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D5C4F" w:rsidRDefault="007D5C4F" w:rsidP="00E17D55">
            <w:pPr>
              <w:pStyle w:val="libPoem"/>
            </w:pPr>
            <w:r>
              <w:rPr>
                <w:rFonts w:hint="eastAsia"/>
                <w:rtl/>
              </w:rPr>
              <w:t>زهر</w:t>
            </w:r>
            <w:r>
              <w:rPr>
                <w:rtl/>
              </w:rPr>
              <w:t xml:space="preserve"> هجر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چش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ام که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C4F" w:rsidTr="00E17D55">
        <w:trPr>
          <w:trHeight w:val="350"/>
        </w:trPr>
        <w:tc>
          <w:tcPr>
            <w:tcW w:w="3920" w:type="dxa"/>
          </w:tcPr>
          <w:p w:rsidR="007D5C4F" w:rsidRDefault="007D5C4F" w:rsidP="00E17D55">
            <w:pPr>
              <w:pStyle w:val="libPoem"/>
            </w:pPr>
            <w:r>
              <w:rPr>
                <w:rFonts w:hint="eastAsia"/>
                <w:rtl/>
              </w:rPr>
              <w:t>گشته</w:t>
            </w:r>
            <w:r>
              <w:rPr>
                <w:rtl/>
              </w:rPr>
              <w:t xml:space="preserve"> ام در جهان و آخر کار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C4F" w:rsidRDefault="007D5C4F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C4F" w:rsidRDefault="007D5C4F" w:rsidP="00E17D55">
            <w:pPr>
              <w:pStyle w:val="libPoem"/>
            </w:pPr>
            <w:r>
              <w:rPr>
                <w:rFonts w:hint="eastAsia"/>
                <w:rtl/>
              </w:rPr>
              <w:t>دلبر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برگز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ام که مپرس </w:t>
            </w:r>
            <w:r w:rsidRPr="007D5C4F">
              <w:rPr>
                <w:rStyle w:val="libFootnotenumChar"/>
                <w:rtl/>
              </w:rPr>
              <w:t>(59)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06E1F" w:rsidRDefault="00606E1F" w:rsidP="00606E1F">
      <w:pPr>
        <w:pStyle w:val="libNormal"/>
        <w:rPr>
          <w:rtl/>
        </w:rPr>
      </w:pP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، هاتف</w:t>
      </w:r>
      <w:r>
        <w:rPr>
          <w:rFonts w:hint="cs"/>
          <w:rtl/>
        </w:rPr>
        <w:t>ی</w:t>
      </w:r>
      <w:r>
        <w:rPr>
          <w:rtl/>
        </w:rPr>
        <w:t xml:space="preserve"> از من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بازگرد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کمال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گفتم : نه ؟!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بار سوم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 ناتمام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tl/>
        </w:rPr>
        <w:t xml:space="preserve"> که بخواه</w:t>
      </w:r>
      <w:r>
        <w:rPr>
          <w:rFonts w:hint="cs"/>
          <w:rtl/>
        </w:rPr>
        <w:t>ی</w:t>
      </w:r>
      <w:r>
        <w:rPr>
          <w:rtl/>
        </w:rPr>
        <w:t xml:space="preserve"> تمام 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06E1F" w:rsidRDefault="00606E1F" w:rsidP="007D5C4F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چرا! کتاب</w:t>
      </w:r>
      <w:r>
        <w:rPr>
          <w:rFonts w:hint="cs"/>
          <w:rtl/>
        </w:rPr>
        <w:t>ی</w:t>
      </w:r>
      <w:r>
        <w:rPr>
          <w:rtl/>
        </w:rPr>
        <w:t xml:space="preserve"> را نوشته ام ، ول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.</w:t>
      </w:r>
      <w:r w:rsidR="007D5C4F">
        <w:rPr>
          <w:rFonts w:hint="eastAsia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گفتم ، ناگهان خود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، در حال</w:t>
      </w:r>
      <w:r>
        <w:rPr>
          <w:rFonts w:hint="cs"/>
          <w:rtl/>
        </w:rPr>
        <w:t>ی</w:t>
      </w:r>
      <w:r>
        <w:rPr>
          <w:rtl/>
        </w:rPr>
        <w:t xml:space="preserve"> که شماها بالا</w:t>
      </w:r>
      <w:r>
        <w:rPr>
          <w:rFonts w:hint="cs"/>
          <w:rtl/>
        </w:rPr>
        <w:t>ی</w:t>
      </w:r>
      <w:r>
        <w:rPr>
          <w:rtl/>
        </w:rPr>
        <w:t xml:space="preserve"> سر من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  <w:r w:rsidRPr="007D5C4F">
        <w:rPr>
          <w:rStyle w:val="libFootnotenumChar"/>
          <w:rtl/>
        </w:rPr>
        <w:t>!(60)</w:t>
      </w:r>
    </w:p>
    <w:p w:rsidR="007D5C4F" w:rsidRDefault="007D5C4F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7D5C4F">
      <w:pPr>
        <w:pStyle w:val="Heading2"/>
        <w:rPr>
          <w:rtl/>
        </w:rPr>
      </w:pPr>
      <w:bookmarkStart w:id="32" w:name="_Toc477423931"/>
      <w:r>
        <w:rPr>
          <w:rFonts w:hint="eastAsia"/>
          <w:rtl/>
        </w:rPr>
        <w:t>معرفت</w:t>
      </w:r>
      <w:r>
        <w:rPr>
          <w:rtl/>
        </w:rPr>
        <w:t xml:space="preserve"> شهود</w:t>
      </w:r>
      <w:r>
        <w:rPr>
          <w:rFonts w:hint="cs"/>
          <w:rtl/>
        </w:rPr>
        <w:t>ی</w:t>
      </w:r>
      <w:r>
        <w:rPr>
          <w:rtl/>
        </w:rPr>
        <w:t xml:space="preserve"> از گذشته ها</w:t>
      </w:r>
      <w:bookmarkEnd w:id="32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رضازاده خراسان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606E1F" w:rsidRDefault="00606E1F" w:rsidP="00F91293">
      <w:pPr>
        <w:pStyle w:val="libNormal"/>
        <w:rPr>
          <w:rtl/>
        </w:rPr>
      </w:pPr>
      <w:r>
        <w:rPr>
          <w:rFonts w:hint="eastAsia"/>
          <w:rtl/>
        </w:rPr>
        <w:t>مرجع</w:t>
      </w:r>
      <w:r>
        <w:rPr>
          <w:rtl/>
        </w:rPr>
        <w:t xml:space="preserve">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خانه ا</w:t>
      </w:r>
      <w:r>
        <w:rPr>
          <w:rFonts w:hint="cs"/>
          <w:rtl/>
        </w:rPr>
        <w:t>ی</w:t>
      </w:r>
      <w:r>
        <w:rPr>
          <w:rtl/>
        </w:rPr>
        <w:t xml:space="preserve"> از برا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نکرد. او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مقام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افتائ</w:t>
      </w:r>
      <w:r>
        <w:rPr>
          <w:rFonts w:hint="cs"/>
          <w:rtl/>
        </w:rPr>
        <w:t>ی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 و وجوهات شرع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داشت ، هرگز از آن وجوهات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خانه شخص</w:t>
      </w:r>
      <w:r>
        <w:rPr>
          <w:rFonts w:hint="cs"/>
          <w:rtl/>
        </w:rPr>
        <w:t>ی</w:t>
      </w:r>
      <w:r>
        <w:rPr>
          <w:rtl/>
        </w:rPr>
        <w:t xml:space="preserve"> بهره نگرفت و روزگار را همچن</w:t>
      </w:r>
      <w:r>
        <w:rPr>
          <w:rFonts w:hint="eastAsia"/>
          <w:rtl/>
        </w:rPr>
        <w:t>ان</w:t>
      </w:r>
      <w:r>
        <w:rPr>
          <w:rtl/>
        </w:rPr>
        <w:t xml:space="preserve"> به اجاره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گذراند.</w:t>
      </w:r>
      <w:r w:rsidR="00F91293">
        <w:rPr>
          <w:rFonts w:hint="eastAsia"/>
          <w:rtl/>
        </w:rPr>
        <w:t xml:space="preserve"> 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دوستان و مر</w:t>
      </w:r>
      <w:r>
        <w:rPr>
          <w:rFonts w:hint="cs"/>
          <w:rtl/>
        </w:rPr>
        <w:t>ی</w:t>
      </w:r>
      <w:r>
        <w:rPr>
          <w:rFonts w:hint="eastAsia"/>
          <w:rtl/>
        </w:rPr>
        <w:t>دانش</w:t>
      </w:r>
      <w:r>
        <w:rPr>
          <w:rtl/>
        </w:rPr>
        <w:t xml:space="preserve"> ، خانه ا</w:t>
      </w:r>
      <w:r>
        <w:rPr>
          <w:rFonts w:hint="cs"/>
          <w:rtl/>
        </w:rPr>
        <w:t>ی</w:t>
      </w:r>
      <w:r>
        <w:rPr>
          <w:rtl/>
        </w:rPr>
        <w:t xml:space="preserve"> را جهت اجاره از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درنظر گرفتند. ابتدا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جهت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tl/>
        </w:rPr>
        <w:t xml:space="preserve"> کنند، او به محض آنکه قدمش را داخل آن خانه م</w:t>
      </w:r>
      <w:r>
        <w:rPr>
          <w:rFonts w:hint="cs"/>
          <w:rtl/>
        </w:rPr>
        <w:t>ی</w:t>
      </w:r>
      <w:r>
        <w:rPr>
          <w:rtl/>
        </w:rPr>
        <w:t xml:space="preserve"> گذارد، بلافاصله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رفته و با ناراحت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گناه فراوان</w:t>
      </w:r>
      <w:r>
        <w:rPr>
          <w:rFonts w:hint="cs"/>
          <w:rtl/>
        </w:rPr>
        <w:t>ی</w:t>
      </w:r>
      <w:r>
        <w:rPr>
          <w:rtl/>
        </w:rPr>
        <w:t xml:space="preserve"> صورت گرفته است ،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</w:t>
      </w:r>
      <w:r>
        <w:rPr>
          <w:rFonts w:hint="eastAsia"/>
          <w:rtl/>
        </w:rPr>
        <w:t>ه</w:t>
      </w:r>
      <w:r>
        <w:rPr>
          <w:rtl/>
        </w:rPr>
        <w:t xml:space="preserve"> بدشگون را نم</w:t>
      </w:r>
      <w:r>
        <w:rPr>
          <w:rFonts w:hint="cs"/>
          <w:rtl/>
        </w:rPr>
        <w:t>ی</w:t>
      </w:r>
      <w:r>
        <w:rPr>
          <w:rtl/>
        </w:rPr>
        <w:t xml:space="preserve"> خواهم !</w:t>
      </w:r>
      <w:r w:rsidR="00F91293">
        <w:rPr>
          <w:rFonts w:hint="eastAsia"/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دوستان فوق العاده کنجکاو شده پس به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پردازند و به زود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که در سالها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دور، شعبه ا</w:t>
      </w:r>
      <w:r>
        <w:rPr>
          <w:rFonts w:hint="cs"/>
          <w:rtl/>
        </w:rPr>
        <w:t>ی</w:t>
      </w:r>
      <w:r>
        <w:rPr>
          <w:rtl/>
        </w:rPr>
        <w:t xml:space="preserve"> از بانکها</w:t>
      </w:r>
      <w:r>
        <w:rPr>
          <w:rFonts w:hint="cs"/>
          <w:rtl/>
        </w:rPr>
        <w:t>ی</w:t>
      </w:r>
      <w:r>
        <w:rPr>
          <w:rtl/>
        </w:rPr>
        <w:t xml:space="preserve"> انگلستان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بوده است همان بانک</w:t>
      </w:r>
      <w:r>
        <w:rPr>
          <w:rFonts w:hint="cs"/>
          <w:rtl/>
        </w:rPr>
        <w:t>ی</w:t>
      </w:r>
      <w:r>
        <w:rPr>
          <w:rtl/>
        </w:rPr>
        <w:t xml:space="preserve"> که با اعمال ربو</w:t>
      </w:r>
      <w:r>
        <w:rPr>
          <w:rFonts w:hint="cs"/>
          <w:rtl/>
        </w:rPr>
        <w:t>ی</w:t>
      </w:r>
      <w:r>
        <w:rPr>
          <w:rtl/>
        </w:rPr>
        <w:t xml:space="preserve"> ، ظلم و ستمها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را به جامعه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روا داشت و کشور امام زمان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>را به غارت برد!</w:t>
      </w:r>
      <w:r w:rsidR="00F91293">
        <w:rPr>
          <w:rtl/>
        </w:rPr>
        <w:t xml:space="preserve"> </w:t>
      </w:r>
      <w:r>
        <w:rPr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!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پس از گذشت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سال ، هنوز آثار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آن خانه احساس م</w:t>
      </w:r>
      <w:r>
        <w:rPr>
          <w:rFonts w:hint="cs"/>
          <w:rtl/>
        </w:rPr>
        <w:t>ی</w:t>
      </w:r>
      <w:r>
        <w:rPr>
          <w:rtl/>
        </w:rPr>
        <w:t xml:space="preserve"> کند و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سکونت در آن دور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F91293">
        <w:rPr>
          <w:rStyle w:val="libFootnotenumChar"/>
          <w:rtl/>
        </w:rPr>
        <w:t>.(61)</w:t>
      </w:r>
    </w:p>
    <w:p w:rsidR="00606E1F" w:rsidRDefault="00F91293" w:rsidP="00F91293">
      <w:pPr>
        <w:pStyle w:val="Heading2"/>
        <w:rPr>
          <w:rtl/>
        </w:rPr>
      </w:pPr>
      <w:r>
        <w:rPr>
          <w:rtl/>
        </w:rPr>
        <w:br w:type="page"/>
      </w:r>
      <w:bookmarkStart w:id="33" w:name="_Toc477423932"/>
      <w:r w:rsidR="00606E1F">
        <w:rPr>
          <w:rFonts w:hint="eastAsia"/>
          <w:rtl/>
        </w:rPr>
        <w:lastRenderedPageBreak/>
        <w:t>معرفت</w:t>
      </w:r>
      <w:r w:rsidR="00606E1F">
        <w:rPr>
          <w:rtl/>
        </w:rPr>
        <w:t xml:space="preserve"> موجودات ناپ</w:t>
      </w:r>
      <w:r w:rsidR="00606E1F">
        <w:rPr>
          <w:rFonts w:hint="cs"/>
          <w:rtl/>
        </w:rPr>
        <w:t>ی</w:t>
      </w:r>
      <w:r w:rsidR="00606E1F">
        <w:rPr>
          <w:rFonts w:hint="eastAsia"/>
          <w:rtl/>
        </w:rPr>
        <w:t>دا</w:t>
      </w:r>
      <w:bookmarkEnd w:id="33"/>
      <w:r w:rsidR="00606E1F"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حجة</w:t>
      </w:r>
      <w:r>
        <w:rPr>
          <w:rtl/>
        </w:rPr>
        <w:t xml:space="preserve"> الاسلام محمد عل</w:t>
      </w:r>
      <w:r>
        <w:rPr>
          <w:rFonts w:hint="cs"/>
          <w:rtl/>
        </w:rPr>
        <w:t>ی</w:t>
      </w:r>
      <w:r>
        <w:rPr>
          <w:rtl/>
        </w:rPr>
        <w:t xml:space="preserve"> شاه آباد</w:t>
      </w:r>
      <w:r>
        <w:rPr>
          <w:rFonts w:hint="cs"/>
          <w:rtl/>
        </w:rPr>
        <w:t>ی</w:t>
      </w:r>
      <w:r>
        <w:rPr>
          <w:rtl/>
        </w:rPr>
        <w:t xml:space="preserve"> به نقل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غرو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91293">
        <w:rPr>
          <w:rStyle w:val="libFootnotenumChar"/>
          <w:rtl/>
        </w:rPr>
        <w:t>(62)</w:t>
      </w:r>
      <w:r>
        <w:rPr>
          <w:rtl/>
        </w:rPr>
        <w:t xml:space="preserve"> نقل کرد:</w:t>
      </w:r>
    </w:p>
    <w:p w:rsidR="00606E1F" w:rsidRDefault="00606E1F" w:rsidP="00F9129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دوستانم بر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سخت اصرار داشت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تلاشها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کرد، ول</w:t>
      </w:r>
      <w:r>
        <w:rPr>
          <w:rFonts w:hint="cs"/>
          <w:rtl/>
        </w:rPr>
        <w:t>ی</w:t>
      </w:r>
      <w:r>
        <w:rPr>
          <w:rtl/>
        </w:rPr>
        <w:t xml:space="preserve"> کمتر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گرفت . تا آنکه به او گفته شد که اگر نزد فلان شخص  در منطقه (( گواه )) برو</w:t>
      </w:r>
      <w:r>
        <w:rPr>
          <w:rFonts w:hint="cs"/>
          <w:rtl/>
        </w:rPr>
        <w:t>ی</w:t>
      </w:r>
      <w:r>
        <w:rPr>
          <w:rtl/>
        </w:rPr>
        <w:t xml:space="preserve">  او م</w:t>
      </w:r>
      <w:r>
        <w:rPr>
          <w:rFonts w:hint="cs"/>
          <w:rtl/>
        </w:rPr>
        <w:t>ی</w:t>
      </w:r>
      <w:r>
        <w:rPr>
          <w:rtl/>
        </w:rPr>
        <w:t xml:space="preserve"> تواند جن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 شما نشان دهد!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 به سراغ آن آقا رفته و خواسته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 او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گذارد. آن مرد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. به حجره ات برو و در فلان ساعت آماده باش !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 خود نقل کرد که وقت</w:t>
      </w:r>
      <w:r>
        <w:rPr>
          <w:rFonts w:hint="cs"/>
          <w:rtl/>
        </w:rPr>
        <w:t>ی</w:t>
      </w:r>
      <w:r>
        <w:rPr>
          <w:rtl/>
        </w:rPr>
        <w:t xml:space="preserve"> به حجره آمدم ، راءس ساعت مقرر ناگاه متوجه نواخته شدن درب حجره شدم . پس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؟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از جن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هستم !</w:t>
      </w:r>
    </w:p>
    <w:p w:rsidR="00606E1F" w:rsidRDefault="00606E1F" w:rsidP="00F91293">
      <w:pPr>
        <w:pStyle w:val="libNormal"/>
        <w:rPr>
          <w:rtl/>
        </w:rPr>
      </w:pPr>
      <w:r>
        <w:rPr>
          <w:rFonts w:hint="eastAsia"/>
          <w:rtl/>
        </w:rPr>
        <w:t>ابتدا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لحظه ا</w:t>
      </w:r>
      <w:r>
        <w:rPr>
          <w:rFonts w:hint="cs"/>
          <w:rtl/>
        </w:rPr>
        <w:t>ی</w:t>
      </w:r>
      <w:r>
        <w:rPr>
          <w:rtl/>
        </w:rPr>
        <w:t xml:space="preserve"> سکوت کردم . او دوباره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وارد شوم ؟!</w:t>
      </w:r>
      <w:r>
        <w:rPr>
          <w:rFonts w:hint="eastAsia"/>
          <w:rtl/>
        </w:rPr>
        <w:t>به</w:t>
      </w:r>
      <w:r>
        <w:rPr>
          <w:rtl/>
        </w:rPr>
        <w:t xml:space="preserve"> ناچار به او اجازه ورود دادم . به محض ورود متوجه شدم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صدا، کس</w:t>
      </w:r>
      <w:r>
        <w:rPr>
          <w:rFonts w:hint="cs"/>
          <w:rtl/>
        </w:rPr>
        <w:t>ی</w:t>
      </w:r>
      <w:r>
        <w:rPr>
          <w:rtl/>
        </w:rPr>
        <w:t xml:space="preserve">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گربه کوچک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 او با احترام ! وارد اتاق شد، سپس سلام کرده ، آنگاه به گوشه اتاق رفت و بدون آنکه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دو پا</w:t>
      </w:r>
      <w:r>
        <w:rPr>
          <w:rFonts w:hint="cs"/>
          <w:rtl/>
        </w:rPr>
        <w:t>ی</w:t>
      </w:r>
      <w:r>
        <w:rPr>
          <w:rtl/>
        </w:rPr>
        <w:t xml:space="preserve"> خود نشست !</w:t>
      </w:r>
      <w:r w:rsidR="00F91293">
        <w:rPr>
          <w:rFonts w:hint="eastAsia"/>
          <w:rtl/>
        </w:rPr>
        <w:t xml:space="preserve"> </w:t>
      </w:r>
      <w:r>
        <w:rPr>
          <w:rFonts w:hint="eastAsia"/>
          <w:rtl/>
        </w:rPr>
        <w:t>ترس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سراپا</w:t>
      </w:r>
      <w:r>
        <w:rPr>
          <w:rFonts w:hint="cs"/>
          <w:rtl/>
        </w:rPr>
        <w:t>ی</w:t>
      </w:r>
      <w:r>
        <w:rPr>
          <w:rtl/>
        </w:rPr>
        <w:t xml:space="preserve"> وجود مرا فرا گرفته بود،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نگذشت که دوباره صدا</w:t>
      </w:r>
      <w:r>
        <w:rPr>
          <w:rFonts w:hint="cs"/>
          <w:rtl/>
        </w:rPr>
        <w:t>ی</w:t>
      </w:r>
      <w:r>
        <w:rPr>
          <w:rtl/>
        </w:rPr>
        <w:t xml:space="preserve"> درب اتاق بلند شد، فرد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اجازه ورود م</w:t>
      </w:r>
      <w:r>
        <w:rPr>
          <w:rFonts w:hint="cs"/>
          <w:rtl/>
        </w:rPr>
        <w:t>ی</w:t>
      </w:r>
      <w:r>
        <w:rPr>
          <w:rtl/>
        </w:rPr>
        <w:t xml:space="preserve"> خواست ، به محض اجازه دادن ، گربه ا</w:t>
      </w:r>
      <w:r>
        <w:rPr>
          <w:rFonts w:hint="cs"/>
          <w:rtl/>
        </w:rPr>
        <w:t>ی</w:t>
      </w:r>
      <w:r>
        <w:rPr>
          <w:rtl/>
        </w:rPr>
        <w:t xml:space="preserve"> بزرگتر از گربه اول ، وارد اتاق شد.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 از سلام ، به سو</w:t>
      </w:r>
      <w:r>
        <w:rPr>
          <w:rFonts w:hint="cs"/>
          <w:rtl/>
        </w:rPr>
        <w:t>ی</w:t>
      </w:r>
      <w:r>
        <w:rPr>
          <w:rtl/>
        </w:rPr>
        <w:t xml:space="preserve"> گربه اول</w:t>
      </w:r>
      <w:r>
        <w:rPr>
          <w:rFonts w:hint="cs"/>
          <w:rtl/>
        </w:rPr>
        <w:t>ی</w:t>
      </w:r>
      <w:r>
        <w:rPr>
          <w:rtl/>
        </w:rPr>
        <w:t xml:space="preserve"> رفته و همانند او به آرام</w:t>
      </w:r>
      <w:r>
        <w:rPr>
          <w:rFonts w:hint="cs"/>
          <w:rtl/>
        </w:rPr>
        <w:t>ی</w:t>
      </w:r>
      <w:r>
        <w:rPr>
          <w:rtl/>
        </w:rPr>
        <w:t xml:space="preserve"> نشست !</w:t>
      </w:r>
      <w:r w:rsidR="00F91293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آنقدر تکرار شد که دور تا دور حجره ام را جن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گرفتند، تا آنکه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نفرشان که ظاهرا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آنها بود، وارد شد، او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به کنارم آمد و پس از سلام و احوالپرس</w:t>
      </w:r>
      <w:r>
        <w:rPr>
          <w:rFonts w:hint="cs"/>
          <w:rtl/>
        </w:rPr>
        <w:t>ی</w:t>
      </w:r>
      <w:r>
        <w:rPr>
          <w:rtl/>
        </w:rPr>
        <w:t xml:space="preserve"> ! بدون </w:t>
      </w:r>
      <w:r>
        <w:rPr>
          <w:rtl/>
        </w:rPr>
        <w:lastRenderedPageBreak/>
        <w:t>معطل</w:t>
      </w:r>
      <w:r>
        <w:rPr>
          <w:rFonts w:hint="cs"/>
          <w:rtl/>
        </w:rPr>
        <w:t>ی</w:t>
      </w:r>
      <w:r>
        <w:rPr>
          <w:rtl/>
        </w:rPr>
        <w:t xml:space="preserve"> گفت : با ما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!؟</w:t>
      </w:r>
      <w:r w:rsidR="00F91293">
        <w:rPr>
          <w:rFonts w:hint="eastAsia"/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از ترس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قبض روح شوم ، بدون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گفتم : خواهشم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فورا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!!</w:t>
      </w:r>
      <w:r w:rsidR="00F91293">
        <w:rPr>
          <w:rFonts w:hint="eastAsia"/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بلافاصله خداحافظ</w:t>
      </w:r>
      <w:r>
        <w:rPr>
          <w:rFonts w:hint="cs"/>
          <w:rtl/>
        </w:rPr>
        <w:t>ی</w:t>
      </w:r>
      <w:r>
        <w:rPr>
          <w:rtl/>
        </w:rPr>
        <w:t xml:space="preserve"> کرده و رفت و پس از رفتنش ،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ورودشان ، از اتاق خارج شدند.</w:t>
      </w:r>
      <w:r w:rsidRPr="00F91293">
        <w:rPr>
          <w:rStyle w:val="libFootnotenumChar"/>
          <w:rtl/>
        </w:rPr>
        <w:t>(63)</w:t>
      </w:r>
    </w:p>
    <w:p w:rsidR="00F91293" w:rsidRDefault="00F91293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F91293">
      <w:pPr>
        <w:pStyle w:val="Heading2"/>
        <w:rPr>
          <w:rtl/>
        </w:rPr>
      </w:pPr>
      <w:bookmarkStart w:id="34" w:name="_Toc477423933"/>
      <w:r>
        <w:rPr>
          <w:rFonts w:hint="eastAsia"/>
          <w:rtl/>
        </w:rPr>
        <w:t>معرفت</w:t>
      </w:r>
      <w:r>
        <w:rPr>
          <w:rtl/>
        </w:rPr>
        <w:t xml:space="preserve"> معرفت</w:t>
      </w:r>
      <w:r>
        <w:rPr>
          <w:rFonts w:hint="cs"/>
          <w:rtl/>
        </w:rPr>
        <w:t>ی</w:t>
      </w:r>
      <w:bookmarkEnd w:id="34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حجه الاسلام علو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نقل فرمود:</w:t>
      </w:r>
    </w:p>
    <w:p w:rsidR="00606E1F" w:rsidRDefault="00606E1F" w:rsidP="00146181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الله مستنبط، حدود 30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مرگش ، مبتلا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مسر</w:t>
      </w:r>
      <w:r>
        <w:rPr>
          <w:rFonts w:hint="cs"/>
          <w:rtl/>
        </w:rPr>
        <w:t>ی</w:t>
      </w:r>
      <w:r>
        <w:rPr>
          <w:rtl/>
        </w:rPr>
        <w:t xml:space="preserve"> وبا شد. بستگانش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ناچار او را به سو</w:t>
      </w:r>
      <w:r>
        <w:rPr>
          <w:rFonts w:hint="cs"/>
          <w:rtl/>
        </w:rPr>
        <w:t>ی</w:t>
      </w:r>
      <w:r>
        <w:rPr>
          <w:rtl/>
        </w:rPr>
        <w:t xml:space="preserve"> قبله قرار داده ، تا پس از مرگ او را همانند صدها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گورستان جهت دفن ببرند. لحظات به کند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گذشت ، ناگهان حالش رو به بهبود</w:t>
      </w:r>
      <w:r>
        <w:rPr>
          <w:rFonts w:hint="cs"/>
          <w:rtl/>
        </w:rPr>
        <w:t>ی</w:t>
      </w:r>
      <w:r>
        <w:rPr>
          <w:rtl/>
        </w:rPr>
        <w:t xml:space="preserve"> گذارد و او ا</w:t>
      </w:r>
      <w:r>
        <w:rPr>
          <w:rFonts w:hint="eastAsia"/>
          <w:rtl/>
        </w:rPr>
        <w:t>ز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، جان سالم به در برد. وقت</w:t>
      </w:r>
      <w:r>
        <w:rPr>
          <w:rFonts w:hint="cs"/>
          <w:rtl/>
        </w:rPr>
        <w:t>ی</w:t>
      </w:r>
      <w:r>
        <w:rPr>
          <w:rtl/>
        </w:rPr>
        <w:t xml:space="preserve"> از او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ناگهان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او فرمود: به هنگام احتضار،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اطرافم جمع شده و با استدلالها</w:t>
      </w:r>
      <w:r>
        <w:rPr>
          <w:rFonts w:hint="cs"/>
          <w:rtl/>
        </w:rPr>
        <w:t>ی</w:t>
      </w:r>
      <w:r>
        <w:rPr>
          <w:rtl/>
        </w:rPr>
        <w:t xml:space="preserve"> مغالطه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در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افکار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حقه ام داشتند. وقت</w:t>
      </w:r>
      <w:r>
        <w:rPr>
          <w:rFonts w:hint="cs"/>
          <w:rtl/>
        </w:rPr>
        <w:t>ی</w:t>
      </w:r>
      <w:r>
        <w:rPr>
          <w:rtl/>
        </w:rPr>
        <w:t xml:space="preserve"> با قوت هر چه تمام تر به محکوم کردن آ</w:t>
      </w:r>
      <w:r>
        <w:rPr>
          <w:rFonts w:hint="eastAsia"/>
          <w:rtl/>
        </w:rPr>
        <w:t>نان</w:t>
      </w:r>
      <w:r>
        <w:rPr>
          <w:rtl/>
        </w:rPr>
        <w:t xml:space="preserve"> پرداختم ، پس از هر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استدلال</w:t>
      </w:r>
      <w:r>
        <w:rPr>
          <w:rFonts w:hint="cs"/>
          <w:rtl/>
        </w:rPr>
        <w:t>ی</w:t>
      </w:r>
      <w:r>
        <w:rPr>
          <w:rtl/>
        </w:rPr>
        <w:t xml:space="preserve"> ، محکوم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محو و نابود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>را بر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حاضر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او با لطف و کرامت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عمر شما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بود، ول</w:t>
      </w:r>
      <w:r>
        <w:rPr>
          <w:rFonts w:hint="cs"/>
          <w:rtl/>
        </w:rPr>
        <w:t>ی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دفاع جانانه از معارف حق خداوند 30 سال بر عمر شما افزود.</w:t>
      </w:r>
      <w:r w:rsidR="00146181">
        <w:rPr>
          <w:rFonts w:hint="eastAsia"/>
          <w:rtl/>
        </w:rPr>
        <w:t xml:space="preserve"> </w:t>
      </w:r>
      <w:r>
        <w:rPr>
          <w:rFonts w:hint="eastAsia"/>
          <w:rtl/>
        </w:rPr>
        <w:t>لحضات</w:t>
      </w:r>
      <w:r>
        <w:rPr>
          <w:rFonts w:hint="cs"/>
          <w:rtl/>
        </w:rPr>
        <w:t>ی</w:t>
      </w:r>
      <w:r>
        <w:rPr>
          <w:rtl/>
        </w:rPr>
        <w:t xml:space="preserve"> نگذشت که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به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بازگشتم .</w:t>
      </w:r>
      <w:r w:rsidR="00146181">
        <w:rPr>
          <w:rFonts w:hint="eastAsia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آن پس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باور مرحوم مستنبط نسبت به حوادث خطرناک جار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بود. به عنوان مثال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که متفق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حمله کرده و شهرها و روستاها</w:t>
      </w:r>
      <w:r>
        <w:rPr>
          <w:rFonts w:hint="cs"/>
          <w:rtl/>
        </w:rPr>
        <w:t>ی</w:t>
      </w:r>
      <w:r>
        <w:rPr>
          <w:rtl/>
        </w:rPr>
        <w:t xml:space="preserve"> کشور را به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درآورده بودند، مرحوم مستنبط به خاطر مخالفتها</w:t>
      </w:r>
      <w:r>
        <w:rPr>
          <w:rFonts w:hint="cs"/>
          <w:rtl/>
        </w:rPr>
        <w:t>ی</w:t>
      </w:r>
      <w:r>
        <w:rPr>
          <w:rtl/>
        </w:rPr>
        <w:t xml:space="preserve"> علن</w:t>
      </w:r>
      <w:r>
        <w:rPr>
          <w:rFonts w:hint="cs"/>
          <w:rtl/>
        </w:rPr>
        <w:t>ی</w:t>
      </w:r>
      <w:r>
        <w:rPr>
          <w:rtl/>
        </w:rPr>
        <w:t xml:space="preserve"> با هجوم متفق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به اعدام محکوم شد. وقت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اجرا</w:t>
      </w:r>
      <w:r>
        <w:rPr>
          <w:rFonts w:hint="cs"/>
          <w:rtl/>
        </w:rPr>
        <w:t>ی</w:t>
      </w:r>
      <w:r>
        <w:rPr>
          <w:rtl/>
        </w:rPr>
        <w:t xml:space="preserve"> حکم او را به چوبه ا</w:t>
      </w:r>
      <w:r>
        <w:rPr>
          <w:rFonts w:hint="cs"/>
          <w:rtl/>
        </w:rPr>
        <w:t>ی</w:t>
      </w:r>
      <w:r>
        <w:rPr>
          <w:rtl/>
        </w:rPr>
        <w:t xml:space="preserve"> بستند، تا ت</w:t>
      </w:r>
      <w:r>
        <w:rPr>
          <w:rFonts w:hint="cs"/>
          <w:rtl/>
        </w:rPr>
        <w:t>ی</w:t>
      </w:r>
      <w:r>
        <w:rPr>
          <w:rFonts w:hint="eastAsia"/>
          <w:rtl/>
        </w:rPr>
        <w:t>ربارانش</w:t>
      </w:r>
      <w:r>
        <w:rPr>
          <w:rtl/>
        </w:rPr>
        <w:t xml:space="preserve"> کنند او بدون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ترس و با ب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هر چه تمام تر به کس</w:t>
      </w:r>
      <w:r>
        <w:rPr>
          <w:rFonts w:hint="cs"/>
          <w:rtl/>
        </w:rPr>
        <w:t>ی</w:t>
      </w:r>
      <w:r>
        <w:rPr>
          <w:rtl/>
        </w:rPr>
        <w:t xml:space="preserve"> اشاره کرد تا چوب س</w:t>
      </w:r>
      <w:r>
        <w:rPr>
          <w:rFonts w:hint="cs"/>
          <w:rtl/>
        </w:rPr>
        <w:t>ی</w:t>
      </w:r>
      <w:r>
        <w:rPr>
          <w:rFonts w:hint="eastAsia"/>
          <w:rtl/>
        </w:rPr>
        <w:t>گارش</w:t>
      </w:r>
      <w:r>
        <w:rPr>
          <w:rtl/>
        </w:rPr>
        <w:t xml:space="preserve"> را از ج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درآورده و بر لبان او بگذارد تا </w:t>
      </w:r>
      <w:r>
        <w:rPr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گار</w:t>
      </w:r>
      <w:r>
        <w:rPr>
          <w:rFonts w:hint="cs"/>
          <w:rtl/>
        </w:rPr>
        <w:t>ی</w:t>
      </w:r>
      <w:r>
        <w:rPr>
          <w:rtl/>
        </w:rPr>
        <w:t xml:space="preserve"> بکشد، تمام</w:t>
      </w:r>
      <w:r>
        <w:rPr>
          <w:rFonts w:hint="cs"/>
          <w:rtl/>
        </w:rPr>
        <w:t>ی</w:t>
      </w:r>
      <w:r>
        <w:rPr>
          <w:rtl/>
        </w:rPr>
        <w:t xml:space="preserve"> افسران و سربازان متفق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رفتار</w:t>
      </w:r>
      <w:r>
        <w:rPr>
          <w:rtl/>
        </w:rPr>
        <w:t xml:space="preserve"> مرحوم مستنبط به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افتاده بودند.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نگذشت که ناگهان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سفارت متفق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حامل حکم آزاد</w:t>
      </w:r>
      <w:r>
        <w:rPr>
          <w:rFonts w:hint="cs"/>
          <w:rtl/>
        </w:rPr>
        <w:t>ی</w:t>
      </w:r>
      <w:r>
        <w:rPr>
          <w:rtl/>
        </w:rPr>
        <w:t xml:space="preserve"> مرحوم مستنبط بود. وقت</w:t>
      </w:r>
      <w:r>
        <w:rPr>
          <w:rFonts w:hint="cs"/>
          <w:rtl/>
        </w:rPr>
        <w:t>ی</w:t>
      </w:r>
      <w:r>
        <w:rPr>
          <w:rtl/>
        </w:rPr>
        <w:t xml:space="preserve"> از او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آرامش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او گفت : هنوز 30 سال عمر اضاف</w:t>
      </w:r>
      <w:r>
        <w:rPr>
          <w:rFonts w:hint="cs"/>
          <w:rtl/>
        </w:rPr>
        <w:t>ی</w:t>
      </w:r>
      <w:r>
        <w:rPr>
          <w:rtl/>
        </w:rPr>
        <w:t xml:space="preserve"> تمام نشده است ، تا نگران مرگ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باشم .</w:t>
      </w:r>
      <w:r w:rsidRPr="00146181">
        <w:rPr>
          <w:rStyle w:val="libFootnotenumChar"/>
          <w:rtl/>
        </w:rPr>
        <w:t>(64)</w:t>
      </w:r>
    </w:p>
    <w:p w:rsidR="00146181" w:rsidRDefault="00146181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146181">
      <w:pPr>
        <w:pStyle w:val="Heading2"/>
        <w:rPr>
          <w:rtl/>
        </w:rPr>
      </w:pPr>
      <w:bookmarkStart w:id="35" w:name="_Toc477423934"/>
      <w:r>
        <w:rPr>
          <w:rFonts w:hint="eastAsia"/>
          <w:rtl/>
        </w:rPr>
        <w:t>معرفت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bookmarkEnd w:id="35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محفوظ</w:t>
      </w:r>
      <w:r>
        <w:rPr>
          <w:rFonts w:hint="cs"/>
          <w:rtl/>
        </w:rPr>
        <w:t>ی</w:t>
      </w:r>
      <w:r>
        <w:rPr>
          <w:rtl/>
        </w:rPr>
        <w:t xml:space="preserve"> به نقل از مرجع بزرگ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بهجت ادام الله بقائه فرمود:</w:t>
      </w:r>
    </w:p>
    <w:p w:rsidR="00146181" w:rsidRDefault="00606E1F" w:rsidP="0014618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به اتفاق رهبر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الشاءن انقلاب آقا</w:t>
      </w:r>
      <w:r>
        <w:rPr>
          <w:rFonts w:hint="cs"/>
          <w:rtl/>
        </w:rPr>
        <w:t>ی</w:t>
      </w:r>
      <w:r>
        <w:rPr>
          <w:rtl/>
        </w:rPr>
        <w:t xml:space="preserve"> (امام)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و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به قبرستان واد</w:t>
      </w:r>
      <w:r>
        <w:rPr>
          <w:rFonts w:hint="cs"/>
          <w:rtl/>
        </w:rPr>
        <w:t>ی</w:t>
      </w:r>
      <w:r>
        <w:rPr>
          <w:rtl/>
        </w:rPr>
        <w:t xml:space="preserve"> السلام قم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مرحوم آقا</w:t>
      </w:r>
      <w:r>
        <w:rPr>
          <w:rFonts w:hint="cs"/>
          <w:rtl/>
        </w:rPr>
        <w:t>ی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tl/>
        </w:rPr>
        <w:t xml:space="preserve"> بر سر قبر مرحوم مشهد</w:t>
      </w:r>
      <w:r>
        <w:rPr>
          <w:rFonts w:hint="cs"/>
          <w:rtl/>
        </w:rPr>
        <w:t>ی</w:t>
      </w:r>
      <w:r>
        <w:rPr>
          <w:rtl/>
        </w:rPr>
        <w:t xml:space="preserve"> محمد که در دوران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سخت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علاقه داشت و ابراز محب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 رفت و با حالت</w:t>
      </w:r>
      <w:r>
        <w:rPr>
          <w:rFonts w:hint="cs"/>
          <w:rtl/>
        </w:rPr>
        <w:t>ی</w:t>
      </w:r>
      <w:r>
        <w:rPr>
          <w:rtl/>
        </w:rPr>
        <w:t xml:space="preserve"> که نشان از مشاهده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بود، رو به مشهد</w:t>
      </w:r>
      <w:r>
        <w:rPr>
          <w:rFonts w:hint="cs"/>
          <w:rtl/>
        </w:rPr>
        <w:t>ی</w:t>
      </w:r>
      <w:r>
        <w:rPr>
          <w:rtl/>
        </w:rPr>
        <w:t xml:space="preserve"> محمد کرده و فرمود:</w:t>
      </w:r>
      <w:r w:rsidR="00146181">
        <w:rPr>
          <w:rFonts w:hint="eastAsia"/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مشهد</w:t>
      </w:r>
      <w:r>
        <w:rPr>
          <w:rFonts w:hint="cs"/>
          <w:rtl/>
        </w:rPr>
        <w:t>ی</w:t>
      </w:r>
      <w:r>
        <w:rPr>
          <w:rtl/>
        </w:rPr>
        <w:t xml:space="preserve"> محمد! روزگار</w:t>
      </w:r>
      <w:r>
        <w:rPr>
          <w:rFonts w:hint="cs"/>
          <w:rtl/>
        </w:rPr>
        <w:t>ی</w:t>
      </w:r>
      <w:r>
        <w:rPr>
          <w:rtl/>
        </w:rPr>
        <w:t xml:space="preserve"> تو برا</w:t>
      </w:r>
      <w:r>
        <w:rPr>
          <w:rFonts w:hint="cs"/>
          <w:rtl/>
        </w:rPr>
        <w:t>ی</w:t>
      </w:r>
      <w:r>
        <w:rPr>
          <w:rtl/>
        </w:rPr>
        <w:t xml:space="preserve"> ما توت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tl/>
        </w:rPr>
        <w:t xml:space="preserve"> ، نم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امروز توت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؟!</w:t>
      </w:r>
      <w:r>
        <w:rPr>
          <w:rFonts w:hint="eastAsia"/>
          <w:rtl/>
        </w:rPr>
        <w:t>لحظات</w:t>
      </w:r>
      <w:r>
        <w:rPr>
          <w:rFonts w:hint="cs"/>
          <w:rtl/>
        </w:rPr>
        <w:t>ی</w:t>
      </w:r>
      <w:r>
        <w:rPr>
          <w:rtl/>
        </w:rPr>
        <w:t xml:space="preserve"> بعد ناگاه جوان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آمده و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از توت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حاضر ساخت !!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4"/>
        <w:gridCol w:w="268"/>
        <w:gridCol w:w="3330"/>
      </w:tblGrid>
      <w:tr w:rsidR="00146181" w:rsidTr="00E17D55">
        <w:trPr>
          <w:trHeight w:val="350"/>
        </w:trPr>
        <w:tc>
          <w:tcPr>
            <w:tcW w:w="3920" w:type="dxa"/>
            <w:shd w:val="clear" w:color="auto" w:fill="auto"/>
          </w:tcPr>
          <w:p w:rsidR="00146181" w:rsidRDefault="00146181" w:rsidP="00E17D55">
            <w:pPr>
              <w:pStyle w:val="libPoem"/>
            </w:pPr>
            <w:r>
              <w:rPr>
                <w:rtl/>
              </w:rPr>
              <w:t>چو گردد خاک تن جان مجرد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46181" w:rsidRDefault="00146181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46181" w:rsidRDefault="00146181" w:rsidP="00E17D55">
            <w:pPr>
              <w:pStyle w:val="libPoem"/>
            </w:pPr>
            <w:r>
              <w:rPr>
                <w:rFonts w:hint="eastAsia"/>
                <w:rtl/>
              </w:rPr>
              <w:t>شتابد</w:t>
            </w:r>
            <w:r>
              <w:rPr>
                <w:rtl/>
              </w:rPr>
              <w:t xml:space="preserve"> سو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اقل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مؤبد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6181" w:rsidTr="00E17D55">
        <w:trPr>
          <w:trHeight w:val="350"/>
        </w:trPr>
        <w:tc>
          <w:tcPr>
            <w:tcW w:w="3920" w:type="dxa"/>
          </w:tcPr>
          <w:p w:rsidR="00146181" w:rsidRDefault="00146181" w:rsidP="00E17D55">
            <w:pPr>
              <w:pStyle w:val="libPoem"/>
            </w:pPr>
            <w:r>
              <w:rPr>
                <w:rFonts w:hint="eastAsia"/>
                <w:rtl/>
              </w:rPr>
              <w:t>جهان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</w:t>
            </w:r>
            <w:r>
              <w:rPr>
                <w:rtl/>
              </w:rPr>
              <w:t xml:space="preserve"> از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پنهان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6181" w:rsidRDefault="00146181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6181" w:rsidRDefault="00146181" w:rsidP="00E17D55">
            <w:pPr>
              <w:pStyle w:val="libPoem"/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آنجا ذره صد خورش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تابان </w:t>
            </w:r>
            <w:r w:rsidRPr="00146181">
              <w:rPr>
                <w:rStyle w:val="libFootnotenumChar"/>
                <w:rtl/>
              </w:rPr>
              <w:t>(65) (66)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46181" w:rsidRDefault="00146181" w:rsidP="00606E1F">
      <w:pPr>
        <w:pStyle w:val="libNormal"/>
        <w:rPr>
          <w:rtl/>
        </w:rPr>
      </w:pPr>
    </w:p>
    <w:p w:rsidR="00606E1F" w:rsidRDefault="00146181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146181">
      <w:pPr>
        <w:pStyle w:val="Heading2"/>
        <w:rPr>
          <w:rtl/>
        </w:rPr>
      </w:pPr>
      <w:bookmarkStart w:id="36" w:name="_Toc477423935"/>
      <w:r>
        <w:rPr>
          <w:rtl/>
        </w:rPr>
        <w:t>معرفت آسمان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36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حسن بهشت</w:t>
      </w:r>
      <w:r>
        <w:rPr>
          <w:rFonts w:hint="cs"/>
          <w:rtl/>
        </w:rPr>
        <w:t>ی</w:t>
      </w:r>
      <w:r>
        <w:rPr>
          <w:rtl/>
        </w:rPr>
        <w:t xml:space="preserve"> به نقل از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بهجت فرمود:</w:t>
      </w:r>
    </w:p>
    <w:p w:rsidR="00606E1F" w:rsidRDefault="00606E1F" w:rsidP="00146181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جهانگ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 که از علما</w:t>
      </w:r>
      <w:r>
        <w:rPr>
          <w:rFonts w:hint="cs"/>
          <w:rtl/>
        </w:rPr>
        <w:t>ی</w:t>
      </w:r>
      <w:r>
        <w:rPr>
          <w:rtl/>
        </w:rPr>
        <w:t xml:space="preserve"> بزرگ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معاصر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است به درجات بزرگ</w:t>
      </w:r>
      <w:r>
        <w:rPr>
          <w:rFonts w:hint="cs"/>
          <w:rtl/>
        </w:rPr>
        <w:t>ی</w:t>
      </w:r>
      <w:r>
        <w:rPr>
          <w:rtl/>
        </w:rPr>
        <w:t xml:space="preserve"> از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نمونه ا</w:t>
      </w:r>
      <w:r>
        <w:rPr>
          <w:rFonts w:hint="cs"/>
          <w:rtl/>
        </w:rPr>
        <w:t>ی</w:t>
      </w:r>
      <w:r>
        <w:rPr>
          <w:rtl/>
        </w:rPr>
        <w:t xml:space="preserve"> از آن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</w:t>
      </w:r>
      <w:r w:rsidR="00146181">
        <w:rPr>
          <w:rFonts w:hint="eastAsia"/>
          <w:rtl/>
        </w:rPr>
        <w:t xml:space="preserve"> 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دو نفر از علما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به نزد جهانگ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 آمده تا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 بحث کنند، بحث به طول م</w:t>
      </w:r>
      <w:r>
        <w:rPr>
          <w:rFonts w:hint="cs"/>
          <w:rtl/>
        </w:rPr>
        <w:t>ی</w:t>
      </w:r>
      <w:r>
        <w:rPr>
          <w:rtl/>
        </w:rPr>
        <w:t xml:space="preserve"> انجامد تا آنکه جهانگ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 خسته شده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اگر خود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>الان حاضر شود و به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شهادت بدهد، قبول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="00146181">
        <w:rPr>
          <w:rFonts w:hint="eastAsia"/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متح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است !</w:t>
      </w:r>
      <w:r w:rsidR="00146181">
        <w:rPr>
          <w:rFonts w:hint="eastAsia"/>
          <w:rtl/>
        </w:rPr>
        <w:t xml:space="preserve"> </w:t>
      </w:r>
      <w:r>
        <w:rPr>
          <w:rFonts w:hint="eastAsia"/>
          <w:rtl/>
        </w:rPr>
        <w:t>جهانگ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 دست به دعا برم</w:t>
      </w:r>
      <w:r>
        <w:rPr>
          <w:rFonts w:hint="cs"/>
          <w:rtl/>
        </w:rPr>
        <w:t>ی</w:t>
      </w:r>
      <w:r>
        <w:rPr>
          <w:rtl/>
        </w:rPr>
        <w:t xml:space="preserve"> دارد و از خداوند حضور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>را م</w:t>
      </w:r>
      <w:r>
        <w:rPr>
          <w:rFonts w:hint="cs"/>
          <w:rtl/>
        </w:rPr>
        <w:t>ی</w:t>
      </w:r>
      <w:r>
        <w:rPr>
          <w:rtl/>
        </w:rPr>
        <w:t xml:space="preserve"> خواهد! ناگهان درب باز شده و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وارد اتاق م</w:t>
      </w:r>
      <w:r>
        <w:rPr>
          <w:rFonts w:hint="cs"/>
          <w:rtl/>
        </w:rPr>
        <w:t>ی</w:t>
      </w:r>
      <w:r>
        <w:rPr>
          <w:rtl/>
        </w:rPr>
        <w:t xml:space="preserve"> شوند، آنگاه در مقابل بحت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همگان به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 شهادت داده و سپس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Pr="00146181">
        <w:rPr>
          <w:rStyle w:val="libFootnotenumChar"/>
          <w:rtl/>
        </w:rPr>
        <w:t>.(67)</w:t>
      </w:r>
    </w:p>
    <w:p w:rsidR="00146181" w:rsidRDefault="00146181" w:rsidP="00606E1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146181">
      <w:pPr>
        <w:pStyle w:val="Heading2"/>
        <w:rPr>
          <w:rtl/>
        </w:rPr>
      </w:pPr>
      <w:bookmarkStart w:id="37" w:name="_Toc477423936"/>
      <w:r>
        <w:rPr>
          <w:rFonts w:hint="eastAsia"/>
          <w:rtl/>
        </w:rPr>
        <w:t>معرفت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تمثل</w:t>
      </w:r>
      <w:r>
        <w:rPr>
          <w:rFonts w:hint="cs"/>
          <w:rtl/>
        </w:rPr>
        <w:t>ی</w:t>
      </w:r>
      <w:bookmarkEnd w:id="37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محمد عل</w:t>
      </w:r>
      <w:r>
        <w:rPr>
          <w:rFonts w:hint="cs"/>
          <w:rtl/>
        </w:rPr>
        <w:t>ی</w:t>
      </w:r>
      <w:r>
        <w:rPr>
          <w:rtl/>
        </w:rPr>
        <w:t xml:space="preserve"> شاه آباد</w:t>
      </w:r>
      <w:r>
        <w:rPr>
          <w:rFonts w:hint="cs"/>
          <w:rtl/>
        </w:rPr>
        <w:t>ی</w:t>
      </w:r>
      <w:r>
        <w:rPr>
          <w:rtl/>
        </w:rPr>
        <w:t xml:space="preserve"> نقل کرد:</w:t>
      </w:r>
    </w:p>
    <w:p w:rsidR="00221A7F" w:rsidRDefault="00606E1F" w:rsidP="00221A7F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سال که از رحلت جانسوز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حاج آقا مصطف</w:t>
      </w:r>
      <w:r>
        <w:rPr>
          <w:rFonts w:hint="cs"/>
          <w:rtl/>
        </w:rPr>
        <w:t>ی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گذشت ، روز</w:t>
      </w:r>
      <w:r>
        <w:rPr>
          <w:rFonts w:hint="cs"/>
          <w:rtl/>
        </w:rPr>
        <w:t>ی</w:t>
      </w:r>
      <w:r>
        <w:rPr>
          <w:rtl/>
        </w:rPr>
        <w:t xml:space="preserve"> به نزد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بهاءالد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رفته و خود از و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گفت :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من با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حاج آقا مصطف</w:t>
      </w:r>
      <w:r>
        <w:rPr>
          <w:rFonts w:hint="cs"/>
          <w:rtl/>
        </w:rPr>
        <w:t>ی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</w:t>
      </w:r>
      <w:r>
        <w:rPr>
          <w:rFonts w:hint="eastAsia"/>
          <w:rtl/>
        </w:rPr>
        <w:t>ءنوس</w:t>
      </w:r>
      <w:r>
        <w:rPr>
          <w:rtl/>
        </w:rPr>
        <w:t xml:space="preserve"> بوده و هستم . او هنوز که هنوز است ، گاه و ب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به نزد ما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!؟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1"/>
        <w:gridCol w:w="268"/>
        <w:gridCol w:w="3313"/>
      </w:tblGrid>
      <w:tr w:rsidR="00221A7F" w:rsidTr="00E17D55">
        <w:trPr>
          <w:trHeight w:val="350"/>
        </w:trPr>
        <w:tc>
          <w:tcPr>
            <w:tcW w:w="3920" w:type="dxa"/>
            <w:shd w:val="clear" w:color="auto" w:fill="auto"/>
          </w:tcPr>
          <w:p w:rsidR="00221A7F" w:rsidRDefault="00221A7F" w:rsidP="00E17D55">
            <w:pPr>
              <w:pStyle w:val="libPoem"/>
            </w:pPr>
            <w:r>
              <w:rPr>
                <w:rtl/>
              </w:rPr>
              <w:t>خواند مرا سو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دوست ، نفخه گلبو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21A7F" w:rsidRDefault="00221A7F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21A7F" w:rsidRDefault="00221A7F" w:rsidP="00E17D55">
            <w:pPr>
              <w:pStyle w:val="libPoem"/>
            </w:pPr>
            <w:r>
              <w:rPr>
                <w:rFonts w:hint="eastAsia"/>
                <w:rtl/>
              </w:rPr>
              <w:t>گفت</w:t>
            </w:r>
            <w:r>
              <w:rPr>
                <w:rtl/>
              </w:rPr>
              <w:t xml:space="preserve"> چه خواه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 دوست ، گفتمش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دوست ،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A7F" w:rsidTr="00E17D55">
        <w:trPr>
          <w:trHeight w:val="350"/>
        </w:trPr>
        <w:tc>
          <w:tcPr>
            <w:tcW w:w="3920" w:type="dxa"/>
          </w:tcPr>
          <w:p w:rsidR="00221A7F" w:rsidRDefault="00221A7F" w:rsidP="00E17D55">
            <w:pPr>
              <w:pStyle w:val="libPoem"/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مرا برملا، آن مه برج 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1A7F" w:rsidRDefault="00221A7F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1A7F" w:rsidRDefault="00221A7F" w:rsidP="00E17D55">
            <w:pPr>
              <w:pStyle w:val="libPoem"/>
            </w:pPr>
            <w:r>
              <w:rPr>
                <w:rFonts w:hint="eastAsia"/>
                <w:rtl/>
              </w:rPr>
              <w:t>گفت</w:t>
            </w:r>
            <w:r>
              <w:rPr>
                <w:rtl/>
              </w:rPr>
              <w:t xml:space="preserve"> چه خواه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 ما، گفتمش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دوست ،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A7F" w:rsidTr="00E17D55">
        <w:trPr>
          <w:trHeight w:val="350"/>
        </w:trPr>
        <w:tc>
          <w:tcPr>
            <w:tcW w:w="3920" w:type="dxa"/>
          </w:tcPr>
          <w:p w:rsidR="00221A7F" w:rsidRDefault="00221A7F" w:rsidP="00E17D55">
            <w:pPr>
              <w:pStyle w:val="libPoem"/>
            </w:pPr>
            <w:r>
              <w:rPr>
                <w:rFonts w:hint="eastAsia"/>
                <w:rtl/>
              </w:rPr>
              <w:t>طلعت</w:t>
            </w:r>
            <w:r>
              <w:rPr>
                <w:rtl/>
              </w:rPr>
              <w:t xml:space="preserve"> آن گلعذار، برد زجانم قرار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1A7F" w:rsidRDefault="00221A7F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1A7F" w:rsidRDefault="00221A7F" w:rsidP="00E17D55">
            <w:pPr>
              <w:pStyle w:val="libPoem"/>
            </w:pPr>
            <w:r>
              <w:rPr>
                <w:rFonts w:hint="eastAsia"/>
                <w:rtl/>
              </w:rPr>
              <w:t>گفت</w:t>
            </w:r>
            <w:r>
              <w:rPr>
                <w:rtl/>
              </w:rPr>
              <w:t xml:space="preserve"> چه خواه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ار،</w:t>
            </w:r>
            <w:r>
              <w:rPr>
                <w:rtl/>
              </w:rPr>
              <w:t xml:space="preserve"> گفتمش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دوست ،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A7F" w:rsidTr="00E17D55">
        <w:trPr>
          <w:trHeight w:val="350"/>
        </w:trPr>
        <w:tc>
          <w:tcPr>
            <w:tcW w:w="3920" w:type="dxa"/>
          </w:tcPr>
          <w:p w:rsidR="00221A7F" w:rsidRDefault="00221A7F" w:rsidP="00E17D55">
            <w:pPr>
              <w:pStyle w:val="libPoem"/>
            </w:pPr>
            <w:r>
              <w:rPr>
                <w:rFonts w:hint="eastAsia"/>
                <w:rtl/>
              </w:rPr>
              <w:t>آن</w:t>
            </w:r>
            <w:r>
              <w:rPr>
                <w:rtl/>
              </w:rPr>
              <w:t xml:space="preserve"> صنم دلنواز، در به رخم کرد باز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1A7F" w:rsidRDefault="00221A7F" w:rsidP="00E17D5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1A7F" w:rsidRDefault="00221A7F" w:rsidP="00E17D55">
            <w:pPr>
              <w:pStyle w:val="libPoem"/>
            </w:pPr>
            <w:r>
              <w:rPr>
                <w:rFonts w:hint="eastAsia"/>
                <w:rtl/>
              </w:rPr>
              <w:t>گفت</w:t>
            </w:r>
            <w:r>
              <w:rPr>
                <w:rtl/>
              </w:rPr>
              <w:t xml:space="preserve"> چه دار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از،</w:t>
            </w:r>
            <w:r>
              <w:rPr>
                <w:rtl/>
              </w:rPr>
              <w:t xml:space="preserve"> گفتمش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دوست ، دوست </w:t>
            </w:r>
            <w:r w:rsidRPr="00221A7F">
              <w:rPr>
                <w:rStyle w:val="libFootnotenumChar"/>
                <w:rtl/>
              </w:rPr>
              <w:t>(68) (69)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21A7F" w:rsidRDefault="00221A7F" w:rsidP="00606E1F">
      <w:pPr>
        <w:pStyle w:val="libNormal"/>
        <w:rPr>
          <w:rtl/>
        </w:rPr>
      </w:pPr>
    </w:p>
    <w:p w:rsidR="00606E1F" w:rsidRDefault="00221A7F" w:rsidP="00221A7F">
      <w:pPr>
        <w:pStyle w:val="libNormal"/>
        <w:rPr>
          <w:rtl/>
        </w:rPr>
      </w:pPr>
      <w:r>
        <w:rPr>
          <w:rtl/>
        </w:rPr>
        <w:br w:type="page"/>
      </w:r>
    </w:p>
    <w:p w:rsidR="00606E1F" w:rsidRDefault="00606E1F" w:rsidP="00221A7F">
      <w:pPr>
        <w:pStyle w:val="Heading2"/>
        <w:rPr>
          <w:rtl/>
        </w:rPr>
      </w:pPr>
      <w:bookmarkStart w:id="38" w:name="_Toc477423937"/>
      <w:r>
        <w:rPr>
          <w:rtl/>
        </w:rPr>
        <w:t>معرفت بر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bookmarkEnd w:id="38"/>
      <w:r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فرمود:</w:t>
      </w:r>
    </w:p>
    <w:p w:rsidR="00221A7F" w:rsidRDefault="00606E1F" w:rsidP="00221A7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ناصر </w:t>
      </w:r>
      <w:r w:rsidR="00EE4BC0" w:rsidRPr="00EE4BC0">
        <w:rPr>
          <w:rStyle w:val="libAlaemChar"/>
          <w:rtl/>
        </w:rPr>
        <w:t xml:space="preserve">رحمه‌الله </w:t>
      </w:r>
      <w:r>
        <w:rPr>
          <w:rtl/>
        </w:rPr>
        <w:t>از رف</w:t>
      </w:r>
      <w:r>
        <w:rPr>
          <w:rFonts w:hint="cs"/>
          <w:rtl/>
        </w:rPr>
        <w:t>ی</w:t>
      </w:r>
      <w:r>
        <w:rPr>
          <w:rFonts w:hint="eastAsia"/>
          <w:rtl/>
        </w:rPr>
        <w:t>قان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و دوست داشتن</w:t>
      </w:r>
      <w:r>
        <w:rPr>
          <w:rFonts w:hint="cs"/>
          <w:rtl/>
        </w:rPr>
        <w:t>ی</w:t>
      </w:r>
      <w:r>
        <w:rPr>
          <w:rtl/>
        </w:rPr>
        <w:t xml:space="preserve"> من در قم بود. او سالها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قند مبتلا بود،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ظرف آب</w:t>
      </w:r>
      <w:r>
        <w:rPr>
          <w:rFonts w:hint="cs"/>
          <w:rtl/>
        </w:rPr>
        <w:t>ی</w:t>
      </w:r>
      <w:r>
        <w:rPr>
          <w:rtl/>
        </w:rPr>
        <w:t xml:space="preserve"> پر از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! در مقابلش قرار داشت ، تا از آن بنوشد. جالب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علاقه فراوان</w:t>
      </w:r>
      <w:r>
        <w:rPr>
          <w:rFonts w:hint="cs"/>
          <w:rtl/>
        </w:rPr>
        <w:t>ی</w:t>
      </w:r>
      <w:r>
        <w:rPr>
          <w:rtl/>
        </w:rPr>
        <w:t xml:space="preserve"> داشت که ظرف آب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سفال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باشد. د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اواخر ظرف سفال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علاقه اش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شد و او مجبور بود که از بلور استفاده کند.</w:t>
      </w:r>
      <w:r w:rsidR="00221A7F">
        <w:rPr>
          <w:rFonts w:hint="eastAsia"/>
          <w:rtl/>
        </w:rPr>
        <w:t xml:space="preserve"> </w:t>
      </w:r>
      <w:r>
        <w:rPr>
          <w:rFonts w:hint="eastAsia"/>
          <w:rtl/>
        </w:rPr>
        <w:t>بار</w:t>
      </w:r>
      <w:r>
        <w:rPr>
          <w:rFonts w:hint="cs"/>
          <w:rtl/>
        </w:rPr>
        <w:t>ی</w:t>
      </w:r>
      <w:r>
        <w:rPr>
          <w:rtl/>
        </w:rPr>
        <w:t xml:space="preserve"> ! او در اواخر عمر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افتاده شد و با زحمت فراوان و به کمک عصا راه م</w:t>
      </w:r>
      <w:r>
        <w:rPr>
          <w:rFonts w:hint="cs"/>
          <w:rtl/>
        </w:rPr>
        <w:t>ی</w:t>
      </w:r>
      <w:r>
        <w:rPr>
          <w:rtl/>
        </w:rPr>
        <w:t xml:space="preserve"> رفت ، چشمانش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لازم را نداشت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من علاقه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او داشتم و حت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در وصفش شعر م</w:t>
      </w:r>
      <w:r>
        <w:rPr>
          <w:rFonts w:hint="cs"/>
          <w:rtl/>
        </w:rPr>
        <w:t>ی</w:t>
      </w:r>
      <w:r>
        <w:rPr>
          <w:rtl/>
        </w:rPr>
        <w:t xml:space="preserve"> سرودم ! بالاخره او به علت کهولت سن درگذشت .</w:t>
      </w:r>
      <w:r w:rsidR="00221A7F">
        <w:rPr>
          <w:rFonts w:hint="eastAsia"/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از آنکه چهلمش فرا رسد، شب</w:t>
      </w:r>
      <w:r>
        <w:rPr>
          <w:rFonts w:hint="cs"/>
          <w:rtl/>
        </w:rPr>
        <w:t>ی</w:t>
      </w:r>
      <w:r>
        <w:rPr>
          <w:rtl/>
        </w:rPr>
        <w:t xml:space="preserve"> او را در حرم حضرت رضا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>در همان محل</w:t>
      </w:r>
      <w:r>
        <w:rPr>
          <w:rFonts w:hint="cs"/>
          <w:rtl/>
        </w:rPr>
        <w:t>ی</w:t>
      </w:r>
      <w:r>
        <w:rPr>
          <w:rtl/>
        </w:rPr>
        <w:t xml:space="preserve"> که غالبا به هنگام تشرف م</w:t>
      </w:r>
      <w:r>
        <w:rPr>
          <w:rFonts w:hint="cs"/>
          <w:rtl/>
        </w:rPr>
        <w:t>ی</w:t>
      </w:r>
      <w:r>
        <w:rPr>
          <w:rtl/>
        </w:rPr>
        <w:t xml:space="preserve"> نشست </w:t>
      </w:r>
      <w:r w:rsidRPr="00221A7F">
        <w:rPr>
          <w:rStyle w:val="libFootnotenumChar"/>
          <w:rtl/>
        </w:rPr>
        <w:t xml:space="preserve">(70) </w:t>
      </w:r>
      <w:r>
        <w:rPr>
          <w:rtl/>
        </w:rPr>
        <w:t>به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که در کمال سلامت</w:t>
      </w:r>
      <w:r>
        <w:rPr>
          <w:rFonts w:hint="cs"/>
          <w:rtl/>
        </w:rPr>
        <w:t>ی</w:t>
      </w:r>
      <w:r>
        <w:rPr>
          <w:rtl/>
        </w:rPr>
        <w:t xml:space="preserve"> و نشاط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، در مقابلش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ظرف سفال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پر از آب گوارا قرار دارد. پس از سلام و احوالپرس</w:t>
      </w:r>
      <w:r>
        <w:rPr>
          <w:rFonts w:hint="cs"/>
          <w:rtl/>
        </w:rPr>
        <w:t>ی</w:t>
      </w:r>
      <w:r>
        <w:rPr>
          <w:rtl/>
        </w:rPr>
        <w:t xml:space="preserve"> ، رو به من کرده و گفت :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هم به چلوکباب</w:t>
      </w:r>
      <w:r>
        <w:rPr>
          <w:rFonts w:hint="cs"/>
          <w:rtl/>
        </w:rPr>
        <w:t>ی</w:t>
      </w:r>
      <w:r>
        <w:rPr>
          <w:rtl/>
        </w:rPr>
        <w:t xml:space="preserve"> حضرت رضا </w:t>
      </w:r>
      <w:r w:rsidR="00EE4BC0" w:rsidRPr="00EE4BC0">
        <w:rPr>
          <w:rStyle w:val="libAlaemChar"/>
          <w:rtl/>
        </w:rPr>
        <w:t xml:space="preserve">عليه‌السلام </w:t>
      </w:r>
      <w:r>
        <w:rPr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  <w:r w:rsidR="00221A7F">
        <w:rPr>
          <w:rFonts w:hint="eastAsia"/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بدون معطل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، آنگاه بدون آنکه از صحن مطهر عبور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رواقها به محل سالن غذاخور</w:t>
      </w:r>
      <w:r>
        <w:rPr>
          <w:rFonts w:hint="cs"/>
          <w:rtl/>
        </w:rPr>
        <w:t>ی</w:t>
      </w:r>
      <w:r>
        <w:rPr>
          <w:rtl/>
        </w:rPr>
        <w:t xml:space="preserve"> 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بزرگ وجود داشت ، که اطراف آن ، صندل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فراوان قرار داده شده بود. ما در کنار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نشست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در حال</w:t>
      </w:r>
      <w:r>
        <w:rPr>
          <w:rFonts w:hint="cs"/>
          <w:rtl/>
        </w:rPr>
        <w:t>ی</w:t>
      </w:r>
      <w:r>
        <w:rPr>
          <w:rtl/>
        </w:rPr>
        <w:t xml:space="preserve"> که به جز من و او و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النجار رضو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حضور نداشت . ناگهان و</w:t>
      </w:r>
      <w:r>
        <w:rPr>
          <w:rFonts w:hint="cs"/>
          <w:rtl/>
        </w:rPr>
        <w:t>ی</w:t>
      </w:r>
      <w:r>
        <w:rPr>
          <w:rtl/>
        </w:rPr>
        <w:t xml:space="preserve"> رو به من کرده و فرمود: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tl/>
        </w:rPr>
        <w:t xml:space="preserve"> و از چلوکباب</w:t>
      </w:r>
      <w:r>
        <w:rPr>
          <w:rFonts w:hint="cs"/>
          <w:rtl/>
        </w:rPr>
        <w:t>ی</w:t>
      </w:r>
      <w:r>
        <w:rPr>
          <w:rtl/>
        </w:rPr>
        <w:t xml:space="preserve"> حضرت استفاده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  <w:r w:rsidRPr="00221A7F">
        <w:rPr>
          <w:rStyle w:val="libFootnotenumChar"/>
          <w:rtl/>
        </w:rPr>
        <w:t>(71)</w:t>
      </w:r>
    </w:p>
    <w:p w:rsidR="00221A7F" w:rsidRDefault="00221A7F" w:rsidP="00221A7F">
      <w:pPr>
        <w:pStyle w:val="libNormal"/>
        <w:rPr>
          <w:rtl/>
        </w:rPr>
      </w:pPr>
      <w:r>
        <w:rPr>
          <w:rtl/>
        </w:rPr>
        <w:br w:type="page"/>
      </w:r>
    </w:p>
    <w:p w:rsidR="00606E1F" w:rsidRPr="00221A7F" w:rsidRDefault="00221A7F" w:rsidP="00221A7F">
      <w:pPr>
        <w:pStyle w:val="Heading2"/>
        <w:rPr>
          <w:rtl/>
        </w:rPr>
      </w:pPr>
      <w:r w:rsidRPr="00221A7F">
        <w:rPr>
          <w:rFonts w:hint="eastAsia"/>
          <w:rtl/>
        </w:rPr>
        <w:t xml:space="preserve"> </w:t>
      </w:r>
      <w:bookmarkStart w:id="39" w:name="_Toc477423938"/>
      <w:r w:rsidR="00606E1F" w:rsidRPr="00221A7F">
        <w:rPr>
          <w:rFonts w:hint="eastAsia"/>
          <w:rtl/>
        </w:rPr>
        <w:t>قدرنا</w:t>
      </w:r>
      <w:r w:rsidR="00606E1F" w:rsidRPr="00221A7F">
        <w:rPr>
          <w:rFonts w:hint="cs"/>
          <w:rtl/>
        </w:rPr>
        <w:t>ی</w:t>
      </w:r>
      <w:r w:rsidR="00606E1F" w:rsidRPr="00221A7F">
        <w:rPr>
          <w:rFonts w:hint="eastAsia"/>
          <w:rtl/>
        </w:rPr>
        <w:t>افته</w:t>
      </w:r>
      <w:r w:rsidR="00606E1F" w:rsidRPr="00221A7F">
        <w:rPr>
          <w:rtl/>
        </w:rPr>
        <w:t xml:space="preserve"> معرفت </w:t>
      </w:r>
      <w:r w:rsidR="00606E1F" w:rsidRPr="00221A7F">
        <w:rPr>
          <w:rFonts w:hint="cs"/>
          <w:rtl/>
        </w:rPr>
        <w:t>ی</w:t>
      </w:r>
      <w:r w:rsidR="00606E1F" w:rsidRPr="00221A7F">
        <w:rPr>
          <w:rFonts w:hint="eastAsia"/>
          <w:rtl/>
        </w:rPr>
        <w:t>افتگان</w:t>
      </w:r>
      <w:bookmarkEnd w:id="39"/>
      <w:r w:rsidR="00606E1F" w:rsidRPr="00221A7F"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حجة الاسلام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آم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هاشم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بزرگان نامدار روزگار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بود. او که از شاگردان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زرآباد</w:t>
      </w:r>
      <w:r>
        <w:rPr>
          <w:rFonts w:hint="cs"/>
          <w:rtl/>
        </w:rPr>
        <w:t>ی</w:t>
      </w:r>
      <w:r>
        <w:rPr>
          <w:rtl/>
        </w:rPr>
        <w:t xml:space="preserve"> بود، از ر</w:t>
      </w:r>
      <w:r>
        <w:rPr>
          <w:rFonts w:hint="cs"/>
          <w:rtl/>
        </w:rPr>
        <w:t>ی</w:t>
      </w:r>
      <w:r>
        <w:rPr>
          <w:rFonts w:hint="eastAsia"/>
          <w:rtl/>
        </w:rPr>
        <w:t>اضات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بهره داشت و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 از سه روز اغماء کامل و هنگام</w:t>
      </w:r>
      <w:r>
        <w:rPr>
          <w:rFonts w:hint="cs"/>
          <w:rtl/>
        </w:rPr>
        <w:t>ی</w:t>
      </w:r>
      <w:r>
        <w:rPr>
          <w:rtl/>
        </w:rPr>
        <w:t xml:space="preserve"> که حجة الاسلام فردوس</w:t>
      </w:r>
      <w:r>
        <w:rPr>
          <w:rFonts w:hint="cs"/>
          <w:rtl/>
        </w:rPr>
        <w:t>ی</w:t>
      </w:r>
      <w:r>
        <w:rPr>
          <w:rtl/>
        </w:rPr>
        <w:t xml:space="preserve"> پور و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و عده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محضرش حضور داشتند، </w:t>
      </w:r>
      <w:r>
        <w:rPr>
          <w:rFonts w:hint="eastAsia"/>
          <w:rtl/>
        </w:rPr>
        <w:t>به</w:t>
      </w:r>
      <w:r>
        <w:rPr>
          <w:rtl/>
        </w:rPr>
        <w:t xml:space="preserve"> ناگاه از جا</w:t>
      </w:r>
      <w:r>
        <w:rPr>
          <w:rFonts w:hint="cs"/>
          <w:rtl/>
        </w:rPr>
        <w:t>ی</w:t>
      </w:r>
      <w:r>
        <w:rPr>
          <w:rtl/>
        </w:rPr>
        <w:t xml:space="preserve"> خود بلند شده و پس از سلام دادن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ائمه </w:t>
      </w:r>
      <w:r w:rsidR="001E29EB" w:rsidRPr="001E29EB">
        <w:rPr>
          <w:rStyle w:val="libAlaemChar"/>
          <w:rtl/>
        </w:rPr>
        <w:t xml:space="preserve">عليهم‌السلام </w:t>
      </w:r>
      <w:r>
        <w:rPr>
          <w:rtl/>
        </w:rPr>
        <w:t>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رود. از او داستان جالب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مانده است ،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فرمود: معمولا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از مشهد به روستا</w:t>
      </w:r>
      <w:r>
        <w:rPr>
          <w:rFonts w:hint="cs"/>
          <w:rtl/>
        </w:rPr>
        <w:t>ی</w:t>
      </w:r>
      <w:r>
        <w:rPr>
          <w:rtl/>
        </w:rPr>
        <w:t xml:space="preserve"> خود در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رفتم ، وارد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شده و تمام آن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را در منزل و</w:t>
      </w:r>
      <w:r>
        <w:rPr>
          <w:rFonts w:hint="cs"/>
          <w:rtl/>
        </w:rPr>
        <w:t>ی</w:t>
      </w:r>
      <w:r>
        <w:rPr>
          <w:rtl/>
        </w:rPr>
        <w:t xml:space="preserve"> مسکن م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ضمن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،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که به هنگام عز</w:t>
      </w:r>
      <w:r>
        <w:rPr>
          <w:rFonts w:hint="cs"/>
          <w:rtl/>
        </w:rPr>
        <w:t>ی</w:t>
      </w:r>
      <w:r>
        <w:rPr>
          <w:rFonts w:hint="eastAsia"/>
          <w:rtl/>
        </w:rPr>
        <w:t>متم</w:t>
      </w:r>
      <w:r>
        <w:rPr>
          <w:rtl/>
        </w:rPr>
        <w:t xml:space="preserve"> به مسجد در شب ، چراغ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من آماده سازد، آنگاه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حرکت م</w:t>
      </w:r>
      <w:r>
        <w:rPr>
          <w:rFonts w:hint="cs"/>
          <w:rtl/>
        </w:rPr>
        <w:t>ی</w:t>
      </w:r>
      <w:r>
        <w:rPr>
          <w:rtl/>
        </w:rPr>
        <w:t xml:space="preserve"> کرد، تا صدمه ا</w:t>
      </w:r>
      <w:r>
        <w:rPr>
          <w:rFonts w:hint="cs"/>
          <w:rtl/>
        </w:rPr>
        <w:t>ی</w:t>
      </w:r>
      <w:r>
        <w:rPr>
          <w:rtl/>
        </w:rPr>
        <w:t xml:space="preserve"> به من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سالها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و او در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ماه رمضان مساءله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که او آن احترامات را انجام نداد.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شبها، وقت</w:t>
      </w:r>
      <w:r>
        <w:rPr>
          <w:rFonts w:hint="cs"/>
          <w:rtl/>
        </w:rPr>
        <w:t>ی</w:t>
      </w:r>
      <w:r>
        <w:rPr>
          <w:rtl/>
        </w:rPr>
        <w:t xml:space="preserve"> از خانه اش به تنها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، تا به مسجد بروم ، کس</w:t>
      </w:r>
      <w:r>
        <w:rPr>
          <w:rFonts w:hint="cs"/>
          <w:rtl/>
        </w:rPr>
        <w:t>ی</w:t>
      </w:r>
      <w:r>
        <w:rPr>
          <w:rtl/>
        </w:rPr>
        <w:t xml:space="preserve"> نبود تا چراغ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به حرکت در آورد.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احتمال خطر م</w:t>
      </w:r>
      <w:r>
        <w:rPr>
          <w:rFonts w:hint="cs"/>
          <w:rtl/>
        </w:rPr>
        <w:t>ی</w:t>
      </w:r>
      <w:r>
        <w:rPr>
          <w:rtl/>
        </w:rPr>
        <w:t xml:space="preserve"> دادم ، 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eastAsia"/>
          <w:rtl/>
        </w:rPr>
        <w:t>ون</w:t>
      </w:r>
      <w:r>
        <w:rPr>
          <w:rtl/>
        </w:rPr>
        <w:t xml:space="preserve"> رفتن به مسجد ضرورت داشت ، بدون چراغ به سو</w:t>
      </w:r>
      <w:r>
        <w:rPr>
          <w:rFonts w:hint="cs"/>
          <w:rtl/>
        </w:rPr>
        <w:t>ی</w:t>
      </w:r>
      <w:r>
        <w:rPr>
          <w:rtl/>
        </w:rPr>
        <w:t xml:space="preserve"> مسجد راه افتادم .</w:t>
      </w:r>
    </w:p>
    <w:p w:rsidR="00606E1F" w:rsidRDefault="00606E1F" w:rsidP="00221A7F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نرفته بودم ، که ناگهان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چند نفر چراغ به دست به 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شدند و ضمن گرفتن چراغ برا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افتادنم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گفتند:</w:t>
      </w:r>
      <w:r w:rsidR="00221A7F">
        <w:rPr>
          <w:rFonts w:hint="eastAsia"/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! نترس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!؟ ما از جن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هر شب به نزد منبرتان حاضر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</w:t>
      </w:r>
      <w:r>
        <w:rPr>
          <w:rtl/>
        </w:rPr>
        <w:lastRenderedPageBreak/>
        <w:t>چون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صاحبخانه تان با شما بدرفتار</w:t>
      </w:r>
      <w:r>
        <w:rPr>
          <w:rFonts w:hint="cs"/>
          <w:rtl/>
        </w:rPr>
        <w:t>ی</w:t>
      </w:r>
      <w:r>
        <w:rPr>
          <w:rtl/>
        </w:rPr>
        <w:t xml:space="preserve"> کرده و امشب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چراغ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است 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امشب به بعد تا هر زمان</w:t>
      </w:r>
      <w:r>
        <w:rPr>
          <w:rFonts w:hint="cs"/>
          <w:rtl/>
        </w:rPr>
        <w:t>ی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از انسانها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چراغ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ما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</w:t>
      </w:r>
      <w:r>
        <w:rPr>
          <w:rFonts w:hint="eastAsia"/>
          <w:rtl/>
        </w:rPr>
        <w:t>چراغ</w:t>
      </w:r>
      <w:r>
        <w:rPr>
          <w:rtl/>
        </w:rPr>
        <w:t xml:space="preserve"> را آماده 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606E1F" w:rsidRDefault="00606E1F" w:rsidP="001B650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، به سخت</w:t>
      </w:r>
      <w:r>
        <w:rPr>
          <w:rFonts w:hint="cs"/>
          <w:rtl/>
        </w:rPr>
        <w:t>ی</w:t>
      </w:r>
      <w:r>
        <w:rPr>
          <w:rtl/>
        </w:rPr>
        <w:t xml:space="preserve"> خود را نگه داشتم . آنان از چگونگ</w:t>
      </w:r>
      <w:r>
        <w:rPr>
          <w:rFonts w:hint="cs"/>
          <w:rtl/>
        </w:rPr>
        <w:t>ی</w:t>
      </w:r>
      <w:r>
        <w:rPr>
          <w:rtl/>
        </w:rPr>
        <w:t xml:space="preserve"> وضو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گفتم الان آفتابه ندارم . ناگهان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شماره آفتابه منزلمان را حاضر ساخت و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ناچار پاسخ او را دادم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پاسخ ، آفتابه را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کاهدان</w:t>
      </w:r>
      <w:r>
        <w:rPr>
          <w:rFonts w:hint="cs"/>
          <w:rtl/>
        </w:rPr>
        <w:t>ی</w:t>
      </w:r>
      <w:r>
        <w:rPr>
          <w:rtl/>
        </w:rPr>
        <w:t xml:space="preserve"> انداخت .</w:t>
      </w:r>
      <w:r w:rsidR="001B6509">
        <w:rPr>
          <w:rFonts w:hint="eastAsia"/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به مسجد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از ترس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روح از بدنم خارج شود. به هر زحمت</w:t>
      </w:r>
      <w:r>
        <w:rPr>
          <w:rFonts w:hint="cs"/>
          <w:rtl/>
        </w:rPr>
        <w:t>ی</w:t>
      </w:r>
      <w:r>
        <w:rPr>
          <w:rtl/>
        </w:rPr>
        <w:t xml:space="preserve"> که بود، مجلس آن شب را اداره کردم و بلافاصله به خانه بازگشتم ، ول</w:t>
      </w:r>
      <w:r>
        <w:rPr>
          <w:rFonts w:hint="cs"/>
          <w:rtl/>
        </w:rPr>
        <w:t>ی</w:t>
      </w:r>
      <w:r>
        <w:rPr>
          <w:rtl/>
        </w:rPr>
        <w:t xml:space="preserve"> از شدت ترس همان شب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شدم . ساعت</w:t>
      </w:r>
      <w:r>
        <w:rPr>
          <w:rFonts w:hint="cs"/>
          <w:rtl/>
        </w:rPr>
        <w:t>ی</w:t>
      </w:r>
      <w:r>
        <w:rPr>
          <w:rtl/>
        </w:rPr>
        <w:t xml:space="preserve"> بعد وقت</w:t>
      </w:r>
      <w:r>
        <w:rPr>
          <w:rFonts w:hint="cs"/>
          <w:rtl/>
        </w:rPr>
        <w:t>ی</w:t>
      </w:r>
      <w:r>
        <w:rPr>
          <w:rtl/>
        </w:rPr>
        <w:t xml:space="preserve"> همسرم به من گفت آفتابه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 !؟ بدون معطل</w:t>
      </w:r>
      <w:r>
        <w:rPr>
          <w:rFonts w:hint="cs"/>
          <w:rtl/>
        </w:rPr>
        <w:t>ی</w:t>
      </w:r>
      <w:r>
        <w:rPr>
          <w:rtl/>
        </w:rPr>
        <w:t xml:space="preserve"> به او گفتم :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آفتابه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کاهدان</w:t>
      </w:r>
      <w:r>
        <w:rPr>
          <w:rFonts w:hint="cs"/>
          <w:rtl/>
        </w:rPr>
        <w:t>ی</w:t>
      </w:r>
      <w:r>
        <w:rPr>
          <w:rtl/>
        </w:rPr>
        <w:t xml:space="preserve"> افتاده ، برو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!</w:t>
      </w:r>
      <w:r w:rsidRPr="001B6509">
        <w:rPr>
          <w:rStyle w:val="libFootnotenumChar"/>
          <w:rtl/>
        </w:rPr>
        <w:t>(72)</w:t>
      </w:r>
    </w:p>
    <w:p w:rsidR="00606E1F" w:rsidRDefault="00F43BB7" w:rsidP="00E17D55">
      <w:pPr>
        <w:pStyle w:val="Heading2"/>
        <w:rPr>
          <w:rtl/>
        </w:rPr>
      </w:pPr>
      <w:r>
        <w:rPr>
          <w:rtl/>
        </w:rPr>
        <w:br w:type="page"/>
      </w:r>
      <w:bookmarkStart w:id="40" w:name="_Toc477423939"/>
      <w:r w:rsidR="00606E1F">
        <w:rPr>
          <w:rFonts w:hint="eastAsia"/>
          <w:rtl/>
        </w:rPr>
        <w:lastRenderedPageBreak/>
        <w:t>معرفت</w:t>
      </w:r>
      <w:r w:rsidR="00606E1F">
        <w:rPr>
          <w:rtl/>
        </w:rPr>
        <w:t xml:space="preserve"> روحان</w:t>
      </w:r>
      <w:r w:rsidR="00606E1F">
        <w:rPr>
          <w:rFonts w:hint="cs"/>
          <w:rtl/>
        </w:rPr>
        <w:t>ی</w:t>
      </w:r>
      <w:r w:rsidR="00606E1F">
        <w:rPr>
          <w:rtl/>
        </w:rPr>
        <w:t xml:space="preserve"> از روح</w:t>
      </w:r>
      <w:bookmarkEnd w:id="40"/>
      <w:r w:rsidR="00606E1F">
        <w:rPr>
          <w:rtl/>
        </w:rPr>
        <w:t xml:space="preserve"> </w:t>
      </w:r>
    </w:p>
    <w:p w:rsidR="00606E1F" w:rsidRDefault="00606E1F" w:rsidP="00606E1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عارف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جواد تهران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DC4C40" w:rsidRDefault="00606E1F" w:rsidP="00DC4C40">
      <w:pPr>
        <w:pStyle w:val="libNormal"/>
        <w:rPr>
          <w:rFonts w:eastAsia="B Badr"/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در بستر خود آرم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، ناگهان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روح از بدنم خارج شده و من نظاره گر جسد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هستم . ابتدا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بدون استغفار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ام ، سخت نگران بودم ،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روحم دوباره به جسد بازگشت 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خوشحال شدم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توانستم باز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استغفار داشته باشم . ولو پس از بازگشت کوفتگ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جسم خود احساس م</w:t>
      </w:r>
      <w:r>
        <w:rPr>
          <w:rFonts w:hint="cs"/>
          <w:rtl/>
        </w:rPr>
        <w:t>ی</w:t>
      </w:r>
      <w:r>
        <w:rPr>
          <w:rtl/>
        </w:rPr>
        <w:t xml:space="preserve"> کردم ، در حال</w:t>
      </w:r>
      <w:r>
        <w:rPr>
          <w:rFonts w:hint="cs"/>
          <w:rtl/>
        </w:rPr>
        <w:t>ی</w:t>
      </w:r>
      <w:r>
        <w:rPr>
          <w:rtl/>
        </w:rPr>
        <w:t xml:space="preserve"> که عارضه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نداشتم </w:t>
      </w:r>
      <w:r w:rsidRPr="00DC4C40">
        <w:rPr>
          <w:rtl/>
        </w:rPr>
        <w:t>.</w:t>
      </w:r>
      <w:r w:rsidRPr="00DC4C40">
        <w:rPr>
          <w:rStyle w:val="libFootnotenumChar"/>
          <w:rtl/>
        </w:rPr>
        <w:t>(73)</w:t>
      </w:r>
    </w:p>
    <w:p w:rsidR="00DC4C40" w:rsidRDefault="00DC4C40" w:rsidP="00DC4C40">
      <w:pPr>
        <w:pStyle w:val="libNormal"/>
        <w:rPr>
          <w:rFonts w:eastAsia="B Badr"/>
          <w:rtl/>
        </w:rPr>
      </w:pPr>
    </w:p>
    <w:p w:rsidR="00DC4C40" w:rsidRDefault="00DC4C40" w:rsidP="00DC4C40">
      <w:pPr>
        <w:pStyle w:val="Heading1"/>
        <w:rPr>
          <w:rFonts w:eastAsia="B Badr"/>
          <w:rtl/>
        </w:rPr>
      </w:pPr>
      <w:r>
        <w:rPr>
          <w:rFonts w:eastAsia="B Badr"/>
          <w:rtl/>
        </w:rPr>
        <w:br w:type="page"/>
      </w:r>
      <w:bookmarkStart w:id="41" w:name="_Toc477423940"/>
      <w:r>
        <w:rPr>
          <w:rFonts w:eastAsia="B Badr" w:hint="cs"/>
          <w:rtl/>
        </w:rPr>
        <w:lastRenderedPageBreak/>
        <w:t>پی نوشتها</w:t>
      </w:r>
      <w:bookmarkEnd w:id="41"/>
    </w:p>
    <w:p w:rsidR="00E17D55" w:rsidRPr="00DC4C40" w:rsidRDefault="00DC4C40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cs"/>
          <w:rtl/>
        </w:rPr>
        <w:t>1</w:t>
      </w:r>
      <w:r w:rsidR="00E17D55" w:rsidRPr="00DC4C40">
        <w:rPr>
          <w:rFonts w:eastAsia="B Badr"/>
          <w:rtl/>
        </w:rPr>
        <w:t>) مرحوم ملا هاد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سبزوار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در سال 1212 ه.ق در سبزوار به دن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ا</w:t>
      </w:r>
      <w:r w:rsidR="00E17D55" w:rsidRPr="00DC4C40">
        <w:rPr>
          <w:rFonts w:eastAsia="B Badr"/>
          <w:rtl/>
        </w:rPr>
        <w:t xml:space="preserve"> آمد در سن 8 سالگ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،</w:t>
      </w:r>
      <w:r w:rsidR="00E17D55" w:rsidRPr="00DC4C40">
        <w:rPr>
          <w:rFonts w:eastAsia="B Badr"/>
          <w:rtl/>
        </w:rPr>
        <w:t xml:space="preserve"> پدرش را از دست داد، ملا هاد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تحت حما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ت</w:t>
      </w:r>
      <w:r w:rsidR="00E17D55" w:rsidRPr="00DC4C40">
        <w:rPr>
          <w:rFonts w:eastAsia="B Badr"/>
          <w:rtl/>
        </w:rPr>
        <w:t xml:space="preserve"> حاج ملا حس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ن</w:t>
      </w:r>
      <w:r w:rsidR="00E17D55" w:rsidRPr="00DC4C40">
        <w:rPr>
          <w:rFonts w:eastAsia="B Badr"/>
          <w:rtl/>
        </w:rPr>
        <w:t xml:space="preserve"> سبزوار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به مشهد عز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مت</w:t>
      </w:r>
      <w:r w:rsidR="00E17D55" w:rsidRPr="00DC4C40">
        <w:rPr>
          <w:rFonts w:eastAsia="B Badr"/>
          <w:rtl/>
        </w:rPr>
        <w:t xml:space="preserve"> نمود و در محضر و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به مدت 10 سال منطق و ر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اض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آموخت و آنگاه آوازه حکمت اشراق او را به اصفهان جذب کرد و ب</w:t>
      </w:r>
      <w:r w:rsidR="00E17D55" w:rsidRPr="00DC4C40">
        <w:rPr>
          <w:rFonts w:eastAsia="B Badr" w:hint="eastAsia"/>
          <w:rtl/>
        </w:rPr>
        <w:t>ه</w:t>
      </w:r>
      <w:r w:rsidR="00E17D55" w:rsidRPr="00DC4C40">
        <w:rPr>
          <w:rFonts w:eastAsia="B Badr"/>
          <w:rtl/>
        </w:rPr>
        <w:t xml:space="preserve"> آن د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ار</w:t>
      </w:r>
      <w:r w:rsidR="00E17D55" w:rsidRPr="00DC4C40">
        <w:rPr>
          <w:rFonts w:eastAsia="B Badr"/>
          <w:rtl/>
        </w:rPr>
        <w:t xml:space="preserve"> شتافت. حاج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سبزوار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پس از فراگ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ر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حکمت متعال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ه،</w:t>
      </w:r>
      <w:r w:rsidR="00E17D55" w:rsidRPr="00DC4C40">
        <w:rPr>
          <w:rFonts w:eastAsia="B Badr"/>
          <w:rtl/>
        </w:rPr>
        <w:t xml:space="preserve"> حکمت اشراق و مشاء به مشهد بازگشته و مدت 5 سال رحل اقامت افکند، در ا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ن</w:t>
      </w:r>
      <w:r w:rsidR="00E17D55" w:rsidRPr="00DC4C40">
        <w:rPr>
          <w:rFonts w:eastAsia="B Badr"/>
          <w:rtl/>
        </w:rPr>
        <w:t xml:space="preserve"> مدت نزد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ک</w:t>
      </w:r>
      <w:r w:rsidR="00E17D55" w:rsidRPr="00DC4C40">
        <w:rPr>
          <w:rFonts w:eastAsia="B Badr"/>
          <w:rtl/>
        </w:rPr>
        <w:t xml:space="preserve"> به هزار تن از تشنگان معرفت را از خرمن دانش خو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ش</w:t>
      </w:r>
      <w:r w:rsidR="00E17D55" w:rsidRPr="00DC4C40">
        <w:rPr>
          <w:rFonts w:eastAsia="B Badr"/>
          <w:rtl/>
        </w:rPr>
        <w:t xml:space="preserve"> س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راب</w:t>
      </w:r>
      <w:r w:rsidR="00E17D55" w:rsidRPr="00DC4C40">
        <w:rPr>
          <w:rFonts w:eastAsia="B Badr"/>
          <w:rtl/>
        </w:rPr>
        <w:t xml:space="preserve"> نمود در حال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که به طلبه ها وجه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پرداخت م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کرد، خود به سخت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زندگ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م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گذراند. در فض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لت</w:t>
      </w:r>
      <w:r w:rsidR="00E17D55" w:rsidRPr="00DC4C40">
        <w:rPr>
          <w:rFonts w:eastAsia="B Badr"/>
          <w:rtl/>
        </w:rPr>
        <w:t xml:space="preserve"> و بزرگوار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ا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ن</w:t>
      </w:r>
      <w:r w:rsidR="00E17D55" w:rsidRPr="00DC4C40">
        <w:rPr>
          <w:rFonts w:eastAsia="B Badr"/>
          <w:rtl/>
        </w:rPr>
        <w:t xml:space="preserve"> مرد اله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هم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ن</w:t>
      </w:r>
      <w:r w:rsidR="00E17D55" w:rsidRPr="00DC4C40">
        <w:rPr>
          <w:rFonts w:eastAsia="B Badr"/>
          <w:rtl/>
        </w:rPr>
        <w:t xml:space="preserve"> بس که در غ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اب</w:t>
      </w:r>
      <w:r w:rsidR="00E17D55" w:rsidRPr="00DC4C40">
        <w:rPr>
          <w:rFonts w:eastAsia="B Badr"/>
          <w:rtl/>
        </w:rPr>
        <w:t xml:space="preserve"> طلبه ها به حجره ها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آنان م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رفت و مقدار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پول در اتاق آنها م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گذاشت . او هر شب ثلث آخر شب را ب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دار</w:t>
      </w:r>
      <w:r w:rsidR="00E17D55" w:rsidRPr="00DC4C40">
        <w:rPr>
          <w:rFonts w:eastAsia="B Badr"/>
          <w:rtl/>
        </w:rPr>
        <w:t xml:space="preserve"> و در تار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ک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به عبادت م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پرداخت حاج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در ع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د</w:t>
      </w:r>
      <w:r w:rsidR="00E17D55" w:rsidRPr="00DC4C40">
        <w:rPr>
          <w:rFonts w:eastAsia="B Badr"/>
          <w:rtl/>
        </w:rPr>
        <w:t xml:space="preserve"> غد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ر</w:t>
      </w:r>
      <w:r w:rsidR="00E17D55" w:rsidRPr="00DC4C40">
        <w:rPr>
          <w:rFonts w:eastAsia="B Badr"/>
          <w:rtl/>
        </w:rPr>
        <w:t xml:space="preserve"> به فقرا و سادات 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ک</w:t>
      </w:r>
      <w:r w:rsidR="00E17D55" w:rsidRPr="00DC4C40">
        <w:rPr>
          <w:rFonts w:eastAsia="B Badr"/>
          <w:rtl/>
        </w:rPr>
        <w:t xml:space="preserve"> قران و به غ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ر</w:t>
      </w:r>
      <w:r w:rsidR="00E17D55" w:rsidRPr="00DC4C40">
        <w:rPr>
          <w:rFonts w:eastAsia="B Badr"/>
          <w:rtl/>
        </w:rPr>
        <w:t xml:space="preserve"> سادات ده شاه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ع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د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م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داد و محرم هر سال، ده شب مجلس روضه خوان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بر پا کرده و به مستمندان غذا م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بخش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د</w:t>
      </w:r>
      <w:r w:rsidR="00E17D55" w:rsidRPr="00DC4C40">
        <w:rPr>
          <w:rFonts w:eastAsia="B Badr"/>
          <w:rtl/>
        </w:rPr>
        <w:t>. عل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رغم</w:t>
      </w:r>
      <w:r w:rsidR="00E17D55" w:rsidRPr="00DC4C40">
        <w:rPr>
          <w:rFonts w:eastAsia="B Badr"/>
          <w:rtl/>
        </w:rPr>
        <w:t xml:space="preserve"> ا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نکه</w:t>
      </w:r>
      <w:r w:rsidR="00E17D55" w:rsidRPr="00DC4C40">
        <w:rPr>
          <w:rFonts w:eastAsia="B Badr"/>
          <w:rtl/>
        </w:rPr>
        <w:t xml:space="preserve"> حاج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اموال موروث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بس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ار</w:t>
      </w:r>
      <w:r w:rsidR="00E17D55" w:rsidRPr="00DC4C40">
        <w:rPr>
          <w:rFonts w:eastAsia="B Badr"/>
          <w:rtl/>
        </w:rPr>
        <w:t xml:space="preserve"> داشته، اما در زمان ح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ات</w:t>
      </w:r>
      <w:r w:rsidR="00E17D55" w:rsidRPr="00DC4C40">
        <w:rPr>
          <w:rFonts w:eastAsia="B Badr"/>
          <w:rtl/>
        </w:rPr>
        <w:t xml:space="preserve"> از فرط بخشش فقط 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ک</w:t>
      </w:r>
      <w:r w:rsidR="00E17D55" w:rsidRPr="00DC4C40">
        <w:rPr>
          <w:rFonts w:eastAsia="B Badr"/>
          <w:rtl/>
        </w:rPr>
        <w:t xml:space="preserve"> جفت گاو، باغ انگور و خانه ا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محقر برا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ش</w:t>
      </w:r>
      <w:r w:rsidR="00E17D55" w:rsidRPr="00DC4C40">
        <w:rPr>
          <w:rFonts w:eastAsia="B Badr"/>
          <w:rtl/>
        </w:rPr>
        <w:t xml:space="preserve"> باق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مانده که ز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رزم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ن</w:t>
      </w:r>
      <w:r w:rsidR="00E17D55" w:rsidRPr="00DC4C40">
        <w:rPr>
          <w:rFonts w:eastAsia="B Badr"/>
          <w:rtl/>
        </w:rPr>
        <w:t xml:space="preserve"> آن خانه ز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ستگاه</w:t>
      </w:r>
      <w:r w:rsidR="00E17D55" w:rsidRPr="00DC4C40">
        <w:rPr>
          <w:rFonts w:eastAsia="B Badr"/>
          <w:rtl/>
        </w:rPr>
        <w:t xml:space="preserve"> حاج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بود. بار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او در اتاق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ساده، که بر کف آن بور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ا</w:t>
      </w:r>
      <w:r w:rsidR="00E17D55" w:rsidRPr="00DC4C40">
        <w:rPr>
          <w:rFonts w:eastAsia="B Badr" w:hint="cs"/>
          <w:rtl/>
        </w:rPr>
        <w:t>یی</w:t>
      </w:r>
      <w:r w:rsidR="00E17D55" w:rsidRPr="00DC4C40">
        <w:rPr>
          <w:rFonts w:eastAsia="B Badr"/>
          <w:rtl/>
        </w:rPr>
        <w:t xml:space="preserve"> پهن کرده بود، بدون تشک م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خواب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د</w:t>
      </w:r>
      <w:r w:rsidR="00E17D55" w:rsidRPr="00DC4C40">
        <w:rPr>
          <w:rFonts w:eastAsia="B Badr"/>
          <w:rtl/>
        </w:rPr>
        <w:t xml:space="preserve"> و متکا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ش</w:t>
      </w:r>
      <w:r w:rsidR="00E17D55" w:rsidRPr="00DC4C40">
        <w:rPr>
          <w:rFonts w:eastAsia="B Badr"/>
          <w:rtl/>
        </w:rPr>
        <w:t xml:space="preserve"> را از پشم زبر و خشن قرار داده بود تا خود با وجود مقام و موقع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ت</w:t>
      </w:r>
      <w:r w:rsidR="00E17D55" w:rsidRPr="00DC4C40">
        <w:rPr>
          <w:rFonts w:eastAsia="B Badr"/>
          <w:rtl/>
        </w:rPr>
        <w:t xml:space="preserve"> اعتبار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از پا</w:t>
      </w:r>
      <w:r w:rsidR="00E17D55" w:rsidRPr="00DC4C40">
        <w:rPr>
          <w:rFonts w:eastAsia="B Badr" w:hint="cs"/>
          <w:rtl/>
        </w:rPr>
        <w:t>یی</w:t>
      </w:r>
      <w:r w:rsidR="00E17D55" w:rsidRPr="00DC4C40">
        <w:rPr>
          <w:rFonts w:eastAsia="B Badr" w:hint="eastAsia"/>
          <w:rtl/>
        </w:rPr>
        <w:t>ن</w:t>
      </w:r>
      <w:r w:rsidR="00E17D55" w:rsidRPr="00DC4C40">
        <w:rPr>
          <w:rFonts w:eastAsia="B Badr"/>
          <w:rtl/>
        </w:rPr>
        <w:t xml:space="preserve"> تر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ن</w:t>
      </w:r>
      <w:r w:rsidR="00E17D55" w:rsidRPr="00DC4C40">
        <w:rPr>
          <w:rFonts w:eastAsia="B Badr"/>
          <w:rtl/>
        </w:rPr>
        <w:t xml:space="preserve"> سطح زندگ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برخوردار باشد. او که در شعر و شاعر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متبحر بود تنها از رو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تفنن شعر م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سرود </w:t>
      </w:r>
      <w:r w:rsidR="00E17D55" w:rsidRPr="00DC4C40">
        <w:rPr>
          <w:rFonts w:eastAsia="B Badr" w:hint="eastAsia"/>
          <w:rtl/>
        </w:rPr>
        <w:t>و</w:t>
      </w:r>
      <w:r w:rsidR="00E17D55" w:rsidRPr="00DC4C40">
        <w:rPr>
          <w:rFonts w:eastAsia="B Badr"/>
          <w:rtl/>
        </w:rPr>
        <w:t xml:space="preserve"> سا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ر</w:t>
      </w:r>
      <w:r w:rsidR="00E17D55" w:rsidRPr="00DC4C40">
        <w:rPr>
          <w:rFonts w:eastAsia="B Badr"/>
          <w:rtl/>
        </w:rPr>
        <w:t xml:space="preserve"> اوقات خو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ش</w:t>
      </w:r>
      <w:r w:rsidR="00E17D55" w:rsidRPr="00DC4C40">
        <w:rPr>
          <w:rFonts w:eastAsia="B Badr"/>
          <w:rtl/>
        </w:rPr>
        <w:t xml:space="preserve"> را با تمام توان صرف تأل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ف</w:t>
      </w:r>
      <w:r w:rsidR="00E17D55" w:rsidRPr="00DC4C40">
        <w:rPr>
          <w:rFonts w:eastAsia="B Badr"/>
          <w:rtl/>
        </w:rPr>
        <w:t xml:space="preserve"> و تحق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ق</w:t>
      </w:r>
      <w:r w:rsidR="00E17D55" w:rsidRPr="00DC4C40">
        <w:rPr>
          <w:rFonts w:eastAsia="B Badr"/>
          <w:rtl/>
        </w:rPr>
        <w:t xml:space="preserve"> م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نمود و تنها در فراغتها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پ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ش</w:t>
      </w:r>
      <w:r w:rsidR="00E17D55" w:rsidRPr="00DC4C40">
        <w:rPr>
          <w:rFonts w:eastAsia="B Badr"/>
          <w:rtl/>
        </w:rPr>
        <w:t xml:space="preserve"> آمده طبع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را آزموده و شعر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م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/>
          <w:rtl/>
        </w:rPr>
        <w:t xml:space="preserve"> سرائ</w:t>
      </w:r>
      <w:r w:rsidR="00E17D55" w:rsidRPr="00DC4C40">
        <w:rPr>
          <w:rFonts w:eastAsia="B Badr" w:hint="cs"/>
          <w:rtl/>
        </w:rPr>
        <w:t>ی</w:t>
      </w:r>
      <w:r w:rsidR="00E17D55" w:rsidRPr="00DC4C40">
        <w:rPr>
          <w:rFonts w:eastAsia="B Badr" w:hint="eastAsia"/>
          <w:rtl/>
        </w:rPr>
        <w:t>د</w:t>
      </w:r>
      <w:r w:rsidR="00E17D55"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آنجا که اجل بر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</w:t>
      </w:r>
      <w:r w:rsidRPr="00DC4C40">
        <w:rPr>
          <w:rFonts w:eastAsia="B Badr"/>
          <w:rtl/>
        </w:rPr>
        <w:t xml:space="preserve"> کس مجال و جولان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دهددر غروب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غمگ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در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28 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حجه سال 1289 جان از کالبد خاک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رهسپار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اخرو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شد. او در طول عمر پربرکت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آثار و تال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فات</w:t>
      </w:r>
      <w:r w:rsidRPr="00DC4C40">
        <w:rPr>
          <w:rFonts w:eastAsia="B Badr"/>
          <w:rtl/>
        </w:rPr>
        <w:t xml:space="preserve"> ارزشمند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خود به 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گذاشت که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آنان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شرح منظومه حکمت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اسرار الحکم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وان</w:t>
      </w:r>
      <w:r w:rsidRPr="00DC4C40">
        <w:rPr>
          <w:rFonts w:eastAsia="B Badr"/>
          <w:rtl/>
        </w:rPr>
        <w:t xml:space="preserve"> اشعار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مفات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</w:t>
      </w:r>
      <w:r w:rsidRPr="00DC4C40">
        <w:rPr>
          <w:rFonts w:eastAsia="B Badr"/>
          <w:rtl/>
        </w:rPr>
        <w:t xml:space="preserve"> الغ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حواش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آثار ملاصدرا (اسفار اربعه و مفات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</w:t>
      </w:r>
      <w:r w:rsidRPr="00DC4C40">
        <w:rPr>
          <w:rFonts w:eastAsia="B Badr"/>
          <w:rtl/>
        </w:rPr>
        <w:t xml:space="preserve"> الغ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و مبداء و معاد) و آثار ارزنده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2) عراق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lastRenderedPageBreak/>
        <w:t>3) اگر استخاره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جز طلب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ست؛</w:t>
      </w:r>
      <w:r w:rsidRPr="00DC4C40">
        <w:rPr>
          <w:rFonts w:eastAsia="B Badr"/>
          <w:rtl/>
        </w:rPr>
        <w:t xml:space="preserve"> و اگر تفاوت طلب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- استخاره - با شناخت عواقب و نتا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</w:t>
      </w:r>
      <w:r w:rsidRPr="00DC4C40">
        <w:rPr>
          <w:rFonts w:eastAsia="B Badr"/>
          <w:rtl/>
        </w:rPr>
        <w:t xml:space="preserve"> کارها و از راه - تفأل -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است؛ و اگر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رغم</w:t>
      </w:r>
      <w:r w:rsidRPr="00DC4C40">
        <w:rPr>
          <w:rFonts w:eastAsia="B Badr"/>
          <w:rtl/>
        </w:rPr>
        <w:t xml:space="preserve"> نامطلوب بودن تفأل به قرآن: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لاتتفأل بالقرآن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</w:t>
      </w:r>
      <w:r w:rsidRPr="00DC4C40">
        <w:rPr>
          <w:rFonts w:eastAsia="B Badr"/>
          <w:rtl/>
        </w:rPr>
        <w:t xml:space="preserve"> قرآن تفأل نکن.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استخاره</w:t>
      </w:r>
      <w:r w:rsidRPr="00DC4C40">
        <w:rPr>
          <w:rFonts w:eastAsia="B Badr"/>
          <w:rtl/>
        </w:rPr>
        <w:t xml:space="preserve"> از جمله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مطلوب شارع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بوده: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من وصا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انبه الحسن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هما</w:t>
      </w:r>
      <w:r w:rsidRPr="00DC4C40">
        <w:rPr>
          <w:rFonts w:eastAsia="B Badr"/>
          <w:rtl/>
        </w:rPr>
        <w:t xml:space="preserve"> السلام... و اکثر الاستخاره.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سفارشات</w:t>
      </w:r>
      <w:r w:rsidRPr="00DC4C40">
        <w:rPr>
          <w:rFonts w:eastAsia="B Badr"/>
          <w:rtl/>
        </w:rPr>
        <w:t xml:space="preserve"> حضرت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جمله سفارشات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به فرزندش حضرت امام حسن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،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</w:t>
      </w:r>
      <w:r w:rsidRPr="00DC4C40">
        <w:rPr>
          <w:rFonts w:eastAsia="B Badr"/>
          <w:rtl/>
        </w:rPr>
        <w:t xml:space="preserve"> استخاره کردن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از راه 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به نظر مطلوب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قلت لاب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عبدالله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الش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و استخ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الله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فلا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وفق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الرا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فقال: افتتح المصحف فانظر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اول ماتر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فخذبه ان شاء الله.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گاه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استخاره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کنم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جواب استخاره با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مطابقت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قوام استخاره از قرآن به فهم قلب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استخاره کننده وابسته است؛ و اگر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فهم قلب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آن هر کس نبوده و توف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بلکه توف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است؛ و اگر معدن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توف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در محبت و احترام به ائمه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نهفته است،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با احترام بر آنان و خواسته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شان،</w:t>
      </w:r>
      <w:r w:rsidRPr="00DC4C40">
        <w:rPr>
          <w:rFonts w:eastAsia="B Badr"/>
          <w:rtl/>
        </w:rPr>
        <w:t xml:space="preserve"> به توف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قات</w:t>
      </w:r>
      <w:r w:rsidRPr="00DC4C40">
        <w:rPr>
          <w:rFonts w:eastAsia="B Badr"/>
          <w:rtl/>
        </w:rPr>
        <w:t xml:space="preserve"> توف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چنان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فرصت</w:t>
      </w:r>
      <w:r w:rsidRPr="00DC4C40">
        <w:rPr>
          <w:rFonts w:eastAsia="B Badr"/>
          <w:rtl/>
        </w:rPr>
        <w:t xml:space="preserve"> شمار 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قه</w:t>
      </w:r>
      <w:r w:rsidRPr="00DC4C40">
        <w:rPr>
          <w:rFonts w:eastAsia="B Badr"/>
          <w:rtl/>
        </w:rPr>
        <w:t xml:space="preserve"> رند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نشان - چون راه گنج بر همه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آشکار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. (عطار)</w:t>
      </w:r>
      <w:r w:rsidRPr="00DC4C40">
        <w:rPr>
          <w:rFonts w:eastAsia="B Badr" w:hint="eastAsia"/>
          <w:rtl/>
        </w:rPr>
        <w:t xml:space="preserve"> 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ژگ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نوع فهم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قداست آن است؛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/>
          <w:rtl/>
        </w:rPr>
        <w:t xml:space="preserve"> با وجود استعداد ادراک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القاءات دستور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مدرکات به دست آمده از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ژگ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تقدس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خاص بهره دارد. به 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رضا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قلب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آن مدرکات استخاره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نشانه سعادتمند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من سعادة ابن آدم استخارته الله و رضاه بما قض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الله و من شقوة ابن آدم ترکه استخارة الله و سخطه بما قض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الله.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سعادت فرزند آدم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 که وقت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استخاره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و به آنچه خدا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حکم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کند، راض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 و از بدبخت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فرزند آدم ترک استخاره و نارضا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حکم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چنانکه</w:t>
      </w:r>
      <w:r w:rsidRPr="00DC4C40">
        <w:rPr>
          <w:rFonts w:eastAsia="B Badr"/>
          <w:rtl/>
        </w:rPr>
        <w:t xml:space="preserve"> عمل نکردن به آن 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استخاره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نشانه شقاوتمند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... من شقاء عبد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عمل</w:t>
      </w:r>
      <w:r w:rsidRPr="00DC4C40">
        <w:rPr>
          <w:rFonts w:eastAsia="B Badr"/>
          <w:rtl/>
        </w:rPr>
        <w:t xml:space="preserve"> الاعمال و لا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خداوند</w:t>
      </w:r>
      <w:r w:rsidRPr="00DC4C40">
        <w:rPr>
          <w:rFonts w:eastAsia="B Badr"/>
          <w:rtl/>
        </w:rPr>
        <w:t xml:space="preserve"> عزوجل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 از بدبخت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بنده من آن است که عمل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بدون استخاره انجام دهد. و دشمن انسان نسبت به حکم خداوند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 آر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اگر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پس از استشاره و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افتن</w:t>
      </w:r>
      <w:r w:rsidRPr="00DC4C40">
        <w:rPr>
          <w:rFonts w:eastAsia="B Badr"/>
          <w:rtl/>
        </w:rPr>
        <w:t xml:space="preserve"> نت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جه</w:t>
      </w:r>
      <w:r w:rsidRPr="00DC4C40">
        <w:rPr>
          <w:rFonts w:eastAsia="B Badr"/>
          <w:rtl/>
        </w:rPr>
        <w:t xml:space="preserve"> مورد نظر و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رت</w:t>
      </w:r>
      <w:r w:rsidRPr="00DC4C40">
        <w:rPr>
          <w:rFonts w:eastAsia="B Badr"/>
          <w:rtl/>
        </w:rPr>
        <w:t xml:space="preserve">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انجام کار مهم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استخاره نکرد و به بلا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گرفتار آمد،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شتن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/>
          <w:rtl/>
        </w:rPr>
        <w:t xml:space="preserve"> ملامت کند: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آتش</w:t>
      </w:r>
      <w:r w:rsidRPr="00DC4C40">
        <w:rPr>
          <w:rFonts w:eastAsia="B Badr"/>
          <w:rtl/>
        </w:rPr>
        <w:t xml:space="preserve"> عشقش ز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رت</w:t>
      </w:r>
      <w:r w:rsidRPr="00DC4C40">
        <w:rPr>
          <w:rFonts w:eastAsia="B Badr"/>
          <w:rtl/>
        </w:rPr>
        <w:t xml:space="preserve"> در دلم - تاختن آورد همچو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مست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بانگ</w:t>
      </w:r>
      <w:r w:rsidRPr="00DC4C40">
        <w:rPr>
          <w:rFonts w:eastAsia="B Badr"/>
          <w:rtl/>
        </w:rPr>
        <w:t xml:space="preserve"> بر من زد که: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خودشناس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دل بماده: چند باش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بت پرست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(عطار)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محمد</w:t>
      </w:r>
      <w:r w:rsidRPr="00DC4C40">
        <w:rPr>
          <w:rFonts w:eastAsia="B Badr"/>
          <w:rtl/>
        </w:rPr>
        <w:t xml:space="preserve"> بن مضارب عن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من دخل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امر بغ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استخاره ثم ابتل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لم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ؤجر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کس بدون استخاره وارد کار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شده و به سبب آن عمل گرفتار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پاداش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استخاره کننده را ندامت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ماندم من استخار.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استخاره کند پش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او در همان بار نخست به مطلوب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دست خواهد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هارون</w:t>
      </w:r>
      <w:r w:rsidRPr="00DC4C40">
        <w:rPr>
          <w:rFonts w:eastAsia="B Badr"/>
          <w:rtl/>
        </w:rPr>
        <w:t xml:space="preserve"> بن خارجة عن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من استخار الله مرة واحدة و هو راض به، خار الله له حتماً.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که در امر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فقط به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استخاره اکتفا کند و از نت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جه</w:t>
      </w:r>
      <w:r w:rsidRPr="00DC4C40">
        <w:rPr>
          <w:rFonts w:eastAsia="B Badr"/>
          <w:rtl/>
        </w:rPr>
        <w:t xml:space="preserve"> آن راض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 خداوند حتماً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اخت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خواهد کرد.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الف</w:t>
      </w:r>
      <w:r w:rsidRPr="00DC4C40">
        <w:rPr>
          <w:rFonts w:eastAsia="B Badr"/>
          <w:rtl/>
        </w:rPr>
        <w:t xml:space="preserve">) ممکن بودن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پنهان: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عاقل</w:t>
      </w:r>
      <w:r w:rsidRPr="00DC4C40">
        <w:rPr>
          <w:rFonts w:eastAsia="B Badr"/>
          <w:rtl/>
        </w:rPr>
        <w:t xml:space="preserve"> از انگور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عاشق از معدوم شب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(مولو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>) توف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درکها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پنهان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دست</w:t>
      </w:r>
      <w:r w:rsidRPr="00DC4C40">
        <w:rPr>
          <w:rFonts w:eastAsia="B Badr"/>
          <w:rtl/>
        </w:rPr>
        <w:t xml:space="preserve"> از مس وجود چو مردان ره بشو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تا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عشق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زر شو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(حافظ)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ج</w:t>
      </w:r>
      <w:r w:rsidRPr="00DC4C40">
        <w:rPr>
          <w:rFonts w:eastAsia="B Badr"/>
          <w:rtl/>
        </w:rPr>
        <w:t>) روابط تکو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احترام رفتار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و روشنا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ادراک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) حاضر و ناظر بودن امامان نسبت به رفتارها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>) رفتارها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تشو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تقد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ائمه نسبت به محبان مق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به احترام.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4) در سال 1276 (هق) در روستا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مهرجود (از توابع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بد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زد</w:t>
      </w:r>
      <w:r w:rsidRPr="00DC4C40">
        <w:rPr>
          <w:rFonts w:eastAsia="B Badr"/>
          <w:rtl/>
        </w:rPr>
        <w:t>) در خانواده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کشاورز و پارسا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به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گشود که بعدها خدمات ارزنده و مهم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فرهنگ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و جوامع اسلام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نمود و همچون ستاره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تابنده بر تارک اسلام درخش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مقدمات علوم را در اردکان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زد</w:t>
      </w:r>
      <w:r w:rsidRPr="00DC4C40">
        <w:rPr>
          <w:rFonts w:eastAsia="B Badr"/>
          <w:rtl/>
        </w:rPr>
        <w:t xml:space="preserve"> از محضر </w:t>
      </w:r>
      <w:r w:rsidRPr="00DC4C40">
        <w:rPr>
          <w:rFonts w:eastAsia="B Badr" w:hint="eastAsia"/>
          <w:rtl/>
        </w:rPr>
        <w:t>محمد</w:t>
      </w:r>
      <w:r w:rsidRPr="00DC4C40">
        <w:rPr>
          <w:rFonts w:eastAsia="B Badr"/>
          <w:rtl/>
        </w:rPr>
        <w:t xml:space="preserve"> العلمااردکان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اسات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آموخت و آنگاه به شهر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زد</w:t>
      </w:r>
      <w:r w:rsidRPr="00DC4C40">
        <w:rPr>
          <w:rFonts w:eastAsia="B Badr"/>
          <w:rtl/>
        </w:rPr>
        <w:t xml:space="preserve"> عز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مت</w:t>
      </w:r>
      <w:r w:rsidRPr="00DC4C40">
        <w:rPr>
          <w:rFonts w:eastAsia="B Badr"/>
          <w:rtl/>
        </w:rPr>
        <w:t xml:space="preserve"> نموده و به مدرسه خان راه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و در حلقه شاگردان حاج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رزا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دامق و آقا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کب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در آمده و به تحص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پرداخت سپس در سن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عزم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راسخ و شوق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غالب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فراگ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چه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شتر</w:t>
      </w:r>
      <w:r w:rsidRPr="00DC4C40">
        <w:rPr>
          <w:rFonts w:eastAsia="B Badr"/>
          <w:rtl/>
        </w:rPr>
        <w:t xml:space="preserve"> علوم </w:t>
      </w:r>
      <w:r w:rsidRPr="00DC4C40">
        <w:rPr>
          <w:rFonts w:eastAsia="B Badr" w:hint="eastAsia"/>
          <w:rtl/>
        </w:rPr>
        <w:t>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زد</w:t>
      </w:r>
      <w:r w:rsidRPr="00DC4C40">
        <w:rPr>
          <w:rFonts w:eastAsia="B Badr"/>
          <w:rtl/>
        </w:rPr>
        <w:t xml:space="preserve"> را به مقصد عتبات مقدسه ترک و راه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سامراء گرد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از محضر اسات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بزرگ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چون حضرات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حاج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فضل الله نور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مرحوم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رزا</w:t>
      </w:r>
      <w:r w:rsidRPr="00DC4C40">
        <w:rPr>
          <w:rFonts w:eastAsia="B Badr"/>
          <w:rtl/>
        </w:rPr>
        <w:t xml:space="preserve"> ابراه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محلات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مرحوم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محمد فشارک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چند تن از علماء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آن سامان بهره ها برد.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اقدام مرحوم حائر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در سا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1340 انجام گرد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تأس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حوزه علم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قم، آن هم در شرا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</w:t>
      </w:r>
      <w:r w:rsidRPr="00DC4C40">
        <w:rPr>
          <w:rFonts w:eastAsia="B Badr"/>
          <w:rtl/>
        </w:rPr>
        <w:t xml:space="preserve"> آن روز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ران</w:t>
      </w:r>
      <w:r w:rsidRPr="00DC4C40">
        <w:rPr>
          <w:rFonts w:eastAsia="B Badr"/>
          <w:rtl/>
        </w:rPr>
        <w:t xml:space="preserve"> که تقر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باً</w:t>
      </w:r>
      <w:r w:rsidRPr="00DC4C40">
        <w:rPr>
          <w:rFonts w:eastAsia="B Badr"/>
          <w:rtl/>
        </w:rPr>
        <w:t xml:space="preserve"> مصادف با کودتا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رضاخان بود،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باشد. که با تلاش و فداکار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فراوان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همکار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خالصانه مراجع بزرگ آن روزگار شهر قم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مهم شکل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. رضاخان پس از تحک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قدرت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تلاش گسترده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انحلال حوزه نوپا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قم برداشت که اگر لطف امام زمان عجل الله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فرجه الشر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و همت و پشتکار مرحوم حاج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اران</w:t>
      </w:r>
      <w:r w:rsidRPr="00DC4C40">
        <w:rPr>
          <w:rFonts w:eastAsia="B Badr"/>
          <w:rtl/>
        </w:rPr>
        <w:t xml:space="preserve"> باوفا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نبود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</w:t>
      </w:r>
      <w:r w:rsidRPr="00DC4C40">
        <w:rPr>
          <w:rFonts w:eastAsia="B Badr"/>
          <w:rtl/>
        </w:rPr>
        <w:t xml:space="preserve"> ترد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اثر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آن تلاشها باق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ماند.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او مرد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فوق العاده، خوش اخلاق و خوش برخورد بود. به اهل علم و فض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لت</w:t>
      </w:r>
      <w:r w:rsidRPr="00DC4C40">
        <w:rPr>
          <w:rFonts w:eastAsia="B Badr"/>
          <w:rtl/>
        </w:rPr>
        <w:t xml:space="preserve"> عشق و علاقه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ورز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از تقو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باطن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برخوردار بود و پس از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به مقام مرجع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بارها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فرمود: من هرگز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است</w:t>
      </w:r>
      <w:r w:rsidRPr="00DC4C40">
        <w:rPr>
          <w:rFonts w:eastAsia="B Badr"/>
          <w:rtl/>
        </w:rPr>
        <w:t xml:space="preserve"> و زعامت دست و پا نکرده ام. از معظم له دو فرزند برومند ماند. که هر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ستاره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فروزان 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علم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 و از مفاخر عصر ما به شمار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مرحوم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حاج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عبدالکر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حائر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راه وصول به اهداف خود صبر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کم نظ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و اراده و تصم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شجاعانه و مردانگ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خود نشان داد. تا آنکه در دامان خود مردان بزرگ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از جمله رادمرد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همچون امام خم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قدس سره 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را پرورش دهد که روز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دودمان حکومت شاهنشا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بر باد دهد.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بار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آثار و تأل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فات</w:t>
      </w:r>
      <w:r w:rsidRPr="00DC4C40">
        <w:rPr>
          <w:rFonts w:eastAsia="B Badr"/>
          <w:rtl/>
        </w:rPr>
        <w:t xml:space="preserve"> به جا مانده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عالم فرزانه ارزشمند عبارتند از: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تقر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درالفوائد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کتاب الرضاع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کتاب الصلاة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الموار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النکاح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روز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به مرحوم حاج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عبدالکر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حائر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اصرار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تا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نامه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رضا شاه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رامون</w:t>
      </w:r>
      <w:r w:rsidRPr="00DC4C40">
        <w:rPr>
          <w:rFonts w:eastAsia="B Badr"/>
          <w:rtl/>
        </w:rPr>
        <w:t xml:space="preserve"> اوضاع روز، کشف حجاب، و... بنو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سد</w:t>
      </w:r>
      <w:r w:rsidRPr="00DC4C40">
        <w:rPr>
          <w:rFonts w:eastAsia="B Badr"/>
          <w:rtl/>
        </w:rPr>
        <w:t>. آنگاه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تهد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که در صورت امتناع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شان،</w:t>
      </w:r>
      <w:r w:rsidRPr="00DC4C40">
        <w:rPr>
          <w:rFonts w:eastAsia="B Badr"/>
          <w:rtl/>
        </w:rPr>
        <w:t xml:space="preserve"> آنان خود به نام آن مرجع بزرگ نامه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تند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رضا خان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فرستند!</w:t>
      </w:r>
      <w:r w:rsidRPr="00DC4C40">
        <w:rPr>
          <w:rFonts w:eastAsia="B Badr" w:hint="eastAsia"/>
          <w:rtl/>
        </w:rPr>
        <w:t xml:space="preserve"> مرحوم</w:t>
      </w:r>
      <w:r w:rsidRPr="00DC4C40">
        <w:rPr>
          <w:rFonts w:eastAsia="B Badr"/>
          <w:rtl/>
        </w:rPr>
        <w:t xml:space="preserve"> حائر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با 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زهوش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اوضاع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دوران را خطرناک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و هر گونه حمله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رضا خان را باعث تهاجم تند و گستاخانه رضا خان و در 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نابود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حوزه نوپا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پنداشت ابتدا مخالفت کرده، و با ناراحت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به تکذ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پس از اصرار اطراف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eastAsia"/>
          <w:rtl/>
        </w:rPr>
        <w:t>بالاخره</w:t>
      </w:r>
      <w:r w:rsidRPr="00DC4C40">
        <w:rPr>
          <w:rFonts w:eastAsia="B Badr"/>
          <w:rtl/>
        </w:rPr>
        <w:t xml:space="preserve"> ناچار به نوشتن نامه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که در آن نسبت به روند ضد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حکومت رضا خان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فقه جعفر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اعتراض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  <w:r w:rsidRPr="00DC4C40">
        <w:rPr>
          <w:rFonts w:eastAsia="B Badr" w:hint="eastAsia"/>
          <w:rtl/>
        </w:rPr>
        <w:t xml:space="preserve"> پس</w:t>
      </w:r>
      <w:r w:rsidRPr="00DC4C40">
        <w:rPr>
          <w:rFonts w:eastAsia="B Badr"/>
          <w:rtl/>
        </w:rPr>
        <w:t xml:space="preserve"> از ارسال نامه، رضا خان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فرستاده که در آن به تغ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روند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سکوت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شان،</w:t>
      </w:r>
      <w:r w:rsidRPr="00DC4C40">
        <w:rPr>
          <w:rFonts w:eastAsia="B Badr"/>
          <w:rtl/>
        </w:rPr>
        <w:t xml:space="preserve"> اعتراض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در 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نامه، وعده پاسخ مثبت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دهد.</w:t>
      </w:r>
      <w:r w:rsidRPr="00DC4C40">
        <w:rPr>
          <w:rFonts w:eastAsia="B Badr" w:hint="eastAsia"/>
          <w:rtl/>
        </w:rPr>
        <w:t xml:space="preserve"> چند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بعد ناگاه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روها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نظام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مدرسه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و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مدارس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خته</w:t>
      </w:r>
      <w:r w:rsidRPr="00DC4C40">
        <w:rPr>
          <w:rFonts w:eastAsia="B Badr"/>
          <w:rtl/>
        </w:rPr>
        <w:t xml:space="preserve"> و آنها را در اخت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گرفته آنگاه پس از برداشتن عمامه از طلاب و روحان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ون</w:t>
      </w:r>
      <w:r w:rsidRPr="00DC4C40">
        <w:rPr>
          <w:rFonts w:eastAsia="B Badr"/>
          <w:rtl/>
        </w:rPr>
        <w:t xml:space="preserve">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آنان را دستگ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ند،</w:t>
      </w:r>
      <w:r w:rsidRPr="00DC4C40">
        <w:rPr>
          <w:rFonts w:eastAsia="B Badr"/>
          <w:rtl/>
        </w:rPr>
        <w:t xml:space="preserve"> سپس به شدت رفت و آمد آنان را محدود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سازند.</w:t>
      </w:r>
      <w:r w:rsidRPr="00DC4C40">
        <w:rPr>
          <w:rFonts w:eastAsia="B Badr" w:hint="eastAsia"/>
          <w:rtl/>
        </w:rPr>
        <w:t xml:space="preserve"> مرحوم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العظم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حاج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عبدالکر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رحمه‌الله </w:t>
      </w:r>
      <w:r w:rsidRPr="00DC4C40">
        <w:rPr>
          <w:rFonts w:eastAsia="B Badr"/>
          <w:rtl/>
        </w:rPr>
        <w:t>از حوادث پد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آمده سخت آزرده خاطر شده به بستر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افتد آنگاه با غم و اندوه فراوان در سن 83 سالگ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رود، مأموران رضا خان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از تش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جنازه آن مرجع بزرگ احساس خطر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کردند، با گماردن مأمو</w:t>
      </w:r>
      <w:r w:rsidRPr="00DC4C40">
        <w:rPr>
          <w:rFonts w:eastAsia="B Badr" w:hint="eastAsia"/>
          <w:rtl/>
        </w:rPr>
        <w:t>ران</w:t>
      </w:r>
      <w:r w:rsidRPr="00DC4C40">
        <w:rPr>
          <w:rFonts w:eastAsia="B Badr"/>
          <w:rtl/>
        </w:rPr>
        <w:t xml:space="preserve">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ژه،</w:t>
      </w:r>
      <w:r w:rsidRPr="00DC4C40">
        <w:rPr>
          <w:rFonts w:eastAsia="B Badr"/>
          <w:rtl/>
        </w:rPr>
        <w:t xml:space="preserve"> مانع از برگزار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مجلس ترح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شدند.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5) ابلاغ هشدارها از ناح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اهل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گاه از 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اشخاص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گاه به صورت نامه و گاه از راه 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صادقانه است. درست است که امام عصر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در پس پرده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بت</w:t>
      </w:r>
      <w:r w:rsidRPr="00DC4C40">
        <w:rPr>
          <w:rFonts w:eastAsia="B Badr"/>
          <w:rtl/>
        </w:rPr>
        <w:t xml:space="preserve"> است،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خورش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پنهان پشت ابرهاست که بدون نور او و ارشادات و هشدارها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بشر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ت نابود خواهد شد، اگر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اصل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رفته</w:t>
      </w:r>
      <w:r w:rsidRPr="00DC4C40">
        <w:rPr>
          <w:rFonts w:eastAsia="B Badr"/>
          <w:rtl/>
        </w:rPr>
        <w:t xml:space="preserve"> شده است که در 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مربوط به اهل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،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طان،</w:t>
      </w:r>
      <w:r w:rsidRPr="00DC4C40">
        <w:rPr>
          <w:rFonts w:eastAsia="B Badr"/>
          <w:rtl/>
        </w:rPr>
        <w:t xml:space="preserve"> قدرت تصرف ندارد؛ بنابرا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آن خواب را 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صادق دانست؛ و اگر مفاد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اها</w:t>
      </w:r>
      <w:r w:rsidRPr="00DC4C40">
        <w:rPr>
          <w:rFonts w:eastAsia="B Badr"/>
          <w:rtl/>
        </w:rPr>
        <w:t xml:space="preserve"> - همانند اخبار - بهتر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شاهد صدق بر حقان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آنهاست؛ و اگر متن لوح با مفاد روا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تطب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/>
          <w:rtl/>
        </w:rPr>
        <w:lastRenderedPageBreak/>
        <w:t>کبرو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داشته ولو برخلاف متن روا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مصداق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شده است؛ و اگر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ت،</w:t>
      </w:r>
      <w:r w:rsidRPr="00DC4C40">
        <w:rPr>
          <w:rFonts w:eastAsia="B Badr"/>
          <w:rtl/>
        </w:rPr>
        <w:t xml:space="preserve"> نشان از منسوب بودن مفاد، به مقام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است،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لوح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فوق را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ساز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عالمان آن دوران پنداشت که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در آن دوران سخت رضا خان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روش مماشات و سکوت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کردند، ولو افراد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همچون مرحوم مدرس،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حضور در مراکز قدرت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تلاش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کردند تا رضا خان به اهداف نامبارک خود دست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از صحنه حکومت دور شود،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نوپا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روز،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از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عالمان آن دوران بود.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اساساً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توجه داشت که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وظا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حوزوات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وظا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تلازم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نفک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کادر 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نظر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پرداز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افتاء و نظارت بر اجراء فتاو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متناسب با مقام و موقع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آنان تعر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پس آنچه که مرحوم حائر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 رحمه‌الله </w:t>
      </w:r>
      <w:r w:rsidRPr="00DC4C40">
        <w:rPr>
          <w:rFonts w:eastAsia="B Badr"/>
          <w:rtl/>
        </w:rPr>
        <w:t>به تأ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صر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</w:t>
      </w:r>
      <w:r w:rsidRPr="00DC4C40">
        <w:rPr>
          <w:rFonts w:eastAsia="B Badr"/>
          <w:rtl/>
        </w:rPr>
        <w:t xml:space="preserve"> حضرت بق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انجام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داد تلاش خردمندانه،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رکانه</w:t>
      </w:r>
      <w:r w:rsidRPr="00DC4C40">
        <w:rPr>
          <w:rFonts w:eastAsia="B Badr"/>
          <w:rtl/>
        </w:rPr>
        <w:t xml:space="preserve"> و مظلومانه مقام فقاهت و مرجع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سازمانده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روحان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در مرکز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جغراف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بود،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عالمان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مراکز قدرت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مبارزه و افشاگر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eastAsia"/>
          <w:rtl/>
        </w:rPr>
        <w:t>ستمگران</w:t>
      </w:r>
      <w:r w:rsidRPr="00DC4C40">
        <w:rPr>
          <w:rFonts w:eastAsia="B Badr"/>
          <w:rtl/>
        </w:rPr>
        <w:t xml:space="preserve"> و رژ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حاکم بود.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سازمانده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ساختن بود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روزگار در مراکز حکومت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ران،</w:t>
      </w:r>
      <w:r w:rsidRPr="00DC4C40">
        <w:rPr>
          <w:rFonts w:eastAsia="B Badr"/>
          <w:rtl/>
        </w:rPr>
        <w:t xml:space="preserve"> مبارزه کردن، تخر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کردن و افشا کردن چهره ننگ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فتنه انگ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زان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حاکم بر مرزها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جغراف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بود. اگر هر تغ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و تحول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انقلاب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سازندگ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ت</w:t>
      </w:r>
      <w:r w:rsidRPr="00DC4C40">
        <w:rPr>
          <w:rFonts w:eastAsia="B Badr" w:hint="eastAsia"/>
          <w:rtl/>
        </w:rPr>
        <w:t>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همراه است پس انقلاب روحان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قانون مستثن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نبود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 که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در درون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با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متن ها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هشدار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افتند،</w:t>
      </w:r>
      <w:r w:rsidRPr="00DC4C40">
        <w:rPr>
          <w:rFonts w:eastAsia="B Badr"/>
          <w:rtl/>
        </w:rPr>
        <w:t xml:space="preserve"> تا مبادا سرنوشت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سرنوشت آن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به هم گره زده شود، همان طور که امام عصر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از مدر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حما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فرمود، از مرحوم حائر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 رحمه‌الله </w:t>
      </w:r>
      <w:r w:rsidRPr="00DC4C40">
        <w:rPr>
          <w:rFonts w:eastAsia="B Badr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حما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 و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غام</w:t>
      </w:r>
      <w:r w:rsidRPr="00DC4C40">
        <w:rPr>
          <w:rFonts w:eastAsia="B Badr"/>
          <w:rtl/>
        </w:rPr>
        <w:t xml:space="preserve"> اش را توسط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بزرگ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تمام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در درون حوزه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رساند که مبادا حرکت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تند و احساس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سبب نابود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حوزه نوپا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ارزش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حوزه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امکان حضور حضرت بق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در آنها.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 xml:space="preserve">2. نشان دادن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اران</w:t>
      </w:r>
      <w:r w:rsidRPr="00DC4C40">
        <w:rPr>
          <w:rFonts w:eastAsia="B Badr"/>
          <w:rtl/>
        </w:rPr>
        <w:t xml:space="preserve"> به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در عالم 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آوردن حس اعتماد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انصار حوزه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 xml:space="preserve">3. ملاقات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ارسال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ام،</w:t>
      </w:r>
      <w:r w:rsidRPr="00DC4C40">
        <w:rPr>
          <w:rFonts w:eastAsia="B Badr"/>
          <w:rtl/>
        </w:rPr>
        <w:t xml:space="preserve"> وس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عرضه هشدارها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مقام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lastRenderedPageBreak/>
        <w:t>4. مانع شدن حضور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تشرف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افتن</w:t>
      </w:r>
      <w:r w:rsidRPr="00DC4C40">
        <w:rPr>
          <w:rFonts w:eastAsia="B Badr"/>
          <w:rtl/>
        </w:rPr>
        <w:t xml:space="preserve"> به حضور مقدس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-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رغم</w:t>
      </w:r>
      <w:r w:rsidRPr="00DC4C40">
        <w:rPr>
          <w:rFonts w:eastAsia="B Badr"/>
          <w:rtl/>
        </w:rPr>
        <w:t xml:space="preserve"> بزرگ مقام آنان -.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سف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سبز رنگها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برتر در دستگاه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>.</w:t>
      </w:r>
      <w:r w:rsidRPr="00DC4C40">
        <w:rPr>
          <w:rtl/>
        </w:rPr>
        <w:t xml:space="preserve"> </w:t>
      </w:r>
      <w:r w:rsidRPr="00DC4C40">
        <w:rPr>
          <w:rStyle w:val="libAlaemChar"/>
          <w:rtl/>
        </w:rPr>
        <w:t>عليهم‌السلام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تع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مصداق برتر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تصد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مرجع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دوران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ابت</w:t>
      </w:r>
      <w:r w:rsidRPr="00DC4C40">
        <w:rPr>
          <w:rFonts w:eastAsia="B Badr"/>
          <w:rtl/>
        </w:rPr>
        <w:t xml:space="preserve"> عام از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مقام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عظما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تکو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تشر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7. تثب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موقع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افراد صالح و روشها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رفتار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کلان و کل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 با ارسال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6)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العظم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حاج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محمد رضا گلپا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 رحمه‌الله </w:t>
      </w:r>
      <w:r w:rsidRPr="00DC4C40">
        <w:rPr>
          <w:rFonts w:eastAsia="B Badr"/>
          <w:rtl/>
        </w:rPr>
        <w:t>فرزند حجة الاسلام والمسلم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آقا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محمد باقر گلپا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هشتم ماه 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القعده 1316 در قر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گوگد از توابع گلپا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گان</w:t>
      </w:r>
      <w:r w:rsidRPr="00DC4C40">
        <w:rPr>
          <w:rFonts w:eastAsia="B Badr"/>
          <w:rtl/>
        </w:rPr>
        <w:t xml:space="preserve"> به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آمد 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ولادت در اثر توسل به ساحت قدس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ثامن الحجج صورت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رفته</w:t>
      </w:r>
      <w:r w:rsidRPr="00DC4C40">
        <w:rPr>
          <w:rFonts w:eastAsia="B Badr"/>
          <w:rtl/>
        </w:rPr>
        <w:t xml:space="preserve"> بود. در </w:t>
      </w:r>
      <w:r w:rsidRPr="00DC4C40">
        <w:rPr>
          <w:rFonts w:eastAsia="B Badr" w:hint="eastAsia"/>
          <w:rtl/>
        </w:rPr>
        <w:t>سن</w:t>
      </w:r>
      <w:r w:rsidRPr="00DC4C40">
        <w:rPr>
          <w:rFonts w:eastAsia="B Badr"/>
          <w:rtl/>
        </w:rPr>
        <w:t xml:space="preserve"> نه سالگ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پدرشان از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رفت و از سن طفول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به تحص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مقدمات علوم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پرداخت. در سال 1336 به محضر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العظم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عبدالکر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حائر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 رحمه‌الله </w:t>
      </w:r>
      <w:r w:rsidRPr="00DC4C40">
        <w:rPr>
          <w:rFonts w:eastAsia="B Badr"/>
          <w:rtl/>
        </w:rPr>
        <w:t>مشرف شد و در دروس فقه و اصول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حائر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شرکت نمود.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از محضر بزرگان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چون،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العظم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حاج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عبدالکر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حائر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 رحمه‌الله </w:t>
      </w:r>
      <w:r w:rsidRPr="00DC4C40">
        <w:rPr>
          <w:rFonts w:eastAsia="B Badr"/>
          <w:rtl/>
        </w:rPr>
        <w:t>و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ملامحمد تق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گوگد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چند تن از علماء عظام آن سامان کسب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</w:t>
      </w:r>
      <w:r w:rsidRPr="00DC4C40">
        <w:rPr>
          <w:rFonts w:eastAsia="B Badr"/>
          <w:rtl/>
        </w:rPr>
        <w:t xml:space="preserve"> نمودند. خصوص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اخلاق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مکارم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بر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</w:t>
      </w:r>
      <w:r w:rsidRPr="00DC4C40">
        <w:rPr>
          <w:rFonts w:eastAsia="B Badr"/>
          <w:rtl/>
        </w:rPr>
        <w:t xml:space="preserve"> کس پوش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ست،</w:t>
      </w:r>
      <w:r w:rsidRPr="00DC4C40">
        <w:rPr>
          <w:rFonts w:eastAsia="B Badr"/>
          <w:rtl/>
        </w:rPr>
        <w:t xml:space="preserve"> او ذهن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و فعال و پشتکار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در تفقه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رامون</w:t>
      </w:r>
      <w:r w:rsidRPr="00DC4C40">
        <w:rPr>
          <w:rFonts w:eastAsia="B Badr"/>
          <w:rtl/>
        </w:rPr>
        <w:t xml:space="preserve"> مسائل فقه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اصول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داشت، او مرد دعا توسل، اهل نماز و تهجد و حل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شب و 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خلوت بود، به نماز و دعا و قرآن عشق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ورز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از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ژگ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بارز آن استوانه علم و تقو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ت،</w:t>
      </w:r>
      <w:r w:rsidRPr="00DC4C40">
        <w:rPr>
          <w:rFonts w:eastAsia="B Badr"/>
          <w:rtl/>
        </w:rPr>
        <w:t xml:space="preserve"> انس و عشق به کتاب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قرآن - به عنوان محور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بود، او به راست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دوران معاصر از شخص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والا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است که به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سمان</w:t>
      </w:r>
      <w:r w:rsidRPr="00DC4C40">
        <w:rPr>
          <w:rFonts w:eastAsia="B Badr"/>
          <w:rtl/>
        </w:rPr>
        <w:t xml:space="preserve"> قرآن چنگ زده و در فهم متشابهات آن به محکماتش پناه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برد و در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قرآن به آرامش مطلوب و محجوب خود دست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جمله نکات جالب رفتار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بود که او به هنگام ورود به مسجد اعظم جهت تدر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دروس 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حوزه،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نماز تح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مسجد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خواند و به هنگام جلوس بر منبر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حافظان حوزه خصوصاً بن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انگذار</w:t>
      </w:r>
      <w:r w:rsidRPr="00DC4C40">
        <w:rPr>
          <w:rFonts w:eastAsia="B Badr"/>
          <w:rtl/>
        </w:rPr>
        <w:t xml:space="preserve"> آن، فاتحه و دعا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خواند، و اگر روز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فاتحه، فراموش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شد او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درس، کلام را قطع و فاتحه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خواند و پس از درس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به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حضرت معصومه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هاالسلام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شتافت.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رت</w:t>
      </w:r>
      <w:r w:rsidRPr="00DC4C40">
        <w:rPr>
          <w:rFonts w:eastAsia="B Badr"/>
          <w:rtl/>
        </w:rPr>
        <w:t xml:space="preserve"> رفتار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تا اواخر عمر - که پادردشان شد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نشده بود - ادامه داشت. او در مبارزات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شقراولان</w:t>
      </w:r>
      <w:r w:rsidRPr="00DC4C40">
        <w:rPr>
          <w:rFonts w:eastAsia="B Badr"/>
          <w:rtl/>
        </w:rPr>
        <w:t xml:space="preserve"> انقلاب بود، خدمات او در حوادث 15 خرداد، مبارزه جد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با مر</w:t>
      </w:r>
      <w:r w:rsidRPr="00DC4C40">
        <w:rPr>
          <w:rFonts w:eastAsia="B Badr" w:hint="eastAsia"/>
          <w:rtl/>
        </w:rPr>
        <w:t>اسم</w:t>
      </w:r>
      <w:r w:rsidRPr="00DC4C40">
        <w:rPr>
          <w:rFonts w:eastAsia="B Badr"/>
          <w:rtl/>
        </w:rPr>
        <w:t xml:space="preserve"> جشن 2500 ساله شاهنشاه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پهلو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او بر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شاه به هنگام تغ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هجر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شاهنشاه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بالاخره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حضرت امام خم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قدس سره در تمام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دورانها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/>
          <w:rtl/>
        </w:rPr>
        <w:lastRenderedPageBreak/>
        <w:t>شروع و تثب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انقلاب و بالاخره حما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آشکار و پنهان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تأ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حزب الله، از جمله فعال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eastAsia"/>
          <w:rtl/>
        </w:rPr>
        <w:t>آن</w:t>
      </w:r>
      <w:r w:rsidRPr="00DC4C40">
        <w:rPr>
          <w:rFonts w:eastAsia="B Badr"/>
          <w:rtl/>
        </w:rPr>
        <w:t xml:space="preserve"> مرجع بود.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سرانجام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اهل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پس از عمر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تلاش و تحمل مرارتها، محنتها و سخت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در راه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کشور و حوزه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علوم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در شب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و چهار جماد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الاخر 1414، به هنگام اذان مغرب در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مارستان</w:t>
      </w:r>
      <w:r w:rsidRPr="00DC4C40">
        <w:rPr>
          <w:rFonts w:eastAsia="B Badr"/>
          <w:rtl/>
        </w:rPr>
        <w:t xml:space="preserve"> شه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رجائ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تهران به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قدس پرواز و بالاخره در حرم مط</w:t>
      </w: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حضرت معصومه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هاالسلام</w:t>
      </w:r>
      <w:r w:rsidRPr="00DC4C40">
        <w:rPr>
          <w:rFonts w:eastAsia="B Badr"/>
          <w:rtl/>
        </w:rPr>
        <w:t xml:space="preserve"> چهره در نقاب خاک فرو کش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تأل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فات</w:t>
      </w:r>
      <w:r w:rsidRPr="00DC4C40">
        <w:rPr>
          <w:rFonts w:eastAsia="B Badr"/>
          <w:rtl/>
        </w:rPr>
        <w:t xml:space="preserve"> و آثار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به طبع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است، عبارتند از: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افاضة العوائد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التعل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الفوائد 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حاش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بر عروةالوثق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ةالعباد،</w:t>
      </w:r>
      <w:r w:rsidRPr="00DC4C40">
        <w:rPr>
          <w:rFonts w:eastAsia="B Badr"/>
          <w:rtl/>
        </w:rPr>
        <w:t xml:space="preserve"> عرب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مناسک حج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رساله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عدم تحر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قرآن، فارس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ده ها اثر ارزنده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7) آسوده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8) اگر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فرمود: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سبب الوقار الحلم.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صبر</w:t>
      </w:r>
      <w:r w:rsidRPr="00DC4C40">
        <w:rPr>
          <w:rFonts w:eastAsia="B Badr"/>
          <w:rtl/>
        </w:rPr>
        <w:t xml:space="preserve"> و بردبار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باعث وقار و متانت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: الوقار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نجد</w:t>
      </w:r>
      <w:r w:rsidRPr="00DC4C40">
        <w:rPr>
          <w:rFonts w:eastAsia="B Badr"/>
          <w:rtl/>
        </w:rPr>
        <w:t xml:space="preserve"> (نت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جة</w:t>
      </w:r>
      <w:r w:rsidRPr="00DC4C40">
        <w:rPr>
          <w:rFonts w:eastAsia="B Badr"/>
          <w:rtl/>
        </w:rPr>
        <w:t>) الحلم.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غا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نت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جه</w:t>
      </w:r>
      <w:r w:rsidRPr="00DC4C40">
        <w:rPr>
          <w:rFonts w:eastAsia="B Badr"/>
          <w:rtl/>
        </w:rPr>
        <w:t xml:space="preserve"> علم، حلم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وقار</w:t>
      </w:r>
      <w:r w:rsidRPr="00DC4C40">
        <w:rPr>
          <w:rFonts w:eastAsia="B Badr"/>
          <w:rtl/>
        </w:rPr>
        <w:t xml:space="preserve"> و متانت باعث صبر و بردبار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غا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العلم السک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نة</w:t>
      </w:r>
      <w:r w:rsidRPr="00DC4C40">
        <w:rPr>
          <w:rFonts w:eastAsia="B Badr"/>
          <w:rtl/>
        </w:rPr>
        <w:t xml:space="preserve"> و الحلم.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هدف</w:t>
      </w:r>
      <w:r w:rsidRPr="00DC4C40">
        <w:rPr>
          <w:rFonts w:eastAsia="B Badr"/>
          <w:rtl/>
        </w:rPr>
        <w:t xml:space="preserve"> علم، آرامش و بردبار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نت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جه</w:t>
      </w:r>
      <w:r w:rsidRPr="00DC4C40">
        <w:rPr>
          <w:rFonts w:eastAsia="B Badr"/>
          <w:rtl/>
        </w:rPr>
        <w:t xml:space="preserve"> گرفت که علم سبب وقار بوده و علم، وقارآفر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از سو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گر،</w:t>
      </w:r>
      <w:r w:rsidRPr="00DC4C40">
        <w:rPr>
          <w:rFonts w:eastAsia="B Badr"/>
          <w:rtl/>
        </w:rPr>
        <w:t xml:space="preserve"> اگر راهنما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عاقل، تفکر است و راهنما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تفکر و سکوت و خاموش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قال</w:t>
      </w:r>
      <w:r w:rsidRPr="00DC4C40">
        <w:rPr>
          <w:rFonts w:eastAsia="B Badr"/>
          <w:rtl/>
        </w:rPr>
        <w:t xml:space="preserve"> الکاظم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لکل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ء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ل،</w:t>
      </w:r>
      <w:r w:rsidRPr="00DC4C40">
        <w:rPr>
          <w:rFonts w:eastAsia="B Badr"/>
          <w:rtl/>
        </w:rPr>
        <w:t xml:space="preserve"> و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التفکر الصمت.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موس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کاظم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نشانه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و نشانه عاقل، تفکر و اند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شه</w:t>
      </w:r>
      <w:r w:rsidRPr="00DC4C40">
        <w:rPr>
          <w:rFonts w:eastAsia="B Badr"/>
          <w:rtl/>
        </w:rPr>
        <w:t xml:space="preserve"> است و نشانه تفکر، سکوت و خاموش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سکوت و خاموش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وقارآفر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: بالصمت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کثر</w:t>
      </w:r>
      <w:r w:rsidRPr="00DC4C40">
        <w:rPr>
          <w:rFonts w:eastAsia="B Badr"/>
          <w:rtl/>
        </w:rPr>
        <w:t xml:space="preserve"> الوقار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</w:t>
      </w:r>
      <w:r w:rsidRPr="00DC4C40">
        <w:rPr>
          <w:rFonts w:eastAsia="B Badr"/>
          <w:rtl/>
        </w:rPr>
        <w:t xml:space="preserve"> سکوت و خاموش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وقار و متانت افزون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بر رابطه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تفکر و علم آموز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وقار از باب دو نت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جه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تأک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کرد.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جهت است که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روها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حزب الله، بر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آن همت بگمارند: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کم</w:t>
      </w:r>
      <w:r w:rsidRPr="00DC4C40">
        <w:rPr>
          <w:rFonts w:eastAsia="B Badr"/>
          <w:rtl/>
        </w:rPr>
        <w:t xml:space="preserve"> بالسک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نة</w:t>
      </w:r>
      <w:r w:rsidRPr="00DC4C40">
        <w:rPr>
          <w:rFonts w:eastAsia="B Badr"/>
          <w:rtl/>
        </w:rPr>
        <w:t xml:space="preserve"> و الوقار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شما</w:t>
      </w:r>
      <w:r w:rsidRPr="00DC4C40">
        <w:rPr>
          <w:rFonts w:eastAsia="B Badr"/>
          <w:rtl/>
        </w:rPr>
        <w:t xml:space="preserve"> را به آرامش و متانت سفارش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کنم 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 و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آن را بهره بگ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البر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حسن اللباس و الز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ولکن البر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السک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نة</w:t>
      </w:r>
      <w:r w:rsidRPr="00DC4C40">
        <w:rPr>
          <w:rFonts w:eastAsia="B Badr"/>
          <w:rtl/>
        </w:rPr>
        <w:t xml:space="preserve"> و الوقار، جمال الرجل الوقار.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کو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در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و ظاهر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بلکه در آرامش و متانت است. همانا که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مردان در متانت و وقار آنهاست.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چهره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را از آن برداشت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وقار الرجل نور 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نة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وقار</w:t>
      </w:r>
      <w:r w:rsidRPr="00DC4C40">
        <w:rPr>
          <w:rFonts w:eastAsia="B Badr"/>
          <w:rtl/>
        </w:rPr>
        <w:t xml:space="preserve"> و متانت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مرد نور و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نت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9) بحارالانوار، ج 8، ص 368، روا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41.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10) موقع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شناس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عرضه به موقع هشدارها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از بزرگتر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عوامل موفق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آنان در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به اهداف و مقاصد فقاهت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گاه شرا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</w:t>
      </w:r>
      <w:r w:rsidRPr="00DC4C40">
        <w:rPr>
          <w:rFonts w:eastAsia="B Badr"/>
          <w:rtl/>
        </w:rPr>
        <w:t xml:space="preserve"> و جو زمانه و موقع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مخاطبان به گونه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مردمان را آماده 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کلام حق و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رش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در شرا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گر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تأث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وجود ندارد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خط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و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با درک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رکانه</w:t>
      </w:r>
      <w:r w:rsidRPr="00DC4C40">
        <w:rPr>
          <w:rFonts w:eastAsia="B Badr"/>
          <w:rtl/>
        </w:rPr>
        <w:t xml:space="preserve"> از شرا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/>
          <w:rtl/>
        </w:rPr>
        <w:lastRenderedPageBreak/>
        <w:t>به مقتضا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حال شنوندگان 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زان</w:t>
      </w:r>
      <w:r w:rsidRPr="00DC4C40">
        <w:rPr>
          <w:rFonts w:eastAsia="B Badr"/>
          <w:rtl/>
        </w:rPr>
        <w:t xml:space="preserve">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رش</w:t>
      </w:r>
      <w:r w:rsidRPr="00DC4C40">
        <w:rPr>
          <w:rFonts w:eastAsia="B Badr"/>
          <w:rtl/>
        </w:rPr>
        <w:t xml:space="preserve"> آنان به عرضه معارف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تثب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حقان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پردازد و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راه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به موفق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بزرگ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دست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</w:t>
      </w:r>
      <w:r w:rsidRPr="00DC4C40">
        <w:rPr>
          <w:rFonts w:eastAsia="B Badr"/>
          <w:rtl/>
        </w:rPr>
        <w:t>.</w:t>
      </w:r>
      <w:r w:rsidR="00DC4C40" w:rsidRPr="00DC4C40">
        <w:rPr>
          <w:rFonts w:eastAsia="B Badr" w:hint="eastAsia"/>
          <w:rtl/>
        </w:rPr>
        <w:t xml:space="preserve"> </w:t>
      </w: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بزرگتر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عالمان حوزوات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قرون اخ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علامه بزرگ مرحوم علامه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که</w:t>
      </w:r>
      <w:r w:rsidRPr="00DC4C40">
        <w:rPr>
          <w:rFonts w:eastAsia="B Badr"/>
          <w:rtl/>
        </w:rPr>
        <w:t xml:space="preserve"> و تنها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دفاع از تش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ع،</w:t>
      </w:r>
      <w:r w:rsidRPr="00DC4C40">
        <w:rPr>
          <w:rFonts w:eastAsia="B Badr"/>
          <w:rtl/>
        </w:rPr>
        <w:t xml:space="preserve"> به کشورها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مختلف سفر کرد و با دست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کتب اصل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منابع غن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فرهنگ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عه،</w:t>
      </w:r>
      <w:r w:rsidRPr="00DC4C40">
        <w:rPr>
          <w:rFonts w:eastAsia="B Badr"/>
          <w:rtl/>
        </w:rPr>
        <w:t xml:space="preserve"> کتاب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نام الغد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را تدو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نمود که تا کنون چند هزار نفر را به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کشانده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ژگ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مرد بزرگ شجاعت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در دفاع جانانه از مقام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است او به راست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جاودانه 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وه</w:t>
      </w:r>
      <w:r w:rsidRPr="00DC4C40">
        <w:rPr>
          <w:rFonts w:eastAsia="B Badr"/>
          <w:rtl/>
        </w:rPr>
        <w:t xml:space="preserve"> و اثر گرانبها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به ارمغان داده است که کمتر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همچون او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حادثه، او پس از حضور شجاعانه در شهر حله و تصرف جو آن شهر با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خطبه ها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سخنران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دلنش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وا،</w:t>
      </w:r>
      <w:r w:rsidRPr="00DC4C40">
        <w:rPr>
          <w:rFonts w:eastAsia="B Badr"/>
          <w:rtl/>
        </w:rPr>
        <w:t xml:space="preserve"> ابتدا عام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از عوام را و سپس خواص از عوام را به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به احترام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کشاند، آنگاه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هشدار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اش را بدون ملاحظه موقع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آن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از عوام، بر اساس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روا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انجام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دهد،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شوند؛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ارشاد شدن گاه ت</w:t>
      </w:r>
      <w:r w:rsidRPr="00DC4C40">
        <w:rPr>
          <w:rFonts w:eastAsia="B Badr" w:hint="eastAsia"/>
          <w:rtl/>
        </w:rPr>
        <w:t>نها</w:t>
      </w:r>
      <w:r w:rsidRPr="00DC4C40">
        <w:rPr>
          <w:rFonts w:eastAsia="B Badr"/>
          <w:rtl/>
        </w:rPr>
        <w:t xml:space="preserve"> و تنها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روا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کاف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است؛ چرا که روا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، کلام معصوم است و کلام معصوم،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دلنش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کلام هاست پس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با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روا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ت،</w:t>
      </w:r>
      <w:r w:rsidRPr="00DC4C40">
        <w:rPr>
          <w:rFonts w:eastAsia="B Badr"/>
          <w:rtl/>
        </w:rPr>
        <w:t xml:space="preserve"> جمع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انبوه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منکوب کرد و انسانها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را به صراط حق کشاند.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ضرورت ظهور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شهرها و روستاها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باور کردن اعتقادات پنهان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عرضه کردن معارف حق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لزوم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جمع ها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تثب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حقان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تش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ضرورت رودربا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نداشتن در عرضه کلام حق و ملاحظه نکردن انتظارات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عوام.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ضرورت توجه به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وه</w:t>
      </w:r>
      <w:r w:rsidRPr="00DC4C40">
        <w:rPr>
          <w:rFonts w:eastAsia="B Badr"/>
          <w:rtl/>
        </w:rPr>
        <w:t xml:space="preserve"> احتجاج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منکوب کردن اعتقاد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عوامان مذهب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تأث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کلام معصوم در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ارشاد مردمان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پس از گذشت قرنها.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لزوم تمرکز فشار تبل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استدلال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جدل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علماء از عوام آن هم در مقابل مردم عاد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7. ضرورت نجات جان تازه گروندگان به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در صورت احساس خطر جان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 پس از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رش</w:t>
      </w:r>
      <w:r w:rsidRPr="00DC4C40">
        <w:rPr>
          <w:rFonts w:eastAsia="B Badr"/>
          <w:rtl/>
        </w:rPr>
        <w:t xml:space="preserve"> کلام حق.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8. لزوم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جنگ روان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منکوب کردن اعتقاد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ناباوران بر مکتب حق.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lastRenderedPageBreak/>
        <w:t>11) سالها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در شهر کوچک خم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دلها تنها در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خانه آرام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گرفت و آن، جا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جز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مرحوم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مجاهد آقا مصطف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نبود، در آن سالها که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شدت با خان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ظالم منطقه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و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راه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جان خود را فدا کرد، خداوند پسر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سلاله عشق به آنان عن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کرد که او را روح الله نام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دند</w:t>
      </w:r>
      <w:r w:rsidRPr="00DC4C40">
        <w:rPr>
          <w:rFonts w:eastAsia="B Badr"/>
          <w:rtl/>
        </w:rPr>
        <w:t>. او آخر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فرزند آن خانواده بود پدرش مرحوم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مصطف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روحان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دانشمند بود. مادرش بانو هاجر که خود زن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خاندان روحان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 از جمله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رزنان</w:t>
      </w:r>
      <w:r w:rsidRPr="00DC4C40">
        <w:rPr>
          <w:rFonts w:eastAsia="B Badr"/>
          <w:rtl/>
        </w:rPr>
        <w:t xml:space="preserve">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معاصر و از بانوان نمونه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بت</w:t>
      </w:r>
      <w:r w:rsidRPr="00DC4C40">
        <w:rPr>
          <w:rFonts w:eastAsia="B Badr"/>
          <w:rtl/>
        </w:rPr>
        <w:t xml:space="preserve"> کبر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او توانست ضمن انتقام از ظالما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منطقه و سرکوب کردن اشرار، فرزند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به جامعه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و حوزوات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تحو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دهد که تجد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اسلام را در قرون معاصر رقم زند.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! روح الله از همان دوران کودک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درس را آغاز کرد، ابتدا در منزل نزد معلم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نام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رزا</w:t>
      </w:r>
      <w:r w:rsidRPr="00DC4C40">
        <w:rPr>
          <w:rFonts w:eastAsia="B Badr"/>
          <w:rtl/>
        </w:rPr>
        <w:t xml:space="preserve"> محمود به خواندن و نوشتن مشغول شد سپس قدم به مکتب گذاشت و در نزد استاد مکتب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ملا ابوالقاسم نام داشت تحص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لاتش</w:t>
      </w:r>
      <w:r w:rsidRPr="00DC4C40">
        <w:rPr>
          <w:rFonts w:eastAsia="B Badr"/>
          <w:rtl/>
        </w:rPr>
        <w:t xml:space="preserve"> را دنبال کرد تا آنکه در سن پانزده سالگ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بر غمه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سنگ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 و مادرش را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از دست داد، رنج دور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مادر و پدر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زود او را با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تلخ جهان آشنا کرد. او با شناخت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رکانه</w:t>
      </w:r>
      <w:r w:rsidRPr="00DC4C40">
        <w:rPr>
          <w:rFonts w:eastAsia="B Badr"/>
          <w:rtl/>
        </w:rPr>
        <w:t xml:space="preserve"> و دق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حوادث، خود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تحمل سخت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فراوان آماده ساخت. به طور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در کوران حوادث نه تنها خم به ابرو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اورد</w:t>
      </w:r>
      <w:r w:rsidRPr="00DC4C40">
        <w:rPr>
          <w:rFonts w:eastAsia="B Badr"/>
          <w:rtl/>
        </w:rPr>
        <w:t xml:space="preserve"> بلکه با توکل و ا</w:t>
      </w:r>
      <w:r w:rsidRPr="00DC4C40">
        <w:rPr>
          <w:rFonts w:eastAsia="B Badr" w:hint="eastAsia"/>
          <w:rtl/>
        </w:rPr>
        <w:t>عتماد</w:t>
      </w:r>
      <w:r w:rsidRPr="00DC4C40">
        <w:rPr>
          <w:rFonts w:eastAsia="B Badr"/>
          <w:rtl/>
        </w:rPr>
        <w:t xml:space="preserve"> بر خداوند تلاش مضاعف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فراگ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علم و دانش آغاز کرد. تحص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علوم اسلام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نزد برادر بزرگوارش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مرتض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پسند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ده،</w:t>
      </w:r>
      <w:r w:rsidRPr="00DC4C40">
        <w:rPr>
          <w:rFonts w:eastAsia="B Badr"/>
          <w:rtl/>
        </w:rPr>
        <w:t xml:space="preserve"> با خواندن صرف و نحو و منطق آغاز، آنگاه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تکم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علوم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سال 1339 قمر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اراک رفت و به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زبان ادب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پرداخت، آنگا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به همراه تعداد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بزرگان و دوستان فاضل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به قم هجرت نمود و به تحص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لات</w:t>
      </w:r>
      <w:r w:rsidRPr="00DC4C40">
        <w:rPr>
          <w:rFonts w:eastAsia="B Badr"/>
          <w:rtl/>
        </w:rPr>
        <w:t xml:space="preserve"> 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و تدر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در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قم همت گماشت کرد. در 35 سالگ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مبان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متقن، مستقل و محکم شده و در زمره فضلا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نوابغ علم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حوزه قرار گرفت.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همان دوران در کنار تحص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eastAsia"/>
          <w:rtl/>
        </w:rPr>
        <w:t>تدر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دست به تأل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و تصن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زد 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شوق را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تمام دوران نهضت از سال 1341 تا 1356 همچنان ادامه داد. در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زدهم</w:t>
      </w:r>
      <w:r w:rsidRPr="00DC4C40">
        <w:rPr>
          <w:rFonts w:eastAsia="B Badr"/>
          <w:rtl/>
        </w:rPr>
        <w:t xml:space="preserve"> خرداد 1342 با نطق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پرشور ضمن آغاز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طوفان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آمر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کا</w:t>
      </w:r>
      <w:r w:rsidRPr="00DC4C40">
        <w:rPr>
          <w:rFonts w:eastAsia="B Badr"/>
          <w:rtl/>
        </w:rPr>
        <w:t xml:space="preserve"> و غرب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ان،</w:t>
      </w:r>
      <w:r w:rsidRPr="00DC4C40">
        <w:rPr>
          <w:rFonts w:eastAsia="B Badr"/>
          <w:rtl/>
        </w:rPr>
        <w:t xml:space="preserve"> شاه و حکومت شاهنشاه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سخت در معرض تهد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قرار داد، او با اجرا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رسال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که بر عهده داشت مردم را به مبارزه بر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شاه فرا خواند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فشار رژ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و به مسلسل بسته شدن مردم، نهضت دوران ساکت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 آغاز کرد تا آنکه پس از شهادت فرزندش مصطف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دست رژ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جلاد پهلو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طغ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طلاب و روحان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ون</w:t>
      </w:r>
      <w:r w:rsidRPr="00DC4C40">
        <w:rPr>
          <w:rFonts w:eastAsia="B Badr"/>
          <w:rtl/>
        </w:rPr>
        <w:t xml:space="preserve"> بر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نوشتارها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اهانت آم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نوکران دربار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نهضت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قم شروع کند که نت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جه</w:t>
      </w:r>
      <w:r w:rsidRPr="00DC4C40">
        <w:rPr>
          <w:rFonts w:eastAsia="B Badr"/>
          <w:rtl/>
        </w:rPr>
        <w:t xml:space="preserve"> آن پس از حدود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سال و اند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فرو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ختن</w:t>
      </w:r>
      <w:r w:rsidRPr="00DC4C40">
        <w:rPr>
          <w:rFonts w:eastAsia="B Badr"/>
          <w:rtl/>
        </w:rPr>
        <w:t xml:space="preserve"> رژ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ستمشاه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پهلو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بهمن 57 بود.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او</w:t>
      </w:r>
      <w:r w:rsidRPr="00DC4C40">
        <w:rPr>
          <w:rFonts w:eastAsia="B Badr"/>
          <w:rtl/>
        </w:rPr>
        <w:t xml:space="preserve"> با رهبر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انقلاب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ش،</w:t>
      </w:r>
      <w:r w:rsidRPr="00DC4C40">
        <w:rPr>
          <w:rFonts w:eastAsia="B Badr"/>
          <w:rtl/>
        </w:rPr>
        <w:t xml:space="preserve"> انقلاب و حکومت را از دست نامحرمان نجات داد و پس از پشت سر گذراندن تمام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توطئه ها و بخصوص 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تلخ جنگ تحم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حملات تهاجم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خود را به غرب با فتوا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سلمان رشد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به شرق با نامه به گورباچف شدت بخش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تا آنکه پس از ثبات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نظام و حک</w:t>
      </w:r>
      <w:r w:rsidRPr="00DC4C40">
        <w:rPr>
          <w:rFonts w:eastAsia="B Badr" w:hint="eastAsia"/>
          <w:rtl/>
        </w:rPr>
        <w:t>ومت</w:t>
      </w:r>
      <w:r w:rsidRPr="00DC4C40">
        <w:rPr>
          <w:rFonts w:eastAsia="B Badr"/>
          <w:rtl/>
        </w:rPr>
        <w:t xml:space="preserve"> اسلام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به بستر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افتاد، تا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نکه</w:t>
      </w:r>
      <w:r w:rsidRPr="00DC4C40">
        <w:rPr>
          <w:rFonts w:eastAsia="B Badr"/>
          <w:rtl/>
        </w:rPr>
        <w:t xml:space="preserve"> در روز سه شنبه 13 خرداد 68 ساعت ده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دق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قه</w:t>
      </w:r>
      <w:r w:rsidRPr="00DC4C40">
        <w:rPr>
          <w:rFonts w:eastAsia="B Badr"/>
          <w:rtl/>
        </w:rPr>
        <w:t xml:space="preserve"> بعد از ظهر به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معشوق شتافت.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چشمه جوشان انقلاب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شد که جان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تازه به اسلام و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بخش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غرب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را به لرزه انداخت و شرق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را به نابود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کشان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 او با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دستما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اخلاق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عباد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بار تئور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نهضت مردم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به 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کودتا، به آزاد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خواهان</w:t>
      </w:r>
      <w:r w:rsidRPr="00DC4C40">
        <w:rPr>
          <w:rFonts w:eastAsia="B Badr"/>
          <w:rtl/>
        </w:rPr>
        <w:t xml:space="preserve"> جهان عرضه کرد. و به آنان آموخت که اگر به دنبال آزاد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اند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از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آن هم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رند</w:t>
      </w:r>
      <w:r w:rsidRPr="00DC4C40">
        <w:rPr>
          <w:rFonts w:eastAsia="B Badr"/>
          <w:rtl/>
        </w:rPr>
        <w:t>. اسلام و تش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گاه</w:t>
      </w:r>
      <w:r w:rsidRPr="00DC4C40">
        <w:rPr>
          <w:rFonts w:eastAsia="B Badr"/>
          <w:rtl/>
        </w:rPr>
        <w:t xml:space="preserve"> جهان 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نک</w:t>
      </w:r>
      <w:r w:rsidRPr="00DC4C40">
        <w:rPr>
          <w:rFonts w:eastAsia="B Badr"/>
          <w:rtl/>
        </w:rPr>
        <w:t xml:space="preserve"> نام او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ادآور</w:t>
      </w:r>
      <w:r w:rsidRPr="00DC4C40">
        <w:rPr>
          <w:rFonts w:eastAsia="B Badr"/>
          <w:rtl/>
        </w:rPr>
        <w:t xml:space="preserve"> مجاهدتها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است، و 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</w:t>
      </w:r>
      <w:r w:rsidRPr="00DC4C40">
        <w:rPr>
          <w:rFonts w:eastAsia="B Badr"/>
          <w:rtl/>
        </w:rPr>
        <w:t xml:space="preserve"> او نداگر آزاد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خدا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در جهان ماد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کنون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 او از صحاب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مقام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ائمه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بود که در راه آنان از همه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گذشت و با تحمل فشارها و سخت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فراوان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لحظه از اعتلا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نام اجداد طاهر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غفلت نورز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 آن روز بود که ملت همه زمزمه کردند: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داغ</w:t>
      </w:r>
      <w:r w:rsidRPr="00DC4C40">
        <w:rPr>
          <w:rFonts w:eastAsia="B Badr"/>
          <w:rtl/>
        </w:rPr>
        <w:t xml:space="preserve"> ما در هجر رهبر کمتر از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عقوب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- او پسر گم کرده بود و ما پدر گم کرده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آثار</w:t>
      </w:r>
      <w:r w:rsidRPr="00DC4C40">
        <w:rPr>
          <w:rFonts w:eastAsia="B Badr"/>
          <w:rtl/>
        </w:rPr>
        <w:t xml:space="preserve"> و تأل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فات</w:t>
      </w:r>
      <w:r w:rsidRPr="00DC4C40">
        <w:rPr>
          <w:rFonts w:eastAsia="B Badr"/>
          <w:rtl/>
        </w:rPr>
        <w:t xml:space="preserve"> آن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فرزانه عبارتند از: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مکاسب محرمه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 xml:space="preserve">2.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دوره اصول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تحر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رالوس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له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کشف الاسرار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چهل حد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7. انوار الهدا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تأل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الکفا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12) امام خم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قدس سره.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13) حافظ.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14)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!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اگر خم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قدس سره عمر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در انجام وظا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مکارم اخلاق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صرف کرده بود، پس تمام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استعداد رفتن را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افته</w:t>
      </w:r>
      <w:r w:rsidRPr="00DC4C40">
        <w:rPr>
          <w:rFonts w:eastAsia="B Badr"/>
          <w:rtl/>
        </w:rPr>
        <w:t xml:space="preserve"> بود: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</w:t>
      </w:r>
      <w:r w:rsidRPr="00DC4C40">
        <w:rPr>
          <w:rFonts w:eastAsia="B Badr"/>
          <w:rtl/>
        </w:rPr>
        <w:t xml:space="preserve"> توسن سرخ بادپا خواهم رفت - تا شهر نگار آشنا خواهم رفت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بار</w:t>
      </w:r>
      <w:r w:rsidRPr="00DC4C40">
        <w:rPr>
          <w:rFonts w:eastAsia="B Badr"/>
          <w:rtl/>
        </w:rPr>
        <w:t xml:space="preserve"> سفر از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خود خواهم بست - با همسفران به کربلا خواهم رفت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حسن</w:t>
      </w:r>
      <w:r w:rsidRPr="00DC4C40">
        <w:rPr>
          <w:rFonts w:eastAsia="B Badr"/>
          <w:rtl/>
        </w:rPr>
        <w:t xml:space="preserve"> احمدزاده عطائ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العسکر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عن آبائه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ما الاستعداد للموت ؟ قال: اداء الفرائض، و اجتناب المحارم، و الاشتمال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المکارم، ثم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اوقع الموت، ام وقع الموت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ه،</w:t>
      </w:r>
      <w:r w:rsidRPr="00DC4C40">
        <w:rPr>
          <w:rFonts w:eastAsia="B Badr"/>
          <w:rtl/>
        </w:rPr>
        <w:t xml:space="preserve"> و الله ما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ابن 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طالب اوقع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الموت ام وقع الموت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حضرت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پرس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استعداد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مرگ چگونه است؟ فرمود: انجام فرا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ض،</w:t>
      </w:r>
      <w:r w:rsidRPr="00DC4C40">
        <w:rPr>
          <w:rFonts w:eastAsia="B Badr"/>
          <w:rtl/>
        </w:rPr>
        <w:t xml:space="preserve"> دور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گناهان و به دست آوردن مکارم اخلاق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بعد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فرد نگران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که مرگ بر او واقع شده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او بر مرگ واقع گرد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است به خدا قسم پسر 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طالب نگران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که مرگ بر او اتفاق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فتد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او بر مرگ واقع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خم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قدس سره عاشقانه به بهشت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شوقوا أنفسکم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الجنه تحبوا الموت و تمقتوا الح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اة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اگر</w:t>
      </w:r>
      <w:r w:rsidRPr="00DC4C40">
        <w:rPr>
          <w:rFonts w:eastAsia="B Badr"/>
          <w:rtl/>
        </w:rPr>
        <w:t xml:space="preserve"> خود را مشتاق نعمتها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بهشت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مرگ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پسند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از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متنفر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خم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قدس سره با دور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گناهان، مرگ را بر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آسان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="00DC4C40"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: واقلل من الذنوب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سهل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الموت 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...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آسان نمودن مرگ از گناهانت بکاه.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او ملائک استقبال کننده را به درگاه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الذ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تتوفاهم الملائکه 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قولون</w:t>
      </w:r>
      <w:r w:rsidRPr="00DC4C40">
        <w:rPr>
          <w:rFonts w:eastAsia="B Badr"/>
          <w:rtl/>
        </w:rPr>
        <w:t xml:space="preserve"> سلام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کم</w:t>
      </w:r>
      <w:r w:rsidRPr="00DC4C40">
        <w:rPr>
          <w:rFonts w:eastAsia="B Badr"/>
          <w:rtl/>
        </w:rPr>
        <w:t xml:space="preserve"> ادخلوا الجنة کنتم تعملون 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هنگام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فرشتگان، روح پاکشان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رند</w:t>
      </w:r>
      <w:r w:rsidRPr="00DC4C40">
        <w:rPr>
          <w:rFonts w:eastAsia="B Badr"/>
          <w:rtl/>
        </w:rPr>
        <w:t xml:space="preserve"> به آنها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که شما به خاطر اعمال نکو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که 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به جا آورد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اکنون به بهشت 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درآئ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او عمر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دار</w:t>
      </w:r>
      <w:r w:rsidRPr="00DC4C40">
        <w:rPr>
          <w:rFonts w:eastAsia="B Badr"/>
          <w:rtl/>
        </w:rPr>
        <w:t xml:space="preserve"> اجدادش در عشق محبت آنان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سوخت: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ابن</w:t>
      </w:r>
      <w:r w:rsidRPr="00DC4C40">
        <w:rPr>
          <w:rFonts w:eastAsia="B Badr"/>
          <w:rtl/>
        </w:rPr>
        <w:t xml:space="preserve"> سنان عن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ما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موت</w:t>
      </w:r>
      <w:r w:rsidRPr="00DC4C40">
        <w:rPr>
          <w:rFonts w:eastAsia="B Badr"/>
          <w:rtl/>
        </w:rPr>
        <w:t xml:space="preserve"> موال لنا مبغض لاعدائنا الا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حضره</w:t>
      </w:r>
      <w:r w:rsidRPr="00DC4C40">
        <w:rPr>
          <w:rFonts w:eastAsia="B Badr"/>
          <w:rtl/>
        </w:rPr>
        <w:t xml:space="preserve"> رسول الله </w:t>
      </w:r>
      <w:r w:rsidR="00DC4C40"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و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الحسن و الحس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صلوات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هم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رونه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بشرونه،</w:t>
      </w:r>
      <w:r w:rsidRPr="00DC4C40">
        <w:rPr>
          <w:rFonts w:eastAsia="B Badr"/>
          <w:rtl/>
        </w:rPr>
        <w:t xml:space="preserve"> و ان کان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موال لنا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راهم</w:t>
      </w:r>
      <w:r w:rsidRPr="00DC4C40">
        <w:rPr>
          <w:rFonts w:eastAsia="B Badr"/>
          <w:rtl/>
        </w:rPr>
        <w:t xml:space="preserve"> بح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سوؤه،</w:t>
      </w:r>
      <w:r w:rsidRPr="00DC4C40">
        <w:rPr>
          <w:rFonts w:eastAsia="B Badr"/>
          <w:rtl/>
        </w:rPr>
        <w:t xml:space="preserve"> و الدل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ذلک قول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لحارث الهمدان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حار همدان من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مت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من مؤمن او منافق قبلاً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امام</w:t>
      </w:r>
      <w:r w:rsidRPr="00DC4C40">
        <w:rPr>
          <w:rFonts w:eastAsia="B Badr"/>
          <w:rtl/>
        </w:rPr>
        <w:t xml:space="preserve">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و</w:t>
      </w:r>
      <w:r w:rsidRPr="00DC4C40">
        <w:rPr>
          <w:rFonts w:eastAsia="B Badr"/>
          <w:rtl/>
        </w:rPr>
        <w:t xml:space="preserve"> اگر از دوستان ما نباشد آنها را به گونه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ناخوشا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بدل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سخن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به حارث همدان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فرمود: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حارث هر کس بم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رد</w:t>
      </w:r>
      <w:r w:rsidRPr="00DC4C40">
        <w:rPr>
          <w:rFonts w:eastAsia="B Badr"/>
          <w:rtl/>
        </w:rPr>
        <w:t xml:space="preserve"> مرا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خواه مومن باشد خواه منافق.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او را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رفتن را آغاز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کرد؛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/>
          <w:rtl/>
        </w:rPr>
        <w:t xml:space="preserve"> که برتر از مرگ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، درمان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خود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نعم الدواء الاجل.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بهتر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درمان مرگ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همه</w:t>
      </w:r>
      <w:r w:rsidRPr="00DC4C40">
        <w:rPr>
          <w:rFonts w:eastAsia="B Badr"/>
          <w:rtl/>
        </w:rPr>
        <w:t xml:space="preserve"> در عشق خود فنا طلبند - که بقا در فنا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شانست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عراق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اگر هر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اندازه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هر اندازه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اجل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جعل الله لکل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ء قدراً، و لکل قدر أجلا.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خداوند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اندازه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گذاشته 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اندازه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اجل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عمر انسان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اندازه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انما انت عدد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ام،</w:t>
      </w:r>
      <w:r w:rsidRPr="00DC4C40">
        <w:rPr>
          <w:rFonts w:eastAsia="B Badr"/>
          <w:rtl/>
        </w:rPr>
        <w:t xml:space="preserve"> فکل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ببعضک فخفض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الطلب و أجمل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المکتسب.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 تو عبارت از تعداد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روز هست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هر روز که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گذرد مقدار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وجودت کم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پس طلب و کسب خود را کم کن.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عمر را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اجل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انا نحن نح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الموت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نکتب ما قدموا و آثارهم و کل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ء احص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ناه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امام مب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عمر طولان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از عمرش کاسته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مگر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که در علم خدا ثبت است 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کار بر خدا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آسان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حال</w:t>
      </w:r>
      <w:r w:rsidRPr="00DC4C40">
        <w:rPr>
          <w:rFonts w:eastAsia="B Badr"/>
          <w:rtl/>
        </w:rPr>
        <w:t xml:space="preserve"> که خم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قدس سره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مهر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سعادت: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ان عمرک مهر سعادتک ان أنفذته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طاعة ربک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اگر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عمر تو پشتوانه سعادت و خوشبخت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باشد آن را در اطاعت خدا صرف کن.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در</w:t>
      </w:r>
      <w:r w:rsidRPr="00DC4C40">
        <w:rPr>
          <w:rFonts w:eastAsia="B Badr"/>
          <w:rtl/>
        </w:rPr>
        <w:t xml:space="preserve"> اطاعت خداوند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بهره گرفته و رشد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 به کمال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: اعمل لکل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بما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ترشد.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هر روز آنچه باعث رشد تو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انجام ده.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راه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مصائب فراوان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من طال عمره کثرت مصائبه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کس عمرش افزون شود مصائبش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گردد.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چرا او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اجل مسم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فرار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الاجل مساق النفس، و الهرب منه موافاته.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اجل،</w:t>
      </w:r>
      <w:r w:rsidRPr="00DC4C40">
        <w:rPr>
          <w:rFonts w:eastAsia="B Badr"/>
          <w:rtl/>
        </w:rPr>
        <w:t xml:space="preserve"> مس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و راه نفس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 و فرار از آن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هوده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آن را به آغوش نکشد 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از حصن حص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نجو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الاجل حصن حص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مرگ</w:t>
      </w:r>
      <w:r w:rsidRPr="00DC4C40">
        <w:rPr>
          <w:rFonts w:eastAsia="B Badr"/>
          <w:rtl/>
        </w:rPr>
        <w:t xml:space="preserve"> سد محکم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کز عشق جانان دردمند است - همو داند که قدر عشق چندست.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(عطار.)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آن زمان که وقت رفتن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همه اسباب و وسا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از کار افتاده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فراموش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الموت الزم لکم من ظلکم و أملک لکم من انفسکم.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مرگ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از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ملازم شماست،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از خودتان بر نفستان مسلط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از وقتها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مانده</w:t>
      </w:r>
      <w:r w:rsidRPr="00DC4C40">
        <w:rPr>
          <w:rFonts w:eastAsia="B Badr"/>
          <w:rtl/>
        </w:rPr>
        <w:t xml:space="preserve"> بهره گرفت: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ان المغبون من غبن عمره...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انکار،</w:t>
      </w:r>
      <w:r w:rsidRPr="00DC4C40">
        <w:rPr>
          <w:rFonts w:eastAsia="B Badr"/>
          <w:rtl/>
        </w:rPr>
        <w:t xml:space="preserve">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عمرش را باخته باشد.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 xml:space="preserve">4. اگر مومنان روحشان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روح و بدنشان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المومنون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تبارهم و تراحمهم و تعاطفهم کمثل الجسد اذا اشتک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تداع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له سائره بالسهر و الحم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مومنان</w:t>
      </w:r>
      <w:r w:rsidRPr="00DC4C40">
        <w:rPr>
          <w:rFonts w:eastAsia="B Badr"/>
          <w:rtl/>
        </w:rPr>
        <w:t xml:space="preserve"> در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کوکار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رحمت و عاطفه نسبت به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گر،</w:t>
      </w:r>
      <w:r w:rsidRPr="00DC4C40">
        <w:rPr>
          <w:rFonts w:eastAsia="B Badr"/>
          <w:rtl/>
        </w:rPr>
        <w:t xml:space="preserve"> مانند بدن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هستند. اگر عضو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درد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همه بدن به تب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گرفتار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گردد.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چشمها، طلا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قلبهاست: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ون</w:t>
      </w:r>
      <w:r w:rsidRPr="00DC4C40">
        <w:rPr>
          <w:rFonts w:eastAsia="B Badr"/>
          <w:rtl/>
        </w:rPr>
        <w:t xml:space="preserve"> طلائع القلوب.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چشم</w:t>
      </w:r>
      <w:r w:rsidRPr="00DC4C40">
        <w:rPr>
          <w:rFonts w:eastAsia="B Badr"/>
          <w:rtl/>
        </w:rPr>
        <w:t xml:space="preserve"> طل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قلب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مومنان را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امکان هست که با نگاه قلبها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را به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مرتبط ساخته و با معرفت حضور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حرفها و خواسته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را به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منتقل سازند.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گفتگو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کلام را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از خصائص مومنان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پنداشت.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15)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حادثه بزرگ، تجل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خالق به خلق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خلق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ست؟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الحمد لله المتجل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لخلقه بخلقه.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 سپاس خدا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را که با خلقتش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مخلوقاتش آشکار گشت.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رفتار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عاد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کودک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نورس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ده،</w:t>
      </w:r>
      <w:r w:rsidRPr="00DC4C40">
        <w:rPr>
          <w:rFonts w:eastAsia="B Badr"/>
          <w:rtl/>
        </w:rPr>
        <w:t xml:space="preserve"> اعلام ظهور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عرضه مخف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امور روشن! از درون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پنهان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ست؟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الحمد لله الذ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بطن خف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الامور و دلت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اعلام الظهور.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سپاس</w:t>
      </w:r>
      <w:r w:rsidRPr="00DC4C40">
        <w:rPr>
          <w:rFonts w:eastAsia="B Badr"/>
          <w:rtl/>
        </w:rPr>
        <w:t xml:space="preserve"> خدا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را که از امور مخف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پنهان آگاه است و بر وجود او امور روشن دلالت دارند،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از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او عاجزند نه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او را 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اند، انکارش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و نه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به وجود او اقرار دارند، او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نند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آن گفتارها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بلند از کودک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نابغه مصداق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بطن من خف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الامور و ظهر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العقول بما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خلقه من علامات التدب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ر،</w:t>
      </w:r>
      <w:r w:rsidRPr="00DC4C40">
        <w:rPr>
          <w:rFonts w:eastAsia="B Badr"/>
          <w:rtl/>
        </w:rPr>
        <w:t xml:space="preserve"> الذ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سئلت الانب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عنه فلم تصفه بحد و لا ببعض، بل و صفته بفعاله و دلت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اته،</w:t>
      </w:r>
      <w:r w:rsidRPr="00DC4C40">
        <w:rPr>
          <w:rFonts w:eastAsia="B Badr"/>
          <w:rtl/>
        </w:rPr>
        <w:t xml:space="preserve"> لاتستط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عقول المتفکر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جحده، لان من کانت السماوات و الارض فطرته و </w:t>
      </w:r>
      <w:r w:rsidRPr="00DC4C40">
        <w:rPr>
          <w:rFonts w:eastAsia="B Badr" w:hint="eastAsia"/>
          <w:rtl/>
        </w:rPr>
        <w:t>ما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هن</w:t>
      </w:r>
      <w:r w:rsidRPr="00DC4C40">
        <w:rPr>
          <w:rFonts w:eastAsia="B Badr"/>
          <w:rtl/>
        </w:rPr>
        <w:t xml:space="preserve"> و ما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هن</w:t>
      </w:r>
      <w:r w:rsidRPr="00DC4C40">
        <w:rPr>
          <w:rFonts w:eastAsia="B Badr"/>
          <w:rtl/>
        </w:rPr>
        <w:t xml:space="preserve"> و هو الصانع لهن، فلا مدفع لقد رته.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به خص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امور آگاه است و با نشانه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خلقت و تدب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رش،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خردمندان آشکار است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امبران</w:t>
      </w:r>
      <w:r w:rsidRPr="00DC4C40">
        <w:rPr>
          <w:rFonts w:eastAsia="B Badr"/>
          <w:rtl/>
        </w:rPr>
        <w:t xml:space="preserve"> او را به اندازه و مقدار توص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ننمودند بلکه او را با افعال و کردارش توص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کردند، و با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و نشانه ها وجودش را دلالت نمودند. عقل اند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شمندان</w:t>
      </w:r>
      <w:r w:rsidRPr="00DC4C40">
        <w:rPr>
          <w:rFonts w:eastAsia="B Badr"/>
          <w:rtl/>
        </w:rPr>
        <w:t xml:space="preserve"> قادر به انکار او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چر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که هر چه در آسمانها و 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درون آنهاست 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و مخلوق اوست 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قدرت او دفع کننده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ست؟</w:t>
      </w:r>
      <w:r w:rsidRPr="00DC4C40">
        <w:rPr>
          <w:rFonts w:eastAsia="B Badr"/>
          <w:rtl/>
        </w:rPr>
        <w:t xml:space="preserve"> چرا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کودک به کمال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ده،</w:t>
      </w:r>
      <w:r w:rsidRPr="00DC4C40">
        <w:rPr>
          <w:rFonts w:eastAsia="B Badr"/>
          <w:rtl/>
        </w:rPr>
        <w:t xml:space="preserve"> سخن را از خلاق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آغاز کرد و با مرگ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درس اسفار اربعه به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بزرگتر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عارفان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آموخت؟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او بر همان تدب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پدر نگفت تمام هست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الربط به خالق است و او و پدرش و تمام پد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ها وابسته مطلق به او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کل قائم بغ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ره</w:t>
      </w:r>
      <w:r w:rsidRPr="00DC4C40">
        <w:rPr>
          <w:rFonts w:eastAsia="B Badr"/>
          <w:rtl/>
        </w:rPr>
        <w:t xml:space="preserve"> مصنوع، و کل موجود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سواه معلوم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جنبنده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اوست و هر موجود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مخلوق اوست.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آغاز سرود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کودک ترجمان: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فل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نظر</w:t>
      </w:r>
      <w:r w:rsidRPr="00DC4C40">
        <w:rPr>
          <w:rFonts w:eastAsia="B Badr"/>
          <w:rtl/>
        </w:rPr>
        <w:t xml:space="preserve"> الانسان مم خلق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انسان</w:t>
      </w:r>
      <w:r w:rsidRPr="00DC4C40">
        <w:rPr>
          <w:rFonts w:eastAsia="B Badr"/>
          <w:rtl/>
        </w:rPr>
        <w:t xml:space="preserve"> مغرور در بدو خلقت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بنگرد که از چه 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شده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نبود؟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>! بب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معرفت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که بروز و ظهورش سن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شناسد، کودک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بزرگ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شناسد، در معرفت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گاه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فرزند است که به پدر عالم اش دانش برتر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آموزاند. او که ناخواسته در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موقت از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حق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خواسته به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آمده بود تا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به زبان کودک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پدر بخواند او که عصاره فلسفه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با زبان کودک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اش به پدر عرضه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کند؛ او که به زبان اعتراض، کوچک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شدنش را با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معارف بلند جبران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کند، او که از خود به پدر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پرسد، تا از پدر به باغبان وجود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ابد؛</w:t>
      </w:r>
      <w:r w:rsidRPr="00DC4C40">
        <w:rPr>
          <w:rFonts w:eastAsia="B Badr"/>
          <w:rtl/>
        </w:rPr>
        <w:t xml:space="preserve"> او که از توح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شروع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و با مرگ نا</w:t>
      </w:r>
      <w:r w:rsidRPr="00DC4C40">
        <w:rPr>
          <w:rFonts w:eastAsia="B Badr" w:hint="eastAsia"/>
          <w:rtl/>
        </w:rPr>
        <w:t>بهنگام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به معاد 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فلاح و رستگار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دست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ابد؛</w:t>
      </w:r>
      <w:r w:rsidRPr="00DC4C40">
        <w:rPr>
          <w:rFonts w:eastAsia="B Badr"/>
          <w:rtl/>
        </w:rPr>
        <w:t xml:space="preserve"> او که سخن گفتن اش را از ارتباط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ربط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آغاز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و فنا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رغم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ناخواسته پدرش، با انقطاع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ربط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ظهور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رساند؛ او که پاسخ من تو را 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ام را با مرگ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به پدر نشان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دهد که ت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واقعاً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؟ چون اگر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مرگ من جلوگ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او که با گفتارش، آرامش طب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فکر پدر را به هم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خت</w:t>
      </w:r>
      <w:r w:rsidRPr="00DC4C40">
        <w:rPr>
          <w:rFonts w:eastAsia="B Badr"/>
          <w:rtl/>
        </w:rPr>
        <w:t xml:space="preserve"> تا آنچه را که نبا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بروز دهد تا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پدر </w:t>
      </w:r>
      <w:r w:rsidRPr="00DC4C40">
        <w:rPr>
          <w:rFonts w:eastAsia="B Badr"/>
          <w:rtl/>
        </w:rPr>
        <w:lastRenderedPageBreak/>
        <w:t>عارفش روزها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بحران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همانند روزها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آرامش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کسان</w:t>
      </w:r>
      <w:r w:rsidRPr="00DC4C40">
        <w:rPr>
          <w:rFonts w:eastAsia="B Badr"/>
          <w:rtl/>
        </w:rPr>
        <w:t xml:space="preserve"> بسازد؛ او که از خودشناس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شروع کرد تا به خداشناس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افت؛</w:t>
      </w:r>
      <w:r w:rsidRPr="00DC4C40">
        <w:rPr>
          <w:rFonts w:eastAsia="B Badr"/>
          <w:rtl/>
        </w:rPr>
        <w:t xml:space="preserve"> او که با شناخت از خدا، فنا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او شد؛ او که با مرگش جان پدر عارفش را به آتش کش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تا شعله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سوختنش در زمان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دور و دراز، هزاران قلب آکنده از محبت خدا را به آتش عرفان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بسوزاند.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ارزش و اعتبار فرزندان ازدواج موقت.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لزوم توجه به رفتارها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کودکان جهت شناخت امکان بروزها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رعاد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ضرورت تطب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اعتقادات در بحران با اعتقادات در حالت عاد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لزوم پره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عارفان از گفتارها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نقمت 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از درگاه ربوب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دار بودن مرگ ناخواسته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عارفان بر مرگ.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16) از جمله علماء برجسته و پارسا، مرحوم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حاج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مرتض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حائر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قدس سره فرزند مؤسس حوزه علم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قم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العظم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حاج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عبدالکر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حائر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 او در روز 14 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الحجه سال 1334 در شهر اراک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به جهان گشود و پس از 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دوران طفول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ت،</w:t>
      </w:r>
      <w:r w:rsidRPr="00DC4C40">
        <w:rPr>
          <w:rFonts w:eastAsia="B Badr"/>
          <w:rtl/>
        </w:rPr>
        <w:t xml:space="preserve"> تحص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لات</w:t>
      </w:r>
      <w:r w:rsidRPr="00DC4C40">
        <w:rPr>
          <w:rFonts w:eastAsia="B Badr"/>
          <w:rtl/>
        </w:rPr>
        <w:t xml:space="preserve"> ابتدا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را در ن</w:t>
      </w:r>
      <w:r w:rsidRPr="00DC4C40">
        <w:rPr>
          <w:rFonts w:eastAsia="B Badr" w:hint="eastAsia"/>
          <w:rtl/>
        </w:rPr>
        <w:t>زد</w:t>
      </w:r>
      <w:r w:rsidRPr="00DC4C40">
        <w:rPr>
          <w:rFonts w:eastAsia="B Badr"/>
          <w:rtl/>
        </w:rPr>
        <w:t xml:space="preserve"> پدر بزرگوارش آموخت و سپس در سن 18 سالگ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شهر کربلا مهاجرت کرد تا سال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سال در نزد مرحوم فاضل اردکان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تحق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بپردازد.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حائر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شخص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برجسته زمان بودند به گونه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رهبر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انقلاب اسلام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حضرت امام خم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رامون</w:t>
      </w:r>
      <w:r w:rsidRPr="00DC4C40">
        <w:rPr>
          <w:rFonts w:eastAsia="B Badr"/>
          <w:rtl/>
        </w:rPr>
        <w:t xml:space="preserve">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نگاشت: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در علم و عمل به حق خلف بزرگوار مرحوم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العظم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عبدالکر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بودند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بزرگوار علاوه بر مقام فقاهت و عدالت از صفا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باطن به طور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سته</w:t>
      </w:r>
      <w:r w:rsidRPr="00DC4C40">
        <w:rPr>
          <w:rFonts w:eastAsia="B Badr"/>
          <w:rtl/>
        </w:rPr>
        <w:t xml:space="preserve"> برخوردار و از اوا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نهضت اسلام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ران</w:t>
      </w:r>
      <w:r w:rsidRPr="00DC4C40">
        <w:rPr>
          <w:rFonts w:eastAsia="B Badr"/>
          <w:rtl/>
        </w:rPr>
        <w:t xml:space="preserve"> از اشخاص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شقدم</w:t>
      </w:r>
      <w:r w:rsidRPr="00DC4C40">
        <w:rPr>
          <w:rFonts w:eastAsia="B Badr"/>
          <w:rtl/>
        </w:rPr>
        <w:t xml:space="preserve">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نهضت مقدس بودند.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مرحوم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حائر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فوق العاده خوش اخلاق و خوش برخورد بود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از پنجاه سال در حوزه علم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قم به تدر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و ترب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شاگرد در سطوح مختلف پرداخت و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راه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نقش بسزا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در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شرفت</w:t>
      </w:r>
      <w:r w:rsidRPr="00DC4C40">
        <w:rPr>
          <w:rFonts w:eastAsia="B Badr"/>
          <w:rtl/>
        </w:rPr>
        <w:t xml:space="preserve"> حوزه در ابعاد مختلف داشت.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حائر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مدت عمر بابرکت 64 بار به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قبر مطهر حضرت رضا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شتافت. تا آنکه پس از 72 سال بالاخره در 14 اسفند 1364 برابر با 23 جماد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الثان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1406 قمر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حق شتافت.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17) پدر مرجع معروف ابتدا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مشروط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ت،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مرحوم حاج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رزا</w:t>
      </w:r>
      <w:r w:rsidRPr="00DC4C40">
        <w:rPr>
          <w:rFonts w:eastAsia="B Badr"/>
          <w:rtl/>
        </w:rPr>
        <w:t xml:space="preserve">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تهران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18) عراق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19) اگر حکمت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اعطائ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اشراق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: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ؤت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الحکمة من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شاء</w:t>
      </w:r>
      <w:r w:rsidRPr="00DC4C40">
        <w:rPr>
          <w:rFonts w:eastAsia="B Badr"/>
          <w:rtl/>
        </w:rPr>
        <w:t xml:space="preserve"> و من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ؤت</w:t>
      </w:r>
      <w:r w:rsidRPr="00DC4C40">
        <w:rPr>
          <w:rFonts w:eastAsia="B Badr"/>
          <w:rtl/>
        </w:rPr>
        <w:t xml:space="preserve"> الحکمة فقد اوت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راً</w:t>
      </w:r>
      <w:r w:rsidRPr="00DC4C40">
        <w:rPr>
          <w:rFonts w:eastAsia="B Badr"/>
          <w:rtl/>
        </w:rPr>
        <w:t xml:space="preserve"> کث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راً</w:t>
      </w:r>
      <w:r w:rsidRPr="00DC4C40">
        <w:rPr>
          <w:rFonts w:eastAsia="B Badr"/>
          <w:rtl/>
        </w:rPr>
        <w:t xml:space="preserve"> و ما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ذکر</w:t>
      </w:r>
      <w:r w:rsidRPr="00DC4C40">
        <w:rPr>
          <w:rFonts w:eastAsia="B Badr"/>
          <w:rtl/>
        </w:rPr>
        <w:t xml:space="preserve"> الا اولواالالباب.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خداوند،</w:t>
      </w:r>
      <w:r w:rsidRPr="00DC4C40">
        <w:rPr>
          <w:rFonts w:eastAsia="B Badr"/>
          <w:rtl/>
        </w:rPr>
        <w:t xml:space="preserve"> دانش و حکمت را به هر که خواهد و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سته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عطا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و هر که را به حکمت و دانش رساند، درباره او مرحمت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فرموده است.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را متذکر نشوند مگر خردمندان عالم.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حکمت از راه غلبه بر شهوات: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اغلب الشهوة تکمل لک الحکمة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بر</w:t>
      </w:r>
      <w:r w:rsidRPr="00DC4C40">
        <w:rPr>
          <w:rFonts w:eastAsia="B Badr"/>
          <w:rtl/>
        </w:rPr>
        <w:t xml:space="preserve"> شهوت غلبه کن، تا حکمتت کامل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حد الحکمة الاعراض عن دارالفناء، و التوله بدار البقاء.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حدود</w:t>
      </w:r>
      <w:r w:rsidRPr="00DC4C40">
        <w:rPr>
          <w:rFonts w:eastAsia="B Badr"/>
          <w:rtl/>
        </w:rPr>
        <w:t xml:space="preserve"> حکمت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است: از دار فان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به دار باق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علاقمند شو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ترک لذات آن 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ثم</w:t>
      </w:r>
      <w:r w:rsidRPr="00DC4C40">
        <w:rPr>
          <w:rFonts w:eastAsia="B Badr"/>
          <w:rtl/>
        </w:rPr>
        <w:t xml:space="preserve"> بن واقد حر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عن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من زهد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اثبت الله الحکمة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قلبه و أنطق بها لسانه...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کس 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زهد کند، خداوند حکمت را به قلبش راه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دهد و زبانش را به آن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بخصوص در گرسنگ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دست آمدن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عن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="00DC4C40"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: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احمد! ان العبد اذا اجاع بطنه و حفظ لسانه علمته الحکمة...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حد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</w:t>
      </w:r>
      <w:r w:rsidRPr="00DC4C40">
        <w:rPr>
          <w:rFonts w:eastAsia="B Badr"/>
          <w:rtl/>
        </w:rPr>
        <w:t xml:space="preserve"> معراج 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احمد! اگر بنده ام شکم خود را گرسنه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زبانش را حفظ کند حکمت را به او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آموزم.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طب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خداوند است: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/>
          <w:rtl/>
        </w:rPr>
        <w:t xml:space="preserve"> که اوست که خالق انسانهاست: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="00DC4C40"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الله الطب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بل انت رجل رف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ق،</w:t>
      </w:r>
      <w:r w:rsidRPr="00DC4C40">
        <w:rPr>
          <w:rFonts w:eastAsia="B Badr"/>
          <w:rtl/>
        </w:rPr>
        <w:t xml:space="preserve"> طب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بها</w:t>
      </w:r>
      <w:r w:rsidRPr="00DC4C40">
        <w:rPr>
          <w:rFonts w:eastAsia="B Badr"/>
          <w:rtl/>
        </w:rPr>
        <w:t xml:space="preserve"> الذ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خلقها.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همانا</w:t>
      </w:r>
      <w:r w:rsidRPr="00DC4C40">
        <w:rPr>
          <w:rFonts w:eastAsia="B Badr"/>
          <w:rtl/>
        </w:rPr>
        <w:t xml:space="preserve"> که خداوند طب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است، و تو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پزشک وس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طب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او آن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او را خلق نمود.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علوم را و از جمله طبابت را از آن خداوند و عطا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دانست و چون عطا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ژه</w:t>
      </w:r>
      <w:r w:rsidRPr="00DC4C40">
        <w:rPr>
          <w:rFonts w:eastAsia="B Badr"/>
          <w:rtl/>
        </w:rPr>
        <w:t xml:space="preserve"> خداوند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ثارگران</w:t>
      </w:r>
      <w:r w:rsidRPr="00DC4C40">
        <w:rPr>
          <w:rFonts w:eastAsia="B Badr"/>
          <w:rtl/>
        </w:rPr>
        <w:t xml:space="preserve"> و محسنان است، پس با احسان 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 xml:space="preserve"> است که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به آن عطا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پنهان و آن ذخا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ناپ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</w:t>
      </w:r>
      <w:r w:rsidRPr="00DC4C40">
        <w:rPr>
          <w:rFonts w:eastAsia="B Badr"/>
          <w:rtl/>
        </w:rPr>
        <w:t xml:space="preserve">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بار</w:t>
      </w:r>
      <w:r w:rsidRPr="00DC4C40">
        <w:rPr>
          <w:rFonts w:eastAsia="B Badr"/>
          <w:rtl/>
        </w:rPr>
        <w:t xml:space="preserve"> الها درد را درمان توئ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آگه از رنج و غم پنهان توئ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جهان آرزو سرگشته ام - خانه بر دوشم مرا سامان توئ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نعمتم</w:t>
      </w:r>
      <w:r w:rsidRPr="00DC4C40">
        <w:rPr>
          <w:rFonts w:eastAsia="B Badr"/>
          <w:rtl/>
        </w:rPr>
        <w:t xml:space="preserve"> بخش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حد فزون - بنده مسک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نم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زدان</w:t>
      </w:r>
      <w:r w:rsidRPr="00DC4C40">
        <w:rPr>
          <w:rFonts w:eastAsia="B Badr"/>
          <w:rtl/>
        </w:rPr>
        <w:t xml:space="preserve"> توئ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(محمد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کسرائ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! بکوش تا با عرضه بالاتر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مرتبه احسان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 xml:space="preserve"> غا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الاحسان.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 xml:space="preserve"> بالاتر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مرتبه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حکمتها</w:t>
      </w:r>
      <w:r w:rsidRPr="00DC4C40">
        <w:rPr>
          <w:rFonts w:eastAsia="B Badr"/>
          <w:rtl/>
        </w:rPr>
        <w:t xml:space="preserve"> را به تسخ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درآور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از ره آن عمر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در خدمت بر مردمان بگذران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تا عاقبت سعادتمند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آخرت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 تضم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نما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>! با مردمان با انصاف رفتار کن و با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به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عامل سائر الناس بالانصاف، و عامل المؤمن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بالا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</w:t>
      </w:r>
      <w:r w:rsidRPr="00DC4C40">
        <w:rPr>
          <w:rFonts w:eastAsia="B Badr"/>
          <w:rtl/>
        </w:rPr>
        <w:t xml:space="preserve"> همه مردم از 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انصاف، و با مومنان بر اساس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 xml:space="preserve"> رفتار کن.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از راه آن ملکات اخلاق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لاتکمل المکارم الا بالعفاف و الا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مکارم</w:t>
      </w:r>
      <w:r w:rsidRPr="00DC4C40">
        <w:rPr>
          <w:rFonts w:eastAsia="B Badr"/>
          <w:rtl/>
        </w:rPr>
        <w:t xml:space="preserve"> اخلاق، جز با عفت 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 xml:space="preserve"> کامل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بلکه جوهر پنهان خود را به کمال برسان: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عند الا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النفس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جواهر الکرماء.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 xml:space="preserve"> بر نفس، جوهره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آشکار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بدان، که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 xml:space="preserve"> به عنوان بالاتر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مرتبه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 xml:space="preserve"> اعل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 xml:space="preserve"> بالاتر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مرتبه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درگاه ربوب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آنچنان ارزشمند است که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</w:t>
      </w:r>
      <w:r w:rsidRPr="00DC4C40">
        <w:rPr>
          <w:rFonts w:eastAsia="B Badr"/>
          <w:rtl/>
        </w:rPr>
        <w:t xml:space="preserve">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ثارگران،</w:t>
      </w:r>
      <w:r w:rsidRPr="00DC4C40">
        <w:rPr>
          <w:rFonts w:eastAsia="B Badr"/>
          <w:rtl/>
        </w:rPr>
        <w:t xml:space="preserve"> کلام مدح آم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 نازل کرده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: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طعمون</w:t>
      </w:r>
      <w:r w:rsidRPr="00DC4C40">
        <w:rPr>
          <w:rFonts w:eastAsia="B Badr"/>
          <w:rtl/>
        </w:rPr>
        <w:t xml:space="preserve"> الطعام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حبه مسک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ناً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ماً</w:t>
      </w:r>
      <w:r w:rsidRPr="00DC4C40">
        <w:rPr>
          <w:rFonts w:eastAsia="B Badr"/>
          <w:rtl/>
        </w:rPr>
        <w:t xml:space="preserve"> و أس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راً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غذا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خود را با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که به آن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دارند به مسک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و 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رأفت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 نثارشان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قوله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: و من الناس من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نفسه البتغاء مرضات الله و الله رؤف بالعباد.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کلام</w:t>
      </w:r>
      <w:r w:rsidRPr="00DC4C40">
        <w:rPr>
          <w:rFonts w:eastAsia="B Badr"/>
          <w:rtl/>
        </w:rPr>
        <w:t xml:space="preserve"> خداوند: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... و بعض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مردانند (منظور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است) که به خاطر رضا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خداوند از جان خود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گذرند (مانند شب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به 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غمبر</w:t>
      </w:r>
      <w:r w:rsidRPr="00DC4C40">
        <w:rPr>
          <w:rFonts w:eastAsia="B Badr"/>
          <w:rtl/>
        </w:rPr>
        <w:t xml:space="preserve"> در بستر خواب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) و خدا به بندگان خود مهربان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 xml:space="preserve">1. تقوم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موفق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ژه</w:t>
      </w:r>
      <w:r w:rsidRPr="00DC4C40">
        <w:rPr>
          <w:rFonts w:eastAsia="B Badr"/>
          <w:rtl/>
        </w:rPr>
        <w:t xml:space="preserve"> از راه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 xml:space="preserve"> و احسان دارا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ها در بلا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سخت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لزوم ترج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گران</w:t>
      </w:r>
      <w:r w:rsidRPr="00DC4C40">
        <w:rPr>
          <w:rFonts w:eastAsia="B Badr"/>
          <w:rtl/>
        </w:rPr>
        <w:t xml:space="preserve"> بر خود و امور خود، را به خدا واگذار کردن 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تقدم ارزش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 xml:space="preserve"> به هو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 xml:space="preserve"> برتر و به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نبودن ارزش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...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البر بالکثر و ذلک ان الله عزوجل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قول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کتابه: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ؤثرون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... و من عرفه الله بذلک احبه الله.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کثرت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چرا که خداوند عزوجل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بر خود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کنند... و خدا هر کس را به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صفت بشناسد دوست خواهد داشت.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مالک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نار</w:t>
      </w:r>
      <w:r w:rsidRPr="00DC4C40">
        <w:rPr>
          <w:rFonts w:eastAsia="B Badr"/>
          <w:rtl/>
        </w:rPr>
        <w:t xml:space="preserve"> ندان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- آنکه ندانست که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نار</w:t>
      </w:r>
      <w:r w:rsidRPr="00DC4C40">
        <w:rPr>
          <w:rFonts w:eastAsia="B Badr"/>
          <w:rtl/>
        </w:rPr>
        <w:t xml:space="preserve">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گنج</w:t>
      </w:r>
      <w:r w:rsidRPr="00DC4C40">
        <w:rPr>
          <w:rFonts w:eastAsia="B Badr"/>
          <w:rtl/>
        </w:rPr>
        <w:t xml:space="preserve"> به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 xml:space="preserve"> توان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افتن</w:t>
      </w:r>
      <w:r w:rsidRPr="00DC4C40">
        <w:rPr>
          <w:rFonts w:eastAsia="B Badr"/>
          <w:rtl/>
        </w:rPr>
        <w:t xml:space="preserve"> - برگ گل از خار توان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آب</w:t>
      </w:r>
      <w:r w:rsidRPr="00DC4C40">
        <w:rPr>
          <w:rFonts w:eastAsia="B Badr"/>
          <w:rtl/>
        </w:rPr>
        <w:t xml:space="preserve"> رخ مرد ز 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- حاصل درو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ز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حاصل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زاد</w:t>
      </w:r>
      <w:r w:rsidRPr="00DC4C40">
        <w:rPr>
          <w:rFonts w:eastAsia="B Badr"/>
          <w:rtl/>
        </w:rPr>
        <w:t xml:space="preserve"> ره روح زنان دادن است -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شمع ز جان دادن است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) مرتبط بودن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در نت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جه</w:t>
      </w:r>
      <w:r w:rsidRPr="00DC4C40">
        <w:rPr>
          <w:rFonts w:eastAsia="B Badr"/>
          <w:rtl/>
        </w:rPr>
        <w:t xml:space="preserve"> لزوم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مجهولات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افراد موفق و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ژه</w:t>
      </w:r>
      <w:r w:rsidRPr="00DC4C40">
        <w:rPr>
          <w:rFonts w:eastAsia="B Badr"/>
          <w:rtl/>
        </w:rPr>
        <w:t xml:space="preserve"> از راه شناخت رفتارها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خاص و مورد پسند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در</w:t>
      </w:r>
      <w:r w:rsidRPr="00DC4C40">
        <w:rPr>
          <w:rFonts w:eastAsia="B Badr"/>
          <w:rtl/>
        </w:rPr>
        <w:t xml:space="preserve"> پرده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پرده همه 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دم</w:t>
      </w:r>
      <w:r w:rsidRPr="00DC4C40">
        <w:rPr>
          <w:rFonts w:eastAsia="B Badr"/>
          <w:rtl/>
        </w:rPr>
        <w:t xml:space="preserve"> - در آخر هر نقطه به خط تو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شرح</w:t>
      </w:r>
      <w:r w:rsidRPr="00DC4C40">
        <w:rPr>
          <w:rFonts w:eastAsia="B Badr"/>
          <w:rtl/>
        </w:rPr>
        <w:t xml:space="preserve"> غزل نام تو گل داد به لب ها - لب بر لب هر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به 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</w:t>
      </w:r>
      <w:r w:rsidRPr="00DC4C40">
        <w:rPr>
          <w:rFonts w:eastAsia="B Badr"/>
          <w:rtl/>
        </w:rPr>
        <w:t xml:space="preserve"> 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ساکت و غوغا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سماوات و به صحرا - جز زمزمه سبز کلامت نشن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بلبل</w:t>
      </w:r>
      <w:r w:rsidRPr="00DC4C40">
        <w:rPr>
          <w:rFonts w:eastAsia="B Badr"/>
          <w:rtl/>
        </w:rPr>
        <w:t xml:space="preserve"> به لب از روح بهار تو سخن داشت - گل بو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داد ز هر باغ که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چو توئ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عاشق و معشوق تو باق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- ساق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چو توئ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تو در جام 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(عز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زالله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>) توف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قات</w:t>
      </w:r>
      <w:r w:rsidRPr="00DC4C40">
        <w:rPr>
          <w:rFonts w:eastAsia="B Badr"/>
          <w:rtl/>
        </w:rPr>
        <w:t xml:space="preserve"> را صرفاً از منظر دانش و زحمتها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تجرب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و باز کردن حساب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خاص و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ژه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امور رفتار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منجر به معرفتها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علم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ژه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) باور بر امکان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معرفت علم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راه ملکات و سجا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اخلاق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تکم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افته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20) حجة الاسلام محمد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بهجت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اردکان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21) اگر ماده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از تمام بدن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شده: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عن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فاذا جامع الرجل اهله خرج الماء من کل عرق و شعرة.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هنگام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مرد با همسر خود نزد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آب از هر رگ و موئ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بدن او خارج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گردد.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روح انسان در خروج آن نقش 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فضل</w:t>
      </w:r>
      <w:r w:rsidRPr="00DC4C40">
        <w:rPr>
          <w:rFonts w:eastAsia="B Badr"/>
          <w:rtl/>
        </w:rPr>
        <w:t xml:space="preserve"> بن شاذان عن الرضا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قلم أمروا بالغسل من الجنابة ؟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>: من أجل ان الجنابة من نفس الانسان.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رضا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به</w:t>
      </w:r>
      <w:r w:rsidRPr="00DC4C40">
        <w:rPr>
          <w:rFonts w:eastAsia="B Badr"/>
          <w:rtl/>
        </w:rPr>
        <w:t xml:space="preserve"> چه علت به غسل جنابت امر شدند؟ به علت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که جنابت از نفس و جان انسان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خروج 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باعث تغ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مکان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سم</w:t>
      </w:r>
      <w:r w:rsidRPr="00DC4C40">
        <w:rPr>
          <w:rFonts w:eastAsia="B Badr"/>
          <w:rtl/>
        </w:rPr>
        <w:t xml:space="preserve"> بدن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شده و بدن را در فشار خاص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قرار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دهد که تعد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مجدد آن تنها از راه طهارت آن هم با آب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سور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محمد</w:t>
      </w:r>
      <w:r w:rsidRPr="00DC4C40">
        <w:rPr>
          <w:rFonts w:eastAsia="B Badr"/>
          <w:rtl/>
        </w:rPr>
        <w:t xml:space="preserve"> بن سنان عن الرضا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علة غسل الجنابة النظافة، و تطه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الانسان نفسه مما اصابه من اذاه و تطه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سائر جسده لان الجنابة خارجة من کل جسده فلذلک وجب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تطه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جسده.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رضا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علت</w:t>
      </w:r>
      <w:r w:rsidRPr="00DC4C40">
        <w:rPr>
          <w:rFonts w:eastAsia="B Badr"/>
          <w:rtl/>
        </w:rPr>
        <w:t xml:space="preserve"> غسل جنابت، نظافت و پاک شدن نفس انسان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ناپاک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/>
          <w:rtl/>
        </w:rPr>
        <w:t xml:space="preserve"> و تطه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تمام بدن است، چرا که ماده جنابت از تمام بدن خارج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پس پاک کردن تمام بدن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واجب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شارع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متصد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اعتبار احکام متناسب با جوهر بدن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و قال: و ان کنتم جنباً فاطهروا...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هنگام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جنب شد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خود را پاک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زه</w:t>
      </w:r>
      <w:r w:rsidRPr="00DC4C40">
        <w:rPr>
          <w:rFonts w:eastAsia="B Badr"/>
          <w:rtl/>
        </w:rPr>
        <w:t xml:space="preserve"> و طاهر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به هم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ختگ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جسم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پس از دفع 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ات،</w:t>
      </w:r>
      <w:r w:rsidRPr="00DC4C40">
        <w:rPr>
          <w:rFonts w:eastAsia="B Badr"/>
          <w:rtl/>
        </w:rPr>
        <w:t xml:space="preserve">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به صورت، موجود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</w:t>
      </w:r>
      <w:r w:rsidRPr="00DC4C40">
        <w:rPr>
          <w:rFonts w:eastAsia="B Badr"/>
          <w:rtl/>
        </w:rPr>
        <w:t xml:space="preserve"> و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قابل تحمل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اشخاص صالح: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جابر</w:t>
      </w:r>
      <w:r w:rsidRPr="00DC4C40">
        <w:rPr>
          <w:rFonts w:eastAsia="B Badr"/>
          <w:rtl/>
        </w:rPr>
        <w:t xml:space="preserve"> جعف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عن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بن الحس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اقبل اعراب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المد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فلما کان قرب المد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خضخض و دخل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فقال له: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اعراب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اما تستح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؟</w:t>
      </w:r>
      <w:r w:rsidRPr="00DC4C40">
        <w:rPr>
          <w:rFonts w:eastAsia="B Badr"/>
          <w:rtl/>
        </w:rPr>
        <w:t xml:space="preserve"> اتدخل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امامک و انت جنب؟ ثم قال: انتم معاشر العرب اذا خلوتم خضخضتم، فقال الاعراب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: قد بلغت حاجت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</w:t>
      </w:r>
      <w:r w:rsidRPr="00DC4C40">
        <w:rPr>
          <w:rFonts w:eastAsia="B Badr"/>
          <w:rtl/>
        </w:rPr>
        <w:t xml:space="preserve"> جئت له، فخرج من عنده و اغتسل، و رجع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فسأله عما کان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قلبه.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جابر</w:t>
      </w:r>
      <w:r w:rsidRPr="00DC4C40">
        <w:rPr>
          <w:rFonts w:eastAsia="B Badr"/>
          <w:rtl/>
        </w:rPr>
        <w:t xml:space="preserve"> جعف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جابر</w:t>
      </w:r>
      <w:r w:rsidRPr="00DC4C40">
        <w:rPr>
          <w:rFonts w:eastAsia="B Badr"/>
          <w:rtl/>
        </w:rPr>
        <w:t xml:space="preserve"> جعف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العابد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نقل کرد: فرد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اعراب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هنگام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به نزد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استمناء کرد و آنگاه که وارد مد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شد به حضور امام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امام فرمود: اعراب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شرم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حال جنابت بر امامت وارد شد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؟</w:t>
      </w:r>
      <w:r w:rsidRPr="00DC4C40">
        <w:rPr>
          <w:rFonts w:eastAsia="B Badr"/>
          <w:rtl/>
        </w:rPr>
        <w:t xml:space="preserve"> سپس فرمود: شما قوم عرب هنگا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تنها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استمناء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اعراب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گفت: به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به خاطر آن آمدم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دم،</w:t>
      </w:r>
      <w:r w:rsidRPr="00DC4C40">
        <w:rPr>
          <w:rFonts w:eastAsia="B Badr"/>
          <w:rtl/>
        </w:rPr>
        <w:t xml:space="preserve"> از نزد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خارج شد و غسل نمود، سپس نزد او بازگشت و از آنچه در قلبش بود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سوال کرد.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مکانها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مقدس: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: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/>
          <w:rtl/>
        </w:rPr>
        <w:t xml:space="preserve"> الذ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آمنوا لا تقربوا الصلوة و انتم سکر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اهل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هرگز با حال مست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نماز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تا بدان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چه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گو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چه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در حال جنابت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به نماز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مگر آنکه مسافر باش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تا وقت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غسل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عبدالله</w:t>
      </w:r>
      <w:r w:rsidRPr="00DC4C40">
        <w:rPr>
          <w:rFonts w:eastAsia="B Badr"/>
          <w:rtl/>
        </w:rPr>
        <w:t xml:space="preserve"> بن طلحه النهد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عن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ثلاثة لا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قبل</w:t>
      </w:r>
      <w:r w:rsidRPr="00DC4C40">
        <w:rPr>
          <w:rFonts w:eastAsia="B Badr"/>
          <w:rtl/>
        </w:rPr>
        <w:t xml:space="preserve"> الله لهم صلاة، جبار کفر، و جنب نام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طهارة، و متضمخ بخلوق.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جمله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نماز آنان قبول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فرد جنب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بدون غسل، شب را به صبح برساند.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کتاب</w:t>
      </w:r>
      <w:r w:rsidRPr="00DC4C40">
        <w:rPr>
          <w:rFonts w:eastAsia="B Badr"/>
          <w:rtl/>
        </w:rPr>
        <w:t xml:space="preserve">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المعمر المغرب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عن الام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کان رسول الله صل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و آله و و سلم لا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حجزه</w:t>
      </w:r>
      <w:r w:rsidRPr="00DC4C40">
        <w:rPr>
          <w:rFonts w:eastAsia="B Badr"/>
          <w:rtl/>
        </w:rPr>
        <w:t xml:space="preserve"> عن القرائت القرآن الا الجنابة.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جز جنابت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را از قرائت قرآن منع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بالاخره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شتن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الباقر عن آبائه عن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نام</w:t>
      </w:r>
      <w:r w:rsidRPr="00DC4C40">
        <w:rPr>
          <w:rFonts w:eastAsia="B Badr"/>
          <w:rtl/>
        </w:rPr>
        <w:t xml:space="preserve"> المسلم و هو جنب، و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نام</w:t>
      </w:r>
      <w:r w:rsidRPr="00DC4C40">
        <w:rPr>
          <w:rFonts w:eastAsia="B Badr"/>
          <w:rtl/>
        </w:rPr>
        <w:t xml:space="preserve"> الا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طهور، فان لم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جد</w:t>
      </w:r>
      <w:r w:rsidRPr="00DC4C40">
        <w:rPr>
          <w:rFonts w:eastAsia="B Badr"/>
          <w:rtl/>
        </w:rPr>
        <w:t xml:space="preserve"> الماء فل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مم</w:t>
      </w:r>
      <w:r w:rsidRPr="00DC4C40">
        <w:rPr>
          <w:rFonts w:eastAsia="B Badr"/>
          <w:rtl/>
        </w:rPr>
        <w:t xml:space="preserve"> بالصع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مسلمان</w:t>
      </w:r>
      <w:r w:rsidRPr="00DC4C40">
        <w:rPr>
          <w:rFonts w:eastAsia="B Badr"/>
          <w:rtl/>
        </w:rPr>
        <w:t xml:space="preserve"> تا خود را از جنابت پاک نکند،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خوابد، و اگر آب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</w:t>
      </w:r>
      <w:r w:rsidRPr="00DC4C40">
        <w:rPr>
          <w:rFonts w:eastAsia="B Badr"/>
          <w:rtl/>
        </w:rPr>
        <w:t xml:space="preserve"> نشود با خاک 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مم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آورد؛ و اگر پاک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آن خباثت، درون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جسمان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شرط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الطهور شطر الا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طهارت</w:t>
      </w:r>
      <w:r w:rsidRPr="00DC4C40">
        <w:rPr>
          <w:rFonts w:eastAsia="B Badr"/>
          <w:rtl/>
        </w:rPr>
        <w:t xml:space="preserve"> قسمت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است؛</w:t>
      </w:r>
      <w:r w:rsidRPr="00DC4C40">
        <w:rPr>
          <w:rFonts w:eastAsia="B Badr"/>
          <w:rtl/>
        </w:rPr>
        <w:t xml:space="preserve"> و اگر غسل پاک کننده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آن خباثت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... اللهم اجعله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طهوراً و شفاء و نوراً.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خداوندا</w:t>
      </w:r>
      <w:r w:rsidRPr="00DC4C40">
        <w:rPr>
          <w:rFonts w:eastAsia="B Badr"/>
          <w:rtl/>
        </w:rPr>
        <w:t xml:space="preserve"> آب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 (ما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>) پاک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شفا و نور قرار ده.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همانند قرائت الفاظ قرآن، فهم از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پنهان قرآن: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ما انزل الله عزوجل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الا لها ظهر و بطن، و کل حرف حد، و کل حد مطلع.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خداوند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نازل نکرده مگر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که ظاهر و باطن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داشته باشد و هر حرف حد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و هر حد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مطلع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منوط به طهارت و پاک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 و مراتب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آنهاست: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بن الحس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کتاب الله عزوجل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اربعه 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العبارة، و الاشاره...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العابد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کتاب</w:t>
      </w:r>
      <w:r w:rsidRPr="00DC4C40">
        <w:rPr>
          <w:rFonts w:eastAsia="B Badr"/>
          <w:rtl/>
        </w:rPr>
        <w:t xml:space="preserve"> خدا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عزوجل بر چهار جزء تقس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شود: عبارت، اشارت، لطائف و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>. عبارت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عوام مردم، اشارت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خواص، لطائف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و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فضا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ناپاک مانع از درک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نور لمن استضاء به و شاهد لمن خاصم به و فلج لمن حاج به و علم (حلم) لمن وع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حکم لمن قض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از آن طلب روشنا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به وس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له</w:t>
      </w:r>
      <w:r w:rsidRPr="00DC4C40">
        <w:rPr>
          <w:rFonts w:eastAsia="B Badr"/>
          <w:rtl/>
        </w:rPr>
        <w:t xml:space="preserve"> آن مجادله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گواه، 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به آن احتجاج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گشا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ش،</w:t>
      </w:r>
      <w:r w:rsidRPr="00DC4C40">
        <w:rPr>
          <w:rFonts w:eastAsia="B Badr"/>
          <w:rtl/>
        </w:rPr>
        <w:t xml:space="preserve"> که آن را درک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ذاتش، 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با آن قضاوت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حکم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بر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باور شد درک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از راه علوم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قرآن بدون طهارت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ابنده،</w:t>
      </w:r>
      <w:r w:rsidRPr="00DC4C40">
        <w:rPr>
          <w:rFonts w:eastAsia="B Badr"/>
          <w:rtl/>
        </w:rPr>
        <w:t xml:space="preserve"> و فضا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پاک، امکان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باشد، چنانکه حادثه فوق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اگر علم جفر از علوم اختصاص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اهل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و قرآن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است؛ و اگر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علم توسط خود اهل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به صورت محدود، آن هم به خواص از صحاب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عرضه شده است؛ و اگر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علوم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درک و استفاده اش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ست،</w:t>
      </w:r>
      <w:r w:rsidRPr="00DC4C40">
        <w:rPr>
          <w:rFonts w:eastAsia="B Badr"/>
          <w:rtl/>
        </w:rPr>
        <w:t xml:space="preserve">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هستند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دانش قرآن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سلطه محدود داشته و از آن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رفع موانع مرتاضان حرفه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دکان داران فتنه گر بهره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لزوم تحق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کامل از بود و نبود دانش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خاص قرآن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مدع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بهره مند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تأث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مستق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حالات آلودگ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باز و بسته شدن حجابها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ادراک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لزوم تطه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دائم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از خبائث جسم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قرآن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جامع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قرآن نسبت به تمام علوم، وقا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و حوادث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بشر و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افراد عاد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من</w:t>
      </w:r>
      <w:r w:rsidRPr="00DC4C40">
        <w:rPr>
          <w:rFonts w:eastAsia="B Badr"/>
          <w:rtl/>
        </w:rPr>
        <w:t xml:space="preserve"> منطق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چو منطق قرآن 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ام - ارزنده تر ز گفته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زدان</w:t>
      </w:r>
      <w:r w:rsidRPr="00DC4C40">
        <w:rPr>
          <w:rFonts w:eastAsia="B Badr"/>
          <w:rtl/>
        </w:rPr>
        <w:t xml:space="preserve"> 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ام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گز سخن نگفت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چون خدا، بل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همچو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قرآن 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ام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ابوالفضل ناصرچ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وجود فنون و دانشها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کاملاً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و آشکار نشده در قرآن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بود</w:t>
      </w:r>
      <w:r w:rsidRPr="00DC4C40">
        <w:rPr>
          <w:rFonts w:eastAsia="B Badr"/>
          <w:rtl/>
        </w:rPr>
        <w:t xml:space="preserve"> قرآن کتاب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سر - کلام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زد</w:t>
      </w:r>
      <w:r w:rsidRPr="00DC4C40">
        <w:rPr>
          <w:rFonts w:eastAsia="B Badr"/>
          <w:rtl/>
        </w:rPr>
        <w:t xml:space="preserve"> علام ذوالمن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اگر</w:t>
      </w:r>
      <w:r w:rsidRPr="00DC4C40">
        <w:rPr>
          <w:rFonts w:eastAsia="B Badr"/>
          <w:rtl/>
        </w:rPr>
        <w:t xml:space="preserve"> امروز از فهم تو دور است - شود فردا تو را فاش و مبرهن 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(صغ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اصفهان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22)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بهاءالد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نهم فرورد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ماه سال 1287 هجر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شمس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خانواده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مذهب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شهرستان قم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به جهان گشود، پدرش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صف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از خادمان حرم حضرت معصومه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هاالسلام</w:t>
      </w:r>
      <w:r w:rsidRPr="00DC4C40">
        <w:rPr>
          <w:rFonts w:eastAsia="B Badr"/>
          <w:rtl/>
        </w:rPr>
        <w:t xml:space="preserve"> بود.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بهاءالد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به سبب علاقه به علوم و معارف اسلام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سن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نوجوان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تحص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در حوزه علم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قم را آغاز کرد و 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دوران تحص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خود از محضر علما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بزرگ چون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ابوالقاسم قم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عبدالکر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حائر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کسب </w:t>
      </w:r>
      <w:r w:rsidRPr="00DC4C40">
        <w:rPr>
          <w:rFonts w:eastAsia="B Badr"/>
          <w:rtl/>
        </w:rPr>
        <w:lastRenderedPageBreak/>
        <w:t>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</w:t>
      </w:r>
      <w:r w:rsidRPr="00DC4C40">
        <w:rPr>
          <w:rFonts w:eastAsia="B Badr"/>
          <w:rtl/>
        </w:rPr>
        <w:t xml:space="preserve"> و معرفت نمود. او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والا مقام بود که در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وصول به اوج قله فقاهت و اجتهاد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</w:t>
      </w:r>
      <w:r w:rsidRPr="00DC4C40">
        <w:rPr>
          <w:rFonts w:eastAsia="B Badr"/>
          <w:rtl/>
        </w:rPr>
        <w:t xml:space="preserve"> داع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نداشت، فقاهت او با بص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رت</w:t>
      </w:r>
      <w:r w:rsidRPr="00DC4C40">
        <w:rPr>
          <w:rFonts w:eastAsia="B Badr"/>
          <w:rtl/>
        </w:rPr>
        <w:t xml:space="preserve"> و قداست آم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خته</w:t>
      </w:r>
      <w:r w:rsidRPr="00DC4C40">
        <w:rPr>
          <w:rFonts w:eastAsia="B Badr"/>
          <w:rtl/>
        </w:rPr>
        <w:t xml:space="preserve"> و از عطر نجوا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سحرگاه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تفکر معطر شده بود. حضرت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بهاءالد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ه،</w:t>
      </w:r>
      <w:r w:rsidRPr="00DC4C40">
        <w:rPr>
          <w:rFonts w:eastAsia="B Badr"/>
          <w:rtl/>
        </w:rPr>
        <w:t xml:space="preserve"> روابط دوستانه و صم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حضرت امام خم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داشت و به راست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تابع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بود. او از جمله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عرفان ناب را از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است</w:t>
      </w:r>
      <w:r w:rsidRPr="00DC4C40">
        <w:rPr>
          <w:rFonts w:eastAsia="B Badr"/>
          <w:rtl/>
        </w:rPr>
        <w:t xml:space="preserve"> اسلام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جدا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دانست. از نظر اخلاق کم نظ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و از نظر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است</w:t>
      </w:r>
      <w:r w:rsidRPr="00DC4C40">
        <w:rPr>
          <w:rFonts w:eastAsia="B Badr"/>
          <w:rtl/>
        </w:rPr>
        <w:t xml:space="preserve"> و منش اجتماع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باوقار و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تگر</w:t>
      </w:r>
      <w:r w:rsidRPr="00DC4C40">
        <w:rPr>
          <w:rFonts w:eastAsia="B Badr"/>
          <w:rtl/>
        </w:rPr>
        <w:t xml:space="preserve"> بود. او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از 60 سال عمر بابرکتش را صرف تدر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و تعل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طلاب و فضلاء کرد. و بزرگان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همچون شه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مطهر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مشک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به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جوامع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</w:t>
      </w:r>
      <w:r w:rsidRPr="00DC4C40">
        <w:rPr>
          <w:rFonts w:eastAsia="B Badr" w:hint="eastAsia"/>
          <w:rtl/>
        </w:rPr>
        <w:t>حو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داد. بالاخره او در سال 1376 هجر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شمس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جمعه شب در سن 90 سالگ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دعوت حق را 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گفت.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23) چشمان اکثر مردمان عالم جرم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 و نه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عالم وجود از دو پوسته روئ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نهاد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برخوردار است که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دار</w:t>
      </w:r>
      <w:r w:rsidRPr="00DC4C40">
        <w:rPr>
          <w:rFonts w:eastAsia="B Badr"/>
          <w:rtl/>
        </w:rPr>
        <w:t xml:space="preserve"> نهادها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درون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جوهر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از راه چشمان ماد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اندک مردمان،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سور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.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در 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ولو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خالصانه و متعبدانه گام برم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دارند، از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نعمت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برخوردارند،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توان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 نعمت است؛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/>
          <w:rtl/>
        </w:rPr>
        <w:t xml:space="preserve"> که با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توانشان در شناخت نقا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ص</w:t>
      </w:r>
      <w:r w:rsidRPr="00DC4C40">
        <w:rPr>
          <w:rFonts w:eastAsia="B Badr"/>
          <w:rtl/>
        </w:rPr>
        <w:t xml:space="preserve"> انسانها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توانند به اصلاح آنان بپردازند و در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تشان</w:t>
      </w:r>
      <w:r w:rsidRPr="00DC4C40">
        <w:rPr>
          <w:rFonts w:eastAsia="B Badr"/>
          <w:rtl/>
        </w:rPr>
        <w:t xml:space="preserve"> کوشا باشند: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خداب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شو که خورش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جمالش - آرد به 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شب جهل و عما را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قمشه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گران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بدانند که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قتشان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عارف قابل کتمان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ست،</w:t>
      </w:r>
      <w:r w:rsidRPr="00DC4C40">
        <w:rPr>
          <w:rFonts w:eastAsia="B Badr"/>
          <w:rtl/>
        </w:rPr>
        <w:t xml:space="preserve"> پس اگر به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دارشان</w:t>
      </w:r>
      <w:r w:rsidRPr="00DC4C40">
        <w:rPr>
          <w:rFonts w:eastAsia="B Badr"/>
          <w:rtl/>
        </w:rPr>
        <w:t xml:space="preserve"> رغبت دارند،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قبل از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شدن، با توبه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خالصانه، خود نقا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صشان</w:t>
      </w:r>
      <w:r w:rsidRPr="00DC4C40">
        <w:rPr>
          <w:rFonts w:eastAsia="B Badr"/>
          <w:rtl/>
        </w:rPr>
        <w:t xml:space="preserve"> را از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ببرند، ولو توبه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خالصانه گاه از مقدمات و مؤخرات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برخوردار است که گاه هفته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طول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eastAsia"/>
          <w:rtl/>
        </w:rPr>
        <w:t>نجامد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! اگر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به حضور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همچون مرحوم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بهاءالد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هفته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مراقبت و تزک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پرداخت پس نسبت به، آن چهره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</w:t>
      </w:r>
      <w:r w:rsidRPr="00DC4C40">
        <w:rPr>
          <w:rFonts w:eastAsia="B Badr"/>
          <w:rtl/>
        </w:rPr>
        <w:t xml:space="preserve"> که در هر کو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برزن از کنارت گذر کرده و در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محافل انس، تو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ند،</w:t>
      </w:r>
      <w:r w:rsidRPr="00DC4C40">
        <w:rPr>
          <w:rFonts w:eastAsia="B Badr"/>
          <w:rtl/>
        </w:rPr>
        <w:t xml:space="preserve">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تو آنان را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شناس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چه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؟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شه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مراقب بودشا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آن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دوز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آن بنا که با تحق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به او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همان عارف ناپ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باشد که با چشمان واقع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بر تو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نگرد و بر ناخالص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 افسوس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خورد و اگر هم به تو اشارت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کند، تو نه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نه متنبه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پس اگر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چشمان </w:t>
      </w:r>
      <w:r w:rsidRPr="00DC4C40">
        <w:rPr>
          <w:rFonts w:eastAsia="B Badr"/>
          <w:rtl/>
        </w:rPr>
        <w:lastRenderedPageBreak/>
        <w:t>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در امان باش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با مراقبت دائم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 که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شدن کار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بس مشکل و طاقت فرساست.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ما چه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 که از ما 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از ما 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ندانم چه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گانه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 و دشمن نئ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شکسته عهد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تو</w:t>
      </w:r>
      <w:r w:rsidRPr="00DC4C40">
        <w:rPr>
          <w:rFonts w:eastAsia="B Badr"/>
          <w:rtl/>
        </w:rPr>
        <w:t xml:space="preserve"> حال دل رم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ندان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روز و شب - شادان کنار دلبر خود آرم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سر ناز هر چه توان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خود ببال - مائ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و بار محنت و قد خم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تنها</w:t>
      </w:r>
      <w:r w:rsidRPr="00DC4C40">
        <w:rPr>
          <w:rFonts w:eastAsia="B Badr"/>
          <w:rtl/>
        </w:rPr>
        <w:t xml:space="preserve"> دلا، نه درد تو را چاره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نبود - کو دردمند عشق به درمان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(نظام وفا)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24) خوشا آنان که با معرفت به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دار</w:t>
      </w:r>
      <w:r w:rsidRPr="00DC4C40">
        <w:rPr>
          <w:rFonts w:eastAsia="B Badr"/>
          <w:rtl/>
        </w:rPr>
        <w:t xml:space="preserve"> حق شتافتند؛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بن الحس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ما من قطرة احب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الله عزوجل من قطرت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>: قطرة دم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الله، و قطرة دمعة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سواد الل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بها عبد الا الله عزوجل.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سجاد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نزد</w:t>
      </w:r>
      <w:r w:rsidRPr="00DC4C40">
        <w:rPr>
          <w:rFonts w:eastAsia="B Badr"/>
          <w:rtl/>
        </w:rPr>
        <w:t xml:space="preserve"> خدا قطره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محبوبتر از قطره خون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در راه خدا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خته</w:t>
      </w:r>
      <w:r w:rsidRPr="00DC4C40">
        <w:rPr>
          <w:rFonts w:eastAsia="B Badr"/>
          <w:rtl/>
        </w:rPr>
        <w:t xml:space="preserve"> شود و قطره اشک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در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شب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جار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شود،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خوشا</w:t>
      </w:r>
      <w:r w:rsidRPr="00DC4C40">
        <w:rPr>
          <w:rFonts w:eastAsia="B Badr"/>
          <w:rtl/>
        </w:rPr>
        <w:t xml:space="preserve"> آنان که با معرفت،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به بند کش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دند؛</w:t>
      </w:r>
      <w:r w:rsidRPr="00DC4C40">
        <w:rPr>
          <w:rFonts w:eastAsia="B Badr"/>
          <w:rtl/>
        </w:rPr>
        <w:t xml:space="preserve"> خوشا آنان که خورش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خون را در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وجودشان با معرفت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افتند،</w:t>
      </w:r>
      <w:r w:rsidRPr="00DC4C40">
        <w:rPr>
          <w:rFonts w:eastAsia="B Badr"/>
          <w:rtl/>
        </w:rPr>
        <w:t xml:space="preserve"> خوشا آنان که با انتخاب برتر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مرگ: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اشرف الموت قتل الشهادة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</w:t>
      </w:r>
      <w:r w:rsidRPr="00DC4C40">
        <w:rPr>
          <w:rFonts w:eastAsia="B Badr"/>
          <w:rtl/>
        </w:rPr>
        <w:t xml:space="preserve"> شرافتر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مرگها شهادت است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را در لحظه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تصو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کش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دند</w:t>
      </w:r>
      <w:r w:rsidRPr="00DC4C40">
        <w:rPr>
          <w:rFonts w:eastAsia="B Badr"/>
          <w:rtl/>
        </w:rPr>
        <w:t xml:space="preserve"> خوشا آنان که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را با خون نوشتند؛ خوشا آنان که درس 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نش</w:t>
      </w:r>
      <w:r w:rsidRPr="00DC4C40">
        <w:rPr>
          <w:rFonts w:eastAsia="B Badr"/>
          <w:rtl/>
        </w:rPr>
        <w:t xml:space="preserve"> را در نماز با معرفت از خون، تفس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کردند؛ خوشا آنان که با دم آخر، هجا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واژه خل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خدا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بودن را سرودند؛ خوشا آنان که با صح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فطرت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مشق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تبارک الله را با خون خود نوشتند.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ها؛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منتظران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وصال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والله لولا رجائ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الشهادة عند لقائ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العدو، و لو قد حم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لقاؤه، لقربت رکاب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ثم شخصت عنکم فلا أطلبکم، ما اختلف جنوب و شمال.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به</w:t>
      </w:r>
      <w:r w:rsidRPr="00DC4C40">
        <w:rPr>
          <w:rFonts w:eastAsia="B Badr"/>
          <w:rtl/>
        </w:rPr>
        <w:t xml:space="preserve"> خدا سوگند اگر آرزو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شهادت و اشت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اق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دار</w:t>
      </w:r>
      <w:r w:rsidRPr="00DC4C40">
        <w:rPr>
          <w:rFonts w:eastAsia="B Badr"/>
          <w:rtl/>
        </w:rPr>
        <w:t xml:space="preserve"> پروردگار نبود با دشمنان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دم</w:t>
      </w:r>
      <w:r w:rsidRPr="00DC4C40">
        <w:rPr>
          <w:rFonts w:eastAsia="B Badr"/>
          <w:rtl/>
        </w:rPr>
        <w:t xml:space="preserve"> و بر اسب خود سوار شده از آنها دور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عاشقان دلباخته لبخند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أفضل الشهداء الذ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قاتلون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الصف الاول، فلا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لفتون</w:t>
      </w:r>
      <w:r w:rsidRPr="00DC4C40">
        <w:rPr>
          <w:rFonts w:eastAsia="B Badr"/>
          <w:rtl/>
        </w:rPr>
        <w:t xml:space="preserve"> وجوههم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قتلوا،</w:t>
      </w:r>
      <w:r w:rsidRPr="00DC4C40">
        <w:rPr>
          <w:rFonts w:eastAsia="B Badr"/>
          <w:rtl/>
        </w:rPr>
        <w:t xml:space="preserve"> اولئک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طلبتون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الغرف العل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 الجنة،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ضحک</w:t>
      </w:r>
      <w:r w:rsidRPr="00DC4C40">
        <w:rPr>
          <w:rFonts w:eastAsia="B Badr"/>
          <w:rtl/>
        </w:rPr>
        <w:t xml:space="preserve">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هم</w:t>
      </w:r>
      <w:r w:rsidRPr="00DC4C40">
        <w:rPr>
          <w:rFonts w:eastAsia="B Badr"/>
          <w:rtl/>
        </w:rPr>
        <w:t xml:space="preserve"> ربک، فاذا ضحک ربک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عبد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موطن فلا حساب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بهتر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شه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دان</w:t>
      </w:r>
      <w:r w:rsidRPr="00DC4C40">
        <w:rPr>
          <w:rFonts w:eastAsia="B Badr"/>
          <w:rtl/>
        </w:rPr>
        <w:t xml:space="preserve">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هستند که در صف اول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جنگند و به پشت سر نگاه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تا کشته شوند آنان در اتاقها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بهشت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گردش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و خداوند به آنان لبخند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زند همانا بنده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پروردگارش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لبخند زند حساب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ندارد.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خوشا</w:t>
      </w:r>
      <w:r w:rsidRPr="00DC4C40">
        <w:rPr>
          <w:rFonts w:eastAsia="B Badr"/>
          <w:rtl/>
        </w:rPr>
        <w:t xml:space="preserve"> به حالتان که از قبل بو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شهادت را استشمام کرد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 و با معرفت به وصال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د؛</w:t>
      </w:r>
      <w:r w:rsidRPr="00DC4C40">
        <w:rPr>
          <w:rFonts w:eastAsia="B Badr"/>
          <w:rtl/>
        </w:rPr>
        <w:t xml:space="preserve"> خوشا به حالتان که با لباس نو در مس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نماز به شهادت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تمام قطرات خونتان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به حق با خود به 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برد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تا شما را در صف علو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بهشت قرار دهند.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چگونه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پرچم آنان را بر دوش گرفت و وارث فتح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بر</w:t>
      </w:r>
      <w:r w:rsidRPr="00DC4C40">
        <w:rPr>
          <w:rFonts w:eastAsia="B Badr"/>
          <w:rtl/>
        </w:rPr>
        <w:t xml:space="preserve"> شد؟ خدا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چگونه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با معرفت به عبود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محض، بندگ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با خون به بند کش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د؟</w:t>
      </w:r>
      <w:r w:rsidRPr="00DC4C40">
        <w:rPr>
          <w:rFonts w:eastAsia="B Badr"/>
          <w:rtl/>
        </w:rPr>
        <w:t xml:space="preserve"> خدا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چگونه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با معرفت بر فراق اقاق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ا،</w:t>
      </w:r>
      <w:r w:rsidRPr="00DC4C40">
        <w:rPr>
          <w:rFonts w:eastAsia="B Badr"/>
          <w:rtl/>
        </w:rPr>
        <w:t xml:space="preserve"> در باغستان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ت،</w:t>
      </w:r>
      <w:r w:rsidRPr="00DC4C40">
        <w:rPr>
          <w:rFonts w:eastAsia="B Badr"/>
          <w:rtl/>
        </w:rPr>
        <w:t xml:space="preserve"> با عشق خون سوخت؟ خدا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چگونه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به هنگام وداع با خ</w:t>
      </w:r>
      <w:r w:rsidRPr="00DC4C40">
        <w:rPr>
          <w:rFonts w:eastAsia="B Badr" w:hint="eastAsia"/>
          <w:rtl/>
        </w:rPr>
        <w:t>ورش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تکه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آهن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فروزش را به بدن سپرد، و جانانه به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عرش عروج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افت؟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روز</w:t>
      </w:r>
      <w:r w:rsidRPr="00DC4C40">
        <w:rPr>
          <w:rFonts w:eastAsia="B Badr"/>
          <w:rtl/>
        </w:rPr>
        <w:t xml:space="preserve"> و امروز نبود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هر کدامتان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معرفت از خدا بود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د؛</w:t>
      </w:r>
      <w:r w:rsidRPr="00DC4C40">
        <w:rPr>
          <w:rFonts w:eastAsia="B Badr"/>
          <w:rtl/>
        </w:rPr>
        <w:t xml:space="preserve"> دستان ما را بگ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بر رواق چشمان همواره باران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ما رحم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ما را همانند شما کبوتران ح</w:t>
      </w:r>
      <w:r w:rsidRPr="00DC4C40">
        <w:rPr>
          <w:rFonts w:eastAsia="B Badr" w:hint="eastAsia"/>
          <w:rtl/>
        </w:rPr>
        <w:t>رم</w:t>
      </w:r>
      <w:r w:rsidRPr="00DC4C40">
        <w:rPr>
          <w:rFonts w:eastAsia="B Badr"/>
          <w:rtl/>
        </w:rPr>
        <w:t xml:space="preserve"> و شقا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باغ هست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ت،</w:t>
      </w:r>
      <w:r w:rsidRPr="00DC4C40">
        <w:rPr>
          <w:rFonts w:eastAsia="B Badr"/>
          <w:rtl/>
        </w:rPr>
        <w:t xml:space="preserve"> بپذ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رند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دانم از 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کوچک و محدود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کرانه چقدر راه است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دانم که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از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ترکه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ترد نس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م،</w:t>
      </w:r>
      <w:r w:rsidRPr="00DC4C40">
        <w:rPr>
          <w:rFonts w:eastAsia="B Badr"/>
          <w:rtl/>
        </w:rPr>
        <w:t xml:space="preserve"> بو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ملکوت را با لباس خون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حس کرد و عشق را در خاک سرخ غروب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بدست آورد و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نگاهها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عرش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شکفتن واژه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eastAsia"/>
          <w:rtl/>
        </w:rPr>
        <w:t>وجود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 آنگاه با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رون</w:t>
      </w:r>
      <w:r w:rsidRPr="00DC4C40">
        <w:rPr>
          <w:rFonts w:eastAsia="B Badr"/>
          <w:rtl/>
        </w:rPr>
        <w:t xml:space="preserve">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ختن</w:t>
      </w:r>
      <w:r w:rsidRPr="00DC4C40">
        <w:rPr>
          <w:rFonts w:eastAsia="B Badr"/>
          <w:rtl/>
        </w:rPr>
        <w:t xml:space="preserve"> خون از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آن واژه ها، تمام هست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گستره وجود خود فرو برد.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معرفت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مجاهد از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نزد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و دور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و در نت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جه</w:t>
      </w:r>
      <w:r w:rsidRPr="00DC4C40">
        <w:rPr>
          <w:rFonts w:eastAsia="B Badr"/>
          <w:rtl/>
        </w:rPr>
        <w:t xml:space="preserve"> آماده کردن مطلوب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رش</w:t>
      </w:r>
      <w:r w:rsidRPr="00DC4C40">
        <w:rPr>
          <w:rFonts w:eastAsia="B Badr"/>
          <w:rtl/>
        </w:rPr>
        <w:t xml:space="preserve"> حوادث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تناسب تقد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رات</w:t>
      </w:r>
      <w:r w:rsidRPr="00DC4C40">
        <w:rPr>
          <w:rFonts w:eastAsia="B Badr"/>
          <w:rtl/>
        </w:rPr>
        <w:t xml:space="preserve">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اران</w:t>
      </w:r>
      <w:r w:rsidRPr="00DC4C40">
        <w:rPr>
          <w:rFonts w:eastAsia="B Badr"/>
          <w:rtl/>
        </w:rPr>
        <w:t xml:space="preserve"> کو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خود در نوع وصال برتر.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lastRenderedPageBreak/>
        <w:t xml:space="preserve">3. مقدر بودن شهادت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اران</w:t>
      </w:r>
      <w:r w:rsidRPr="00DC4C40">
        <w:rPr>
          <w:rFonts w:eastAsia="B Badr"/>
          <w:rtl/>
        </w:rPr>
        <w:t xml:space="preserve"> معرفت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افته</w:t>
      </w:r>
      <w:r w:rsidRPr="00DC4C40">
        <w:rPr>
          <w:rFonts w:eastAsia="B Badr"/>
          <w:rtl/>
        </w:rPr>
        <w:t xml:space="preserve"> و تحت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</w:t>
      </w:r>
      <w:r w:rsidRPr="00DC4C40">
        <w:rPr>
          <w:rFonts w:eastAsia="B Badr"/>
          <w:rtl/>
        </w:rPr>
        <w:t xml:space="preserve"> ضابطه و قانون ماد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نبودن آنها.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معرفت زا بودن حالات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وارسته نسبت به حوادث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فداکار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ثار</w:t>
      </w:r>
      <w:r w:rsidRPr="00DC4C40">
        <w:rPr>
          <w:rFonts w:eastAsia="B Badr"/>
          <w:rtl/>
        </w:rPr>
        <w:t xml:space="preserve"> مجاهدان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جلوگ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خطر به صالحان از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آماده 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اعضاء خانواده با تقاضا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خاص! جهت تحم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شرا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</w:t>
      </w:r>
      <w:r w:rsidRPr="00DC4C40">
        <w:rPr>
          <w:rFonts w:eastAsia="B Badr"/>
          <w:rtl/>
        </w:rPr>
        <w:t xml:space="preserve"> سخت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25) فرزند مرحوم حجة الاسلام حاج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عباس قم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صاحب مفات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</w:t>
      </w:r>
      <w:r w:rsidRPr="00DC4C40">
        <w:rPr>
          <w:rFonts w:eastAsia="B Badr"/>
          <w:rtl/>
        </w:rPr>
        <w:t xml:space="preserve"> الجنان.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26) صائب تبر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27) گرچه کرامات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بزرگ مرد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دعا و حد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</w:t>
      </w:r>
      <w:r w:rsidRPr="00DC4C40">
        <w:rPr>
          <w:rFonts w:eastAsia="B Badr"/>
          <w:rtl/>
        </w:rPr>
        <w:t xml:space="preserve">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داستان و چند داستان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خلاصه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شود،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راست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و امثال او از نوادر روزگار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بشر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بوده اند. چرا که کتابش در کنار قرآن قرار گرفت و روح بلندش چنان اوج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که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پس از مرگ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حاضر و ناظر در </w:t>
      </w:r>
      <w:r w:rsidRPr="00DC4C40">
        <w:rPr>
          <w:rFonts w:eastAsia="B Badr" w:hint="eastAsia"/>
          <w:rtl/>
        </w:rPr>
        <w:t>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وقا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بوده و هست.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الف</w:t>
      </w:r>
      <w:r w:rsidRPr="00DC4C40">
        <w:rPr>
          <w:rFonts w:eastAsia="B Badr"/>
          <w:rtl/>
        </w:rPr>
        <w:t>)- ناراحت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مؤمنان صالح از ارتباط با افراد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متناسب با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>)- حجاب نبودن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وارها</w:t>
      </w:r>
      <w:r w:rsidRPr="00DC4C40">
        <w:rPr>
          <w:rFonts w:eastAsia="B Badr"/>
          <w:rtl/>
        </w:rPr>
        <w:t xml:space="preserve"> و مانع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رت</w:t>
      </w:r>
      <w:r w:rsidRPr="00DC4C40">
        <w:rPr>
          <w:rFonts w:eastAsia="B Badr"/>
          <w:rtl/>
        </w:rPr>
        <w:t xml:space="preserve"> صالحان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دلا</w:t>
      </w:r>
      <w:r w:rsidRPr="00DC4C40">
        <w:rPr>
          <w:rFonts w:eastAsia="B Badr"/>
          <w:rtl/>
        </w:rPr>
        <w:t xml:space="preserve"> تا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زندان، 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آن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چاه ظلمان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برون آ، تا جهان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جهان</w:t>
      </w:r>
      <w:r w:rsidRPr="00DC4C40">
        <w:rPr>
          <w:rFonts w:eastAsia="B Badr"/>
          <w:rtl/>
        </w:rPr>
        <w:t xml:space="preserve"> کاندر و هر دل، که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پادشا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جهان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کاندر و هر جان که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شادمان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(سنا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>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ج</w:t>
      </w:r>
      <w:r w:rsidRPr="00DC4C40">
        <w:rPr>
          <w:rFonts w:eastAsia="B Badr"/>
          <w:rtl/>
        </w:rPr>
        <w:t>)- کار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کرد که در آن جهان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آنان ما را به خانه ها و محفل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راه دهند، مبادا که مقامات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آنها، چنان از ما برتر باشد که نتوان در کنارشان به سخن نشست.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>)- ارزش علم حد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بالاخره مناجات ها و ادع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مأثور به خاطر عرضه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انسانها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بلند مرتبه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دارا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رت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28) اضاف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از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ژگ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معرفت است.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سخن بدان معناست که اگر معرفت، حاصل فعل معرفت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ابنده</w:t>
      </w:r>
      <w:r w:rsidRPr="00DC4C40">
        <w:rPr>
          <w:rFonts w:eastAsia="B Badr"/>
          <w:rtl/>
        </w:rPr>
        <w:t xml:space="preserve"> و معرفت شده است، پس تا وقت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ابنده</w:t>
      </w:r>
      <w:r w:rsidRPr="00DC4C40">
        <w:rPr>
          <w:rFonts w:eastAsia="B Badr"/>
          <w:rtl/>
        </w:rPr>
        <w:t xml:space="preserve"> معرفت نباشد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معرفت شده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وجود نداشته باشد، معرفت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صورت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رد؛</w:t>
      </w:r>
      <w:r w:rsidRPr="00DC4C40">
        <w:rPr>
          <w:rFonts w:eastAsia="B Badr"/>
          <w:rtl/>
        </w:rPr>
        <w:t xml:space="preserve"> و چون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با وجود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بودن، قابل م</w:t>
      </w:r>
      <w:r w:rsidRPr="00DC4C40">
        <w:rPr>
          <w:rFonts w:eastAsia="B Badr" w:hint="eastAsia"/>
          <w:rtl/>
        </w:rPr>
        <w:t>عرفت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از عوام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از خواص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ستند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استعداد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افتنشان</w:t>
      </w:r>
      <w:r w:rsidRPr="00DC4C40">
        <w:rPr>
          <w:rFonts w:eastAsia="B Badr"/>
          <w:rtl/>
        </w:rPr>
        <w:t xml:space="preserve"> در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ابندگان</w:t>
      </w:r>
      <w:r w:rsidRPr="00DC4C40">
        <w:rPr>
          <w:rFonts w:eastAsia="B Badr"/>
          <w:rtl/>
        </w:rPr>
        <w:t xml:space="preserve"> معرفت وجود ندارد پس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هر موضوع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قابل معرفت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همگان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بر فرض معرفت شدن، همه معرفتها را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کسان</w:t>
      </w:r>
      <w:r w:rsidRPr="00DC4C40">
        <w:rPr>
          <w:rFonts w:eastAsia="B Badr"/>
          <w:rtl/>
        </w:rPr>
        <w:t xml:space="preserve"> پنداشت. سخن فوق به معنا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نسب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معرفت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بلکه به </w:t>
      </w:r>
      <w:r w:rsidRPr="00DC4C40">
        <w:rPr>
          <w:rFonts w:eastAsia="B Badr" w:hint="eastAsia"/>
          <w:rtl/>
        </w:rPr>
        <w:t>معنا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اضاف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و اشتداد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آن است. چه بسا دو نفر بر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نگرند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بدون توجه از 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گذرد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از معارف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را از آن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بدست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/>
          <w:rtl/>
        </w:rPr>
        <w:lastRenderedPageBreak/>
        <w:t>آورد، تلاش قرآن و منابع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 که معرفت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سطح حداقل مطلوب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برسانند تا آ</w:t>
      </w:r>
      <w:r w:rsidRPr="00DC4C40">
        <w:rPr>
          <w:rFonts w:eastAsia="B Badr" w:hint="eastAsia"/>
          <w:rtl/>
        </w:rPr>
        <w:t>نان</w:t>
      </w:r>
      <w:r w:rsidRPr="00DC4C40">
        <w:rPr>
          <w:rFonts w:eastAsia="B Badr"/>
          <w:rtl/>
        </w:rPr>
        <w:t xml:space="preserve">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به عنوان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و نشانه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ابند</w:t>
      </w:r>
      <w:r w:rsidRPr="00DC4C40">
        <w:rPr>
          <w:rFonts w:eastAsia="B Badr"/>
          <w:rtl/>
        </w:rPr>
        <w:t xml:space="preserve">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طور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که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و نشانه بودن حد نها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معرفت انسانها باشد، آنان در 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و نشانه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افتن</w:t>
      </w:r>
      <w:r w:rsidRPr="00DC4C40">
        <w:rPr>
          <w:rFonts w:eastAsia="B Badr"/>
          <w:rtl/>
        </w:rPr>
        <w:t xml:space="preserve">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دارا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مدرکات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باشند. ولو آنچه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حداقل از معرفت است،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مراتب بالاتر معرفت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و</w:t>
      </w:r>
      <w:r w:rsidRPr="00DC4C40">
        <w:rPr>
          <w:rFonts w:eastAsia="B Badr" w:hint="eastAsia"/>
          <w:rtl/>
        </w:rPr>
        <w:t>جود</w:t>
      </w:r>
      <w:r w:rsidRPr="00DC4C40">
        <w:rPr>
          <w:rFonts w:eastAsia="B Badr"/>
          <w:rtl/>
        </w:rPr>
        <w:t xml:space="preserve"> دارد.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روشن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که معرفت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پزشک بر صاحبه خاص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الله اعظم عجل الله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فرجه الشر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همانقدر درست است که 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صدا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از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همسرش و 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و نشن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آن فرد از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>!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را نداشته است،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پزشک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امام عصر عجل الله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فرجه الشر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را - که همانا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توجه به ظهور و افزون ساختن حالات انتظار و توجه به امور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- 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کرده است، به او گفته شد که صحاب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خاص حضرت همه وجود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افته</w:t>
      </w:r>
      <w:r w:rsidRPr="00DC4C40">
        <w:rPr>
          <w:rFonts w:eastAsia="B Badr"/>
          <w:rtl/>
        </w:rPr>
        <w:t xml:space="preserve"> و اکنون د</w:t>
      </w:r>
      <w:r w:rsidRPr="00DC4C40">
        <w:rPr>
          <w:rFonts w:eastAsia="B Badr" w:hint="eastAsia"/>
          <w:rtl/>
        </w:rPr>
        <w:t>وران</w:t>
      </w:r>
      <w:r w:rsidRPr="00DC4C40">
        <w:rPr>
          <w:rFonts w:eastAsia="B Badr"/>
          <w:rtl/>
        </w:rPr>
        <w:t xml:space="preserve"> کمال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گذراند، به او گفته شد که مقدمات ظهور تقر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باً</w:t>
      </w:r>
      <w:r w:rsidRPr="00DC4C40">
        <w:rPr>
          <w:rFonts w:eastAsia="B Badr"/>
          <w:rtl/>
        </w:rPr>
        <w:t xml:space="preserve"> به انجام خود نزد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شده است و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به دنبال استقبال جانانه بود به او گفته شد که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سر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اسرار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تنها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اقت</w:t>
      </w:r>
      <w:r w:rsidRPr="00DC4C40">
        <w:rPr>
          <w:rFonts w:eastAsia="B Badr"/>
          <w:rtl/>
        </w:rPr>
        <w:t xml:space="preserve"> ارسال وجود داشته است، به او گفته شد تا خود را آماده خدمت نم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به او گفته شد تا تلاش کند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به صحاب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313 نفره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ابد،</w:t>
      </w:r>
      <w:r w:rsidRPr="00DC4C40">
        <w:rPr>
          <w:rFonts w:eastAsia="B Badr"/>
          <w:rtl/>
        </w:rPr>
        <w:t xml:space="preserve"> و بالاخره به او گفته شد که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هر چه زودتر قبل از ظهور گذشته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غفلت و نادان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پاک کند، تا مبادا پس از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همچنان بار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دوش داشته باشد که در آن صورت توبه اش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رفته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29) حافظ.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 xml:space="preserve">30) ارتباط با ائمه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در محضر آنان صورت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رد،</w:t>
      </w:r>
      <w:r w:rsidRPr="00DC4C40">
        <w:rPr>
          <w:rFonts w:eastAsia="B Badr"/>
          <w:rtl/>
        </w:rPr>
        <w:t xml:space="preserve">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بر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ارتشان</w:t>
      </w:r>
      <w:r w:rsidRPr="00DC4C40">
        <w:rPr>
          <w:rFonts w:eastAsia="B Badr"/>
          <w:rtl/>
        </w:rPr>
        <w:t xml:space="preserve"> و تشرف حضور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مضجعشان همت گماشت. درست است که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 زمان و مکان بدون تأث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است،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همانطور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نماز، زمان خاص و مکان مطلوب دارد، تشر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فات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اگر</w:t>
      </w:r>
      <w:r w:rsidRPr="00DC4C40">
        <w:rPr>
          <w:rFonts w:eastAsia="B Badr"/>
          <w:rtl/>
        </w:rPr>
        <w:t xml:space="preserve"> چه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امام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پس از شهادتشان 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جاد</w:t>
      </w:r>
      <w:r w:rsidRPr="00DC4C40">
        <w:rPr>
          <w:rFonts w:eastAsia="B Badr"/>
          <w:rtl/>
        </w:rPr>
        <w:t xml:space="preserve"> ارتباط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بلکه ارتباط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هو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خاص روح انسان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سلطه تکو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ائمه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کاملاً طب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عاد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است،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نقص استعداد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اکثر مردمان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عاد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قابل ادراک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چه هست از قامت ناساز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اندام ماست - ورنه تشر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تو بر بالا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کس کوتاه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(حافظ)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ولو</w:t>
      </w:r>
      <w:r w:rsidRPr="00DC4C40">
        <w:rPr>
          <w:rFonts w:eastAsia="B Badr"/>
          <w:rtl/>
        </w:rPr>
        <w:t xml:space="preserve"> عام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خالص و خالص از خواص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ها توانا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عج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دارند.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امام</w:t>
      </w:r>
      <w:r w:rsidRPr="00DC4C40">
        <w:rPr>
          <w:rFonts w:eastAsia="B Badr"/>
          <w:rtl/>
        </w:rPr>
        <w:t xml:space="preserve">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امام است، اگر امام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توان پاسخگو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به تمام حاجات را داراست: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لارفع نفس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 تکون حاجة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سعها،</w:t>
      </w:r>
      <w:r w:rsidRPr="00DC4C40">
        <w:rPr>
          <w:rFonts w:eastAsia="B Badr"/>
          <w:rtl/>
        </w:rPr>
        <w:t xml:space="preserve"> 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او جهل لا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سعه</w:t>
      </w:r>
      <w:r w:rsidRPr="00DC4C40">
        <w:rPr>
          <w:rFonts w:eastAsia="B Badr"/>
          <w:rtl/>
        </w:rPr>
        <w:t xml:space="preserve"> حلم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او ذنب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سعه</w:t>
      </w:r>
      <w:r w:rsidRPr="00DC4C40">
        <w:rPr>
          <w:rFonts w:eastAsia="B Badr"/>
          <w:rtl/>
        </w:rPr>
        <w:t xml:space="preserve"> عفو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او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کون</w:t>
      </w:r>
      <w:r w:rsidRPr="00DC4C40">
        <w:rPr>
          <w:rFonts w:eastAsia="B Badr"/>
          <w:rtl/>
        </w:rPr>
        <w:t xml:space="preserve"> زمان اطول من زمان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من</w:t>
      </w:r>
      <w:r w:rsidRPr="00DC4C40">
        <w:rPr>
          <w:rFonts w:eastAsia="B Badr"/>
          <w:rtl/>
        </w:rPr>
        <w:t xml:space="preserve"> بزرگوارتر از آن هستم که حاجت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 که وجود من به آن نرسد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جهل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حلم من به آن نرسد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گناه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عفو من به آن نرسد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زمان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طولان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تر از زمان من باشد.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امام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، علم خداوند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قلب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زبان ربوب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چشم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دستگاه الوه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انا علم الله، و انا قلب الله الواع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 لسان الله الناطق، و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الله، و جنب الله، و انا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الله.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من</w:t>
      </w:r>
      <w:r w:rsidRPr="00DC4C40">
        <w:rPr>
          <w:rFonts w:eastAsia="B Badr"/>
          <w:rtl/>
        </w:rPr>
        <w:t xml:space="preserve"> علم خدا هستم و من قلب هش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خدا هستم و زبان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خدا و چشم خدا و کنار خدا و من دست خدا هستم.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امام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، هاد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 و ملجا تمام ضع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فان</w:t>
      </w:r>
      <w:r w:rsidRPr="00DC4C40">
        <w:rPr>
          <w:rFonts w:eastAsia="B Badr"/>
          <w:rtl/>
        </w:rPr>
        <w:t xml:space="preserve"> و امن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ساز تمام ترسان هاست: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انا الهاد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 انا المهتد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 انا ابوال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المساک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و زوج الارامل، و انا ملجا کل ضع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ف،</w:t>
      </w:r>
      <w:r w:rsidRPr="00DC4C40">
        <w:rPr>
          <w:rFonts w:eastAsia="B Badr"/>
          <w:rtl/>
        </w:rPr>
        <w:t xml:space="preserve"> و مأمن کل خائف، و انا قائد 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الجنة، و انا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الله و لسانه الصادق،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>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من</w:t>
      </w:r>
      <w:r w:rsidRPr="00DC4C40">
        <w:rPr>
          <w:rFonts w:eastAsia="B Badr"/>
          <w:rtl/>
        </w:rPr>
        <w:t xml:space="preserve">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کننده و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شده ام، پدر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تام</w:t>
      </w:r>
      <w:r w:rsidRPr="00DC4C40">
        <w:rPr>
          <w:rFonts w:eastAsia="B Badr"/>
          <w:rtl/>
        </w:rPr>
        <w:t xml:space="preserve"> و مساک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همسر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وه</w:t>
      </w:r>
      <w:r w:rsidRPr="00DC4C40">
        <w:rPr>
          <w:rFonts w:eastAsia="B Badr"/>
          <w:rtl/>
        </w:rPr>
        <w:t xml:space="preserve"> زنان و پناهگاه همه ضع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فان</w:t>
      </w:r>
      <w:r w:rsidRPr="00DC4C40">
        <w:rPr>
          <w:rFonts w:eastAsia="B Badr"/>
          <w:rtl/>
        </w:rPr>
        <w:t xml:space="preserve"> 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من</w:t>
      </w:r>
      <w:r w:rsidRPr="00DC4C40">
        <w:rPr>
          <w:rFonts w:eastAsia="B Badr"/>
          <w:rtl/>
        </w:rPr>
        <w:t xml:space="preserve"> کننده هر ترس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هستم و راهنما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مردم به بهشت و حبل المت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خدا و رشته استوار خدا و کلمه تقو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باشم و چشم خدا و زبان راستگو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و دست او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امام، باب ورود به خداوند و راه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به مقام ربوب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نعمان</w:t>
      </w:r>
      <w:r w:rsidRPr="00DC4C40">
        <w:rPr>
          <w:rFonts w:eastAsia="B Badr"/>
          <w:rtl/>
        </w:rPr>
        <w:t xml:space="preserve"> بن سعد عن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انا حجةالله، و انا خل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فة</w:t>
      </w:r>
      <w:r w:rsidRPr="00DC4C40">
        <w:rPr>
          <w:rFonts w:eastAsia="B Badr"/>
          <w:rtl/>
        </w:rPr>
        <w:t xml:space="preserve"> الله، و انا صراط الله، و انا خازن علم الله، و انا المؤتمن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سر الله، و انا امام البر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بعد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الخل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فة</w:t>
      </w:r>
      <w:r w:rsidRPr="00DC4C40">
        <w:rPr>
          <w:rFonts w:eastAsia="B Badr"/>
          <w:rtl/>
        </w:rPr>
        <w:t xml:space="preserve"> محمد 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الرحمة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من</w:t>
      </w:r>
      <w:r w:rsidRPr="00DC4C40">
        <w:rPr>
          <w:rFonts w:eastAsia="B Badr"/>
          <w:rtl/>
        </w:rPr>
        <w:t xml:space="preserve"> حجت خدا و خل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خدا و درب خدا و خازن علم و امانتدار راز او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باشم به امام بندگان بعد از بهتر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بندگان خدا، محمد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رحمت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بر اساس اصل واحد بودن ائمه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در هو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نور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همه ائمه را نور واحد و دارا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ژگ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عام امامت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واحد پنداشت، پس چگونه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فات</w:t>
      </w:r>
      <w:r w:rsidRPr="00DC4C40">
        <w:rPr>
          <w:rFonts w:eastAsia="B Badr"/>
          <w:rtl/>
        </w:rPr>
        <w:t xml:space="preserve"> و چنان پاسخها را انکار کرد؟ و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توص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فات</w:t>
      </w:r>
      <w:r w:rsidRPr="00DC4C40">
        <w:rPr>
          <w:rFonts w:eastAsia="B Badr"/>
          <w:rtl/>
        </w:rPr>
        <w:t xml:space="preserve"> را فقط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35 سال دانست؟ وه که چه جاهل است انسان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آنچه</w:t>
      </w:r>
      <w:r w:rsidRPr="00DC4C40">
        <w:rPr>
          <w:rFonts w:eastAsia="B Badr"/>
          <w:rtl/>
        </w:rPr>
        <w:t xml:space="preserve"> در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مهم است،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در فهم معرفت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و نه کم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زمان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آن؛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ساعات فراوان در محضر حضرت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نند،</w:t>
      </w:r>
      <w:r w:rsidRPr="00DC4C40">
        <w:rPr>
          <w:rFonts w:eastAsia="B Badr"/>
          <w:rtl/>
        </w:rPr>
        <w:t xml:space="preserve"> بدون آنکه جرعه آب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شربت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اشامند،</w:t>
      </w:r>
      <w:r w:rsidRPr="00DC4C40">
        <w:rPr>
          <w:rFonts w:eastAsia="B Badr"/>
          <w:rtl/>
        </w:rPr>
        <w:t xml:space="preserve">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عارفان به حق در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لحظه امواج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از 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انوس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وجود ائمه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به وجود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سراز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کنند. پس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>! بکوش توجه را، معرفت را و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اقت</w:t>
      </w:r>
      <w:r w:rsidRPr="00DC4C40">
        <w:rPr>
          <w:rFonts w:eastAsia="B Badr"/>
          <w:rtl/>
        </w:rPr>
        <w:t xml:space="preserve"> ها را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</w:t>
      </w:r>
      <w:r w:rsidRPr="00DC4C40">
        <w:rPr>
          <w:rFonts w:eastAsia="B Badr"/>
          <w:rtl/>
        </w:rPr>
        <w:t xml:space="preserve"> کن، و از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مأثور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و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راب</w:t>
      </w:r>
      <w:r w:rsidRPr="00DC4C40">
        <w:rPr>
          <w:rFonts w:eastAsia="B Badr"/>
          <w:rtl/>
        </w:rPr>
        <w:t xml:space="preserve"> شو، ولو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از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توانا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بهره اند،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به حضور کم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ش،</w:t>
      </w:r>
      <w:r w:rsidRPr="00DC4C40">
        <w:rPr>
          <w:rFonts w:eastAsia="B Badr"/>
          <w:rtl/>
        </w:rPr>
        <w:t xml:space="preserve"> به اندازه سعه خود از آن فضاها و مکان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مقدس و آن حض</w:t>
      </w:r>
      <w:r w:rsidRPr="00DC4C40">
        <w:rPr>
          <w:rFonts w:eastAsia="B Badr" w:hint="eastAsia"/>
          <w:rtl/>
        </w:rPr>
        <w:t>ور</w:t>
      </w:r>
      <w:r w:rsidRPr="00DC4C40">
        <w:rPr>
          <w:rFonts w:eastAsia="B Badr"/>
          <w:rtl/>
        </w:rPr>
        <w:t xml:space="preserve"> و تشرف استفاده کنند: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قوم به حج رفته کجا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کجا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- معشوق 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جاست،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معشوق</w:t>
      </w:r>
      <w:r w:rsidRPr="00DC4C40">
        <w:rPr>
          <w:rFonts w:eastAsia="B Badr"/>
          <w:rtl/>
        </w:rPr>
        <w:t xml:space="preserve"> تو همسا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و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وار</w:t>
      </w:r>
      <w:r w:rsidRPr="00DC4C40">
        <w:rPr>
          <w:rFonts w:eastAsia="B Badr"/>
          <w:rtl/>
        </w:rPr>
        <w:t xml:space="preserve"> به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وار</w:t>
      </w:r>
      <w:r w:rsidRPr="00DC4C40">
        <w:rPr>
          <w:rFonts w:eastAsia="B Badr"/>
          <w:rtl/>
        </w:rPr>
        <w:t xml:space="preserve"> - در باد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سرگشته، شما در چه هوا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صورت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صورت معشوق بب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- هم خواجه و هم خانه و هم کعبه شما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بار از آن راه بدان خانه برفت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-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بار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خانه بر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بام برا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آن</w:t>
      </w:r>
      <w:r w:rsidRPr="00DC4C40">
        <w:rPr>
          <w:rFonts w:eastAsia="B Badr"/>
          <w:rtl/>
        </w:rPr>
        <w:t xml:space="preserve"> خانه لط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فست</w:t>
      </w:r>
      <w:r w:rsidRPr="00DC4C40">
        <w:rPr>
          <w:rFonts w:eastAsia="B Badr"/>
          <w:rtl/>
        </w:rPr>
        <w:t xml:space="preserve"> نشانهاش بگفت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- از خواجه آن خانه نشان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بنما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دسته گل کو، اگر آن باغ 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-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گوهر جان کو، اگر از بحر خدا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همه آن رنج شما گنج شما باد - افسوس که بر گنج شما پرده شما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(مولو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31) اگر انسانها از چهار هست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آخرت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برخوردار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باشند؛ و اگر در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پس از خلق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محض امکان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همان وجود انور حضرت محمد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،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، فاطمه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هاالسلام،</w:t>
      </w:r>
      <w:r w:rsidRPr="00DC4C40">
        <w:rPr>
          <w:rFonts w:eastAsia="B Badr"/>
          <w:rtl/>
        </w:rPr>
        <w:t xml:space="preserve"> و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ائمه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 xml:space="preserve">از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eastAsia"/>
          <w:rtl/>
        </w:rPr>
        <w:t>طرف</w:t>
      </w:r>
      <w:r w:rsidRPr="00DC4C40">
        <w:rPr>
          <w:rFonts w:eastAsia="B Badr"/>
          <w:rtl/>
        </w:rPr>
        <w:t xml:space="preserve"> و فروزش آن انوار و خلق شدن جوهره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اء،</w:t>
      </w:r>
      <w:r w:rsidRPr="00DC4C40">
        <w:rPr>
          <w:rFonts w:eastAsia="B Badr"/>
          <w:rtl/>
        </w:rPr>
        <w:t xml:space="preserve"> اوص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و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و بالاخره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و محبان اهل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از طرف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و خلق شدن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ظلمات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ظلمت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ماورا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وجودات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فوق از طرف سوم، انسانها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افته</w:t>
      </w:r>
      <w:r w:rsidRPr="00DC4C40">
        <w:rPr>
          <w:rFonts w:eastAsia="B Badr"/>
          <w:rtl/>
        </w:rPr>
        <w:t xml:space="preserve"> و در محضر ربوب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شهود، اقرار و تثب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باورها فرا خوانده شده اند؛ و اگر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صحنه بروز اخت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شکوفا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جوهره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زمان تدر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است؛ و اگر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جهان واسطه: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بن ابراه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البرزخ هو امر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و هو الثواب و العقاب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الاخرة.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تفس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بن ابراه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آمده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تعر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برزخ آمده: برزخ امر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واقع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دو امر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گر،</w:t>
      </w:r>
      <w:r w:rsidRPr="00DC4C40">
        <w:rPr>
          <w:rFonts w:eastAsia="B Badr"/>
          <w:rtl/>
        </w:rPr>
        <w:t xml:space="preserve"> و در آن پاداش و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فر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</w:t>
      </w:r>
      <w:r w:rsidRPr="00DC4C40">
        <w:rPr>
          <w:rFonts w:eastAsia="B Badr"/>
          <w:rtl/>
        </w:rPr>
        <w:t xml:space="preserve"> و آخرت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انسانها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بعد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انسانها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قبل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حضور جمع الجمع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امت،</w:t>
      </w:r>
      <w:r w:rsidRPr="00DC4C40">
        <w:rPr>
          <w:rFonts w:eastAsia="B Badr"/>
          <w:rtl/>
        </w:rPr>
        <w:t xml:space="preserve"> به دست آوردن 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و استعداد لازم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تحمل آثار و عواقب آخرت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 بالاخره رجعت مجدد و هدفمند صالحان به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عدل واحد جهان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بازگشت فاسقان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آغاز مجدد مجازاتها و عقوبات از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است و اگر در همه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مراحل چهارگانه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حاضر و ناظر، با شعور و معرفت حاضرند و اگر جوهره روح بلند انسان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قدر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بسطپذ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است که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رغم</w:t>
      </w:r>
      <w:r w:rsidRPr="00DC4C40">
        <w:rPr>
          <w:rFonts w:eastAsia="B Badr"/>
          <w:rtl/>
        </w:rPr>
        <w:t xml:space="preserve"> حضور 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همچنان پس از مدت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که خود وابسته به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زان</w:t>
      </w:r>
      <w:r w:rsidRPr="00DC4C40">
        <w:rPr>
          <w:rFonts w:eastAsia="B Badr"/>
          <w:rtl/>
        </w:rPr>
        <w:t xml:space="preserve"> توانا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روح و گستره سلطه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است - د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بدن ماد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حضور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دارد و اگر برتر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اثر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معرفت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همان مشاهده رفتارها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اقرار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اعتراف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حادثه را نه تنها شاهد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چگونگ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آغاز معرفت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دانست و نه تنها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آن نوع معرفت ها را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آن معرفتها پنداشت و نه تنها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آثار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معرفتها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شهود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دانست بلکه به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شهود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و اخت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نبودن بروز معرفتها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فوق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آن را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حجت پنداشت، از آن نوع معرفتها درس و پند گرفت و بر اصلاح و صلاح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همت گماشت.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معرفت</w:t>
      </w:r>
      <w:r w:rsidRPr="00DC4C40">
        <w:rPr>
          <w:rFonts w:eastAsia="B Badr"/>
          <w:rtl/>
        </w:rPr>
        <w:t xml:space="preserve">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از نوع معرفت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ست،</w:t>
      </w:r>
      <w:r w:rsidRPr="00DC4C40">
        <w:rPr>
          <w:rFonts w:eastAsia="B Badr"/>
          <w:rtl/>
        </w:rPr>
        <w:t xml:space="preserve"> تا خطاپذ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باشد؛ معرفت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همانند معرفت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ست،</w:t>
      </w:r>
      <w:r w:rsidRPr="00DC4C40">
        <w:rPr>
          <w:rFonts w:eastAsia="B Badr"/>
          <w:rtl/>
        </w:rPr>
        <w:t xml:space="preserve"> تا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باشد؛ همانند معرفت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ست،</w:t>
      </w:r>
      <w:r w:rsidRPr="00DC4C40">
        <w:rPr>
          <w:rFonts w:eastAsia="B Badr"/>
          <w:rtl/>
        </w:rPr>
        <w:t xml:space="preserve"> تا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باشد؛ معرفت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بلکه حق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است. خوشا آنان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حد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</w:t>
      </w:r>
      <w:r w:rsidRPr="00DC4C40">
        <w:rPr>
          <w:rFonts w:eastAsia="B Badr"/>
          <w:rtl/>
        </w:rPr>
        <w:t xml:space="preserve"> رفتن را با سلام و درود بر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ت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آغاز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خوشا آنان که گلها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شکوفه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دعاها و رفتارها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شان را با دستان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آنگاه</w:t>
      </w:r>
      <w:r w:rsidRPr="00DC4C40">
        <w:rPr>
          <w:rFonts w:eastAsia="B Badr"/>
          <w:rtl/>
        </w:rPr>
        <w:t xml:space="preserve"> آغاز حضور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شان را از محضر صاحبان عالم امکان و اربابان مطلق عالم ملکوت، آغاز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نقش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تقو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لحظه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امکان بروز و ظهور معرفت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زاو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رفتارها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معرفت شناسانه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سعادت معرفت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افتگان</w:t>
      </w:r>
      <w:r w:rsidRPr="00DC4C40">
        <w:rPr>
          <w:rFonts w:eastAsia="B Badr"/>
          <w:rtl/>
        </w:rPr>
        <w:t xml:space="preserve"> صالح در آخر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لحظات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آغاز معرفت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معرفت با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حضور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صاحبان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در دفاع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معرفت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افتگان</w:t>
      </w:r>
      <w:r w:rsidRPr="00DC4C40">
        <w:rPr>
          <w:rFonts w:eastAsia="B Badr"/>
          <w:rtl/>
        </w:rPr>
        <w:t xml:space="preserve"> به هنگام گذر از مراحل سخت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به نحو قبض و بسط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گذر روح از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32) اگر مسکن و خانه شخص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ضرور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قال</w:t>
      </w:r>
      <w:r w:rsidRPr="00DC4C40">
        <w:rPr>
          <w:rFonts w:eastAsia="B Badr"/>
          <w:rtl/>
        </w:rPr>
        <w:t xml:space="preserve"> الصادق عن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و عن 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عبدالله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عن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ان للدار شرفاً و شرفها الساحة الواسعه و الخطاء الصالحون و ان لها برکة و برکتها جودة موضعها وسعة ساحتها و حسن جوار 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رانها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منزل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شرافت و برکت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 شرافت آن، مساحت وس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و همنش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نان</w:t>
      </w:r>
      <w:r w:rsidRPr="00DC4C40">
        <w:rPr>
          <w:rFonts w:eastAsia="B Badr"/>
          <w:rtl/>
        </w:rPr>
        <w:t xml:space="preserve"> صالح آن است و برکت آن،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موضع و وسعت مساحت حسن و جوار همسا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گان</w:t>
      </w:r>
      <w:r w:rsidRPr="00DC4C40">
        <w:rPr>
          <w:rFonts w:eastAsia="B Badr"/>
          <w:rtl/>
        </w:rPr>
        <w:t xml:space="preserve"> آن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برتر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خانه ها، خانه بزرگ متناسب با شأن دارنده آن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من سعادة المرء المسلم المسک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الواسع.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سعادت فرد مسلمان داشتن خانه وس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است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قوام لذت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وجود خانه وس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: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ثلاثة: دار القوراء، و جار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حسناء، و فرس قباء.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سه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است: خانه وس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ع،</w:t>
      </w:r>
      <w:r w:rsidRPr="00DC4C40">
        <w:rPr>
          <w:rFonts w:eastAsia="B Badr"/>
          <w:rtl/>
        </w:rPr>
        <w:t xml:space="preserve"> همسر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</w:t>
      </w:r>
      <w:r w:rsidRPr="00DC4C40">
        <w:rPr>
          <w:rFonts w:eastAsia="B Badr"/>
          <w:rtl/>
        </w:rPr>
        <w:t xml:space="preserve"> و اسب خوش اندام.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در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من بن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فوق مسکنه کلف حمله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الق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امة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شتر</w:t>
      </w:r>
      <w:r w:rsidRPr="00DC4C40">
        <w:rPr>
          <w:rFonts w:eastAsia="B Badr"/>
          <w:rtl/>
        </w:rPr>
        <w:t xml:space="preserve"> از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ازش</w:t>
      </w:r>
      <w:r w:rsidRPr="00DC4C40">
        <w:rPr>
          <w:rFonts w:eastAsia="B Badr"/>
          <w:rtl/>
        </w:rPr>
        <w:t xml:space="preserve"> مسکن بسازد بار روز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امتش</w:t>
      </w:r>
      <w:r w:rsidRPr="00DC4C40">
        <w:rPr>
          <w:rFonts w:eastAsia="B Badr"/>
          <w:rtl/>
        </w:rPr>
        <w:t xml:space="preserve"> را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</w:t>
      </w:r>
      <w:r w:rsidRPr="00DC4C40">
        <w:rPr>
          <w:rFonts w:eastAsia="B Badr"/>
          <w:rtl/>
        </w:rPr>
        <w:t xml:space="preserve"> کرده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خانه</w:t>
      </w:r>
      <w:r w:rsidRPr="00DC4C40">
        <w:rPr>
          <w:rFonts w:eastAsia="B Badr"/>
          <w:rtl/>
        </w:rPr>
        <w:t xml:space="preserve"> نبا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کوچک باشد: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الباقر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من شقاء الع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المنزل.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محمد باقر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مشکلات بزرگ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داشتن منزل تنگ و کوچک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از همسا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گان</w:t>
      </w:r>
      <w:r w:rsidRPr="00DC4C40">
        <w:rPr>
          <w:rFonts w:eastAsia="B Badr"/>
          <w:rtl/>
        </w:rPr>
        <w:t xml:space="preserve"> خوب و بدون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بهره داشته باشد: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عن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الشوم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الثلاثة: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المراة، و الدابة و الدار... و اما الدار فض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ساحتها و شر 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رانها</w:t>
      </w:r>
      <w:r w:rsidRPr="00DC4C40">
        <w:rPr>
          <w:rFonts w:eastAsia="B Badr"/>
          <w:rtl/>
        </w:rPr>
        <w:t xml:space="preserve"> و کثرة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وبها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شوم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بدب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سه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است: در همسر، در مرکب و در خانه... و اما شوم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منزل در کم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مساحت آن، 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گان</w:t>
      </w:r>
      <w:r w:rsidRPr="00DC4C40">
        <w:rPr>
          <w:rFonts w:eastAsia="B Badr"/>
          <w:rtl/>
        </w:rPr>
        <w:t xml:space="preserve"> و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پس</w:t>
      </w:r>
      <w:r w:rsidRPr="00DC4C40">
        <w:rPr>
          <w:rFonts w:eastAsia="B Badr"/>
          <w:rtl/>
        </w:rPr>
        <w:t xml:space="preserve"> نبا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در 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اصل خانه - و نه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آن - ترد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نمود و از بده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طب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هراس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د؛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/>
          <w:rtl/>
        </w:rPr>
        <w:t xml:space="preserve"> خداوند خود روز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دهنده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الف</w:t>
      </w:r>
      <w:r w:rsidRPr="00DC4C40">
        <w:rPr>
          <w:rFonts w:eastAsia="B Badr"/>
          <w:rtl/>
        </w:rPr>
        <w:t>) علم عالمان عارف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مشکلات و سخت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اران</w:t>
      </w:r>
      <w:r w:rsidRPr="00DC4C40">
        <w:rPr>
          <w:rFonts w:eastAsia="B Badr"/>
          <w:rtl/>
        </w:rPr>
        <w:t xml:space="preserve"> و وابستگان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>)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جاد</w:t>
      </w:r>
      <w:r w:rsidRPr="00DC4C40">
        <w:rPr>
          <w:rFonts w:eastAsia="B Badr"/>
          <w:rtl/>
        </w:rPr>
        <w:t xml:space="preserve"> توکل و اطم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نان</w:t>
      </w:r>
      <w:r w:rsidRPr="00DC4C40">
        <w:rPr>
          <w:rFonts w:eastAsia="B Badr"/>
          <w:rtl/>
        </w:rPr>
        <w:t xml:space="preserve"> در افراد مردد، از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ابلاغ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عاد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ج</w:t>
      </w:r>
      <w:r w:rsidRPr="00DC4C40">
        <w:rPr>
          <w:rFonts w:eastAsia="B Badr"/>
          <w:rtl/>
        </w:rPr>
        <w:t>) اند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شه</w:t>
      </w:r>
      <w:r w:rsidRPr="00DC4C40">
        <w:rPr>
          <w:rFonts w:eastAsia="B Badr"/>
          <w:rtl/>
        </w:rPr>
        <w:t xml:space="preserve"> خوان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عالمان و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قبل از ابراز اند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شه</w:t>
      </w:r>
      <w:r w:rsidRPr="00DC4C40">
        <w:rPr>
          <w:rFonts w:eastAsia="B Badr"/>
          <w:rtl/>
        </w:rPr>
        <w:t xml:space="preserve"> از 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گفتار، نوشتار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اشاره.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33) معرفت از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و حوادث آن تا زمان ظهور حضرت بق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در گرو شناخت از فلسفه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 هاست. اگر خلفت انسانها با شهود و تثب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اقرار معرفت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جوهره ذات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 آغاز شد؛ و اگر پس از بروز انسان اول 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پد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آمدن 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ان، انسانها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از حض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</w:t>
      </w:r>
      <w:r w:rsidRPr="00DC4C40">
        <w:rPr>
          <w:rFonts w:eastAsia="B Badr"/>
          <w:rtl/>
        </w:rPr>
        <w:t xml:space="preserve"> وجود تا قرب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مودند؛</w:t>
      </w:r>
      <w:r w:rsidRPr="00DC4C40">
        <w:rPr>
          <w:rFonts w:eastAsia="B Badr"/>
          <w:rtl/>
        </w:rPr>
        <w:t xml:space="preserve"> و اگر اوج و عروج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به استعداد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داشت که بشر در دوران آخر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امبر،</w:t>
      </w:r>
      <w:r w:rsidRPr="00DC4C40">
        <w:rPr>
          <w:rFonts w:eastAsia="B Badr"/>
          <w:rtl/>
        </w:rPr>
        <w:t xml:space="preserve"> با آن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افت؛</w:t>
      </w:r>
      <w:r w:rsidRPr="00DC4C40">
        <w:rPr>
          <w:rFonts w:eastAsia="B Badr"/>
          <w:rtl/>
        </w:rPr>
        <w:t xml:space="preserve"> و اگر آنچه را که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گرام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عرضه کرد،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حق، کادرساز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و اصل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اسل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ناب و بالاخره 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حکومت نها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گروه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روان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بود؛ و اگر بشر توان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رش</w:t>
      </w:r>
      <w:r w:rsidRPr="00DC4C40">
        <w:rPr>
          <w:rFonts w:eastAsia="B Badr"/>
          <w:rtl/>
        </w:rPr>
        <w:t xml:space="preserve"> و تحمل اسلام ناب و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حکومت ناب را همچنان پس از 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معارف 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نداشت و بنابرا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به مقاومت و فتنه انگ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قبال آن اقدام کرد؛ و اگر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خدا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پس از تحک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ظاهر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حکومت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بردن عرضه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معارف 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آخر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اش - که همانا محض کردن اسلام ناب و حکومت مطلوب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 - را در غد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خم به 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رسان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...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اکلمت لکم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نکم</w:t>
      </w:r>
      <w:r w:rsidRPr="00DC4C40">
        <w:rPr>
          <w:rFonts w:eastAsia="B Badr"/>
          <w:rtl/>
        </w:rPr>
        <w:t xml:space="preserve"> و اتممت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کم</w:t>
      </w:r>
      <w:r w:rsidRPr="00DC4C40">
        <w:rPr>
          <w:rFonts w:eastAsia="B Badr"/>
          <w:rtl/>
        </w:rPr>
        <w:t xml:space="preserve"> نعمت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رض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لکم الاسلام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ناً</w:t>
      </w:r>
      <w:r w:rsidRPr="00DC4C40">
        <w:rPr>
          <w:rFonts w:eastAsia="B Badr"/>
          <w:rtl/>
        </w:rPr>
        <w:t>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... امروز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شما را به حد کمال رسان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دم</w:t>
      </w:r>
      <w:r w:rsidRPr="00DC4C40">
        <w:rPr>
          <w:rFonts w:eastAsia="B Badr"/>
          <w:rtl/>
        </w:rPr>
        <w:t xml:space="preserve"> و بر شما نعمتم را تمام کردم و بهتر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آئ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 که اسلام است،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تان</w:t>
      </w:r>
      <w:r w:rsidRPr="00DC4C40">
        <w:rPr>
          <w:rFonts w:eastAsia="B Badr"/>
          <w:rtl/>
        </w:rPr>
        <w:t xml:space="preserve"> برگز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دم</w:t>
      </w:r>
      <w:r w:rsidRPr="00DC4C40">
        <w:rPr>
          <w:rFonts w:eastAsia="B Badr"/>
          <w:rtl/>
        </w:rPr>
        <w:t>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راه پس از پشت سرگذاردن توطئه قتل در کوره راهها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نه،</w:t>
      </w:r>
      <w:r w:rsidRPr="00DC4C40">
        <w:rPr>
          <w:rFonts w:eastAsia="B Badr"/>
          <w:rtl/>
        </w:rPr>
        <w:t xml:space="preserve"> به دست دو زن فاسد به شهادت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تا باند 15 نفره کودتا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اه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هود</w:t>
      </w:r>
      <w:r w:rsidRPr="00DC4C40">
        <w:rPr>
          <w:rFonts w:eastAsia="B Badr"/>
          <w:rtl/>
        </w:rPr>
        <w:t xml:space="preserve"> مدن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بتوانند حرکت تخر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تصرف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آغاز کند؛ و اگر حضرت زهرا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هاالسلام</w:t>
      </w:r>
      <w:r w:rsidRPr="00DC4C40">
        <w:rPr>
          <w:rFonts w:eastAsia="B Badr"/>
          <w:rtl/>
        </w:rPr>
        <w:t xml:space="preserve"> دختر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که همچنان پس </w:t>
      </w: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جبرئ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بر او نازل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شد و صح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تفس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اش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نگاشت، خود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تنه بر صف ناجوانمردان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حمله برد و با ابزار خطابه، اشک و عرضه مظلوم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- که خود ناش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صدمات جسم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شهادت فرزندش حضرت محسن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و بالاخره خانه </w:t>
      </w:r>
      <w:r w:rsidRPr="00DC4C40">
        <w:rPr>
          <w:rFonts w:eastAsia="B Badr" w:hint="eastAsia"/>
          <w:rtl/>
        </w:rPr>
        <w:t>نش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مقام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بود </w:t>
      </w:r>
      <w:r w:rsidRPr="00DC4C40">
        <w:rPr>
          <w:rFonts w:eastAsia="B Badr"/>
          <w:rtl/>
        </w:rPr>
        <w:lastRenderedPageBreak/>
        <w:t>- جوانه اسلام ناب را از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شه</w:t>
      </w:r>
      <w:r w:rsidRPr="00DC4C40">
        <w:rPr>
          <w:rFonts w:eastAsia="B Badr"/>
          <w:rtl/>
        </w:rPr>
        <w:t xml:space="preserve"> کن شدن، نجات داد و بدون ترس از جو التهاب و اضطراب سران کودتا به ابلاغ و عرضه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اسلام ناب به فرد فرد مسلمان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آن روزگار همت گماشت و سرانجام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اثر شدت ضربات شلاق و لگد و سقط شدن جن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اش به شهادت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که آن جوانه اسلام ناب را به شوهرش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سپرد؛ و اگر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در 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25 سال دوران تحر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و غارت سران کفر و شرک و نفاق از آن جوانه، درخت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تنومند ساخت تا بتواند قدر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را در 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حکومت 5 ساله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بشر تا زمان حکومت واحد </w:t>
      </w:r>
      <w:r w:rsidRPr="00DC4C40">
        <w:rPr>
          <w:rFonts w:eastAsia="B Badr" w:hint="eastAsia"/>
          <w:rtl/>
        </w:rPr>
        <w:t>جهان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عرضه کند؛ و اگر قاسط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مارق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ناکث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به جان آن درخت افتادند تا آن را از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شه</w:t>
      </w:r>
      <w:r w:rsidRPr="00DC4C40">
        <w:rPr>
          <w:rFonts w:eastAsia="B Badr"/>
          <w:rtl/>
        </w:rPr>
        <w:t xml:space="preserve"> بر کنند و او شجاعانه و در کمال غربت از آن درخت ناب و شجره طوب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دفاع کرد و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راه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جان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 در محراب خون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از دست داد؛ و اگر فرزندش حسن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با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رش</w:t>
      </w:r>
      <w:r w:rsidRPr="00DC4C40">
        <w:rPr>
          <w:rFonts w:eastAsia="B Badr"/>
          <w:rtl/>
        </w:rPr>
        <w:t xml:space="preserve"> صلح تحم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دشمنان را در آرامش قرار داد، تا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اصل درخت طوب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برده نشود؛ و اگر فرزند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گرش</w:t>
      </w:r>
      <w:r w:rsidRPr="00DC4C40">
        <w:rPr>
          <w:rFonts w:eastAsia="B Badr"/>
          <w:rtl/>
        </w:rPr>
        <w:t xml:space="preserve">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با خون مطهرش آب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به آن درخت و شجره طوب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بخش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اسلام ناب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شه</w:t>
      </w:r>
      <w:r w:rsidRPr="00DC4C40">
        <w:rPr>
          <w:rFonts w:eastAsia="B Badr"/>
          <w:rtl/>
        </w:rPr>
        <w:t xml:space="preserve">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مصون ساخت؛ و اگر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العابد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باغبان به خون خفته آن شجره طوب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در مرکز قدرت دشمنان به صراحت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داشت و استوانه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پوشال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کاخها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ستم را به لرزه انداخت، آنگاه به شهر جدش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بازگشت و به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از زاو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دعا و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به عنوان برتر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نوع ابزار پرداخت، تا </w:t>
      </w:r>
      <w:r w:rsidRPr="00DC4C40">
        <w:rPr>
          <w:rFonts w:eastAsia="B Badr" w:hint="eastAsia"/>
          <w:rtl/>
        </w:rPr>
        <w:t>آنکه</w:t>
      </w:r>
      <w:r w:rsidRPr="00DC4C40">
        <w:rPr>
          <w:rFonts w:eastAsia="B Badr"/>
          <w:rtl/>
        </w:rPr>
        <w:t xml:space="preserve"> پس از هوش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شدن دشمنان، جان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از دست داد؛ و اگر دو فرزندش، حضرت امام باقر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و حضرت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از تزلزل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حکومت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فاسد امو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عباس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بهتر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بهره بردار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کرده و به تجد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فرهنگ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عرضه معارف اسلام ناب - آن هم به صورت کلاس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و شاگردپرور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اقدام و شکوفه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درخت و شجره طوب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بر همگان عرضه ساختند و پرده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حجاب فرهنگ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از غبار دلها و فکرها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ره</w:t>
      </w:r>
      <w:r w:rsidRPr="00DC4C40">
        <w:rPr>
          <w:rFonts w:eastAsia="B Badr"/>
          <w:rtl/>
        </w:rPr>
        <w:t xml:space="preserve"> و تار، زدودند؛ و اگر امام کاظم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، به تخل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ص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اران</w:t>
      </w:r>
      <w:r w:rsidRPr="00DC4C40">
        <w:rPr>
          <w:rFonts w:eastAsia="B Badr"/>
          <w:rtl/>
        </w:rPr>
        <w:t xml:space="preserve"> اسلام ناب پرداخت و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اکاران</w:t>
      </w:r>
      <w:r w:rsidRPr="00DC4C40">
        <w:rPr>
          <w:rFonts w:eastAsia="B Badr"/>
          <w:rtl/>
        </w:rPr>
        <w:t xml:space="preserve"> را از حر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به دور انداخت، آنگاه از همان فرهنگ عرضه شده اسلام ناب پاسدار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 و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راه به آموزش چگونگ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دفاع از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عرضه معارف 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</w:t>
      </w:r>
      <w:r w:rsidRPr="00DC4C40">
        <w:rPr>
          <w:rFonts w:eastAsia="B Badr"/>
          <w:rtl/>
        </w:rPr>
        <w:t xml:space="preserve"> و فضا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زندان و حبس پرداخت؛ و اگر امام رضا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پرچم ابلاغ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 با سلاح گفتگو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انتقاد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تمدنها به دست گرفت و اسلام ناب را از مرزها و جغراف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اسلام فراتر برد و تمام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و فرق را مورد تهاجم قرار داد و آنگاه با عرضه فرهنگ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عه،</w:t>
      </w:r>
      <w:r w:rsidRPr="00DC4C40">
        <w:rPr>
          <w:rFonts w:eastAsia="B Badr"/>
          <w:rtl/>
        </w:rPr>
        <w:t xml:space="preserve"> آنان را تابع تمدن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قرار داد و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آنان در درون جامعه و نظام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هضم کرد؛ و اگر امام جواد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همچنان به عرضه </w:t>
      </w:r>
      <w:r w:rsidRPr="00DC4C40">
        <w:rPr>
          <w:rFonts w:eastAsia="B Badr" w:hint="eastAsia"/>
          <w:rtl/>
        </w:rPr>
        <w:t>درون</w:t>
      </w:r>
      <w:r w:rsidRPr="00DC4C40">
        <w:rPr>
          <w:rFonts w:eastAsia="B Badr"/>
          <w:rtl/>
        </w:rPr>
        <w:t xml:space="preserve"> و برون مرز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فرهنگ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پرداخت 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باور - که فرهنگ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فرهنگ تدو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- را با کودک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به باز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گرفت و 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</w:t>
      </w:r>
      <w:r w:rsidRPr="00DC4C40">
        <w:rPr>
          <w:rFonts w:eastAsia="B Badr"/>
          <w:rtl/>
        </w:rPr>
        <w:lastRenderedPageBreak/>
        <w:t>آن را تثب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فرمود؛ و اگر حضرت امام هاد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و حضرت امام حسن عسگر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با دسته بند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معارف اسلام ناب، با سازمانده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اران</w:t>
      </w:r>
      <w:r w:rsidRPr="00DC4C40">
        <w:rPr>
          <w:rFonts w:eastAsia="B Badr"/>
          <w:rtl/>
        </w:rPr>
        <w:t xml:space="preserve"> و اصحاب، آنان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آماده ساختند که بشر قرنها از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</w:t>
      </w:r>
      <w:r w:rsidRPr="00DC4C40">
        <w:rPr>
          <w:rFonts w:eastAsia="B Badr"/>
          <w:rtl/>
        </w:rPr>
        <w:t xml:space="preserve"> مستق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امام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بهره است، تا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فرزندشان مهد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ظهور کند و تمام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را پاسخ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راه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با تحمل فشارها و مصائب فراوان،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اران</w:t>
      </w:r>
      <w:r w:rsidRPr="00DC4C40">
        <w:rPr>
          <w:rFonts w:eastAsia="B Badr"/>
          <w:rtl/>
        </w:rPr>
        <w:t xml:space="preserve">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تحمل دوران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بت</w:t>
      </w:r>
      <w:r w:rsidRPr="00DC4C40">
        <w:rPr>
          <w:rFonts w:eastAsia="B Badr"/>
          <w:rtl/>
        </w:rPr>
        <w:t xml:space="preserve"> تمر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دا</w:t>
      </w:r>
      <w:r w:rsidRPr="00DC4C40">
        <w:rPr>
          <w:rFonts w:eastAsia="B Badr" w:hint="eastAsia"/>
          <w:rtl/>
        </w:rPr>
        <w:t>دند،</w:t>
      </w:r>
      <w:r w:rsidRPr="00DC4C40">
        <w:rPr>
          <w:rFonts w:eastAsia="B Badr"/>
          <w:rtl/>
        </w:rPr>
        <w:t xml:space="preserve">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آنان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رش</w:t>
      </w:r>
      <w:r w:rsidRPr="00DC4C40">
        <w:rPr>
          <w:rFonts w:eastAsia="B Badr"/>
          <w:rtl/>
        </w:rPr>
        <w:t xml:space="preserve"> دوران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بت</w:t>
      </w:r>
      <w:r w:rsidRPr="00DC4C40">
        <w:rPr>
          <w:rFonts w:eastAsia="B Badr"/>
          <w:rtl/>
        </w:rPr>
        <w:t xml:space="preserve"> امام ظاهر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آماده شوند؛ و اگر نائبان خاص حضرت بق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عجل الله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فرجه الشر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در 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مدت 70 سال، آن تمر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 ادامه دادند، تا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آماده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رش</w:t>
      </w:r>
      <w:r w:rsidRPr="00DC4C40">
        <w:rPr>
          <w:rFonts w:eastAsia="B Badr"/>
          <w:rtl/>
        </w:rPr>
        <w:t xml:space="preserve"> دوران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بت</w:t>
      </w:r>
      <w:r w:rsidRPr="00DC4C40">
        <w:rPr>
          <w:rFonts w:eastAsia="B Badr"/>
          <w:rtl/>
        </w:rPr>
        <w:t xml:space="preserve"> کبر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شوند، تا مبادا اساس آن زحمات طاقت فرسا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ائمه </w:t>
      </w:r>
      <w:r w:rsidRPr="00DC4C40">
        <w:rPr>
          <w:rStyle w:val="libAlaemChar"/>
          <w:rFonts w:eastAsia="B Badr" w:hint="eastAsia"/>
          <w:rtl/>
        </w:rPr>
        <w:t xml:space="preserve">عليهم‌السلام </w:t>
      </w:r>
      <w:r w:rsidRPr="00DC4C40">
        <w:rPr>
          <w:rFonts w:eastAsia="B Badr"/>
          <w:rtl/>
        </w:rPr>
        <w:t>از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برود و به ناگاه با قطع شدن ارتباط، هو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فرهنگ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را به فراموش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سپرده شود؛ و اگر پس از دوران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ابت</w:t>
      </w:r>
      <w:r w:rsidRPr="00DC4C40">
        <w:rPr>
          <w:rFonts w:eastAsia="B Badr"/>
          <w:rtl/>
        </w:rPr>
        <w:t xml:space="preserve"> خاص،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بوده اند که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عرضه و ابلاغ تفس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 از زمان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بر عهده گرفته و به بازساز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تک </w:t>
      </w:r>
      <w:r w:rsidRPr="00DC4C40">
        <w:rPr>
          <w:rFonts w:eastAsia="B Badr" w:hint="eastAsia"/>
          <w:rtl/>
        </w:rPr>
        <w:t>تک</w:t>
      </w:r>
      <w:r w:rsidRPr="00DC4C40">
        <w:rPr>
          <w:rFonts w:eastAsia="B Badr"/>
          <w:rtl/>
        </w:rPr>
        <w:t xml:space="preserve"> انسانها پرداخته اند؛ و اگر آنان پس از دوران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تدو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روا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معارف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جوال کردن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پاسخگو کردن آن نسبت به حوادث و مسائل مورد ابتلاء به تدو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اجتهاد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پرداختند و گاه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اجراء آن احکام و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از حکومت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منطقه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همچون حکومت فاطم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ون</w:t>
      </w:r>
      <w:r w:rsidRPr="00DC4C40">
        <w:rPr>
          <w:rFonts w:eastAsia="B Badr"/>
          <w:rtl/>
        </w:rPr>
        <w:t xml:space="preserve"> و آل ب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حما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جانبدار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کردند؛ و اگر همان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پس از گذر از دوران حکومت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منطقه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حما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از نهضتها و جنبشها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تمام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مناطق جغراف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اسلام پرداختند، تا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با تصرف منطقه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جغراف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اسلام، اسلام ناب را عرضه کنند و به مردمان جوامع بشناسانند و </w:t>
      </w:r>
      <w:r w:rsidRPr="00DC4C40">
        <w:rPr>
          <w:rFonts w:eastAsia="B Badr" w:hint="eastAsia"/>
          <w:rtl/>
        </w:rPr>
        <w:t>آنان</w:t>
      </w:r>
      <w:r w:rsidRPr="00DC4C40">
        <w:rPr>
          <w:rFonts w:eastAsia="B Badr"/>
          <w:rtl/>
        </w:rPr>
        <w:t xml:space="preserve"> را طالب آن معارف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ند؛</w:t>
      </w:r>
      <w:r w:rsidRPr="00DC4C40">
        <w:rPr>
          <w:rFonts w:eastAsia="B Badr"/>
          <w:rtl/>
        </w:rPr>
        <w:t xml:space="preserve"> و اگر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پس از تصرف منطقه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به نفوذ در ارکان حکومت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قدرتمند پرداختند و دستگاهها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رهبر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دوران را تحت تأث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قرار دادند، آنگاه به حما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خبر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فتوا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از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حکومت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صفو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- در سرزم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محبان راست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eastAsia"/>
          <w:rtl/>
        </w:rPr>
        <w:t>خاندان</w:t>
      </w:r>
      <w:r w:rsidRPr="00DC4C40">
        <w:rPr>
          <w:rFonts w:eastAsia="B Badr"/>
          <w:rtl/>
        </w:rPr>
        <w:t xml:space="preserve"> نبوت، نه تنها حما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کردند، بلکه خود با تصد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مقام صدارت و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امکانات حکومت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تلاش جانانه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عرضه معارف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دست زده و انتشار آن را از دو زاو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قدرت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، بشر را به نقطه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عطف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نزد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سازند؛ و اگر پس از گذر از دوران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eastAsia"/>
          <w:rtl/>
        </w:rPr>
        <w:t>سخت،</w:t>
      </w:r>
      <w:r w:rsidRPr="00DC4C40">
        <w:rPr>
          <w:rFonts w:eastAsia="B Badr"/>
          <w:rtl/>
        </w:rPr>
        <w:t xml:space="preserve"> تصم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به تصرف قدرت گرفتند و در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راه نهضت مشروطه را به راه انداختند، ولو کم تجربگ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مردم کار دستشان داد و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اسان</w:t>
      </w:r>
      <w:r w:rsidRPr="00DC4C40">
        <w:rPr>
          <w:rFonts w:eastAsia="B Badr"/>
          <w:rtl/>
        </w:rPr>
        <w:t xml:space="preserve"> وابسته، نهضتشان را آلوده ساختند و خود آنان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به دار آو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خته</w:t>
      </w:r>
      <w:r w:rsidRPr="00DC4C40">
        <w:rPr>
          <w:rFonts w:eastAsia="B Badr"/>
          <w:rtl/>
        </w:rPr>
        <w:t xml:space="preserve"> شدند؛ و اگر پس از آن تجربه سخت، روحان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بهتر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چاره را آن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گاه</w:t>
      </w:r>
      <w:r w:rsidRPr="00DC4C40">
        <w:rPr>
          <w:rFonts w:eastAsia="B Badr"/>
          <w:rtl/>
        </w:rPr>
        <w:t xml:space="preserve">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از نجف به قم منتقل کند، تا با زدن ده ها مدرسه علوم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قدرت و شتاب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توان تبل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فرهنگ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بدهد، آنگاه با مطرح کردن مرحوم بروجرد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به عنوان مرجع عام جهان تش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ع،</w:t>
      </w:r>
      <w:r w:rsidRPr="00DC4C40">
        <w:rPr>
          <w:rFonts w:eastAsia="B Badr"/>
          <w:rtl/>
        </w:rPr>
        <w:t xml:space="preserve"> مرجع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افتاء را به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ران</w:t>
      </w:r>
      <w:r w:rsidRPr="00DC4C40">
        <w:rPr>
          <w:rFonts w:eastAsia="B Badr"/>
          <w:rtl/>
        </w:rPr>
        <w:t xml:space="preserve"> منتقل ساختند، تا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بتوانند </w:t>
      </w:r>
      <w:r w:rsidRPr="00DC4C40">
        <w:rPr>
          <w:rFonts w:eastAsia="B Badr"/>
          <w:rtl/>
        </w:rPr>
        <w:lastRenderedPageBreak/>
        <w:t>حک</w:t>
      </w:r>
      <w:r w:rsidRPr="00DC4C40">
        <w:rPr>
          <w:rFonts w:eastAsia="B Badr" w:hint="eastAsia"/>
          <w:rtl/>
        </w:rPr>
        <w:t>ومت</w:t>
      </w:r>
      <w:r w:rsidRPr="00DC4C40">
        <w:rPr>
          <w:rFonts w:eastAsia="B Badr"/>
          <w:rtl/>
        </w:rPr>
        <w:t xml:space="preserve"> را به تصرف آورند و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راه مرحوم کاشان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عنوان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با بهره بردار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تنفر و انزجار عموم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مردم از رژ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گانگان،</w:t>
      </w:r>
      <w:r w:rsidRPr="00DC4C40">
        <w:rPr>
          <w:rFonts w:eastAsia="B Badr"/>
          <w:rtl/>
        </w:rPr>
        <w:t xml:space="preserve"> به حرکت درآمد، تا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با کمک روشنفکران! حکومت را تصرف کند،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باز به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تجربگ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مردم و توانمند نبودن قدرت بدنه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روحان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عوض شدن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رنگها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مصدق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وابسته و جو حاکم آن دوران مبن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نبودن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حوزه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نتوانستند تلاش و نهضت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 از چنگال خون آشام کفتارها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گانه</w:t>
      </w:r>
      <w:r w:rsidRPr="00DC4C40">
        <w:rPr>
          <w:rFonts w:eastAsia="B Badr"/>
          <w:rtl/>
        </w:rPr>
        <w:t xml:space="preserve"> پرست نجات دهند و در نت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جه</w:t>
      </w:r>
      <w:r w:rsidRPr="00DC4C40">
        <w:rPr>
          <w:rFonts w:eastAsia="B Badr"/>
          <w:rtl/>
        </w:rPr>
        <w:t xml:space="preserve"> روحان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را از تصد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حکومت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ابت</w:t>
      </w:r>
      <w:r w:rsidRPr="00DC4C40">
        <w:rPr>
          <w:rFonts w:eastAsia="B Badr"/>
          <w:rtl/>
        </w:rPr>
        <w:t xml:space="preserve"> عام دور ساختند، تا آن</w:t>
      </w:r>
      <w:r w:rsidRPr="00DC4C40">
        <w:rPr>
          <w:rFonts w:eastAsia="B Badr" w:hint="eastAsia"/>
          <w:rtl/>
        </w:rPr>
        <w:t>که</w:t>
      </w:r>
      <w:r w:rsidRPr="00DC4C40">
        <w:rPr>
          <w:rFonts w:eastAsia="B Badr"/>
          <w:rtl/>
        </w:rPr>
        <w:t xml:space="preserve"> پس از گذشت سالها غارت و تباه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مردم خود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حکومت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متک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رهبر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فقاهت و مرجع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افتا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آماده ساختند، تا پس از تصرف حکومت 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ساز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نائب خاص و در 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حکومت خود مقام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تکو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تشر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: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خرج</w:t>
      </w:r>
      <w:r w:rsidRPr="00DC4C40">
        <w:rPr>
          <w:rFonts w:eastAsia="B Badr"/>
          <w:rtl/>
        </w:rPr>
        <w:t xml:space="preserve"> اناس من المشرق و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وطئون</w:t>
      </w:r>
      <w:r w:rsidRPr="00DC4C40">
        <w:rPr>
          <w:rFonts w:eastAsia="B Badr"/>
          <w:rtl/>
        </w:rPr>
        <w:t xml:space="preserve"> للمهد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سلطانه.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عده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مشرق 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ظهور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و مقدمات ظهور حضرت مهد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را آماده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تقد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رات</w:t>
      </w:r>
      <w:r w:rsidRPr="00DC4C40">
        <w:rPr>
          <w:rFonts w:eastAsia="B Badr"/>
          <w:rtl/>
        </w:rPr>
        <w:t xml:space="preserve"> حاکم بر فلسفه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را بر دوش بزرگ مرد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شهر خم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نهاد چرا که تنها او بود که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توانست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بار سنگ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حکومت را بر دوش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رد</w:t>
      </w:r>
      <w:r w:rsidRPr="00DC4C40">
        <w:rPr>
          <w:rFonts w:eastAsia="B Badr"/>
          <w:rtl/>
        </w:rPr>
        <w:t xml:space="preserve"> و ملت و حکومت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از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سلطه حکومت شاهنشاه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2500 ساله نجات دهد و آنان را قدرتمندانه به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کوچک امروز بشناساند! حادثه خواب فوق و تفس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مرحوم کشم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واقع آماده کردن آن مرد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تحمل و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رش</w:t>
      </w:r>
      <w:r w:rsidRPr="00DC4C40">
        <w:rPr>
          <w:rFonts w:eastAsia="B Badr"/>
          <w:rtl/>
        </w:rPr>
        <w:t xml:space="preserve"> حوادث تند، تلخ و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بود. در زاو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خواب اگر بنگر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به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عج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دست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نکه</w:t>
      </w:r>
      <w:r w:rsidRPr="00DC4C40">
        <w:rPr>
          <w:rFonts w:eastAsia="B Badr"/>
          <w:rtl/>
        </w:rPr>
        <w:t xml:space="preserve"> امام خم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خواب را خود بب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و ناباورانه بر آن بنگرد،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که تفس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آن را از عارف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از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بدون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اصل خواب بطلبد تا به تفس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آن معرفت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</w:t>
      </w:r>
      <w:r w:rsidRPr="00DC4C40">
        <w:rPr>
          <w:rFonts w:eastAsia="B Badr"/>
          <w:rtl/>
        </w:rPr>
        <w:t xml:space="preserve"> و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 از 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صادق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نکه</w:t>
      </w:r>
      <w:r w:rsidRPr="00DC4C40">
        <w:rPr>
          <w:rFonts w:eastAsia="B Badr"/>
          <w:rtl/>
        </w:rPr>
        <w:t xml:space="preserve"> او بداند که حادثه ساز اصل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انقلاب بزرگ در دوران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ابت</w:t>
      </w:r>
      <w:r w:rsidRPr="00DC4C40">
        <w:rPr>
          <w:rFonts w:eastAsia="B Badr"/>
          <w:rtl/>
        </w:rPr>
        <w:t xml:space="preserve"> عام،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است؛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نکه</w:t>
      </w:r>
      <w:r w:rsidRPr="00DC4C40">
        <w:rPr>
          <w:rFonts w:eastAsia="B Badr"/>
          <w:rtl/>
        </w:rPr>
        <w:t xml:space="preserve"> تفس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آن 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رس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آن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توسط مرد عارف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همچون مرحوم کشم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درون حرم حضرت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است؛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نکه</w:t>
      </w:r>
      <w:r w:rsidRPr="00DC4C40">
        <w:rPr>
          <w:rFonts w:eastAsia="B Badr"/>
          <w:rtl/>
        </w:rPr>
        <w:t xml:space="preserve"> او بداند که رژ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شاه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ندارد و همانند سنگ کوچک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ست؛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نکه</w:t>
      </w:r>
      <w:r w:rsidRPr="00DC4C40">
        <w:rPr>
          <w:rFonts w:eastAsia="B Badr"/>
          <w:rtl/>
        </w:rPr>
        <w:t xml:space="preserve"> او بداند که شاه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رون</w:t>
      </w:r>
      <w:r w:rsidRPr="00DC4C40">
        <w:rPr>
          <w:rFonts w:eastAsia="B Badr"/>
          <w:rtl/>
        </w:rPr>
        <w:t xml:space="preserve"> انداختن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و نه کشته شدن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؛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نکه</w:t>
      </w:r>
      <w:r w:rsidRPr="00DC4C40">
        <w:rPr>
          <w:rFonts w:eastAsia="B Badr"/>
          <w:rtl/>
        </w:rPr>
        <w:t xml:space="preserve"> او بداند که پس از تصد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حکومت راه صواب و صلا</w:t>
      </w:r>
      <w:r w:rsidRPr="00DC4C40">
        <w:rPr>
          <w:rFonts w:eastAsia="B Badr" w:hint="eastAsia"/>
          <w:rtl/>
        </w:rPr>
        <w:t>ح</w:t>
      </w:r>
      <w:r w:rsidRPr="00DC4C40">
        <w:rPr>
          <w:rFonts w:eastAsia="B Badr"/>
          <w:rtl/>
        </w:rPr>
        <w:t xml:space="preserve"> را ادامه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دهد و تا آخر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لحظه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مورد تأ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جدش حضرت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به عنوان عنصر محور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اسلام ناب است؛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نکه</w:t>
      </w:r>
      <w:r w:rsidRPr="00DC4C40">
        <w:rPr>
          <w:rFonts w:eastAsia="B Badr"/>
          <w:rtl/>
        </w:rPr>
        <w:t xml:space="preserve"> او بداند که حکومت اش با توسل و امداد از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امکان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بار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! او با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معرفت بود که فهم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گاهش</w:t>
      </w:r>
      <w:r w:rsidRPr="00DC4C40">
        <w:rPr>
          <w:rFonts w:eastAsia="B Badr"/>
          <w:rtl/>
        </w:rPr>
        <w:t xml:space="preserve"> در طوفان حوادث دوران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ابت</w:t>
      </w:r>
      <w:r w:rsidRPr="00DC4C40">
        <w:rPr>
          <w:rFonts w:eastAsia="B Badr"/>
          <w:rtl/>
        </w:rPr>
        <w:t xml:space="preserve"> عام کجاست، تا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حکومت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شکل بخشد که بتواند 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ساز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حسن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عنوان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ابت</w:t>
      </w:r>
      <w:r w:rsidRPr="00DC4C40">
        <w:rPr>
          <w:rFonts w:eastAsia="B Badr"/>
          <w:rtl/>
        </w:rPr>
        <w:t xml:space="preserve"> خاص و ظهور مقام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عظما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تکو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تشر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تصرف حکومت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جهان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آسمان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عشق!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سجده گاه فرشتگان آسمان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>!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تو بر سر امت در گستره تمام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با دم مس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تو بود که کشت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طوفان زده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به ساحل نشست، با اشارات به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 بود که محبان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از فرعون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آز</w:t>
      </w:r>
      <w:r w:rsidRPr="00DC4C40">
        <w:rPr>
          <w:rFonts w:eastAsia="B Badr" w:hint="eastAsia"/>
          <w:rtl/>
        </w:rPr>
        <w:t>اد</w:t>
      </w:r>
      <w:r w:rsidRPr="00DC4C40">
        <w:rPr>
          <w:rFonts w:eastAsia="B Badr"/>
          <w:rtl/>
        </w:rPr>
        <w:t xml:space="preserve"> شدند و با نگاهها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پر مهر مهد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فاطمه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هاالسلام</w:t>
      </w:r>
      <w:r w:rsidRPr="00DC4C40">
        <w:rPr>
          <w:rFonts w:eastAsia="B Badr"/>
          <w:rtl/>
        </w:rPr>
        <w:t xml:space="preserve"> آشنا گرد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دند</w:t>
      </w:r>
      <w:r w:rsidRPr="00DC4C40">
        <w:rPr>
          <w:rFonts w:eastAsia="B Badr"/>
          <w:rtl/>
        </w:rPr>
        <w:t>!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پرچم سبز انتظار حجت خدا بر بلندا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بام جغراف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>!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اهتزاز درآورنده پرچم فتح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بر</w:t>
      </w:r>
      <w:r w:rsidRPr="00DC4C40">
        <w:rPr>
          <w:rFonts w:eastAsia="B Badr"/>
          <w:rtl/>
        </w:rPr>
        <w:t xml:space="preserve">! هرگز از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ادمان</w:t>
      </w:r>
      <w:r w:rsidRPr="00DC4C40">
        <w:rPr>
          <w:rFonts w:eastAsia="B Badr"/>
          <w:rtl/>
        </w:rPr>
        <w:t xml:space="preserve"> نخواهد رفت، آنگاه که دستان پر مهر تو به نگاه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دت</w:t>
      </w:r>
      <w:r w:rsidRPr="00DC4C40">
        <w:rPr>
          <w:rFonts w:eastAsia="B Badr"/>
          <w:rtl/>
        </w:rPr>
        <w:t xml:space="preserve"> نزد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شد؛ گو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گلدسته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گنب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نور، چشم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 را در بر گرفته بودند؛ چه مقدس، چه آرام و روان، چونان 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>!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هرگز</w:t>
      </w:r>
      <w:r w:rsidRPr="00DC4C40">
        <w:rPr>
          <w:rFonts w:eastAsia="B Badr"/>
          <w:rtl/>
        </w:rPr>
        <w:t xml:space="preserve"> در فراق تو نسوخت جز امروز که گلداغها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هجران بر حاش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اش نشست، تو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روز</w:t>
      </w:r>
      <w:r w:rsidRPr="00DC4C40">
        <w:rPr>
          <w:rFonts w:eastAsia="B Badr"/>
          <w:rtl/>
        </w:rPr>
        <w:t xml:space="preserve"> و امروز نبود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</w:t>
      </w:r>
      <w:r w:rsidRPr="00DC4C40">
        <w:rPr>
          <w:rFonts w:eastAsia="B Badr"/>
          <w:rtl/>
        </w:rPr>
        <w:t xml:space="preserve"> نقطه جغراف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نبود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نخواه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 چرا که شعاع باورها و تلاشها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فراتر از زمان و مکان است تو ولو امروز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گوشه قلبها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داغدار، 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گاه</w:t>
      </w:r>
      <w:r w:rsidRPr="00DC4C40">
        <w:rPr>
          <w:rFonts w:eastAsia="B Badr"/>
          <w:rtl/>
        </w:rPr>
        <w:t xml:space="preserve"> به گل ن</w:t>
      </w:r>
      <w:r w:rsidRPr="00DC4C40">
        <w:rPr>
          <w:rFonts w:eastAsia="B Badr" w:hint="eastAsia"/>
          <w:rtl/>
        </w:rPr>
        <w:t>شسته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هر روزه طواف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صحن</w:t>
      </w:r>
      <w:r w:rsidRPr="00DC4C40">
        <w:rPr>
          <w:rFonts w:eastAsia="B Badr"/>
          <w:rtl/>
        </w:rPr>
        <w:t xml:space="preserve"> و سرا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وجود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ان،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اه</w:t>
      </w:r>
      <w:r w:rsidRPr="00DC4C40">
        <w:rPr>
          <w:rFonts w:eastAsia="B Badr"/>
          <w:rtl/>
        </w:rPr>
        <w:t xml:space="preserve"> پوش است و در مرگ پدر آسمان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انند،</w:t>
      </w:r>
      <w:r w:rsidRPr="00DC4C40">
        <w:rPr>
          <w:rFonts w:eastAsia="B Badr"/>
          <w:rtl/>
        </w:rPr>
        <w:t xml:space="preserve">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کبوتران حرم تو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باغ هست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شوق پرواز ندارند.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خاص از باغستان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به نماز عشق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ستد</w:t>
      </w:r>
      <w:r w:rsidRPr="00DC4C40">
        <w:rPr>
          <w:rFonts w:eastAsia="B Badr"/>
          <w:rtl/>
        </w:rPr>
        <w:t xml:space="preserve"> و راه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حکومت مهد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آماده سازد.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34) مولو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35) اگر تفقه در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گاه با هجرت از شهر و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به مرکز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دانش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ملازم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... فلولا نفر من کل فرقه منهم طائفة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تفقهوا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نذروا</w:t>
      </w:r>
      <w:r w:rsidRPr="00DC4C40">
        <w:rPr>
          <w:rFonts w:eastAsia="B Badr"/>
          <w:rtl/>
        </w:rPr>
        <w:t xml:space="preserve"> قومهم اذا رجعوا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هم</w:t>
      </w:r>
      <w:r w:rsidRPr="00DC4C40">
        <w:rPr>
          <w:rFonts w:eastAsia="B Badr"/>
          <w:rtl/>
        </w:rPr>
        <w:t xml:space="preserve"> لعلهم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حذرون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چرا</w:t>
      </w:r>
      <w:r w:rsidRPr="00DC4C40">
        <w:rPr>
          <w:rFonts w:eastAsia="B Badr"/>
          <w:rtl/>
        </w:rPr>
        <w:t xml:space="preserve"> از هر گروه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آگاه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معارف و احکام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اسلام بروز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تا به هنگام بازگشت به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قوم آنها را انذار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تا از مخالفت فرمان خداوند بترسند و خوددار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برتر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عبادات، تفقه در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العبادة الفقه.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فقه</w:t>
      </w:r>
      <w:r w:rsidRPr="00DC4C40">
        <w:rPr>
          <w:rFonts w:eastAsia="B Badr"/>
          <w:rtl/>
        </w:rPr>
        <w:t xml:space="preserve"> بهتر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عبادت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مهاجر، دشمن 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افراد نسبت به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طان</w:t>
      </w:r>
      <w:r w:rsidRPr="00DC4C40">
        <w:rPr>
          <w:rFonts w:eastAsia="B Badr"/>
          <w:rtl/>
        </w:rPr>
        <w:t xml:space="preserve"> اند: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ما من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ء اقطع لظهر ابل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من عالم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خرج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لة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خروج</w:t>
      </w:r>
      <w:r w:rsidRPr="00DC4C40">
        <w:rPr>
          <w:rFonts w:eastAsia="B Badr"/>
          <w:rtl/>
        </w:rPr>
        <w:t xml:space="preserve"> عالم در قب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جهت تبل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غ</w:t>
      </w:r>
      <w:r w:rsidRPr="00DC4C40">
        <w:rPr>
          <w:rFonts w:eastAsia="B Badr"/>
          <w:rtl/>
        </w:rPr>
        <w:t xml:space="preserve"> کمرشکننده 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امر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ابل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و فقه طلبان سربازان امام زمان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هستند؛ و اگر هر فرمانده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نسبت به سربازان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ش،</w:t>
      </w:r>
      <w:r w:rsidRPr="00DC4C40">
        <w:rPr>
          <w:rFonts w:eastAsia="B Badr"/>
          <w:rtl/>
        </w:rPr>
        <w:t xml:space="preserve"> توجه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ژه</w:t>
      </w:r>
      <w:r w:rsidRPr="00DC4C40">
        <w:rPr>
          <w:rFonts w:eastAsia="B Badr"/>
          <w:rtl/>
        </w:rPr>
        <w:t xml:space="preserve"> دارد،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طلاب علوم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فقه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را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دانست که همه حرکات و سکناتشان مورد توجه امام زمان عجل الله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فرجه الشر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بوده و او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رفع گرفتار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شان،</w:t>
      </w:r>
      <w:r w:rsidRPr="00DC4C40">
        <w:rPr>
          <w:rFonts w:eastAsia="B Badr"/>
          <w:rtl/>
        </w:rPr>
        <w:t xml:space="preserve"> توجه خاص دارد.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فکر</w:t>
      </w:r>
      <w:r w:rsidRPr="00DC4C40">
        <w:rPr>
          <w:rFonts w:eastAsia="B Badr"/>
          <w:rtl/>
        </w:rPr>
        <w:t xml:space="preserve"> خود و 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خود در عالم رند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- کفر است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مذهب خودب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خودرا</w:t>
      </w:r>
      <w:r w:rsidRPr="00DC4C40">
        <w:rPr>
          <w:rFonts w:eastAsia="B Badr" w:hint="cs"/>
          <w:rtl/>
        </w:rPr>
        <w:t>یی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ره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</w:t>
      </w:r>
      <w:r w:rsidRPr="00DC4C40">
        <w:rPr>
          <w:rFonts w:eastAsia="B Badr"/>
          <w:rtl/>
        </w:rPr>
        <w:t xml:space="preserve"> خون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جگرم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 - تا حل کنم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مشکل در ساغر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</w:t>
      </w:r>
      <w:r w:rsidRPr="00DC4C40">
        <w:rPr>
          <w:rFonts w:eastAsia="B Badr" w:hint="cs"/>
          <w:rtl/>
        </w:rPr>
        <w:t>یی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حافظ</w:t>
      </w:r>
      <w:r w:rsidRPr="00DC4C40">
        <w:rPr>
          <w:rFonts w:eastAsia="B Badr"/>
          <w:rtl/>
        </w:rPr>
        <w:t xml:space="preserve"> شب هجران شد بو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خوش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آمد -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دت</w:t>
      </w:r>
      <w:r w:rsidRPr="00DC4C40">
        <w:rPr>
          <w:rFonts w:eastAsia="B Badr"/>
          <w:rtl/>
        </w:rPr>
        <w:t xml:space="preserve"> مبارک باد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عاشق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</w:t>
      </w:r>
      <w:r w:rsidRPr="00DC4C40">
        <w:rPr>
          <w:rFonts w:eastAsia="B Badr" w:hint="cs"/>
          <w:rtl/>
        </w:rPr>
        <w:t>یی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(حافظ)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تصد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منطقه از مناطق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توسط صحاب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خاص امام زمان عجل الله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فرجه الشر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جهت رفع مشکلات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و بخصوص طلاب فقه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حساس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ژه</w:t>
      </w:r>
      <w:r w:rsidRPr="00DC4C40">
        <w:rPr>
          <w:rFonts w:eastAsia="B Badr"/>
          <w:rtl/>
        </w:rPr>
        <w:t xml:space="preserve"> مقام عصمت و رهبر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نسبت به حالات و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روحان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ون</w:t>
      </w:r>
      <w:r w:rsidRPr="00DC4C40">
        <w:rPr>
          <w:rFonts w:eastAsia="B Badr"/>
          <w:rtl/>
        </w:rPr>
        <w:t xml:space="preserve"> طلاب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امکان تصرف و قدرت تکو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جهان از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عارف، چه رسد به مقام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عصمت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حضور تمام وقا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شخص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اجتماع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برابر صالحان مقام فقاهت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امکان بروز اسرار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عارف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رفع بحران ها و مشکلات روحان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ون</w:t>
      </w:r>
      <w:r w:rsidRPr="00DC4C40">
        <w:rPr>
          <w:rFonts w:eastAsia="B Badr"/>
          <w:rtl/>
        </w:rPr>
        <w:t xml:space="preserve"> فقه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متد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نان</w:t>
      </w:r>
      <w:r w:rsidRPr="00DC4C40">
        <w:rPr>
          <w:rFonts w:eastAsia="B Badr"/>
          <w:rtl/>
        </w:rPr>
        <w:t xml:space="preserve"> عام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تواضع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رفع بحران ها با خود آمدن آنان و نه احضار کردنشان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بزرگان</w:t>
      </w:r>
      <w:r w:rsidRPr="00DC4C40">
        <w:rPr>
          <w:rFonts w:eastAsia="B Badr"/>
          <w:rtl/>
        </w:rPr>
        <w:t xml:space="preserve"> نکردند در خود نگاه - خداب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شتن</w:t>
      </w:r>
      <w:r w:rsidRPr="00DC4C40">
        <w:rPr>
          <w:rFonts w:eastAsia="B Badr"/>
          <w:rtl/>
        </w:rPr>
        <w:t xml:space="preserve"> مخواه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بزرگ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ناموس و گفتار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- بلند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دعو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پندار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(حافظ)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lastRenderedPageBreak/>
        <w:t>7. لزوم توجه دائم و 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زهوشانه</w:t>
      </w:r>
      <w:r w:rsidRPr="00DC4C40">
        <w:rPr>
          <w:rFonts w:eastAsia="B Badr"/>
          <w:rtl/>
        </w:rPr>
        <w:t xml:space="preserve"> به حوادث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و درشت در اطراف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ش،</w:t>
      </w:r>
      <w:r w:rsidRPr="00DC4C40">
        <w:rPr>
          <w:rFonts w:eastAsia="B Badr"/>
          <w:rtl/>
        </w:rPr>
        <w:t xml:space="preserve"> جهت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رمزها و اسرار.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36)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پندارند که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انات</w:t>
      </w:r>
      <w:r w:rsidRPr="00DC4C40">
        <w:rPr>
          <w:rFonts w:eastAsia="B Badr"/>
          <w:rtl/>
        </w:rPr>
        <w:t xml:space="preserve"> شارع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تنها در محدوده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انات</w:t>
      </w:r>
      <w:r w:rsidRPr="00DC4C40">
        <w:rPr>
          <w:rFonts w:eastAsia="B Badr"/>
          <w:rtl/>
        </w:rPr>
        <w:t xml:space="preserve"> اخلاق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حداکثر احکام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و معارف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از اخلاق و احکام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وجود ندارد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لازم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تا شارع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را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دارد،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اطلاق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... لا رطب و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ابس</w:t>
      </w:r>
      <w:r w:rsidRPr="00DC4C40">
        <w:rPr>
          <w:rFonts w:eastAsia="B Badr"/>
          <w:rtl/>
        </w:rPr>
        <w:t xml:space="preserve"> الا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کتاب مب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</w:t>
      </w:r>
      <w:r w:rsidRPr="00DC4C40">
        <w:rPr>
          <w:rFonts w:eastAsia="B Badr"/>
          <w:rtl/>
        </w:rPr>
        <w:t xml:space="preserve"> خشک و 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جز آنکه در کتاب قرآن مسطور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- آن هم با توجه به واژه مب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- به صراحت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است که هر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از بزرگتر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هست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تا کوچکتر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آن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از کتاب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برداشت کرد. آنان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انتظار از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انات</w:t>
      </w:r>
      <w:r w:rsidRPr="00DC4C40">
        <w:rPr>
          <w:rFonts w:eastAsia="B Badr"/>
          <w:rtl/>
        </w:rPr>
        <w:t xml:space="preserve"> شارع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تساو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برقرار کرده اند،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نه تنها انتظارا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را برآورده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سازد، بلکه هر چه را که بشر به آن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ازمند</w:t>
      </w:r>
      <w:r w:rsidRPr="00DC4C40">
        <w:rPr>
          <w:rFonts w:eastAsia="B Badr"/>
          <w:rtl/>
        </w:rPr>
        <w:t xml:space="preserve"> است و حس کنجکاو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اش او را بدان سو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کشد،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از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شارع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قابل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باشد. قابل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انات</w:t>
      </w:r>
      <w:r w:rsidRPr="00DC4C40">
        <w:rPr>
          <w:rFonts w:eastAsia="B Badr"/>
          <w:rtl/>
        </w:rPr>
        <w:t xml:space="preserve"> شارع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عرضه علوم و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ق،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از انتظار از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است. آنچه کاملاً روشن است،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انات</w:t>
      </w:r>
      <w:r w:rsidRPr="00DC4C40">
        <w:rPr>
          <w:rFonts w:eastAsia="B Badr"/>
          <w:rtl/>
        </w:rPr>
        <w:t xml:space="preserve"> شارع نسبت به احک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رفتار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اصول اخلاق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معارف عقل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عقلا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است،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وجود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انات</w:t>
      </w:r>
      <w:r w:rsidRPr="00DC4C40">
        <w:rPr>
          <w:rFonts w:eastAsia="B Badr"/>
          <w:rtl/>
        </w:rPr>
        <w:t xml:space="preserve"> ناپ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تأو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تفس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قرآن که از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ائمه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بدان اشارت رفته است،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است که شارع محور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در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را،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زان</w:t>
      </w:r>
      <w:r w:rsidRPr="00DC4C40">
        <w:rPr>
          <w:rFonts w:eastAsia="B Badr"/>
          <w:rtl/>
        </w:rPr>
        <w:t xml:space="preserve"> توان و برد ادراک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معرفت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بشر قرار داده است. عرضه انتظار</w:t>
      </w:r>
      <w:r w:rsidRPr="00DC4C40">
        <w:rPr>
          <w:rFonts w:eastAsia="B Badr" w:hint="eastAsia"/>
          <w:rtl/>
        </w:rPr>
        <w:t>ات،</w:t>
      </w:r>
      <w:r w:rsidRPr="00DC4C40">
        <w:rPr>
          <w:rFonts w:eastAsia="B Badr"/>
          <w:rtl/>
        </w:rPr>
        <w:t xml:space="preserve"> از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 منت آور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کند؛ چرا که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شارع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انتظارات بشر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ارشاد به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سعادتمند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 آنچه را که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برتر و کتاب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کتاب 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کند،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انات</w:t>
      </w:r>
      <w:r w:rsidRPr="00DC4C40">
        <w:rPr>
          <w:rFonts w:eastAsia="B Badr"/>
          <w:rtl/>
        </w:rPr>
        <w:t xml:space="preserve"> مافوق انتظارات زمان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بشر است که او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تمام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زمانها و مکانها تا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کند. اگر کل هست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تسخ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است؛ و اگر لازمه تسخ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ر،</w:t>
      </w:r>
      <w:r w:rsidRPr="00DC4C40">
        <w:rPr>
          <w:rFonts w:eastAsia="B Badr"/>
          <w:rtl/>
        </w:rPr>
        <w:t xml:space="preserve"> ارتباط تمام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وجود با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است؛ و اگر ارتباط، تکل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ساز و حساس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ساز است؛ و اگر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به حساس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ها و تکل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ها پاسخگو باشد، پس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تمام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معارف مرتبط به انسانها را مورد نقد و نظر ق</w:t>
      </w:r>
      <w:r w:rsidRPr="00DC4C40">
        <w:rPr>
          <w:rFonts w:eastAsia="B Badr" w:hint="eastAsia"/>
          <w:rtl/>
        </w:rPr>
        <w:t>رار</w:t>
      </w:r>
      <w:r w:rsidRPr="00DC4C40">
        <w:rPr>
          <w:rFonts w:eastAsia="B Badr"/>
          <w:rtl/>
        </w:rPr>
        <w:t xml:space="preserve"> دهد، منتها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توجه داشت که: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الف</w:t>
      </w:r>
      <w:r w:rsidRPr="00DC4C40">
        <w:rPr>
          <w:rFonts w:eastAsia="B Badr"/>
          <w:rtl/>
        </w:rPr>
        <w:t>) عقل بشر توانا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لازم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درک و فهم علوم و فنون بطور مستق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از قرآن ندارد؛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انات</w:t>
      </w:r>
      <w:r w:rsidRPr="00DC4C40">
        <w:rPr>
          <w:rFonts w:eastAsia="B Badr"/>
          <w:rtl/>
        </w:rPr>
        <w:t xml:space="preserve"> ظاهر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قرآن در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طه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وظا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اصل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مردمان است،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کشف تأو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لات</w:t>
      </w:r>
      <w:r w:rsidRPr="00DC4C40">
        <w:rPr>
          <w:rFonts w:eastAsia="B Badr"/>
          <w:rtl/>
        </w:rPr>
        <w:t xml:space="preserve"> و معان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بطون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قرآن تنها از آن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مردان و مخاطبان اصل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: انما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عرف</w:t>
      </w:r>
      <w:r w:rsidRPr="00DC4C40">
        <w:rPr>
          <w:rFonts w:eastAsia="B Badr"/>
          <w:rtl/>
        </w:rPr>
        <w:t xml:space="preserve"> القرآن من خوطب به.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را فقط مخاطبان 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شناسند.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>)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مورد نظر، تش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علو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است، بنابرا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همه مسالک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داع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را دارا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ند،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خود را پاسخگو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ازها</w:t>
      </w:r>
      <w:r w:rsidRPr="00DC4C40">
        <w:rPr>
          <w:rFonts w:eastAsia="B Badr"/>
          <w:rtl/>
        </w:rPr>
        <w:t xml:space="preserve"> بدانند - که نه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دانند و نه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توانند - پس آنها مسالک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ستند،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مکتب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و در مکتب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ازها</w:t>
      </w:r>
      <w:r w:rsidRPr="00DC4C40">
        <w:rPr>
          <w:rFonts w:eastAsia="B Badr"/>
          <w:rtl/>
        </w:rPr>
        <w:t xml:space="preserve"> و انتظارات شرط مقوم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ج</w:t>
      </w:r>
      <w:r w:rsidRPr="00DC4C40">
        <w:rPr>
          <w:rFonts w:eastAsia="B Badr"/>
          <w:rtl/>
        </w:rPr>
        <w:t>) آنچه را که اکنون از دوران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بت</w:t>
      </w:r>
      <w:r w:rsidRPr="00DC4C40">
        <w:rPr>
          <w:rFonts w:eastAsia="B Badr"/>
          <w:rtl/>
        </w:rPr>
        <w:t xml:space="preserve"> به دست ما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است، جزئ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معارف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بوده که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بشر امروز به 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نهاده شده است؛ که متأسفانه به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فشارها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کاهل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اصحاب، بشر امروز از کسب کامل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</w:t>
      </w:r>
      <w:r w:rsidRPr="00DC4C40">
        <w:rPr>
          <w:rFonts w:eastAsia="B Badr"/>
          <w:rtl/>
        </w:rPr>
        <w:t xml:space="preserve"> مرحوم مانده است. ولو آنچه را که امروز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به دستش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است،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کنون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اش تا 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دوران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بت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کاف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>)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انات</w:t>
      </w:r>
      <w:r w:rsidRPr="00DC4C40">
        <w:rPr>
          <w:rFonts w:eastAsia="B Badr"/>
          <w:rtl/>
        </w:rPr>
        <w:t xml:space="preserve"> شارع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تنها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کلان بشر را هدف قرار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دهد، بلکه با تک تک انسانها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سخن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مکتب اجتماع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صرف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ست؛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مکتب انسان ساز است و انسانها صرفاً با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کلان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شدن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ستند؛</w:t>
      </w:r>
      <w:r w:rsidRPr="00DC4C40">
        <w:rPr>
          <w:rFonts w:eastAsia="B Badr"/>
          <w:rtl/>
        </w:rPr>
        <w:t xml:space="preserve"> اگر تک تک انسانها در دستگاه ربوب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مورد بازخواست واقع شده و هر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به تنها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مورد سوال و نظارت دق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ملائک خداوند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باشند،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تشان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به صورت انحصار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مطابق با ذوق و استعدادها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از آنها باشد. به 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خاطر است که گاه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روا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ساز است 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با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نکه</w:t>
      </w:r>
      <w:r w:rsidRPr="00DC4C40">
        <w:rPr>
          <w:rFonts w:eastAsia="B Badr"/>
          <w:rtl/>
        </w:rPr>
        <w:t xml:space="preserve"> هر دو انسانند و د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وجوه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اشتراک دارند.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>)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انات</w:t>
      </w:r>
      <w:r w:rsidRPr="00DC4C40">
        <w:rPr>
          <w:rFonts w:eastAsia="B Badr"/>
          <w:rtl/>
        </w:rPr>
        <w:t xml:space="preserve"> شارع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تک تک انسانها در دوران حضور و ظهور ائمه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امر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کاملاً طب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و مطابق با اقتضاء و جوهره ذات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دوران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بت</w:t>
      </w:r>
      <w:r w:rsidRPr="00DC4C40">
        <w:rPr>
          <w:rFonts w:eastAsia="B Badr"/>
          <w:rtl/>
        </w:rPr>
        <w:t xml:space="preserve"> بشر بطور کل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- نه مورد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از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تک به تک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محروم است ولو معارف به 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نهاده شده فعل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حوز</w:t>
      </w:r>
      <w:r w:rsidRPr="00DC4C40">
        <w:rPr>
          <w:rFonts w:eastAsia="B Badr" w:hint="eastAsia"/>
          <w:rtl/>
        </w:rPr>
        <w:t>وات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اگر درست و منطق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عرضه شوند هر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توانا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ارشاد و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تک به تک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دارا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>. بگذر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که در هر دوره از دوران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بت،</w:t>
      </w:r>
      <w:r w:rsidRPr="00DC4C40">
        <w:rPr>
          <w:rFonts w:eastAsia="B Badr"/>
          <w:rtl/>
        </w:rPr>
        <w:t xml:space="preserve">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خداوند در حوزوات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در سطح کلان جامعه از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گمارده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شوند، تا در صورت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فرد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وجود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اقت</w:t>
      </w:r>
      <w:r w:rsidRPr="00DC4C40">
        <w:rPr>
          <w:rFonts w:eastAsia="B Badr"/>
          <w:rtl/>
        </w:rPr>
        <w:t xml:space="preserve"> و استعداد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ت،</w:t>
      </w:r>
      <w:r w:rsidRPr="00DC4C40">
        <w:rPr>
          <w:rFonts w:eastAsia="B Badr"/>
          <w:rtl/>
        </w:rPr>
        <w:t xml:space="preserve"> از 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کلان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به دست افراد عاد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ارشاد و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نشوند. آنان مأمور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ابند</w:t>
      </w:r>
      <w:r w:rsidRPr="00DC4C40">
        <w:rPr>
          <w:rFonts w:eastAsia="B Badr"/>
          <w:rtl/>
        </w:rPr>
        <w:t xml:space="preserve"> تا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را به صورت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تک به تک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انجام دهند. اساساً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اصل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خداوند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درون جامعه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ارشاد افراد خاص از 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کاملاً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و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قانونمند عرف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گ</w:t>
      </w:r>
      <w:r w:rsidRPr="00DC4C40">
        <w:rPr>
          <w:rFonts w:eastAsia="B Badr"/>
          <w:rtl/>
        </w:rPr>
        <w:t>) در دوران معاصر، مرحوم کشم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همان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خداوند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بود. او با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گاه با استفاده از قرآن و گاه با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پنهان،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 و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ارشاد را عرضه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 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خواستاران به خوب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انجام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داد. او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از راه قر</w:t>
      </w:r>
      <w:r w:rsidRPr="00DC4C40">
        <w:rPr>
          <w:rFonts w:eastAsia="B Badr" w:hint="eastAsia"/>
          <w:rtl/>
        </w:rPr>
        <w:t>آن</w:t>
      </w:r>
      <w:r w:rsidRPr="00DC4C40">
        <w:rPr>
          <w:rFonts w:eastAsia="B Badr"/>
          <w:rtl/>
        </w:rPr>
        <w:t xml:space="preserve"> و بعض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را با کنار زدن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پشت پرده ارشاد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کرد، که حادثه فوق از جمله حوادث عاد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مرحوم کشم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 آر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او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توان را داشت که با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قرآن،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ناپ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شخص را از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اردها</w:t>
      </w:r>
      <w:r w:rsidRPr="00DC4C40">
        <w:rPr>
          <w:rFonts w:eastAsia="B Badr"/>
          <w:rtl/>
        </w:rPr>
        <w:t xml:space="preserve"> انسان و حوادث مربوط به آنها کشف </w:t>
      </w:r>
      <w:r w:rsidRPr="00DC4C40">
        <w:rPr>
          <w:rFonts w:eastAsia="B Badr" w:hint="eastAsia"/>
          <w:rtl/>
        </w:rPr>
        <w:t>کند</w:t>
      </w:r>
      <w:r w:rsidRPr="00DC4C40">
        <w:rPr>
          <w:rFonts w:eastAsia="B Badr"/>
          <w:rtl/>
        </w:rPr>
        <w:t>. آنگاه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را نشان دهد، تا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سعادتمندانه آنان را از 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ارشاد جزء به جزء شکل بخشد.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1.تأث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اظهار ارادت به خاندان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در معرفت راه مورد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معارف تأو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قرآن از راه مشاوره با روحان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مرتبط با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نقش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استخاره در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ارشاد تک تک انسانها در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اجتماع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وجود تمام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مربوط به انسانها در کتاب و 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عت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حل شدن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مشکلات شخص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راه اظهارات به خاندان 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تناسب جوهر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با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37) سرمد.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38) هر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جامعه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تحت قانون صدقه است، چه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حق نسبت به عموم مردم باشد - همانند جهاد و رزم - و چه مربوط به کارها و اعمال شخص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افراد در جامعه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باشد.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جهت نبا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در دادن صدقه در امور عموم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انجام واجبات شر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د؛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/>
          <w:rtl/>
        </w:rPr>
        <w:t xml:space="preserve"> که همان امور عموم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واجب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قانون صدقه قرار دارد: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کل امر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ظل صدقته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الناس.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شخص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صدقه اش بسر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برد تا وقت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مردم قضاوت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حضور دائم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سلف در کوران حوادث جامعه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به تبع خوشحال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 از ارزشها و نگران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 از اوضاع و احوال نامناسب، نشان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است که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با معرفت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برتر از حوادث خرد و کلان جامعه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به راست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نائبان بر حق مقام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عظم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تکو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/>
          <w:rtl/>
        </w:rPr>
        <w:lastRenderedPageBreak/>
        <w:t>تشر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اند.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جهت ما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بر سفل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مقام فقاهت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صالحان گذشته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توجه کامل داشته باش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و بر قبورشان حاضر و بر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ادشان</w:t>
      </w:r>
      <w:r w:rsidRPr="00DC4C40">
        <w:rPr>
          <w:rFonts w:eastAsia="B Badr"/>
          <w:rtl/>
        </w:rPr>
        <w:t xml:space="preserve"> ارج نه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امکان رفع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کلان در سطح جامعه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همانند بلا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شخص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به واسطه صدقه خالصانه در راه خداوند چنانچه رسول گرام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فرمود: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الباقر عن آبائه عن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الصدقه تدفع البلاء و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انجح دواء و تدفع القضاء و قدابرم ابراماً و با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ذهب</w:t>
      </w:r>
      <w:r w:rsidRPr="00DC4C40">
        <w:rPr>
          <w:rFonts w:eastAsia="B Badr"/>
          <w:rtl/>
        </w:rPr>
        <w:t xml:space="preserve"> بالادواء الا الدعاء و الصدقة.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صدقه</w:t>
      </w:r>
      <w:r w:rsidRPr="00DC4C40">
        <w:rPr>
          <w:rFonts w:eastAsia="B Badr"/>
          <w:rtl/>
        </w:rPr>
        <w:t xml:space="preserve"> دفع کننده بلا و بهتر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دواست و قضا را برم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گرداند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حتم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شده است و جز دعا و صدقه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درمان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انجامد.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39) برد معرفت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عارفان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در حوزوات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گاه از چنان وسعت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برخوردار است که آنان علاوه بر معرفت به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حوادث کلان حوزه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جامعه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از مسائل شخص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جزئ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افراد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معرفت کامل دارند چرا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است؟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جز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 که علم و حکمت در فرهنگ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معنا و مف</w:t>
      </w:r>
      <w:r w:rsidRPr="00DC4C40">
        <w:rPr>
          <w:rFonts w:eastAsia="B Badr" w:hint="eastAsia"/>
          <w:rtl/>
        </w:rPr>
        <w:t>هوم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از آن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اکنون از آن به علم تعب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شود، دارد؟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علم را پد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دار</w:t>
      </w:r>
      <w:r w:rsidRPr="00DC4C40">
        <w:rPr>
          <w:rFonts w:eastAsia="B Badr"/>
          <w:rtl/>
        </w:rPr>
        <w:t xml:space="preserve"> و عده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انفعال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انعکاس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معنا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علم و حکمت در فرهنگ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تنها در ابتداء فراگ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حالت انفعال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دارد در صورت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در حالت رشد حالت مصدر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افته</w:t>
      </w:r>
      <w:r w:rsidRPr="00DC4C40">
        <w:rPr>
          <w:rFonts w:eastAsia="B Badr"/>
          <w:rtl/>
        </w:rPr>
        <w:t xml:space="preserve"> و خود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اتصال شهود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آگاهانه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ناآگاهانه به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افته</w:t>
      </w:r>
      <w:r w:rsidRPr="00DC4C40">
        <w:rPr>
          <w:rFonts w:eastAsia="B Badr"/>
          <w:rtl/>
        </w:rPr>
        <w:t xml:space="preserve"> و به نام علم و حکمت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</w:t>
      </w:r>
      <w:r w:rsidRPr="00DC4C40">
        <w:rPr>
          <w:rFonts w:eastAsia="B Badr"/>
          <w:rtl/>
        </w:rPr>
        <w:t xml:space="preserve"> بخش آن اتصال معرفت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خواهد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. علم و حکمت در معنا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نها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و نه ابتدا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فرهنگ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مفهوم اضاف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ذهن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حاصل از رابطه عالم و معلوم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. چرا که اگر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معنا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علم باشد پس چگونه علم خداوند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دانست؟ چگونه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</w:t>
      </w: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نزول علم خداوند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مکنون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آن در آسمان چهارم خبر داد؟ چگونه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قرآن را وجود تنز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علم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پنداشت؟ چگونه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نقاط، حروف، کلمات و بالاخره جملات قرآن با حوادث تکو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ارتباط برقرار کرد؟ چگونه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قرآن را مجموعه تمام دانشها پنداشت؟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حال</w:t>
      </w:r>
      <w:r w:rsidRPr="00DC4C40">
        <w:rPr>
          <w:rFonts w:eastAsia="B Badr"/>
          <w:rtl/>
        </w:rPr>
        <w:t xml:space="preserve"> اگر علم و حکمت را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و موجود دانست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و - نه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مفهوم اضاف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و اگر علم و حکمت را شامل تمام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اعم از جزئ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کل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دانست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- و نه صرفاً مرتبط به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کلان - و اگر علم و حکمت را ناش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ارتباط اشراق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اشراب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دانست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و نه صرف انعکاس ذهن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؛</w:t>
      </w:r>
      <w:r w:rsidRPr="00DC4C40">
        <w:rPr>
          <w:rFonts w:eastAsia="B Badr"/>
          <w:rtl/>
        </w:rPr>
        <w:t xml:space="preserve"> پس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با آن ارتباطات اشراب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اشراق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تمام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و به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گذشته موجود و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موجود ، موجود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انسانها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رش</w:t>
      </w:r>
      <w:r w:rsidRPr="00DC4C40">
        <w:rPr>
          <w:rFonts w:eastAsia="B Badr"/>
          <w:rtl/>
        </w:rPr>
        <w:t xml:space="preserve"> حوادث موجود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آماده ساخت.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آر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اگر قاض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طباطبا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برتر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وارث و مورث فرهنگ عرفان فقاهت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حوزوات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عمر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در سودا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باهر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بال در بال کبوتران از خرمن حرم حکمت و علم، بهتر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دانه ها را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است اگر قاض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طباطبا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ساز عنا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حکمت مکتوم اهل ا</w:t>
      </w:r>
      <w:r w:rsidRPr="00DC4C40">
        <w:rPr>
          <w:rFonts w:eastAsia="B Badr" w:hint="eastAsia"/>
          <w:rtl/>
        </w:rPr>
        <w:t>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در قرون اخ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بوده است پس او با عطوفت و مهربان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مرد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بزرگ خبر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دهد که در تنها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خواهد مرد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از حال به فکر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باشد او از گفتن لذت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برد او از آماده ساختن به وجد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آمد او از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بگو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اعتبار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گرفت او به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اعتبار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بخش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 او از حوادث رمز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گرفت او به درست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حوادث را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ذهن جوال و فعال بتواند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را بداند و با دانستن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و وظائف اش را که همانا حفظ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نجف است عمل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 بنابرا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موجود و موجود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و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سته</w:t>
      </w:r>
      <w:r w:rsidRPr="00DC4C40">
        <w:rPr>
          <w:rFonts w:eastAsia="B Badr"/>
          <w:rtl/>
        </w:rPr>
        <w:t xml:space="preserve"> ها است و نه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لهو و لعب که ساحت مقدس قاض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طباطبا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توهم به دور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40) اگر هر زنده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مرگ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کل نفس ذائقة الموت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نفس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رنج و سخت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مرگ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چشد.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هر زا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مرگ و هر جمع آور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هر ساخت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خراب شدن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لدوا للموت، واجمعوا للفقاء، و ابنوا للخراب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همانا</w:t>
      </w:r>
      <w:r w:rsidRPr="00DC4C40">
        <w:rPr>
          <w:rFonts w:eastAsia="B Badr"/>
          <w:rtl/>
        </w:rPr>
        <w:t xml:space="preserve"> که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خدا ملک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ندا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دهد: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مرگ بزا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دست دادن جمع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خراب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راه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راه عشق که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چش</w:t>
      </w:r>
      <w:r w:rsidRPr="00DC4C40">
        <w:rPr>
          <w:rFonts w:eastAsia="B Badr"/>
          <w:rtl/>
        </w:rPr>
        <w:t xml:space="preserve"> کناره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- آنجا جز آن که جان بسپارند چاره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(حافظ)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در هر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مرگ: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کل نفس موت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هر جان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مرگ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هر زمان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کل وقت موت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در</w:t>
      </w:r>
      <w:r w:rsidRPr="00DC4C40">
        <w:rPr>
          <w:rFonts w:eastAsia="B Badr"/>
          <w:rtl/>
        </w:rPr>
        <w:t xml:space="preserve"> هر زمان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مرگ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در هر لحظه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مرگ اتفاق افتادن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کل لحظة أجل.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هر لحظه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اجل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هر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استعداد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لازم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من استعد لسفره قر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ناً</w:t>
      </w:r>
      <w:r w:rsidRPr="00DC4C40">
        <w:rPr>
          <w:rFonts w:eastAsia="B Badr"/>
          <w:rtl/>
        </w:rPr>
        <w:t xml:space="preserve"> بحضره.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کس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سفر خود آماده باشد در حضر چشمش روشن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مرگ را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استعداد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استعد للموت قبل نزول الموت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قبل</w:t>
      </w:r>
      <w:r w:rsidRPr="00DC4C40">
        <w:rPr>
          <w:rFonts w:eastAsia="B Badr"/>
          <w:rtl/>
        </w:rPr>
        <w:t xml:space="preserve"> از فرا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مرگ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آماده شو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آن استعداد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جز دور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محرمات و انجام فرائض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سف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بن ع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عن سجاد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انما الاستعداد للموت تجنب الحرام و بذل الند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سجاد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همانا</w:t>
      </w:r>
      <w:r w:rsidRPr="00DC4C40">
        <w:rPr>
          <w:rFonts w:eastAsia="B Badr"/>
          <w:rtl/>
        </w:rPr>
        <w:t xml:space="preserve"> آماده شدن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مرگ، دور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کردن از گناهان و بذل و بخشش اموال در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آنگاه</w:t>
      </w:r>
      <w:r w:rsidRPr="00DC4C40">
        <w:rPr>
          <w:rFonts w:eastAsia="B Badr"/>
          <w:rtl/>
        </w:rPr>
        <w:t xml:space="preserve"> است که به هنگام احتضار و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رمومنان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ابن</w:t>
      </w:r>
      <w:r w:rsidRPr="00DC4C40">
        <w:rPr>
          <w:rFonts w:eastAsia="B Badr"/>
          <w:rtl/>
        </w:rPr>
        <w:t xml:space="preserve"> سنان عن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: من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مت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 مومن او منافق قبلاً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قبل از مرگش مرا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خواه مومن باشد خواه منافق.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که از مرگ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تر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دارد هوس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نخواهم من جز آنک - سر نهم در 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جانان،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هوس باشد مرا.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</w:t>
      </w:r>
      <w:r w:rsidRPr="00DC4C40">
        <w:rPr>
          <w:rFonts w:eastAsia="B Badr"/>
          <w:rtl/>
        </w:rPr>
        <w:t xml:space="preserve"> کاشان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ان اشد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عتنا</w:t>
      </w:r>
      <w:r w:rsidRPr="00DC4C40">
        <w:rPr>
          <w:rFonts w:eastAsia="B Badr"/>
          <w:rtl/>
        </w:rPr>
        <w:t xml:space="preserve"> لنا حباً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کون</w:t>
      </w:r>
      <w:r w:rsidRPr="00DC4C40">
        <w:rPr>
          <w:rFonts w:eastAsia="B Badr"/>
          <w:rtl/>
        </w:rPr>
        <w:t xml:space="preserve"> خروج نفسه کشرب احدکم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الص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الماء البارد الذ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نتقع</w:t>
      </w:r>
      <w:r w:rsidRPr="00DC4C40">
        <w:rPr>
          <w:rFonts w:eastAsia="B Badr"/>
          <w:rtl/>
        </w:rPr>
        <w:t xml:space="preserve"> به القلوب و ان سائرهم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موت</w:t>
      </w:r>
      <w:r w:rsidRPr="00DC4C40">
        <w:rPr>
          <w:rFonts w:eastAsia="B Badr"/>
          <w:rtl/>
        </w:rPr>
        <w:t xml:space="preserve"> کما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غبط</w:t>
      </w:r>
      <w:r w:rsidRPr="00DC4C40">
        <w:rPr>
          <w:rFonts w:eastAsia="B Badr"/>
          <w:rtl/>
        </w:rPr>
        <w:t xml:space="preserve"> احدکم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فراشه کأقر ما کانت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بموته.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مرگ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ما مانند بخواب رفتن بدون زحمت است اما مرگ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به ما علاقه دارند مانند نوش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آب خنک در روز گرم تابستان گوارا و لذت بخش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آن صورت، با 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صدا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قهرآم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عزرائ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: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/>
          <w:rtl/>
        </w:rPr>
        <w:t xml:space="preserve"> الفاخر الکافر ترکت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الله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أعدائه ، فال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غنون</w:t>
      </w:r>
      <w:r w:rsidRPr="00DC4C40">
        <w:rPr>
          <w:rFonts w:eastAsia="B Badr"/>
          <w:rtl/>
        </w:rPr>
        <w:t xml:space="preserve"> عنک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ئاً،</w:t>
      </w:r>
      <w:r w:rsidRPr="00DC4C40">
        <w:rPr>
          <w:rFonts w:eastAsia="B Badr"/>
          <w:rtl/>
        </w:rPr>
        <w:t xml:space="preserve"> و لاتجد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مناص سب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لاً،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رد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من العذاب ما لو قسم أدناه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اهل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لاهلکم.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فاجر</w:t>
      </w:r>
      <w:r w:rsidRPr="00DC4C40">
        <w:rPr>
          <w:rFonts w:eastAsia="B Badr"/>
          <w:rtl/>
        </w:rPr>
        <w:t xml:space="preserve"> کافر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خدا را رها کرده و به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دشمنان خدا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رود، در روز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امت</w:t>
      </w:r>
      <w:r w:rsidRPr="00DC4C40">
        <w:rPr>
          <w:rFonts w:eastAsia="B Badr"/>
          <w:rtl/>
        </w:rPr>
        <w:t xml:space="preserve"> نه تنها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او برآورده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بلکه و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</w:t>
      </w:r>
      <w:r w:rsidRPr="00DC4C40">
        <w:rPr>
          <w:rFonts w:eastAsia="B Badr"/>
          <w:rtl/>
        </w:rPr>
        <w:t xml:space="preserve"> و راهنما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</w:t>
      </w:r>
      <w:r w:rsidRPr="00DC4C40">
        <w:rPr>
          <w:rFonts w:eastAsia="B Badr"/>
          <w:rtl/>
        </w:rPr>
        <w:t xml:space="preserve"> و عذاب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او وارد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که اگر کمتر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آن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اهل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تقس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شود آنان را هلاک خواهد نمود.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جز حسرت و ندامت و افتادن در عذاب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آمدن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جعلنا الله 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امکم</w:t>
      </w:r>
      <w:r w:rsidRPr="00DC4C40">
        <w:rPr>
          <w:rFonts w:eastAsia="B Badr"/>
          <w:rtl/>
        </w:rPr>
        <w:t xml:space="preserve"> ممن لاتبطره نعمة، و لاتقصر به عن طاعة ربه غا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ة،</w:t>
      </w:r>
      <w:r w:rsidRPr="00DC4C40">
        <w:rPr>
          <w:rFonts w:eastAsia="B Badr"/>
          <w:rtl/>
        </w:rPr>
        <w:t xml:space="preserve"> و لاتحل به بعد الموت ندامة و لاکآبة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خداوند مسئلت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کنم که من و شما را جزو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قرار دهد که فزون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نعمت آنها را متکبر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و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</w:t>
      </w:r>
      <w:r w:rsidRPr="00DC4C40">
        <w:rPr>
          <w:rFonts w:eastAsia="B Badr"/>
          <w:rtl/>
        </w:rPr>
        <w:t xml:space="preserve"> کار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باعث کوتاه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آنها در طاعت خدا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و بعد از مرگ ندامت و غم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آنها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بنش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بر لب جو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گذر عمر بب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- بزن بر اوج فلک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سرداق عشق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اشارات ز جهان گذرا ما را بس - که خود برد اجلت عاقبت به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خاک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41) درک مرحوم بهاءالد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از گفتار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وان،</w:t>
      </w:r>
      <w:r w:rsidRPr="00DC4C40">
        <w:rPr>
          <w:rFonts w:eastAsia="B Badr"/>
          <w:rtl/>
        </w:rPr>
        <w:t xml:space="preserve">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است که وقت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بن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اسرائ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معرفت بر نطق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داشته اند، چرا علما و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اساس: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علماء امت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افضل من انب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بن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اسرائ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صل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دانشمندان</w:t>
      </w:r>
      <w:r w:rsidRPr="00DC4C40">
        <w:rPr>
          <w:rFonts w:eastAsia="B Badr"/>
          <w:rtl/>
        </w:rPr>
        <w:t xml:space="preserve"> امت من بهتر از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امبران</w:t>
      </w:r>
      <w:r w:rsidRPr="00DC4C40">
        <w:rPr>
          <w:rFonts w:eastAsia="B Badr"/>
          <w:rtl/>
        </w:rPr>
        <w:t xml:space="preserve"> بن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اسرائ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نتوانند</w:t>
      </w:r>
      <w:r w:rsidRPr="00DC4C40">
        <w:rPr>
          <w:rFonts w:eastAsia="B Badr"/>
          <w:rtl/>
        </w:rPr>
        <w:t xml:space="preserve"> داشته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 را دارا باشند.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حال اهل درد بشنو - به لفظ اندک و معن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به</w:t>
      </w:r>
      <w:r w:rsidRPr="00DC4C40">
        <w:rPr>
          <w:rFonts w:eastAsia="B Badr"/>
          <w:rtl/>
        </w:rPr>
        <w:t xml:space="preserve"> مستوران مگو اسرار مست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حد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</w:t>
      </w:r>
      <w:r w:rsidRPr="00DC4C40">
        <w:rPr>
          <w:rFonts w:eastAsia="B Badr"/>
          <w:rtl/>
        </w:rPr>
        <w:t xml:space="preserve"> جان مپرس از نقش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وار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خداوند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بندگان کرد - خداوند از آفتش نگهدار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(حافظ)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خود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داند کمال اش در ذبح شدن شرع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 است، از انسان چوپان خود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طلبد که کمال اش را غا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بدهد تا او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به نحو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اظهار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به مقام عصمت 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و سه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شود!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رفتار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مانه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زبان</w:t>
      </w:r>
      <w:r w:rsidRPr="00DC4C40">
        <w:rPr>
          <w:rFonts w:eastAsia="B Badr"/>
          <w:rtl/>
        </w:rPr>
        <w:t xml:space="preserve"> و دوستان مرحوم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بهاءالد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اگر چه بر اساس روا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من استقبل العلماء فقد استقبلن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من زار العلماء فقد زارن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من جالس العلماء فقد جالسن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من جالسن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فکانما جالس رب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صل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کس علما را استقبال کند مرا استقبال نموده است و هر کس علماء را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کند مرا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نموده و هر کس با علماء همنش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با من همنش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شده و هر کس با من همنش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شود به منزله آن است که با خدا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 همنش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شده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خود</w:t>
      </w:r>
      <w:r w:rsidRPr="00DC4C40">
        <w:rPr>
          <w:rFonts w:eastAsia="B Badr"/>
          <w:rtl/>
        </w:rPr>
        <w:t xml:space="preserve"> قابل ستا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و ستودن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است،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مانه</w:t>
      </w:r>
      <w:r w:rsidRPr="00DC4C40">
        <w:rPr>
          <w:rFonts w:eastAsia="B Badr"/>
          <w:rtl/>
        </w:rPr>
        <w:t xml:space="preserve"> بودن رفتار آنان، به معنا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عالمانه بودن آن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ست؛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/>
          <w:rtl/>
        </w:rPr>
        <w:t xml:space="preserve"> آنان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مرحوم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بهاءالد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را نشناخته بودند، تا به تقاضا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عالمانه و عاطفانه اش پاسخ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قصم ظهر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عالم متهتک و جاهل متنسک.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کمر</w:t>
      </w:r>
      <w:r w:rsidRPr="00DC4C40">
        <w:rPr>
          <w:rFonts w:eastAsia="B Badr"/>
          <w:rtl/>
        </w:rPr>
        <w:t xml:space="preserve"> مرا عالم فاسد و جاهل متعبد شکست.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حادثه</w:t>
      </w:r>
      <w:r w:rsidRPr="00DC4C40">
        <w:rPr>
          <w:rFonts w:eastAsia="B Badr"/>
          <w:rtl/>
        </w:rPr>
        <w:t xml:space="preserve"> فوق نشانه درک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وانات</w:t>
      </w:r>
      <w:r w:rsidRPr="00DC4C40">
        <w:rPr>
          <w:rFonts w:eastAsia="B Badr"/>
          <w:rtl/>
        </w:rPr>
        <w:t xml:space="preserve"> از عظمت عزادار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سرور شه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دان</w:t>
      </w:r>
      <w:r w:rsidRPr="00DC4C40">
        <w:rPr>
          <w:rFonts w:eastAsia="B Badr"/>
          <w:rtl/>
        </w:rPr>
        <w:t xml:space="preserve"> و سرداران کربلا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اوست،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بر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عظمت ها افزود و از مال حلال و به دور از حقوق خدا و خلق،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شه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دان</w:t>
      </w:r>
      <w:r w:rsidRPr="00DC4C40">
        <w:rPr>
          <w:rFonts w:eastAsia="B Badr"/>
          <w:rtl/>
        </w:rPr>
        <w:t xml:space="preserve"> راه حق هز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ها کرد تا خود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در عزادار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آنان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شد. وقت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وان</w:t>
      </w:r>
      <w:r w:rsidRPr="00DC4C40">
        <w:rPr>
          <w:rFonts w:eastAsia="B Badr"/>
          <w:rtl/>
        </w:rPr>
        <w:t xml:space="preserve"> مسخر انسا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جان حاضر به شراکت در عزادار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است، پس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مسخر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وان،</w:t>
      </w:r>
      <w:r w:rsidRPr="00DC4C40">
        <w:rPr>
          <w:rFonts w:eastAsia="B Badr"/>
          <w:rtl/>
        </w:rPr>
        <w:t xml:space="preserve"> تو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با مال، خود را در عزادار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نما، در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صورت مصداق بل هم اضل خواه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دل</w:t>
      </w:r>
      <w:r w:rsidRPr="00DC4C40">
        <w:rPr>
          <w:rFonts w:eastAsia="B Badr"/>
          <w:rtl/>
        </w:rPr>
        <w:t xml:space="preserve"> شور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نه از شور شراب آمده مست -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دل ساق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سخنم برده ز دست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ساغر</w:t>
      </w:r>
      <w:r w:rsidRPr="00DC4C40">
        <w:rPr>
          <w:rFonts w:eastAsia="B Badr"/>
          <w:rtl/>
        </w:rPr>
        <w:t xml:space="preserve"> ابرو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وسته</w:t>
      </w:r>
      <w:r w:rsidRPr="00DC4C40">
        <w:rPr>
          <w:rFonts w:eastAsia="B Badr"/>
          <w:rtl/>
        </w:rPr>
        <w:t xml:space="preserve"> او محوم کرد - هر که را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افزود به هست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وست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(کمپان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42) حافظ.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43) به راست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اگر تا کنون تشنه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گرسنه نشده بود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هرگز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با توص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گفتار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را کاملاً درک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د؟</w:t>
      </w:r>
      <w:r w:rsidRPr="00DC4C40">
        <w:rPr>
          <w:rFonts w:eastAsia="B Badr"/>
          <w:rtl/>
        </w:rPr>
        <w:t xml:space="preserve"> اگر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ست،</w:t>
      </w:r>
      <w:r w:rsidRPr="00DC4C40">
        <w:rPr>
          <w:rFonts w:eastAsia="B Badr"/>
          <w:rtl/>
        </w:rPr>
        <w:t xml:space="preserve"> پس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چگونگ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مرگ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است. کاربر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/>
          <w:rtl/>
        </w:rPr>
        <w:lastRenderedPageBreak/>
        <w:t>الفاظ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حصول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و انتقال آن است و نه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حاضر ساختن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آن؛ چرا که </w:t>
      </w:r>
      <w:r w:rsidRPr="00DC4C40">
        <w:rPr>
          <w:rFonts w:eastAsia="B Badr" w:hint="eastAsia"/>
          <w:rtl/>
        </w:rPr>
        <w:t>الفاظ</w:t>
      </w:r>
      <w:r w:rsidRPr="00DC4C40">
        <w:rPr>
          <w:rFonts w:eastAsia="B Badr"/>
          <w:rtl/>
        </w:rPr>
        <w:t xml:space="preserve"> مردمان عاد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مرتبه مادون از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است، پس چگونه توانا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حاضر ساختن آن را دارد. بله گاه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الفاظ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جادکننده</w:t>
      </w:r>
      <w:r w:rsidRPr="00DC4C40">
        <w:rPr>
          <w:rFonts w:eastAsia="B Badr"/>
          <w:rtl/>
        </w:rPr>
        <w:t xml:space="preserve">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اند، چنانکه گاه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کننده حداکثر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اند،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توان انحصاراً از آن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و وال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مخصوص آنان اس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جادگر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حاضرساز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لفظ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جز آنان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حر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عشق نتوان دم زد از گفت و 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- زانکه آنجا جمله اعضا چشم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بود و گوش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(حافظ)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برتر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توص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چگونگ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مرگ را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از کلام معصوم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افت،</w:t>
      </w:r>
      <w:r w:rsidRPr="00DC4C40">
        <w:rPr>
          <w:rFonts w:eastAsia="B Badr"/>
          <w:rtl/>
        </w:rPr>
        <w:t xml:space="preserve"> نه از کلام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معصوم.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مرگ خواب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طولان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تا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امت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لمحمد بن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ما الموت؟ قال: هو النوم الذ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کم</w:t>
      </w:r>
      <w:r w:rsidRPr="00DC4C40">
        <w:rPr>
          <w:rFonts w:eastAsia="B Badr"/>
          <w:rtl/>
        </w:rPr>
        <w:t xml:space="preserve"> کل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لة</w:t>
      </w:r>
      <w:r w:rsidRPr="00DC4C40">
        <w:rPr>
          <w:rFonts w:eastAsia="B Badr"/>
          <w:rtl/>
        </w:rPr>
        <w:t xml:space="preserve"> الا انه طو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مدته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نتبه</w:t>
      </w:r>
      <w:r w:rsidRPr="00DC4C40">
        <w:rPr>
          <w:rFonts w:eastAsia="B Badr"/>
          <w:rtl/>
        </w:rPr>
        <w:t xml:space="preserve"> منه الا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الق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امة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به</w:t>
      </w:r>
      <w:r w:rsidRPr="00DC4C40">
        <w:rPr>
          <w:rFonts w:eastAsia="B Badr"/>
          <w:rtl/>
        </w:rPr>
        <w:t xml:space="preserve"> حضرت امام هاد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گفته شد: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مرگ</w:t>
      </w:r>
      <w:r w:rsidRPr="00DC4C40">
        <w:rPr>
          <w:rFonts w:eastAsia="B Badr"/>
          <w:rtl/>
        </w:rPr>
        <w:t xml:space="preserve">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ست؟</w:t>
      </w:r>
      <w:r w:rsidRPr="00DC4C40">
        <w:rPr>
          <w:rFonts w:eastAsia="B Badr"/>
          <w:rtl/>
        </w:rPr>
        <w:t xml:space="preserve"> فرمود: مرگ همان خواب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هر شب به سراغتان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با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تفاوت که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خواب طولان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تر است و تا روز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امت</w:t>
      </w:r>
      <w:r w:rsidRPr="00DC4C40">
        <w:rPr>
          <w:rFonts w:eastAsia="B Badr"/>
          <w:rtl/>
        </w:rPr>
        <w:t xml:space="preserve"> ادامه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که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مومنان بو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دل آرا و از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برنده سخت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 و دردها: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العسکر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عن آبائه عن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: صف لنا الموت، قال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للمومن کأط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شمه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نعس</w:t>
      </w:r>
      <w:r w:rsidRPr="00DC4C40">
        <w:rPr>
          <w:rFonts w:eastAsia="B Badr"/>
          <w:rtl/>
        </w:rPr>
        <w:t xml:space="preserve"> لط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به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نقطع</w:t>
      </w:r>
      <w:r w:rsidRPr="00DC4C40">
        <w:rPr>
          <w:rFonts w:eastAsia="B Badr"/>
          <w:rtl/>
        </w:rPr>
        <w:t xml:space="preserve"> التعب و الالم کله عنه، و للکافر کلسع الافاع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لدغ العقارب او اشد!...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... مرگ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مومن خوشبوتر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وقت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مشامش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رسد خستگ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درد را فراموش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و خواب او را فرا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رد</w:t>
      </w:r>
      <w:r w:rsidRPr="00DC4C40">
        <w:rPr>
          <w:rFonts w:eastAsia="B Badr"/>
          <w:rtl/>
        </w:rPr>
        <w:t xml:space="preserve"> 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کافر مانند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افع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عقرب است،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شتر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کندن</w:t>
      </w:r>
      <w:r w:rsidRPr="00DC4C40">
        <w:rPr>
          <w:rFonts w:eastAsia="B Badr"/>
          <w:rtl/>
        </w:rPr>
        <w:t xml:space="preserve"> لباس کث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و باز کردن غل و زنج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رهاست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بن الحس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ما الموت؟ قال: للمومن کنزع 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</w:t>
      </w:r>
      <w:r w:rsidRPr="00DC4C40">
        <w:rPr>
          <w:rFonts w:eastAsia="B Badr"/>
          <w:rtl/>
        </w:rPr>
        <w:t xml:space="preserve"> و سخة قملة، و فک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ود</w:t>
      </w:r>
      <w:r w:rsidRPr="00DC4C40">
        <w:rPr>
          <w:rFonts w:eastAsia="B Badr"/>
          <w:rtl/>
        </w:rPr>
        <w:t xml:space="preserve"> و اغلال ثق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لة</w:t>
      </w:r>
      <w:r w:rsidRPr="00DC4C40">
        <w:rPr>
          <w:rFonts w:eastAsia="B Badr"/>
          <w:rtl/>
        </w:rPr>
        <w:t>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العابد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مرگ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مومن مانند باز کردن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زنج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کندن لباسها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و شپش دار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ولو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کافران و گناهکاران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وحشتناک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آن است که درگذشتگان در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ها و چش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ها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آزاد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ستند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آنجا</w:t>
      </w:r>
      <w:r w:rsidRPr="00DC4C40">
        <w:rPr>
          <w:rFonts w:eastAsia="B Badr"/>
          <w:rtl/>
        </w:rPr>
        <w:t xml:space="preserve"> که وصف آن قد و بالا نوشته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- اقرار عجز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همانجا نوشته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راه راست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بهر مصلحت - خط الف به عادت ترسا نوشته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(رض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ارت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).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چنانکه</w:t>
      </w:r>
      <w:r w:rsidRPr="00DC4C40">
        <w:rPr>
          <w:rFonts w:eastAsia="B Badr"/>
          <w:rtl/>
        </w:rPr>
        <w:t xml:space="preserve"> به فرض که،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کنند،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صاحبان دل، آن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را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 در عالم برزخ نقمت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دانند.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ارتباط روح انسانها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با ارواح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دناپذ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است، ولو چگونگ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مقدار آن بستگ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شرا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</w:t>
      </w:r>
      <w:r w:rsidRPr="00DC4C40">
        <w:rPr>
          <w:rFonts w:eastAsia="B Badr"/>
          <w:rtl/>
        </w:rPr>
        <w:t xml:space="preserve"> خاص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دارد.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زبان کنا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و اشاره در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از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ارواح نشانه حد وسع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 در آن جهان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زان</w:t>
      </w:r>
      <w:r w:rsidRPr="00DC4C40">
        <w:rPr>
          <w:rFonts w:eastAsia="B Badr"/>
          <w:rtl/>
        </w:rPr>
        <w:t xml:space="preserve"> قابل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طرف مقابل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44) اگر همانطور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آخرت 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شده است، انسانها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نشده اند: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ان الله سبحان جعل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لما بعدها، و ابتل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/>
          <w:rtl/>
        </w:rPr>
        <w:t xml:space="preserve"> اهلها،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علم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هم</w:t>
      </w:r>
      <w:r w:rsidRPr="00DC4C40">
        <w:rPr>
          <w:rFonts w:eastAsia="B Badr"/>
          <w:rtl/>
        </w:rPr>
        <w:t xml:space="preserve"> احسن عملاً، و لسنا للدن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خلقنا، و لا بالسع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/>
          <w:rtl/>
        </w:rPr>
        <w:t xml:space="preserve"> امرنا.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خداوند</w:t>
      </w:r>
      <w:r w:rsidRPr="00DC4C40">
        <w:rPr>
          <w:rFonts w:eastAsia="B Badr"/>
          <w:rtl/>
        </w:rPr>
        <w:t xml:space="preserve"> متعال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آخرت 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اهل آن را به انواع بلاها مبتلا نمود تا بداند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کوکارتر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آنان کدام است. بنابرا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ما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خلق کرده، 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تلاش در آن امر ننموده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 دوران ناپا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دار</w:t>
      </w:r>
      <w:r w:rsidRPr="00DC4C40">
        <w:rPr>
          <w:rFonts w:eastAsia="B Badr"/>
          <w:rtl/>
        </w:rPr>
        <w:t xml:space="preserve"> - نپرورده داند نه پروردگار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(فردوس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طوس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خروج قلب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 از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قبل از خروج بدن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شان مطلوب شارع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اخرجوا من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قلوبکم قبل ان تخرج منها ابدانکم فف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/>
          <w:rtl/>
        </w:rPr>
        <w:t xml:space="preserve"> اختبرتم و لغ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رها</w:t>
      </w:r>
      <w:r w:rsidRPr="00DC4C40">
        <w:rPr>
          <w:rFonts w:eastAsia="B Badr"/>
          <w:rtl/>
        </w:rPr>
        <w:t xml:space="preserve"> خلقتم.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علاقه</w:t>
      </w:r>
      <w:r w:rsidRPr="00DC4C40">
        <w:rPr>
          <w:rFonts w:eastAsia="B Badr"/>
          <w:rtl/>
        </w:rPr>
        <w:t xml:space="preserve"> به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را از قلب خود خارج 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قبل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نکه</w:t>
      </w:r>
      <w:r w:rsidRPr="00DC4C40">
        <w:rPr>
          <w:rFonts w:eastAsia="B Badr"/>
          <w:rtl/>
        </w:rPr>
        <w:t xml:space="preserve"> بدنها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تان</w:t>
      </w:r>
      <w:r w:rsidRPr="00DC4C40">
        <w:rPr>
          <w:rFonts w:eastAsia="B Badr"/>
          <w:rtl/>
        </w:rPr>
        <w:t xml:space="preserve"> از آن خارج شود چرا که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محل آزما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شماست 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امر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خلق شده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به خاطر خصوص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خاص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متاع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حطام، و تراثها کباب، بلغتها افضل من اثرتها، و قلعتها ارکن من طمان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نتها،</w:t>
      </w:r>
      <w:r w:rsidRPr="00DC4C40">
        <w:rPr>
          <w:rFonts w:eastAsia="B Badr"/>
          <w:rtl/>
        </w:rPr>
        <w:t xml:space="preserve"> حکم بالفاقة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مکثرها و اع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بالراحة من رغب عنها.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توشه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تباه و فان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راث</w:t>
      </w:r>
      <w:r w:rsidRPr="00DC4C40">
        <w:rPr>
          <w:rFonts w:eastAsia="B Badr"/>
          <w:rtl/>
        </w:rPr>
        <w:t xml:space="preserve"> آن خوار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است، قناعت در آن از حرص بهتر، و خروج از سکن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در آن مطمئن تر است. فقر و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ازمند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در طلب آن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اده</w:t>
      </w:r>
      <w:r w:rsidRPr="00DC4C40">
        <w:rPr>
          <w:rFonts w:eastAsia="B Badr"/>
          <w:rtl/>
        </w:rPr>
        <w:t xml:space="preserve"> 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و آسا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و راحت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اور</w:t>
      </w:r>
      <w:r w:rsidRPr="00DC4C40">
        <w:rPr>
          <w:rFonts w:eastAsia="B Badr"/>
          <w:rtl/>
        </w:rPr>
        <w:t xml:space="preserve">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در آن زهد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ساده در حد کفاف: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لاتسألوا (ف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/>
          <w:rtl/>
        </w:rPr>
        <w:t>) فوق الکفاف، و لاتطلبوا منها اکثر من البلاغ.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شتر</w:t>
      </w:r>
      <w:r w:rsidRPr="00DC4C40">
        <w:rPr>
          <w:rFonts w:eastAsia="B Badr"/>
          <w:rtl/>
        </w:rPr>
        <w:t xml:space="preserve"> از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درخواست ننما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شتر</w:t>
      </w:r>
      <w:r w:rsidRPr="00DC4C40">
        <w:rPr>
          <w:rFonts w:eastAsia="B Badr"/>
          <w:rtl/>
        </w:rPr>
        <w:t xml:space="preserve"> از آنچه به شما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طلب نکن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مطلوب</w:t>
      </w:r>
      <w:r w:rsidRPr="00DC4C40">
        <w:rPr>
          <w:rFonts w:eastAsia="B Badr"/>
          <w:rtl/>
        </w:rPr>
        <w:t xml:space="preserve"> 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ما من احد من الاول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الاخر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الا و هو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الق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امة</w:t>
      </w:r>
      <w:r w:rsidRPr="00DC4C40">
        <w:rPr>
          <w:rFonts w:eastAsia="B Badr"/>
          <w:rtl/>
        </w:rPr>
        <w:t xml:space="preserve"> انه لم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عط</w:t>
      </w:r>
      <w:r w:rsidRPr="00DC4C40">
        <w:rPr>
          <w:rFonts w:eastAsia="B Badr"/>
          <w:rtl/>
        </w:rPr>
        <w:t xml:space="preserve"> من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الا قوتاً.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روز</w:t>
      </w:r>
      <w:r w:rsidRPr="00DC4C40">
        <w:rPr>
          <w:rFonts w:eastAsia="B Badr"/>
          <w:rtl/>
        </w:rPr>
        <w:t xml:space="preserve">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امت</w:t>
      </w:r>
      <w:r w:rsidRPr="00DC4C40">
        <w:rPr>
          <w:rFonts w:eastAsia="B Badr"/>
          <w:rtl/>
        </w:rPr>
        <w:t xml:space="preserve"> آرزو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که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کاش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شتر</w:t>
      </w:r>
      <w:r w:rsidRPr="00DC4C40">
        <w:rPr>
          <w:rFonts w:eastAsia="B Badr"/>
          <w:rtl/>
        </w:rPr>
        <w:t xml:space="preserve"> از روز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به آنها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تأسف سلمان فارس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عنوان برتر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صحاب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معصوم تنها از آن دارا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حداقل خود 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آن هم در آخر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لحظات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تحسر سلمان الفارس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الله عنه عند موته،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له: علام تأسفک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اباعبدالله؟ قال: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تاسف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لکن رسول الله عهد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</w:t>
      </w:r>
      <w:r w:rsidRPr="00DC4C40">
        <w:rPr>
          <w:rFonts w:eastAsia="B Badr"/>
          <w:rtl/>
        </w:rPr>
        <w:t xml:space="preserve"> و قال: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کن</w:t>
      </w:r>
      <w:r w:rsidRPr="00DC4C40">
        <w:rPr>
          <w:rFonts w:eastAsia="B Badr"/>
          <w:rtl/>
        </w:rPr>
        <w:t xml:space="preserve"> بلغة احدکم کزاد الراکب و اخاف ان نکون قد جاوزنا امره و حول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هذه الاساود و اشار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ما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ته،</w:t>
      </w:r>
      <w:r w:rsidRPr="00DC4C40">
        <w:rPr>
          <w:rFonts w:eastAsia="B Badr"/>
          <w:rtl/>
        </w:rPr>
        <w:t xml:space="preserve"> و قال: هو دست و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و جفنة.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سلمان</w:t>
      </w:r>
      <w:r w:rsidRPr="00DC4C40">
        <w:rPr>
          <w:rFonts w:eastAsia="B Badr"/>
          <w:rtl/>
        </w:rPr>
        <w:t xml:space="preserve"> فارس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به هنگام مرگ آه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 به او گفته شد،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اباعبدالله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چه تأسف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؟</w:t>
      </w:r>
      <w:r w:rsidRPr="00DC4C40">
        <w:rPr>
          <w:rFonts w:eastAsia="B Badr"/>
          <w:rtl/>
        </w:rPr>
        <w:t xml:space="preserve"> گفت: تأسف من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کن</w:t>
      </w:r>
      <w:r w:rsidRPr="00DC4C40">
        <w:rPr>
          <w:rFonts w:eastAsia="B Badr"/>
          <w:rtl/>
        </w:rPr>
        <w:t xml:space="preserve"> رسول خدا با ما عهد بسته فرمود: توشه شما به هنگام مرگ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به اندازه توشه مسافر باشد 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ترسم که با داشتن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شتر</w:t>
      </w:r>
      <w:r w:rsidRPr="00DC4C40">
        <w:rPr>
          <w:rFonts w:eastAsia="B Badr"/>
          <w:rtl/>
        </w:rPr>
        <w:t xml:space="preserve"> از آن برداشته باشم و به آنچه در خانه اش بود اشاره کرد و گفته شد در آنجا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رانداز،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شمش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خمره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شتر</w:t>
      </w:r>
      <w:r w:rsidRPr="00DC4C40">
        <w:rPr>
          <w:rFonts w:eastAsia="B Badr"/>
          <w:rtl/>
        </w:rPr>
        <w:t xml:space="preserve"> نبود.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و</w:t>
      </w:r>
      <w:r w:rsidRPr="00DC4C40">
        <w:rPr>
          <w:rFonts w:eastAsia="B Badr"/>
          <w:rtl/>
        </w:rPr>
        <w:t xml:space="preserve"> اگر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منافقان،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به تأم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حداقل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شخص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بتواند عزت نفس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و استحکام مح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</w:t>
      </w:r>
      <w:r w:rsidRPr="00DC4C40">
        <w:rPr>
          <w:rFonts w:eastAsia="B Badr"/>
          <w:rtl/>
        </w:rPr>
        <w:t xml:space="preserve"> خانواده را به دنبال آورد، بسنده کرد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شتر</w:t>
      </w:r>
      <w:r w:rsidRPr="00DC4C40">
        <w:rPr>
          <w:rFonts w:eastAsia="B Badr"/>
          <w:rtl/>
        </w:rPr>
        <w:t xml:space="preserve"> به جمع آور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زاد و توشه آخرت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پرداخت: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ان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دارالمنافق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بدار المتق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فلتکن حظک من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قوام صلبک، و امساک نفسک، و تزو دلمعادک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خانه منافقان است نه خانه متق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ان،</w:t>
      </w:r>
      <w:r w:rsidRPr="00DC4C40">
        <w:rPr>
          <w:rFonts w:eastAsia="B Badr"/>
          <w:rtl/>
        </w:rPr>
        <w:t xml:space="preserve"> بنابرا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بهره تو از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به اندازه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 که صلب تو را 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دار</w:t>
      </w:r>
      <w:r w:rsidRPr="00DC4C40">
        <w:rPr>
          <w:rFonts w:eastAsia="B Badr"/>
          <w:rtl/>
        </w:rPr>
        <w:t xml:space="preserve"> کند و بدنت را سالم نگهدارد و توشه آخرت را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</w:t>
      </w:r>
      <w:r w:rsidRPr="00DC4C40">
        <w:rPr>
          <w:rFonts w:eastAsia="B Badr"/>
          <w:rtl/>
        </w:rPr>
        <w:t xml:space="preserve"> کند.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گفت: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هشدار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مرجع بزرگ - به عنوان رهبر فقه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جامعه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بود تا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مواهب اندک آن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دل مشغول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اورده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ان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مشغلة للقلوب و الابدان، و ان الله تبارک و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سائلنا عما نعمنا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حلاله فک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بما نعمنا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حرامه.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باعث سرگرم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و خداوند تبارک و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نعمتها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حلال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به ما داده سوال خواهد کرد چه برسد در مورد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از راه حرام به ما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او را از حساب و کتاب سخت آخرت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برحذر دارد: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احذرو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فان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حلالها حساب، و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حرامها عقاب، و اولها عناء و آخرها فناء...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حذر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در حلال آن حساب است و در حرام آن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فر</w:t>
      </w:r>
      <w:r w:rsidRPr="00DC4C40">
        <w:rPr>
          <w:rFonts w:eastAsia="B Badr"/>
          <w:rtl/>
        </w:rPr>
        <w:t xml:space="preserve"> و عقاب، ابتدا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سخت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مشقت و انتها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فنا و نابود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آن خانه بهشت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آن صبر بر ندار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ها، بغض بر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مواهب فنا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... فهؤلاء انب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الله و اصف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ائه،</w:t>
      </w:r>
      <w:r w:rsidRPr="00DC4C40">
        <w:rPr>
          <w:rFonts w:eastAsia="B Badr"/>
          <w:rtl/>
        </w:rPr>
        <w:t xml:space="preserve"> تنزهوا عن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ا،</w:t>
      </w:r>
      <w:r w:rsidRPr="00DC4C40">
        <w:rPr>
          <w:rFonts w:eastAsia="B Badr"/>
          <w:rtl/>
        </w:rPr>
        <w:t xml:space="preserve"> و زهدوا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</w:t>
      </w:r>
      <w:r w:rsidRPr="00DC4C40">
        <w:rPr>
          <w:rFonts w:eastAsia="B Badr"/>
          <w:rtl/>
        </w:rPr>
        <w:t xml:space="preserve"> زهدهم الله جل ثنائه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منها، و ابغضوا ما ابغض، و صغروا ما صغر.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آنان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امبران</w:t>
      </w:r>
      <w:r w:rsidRPr="00DC4C40">
        <w:rPr>
          <w:rFonts w:eastAsia="B Badr"/>
          <w:rtl/>
        </w:rPr>
        <w:t xml:space="preserve"> خدا و برگز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دگان</w:t>
      </w:r>
      <w:r w:rsidRPr="00DC4C40">
        <w:rPr>
          <w:rFonts w:eastAsia="B Badr"/>
          <w:rtl/>
        </w:rPr>
        <w:t xml:space="preserve"> او هستند، از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دند</w:t>
      </w:r>
      <w:r w:rsidRPr="00DC4C40">
        <w:rPr>
          <w:rFonts w:eastAsia="B Badr"/>
          <w:rtl/>
        </w:rPr>
        <w:t xml:space="preserve"> و در آنچه خداوند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را امر به زهد نموده زهد کردند و از آنچه خداوند دشمن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دارد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زارند</w:t>
      </w:r>
      <w:r w:rsidRPr="00DC4C40">
        <w:rPr>
          <w:rFonts w:eastAsia="B Badr"/>
          <w:rtl/>
        </w:rPr>
        <w:t xml:space="preserve"> و کوچک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شمارند آنچه را خدا کوچک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شمارد.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بود</w:t>
      </w:r>
      <w:r w:rsidRPr="00DC4C40">
        <w:rPr>
          <w:rFonts w:eastAsia="B Badr"/>
          <w:rtl/>
        </w:rPr>
        <w:t xml:space="preserve"> که با ته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شدن خانه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چند کوچک 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آن ثوابها از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رفته و در نت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جه</w:t>
      </w:r>
      <w:r w:rsidRPr="00DC4C40">
        <w:rPr>
          <w:rFonts w:eastAsia="B Badr"/>
          <w:rtl/>
        </w:rPr>
        <w:t xml:space="preserve"> خانه آخرت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خراب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 بنابرا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درست است که سعادت مومن داشتن خانه وس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است،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سعادتمندتر از آن سعادتمند،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ضمن تلاش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خانه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خوب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اعضا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خانواده </w:t>
      </w:r>
      <w:r w:rsidRPr="00DC4C40">
        <w:rPr>
          <w:rFonts w:eastAsia="B Badr" w:hint="eastAsia"/>
          <w:rtl/>
        </w:rPr>
        <w:t>اش،</w:t>
      </w:r>
      <w:r w:rsidRPr="00DC4C40">
        <w:rPr>
          <w:rFonts w:eastAsia="B Badr"/>
          <w:rtl/>
        </w:rPr>
        <w:t xml:space="preserve"> اگر مقدرات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دارا نبودن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خانه، رقم خورد، از آن نقمت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ثواب اخرو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بستان</w:t>
      </w:r>
      <w:r w:rsidRPr="00DC4C40">
        <w:rPr>
          <w:rFonts w:eastAsia="B Badr"/>
          <w:rtl/>
        </w:rPr>
        <w:t xml:space="preserve"> و باغ ساخته و اندر آن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وان</w:t>
      </w:r>
      <w:r w:rsidRPr="00DC4C40">
        <w:rPr>
          <w:rFonts w:eastAsia="B Badr"/>
          <w:rtl/>
        </w:rPr>
        <w:t xml:space="preserve"> و قصر سر به فلک برکش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تو</w:t>
      </w:r>
      <w:r w:rsidRPr="00DC4C40">
        <w:rPr>
          <w:rFonts w:eastAsia="B Badr"/>
          <w:rtl/>
        </w:rPr>
        <w:t xml:space="preserve"> همچو عنکبوت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مال جهان مگس - چون عنکبوت گرد مگس برتن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روز</w:t>
      </w:r>
      <w:r w:rsidRPr="00DC4C40">
        <w:rPr>
          <w:rFonts w:eastAsia="B Badr"/>
          <w:rtl/>
        </w:rPr>
        <w:t xml:space="preserve"> پس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چو سود و به جز آه حسرتت - صد بار پشت دست به دندان گز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(سعد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) تو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قفس تنگنا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دهر - روز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قفس 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و مرغش پر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(سعد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اگر گاه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ثروت شخص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باعث فقر آخرت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ثروة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فقر الاخرة.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ثروت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فقر آخرت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درآمد و مالک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سبب فقدان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شتر</w:t>
      </w:r>
      <w:r w:rsidRPr="00DC4C40">
        <w:rPr>
          <w:rFonts w:eastAsia="B Badr"/>
          <w:rtl/>
        </w:rPr>
        <w:t xml:space="preserve"> بهره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اخرو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من ملک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ئاً</w:t>
      </w:r>
      <w:r w:rsidRPr="00DC4C40">
        <w:rPr>
          <w:rFonts w:eastAsia="B Badr"/>
          <w:rtl/>
        </w:rPr>
        <w:t xml:space="preserve"> فاته من الاخرة اکثر مما طلب.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کس 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مالک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بدست آورد در آخرت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شتر</w:t>
      </w:r>
      <w:r w:rsidRPr="00DC4C40">
        <w:rPr>
          <w:rFonts w:eastAsia="B Badr"/>
          <w:rtl/>
        </w:rPr>
        <w:t xml:space="preserve"> از آن از دست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نداشته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شخص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را غن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مت</w:t>
      </w:r>
      <w:r w:rsidRPr="00DC4C40">
        <w:rPr>
          <w:rFonts w:eastAsia="B Badr"/>
          <w:rtl/>
        </w:rPr>
        <w:t xml:space="preserve"> و سود آخرت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شمرده: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کلما فاتک من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فهو غن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مة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چه 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از دست بده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مت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ثروتمند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آخرت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بر فقر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جهان ترج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</w:t>
      </w:r>
      <w:r w:rsidRPr="00DC4C40">
        <w:rPr>
          <w:rFonts w:eastAsia="B Badr"/>
          <w:rtl/>
        </w:rPr>
        <w:t xml:space="preserve"> داد: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اغن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الناس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الاخرة افقرهم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ا،</w:t>
      </w:r>
      <w:r w:rsidRPr="00DC4C40">
        <w:rPr>
          <w:rFonts w:eastAsia="B Badr"/>
          <w:rtl/>
        </w:rPr>
        <w:t xml:space="preserve"> اوفر الناس حظا من الاخرة اقلهم حظا من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ثروتمندتر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افراد در آخرت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آنها 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بهره مندتر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در آخرت کم بهره 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آنان 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مقامات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همچون مرجع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رهبر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اقتضامند دور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مواهب مباح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ضرور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است، بنابرا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اگر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از آو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خته</w:t>
      </w:r>
      <w:r w:rsidRPr="00DC4C40">
        <w:rPr>
          <w:rFonts w:eastAsia="B Badr"/>
          <w:rtl/>
        </w:rPr>
        <w:t xml:space="preserve"> شدن پرده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در خانه فاطمه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هاالسلام</w:t>
      </w:r>
      <w:r w:rsidRPr="00DC4C40">
        <w:rPr>
          <w:rFonts w:eastAsia="B Badr"/>
          <w:rtl/>
        </w:rPr>
        <w:t xml:space="preserve"> برم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آشفت: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عن</w:t>
      </w:r>
      <w:r w:rsidRPr="00DC4C40">
        <w:rPr>
          <w:rFonts w:eastAsia="B Badr"/>
          <w:rtl/>
        </w:rPr>
        <w:t xml:space="preserve"> جابر الانصار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: رأ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فاطمة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هاالسلام</w:t>
      </w:r>
      <w:r w:rsidRPr="00DC4C40">
        <w:rPr>
          <w:rFonts w:eastAsia="B Badr"/>
          <w:rtl/>
        </w:rPr>
        <w:t xml:space="preserve"> و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/>
          <w:rtl/>
        </w:rPr>
        <w:t xml:space="preserve"> کساء من اجلة الابل و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تطحن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/>
          <w:rtl/>
        </w:rPr>
        <w:t xml:space="preserve"> و ترضع ولدها، فدمعت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</w:t>
      </w:r>
      <w:r w:rsidRPr="00DC4C40">
        <w:rPr>
          <w:rFonts w:eastAsia="B Badr"/>
          <w:rtl/>
        </w:rPr>
        <w:t xml:space="preserve"> رسول الله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فقال: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بنتاه تعجل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مرارة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بحلاوة الاخرة، فقالت: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رسول الله! الحمد الل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نعمائه و الشکر 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آلائه فانزل الله: ولسوف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ربک فترض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جابر</w:t>
      </w:r>
      <w:r w:rsidRPr="00DC4C40">
        <w:rPr>
          <w:rFonts w:eastAsia="B Badr"/>
          <w:rtl/>
        </w:rPr>
        <w:t xml:space="preserve"> انصار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حضرت فاطمه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هاالسلام</w:t>
      </w:r>
      <w:r w:rsidRPr="00DC4C40">
        <w:rPr>
          <w:rFonts w:eastAsia="B Badr"/>
          <w:rtl/>
        </w:rPr>
        <w:t xml:space="preserve"> را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لباس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پوست شتر بر تن داشت و با دستش گندم آرد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 و فرزندانش را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داد. اشک در چشمان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جمع شد و فرمود: دخترم تلخ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را به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آخرت تحمل کن، فاطمه فرمود: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</w:t>
      </w:r>
      <w:r w:rsidRPr="00DC4C40">
        <w:rPr>
          <w:rFonts w:eastAsia="B Badr" w:hint="eastAsia"/>
          <w:rtl/>
        </w:rPr>
        <w:t>ول</w:t>
      </w:r>
      <w:r w:rsidRPr="00DC4C40">
        <w:rPr>
          <w:rFonts w:eastAsia="B Badr"/>
          <w:rtl/>
        </w:rPr>
        <w:t xml:space="preserve"> خدا ستا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خدا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بر نعمتها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و شکر و سپاس خدا بر حجتها و برهانها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ش،</w:t>
      </w:r>
      <w:r w:rsidRPr="00DC4C40">
        <w:rPr>
          <w:rFonts w:eastAsia="B Badr"/>
          <w:rtl/>
        </w:rPr>
        <w:t xml:space="preserve"> پس خداوند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را نازل کرد: و پروردگار تو به زود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زود تو را چندان عطا کند که راض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به</w:t>
      </w:r>
      <w:r w:rsidRPr="00DC4C40">
        <w:rPr>
          <w:rFonts w:eastAsia="B Badr"/>
          <w:rtl/>
        </w:rPr>
        <w:t xml:space="preserve"> خاطر مقام و موقع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رهبر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و مقام عصمت فاطمه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هاالسلام</w:t>
      </w:r>
      <w:r w:rsidRPr="00DC4C40">
        <w:rPr>
          <w:rFonts w:eastAsia="B Badr"/>
          <w:rtl/>
        </w:rPr>
        <w:t xml:space="preserve"> است که آن را بر خود و او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پسندد. بنابرا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مرجع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از حداقل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ممکن بهره داشته و عمر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ساعت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 به صورت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همان</w:t>
      </w:r>
      <w:r w:rsidRPr="00DC4C40">
        <w:rPr>
          <w:rFonts w:eastAsia="B Badr"/>
          <w:rtl/>
        </w:rPr>
        <w:t xml:space="preserve"> بگذراند: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ساعة فاجعلوها طاعة.))پ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ساعت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ست،</w:t>
      </w:r>
      <w:r w:rsidRPr="00DC4C40">
        <w:rPr>
          <w:rFonts w:eastAsia="B Badr"/>
          <w:rtl/>
        </w:rPr>
        <w:t xml:space="preserve"> آن را در طاعت سپر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کونوا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أض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افاً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همان</w:t>
      </w:r>
      <w:r w:rsidRPr="00DC4C40">
        <w:rPr>
          <w:rFonts w:eastAsia="B Badr"/>
          <w:rtl/>
        </w:rPr>
        <w:t xml:space="preserve"> باش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45) محمود شاهرخ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46) حافظ.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47)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>! سردار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فرد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همچون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حاج آقا نورالد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اراک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است که روزها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دان</w:t>
      </w:r>
      <w:r w:rsidRPr="00DC4C40">
        <w:rPr>
          <w:rFonts w:eastAsia="B Badr"/>
          <w:rtl/>
        </w:rPr>
        <w:t xml:space="preserve"> رزم در جبهه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جنگ با روس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بوده و شبها به نماز و مناجات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/>
          <w:rtl/>
        </w:rPr>
        <w:lastRenderedPageBreak/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ستاده</w:t>
      </w:r>
      <w:r w:rsidRPr="00DC4C40">
        <w:rPr>
          <w:rFonts w:eastAsia="B Badr"/>
          <w:rtl/>
        </w:rPr>
        <w:t xml:space="preserve"> است و با استفاده از مقامات محمود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ش،</w:t>
      </w:r>
      <w:r w:rsidRPr="00DC4C40">
        <w:rPr>
          <w:rFonts w:eastAsia="B Badr"/>
          <w:rtl/>
        </w:rPr>
        <w:t xml:space="preserve"> بر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اصول ملک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عالم احاطه داشته است. ادعا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آسان است، خود بر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شتن</w:t>
      </w:r>
      <w:r w:rsidRPr="00DC4C40">
        <w:rPr>
          <w:rFonts w:eastAsia="B Badr"/>
          <w:rtl/>
        </w:rPr>
        <w:t xml:space="preserve"> بنگر که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مانند حاج آقا نورالد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اراک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هست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تا بر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بودنت افتخار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؟</w:t>
      </w:r>
      <w:r w:rsidRPr="00DC4C40">
        <w:rPr>
          <w:rFonts w:eastAsia="B Badr"/>
          <w:rtl/>
        </w:rPr>
        <w:t>!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بزرگ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هرگز با مکنت مال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امکانات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سر ناسازگار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ندارد، چنانکه مرحوم حاج آقا نورالد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اراک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رغم</w:t>
      </w:r>
      <w:r w:rsidRPr="00DC4C40">
        <w:rPr>
          <w:rFonts w:eastAsia="B Badr"/>
          <w:rtl/>
        </w:rPr>
        <w:t xml:space="preserve"> دارا بودن از آن حالات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بر خلاف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علما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 طرازش ، از مکنت مال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فراوان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برخوردار بوده است. پس با مال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</w:t>
      </w:r>
      <w:r w:rsidRPr="00DC4C40">
        <w:rPr>
          <w:rFonts w:eastAsia="B Badr" w:hint="eastAsia"/>
          <w:rtl/>
        </w:rPr>
        <w:t>وان</w:t>
      </w:r>
      <w:r w:rsidRPr="00DC4C40">
        <w:rPr>
          <w:rFonts w:eastAsia="B Badr"/>
          <w:rtl/>
        </w:rPr>
        <w:t xml:space="preserve">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سنج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د؛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/>
          <w:rtl/>
        </w:rPr>
        <w:t xml:space="preserve"> که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با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قدرت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اضتها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مشروع، آن را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کجاست</w:t>
      </w:r>
      <w:r w:rsidRPr="00DC4C40">
        <w:rPr>
          <w:rFonts w:eastAsia="B Badr"/>
          <w:rtl/>
        </w:rPr>
        <w:t xml:space="preserve"> آن مناجاتها؟ کجا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مناجات طلبان؟ و بالاخره کجا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شب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داران</w:t>
      </w:r>
      <w:r w:rsidRPr="00DC4C40">
        <w:rPr>
          <w:rFonts w:eastAsia="B Badr"/>
          <w:rtl/>
        </w:rPr>
        <w:t xml:space="preserve"> کو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عشق؟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دعو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چه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؟</w:t>
      </w:r>
      <w:r w:rsidRPr="00DC4C40">
        <w:rPr>
          <w:rFonts w:eastAsia="B Badr"/>
          <w:rtl/>
        </w:rPr>
        <w:t xml:space="preserve"> داع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داران همه رفتند - رو بار سفر بند که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اران،</w:t>
      </w:r>
      <w:r w:rsidRPr="00DC4C40">
        <w:rPr>
          <w:rFonts w:eastAsia="B Badr"/>
          <w:rtl/>
        </w:rPr>
        <w:t xml:space="preserve"> همه رفتند.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(ملک الشعراء بهار)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حزب الله آن بوده و هست که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در دوران بازساز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خواص از عالمان نستوه و عارفان پنهان حزب الله در حوزه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علم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شهرستانها، پرده ها را کنار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رند،</w:t>
      </w:r>
      <w:r w:rsidRPr="00DC4C40">
        <w:rPr>
          <w:rFonts w:eastAsia="B Badr"/>
          <w:rtl/>
        </w:rPr>
        <w:t xml:space="preserve"> تا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عام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از حزب الله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الگوها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را بهتر بشناسند و هر چه زودتر از زمانها، مکانها و افرا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پنهان و آشکارشان در حزب خدا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رند،</w:t>
      </w:r>
      <w:r w:rsidRPr="00DC4C40">
        <w:rPr>
          <w:rFonts w:eastAsia="B Badr"/>
          <w:rtl/>
        </w:rPr>
        <w:t xml:space="preserve">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به مقامات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اخرو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سته</w:t>
      </w:r>
      <w:r w:rsidRPr="00DC4C40">
        <w:rPr>
          <w:rFonts w:eastAsia="B Badr"/>
          <w:rtl/>
        </w:rPr>
        <w:t xml:space="preserve"> و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سته</w:t>
      </w:r>
      <w:r w:rsidRPr="00DC4C40">
        <w:rPr>
          <w:rFonts w:eastAsia="B Badr"/>
          <w:rtl/>
        </w:rPr>
        <w:t xml:space="preserve"> حزب الله است،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ابند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اعلام</w:t>
      </w:r>
      <w:r w:rsidRPr="00DC4C40">
        <w:rPr>
          <w:rFonts w:eastAsia="B Badr"/>
          <w:rtl/>
        </w:rPr>
        <w:t xml:space="preserve"> ملک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مرگ از انحصارات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مومن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متد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به 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عت</w:t>
      </w:r>
      <w:r w:rsidRPr="00DC4C40">
        <w:rPr>
          <w:rFonts w:eastAsia="B Badr"/>
          <w:rtl/>
        </w:rPr>
        <w:t xml:space="preserve"> ولو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است، اگر اعلام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اخبار است؛ و اگر قوام اخبار به شناخت از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است،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اعلام ملک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مرگ مومنان را در واقع نشانه شناخته بودن مومنان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اهل آسمان؛ و تعز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آنان نسبت به فقدان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نان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خوشحال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از اهل آسمان از ورود سعادتمندانه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نان</w:t>
      </w:r>
      <w:r w:rsidRPr="00DC4C40">
        <w:rPr>
          <w:rFonts w:eastAsia="B Badr"/>
          <w:rtl/>
        </w:rPr>
        <w:t xml:space="preserve"> به عالم برزخ باشد، که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هست: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اعلام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عالمان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ارتباط تنگاتنگ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تنها صاحبان دل را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درک آن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وند</w:t>
      </w:r>
      <w:r w:rsidRPr="00DC4C40">
        <w:rPr>
          <w:rFonts w:eastAsia="B Badr"/>
          <w:rtl/>
        </w:rPr>
        <w:t xml:space="preserve"> است.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کوش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تا ضمن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عالمان وارسته و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وندها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پنهانشان، خود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دل را از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برکند و بر آخرت سپرد، ولو دل کندن از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به معنا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بهرگ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نعمتها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واسطه قرار ندادن آنها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48) انصار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49) ناصر خسرو.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lastRenderedPageBreak/>
        <w:t>50)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عارف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هرگز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شأن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خاص قائل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. او هر جا که علم باشد، به دنبال آن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اطلب العلم، ولو بخوض اللجج و شق المهج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علم</w:t>
      </w:r>
      <w:r w:rsidRPr="00DC4C40">
        <w:rPr>
          <w:rFonts w:eastAsia="B Badr"/>
          <w:rtl/>
        </w:rPr>
        <w:t xml:space="preserve"> را طلب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اگر چه با تحمل زحمات و رنج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باشد.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هر جا معرفت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ابد،</w:t>
      </w:r>
      <w:r w:rsidRPr="00DC4C40">
        <w:rPr>
          <w:rFonts w:eastAsia="B Badr"/>
          <w:rtl/>
        </w:rPr>
        <w:t xml:space="preserve"> در آنجا سکن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و هر مکان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بو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از حضرت صاحب الامر عجل الله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فرجه الشر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استشمام کند، آن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 پس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>! قدر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عالم و عالمان عارف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 بدان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که آنان نزد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مردمان به انب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اقرب الناس من درجة النبوة اهل العلم و الجهاد.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اهل</w:t>
      </w:r>
      <w:r w:rsidRPr="00DC4C40">
        <w:rPr>
          <w:rFonts w:eastAsia="B Badr"/>
          <w:rtl/>
        </w:rPr>
        <w:t xml:space="preserve"> علم و اجتهاد نزد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مردم به درجه نبوت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بر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و نظر کردنشان همت گمار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نگاه بر آنان عبادت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النظر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وجه العالم عبادة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نگاه</w:t>
      </w:r>
      <w:r w:rsidRPr="00DC4C40">
        <w:rPr>
          <w:rFonts w:eastAsia="B Badr"/>
          <w:rtl/>
        </w:rPr>
        <w:t xml:space="preserve"> کردن به صورت عالم عبادت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مشکل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بر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مغان بردم دوش - کو بتأ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نظر حل معما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دمش</w:t>
      </w:r>
      <w:r w:rsidRPr="00DC4C40">
        <w:rPr>
          <w:rFonts w:eastAsia="B Badr"/>
          <w:rtl/>
        </w:rPr>
        <w:t xml:space="preserve"> خرم و خندان قدح باده بدست - وندران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صد گونه تماشا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گفتم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جام جهان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به تو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داد حک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- گفت آن روز که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گنبد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(حافظ)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صاحبان</w:t>
      </w:r>
      <w:r w:rsidRPr="00DC4C40">
        <w:rPr>
          <w:rFonts w:eastAsia="B Badr"/>
          <w:rtl/>
        </w:rPr>
        <w:t xml:space="preserve"> دل، حکمت شان اشراق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است، پس اشراق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را 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آنچه درک نشدن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است، نزد آنان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 به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سخن اگر حکمت، نور قلب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ان الحکمة نور کل قلب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حکمت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قلب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نور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سرچشمه حکمت، از خزائن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من خزائن الغ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تظهر الحکمة.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حکمت</w:t>
      </w:r>
      <w:r w:rsidRPr="00DC4C40">
        <w:rPr>
          <w:rFonts w:eastAsia="B Badr"/>
          <w:rtl/>
        </w:rPr>
        <w:t xml:space="preserve"> از گنج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ظاهر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و</w:t>
      </w:r>
      <w:r w:rsidRPr="00DC4C40">
        <w:rPr>
          <w:rFonts w:eastAsia="B Badr"/>
          <w:rtl/>
        </w:rPr>
        <w:t xml:space="preserve"> اگر درک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کلمه از حکمت، بهتر از عبادت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سال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: کلمة الحکمة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سمعها</w:t>
      </w:r>
      <w:r w:rsidRPr="00DC4C40">
        <w:rPr>
          <w:rFonts w:eastAsia="B Badr"/>
          <w:rtl/>
        </w:rPr>
        <w:t xml:space="preserve"> المومن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من عبادة سنة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حکمت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مومن از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سال عبادت بهتر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حکمت گمشده مومنان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کلمة الحکمة ضالة المومن فح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</w:t>
      </w:r>
      <w:r w:rsidRPr="00DC4C40">
        <w:rPr>
          <w:rFonts w:eastAsia="B Badr"/>
          <w:rtl/>
        </w:rPr>
        <w:t xml:space="preserve"> وجدها فهو احق بها.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حکمت</w:t>
      </w:r>
      <w:r w:rsidRPr="00DC4C40">
        <w:rPr>
          <w:rFonts w:eastAsia="B Badr"/>
          <w:rtl/>
        </w:rPr>
        <w:t xml:space="preserve"> گمشده مومن است، هر کجا آن را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</w:t>
      </w:r>
      <w:r w:rsidRPr="00DC4C40">
        <w:rPr>
          <w:rFonts w:eastAsia="B Badr"/>
          <w:rtl/>
        </w:rPr>
        <w:t xml:space="preserve"> مستحق آن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حکمت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زاهدان 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است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ثم</w:t>
      </w:r>
      <w:r w:rsidRPr="00DC4C40">
        <w:rPr>
          <w:rFonts w:eastAsia="B Badr"/>
          <w:rtl/>
        </w:rPr>
        <w:t xml:space="preserve"> بن واقد حر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عن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من زهد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أثبت الله الحکمة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قبله و انطق بها لسانه...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کس 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زهد کند خداوند قلبش را به حکمت استوار و زبانش را به آن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حکمت را و حک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از ثمره آن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خود را حفظ: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حفظ 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ثمرة المعرفة و راس الحکمة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ثمره</w:t>
      </w:r>
      <w:r w:rsidRPr="00DC4C40">
        <w:rPr>
          <w:rFonts w:eastAsia="B Badr"/>
          <w:rtl/>
        </w:rPr>
        <w:t xml:space="preserve"> معرفت و اصل حکمت حفظ و نگهدار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بر حق و اطاعت آن التزام عمل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داشته باش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راس الحکمة لزوم الحق و طاعة المحق.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اصل</w:t>
      </w:r>
      <w:r w:rsidRPr="00DC4C40">
        <w:rPr>
          <w:rFonts w:eastAsia="B Badr"/>
          <w:rtl/>
        </w:rPr>
        <w:t xml:space="preserve"> حکمت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حق و اطاعت از طرفداران آن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اگر هر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ان لکل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ء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قة،</w:t>
      </w:r>
      <w:r w:rsidRPr="00DC4C40">
        <w:rPr>
          <w:rFonts w:eastAsia="B Badr"/>
          <w:rtl/>
        </w:rPr>
        <w:t xml:space="preserve"> و ما بلغ عبد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قة</w:t>
      </w:r>
      <w:r w:rsidRPr="00DC4C40">
        <w:rPr>
          <w:rFonts w:eastAsia="B Badr"/>
          <w:rtl/>
        </w:rPr>
        <w:t xml:space="preserve"> الا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علم</w:t>
      </w:r>
      <w:r w:rsidRPr="00DC4C40">
        <w:rPr>
          <w:rFonts w:eastAsia="B Badr"/>
          <w:rtl/>
        </w:rPr>
        <w:t xml:space="preserve"> ان ما اصابه لم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کن</w:t>
      </w:r>
      <w:r w:rsidRPr="00DC4C40">
        <w:rPr>
          <w:rFonts w:eastAsia="B Badr"/>
          <w:rtl/>
        </w:rPr>
        <w:t xml:space="preserve">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خطئه</w:t>
      </w:r>
      <w:r w:rsidRPr="00DC4C40">
        <w:rPr>
          <w:rFonts w:eastAsia="B Badr"/>
          <w:rtl/>
        </w:rPr>
        <w:t xml:space="preserve"> و ما أخطاه لم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کن</w:t>
      </w:r>
      <w:r w:rsidRPr="00DC4C40">
        <w:rPr>
          <w:rFonts w:eastAsia="B Badr"/>
          <w:rtl/>
        </w:rPr>
        <w:t xml:space="preserve">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به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و بنده به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رسد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نکه</w:t>
      </w:r>
      <w:r w:rsidRPr="00DC4C40">
        <w:rPr>
          <w:rFonts w:eastAsia="B Badr"/>
          <w:rtl/>
        </w:rPr>
        <w:t xml:space="preserve"> بداند آنچه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اتفاق افتاده بهر حال اتفاق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افتاده است و آنچه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اتفاق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فتاده</w:t>
      </w:r>
      <w:r w:rsidRPr="00DC4C40">
        <w:rPr>
          <w:rFonts w:eastAsia="B Badr"/>
          <w:rtl/>
        </w:rPr>
        <w:t xml:space="preserve"> هرگز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اتفاق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افتاده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را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ان لکل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قة،</w:t>
      </w:r>
      <w:r w:rsidRPr="00DC4C40">
        <w:rPr>
          <w:rFonts w:eastAsia="B Badr"/>
          <w:rtl/>
        </w:rPr>
        <w:t xml:space="preserve"> فما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قة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مانک؟</w:t>
      </w:r>
      <w:r w:rsidRPr="00DC4C40">
        <w:rPr>
          <w:rFonts w:eastAsia="B Badr"/>
          <w:rtl/>
        </w:rPr>
        <w:t xml:space="preserve"> قال: عزفت نفس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عن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اسهرت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اظمات نهار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از حارثه پرس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تو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ست؟</w:t>
      </w:r>
      <w:r w:rsidRPr="00DC4C40">
        <w:rPr>
          <w:rFonts w:eastAsia="B Badr"/>
          <w:rtl/>
        </w:rPr>
        <w:t xml:space="preserve"> گفت: خودم را از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دور کرده شب را به عبادت و روز را به روزه سپر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کرده ام.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پنهان عالم وجود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اصبحت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فلان؟ قال: اصحبت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رسول الله موقناً، قال: ان لکل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قة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نک؟</w:t>
      </w:r>
      <w:r w:rsidRPr="00DC4C40">
        <w:rPr>
          <w:rFonts w:eastAsia="B Badr"/>
          <w:rtl/>
        </w:rPr>
        <w:t xml:space="preserve"> فقال: 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رسول الله هو الذ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احزنن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اسهر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اظما هو اجر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فعزفت نفس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عن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ما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ها،</w:t>
      </w:r>
      <w:r w:rsidRPr="00DC4C40">
        <w:rPr>
          <w:rFonts w:eastAsia="B Badr"/>
          <w:rtl/>
        </w:rPr>
        <w:t xml:space="preserve">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انظر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عرش رب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قد نصب للحساب و حشر ا</w:t>
      </w:r>
      <w:r w:rsidRPr="00DC4C40">
        <w:rPr>
          <w:rFonts w:eastAsia="B Badr" w:hint="eastAsia"/>
          <w:rtl/>
        </w:rPr>
        <w:t>لخلائق</w:t>
      </w:r>
      <w:r w:rsidRPr="00DC4C40">
        <w:rPr>
          <w:rFonts w:eastAsia="B Badr"/>
          <w:rtl/>
        </w:rPr>
        <w:t xml:space="preserve"> لذلک و انا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هم</w:t>
      </w:r>
      <w:r w:rsidRPr="00DC4C40">
        <w:rPr>
          <w:rFonts w:eastAsia="B Badr"/>
          <w:rtl/>
        </w:rPr>
        <w:t xml:space="preserve">... فقال رسول الله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لاصحابه: هذا عبد نور الله قلبه بالا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...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از جوان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مسجد پرس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است،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تو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ست؟</w:t>
      </w:r>
      <w:r w:rsidRPr="00DC4C40">
        <w:rPr>
          <w:rFonts w:eastAsia="B Badr"/>
          <w:rtl/>
        </w:rPr>
        <w:t xml:space="preserve"> گفت: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رسول خدا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من همان است که مرا غمگ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نموده و شب زنده دارم کرده و ظهر هنگام مرا تشنه گردان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و نسبت به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آنچه در آن است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علاقه نموده تا جائ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بر عرش خدا نگاه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کنم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حساب آمده شده و خلائق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حساب محشور شده اند و من با آنها هستم... بعد از آن رسول خدا به اصحابش فرمود: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بنده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خداوند قلبش را با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کرده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از جمله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پنهان عالم امکان، عالم برزخ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... و من ورائهم برزخ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بعثون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از عقب آنها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تا روز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برانگ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خته</w:t>
      </w:r>
      <w:r w:rsidRPr="00DC4C40">
        <w:rPr>
          <w:rFonts w:eastAsia="B Badr"/>
          <w:rtl/>
        </w:rPr>
        <w:t xml:space="preserve"> شوند.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صداها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تصاو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آن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کاملاً طب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عاد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سالکان 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حق است. چرا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نتواند به مقام حارثه: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: لما قال حارثة لرسول الله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انا مومن الحقاً فقال: و ما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قة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مانک؟</w:t>
      </w:r>
      <w:r w:rsidRPr="00DC4C40">
        <w:rPr>
          <w:rFonts w:eastAsia="B Badr"/>
          <w:rtl/>
        </w:rPr>
        <w:t xml:space="preserve"> فقال: عزفت نفس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عن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فاستو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حجرها و ذهبها، و کان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بالجنة و النار، و کان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بعرش رب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بارزاً فقال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فالزم، هذا عبد الله قلبه بالا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حارثه</w:t>
      </w:r>
      <w:r w:rsidRPr="00DC4C40">
        <w:rPr>
          <w:rFonts w:eastAsia="B Badr"/>
          <w:rtl/>
        </w:rPr>
        <w:t xml:space="preserve"> به رسول خدا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گفت: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من</w:t>
      </w:r>
      <w:r w:rsidRPr="00DC4C40">
        <w:rPr>
          <w:rFonts w:eastAsia="B Badr"/>
          <w:rtl/>
        </w:rPr>
        <w:t xml:space="preserve">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قتاً</w:t>
      </w:r>
      <w:r w:rsidRPr="00DC4C40">
        <w:rPr>
          <w:rFonts w:eastAsia="B Badr"/>
          <w:rtl/>
        </w:rPr>
        <w:t xml:space="preserve"> مومن هستم فرمود: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تو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ست؟</w:t>
      </w:r>
      <w:r w:rsidRPr="00DC4C40">
        <w:rPr>
          <w:rFonts w:eastAsia="B Badr"/>
          <w:rtl/>
        </w:rPr>
        <w:t xml:space="preserve"> گفت: از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کناره گرفتم و در نزد من سنگ و طلا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کسان</w:t>
      </w:r>
      <w:r w:rsidRPr="00DC4C40">
        <w:rPr>
          <w:rFonts w:eastAsia="B Badr"/>
          <w:rtl/>
        </w:rPr>
        <w:t xml:space="preserve"> است و بهشت و جهنم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نم،</w:t>
      </w:r>
      <w:r w:rsidRPr="00DC4C40">
        <w:rPr>
          <w:rFonts w:eastAsia="B Badr"/>
          <w:rtl/>
        </w:rPr>
        <w:t xml:space="preserve"> 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نم</w:t>
      </w:r>
      <w:r w:rsidRPr="00DC4C40">
        <w:rPr>
          <w:rFonts w:eastAsia="B Badr"/>
          <w:rtl/>
        </w:rPr>
        <w:t xml:space="preserve"> عرش خدا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که آشکار شده است. رسول خدا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فرمود: دست نگهدار، بدرست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که</w:t>
      </w:r>
      <w:r w:rsidRPr="00DC4C40">
        <w:rPr>
          <w:rFonts w:eastAsia="B Badr"/>
          <w:rtl/>
        </w:rPr>
        <w:t xml:space="preserve"> او بنده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خداوند قلبش را با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نموده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به مقام آن جوان عابد زاهد دست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ابد،</w:t>
      </w:r>
      <w:r w:rsidRPr="00DC4C40">
        <w:rPr>
          <w:rFonts w:eastAsia="B Badr"/>
          <w:rtl/>
        </w:rPr>
        <w:t xml:space="preserve"> عرش خدا را 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ند،</w:t>
      </w:r>
      <w:r w:rsidRPr="00DC4C40">
        <w:rPr>
          <w:rFonts w:eastAsia="B Badr"/>
          <w:rtl/>
        </w:rPr>
        <w:t xml:space="preserve"> حساب و کتاب خلا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را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ابدو</w:t>
      </w:r>
      <w:r w:rsidRPr="00DC4C40">
        <w:rPr>
          <w:rFonts w:eastAsia="B Badr"/>
          <w:rtl/>
        </w:rPr>
        <w:t xml:space="preserve"> صداها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نشنود؟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51) اگر هر موجود زنده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مرگ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لکل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الموت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موجود زنده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مرگ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مومن،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حان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الموت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حانة</w:t>
      </w:r>
      <w:r w:rsidRPr="00DC4C40">
        <w:rPr>
          <w:rFonts w:eastAsia="B Badr"/>
          <w:rtl/>
        </w:rPr>
        <w:t xml:space="preserve"> المومن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مرگ</w:t>
      </w:r>
      <w:r w:rsidRPr="00DC4C40">
        <w:rPr>
          <w:rFonts w:eastAsia="B Badr"/>
          <w:rtl/>
        </w:rPr>
        <w:t xml:space="preserve">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حان</w:t>
      </w:r>
      <w:r w:rsidRPr="00DC4C40">
        <w:rPr>
          <w:rFonts w:eastAsia="B Badr"/>
          <w:rtl/>
        </w:rPr>
        <w:t xml:space="preserve"> مومن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تحفه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تحفة المومن الموت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تحفه</w:t>
      </w:r>
      <w:r w:rsidRPr="00DC4C40">
        <w:rPr>
          <w:rFonts w:eastAsia="B Badr"/>
          <w:rtl/>
        </w:rPr>
        <w:t xml:space="preserve"> مومن مرگ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برتر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مرگ شهادت در راه خداوند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کنان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عن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اشرف الموت قتل الشهادة.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مرگها شهادت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آمادگ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استعداد بر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مرگ ضرور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الباقر عن آبائه عن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استعدوا للموت فقد اظلکم غمامه.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مرگ آماده شو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ابر آن بر سرتان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افکنده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قفس نه سزا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چو من خوش الحان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- روم به گلشن رضوان که مرغ آن چمنم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(حافظ)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و</w:t>
      </w:r>
      <w:r w:rsidRPr="00DC4C40">
        <w:rPr>
          <w:rFonts w:eastAsia="B Badr"/>
          <w:rtl/>
        </w:rPr>
        <w:t xml:space="preserve"> اگر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استعداد و آمادگ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دور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گناهان و گرا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به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رات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سف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بن ع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عن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بن الحس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انما الاستعداد للموت تجنب الحرام و بذل الند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العابد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همانا</w:t>
      </w:r>
      <w:r w:rsidRPr="00DC4C40">
        <w:rPr>
          <w:rFonts w:eastAsia="B Badr"/>
          <w:rtl/>
        </w:rPr>
        <w:t xml:space="preserve"> آماده شدن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مرگ، دور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کردن از گناهان و بذل و بخشش اموال در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برتر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نماز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عن آبائه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اوص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کم</w:t>
      </w:r>
      <w:r w:rsidRPr="00DC4C40">
        <w:rPr>
          <w:rFonts w:eastAsia="B Badr"/>
          <w:rtl/>
        </w:rPr>
        <w:t xml:space="preserve"> بالصلوة و حفظها فانها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العمل و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عمود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نکم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شما</w:t>
      </w:r>
      <w:r w:rsidRPr="00DC4C40">
        <w:rPr>
          <w:rFonts w:eastAsia="B Badr"/>
          <w:rtl/>
        </w:rPr>
        <w:t xml:space="preserve"> را به نماز و حفظ آن توص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کنم چرا که نماز بهتر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عمل و ستون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شماست.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مجاهدان راه خدا با هر نماز وداع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صل صلوة مودع فان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/>
          <w:rtl/>
        </w:rPr>
        <w:t xml:space="preserve"> الوصلة و القرب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نماز</w:t>
      </w:r>
      <w:r w:rsidRPr="00DC4C40">
        <w:rPr>
          <w:rFonts w:eastAsia="B Badr"/>
          <w:rtl/>
        </w:rPr>
        <w:t xml:space="preserve"> را به نحو وداع بگذار چرا که در آن وصل و تقرب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با قرب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خطاب: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: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تها</w:t>
      </w:r>
      <w:r w:rsidRPr="00DC4C40">
        <w:rPr>
          <w:rFonts w:eastAsia="B Badr"/>
          <w:rtl/>
        </w:rPr>
        <w:t xml:space="preserve"> النفس المطمئنة ارجع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ربک راض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المرض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فادخل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عباد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ادخل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جنت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نفس مطمئن و آرام. به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پروردگارت باز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خشنود هست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او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از تو راض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 و در صف بندگان من درآ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 و در بهشت من داخل شو.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سور</w:t>
      </w:r>
      <w:r w:rsidRPr="00DC4C40">
        <w:rPr>
          <w:rFonts w:eastAsia="B Badr"/>
          <w:rtl/>
        </w:rPr>
        <w:t xml:space="preserve"> است، پس معرفت حضور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دان</w:t>
      </w:r>
      <w:r w:rsidRPr="00DC4C40">
        <w:rPr>
          <w:rFonts w:eastAsia="B Badr"/>
          <w:rtl/>
        </w:rPr>
        <w:t xml:space="preserve"> عابد بر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خدا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خدا ضرور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و اخبارشان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هشدار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سالکان 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علو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با</w:t>
      </w:r>
      <w:r w:rsidRPr="00DC4C40">
        <w:rPr>
          <w:rFonts w:eastAsia="B Badr" w:hint="eastAsia"/>
          <w:rtl/>
        </w:rPr>
        <w:t>زماندگان</w:t>
      </w:r>
      <w:r w:rsidRPr="00DC4C40">
        <w:rPr>
          <w:rFonts w:eastAsia="B Badr"/>
          <w:rtl/>
        </w:rPr>
        <w:t xml:space="preserve"> جنگ است که آنان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بر سلوک شان تبع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کنند تا به فلاح و رستگار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ابند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آنان</w:t>
      </w:r>
      <w:r w:rsidRPr="00DC4C40">
        <w:rPr>
          <w:rFonts w:eastAsia="B Badr"/>
          <w:rtl/>
        </w:rPr>
        <w:t xml:space="preserve"> که به خاک و خون تپ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دند</w:t>
      </w:r>
      <w:r w:rsidRPr="00DC4C40">
        <w:rPr>
          <w:rFonts w:eastAsia="B Badr"/>
          <w:rtl/>
        </w:rPr>
        <w:t xml:space="preserve"> همه - حقا که به کام خود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دند</w:t>
      </w:r>
      <w:r w:rsidRPr="00DC4C40">
        <w:rPr>
          <w:rFonts w:eastAsia="B Badr"/>
          <w:rtl/>
        </w:rPr>
        <w:t xml:space="preserve"> همه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بر</w:t>
      </w:r>
      <w:r w:rsidRPr="00DC4C40">
        <w:rPr>
          <w:rFonts w:eastAsia="B Badr"/>
          <w:rtl/>
        </w:rPr>
        <w:t xml:space="preserve"> کشته گلگون کفنان اشک 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- کانان گل عشقند و شه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دند</w:t>
      </w:r>
      <w:r w:rsidRPr="00DC4C40">
        <w:rPr>
          <w:rFonts w:eastAsia="B Badr"/>
          <w:rtl/>
        </w:rPr>
        <w:t xml:space="preserve"> همه.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روس</w:t>
      </w:r>
      <w:r w:rsidRPr="00DC4C40">
        <w:rPr>
          <w:rFonts w:eastAsia="B Badr"/>
          <w:rtl/>
        </w:rPr>
        <w:t xml:space="preserve"> اسد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).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52) حافظ.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53) حافظ.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lastRenderedPageBreak/>
        <w:t>54) اگر کتمان اسرار از سنن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حارث</w:t>
      </w:r>
      <w:r w:rsidRPr="00DC4C40">
        <w:rPr>
          <w:rFonts w:eastAsia="B Badr"/>
          <w:rtl/>
        </w:rPr>
        <w:t xml:space="preserve"> بن دلهاث عن الرضا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کون</w:t>
      </w:r>
      <w:r w:rsidRPr="00DC4C40">
        <w:rPr>
          <w:rFonts w:eastAsia="B Badr"/>
          <w:rtl/>
        </w:rPr>
        <w:t xml:space="preserve"> المومن مومناً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کون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ثلاث خصال: سنة من ربه، و سنة من 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و سنة من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ه،</w:t>
      </w:r>
      <w:r w:rsidRPr="00DC4C40">
        <w:rPr>
          <w:rFonts w:eastAsia="B Badr"/>
          <w:rtl/>
        </w:rPr>
        <w:t xml:space="preserve"> فالسنة من ربه کتمان سره، قال عزوجل: عالم الغ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فلا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ظهر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به</w:t>
      </w:r>
      <w:r w:rsidRPr="00DC4C40">
        <w:rPr>
          <w:rFonts w:eastAsia="B Badr"/>
          <w:rtl/>
        </w:rPr>
        <w:t xml:space="preserve"> احداً، الا من ارتض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 رسول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رضا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مومن</w:t>
      </w:r>
      <w:r w:rsidRPr="00DC4C40">
        <w:rPr>
          <w:rFonts w:eastAsia="B Badr"/>
          <w:rtl/>
        </w:rPr>
        <w:t xml:space="preserve"> به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رسد مگر خصلت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پروردگارش و خصلت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امبرش</w:t>
      </w:r>
      <w:r w:rsidRPr="00DC4C40">
        <w:rPr>
          <w:rFonts w:eastAsia="B Badr"/>
          <w:rtl/>
        </w:rPr>
        <w:t xml:space="preserve"> و خصلت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در او باشد. اما خصلت پروردگار آن است که راز خود را کتمان کند چرا که خداوند عزوجل فرمود: عالم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است و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بر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خود آگاه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مگر آن رسول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سته</w:t>
      </w:r>
      <w:r w:rsidRPr="00DC4C40">
        <w:rPr>
          <w:rFonts w:eastAsia="B Badr"/>
          <w:rtl/>
        </w:rPr>
        <w:t xml:space="preserve"> بداند.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با کتمان اسرار است که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رات</w:t>
      </w:r>
      <w:r w:rsidRPr="00DC4C40">
        <w:rPr>
          <w:rFonts w:eastAsia="B Badr"/>
          <w:rtl/>
        </w:rPr>
        <w:t xml:space="preserve"> در اخت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من کتم سره کانت الخ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ره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رالمومنان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زمام</w:t>
      </w:r>
      <w:r w:rsidRPr="00DC4C40">
        <w:rPr>
          <w:rFonts w:eastAsia="B Badr"/>
          <w:rtl/>
        </w:rPr>
        <w:t xml:space="preserve"> امور به دست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راز خود را کتمان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افشاء اسرار سبب سقوط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افشاء السر سقوط.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فاش</w:t>
      </w:r>
      <w:r w:rsidRPr="00DC4C40">
        <w:rPr>
          <w:rFonts w:eastAsia="B Badr"/>
          <w:rtl/>
        </w:rPr>
        <w:t xml:space="preserve"> نمودن راز باعث سقوط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از جمله مهم 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موارد امتحان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اسرار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امتحنوا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عتنا</w:t>
      </w:r>
      <w:r w:rsidRPr="00DC4C40">
        <w:rPr>
          <w:rFonts w:eastAsia="B Badr"/>
          <w:rtl/>
        </w:rPr>
        <w:t xml:space="preserve"> عند ثلاث ... و عند اسرارهم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حفظهم لها عند عدونا...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ما را به سه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ازما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... به واسطه اسرارشان که چگونه آن را از دشمن حفظ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در هنگام تفضل خداوند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عرضه ودا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ژه،</w:t>
      </w:r>
      <w:r w:rsidRPr="00DC4C40">
        <w:rPr>
          <w:rFonts w:eastAsia="B Badr"/>
          <w:rtl/>
        </w:rPr>
        <w:t xml:space="preserve"> اسرار را حفظ کرد و از اظهار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موقع آن پره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نمود: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الهاد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اظهار الش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ء قبل 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ستحکم</w:t>
      </w:r>
      <w:r w:rsidRPr="00DC4C40">
        <w:rPr>
          <w:rFonts w:eastAsia="B Badr"/>
          <w:rtl/>
        </w:rPr>
        <w:t xml:space="preserve"> مفسدة له.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فاش</w:t>
      </w:r>
      <w:r w:rsidRPr="00DC4C40">
        <w:rPr>
          <w:rFonts w:eastAsia="B Badr"/>
          <w:rtl/>
        </w:rPr>
        <w:t xml:space="preserve"> نمودن امر قبل از حتم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محکم شدن، باعث تباه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چون</w:t>
      </w:r>
      <w:r w:rsidRPr="00DC4C40">
        <w:rPr>
          <w:rFonts w:eastAsia="B Badr"/>
          <w:rtl/>
        </w:rPr>
        <w:t xml:space="preserve"> دل آن آب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نها</w:t>
      </w:r>
      <w:r w:rsidRPr="00DC4C40">
        <w:rPr>
          <w:rFonts w:eastAsia="B Badr"/>
          <w:rtl/>
        </w:rPr>
        <w:t xml:space="preserve"> خال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- عکس روها از برون در آب جست.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تو را باطن مصفا ناشده - خانه پر از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نسناس و دده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 است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زه</w:t>
      </w:r>
      <w:r w:rsidRPr="00DC4C40">
        <w:rPr>
          <w:rFonts w:eastAsia="B Badr"/>
          <w:rtl/>
        </w:rPr>
        <w:t xml:space="preserve"> مانده در 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 ارواح مس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 بر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شناس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سر کند - کز کدام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مکمن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سر بر کند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چون</w:t>
      </w:r>
      <w:r w:rsidRPr="00DC4C40">
        <w:rPr>
          <w:rFonts w:eastAsia="B Badr"/>
          <w:rtl/>
        </w:rPr>
        <w:t xml:space="preserve"> خال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در زهد تن - تا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الات</w:t>
      </w:r>
      <w:r w:rsidRPr="00DC4C40">
        <w:rPr>
          <w:rFonts w:eastAsia="B Badr"/>
          <w:rtl/>
        </w:rPr>
        <w:t xml:space="preserve"> از درونه روفتن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(مولو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لزوم ناام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نشدن دوستداران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استعداد دانش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به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امکان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استعداد مورد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مطلوب نبودن دور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بات</w:t>
      </w:r>
      <w:r w:rsidRPr="00DC4C40">
        <w:rPr>
          <w:rFonts w:eastAsia="B Badr"/>
          <w:rtl/>
        </w:rPr>
        <w:t xml:space="preserve"> جهت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استعداد و قدرت برتر از راه رهبان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ت،</w:t>
      </w:r>
      <w:r w:rsidRPr="00DC4C40">
        <w:rPr>
          <w:rFonts w:eastAsia="B Badr"/>
          <w:rtl/>
        </w:rPr>
        <w:t xml:space="preserve"> از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شارع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حرم امامزادگان، 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گاه</w:t>
      </w:r>
      <w:r w:rsidRPr="00DC4C40">
        <w:rPr>
          <w:rFonts w:eastAsia="B Badr"/>
          <w:rtl/>
        </w:rPr>
        <w:t xml:space="preserve"> اصحاب حضرت بق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عجل الله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فرجه الشر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صحاب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حضرت بق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عجل الله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فرجه الشر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از خانه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شخص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امکان اقامت آنها در مکانها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عموم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جاد</w:t>
      </w:r>
      <w:r w:rsidRPr="00DC4C40">
        <w:rPr>
          <w:rFonts w:eastAsia="B Badr"/>
          <w:rtl/>
        </w:rPr>
        <w:t xml:space="preserve"> ارتباط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راه افشا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رفتارها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پنهان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تحق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ثروتها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از راه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ختن</w:t>
      </w:r>
      <w:r w:rsidRPr="00DC4C40">
        <w:rPr>
          <w:rFonts w:eastAsia="B Badr"/>
          <w:rtl/>
        </w:rPr>
        <w:t xml:space="preserve"> آنها در گوشه اتاق.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7. از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بردن انگ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انجام عبادات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حضرت بق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عجل الله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فرجه الشر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8. توجه حضرت بق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عجل الله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فرجه الشر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به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و توص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آن حضرت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رشد معرفت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خواستاران معرفت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9. امکان تغ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توانمند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مطلوب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معرفت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 اثر اعمال خاص نادرست و ضرورت دور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آن اعمال.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از ما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ما دم از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مزن - شرط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چون ندان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لاف همکار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مزن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دوست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ما و 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کفرست کفر - کفر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چون ندان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کوس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مزن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(صادق سرمد)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 xml:space="preserve">10. امکان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قدرت برتر معرفت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راه اعمال عباد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وصل</w:t>
      </w:r>
      <w:r w:rsidRPr="00DC4C40">
        <w:rPr>
          <w:rFonts w:eastAsia="B Badr"/>
          <w:rtl/>
        </w:rPr>
        <w:t xml:space="preserve"> العبد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کل حال سن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مقام عج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انسان را به احوال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کو</w:t>
      </w:r>
      <w:r w:rsidRPr="00DC4C40">
        <w:rPr>
          <w:rFonts w:eastAsia="B Badr"/>
          <w:rtl/>
        </w:rPr>
        <w:t xml:space="preserve"> و مقامات عج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رساند.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11. تلاش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طان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سلب توف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12. تلازم سلب توف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معرفت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خذلان: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التوف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و الخذلان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تجاذبان</w:t>
      </w:r>
      <w:r w:rsidRPr="00DC4C40">
        <w:rPr>
          <w:rFonts w:eastAsia="B Badr"/>
          <w:rtl/>
        </w:rPr>
        <w:t xml:space="preserve"> النفس فا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هما</w:t>
      </w:r>
      <w:r w:rsidRPr="00DC4C40">
        <w:rPr>
          <w:rFonts w:eastAsia="B Badr"/>
          <w:rtl/>
        </w:rPr>
        <w:t xml:space="preserve"> غلب کانت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زه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رالمومنان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توف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و خذلان هر دو نفس را جذب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کنند، هر کدام غلبه کند نفس در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طه</w:t>
      </w:r>
      <w:r w:rsidRPr="00DC4C40">
        <w:rPr>
          <w:rFonts w:eastAsia="B Badr"/>
          <w:rtl/>
        </w:rPr>
        <w:t xml:space="preserve"> آن خواهد بود.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13. تلازم توف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معرفت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مطلوب با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کما ان الجسم و الظل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فترقان،</w:t>
      </w:r>
      <w:r w:rsidRPr="00DC4C40">
        <w:rPr>
          <w:rFonts w:eastAsia="B Badr"/>
          <w:rtl/>
        </w:rPr>
        <w:t xml:space="preserve"> کذلک التوف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و 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فترقان</w:t>
      </w:r>
      <w:r w:rsidRPr="00DC4C40">
        <w:rPr>
          <w:rFonts w:eastAsia="B Badr"/>
          <w:rtl/>
        </w:rPr>
        <w:t xml:space="preserve"> 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رالمومنان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همان</w:t>
      </w:r>
      <w:r w:rsidRPr="00DC4C40">
        <w:rPr>
          <w:rFonts w:eastAsia="B Badr"/>
          <w:rtl/>
        </w:rPr>
        <w:t xml:space="preserve"> گونه که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از بدن جدا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توف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از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جدا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55) اگر از جمله اسام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روز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امت</w:t>
      </w:r>
      <w:r w:rsidRPr="00DC4C40">
        <w:rPr>
          <w:rFonts w:eastAsia="B Badr"/>
          <w:rtl/>
        </w:rPr>
        <w:t xml:space="preserve"> تغابن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: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جمعکم</w:t>
      </w:r>
      <w:r w:rsidRPr="00DC4C40">
        <w:rPr>
          <w:rFonts w:eastAsia="B Badr"/>
          <w:rtl/>
        </w:rPr>
        <w:t xml:space="preserve">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الجمع ذلک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التغابن و من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ومن</w:t>
      </w:r>
      <w:r w:rsidRPr="00DC4C40">
        <w:rPr>
          <w:rFonts w:eastAsia="B Badr"/>
          <w:rtl/>
        </w:rPr>
        <w:t xml:space="preserve"> بالله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عمل</w:t>
      </w:r>
      <w:r w:rsidRPr="00DC4C40">
        <w:rPr>
          <w:rFonts w:eastAsia="B Badr"/>
          <w:rtl/>
        </w:rPr>
        <w:t xml:space="preserve"> صالحاً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کفر</w:t>
      </w:r>
      <w:r w:rsidRPr="00DC4C40">
        <w:rPr>
          <w:rFonts w:eastAsia="B Badr"/>
          <w:rtl/>
        </w:rPr>
        <w:t xml:space="preserve"> عنه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اته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دخله</w:t>
      </w:r>
      <w:r w:rsidRPr="00DC4C40">
        <w:rPr>
          <w:rFonts w:eastAsia="B Badr"/>
          <w:rtl/>
        </w:rPr>
        <w:t xml:space="preserve"> جنات تجر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 تحتها الانهار خالد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/>
          <w:rtl/>
        </w:rPr>
        <w:t xml:space="preserve"> ابدا ذلک الفوز العظ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</w:t>
      </w:r>
      <w:r w:rsidRPr="00DC4C40">
        <w:rPr>
          <w:rFonts w:eastAsia="B Badr"/>
          <w:rtl/>
        </w:rPr>
        <w:t xml:space="preserve"> آر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روز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که خدا همه شما را بر عرصه محشر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حساب جمع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گرداند و آن روز غبن و پش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بدکاران است و هر که 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به خدا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آرد و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کوکار</w:t>
      </w:r>
      <w:r w:rsidRPr="00DC4C40">
        <w:rPr>
          <w:rFonts w:eastAsia="B Badr"/>
          <w:rtl/>
        </w:rPr>
        <w:t xml:space="preserve"> شود خدا گناهانش بپوشاند و در باغها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بهشت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درختانش نهرها جار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داخل گرداند که در آن بهشت جاودان م</w:t>
      </w:r>
      <w:r w:rsidRPr="00DC4C40">
        <w:rPr>
          <w:rFonts w:eastAsia="B Badr" w:hint="eastAsia"/>
          <w:rtl/>
        </w:rPr>
        <w:t>تنعم</w:t>
      </w:r>
      <w:r w:rsidRPr="00DC4C40">
        <w:rPr>
          <w:rFonts w:eastAsia="B Badr"/>
          <w:rtl/>
        </w:rPr>
        <w:t xml:space="preserve"> باشند 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به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رستگار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بزرگ خواهد بود.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از باب تفاعل بودن تغابن ، شاهد صدق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است که در روز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امت</w:t>
      </w:r>
      <w:r w:rsidRPr="00DC4C40">
        <w:rPr>
          <w:rFonts w:eastAsia="B Badr"/>
          <w:rtl/>
        </w:rPr>
        <w:t xml:space="preserve"> به عدد هر ساعت از 24 ساعت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روزانه، خز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خزائن در نظر گرفته شده که خود فرد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آن را باز کند: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اقرا کتابک کف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بنفسک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باً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به</w:t>
      </w:r>
      <w:r w:rsidRPr="00DC4C40">
        <w:rPr>
          <w:rFonts w:eastAsia="B Badr"/>
          <w:rtl/>
        </w:rPr>
        <w:t xml:space="preserve"> او خطاب رسد که خودت کتاب اعمالت را بخوان و بنگر تا 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چه کرده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خود تنها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خود کاف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هست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تا</w:t>
      </w:r>
      <w:r w:rsidRPr="00DC4C40">
        <w:rPr>
          <w:rFonts w:eastAsia="B Badr"/>
          <w:rtl/>
        </w:rPr>
        <w:t xml:space="preserve"> از شاد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فرح به اوج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از الم و درد و ناراحت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حض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</w:t>
      </w:r>
      <w:r w:rsidRPr="00DC4C40">
        <w:rPr>
          <w:rFonts w:eastAsia="B Badr"/>
          <w:rtl/>
        </w:rPr>
        <w:t xml:space="preserve"> وجود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</w:t>
      </w:r>
      <w:r w:rsidRPr="00DC4C40">
        <w:rPr>
          <w:rFonts w:eastAsia="B Badr"/>
          <w:rtl/>
        </w:rPr>
        <w:t xml:space="preserve"> و اگر غبن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امت</w:t>
      </w:r>
      <w:r w:rsidRPr="00DC4C40">
        <w:rPr>
          <w:rFonts w:eastAsia="B Badr"/>
          <w:rtl/>
        </w:rPr>
        <w:t xml:space="preserve"> جبران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نبوده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شونده است و اگر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عرضه معارف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فراگ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عمل مردمان است! اگر عرضه کنندگ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در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طه</w:t>
      </w:r>
      <w:r w:rsidRPr="00DC4C40">
        <w:rPr>
          <w:rFonts w:eastAsia="B Badr"/>
          <w:rtl/>
        </w:rPr>
        <w:t xml:space="preserve"> کار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است و اگر اجر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مع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با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در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امت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 پد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دآور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العسگر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عن آبائه عن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فمن هداه و ارشده و عمله 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عتنا</w:t>
      </w:r>
      <w:r w:rsidRPr="00DC4C40">
        <w:rPr>
          <w:rFonts w:eastAsia="B Badr"/>
          <w:rtl/>
        </w:rPr>
        <w:t xml:space="preserve"> کان معنا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الرف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الاعل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کس انسان جاهل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کند و او را رشد داده به 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عت</w:t>
      </w:r>
      <w:r w:rsidRPr="00DC4C40">
        <w:rPr>
          <w:rFonts w:eastAsia="B Badr"/>
          <w:rtl/>
        </w:rPr>
        <w:t xml:space="preserve"> ما آگاه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در رف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اعلا همنش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ما خواهد بود.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عرضه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از زاو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نگرش بر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و از راه و 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آنان صورت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رد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/>
          <w:rtl/>
        </w:rPr>
        <w:t xml:space="preserve"> که آنان هز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قوله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: جعلت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ناً</w:t>
      </w:r>
      <w:r w:rsidRPr="00DC4C40">
        <w:rPr>
          <w:rFonts w:eastAsia="B Badr"/>
          <w:rtl/>
        </w:rPr>
        <w:t xml:space="preserve"> خازن و ح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کلام</w:t>
      </w:r>
      <w:r w:rsidRPr="00DC4C40">
        <w:rPr>
          <w:rFonts w:eastAsia="B Badr"/>
          <w:rtl/>
        </w:rPr>
        <w:t xml:space="preserve"> خداوند: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 گنج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قرار دادم.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همان</w:t>
      </w:r>
      <w:r w:rsidRPr="00DC4C40">
        <w:rPr>
          <w:rFonts w:eastAsia="B Badr"/>
          <w:rtl/>
        </w:rPr>
        <w:t xml:space="preserve"> 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از علم آدم: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و علم آدم الاسماء کلها ثم عرضهم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الملائکه فقال انبئون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باسماء هولاء ان کنتم صادق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خدا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عالم همه اسماء را به آدم تعل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داد آنگاه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آن اسماء را در نظر فرشتگان پد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آورد و فرمود اگر شما در دعو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خود صادق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اسماء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نان</w:t>
      </w:r>
      <w:r w:rsidRPr="00DC4C40">
        <w:rPr>
          <w:rFonts w:eastAsia="B Badr"/>
          <w:rtl/>
        </w:rPr>
        <w:t xml:space="preserve"> را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شروع</w:t>
      </w:r>
      <w:r w:rsidRPr="00DC4C40">
        <w:rPr>
          <w:rFonts w:eastAsia="B Badr"/>
          <w:rtl/>
        </w:rPr>
        <w:t xml:space="preserve"> شده و تا: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فاوح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عبده اوح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(10) و ما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نطق</w:t>
      </w:r>
      <w:r w:rsidRPr="00DC4C40">
        <w:rPr>
          <w:rFonts w:eastAsia="B Badr"/>
          <w:rtl/>
        </w:rPr>
        <w:t xml:space="preserve"> عن الهو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(3) ان هو الا 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.(4)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خدا به بنده خود 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فرمود (10) و آنچه را که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چکس</w:t>
      </w:r>
      <w:r w:rsidRPr="00DC4C40">
        <w:rPr>
          <w:rFonts w:eastAsia="B Badr"/>
          <w:rtl/>
        </w:rPr>
        <w:t xml:space="preserve"> درک آن نتواند کرد (3) و هرگز به هوا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نفس سخن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سخن او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. (4).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افته</w:t>
      </w:r>
      <w:r w:rsidRPr="00DC4C40">
        <w:rPr>
          <w:rFonts w:eastAsia="B Badr"/>
          <w:rtl/>
        </w:rPr>
        <w:t xml:space="preserve"> است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مردمان تلاش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تا ضمن ارشاد مردمان و پد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دآوردن</w:t>
      </w:r>
      <w:r w:rsidRPr="00DC4C40">
        <w:rPr>
          <w:rFonts w:eastAsia="B Badr"/>
          <w:rtl/>
        </w:rPr>
        <w:t xml:space="preserve"> سعادتمند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شان،</w:t>
      </w:r>
      <w:r w:rsidRPr="00DC4C40">
        <w:rPr>
          <w:rFonts w:eastAsia="B Badr"/>
          <w:rtl/>
        </w:rPr>
        <w:t xml:space="preserve"> آنان را به هز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فرح و شادمان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اخرو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تا در روز تغابن، غبن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 پد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درست است که معرفت مطلوب ذات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مهم شکوفا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معرفت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پد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آوردن و به 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سپردن معرفت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عرض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در جوهره انسان هاست، مهم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وه</w:t>
      </w:r>
      <w:r w:rsidRPr="00DC4C40">
        <w:rPr>
          <w:rFonts w:eastAsia="B Badr"/>
          <w:rtl/>
        </w:rPr>
        <w:t xml:space="preserve"> بروز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درون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تثب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باورمندانه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عرض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است، مهم تبد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کردن معرفت ها به رفتارها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بروزها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رف</w:t>
      </w:r>
      <w:r w:rsidRPr="00DC4C40">
        <w:rPr>
          <w:rFonts w:eastAsia="B Badr" w:hint="eastAsia"/>
          <w:rtl/>
        </w:rPr>
        <w:t>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امور مهم تنها و تنها از راه شناخت و معرفت بر معارف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و عرضه دق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آنها به مردمان از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سور</w:t>
      </w:r>
      <w:r w:rsidRPr="00DC4C40">
        <w:rPr>
          <w:rFonts w:eastAsia="B Badr"/>
          <w:rtl/>
        </w:rPr>
        <w:t xml:space="preserve"> است ولو آنان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عرضه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با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عملکردها و باورها و آداب و سنن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برخورد کنند و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/>
          <w:rtl/>
        </w:rPr>
        <w:lastRenderedPageBreak/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صدمات فراوان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بر خود هموار سازند که در صورت خالصانه بودن از امدادها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بهره خواهند برد.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فداکار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در عرضه معارف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تحمل خطرات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شکننده بودن مقاومتها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هنگام عرضه معارف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لزوم احترام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و استقبال مردم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آنان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تاث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امدادها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مقاوم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ارشاد مردمان جاهل.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لزوم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ستم</w:t>
      </w:r>
      <w:r w:rsidRPr="00DC4C40">
        <w:rPr>
          <w:rFonts w:eastAsia="B Badr"/>
          <w:rtl/>
        </w:rPr>
        <w:t xml:space="preserve"> امداد تبل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در معرض خطر.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تاث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توسل به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در موفق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اجرائ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وظائف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56) با توجه به حرام بودن صدقه بر سادات به عنوان فرزندان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،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تقاضا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دو نفر را صرفاً امتحان، آماده 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بالاخره نجات اعضا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خانواده از صدمات دانست. آنان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دانند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ازمند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مشت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دو مشت گندم </w:t>
      </w:r>
      <w:r w:rsidRPr="00DC4C40">
        <w:rPr>
          <w:rFonts w:eastAsia="B Badr" w:hint="eastAsia"/>
          <w:rtl/>
        </w:rPr>
        <w:t>خانواده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ستند</w:t>
      </w:r>
      <w:r w:rsidRPr="00DC4C40">
        <w:rPr>
          <w:rFonts w:eastAsia="B Badr"/>
          <w:rtl/>
        </w:rPr>
        <w:t>. آنان تقاضا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عرضه حجت درست گفتار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شان بود تا آن مرد دل درد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گرفت، قدرتشان را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دانست و بر گفتارشان باور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کرد.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شده است که قبل از وقوع حوادث خطرناک از طرف حضرت بق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عجل الله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فرجه الشر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امها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eastAsia"/>
          <w:rtl/>
        </w:rPr>
        <w:t>صالحان</w:t>
      </w:r>
      <w:r w:rsidRPr="00DC4C40">
        <w:rPr>
          <w:rFonts w:eastAsia="B Badr"/>
          <w:rtl/>
        </w:rPr>
        <w:t xml:space="preserve"> فرستاده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تا آنان از حوادث تلخ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نگران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نداشته باشد که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حادثه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همان موارد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بقا و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بدن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ترب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راه وادار کردن افراد به دادن 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در راه خدا، آن هم در تنگدست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محض: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احمد</w:t>
      </w:r>
      <w:r w:rsidRPr="00DC4C40">
        <w:rPr>
          <w:rFonts w:eastAsia="B Badr"/>
          <w:rtl/>
        </w:rPr>
        <w:t xml:space="preserve"> بن عبدالجبار عن جده عن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الهد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ثلاثة وجوه: 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مکافاة، و 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مصانعة، و 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لله عزوجل.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سه نوع است: 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پاداش، 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همکار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خداوند عزوجل.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ببخش</w:t>
      </w:r>
      <w:r w:rsidRPr="00DC4C40">
        <w:rPr>
          <w:rFonts w:eastAsia="B Badr"/>
          <w:rtl/>
        </w:rPr>
        <w:t xml:space="preserve">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فردا مگو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چه 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فردا چه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بر او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بر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ببخش آن همه خواسته - برافراز جان و روان کاسته.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(فردوس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اشاره لط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بر پاک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غذا و روز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خانواده به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اصرار ظاهر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دو در گرفتن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 و نرفتن آنان به خانه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آن منطقه.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lastRenderedPageBreak/>
        <w:t>3. آماده 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صالحان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تحمل وقا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دردناک و سخت از راه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انه</w:t>
      </w:r>
      <w:r w:rsidRPr="00DC4C40">
        <w:rPr>
          <w:rFonts w:eastAsia="B Badr"/>
          <w:rtl/>
        </w:rPr>
        <w:t xml:space="preserve"> آن وقا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تقد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آن حوادث تلخ طب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مأمور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اجرا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جلوگ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آن حوادث از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خداوند.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بنوش</w:t>
      </w:r>
      <w:r w:rsidRPr="00DC4C40">
        <w:rPr>
          <w:rFonts w:eastAsia="B Badr"/>
          <w:rtl/>
        </w:rPr>
        <w:t xml:space="preserve"> باده که قسام صنع قسمت کرد - در 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نش</w:t>
      </w:r>
      <w:r w:rsidRPr="00DC4C40">
        <w:rPr>
          <w:rFonts w:eastAsia="B Badr"/>
          <w:rtl/>
        </w:rPr>
        <w:t xml:space="preserve"> از انواع نوش دارو و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(حافظ)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علم صالحان روزگار به حوادث مقدر در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بشر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انقلاب اسلام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حوادث درون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-.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صلاح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عام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جامعه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حمل اسرار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منم</w:t>
      </w:r>
      <w:r w:rsidRPr="00DC4C40">
        <w:rPr>
          <w:rFonts w:eastAsia="B Badr"/>
          <w:rtl/>
        </w:rPr>
        <w:t xml:space="preserve"> که شهره شهرم به عشق ورز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- منم که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الوده</w:t>
      </w:r>
      <w:r w:rsidRPr="00DC4C40">
        <w:rPr>
          <w:rFonts w:eastAsia="B Badr"/>
          <w:rtl/>
        </w:rPr>
        <w:t xml:space="preserve"> ام به بد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به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کده</w:t>
      </w:r>
      <w:r w:rsidRPr="00DC4C40">
        <w:rPr>
          <w:rFonts w:eastAsia="B Badr"/>
          <w:rtl/>
        </w:rPr>
        <w:t xml:space="preserve"> گفتم که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راه نجات - بخواست جام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گفت راز پوش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(حافظ)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حارث</w:t>
      </w:r>
      <w:r w:rsidRPr="00DC4C40">
        <w:rPr>
          <w:rFonts w:eastAsia="B Badr"/>
          <w:rtl/>
        </w:rPr>
        <w:t xml:space="preserve"> بن دلهاث عن الرضا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کون</w:t>
      </w:r>
      <w:r w:rsidRPr="00DC4C40">
        <w:rPr>
          <w:rFonts w:eastAsia="B Badr"/>
          <w:rtl/>
        </w:rPr>
        <w:t xml:space="preserve"> المومن مومنا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کون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ثلاث خصال: سنة من ربه، و سنة من 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ه،</w:t>
      </w:r>
      <w:r w:rsidRPr="00DC4C40">
        <w:rPr>
          <w:rFonts w:eastAsia="B Badr"/>
          <w:rtl/>
        </w:rPr>
        <w:t xml:space="preserve"> و سنة من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ه،</w:t>
      </w:r>
      <w:r w:rsidRPr="00DC4C40">
        <w:rPr>
          <w:rFonts w:eastAsia="B Badr"/>
          <w:rtl/>
        </w:rPr>
        <w:t xml:space="preserve"> فالسنة من ربه کتمان سره...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رضا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مومن،</w:t>
      </w:r>
      <w:r w:rsidRPr="00DC4C40">
        <w:rPr>
          <w:rFonts w:eastAsia="B Badr"/>
          <w:rtl/>
        </w:rPr>
        <w:t xml:space="preserve"> به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رسد مگر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نکه</w:t>
      </w:r>
      <w:r w:rsidRPr="00DC4C40">
        <w:rPr>
          <w:rFonts w:eastAsia="B Badr"/>
          <w:rtl/>
        </w:rPr>
        <w:t xml:space="preserve"> خصلت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خدا و خصلت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و خصلت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وص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او باشد اما خصلت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از خدا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دارد، کتمان سر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7. تاث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تکو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افراد ناخوانده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خوانده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جاد</w:t>
      </w:r>
      <w:r w:rsidRPr="00DC4C40">
        <w:rPr>
          <w:rFonts w:eastAsia="B Badr"/>
          <w:rtl/>
        </w:rPr>
        <w:t xml:space="preserve"> روز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از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بردن گناهان: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عن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الض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نزل</w:t>
      </w:r>
      <w:r w:rsidRPr="00DC4C40">
        <w:rPr>
          <w:rFonts w:eastAsia="B Badr"/>
          <w:rtl/>
        </w:rPr>
        <w:t xml:space="preserve"> برزقه، و برتحل بذنوب اهل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همان</w:t>
      </w:r>
      <w:r w:rsidRPr="00DC4C40">
        <w:rPr>
          <w:rFonts w:eastAsia="B Badr"/>
          <w:rtl/>
        </w:rPr>
        <w:t xml:space="preserve"> با روز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خود وارد و با گناهان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زبان</w:t>
      </w:r>
      <w:r w:rsidRPr="00DC4C40">
        <w:rPr>
          <w:rFonts w:eastAsia="B Badr"/>
          <w:rtl/>
        </w:rPr>
        <w:t xml:space="preserve"> خارج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برطرف شدن خطرات: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هل 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حد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</w:t>
      </w:r>
      <w:r w:rsidRPr="00DC4C40">
        <w:rPr>
          <w:rFonts w:eastAsia="B Badr"/>
          <w:rtl/>
        </w:rPr>
        <w:t xml:space="preserve"> 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ابراه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المکرم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اذ دخلوا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فقالوا سلاما قال سلام قوم منکرون فراغ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اهله فجاء بعجل 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فقربه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هم</w:t>
      </w:r>
      <w:r w:rsidRPr="00DC4C40">
        <w:rPr>
          <w:rFonts w:eastAsia="B Badr"/>
          <w:rtl/>
        </w:rPr>
        <w:t xml:space="preserve"> قال الا تاکلون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رسول ما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حکا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مهمانان گرام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ابراه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و فرشتگان به تو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است؟ هنگام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آنان بر او وارد شدند و سلام گفتند و او جواب سلام گفت و فرمود که شما مردم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ناشناس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آنگاه نزد اهل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خود رفت و کباب گوساله فربه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نزد مهمانان باز آورد غذا را نزد آنان گذاشت و ف</w:t>
      </w:r>
      <w:r w:rsidRPr="00DC4C40">
        <w:rPr>
          <w:rFonts w:eastAsia="B Badr" w:hint="eastAsia"/>
          <w:rtl/>
        </w:rPr>
        <w:t>رمود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/>
          <w:rtl/>
        </w:rPr>
        <w:lastRenderedPageBreak/>
        <w:t>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شما غذا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 پس زانو منش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غم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هوده</w:t>
      </w:r>
      <w:r w:rsidRPr="00DC4C40">
        <w:rPr>
          <w:rFonts w:eastAsia="B Badr"/>
          <w:rtl/>
        </w:rPr>
        <w:t xml:space="preserve"> مخور - که ز غم خوردن تو، رزق نگردد کم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(حافظ)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8. لزوم تکلف آور نبودن نحوه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از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همان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لاتکلفوا للض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همان</w:t>
      </w:r>
      <w:r w:rsidRPr="00DC4C40">
        <w:rPr>
          <w:rFonts w:eastAsia="B Badr"/>
          <w:rtl/>
        </w:rPr>
        <w:t xml:space="preserve"> خود را به تکل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9. پاسخ داده شدن ماد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خانواده به واسطه برتر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(موعظه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حکمت آن مردان ناشناخته):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ما اهد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مسلم لاخ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افضل من کلمة حکمة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الله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بها 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رده</w:t>
      </w:r>
      <w:r w:rsidRPr="00DC4C40">
        <w:rPr>
          <w:rFonts w:eastAsia="B Badr"/>
          <w:rtl/>
        </w:rPr>
        <w:t xml:space="preserve"> بها عن 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کلمه</w:t>
      </w:r>
      <w:r w:rsidRPr="00DC4C40">
        <w:rPr>
          <w:rFonts w:eastAsia="B Badr"/>
          <w:rtl/>
        </w:rPr>
        <w:t xml:space="preserve"> حکمت آم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باعث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مانع گمراه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بهتر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مسلمان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تواند به برادر خود بدهد.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57) نقش کلام و گفتار انسان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تنها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جوهره فکر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فطر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بلکه علاوه بر آن نقش تأث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داراست، نقش تأث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تنها در مخاطب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بلکه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خود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هست به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سخن نقش تاث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گفتار به نحو اضاف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دو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است کلام هم بر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و هم بر مخاطب آن تاث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دارد. بنابرا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همان طور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بت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انگر</w:t>
      </w:r>
      <w:r w:rsidRPr="00DC4C40">
        <w:rPr>
          <w:rFonts w:eastAsia="B Badr"/>
          <w:rtl/>
        </w:rPr>
        <w:t xml:space="preserve"> پست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من اقبح اللوم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بة</w:t>
      </w:r>
      <w:r w:rsidRPr="00DC4C40">
        <w:rPr>
          <w:rFonts w:eastAsia="B Badr"/>
          <w:rtl/>
        </w:rPr>
        <w:t xml:space="preserve"> الاخ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رالمومنان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بت</w:t>
      </w:r>
      <w:r w:rsidRPr="00DC4C40">
        <w:rPr>
          <w:rFonts w:eastAsia="B Badr"/>
          <w:rtl/>
        </w:rPr>
        <w:t xml:space="preserve"> خوبان از زشتر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پست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هاست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بر</w:t>
      </w:r>
      <w:r w:rsidRPr="00DC4C40">
        <w:rPr>
          <w:rFonts w:eastAsia="B Badr"/>
          <w:rtl/>
        </w:rPr>
        <w:t xml:space="preserve"> مخاطب و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تأث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رگذار</w:t>
      </w:r>
      <w:r w:rsidRPr="00DC4C40">
        <w:rPr>
          <w:rFonts w:eastAsia="B Badr"/>
          <w:rtl/>
        </w:rPr>
        <w:t xml:space="preserve"> است، کلام حق و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 اگر خداوند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نور و مافوق نور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دعا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جوشن کب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: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نور النور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منور النور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خالق النور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مدبر النور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مقدر النور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نور کل نور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نورا قبل کل نور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نورا بعد کل النور،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نورا فوق کل نور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نورا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کمثله نور.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دعا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جوشن کب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نور روشناه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ها،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بخش نورها،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ننده</w:t>
      </w:r>
      <w:r w:rsidRPr="00DC4C40">
        <w:rPr>
          <w:rFonts w:eastAsia="B Badr"/>
          <w:rtl/>
        </w:rPr>
        <w:t xml:space="preserve"> نور،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نظام بخشنده نور،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اندازه بخشنده نورها،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نور،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از وجود هر نور،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نور فوق هر نور،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همانند او نور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امامت و اهل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نورند: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الباقر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قوله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: فامنوا بالله و رسوله و النور الذ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انزلنا النور و الله الائمة من آل محمد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الق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امة،</w:t>
      </w:r>
      <w:r w:rsidRPr="00DC4C40">
        <w:rPr>
          <w:rFonts w:eastAsia="B Badr"/>
          <w:rtl/>
        </w:rPr>
        <w:t xml:space="preserve"> و هم و الله نور الله الذ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انزل، و هم و الله نور الله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السماوات و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الارض، و الله ... لنور الامام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قلوب 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انور من الشمس المض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ئة</w:t>
      </w:r>
      <w:r w:rsidRPr="00DC4C40">
        <w:rPr>
          <w:rFonts w:eastAsia="B Badr"/>
          <w:rtl/>
        </w:rPr>
        <w:t xml:space="preserve"> بالنهار...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محمد باقر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تفس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به خدا و رسول و نور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نازل نموده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آمده است که منظور از نور، ائمه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باشند، بخدا قسم آنان نور خدا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که نازل فرمود، آنان نور خداوند در آسمانها و 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هستند، بخدا قسم روشنا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نور امام در قلب مومنان از روشنائ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خورش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تابان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شتر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محبت آم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به آنها و تبر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جستن از دشمنان آنان، خود نور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خود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نورافشان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کرده و بر مخاطبان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پرتو افکن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اگر</w:t>
      </w:r>
      <w:r w:rsidRPr="00DC4C40">
        <w:rPr>
          <w:rFonts w:eastAsia="B Badr"/>
          <w:rtl/>
        </w:rPr>
        <w:t xml:space="preserve"> 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نت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نور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اگر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نت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انسانها، که خود از عالم ذر 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ثاق</w:t>
      </w:r>
      <w:r w:rsidRPr="00DC4C40">
        <w:rPr>
          <w:rFonts w:eastAsia="B Badr"/>
          <w:rtl/>
        </w:rPr>
        <w:t xml:space="preserve"> به ارث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است از آن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است؛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عاشورا را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نور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 موثر در جلاء نور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جوهره 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پنداشت.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عاشورا زنگارزدا از ذات انسانها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و شنونده است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عاشورا طردکننده کثافات ماد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جوهره تمام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محب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است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عاشورا، تلق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دوباره محبت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در ذات انسان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است،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عاشورا، تزر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نور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ارادت و</w:t>
      </w:r>
      <w:r w:rsidRPr="00DC4C40">
        <w:rPr>
          <w:rFonts w:eastAsia="B Badr" w:hint="eastAsia"/>
          <w:rtl/>
        </w:rPr>
        <w:t>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پاره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قلب انسان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است،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عاشورا رمز تمام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عشاق 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رواق حر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است.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عاشورا کل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بازگشا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اسرار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عرفان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کائنات و مصلا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قدس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و غمزدگان است.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عاشورا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افتن</w:t>
      </w:r>
      <w:r w:rsidRPr="00DC4C40">
        <w:rPr>
          <w:rFonts w:eastAsia="B Badr"/>
          <w:rtl/>
        </w:rPr>
        <w:t xml:space="preserve"> صبا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عرش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بو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 w:hint="eastAsia"/>
          <w:rtl/>
        </w:rPr>
        <w:t>است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عاشورا تسلا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شبها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محبس حسرت انسان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آستان غبار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وجود است.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عاشورا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حاجت نور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 ها از زاو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نگاه به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دگاه</w:t>
      </w:r>
      <w:r w:rsidRPr="00DC4C40">
        <w:rPr>
          <w:rFonts w:eastAsia="B Badr"/>
          <w:rtl/>
        </w:rPr>
        <w:t xml:space="preserve"> لط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است.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عاشورا جواز حضور دل انگ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در حصن توح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است.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عاشورا آمدن مست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دستان ته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اه،</w:t>
      </w:r>
      <w:r w:rsidRPr="00DC4C40">
        <w:rPr>
          <w:rFonts w:eastAsia="B Badr"/>
          <w:rtl/>
        </w:rPr>
        <w:t xml:space="preserve">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سوخته به نزد محسنان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عاشورا،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رفته</w:t>
      </w:r>
      <w:r w:rsidRPr="00DC4C40">
        <w:rPr>
          <w:rFonts w:eastAsia="B Badr"/>
          <w:rtl/>
        </w:rPr>
        <w:t xml:space="preserve"> شدن در محرم محرم حرم حر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دار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lastRenderedPageBreak/>
        <w:t>1. تلاش مرجع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جاد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تجل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ذات انسان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پاک 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قابل درک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تجل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ارات</w:t>
      </w:r>
      <w:r w:rsidRPr="00DC4C40">
        <w:rPr>
          <w:rFonts w:eastAsia="B Badr"/>
          <w:rtl/>
        </w:rPr>
        <w:t xml:space="preserve"> مأثور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جلاءبخش بودن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انات</w:t>
      </w:r>
      <w:r w:rsidRPr="00DC4C40">
        <w:rPr>
          <w:rFonts w:eastAsia="B Badr"/>
          <w:rtl/>
        </w:rPr>
        <w:t xml:space="preserve">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جوهره ذات انسان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لزوم تکرار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نور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هر روز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تداوم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نقش ابتلاءات روزمره در زنگار بسته شدن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نور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58) اگر ورزش، به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توانهاست و اگر توان انسان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تنها در بعد جسمان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خلاصه نشده و شامل امور روان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پس ورزش ها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گاه روان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گاه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گاه جسم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 ورزش مطلوب ورزش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به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همه توان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به ارمغان آورد چنانکه ورزشکار متد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در هر سه بعد توان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دارا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مقام و موفق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باشد.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ورزش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جسم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آنهم به نحو آماتور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فاقد ارزش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انسان ورز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در صحنه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جسم، روح و روان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خواهد.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ورزشکار حرفه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نه آماتور آنهم به نحو پهلوان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نه قهرمان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طلبد، پهلوان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علاوه بر توانمند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خاص جسم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قهرمان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صحنه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رز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جسم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دارا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رت</w:t>
      </w:r>
      <w:r w:rsidRPr="00DC4C40">
        <w:rPr>
          <w:rFonts w:eastAsia="B Badr"/>
          <w:rtl/>
        </w:rPr>
        <w:t xml:space="preserve">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باشد او با چشم دل اش ناد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گران</w:t>
      </w:r>
      <w:r w:rsidRPr="00DC4C40">
        <w:rPr>
          <w:rFonts w:eastAsia="B Badr"/>
          <w:rtl/>
        </w:rPr>
        <w:t xml:space="preserve"> را به آسان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و با گوش قلب اش، ناشن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گران</w:t>
      </w:r>
      <w:r w:rsidRPr="00DC4C40">
        <w:rPr>
          <w:rFonts w:eastAsia="B Badr"/>
          <w:rtl/>
        </w:rPr>
        <w:t xml:space="preserve"> را بشنود. و از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ها و 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ها، پندها بگ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رد</w:t>
      </w:r>
      <w:r w:rsidRPr="00DC4C40">
        <w:rPr>
          <w:rFonts w:eastAsia="B Badr"/>
          <w:rtl/>
        </w:rPr>
        <w:t xml:space="preserve"> و در مس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صلاح و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رشد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فانما البص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من سمع فتفکر و نظر فابصر، وانتفع بالعبر ثم سلک جددا واضحا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تجنب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الصرعة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المهاو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رالمومنان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</w:t>
      </w:r>
      <w:r w:rsidRPr="00DC4C40">
        <w:rPr>
          <w:rFonts w:eastAsia="B Badr"/>
          <w:rtl/>
        </w:rPr>
        <w:t xml:space="preserve">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در مورد آنچه که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شنود فکر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و از آنچه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پند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رد</w:t>
      </w:r>
      <w:r w:rsidRPr="00DC4C40">
        <w:rPr>
          <w:rFonts w:eastAsia="B Badr"/>
          <w:rtl/>
        </w:rPr>
        <w:t xml:space="preserve"> و از پندها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خود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مودن</w:t>
      </w:r>
      <w:r w:rsidRPr="00DC4C40">
        <w:rPr>
          <w:rFonts w:eastAsia="B Badr"/>
          <w:rtl/>
        </w:rPr>
        <w:t xml:space="preserve"> راه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واضح استفاده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تا به هلاکت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فتد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پهلوان</w:t>
      </w:r>
      <w:r w:rsidRPr="00DC4C40">
        <w:rPr>
          <w:rFonts w:eastAsia="B Badr"/>
          <w:rtl/>
        </w:rPr>
        <w:t xml:space="preserve">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معرفت ناش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رت</w:t>
      </w:r>
      <w:r w:rsidRPr="00DC4C40">
        <w:rPr>
          <w:rFonts w:eastAsia="B Badr"/>
          <w:rtl/>
        </w:rPr>
        <w:t xml:space="preserve"> را دارا باشد، هر صاحب بدن ورز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پهلوان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ست،</w:t>
      </w:r>
      <w:r w:rsidRPr="00DC4C40">
        <w:rPr>
          <w:rFonts w:eastAsia="B Badr"/>
          <w:rtl/>
        </w:rPr>
        <w:t xml:space="preserve"> پهلوان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ورز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چشمان و گوشها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جسمان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اش خطا نداشته باشد: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الرو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مع الابصار، فقد تکذب الع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ون</w:t>
      </w:r>
      <w:r w:rsidRPr="00DC4C40">
        <w:rPr>
          <w:rFonts w:eastAsia="B Badr"/>
          <w:rtl/>
        </w:rPr>
        <w:t xml:space="preserve"> اهلها و لا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غش</w:t>
      </w:r>
      <w:r w:rsidRPr="00DC4C40">
        <w:rPr>
          <w:rFonts w:eastAsia="B Badr"/>
          <w:rtl/>
        </w:rPr>
        <w:t xml:space="preserve"> العقل من استنصحه.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رالمومنان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تفکر</w:t>
      </w:r>
      <w:r w:rsidRPr="00DC4C40">
        <w:rPr>
          <w:rFonts w:eastAsia="B Badr"/>
          <w:rtl/>
        </w:rPr>
        <w:t xml:space="preserve"> و اند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شه</w:t>
      </w:r>
      <w:r w:rsidRPr="00DC4C40">
        <w:rPr>
          <w:rFonts w:eastAsia="B Badr"/>
          <w:rtl/>
        </w:rPr>
        <w:t xml:space="preserve"> همچون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با چشم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ست؛</w:t>
      </w:r>
      <w:r w:rsidRPr="00DC4C40">
        <w:rPr>
          <w:rFonts w:eastAsia="B Badr"/>
          <w:rtl/>
        </w:rPr>
        <w:t xml:space="preserve"> چرا که گاه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چشم به صاحبش دروغ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عقل سل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نسبت به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از او راهنما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بخواهد غش و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انت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آر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چشمان پهلوان،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و نورها را خوب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</w:t>
      </w:r>
      <w:r w:rsidRPr="00DC4C40">
        <w:rPr>
          <w:rFonts w:eastAsia="B Badr"/>
          <w:rtl/>
        </w:rPr>
        <w:t xml:space="preserve"> بدنها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سلاله زهرا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هاالسلام</w:t>
      </w:r>
      <w:r w:rsidRPr="00DC4C40">
        <w:rPr>
          <w:rFonts w:eastAsia="B Badr"/>
          <w:rtl/>
        </w:rPr>
        <w:t xml:space="preserve"> را خوب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شناسد آنان را از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بدنها خوب تشخ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ص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دهد بر احترامشان سخت همت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آخرت از راه پهلوان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سعادت و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نقش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بعد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تعر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خاص داشتن پهلوان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فرهنگ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تلاش، همت پهلوانان در سنگردار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حرمت خاندان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و آل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تفاوت جوهر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بدنها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سادات با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بدنها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انتقال ژنت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جسم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نسلها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به فرزندانشان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59) حافظ.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60) اگر از نام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به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نسبت آن با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و مراتب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بن محمد عن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انما 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ا،</w:t>
      </w:r>
      <w:r w:rsidRPr="00DC4C40">
        <w:rPr>
          <w:rFonts w:eastAsia="B Badr"/>
          <w:rtl/>
        </w:rPr>
        <w:t xml:space="preserve"> لانها ادن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 کل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ء، و 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الاخرة آخرة، لان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/>
          <w:rtl/>
        </w:rPr>
        <w:t xml:space="preserve"> الجزاء و الثواب.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را به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سبب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نام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دند</w:t>
      </w:r>
      <w:r w:rsidRPr="00DC4C40">
        <w:rPr>
          <w:rFonts w:eastAsia="B Badr"/>
          <w:rtl/>
        </w:rPr>
        <w:t xml:space="preserve"> که مادون همه 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و آخرت را به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آخرت نام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دند</w:t>
      </w:r>
      <w:r w:rsidRPr="00DC4C40">
        <w:rPr>
          <w:rFonts w:eastAsia="B Badr"/>
          <w:rtl/>
        </w:rPr>
        <w:t xml:space="preserve"> که محل 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فر</w:t>
      </w:r>
      <w:r w:rsidRPr="00DC4C40">
        <w:rPr>
          <w:rFonts w:eastAsia="B Badr"/>
          <w:rtl/>
        </w:rPr>
        <w:t xml:space="preserve"> و پاداش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به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تعارض ذات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مطلوب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استقلال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با مطلوب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عالم آخرت،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باور بود که خلقت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ا،</w:t>
      </w:r>
      <w:r w:rsidRPr="00DC4C40">
        <w:rPr>
          <w:rFonts w:eastAsia="B Badr"/>
          <w:rtl/>
        </w:rPr>
        <w:t xml:space="preserve"> خلقت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عالم آخرت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خلقت لغ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رها</w:t>
      </w:r>
      <w:r w:rsidRPr="00DC4C40">
        <w:rPr>
          <w:rFonts w:eastAsia="B Badr"/>
          <w:rtl/>
        </w:rPr>
        <w:t xml:space="preserve"> و لم تخلق لنفسها.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خلق شده نه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خودش.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نقش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پست، صرفاً محل کشت: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مزرعة الاخرة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مزرعه آخرت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بالدن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تحزر الاخرة.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آخرت</w:t>
      </w:r>
      <w:r w:rsidRPr="00DC4C40">
        <w:rPr>
          <w:rFonts w:eastAsia="B Badr"/>
          <w:rtl/>
        </w:rPr>
        <w:t xml:space="preserve"> از 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به دست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ذخ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ره</w:t>
      </w:r>
      <w:r w:rsidRPr="00DC4C40">
        <w:rPr>
          <w:rFonts w:eastAsia="B Badr"/>
          <w:rtl/>
        </w:rPr>
        <w:t xml:space="preserve"> 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ذخر و العلم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ذخ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ره،</w:t>
      </w:r>
      <w:r w:rsidRPr="00DC4C40">
        <w:rPr>
          <w:rFonts w:eastAsia="B Badr"/>
          <w:rtl/>
        </w:rPr>
        <w:t xml:space="preserve"> و علم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است؛</w:t>
      </w:r>
      <w:r w:rsidRPr="00DC4C40">
        <w:rPr>
          <w:rFonts w:eastAsia="B Badr"/>
          <w:rtl/>
        </w:rPr>
        <w:t xml:space="preserve"> و اگر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واسطه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نعمتها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اسماع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بن بشر بن عمار عن الکاظم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اجعلوا لانفسکم حظا من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باعطائها ما تشته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من الحلال...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موس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کاظم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از نعمتها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حلال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دوست 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بهره مند شو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جو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امور اخرو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ظرف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جهان،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اطلب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من حب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طلب ما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صلحک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طالب</w:t>
      </w:r>
      <w:r w:rsidRPr="00DC4C40">
        <w:rPr>
          <w:rFonts w:eastAsia="B Badr"/>
          <w:rtl/>
        </w:rPr>
        <w:t xml:space="preserve"> صلاح بودن،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دوست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مطلوب 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نگرش بر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جهان، نظر زاهدانه و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وار: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ظل الغمام و حلم المنام.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مانند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ابر و 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زودگذر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است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انظروا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نظر الزاهد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ها،</w:t>
      </w:r>
      <w:r w:rsidRPr="00DC4C40">
        <w:rPr>
          <w:rFonts w:eastAsia="B Badr"/>
          <w:rtl/>
        </w:rPr>
        <w:t xml:space="preserve"> فانها عن قل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تز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الساکن، و تفجع المترف فلا تغرنکم...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به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زاهدانه بنگر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به هوش باش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شما را نفر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بد</w:t>
      </w:r>
      <w:r w:rsidRPr="00DC4C40">
        <w:rPr>
          <w:rFonts w:eastAsia="B Badr"/>
          <w:rtl/>
        </w:rPr>
        <w:t xml:space="preserve"> چرا که بزود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ساکنان خود را از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برده، خوشگذرانان را با فاجعه روبرو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سازد.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عالمان و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زاهدان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امت نبو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هستند که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را جز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ابند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جابر</w:t>
      </w:r>
      <w:r w:rsidRPr="00DC4C40">
        <w:rPr>
          <w:rFonts w:eastAsia="B Badr"/>
          <w:rtl/>
        </w:rPr>
        <w:t xml:space="preserve"> عن باقر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فان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عند العلماء مثل الظل.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محمد باقر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در نظر علماء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نگرش آنان را بر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جهان را نگرش زاهدانه: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انظر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نظر الزاهد المفارق، و لا تنظر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/>
          <w:rtl/>
        </w:rPr>
        <w:t xml:space="preserve"> نظر العاشق الوامق.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به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مانند زاهد مفارقت کننده بنگر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نه مانند عاشق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وجودشان را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زندان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جهان: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الکاظم عن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سجن المومن و القبر حصنه و الجنة مأواه، و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جنة الکافر و القبر سجنه و النار مأواه.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مومن زندان، قبر حصن و بهشت پناهگاه است چنانکه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کافر بهشت، قبر زندان و آتش 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گاه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دانست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حسن المجتب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: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اهل لذات الدن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لابقاء لها ان اغتراراً بظل زائل حمق.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حسن مجتب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اهل لذت!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بقائ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ندارد و اطم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نان</w:t>
      </w:r>
      <w:r w:rsidRPr="00DC4C40">
        <w:rPr>
          <w:rFonts w:eastAsia="B Badr"/>
          <w:rtl/>
        </w:rPr>
        <w:t xml:space="preserve"> نمودن به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زودگذر کار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احمقانه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آنان از راه فقاهت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کمال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ستکمل</w:t>
      </w:r>
      <w:r w:rsidRPr="00DC4C40">
        <w:rPr>
          <w:rFonts w:eastAsia="B Badr"/>
          <w:rtl/>
        </w:rPr>
        <w:t xml:space="preserve"> عبد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قة</w:t>
      </w:r>
      <w:r w:rsidRPr="00DC4C40">
        <w:rPr>
          <w:rFonts w:eastAsia="B Badr"/>
          <w:rtl/>
        </w:rPr>
        <w:t xml:space="preserve"> الا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تکون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خصال ثلاث: الفقه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و حسن التقد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المع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شة،</w:t>
      </w:r>
      <w:r w:rsidRPr="00DC4C40">
        <w:rPr>
          <w:rFonts w:eastAsia="B Badr"/>
          <w:rtl/>
        </w:rPr>
        <w:t xml:space="preserve"> و الصبر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الرزا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بنده را سه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کامل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کند: فقاهت در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تدب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کو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معاش و صبر بر مشکلات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. به هنگام احتضار و معرفت بر 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گاه</w:t>
      </w:r>
      <w:r w:rsidRPr="00DC4C40">
        <w:rPr>
          <w:rFonts w:eastAsia="B Badr"/>
          <w:rtl/>
        </w:rPr>
        <w:t xml:space="preserve"> رف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محمد</w:t>
      </w:r>
      <w:r w:rsidRPr="00DC4C40">
        <w:rPr>
          <w:rFonts w:eastAsia="B Badr"/>
          <w:rtl/>
        </w:rPr>
        <w:t xml:space="preserve"> بن مسلم عن الباقر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...انه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احد من الناس تفارق روحه جسده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علم</w:t>
      </w:r>
      <w:r w:rsidRPr="00DC4C40">
        <w:rPr>
          <w:rFonts w:eastAsia="B Badr"/>
          <w:rtl/>
        </w:rPr>
        <w:t xml:space="preserve">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المنزلت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ر،</w:t>
      </w:r>
      <w:r w:rsidRPr="00DC4C40">
        <w:rPr>
          <w:rFonts w:eastAsia="B Badr"/>
          <w:rtl/>
        </w:rPr>
        <w:t xml:space="preserve">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الجنة ام النار...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محمد باقر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قبل</w:t>
      </w:r>
      <w:r w:rsidRPr="00DC4C40">
        <w:rPr>
          <w:rFonts w:eastAsia="B Badr"/>
          <w:rtl/>
        </w:rPr>
        <w:t xml:space="preserve"> از مفارقت روح از بدن انسان 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گاهش</w:t>
      </w:r>
      <w:r w:rsidRPr="00DC4C40">
        <w:rPr>
          <w:rFonts w:eastAsia="B Badr"/>
          <w:rtl/>
        </w:rPr>
        <w:t xml:space="preserve"> (بهشت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جهنم)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هرگز</w:t>
      </w:r>
      <w:r w:rsidRPr="00DC4C40">
        <w:rPr>
          <w:rFonts w:eastAsia="B Badr"/>
          <w:rtl/>
        </w:rPr>
        <w:t xml:space="preserve"> حاضر به بازگشت به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خانه بلا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دار بالبلاء محفوقة، و بالغدر معروفة، لاتدوم احوالها، و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سلم</w:t>
      </w:r>
      <w:r w:rsidRPr="00DC4C40">
        <w:rPr>
          <w:rFonts w:eastAsia="B Badr"/>
          <w:rtl/>
        </w:rPr>
        <w:t xml:space="preserve"> نزالها.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خانه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بلا آن را احاطه کرده و به غدر و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رنگ</w:t>
      </w:r>
      <w:r w:rsidRPr="00DC4C40">
        <w:rPr>
          <w:rFonts w:eastAsia="B Badr"/>
          <w:rtl/>
        </w:rPr>
        <w:t xml:space="preserve"> معروف است، به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حال باق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ماند و ساکنان آن در امان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ستند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ستند</w:t>
      </w:r>
      <w:r w:rsidRPr="00DC4C40">
        <w:rPr>
          <w:rFonts w:eastAsia="B Badr"/>
          <w:rtl/>
        </w:rPr>
        <w:t xml:space="preserve"> مگر آن که بتوانند در راه خداوند کار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در رکاب حضرت بق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عجل الله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فرجه الشر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انجام دهند: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اذا ان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القائم مطر الناس جماد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الاخرة و عشرة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من رجب مطراً لم ترالخلائق مثله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نبت</w:t>
      </w:r>
      <w:r w:rsidRPr="00DC4C40">
        <w:rPr>
          <w:rFonts w:eastAsia="B Badr"/>
          <w:rtl/>
        </w:rPr>
        <w:t xml:space="preserve"> الله به لحوم 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ابدانهم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قبورهم حضرت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جماد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آخر و ده روز از رجب که هنگام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حضرت قائم است باران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فرو خواهد آمد که خلائق مانند آن را 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اند، به واسطه آن، خداوند گوشت و بدن 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 در قبرشان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تعلق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ذات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مرجع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نسبت به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علاقه شد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مرجع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نبو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و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دوران برزخ.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امکان توف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بازگشت به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عادل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نشان داده شدن 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گاه</w:t>
      </w:r>
      <w:r w:rsidRPr="00DC4C40">
        <w:rPr>
          <w:rFonts w:eastAsia="B Badr"/>
          <w:rtl/>
        </w:rPr>
        <w:t xml:space="preserve">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عالمان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جهت به دوش کش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مندند مسؤول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جانا</w:t>
      </w:r>
      <w:r w:rsidRPr="00DC4C40">
        <w:rPr>
          <w:rFonts w:eastAsia="B Badr"/>
          <w:rtl/>
        </w:rPr>
        <w:t xml:space="preserve"> گر از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خود با خبر شو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سر تا به پا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ذره صفت بال و پر شو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بشناس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ار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تجر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گمان - جهد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قفس تن بدر شو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رون</w:t>
      </w:r>
      <w:r w:rsidRPr="00DC4C40">
        <w:rPr>
          <w:rFonts w:eastAsia="B Badr"/>
          <w:rtl/>
        </w:rPr>
        <w:t xml:space="preserve"> شو از سرا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عت</w:t>
      </w:r>
      <w:r w:rsidRPr="00DC4C40">
        <w:rPr>
          <w:rFonts w:eastAsia="B Badr"/>
          <w:rtl/>
        </w:rPr>
        <w:t xml:space="preserve"> مس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</w:t>
      </w:r>
      <w:r w:rsidRPr="00DC4C40">
        <w:rPr>
          <w:rFonts w:eastAsia="B Badr"/>
          <w:rtl/>
        </w:rPr>
        <w:t xml:space="preserve"> وار - کز فرق تا به سر همه سمع و بصر شو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اکبر برقع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61) بر خلاف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شه</w:t>
      </w:r>
      <w:r w:rsidRPr="00DC4C40">
        <w:rPr>
          <w:rFonts w:eastAsia="B Badr"/>
          <w:rtl/>
        </w:rPr>
        <w:t xml:space="preserve"> که حوادث از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رفتن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هستند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آن است که حوادث، وقوعشان زمان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ظبطشان فناناپذ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 به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سخن اگر حادثه بودن حوادث نشان از زمان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وقوع آنهاست؛ و اگر بر اساس اصل معدوم نشدن هر وجود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موجود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حادثه ه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را معدوم شدن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دانست - ولو قابل پرده پوش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- پس بر اساس مبان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علم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ت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فضا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حوادث را گنج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حفاظت از آنها پنداشت! به 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چه بسا روز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خواهد آمد که بشر به 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بازساز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تصو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حوادث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بتواند به اصل خود حوادث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</w:t>
      </w:r>
      <w:r w:rsidRPr="00DC4C40">
        <w:rPr>
          <w:rFonts w:eastAsia="B Badr"/>
          <w:rtl/>
        </w:rPr>
        <w:t xml:space="preserve"> و عناصر اصل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</w:t>
      </w:r>
      <w:r w:rsidRPr="00DC4C40">
        <w:rPr>
          <w:rFonts w:eastAsia="B Badr" w:hint="eastAsia"/>
          <w:rtl/>
        </w:rPr>
        <w:t>وادث</w:t>
      </w:r>
      <w:r w:rsidRPr="00DC4C40">
        <w:rPr>
          <w:rFonts w:eastAsia="B Badr"/>
          <w:rtl/>
        </w:rPr>
        <w:t xml:space="preserve"> را ولو در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ثبت نشده باشد را مورد معرفت و شناخت قرار دهد؛ چه بسا روز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خواهد آمد که بشر با استفاده از تکنولوژ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مدرن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ناگفته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/>
          <w:rtl/>
        </w:rPr>
        <w:lastRenderedPageBreak/>
        <w:t>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را با بررس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آنها را به دست آورد. و پرده از 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مجهول بردارد؛ مردمان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آن</w:t>
      </w:r>
      <w:r w:rsidRPr="00DC4C40">
        <w:rPr>
          <w:rFonts w:eastAsia="B Badr" w:hint="eastAsia"/>
          <w:rtl/>
        </w:rPr>
        <w:t>چه</w:t>
      </w:r>
      <w:r w:rsidRPr="00DC4C40">
        <w:rPr>
          <w:rFonts w:eastAsia="B Badr"/>
          <w:rtl/>
        </w:rPr>
        <w:t xml:space="preserve"> را که در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خوانده اند را به همان طور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در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است مجدداً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ابند</w:t>
      </w:r>
      <w:r w:rsidRPr="00DC4C40">
        <w:rPr>
          <w:rFonts w:eastAsia="B Badr"/>
          <w:rtl/>
        </w:rPr>
        <w:t xml:space="preserve"> عناصر اصل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با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شکل و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رفتار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صور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بشناسند.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سخن فوق بدان معنا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که موضوع معرفت شناس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فرهنگ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گاه وقا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از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رفتن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ست؟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معرفت شناس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برد معرفت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را به نحو شهود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و نه به نحو خبر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تا اعماق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برد؟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معرفت شناس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را آن چنان که بوده است در محضر بشر حاضر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سازد؟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نبود خطا از مختصات معرفت شناس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ست؟</w:t>
      </w:r>
      <w:r w:rsidRPr="00DC4C40">
        <w:rPr>
          <w:rFonts w:eastAsia="B Badr"/>
          <w:rtl/>
        </w:rPr>
        <w:t xml:space="preserve"> اگر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فلسفه شناخت شناس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مباهات کرد 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بدنبال تکنولوژ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متناسب با آن برآمد.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اگر 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که اوتاد صالح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مردم حضور داشته اند که وقت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آنان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رامون</w:t>
      </w:r>
      <w:r w:rsidRPr="00DC4C40">
        <w:rPr>
          <w:rFonts w:eastAsia="B Badr"/>
          <w:rtl/>
        </w:rPr>
        <w:t xml:space="preserve"> روا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سوال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شد آنان بلافاصله محفل آن روا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ت،</w:t>
      </w:r>
      <w:r w:rsidRPr="00DC4C40">
        <w:rPr>
          <w:rFonts w:eastAsia="B Badr"/>
          <w:rtl/>
        </w:rPr>
        <w:t xml:space="preserve"> شنوندگان آن روا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ت،</w:t>
      </w:r>
      <w:r w:rsidRPr="00DC4C40">
        <w:rPr>
          <w:rFonts w:eastAsia="B Badr"/>
          <w:rtl/>
        </w:rPr>
        <w:t xml:space="preserve"> شنوندگان آن روا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ت،</w:t>
      </w:r>
      <w:r w:rsidRPr="00DC4C40">
        <w:rPr>
          <w:rFonts w:eastAsia="B Badr"/>
          <w:rtl/>
        </w:rPr>
        <w:t xml:space="preserve"> متن اصل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روا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ت،</w:t>
      </w:r>
      <w:r w:rsidRPr="00DC4C40">
        <w:rPr>
          <w:rFonts w:eastAsia="B Badr"/>
          <w:rtl/>
        </w:rPr>
        <w:t xml:space="preserve"> سوال و پاسخ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مطو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آن روا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را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کرده اند! اگر 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که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خانه ها و مناطق، از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برنده صاحبان خود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باشند به طور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هر کس در آنها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آنها را 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بلافاصله مبتلا به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حوادث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شود!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اگر شن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که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مکانها برکت 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روز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آور بوده و خوش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من است همه نشان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است که درون آن فضاها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مکان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حواث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سپرده شده است که آثار مثبت و منف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همچنان باق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حفظ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به معنا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توبه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ست؛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/>
          <w:rtl/>
        </w:rPr>
        <w:t xml:space="preserve"> ثبت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از ثبت تکل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چه بسا ممکن است که در دفتر ثبت اعمال ت بر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اعمال و رفتارها قلم عفو کش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شده باشد و در محاسبه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حساب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ند،</w:t>
      </w:r>
      <w:r w:rsidRPr="00DC4C40">
        <w:rPr>
          <w:rFonts w:eastAsia="B Badr"/>
          <w:rtl/>
        </w:rPr>
        <w:t xml:space="preserve">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بتوان وجود آنها را در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همچنان باق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- ولو گاه ممکن است به خاطر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امور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آنها در حجاب خاص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استتار شده باشند که بشر و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ملائک را توانا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آنها نباشد - به 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است که صفت غفار بودن خداوند با صفت ستار بودن خداوند تفاوت دارد. وصف غفار بودن، نانوشته شدن اعمال در دفتر ثبت تکل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قلم خوردن اشتباهات و جرمها است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ستار بودن، پرده پوش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اعمال در حجابها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دست 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عظمت معرفت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و مراجع بزرگ حوزه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شناخت وقا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ناپ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گذشته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lastRenderedPageBreak/>
        <w:t>2. ساده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پره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از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رش</w:t>
      </w:r>
      <w:r w:rsidRPr="00DC4C40">
        <w:rPr>
          <w:rFonts w:eastAsia="B Badr"/>
          <w:rtl/>
        </w:rPr>
        <w:t xml:space="preserve"> ملک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مسئول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بقاء آثار منف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مثبت اعمال در فضاها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مکان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خود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گستره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قابل اندازه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موضوعات معرفت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معرفت شناس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انزجار ذات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عارف حوزه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مکانها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مبتلا به گناه.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نقش مخرب رباها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بانک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تبد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فضاها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سالم مکانها به فضا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آلوده.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62) عالم ربان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صمدان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حاج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رزا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صبحگاه روز جمعه 12 ماه مبارک رمضان در سال 1319 در خانواده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باتقوا و روحان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بافض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لت</w:t>
      </w:r>
      <w:r w:rsidRPr="00DC4C40">
        <w:rPr>
          <w:rFonts w:eastAsia="B Badr"/>
          <w:rtl/>
        </w:rPr>
        <w:t xml:space="preserve"> قدم به عرصه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نهاد،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سن طفول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در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4 سال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شتر</w:t>
      </w:r>
      <w:r w:rsidRPr="00DC4C40">
        <w:rPr>
          <w:rFonts w:eastAsia="B Badr"/>
          <w:rtl/>
        </w:rPr>
        <w:t xml:space="preserve"> سن نداشت، پدر بزرگوارش را از دست داد و تحت پرور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و سرپرست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اک</w:t>
      </w:r>
      <w:r w:rsidRPr="00DC4C40">
        <w:rPr>
          <w:rFonts w:eastAsia="B Badr"/>
          <w:rtl/>
        </w:rPr>
        <w:t xml:space="preserve"> خود قرار گرفت. پدرش مرحوم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رزا</w:t>
      </w:r>
      <w:r w:rsidRPr="00DC4C40">
        <w:rPr>
          <w:rFonts w:eastAsia="B Badr"/>
          <w:rtl/>
        </w:rPr>
        <w:t xml:space="preserve"> محسن در آن دوران به عنوان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نوابغ فقه و اصول و از بهتر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شاگردان آخوند خراسان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تلق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شد و خود در آن دوران صاحب رساله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متعدد اصول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فقه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بود. مرحوم غرو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پس از گذراندن دوران </w:t>
      </w:r>
      <w:r w:rsidRPr="00DC4C40">
        <w:rPr>
          <w:rFonts w:eastAsia="B Badr" w:hint="eastAsia"/>
          <w:rtl/>
        </w:rPr>
        <w:t>کودک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فراگ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خواندن و نوشتن به اقتضا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شوق فطر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ره</w:t>
      </w:r>
      <w:r w:rsidRPr="00DC4C40">
        <w:rPr>
          <w:rFonts w:eastAsia="B Badr"/>
          <w:rtl/>
        </w:rPr>
        <w:t xml:space="preserve"> خانوادگ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تحص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علوم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آورد و نزد جد بزرگوارش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محمد حسن تا سطوح 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دروس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خواند، آنگاه در سن 22 سالگ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عازم حوزه علم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نجف اشرف شد و پس از چند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مدرسه بخارا س</w:t>
      </w:r>
      <w:r w:rsidRPr="00DC4C40">
        <w:rPr>
          <w:rFonts w:eastAsia="B Badr" w:hint="eastAsia"/>
          <w:rtl/>
        </w:rPr>
        <w:t>کونت</w:t>
      </w:r>
      <w:r w:rsidRPr="00DC4C40">
        <w:rPr>
          <w:rFonts w:eastAsia="B Badr"/>
          <w:rtl/>
        </w:rPr>
        <w:t xml:space="preserve"> ورز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آنگاه سال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سال در محضر حضرات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عظام: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ابوالحسن اصفهان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ه،</w:t>
      </w:r>
      <w:r w:rsidRPr="00DC4C40">
        <w:rPr>
          <w:rFonts w:eastAsia="B Badr"/>
          <w:rtl/>
        </w:rPr>
        <w:t xml:space="preserve"> آقا 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عراق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رزا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اسدالله زنجان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ه،</w:t>
      </w:r>
      <w:r w:rsidRPr="00DC4C40">
        <w:rPr>
          <w:rFonts w:eastAsia="B Badr"/>
          <w:rtl/>
        </w:rPr>
        <w:t xml:space="preserve"> زانو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ادب به 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زد و از چشمه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وضات</w:t>
      </w:r>
      <w:r w:rsidRPr="00DC4C40">
        <w:rPr>
          <w:rFonts w:eastAsia="B Badr"/>
          <w:rtl/>
        </w:rPr>
        <w:t xml:space="preserve"> آنها کسب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</w:t>
      </w:r>
      <w:r w:rsidRPr="00DC4C40">
        <w:rPr>
          <w:rFonts w:eastAsia="B Badr"/>
          <w:rtl/>
        </w:rPr>
        <w:t xml:space="preserve"> نمود و به مبا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علم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اصول، فقه، کلام، رجال، حکمت و فلسفه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.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جوان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اجازت متعدد روا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و اجتهاد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اسات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معظمش نا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آمد. معظم له در سال 1350 ه.ق به درخواست جد بزرگوارش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الله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محمد حسن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تبر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بازگشت و به تحق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ق،</w:t>
      </w:r>
      <w:r w:rsidRPr="00DC4C40">
        <w:rPr>
          <w:rFonts w:eastAsia="B Badr"/>
          <w:rtl/>
        </w:rPr>
        <w:t xml:space="preserve"> تدر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و تأل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پرورش شاگردان اشتغال ورز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سع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از فضا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اخلاق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والا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برخوردار بود. تقوا، تواضع، فروتن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زهد و سادگ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اش مشهود همگان بود به طور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اقامت 67 ساله در تبر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را برگز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از همه مناصب چشم پوش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به</w:t>
      </w:r>
      <w:r w:rsidRPr="00DC4C40">
        <w:rPr>
          <w:rFonts w:eastAsia="B Badr"/>
          <w:rtl/>
        </w:rPr>
        <w:t xml:space="preserve"> کوچک و بزرگ احترام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گذاشت و از تمام وقت خود جهت مطالعه 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غ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ورز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 حافظه اش دق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بود و بر تمام مسائل و دقا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فقه آگاه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داشت.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سرانجام</w:t>
      </w:r>
      <w:r w:rsidRPr="00DC4C40">
        <w:rPr>
          <w:rFonts w:eastAsia="B Badr"/>
          <w:rtl/>
        </w:rPr>
        <w:t xml:space="preserve"> آن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بزرگ پس از عمر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تلاش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وقفه و رنج و مشقت فراوان در سن 98 سالگ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بدرود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گفت و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کر</w:t>
      </w:r>
      <w:r w:rsidRPr="00DC4C40">
        <w:rPr>
          <w:rFonts w:eastAsia="B Badr"/>
          <w:rtl/>
        </w:rPr>
        <w:t xml:space="preserve"> پاکش از تبر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به قم انتقال داده شد و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شهر مقدس به خاک سپرده شد. روحش شاد.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آن مرد بزرگوار آثار و نوشتار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ادگار</w:t>
      </w:r>
      <w:r w:rsidRPr="00DC4C40">
        <w:rPr>
          <w:rFonts w:eastAsia="B Badr"/>
          <w:rtl/>
        </w:rPr>
        <w:t xml:space="preserve"> مانده است که عبارتند از: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شرح فرائد الاصول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شرح کفا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 xml:space="preserve"> الاصول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رساله در تربت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رساله در وضع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کتاب الصوم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کتاب طهارت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7. الکواکب الحس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8. منهاج الرشاد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9. حل مشکلات اخبار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10. شرح عروةالوثق</w:t>
      </w:r>
      <w:r w:rsidRPr="00DC4C40">
        <w:rPr>
          <w:rFonts w:eastAsia="B Badr" w:hint="cs"/>
          <w:rtl/>
        </w:rPr>
        <w:t>ی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صدها اثر نف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و ارزنده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که در حوصله بحث ما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گنجد.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63) اگر جن موجود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ساخته شده از آتش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والجان خلقناه من قبل من نار السموم.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جن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را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شتر،</w:t>
      </w:r>
      <w:r w:rsidRPr="00DC4C40">
        <w:rPr>
          <w:rFonts w:eastAsia="B Badr"/>
          <w:rtl/>
        </w:rPr>
        <w:t xml:space="preserve"> از آتش گداخته خلق نمود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انسان و جن در طول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بشر رابطه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تنگاتنگ وجود داشته، به طور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گاه انسان جن را تسخ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کرده: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و حشر لسل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جنوده من الجن و الانس و الط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فهم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وزعون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سپاه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سل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از جن و انس و مرغان تحت فرمان رؤسان خود در رکابش حاضر آمدند.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گاه آن موجودات به نحو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طنت</w:t>
      </w:r>
      <w:r w:rsidRPr="00DC4C40">
        <w:rPr>
          <w:rFonts w:eastAsia="B Badr"/>
          <w:rtl/>
        </w:rPr>
        <w:t xml:space="preserve"> آم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درصدد نفوذ بر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برم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آمده اند: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و قل رب اعوذبک من همزات الش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بگو بارالها من از وسوسه و 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به سو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 پناه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و</w:t>
      </w:r>
      <w:r w:rsidRPr="00DC4C40">
        <w:rPr>
          <w:rFonts w:eastAsia="B Badr"/>
          <w:rtl/>
        </w:rPr>
        <w:t xml:space="preserve"> اگر جن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کافر،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اند و گروه سوم ندارند، و اگر جن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سخت مورد احترام ائمه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بوده اند: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جابر</w:t>
      </w:r>
      <w:r w:rsidRPr="00DC4C40">
        <w:rPr>
          <w:rFonts w:eastAsia="B Badr"/>
          <w:rtl/>
        </w:rPr>
        <w:t xml:space="preserve"> بن جعف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عن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بن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قال: ...و هذا موضع قوم من الجن هم لنا اول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و لنا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عة</w:t>
      </w:r>
      <w:r w:rsidRPr="00DC4C40">
        <w:rPr>
          <w:rFonts w:eastAsia="B Badr"/>
          <w:rtl/>
        </w:rPr>
        <w:t>...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العابد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مکان قوم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جن است که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اران</w:t>
      </w:r>
      <w:r w:rsidRPr="00DC4C40">
        <w:rPr>
          <w:rFonts w:eastAsia="B Badr"/>
          <w:rtl/>
        </w:rPr>
        <w:t xml:space="preserve"> و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ما هستند.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جن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به دنبال کسب احکام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ائمه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- در دوران حضور آنان - بوده اند: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الباقر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عن 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حمزه الثمال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کنت استأذن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جعفر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>: ان عنده قوما فاثبت قل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لاً</w:t>
      </w:r>
      <w:r w:rsidRPr="00DC4C40">
        <w:rPr>
          <w:rFonts w:eastAsia="B Badr"/>
          <w:rtl/>
        </w:rPr>
        <w:t xml:space="preserve">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خرجوا</w:t>
      </w:r>
      <w:r w:rsidRPr="00DC4C40">
        <w:rPr>
          <w:rFonts w:eastAsia="B Badr"/>
          <w:rtl/>
        </w:rPr>
        <w:t xml:space="preserve"> فخرج قوم انکرتهم و لم اعرفهم ثم اذن فدخلت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فقلت: جعلت فداک هذا زمان بن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و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فهم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قطر</w:t>
      </w:r>
      <w:r w:rsidRPr="00DC4C40">
        <w:rPr>
          <w:rFonts w:eastAsia="B Badr"/>
          <w:rtl/>
        </w:rPr>
        <w:t xml:space="preserve"> دماً؟ فقال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اباحمزه هولاء و قد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عتنا</w:t>
      </w:r>
      <w:r w:rsidRPr="00DC4C40">
        <w:rPr>
          <w:rFonts w:eastAsia="B Badr"/>
          <w:rtl/>
        </w:rPr>
        <w:t xml:space="preserve"> من الجن جاء وا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سألوننا</w:t>
      </w:r>
      <w:r w:rsidRPr="00DC4C40">
        <w:rPr>
          <w:rFonts w:eastAsia="B Badr"/>
          <w:rtl/>
        </w:rPr>
        <w:t xml:space="preserve"> عن معالم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نهم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اجازه</w:t>
      </w:r>
      <w:r w:rsidRPr="00DC4C40">
        <w:rPr>
          <w:rFonts w:eastAsia="B Badr"/>
          <w:rtl/>
        </w:rPr>
        <w:t xml:space="preserve"> گرفتم که بر حضرت 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جعفر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وارد شوم به من گفته شد کم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صبر کن تا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در نزد تو هستند خارج شوند. پس از ساعت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گروه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خارج شدند که آنها را نشناختم بعد از آن به من رخصت داده شد تا وارد شوم به محض ورود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گفتم: فدا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بشوم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زمانه زمانه ب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 که خون از شمش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رشان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چکد؟ فرمود: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اباحمزه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نان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روان</w:t>
      </w:r>
      <w:r w:rsidRPr="00DC4C40">
        <w:rPr>
          <w:rFonts w:eastAsia="B Badr"/>
          <w:rtl/>
        </w:rPr>
        <w:t xml:space="preserve"> ما از جن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باشند آماده اند که در مورد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نشان</w:t>
      </w:r>
      <w:r w:rsidRPr="00DC4C40">
        <w:rPr>
          <w:rFonts w:eastAsia="B Badr"/>
          <w:rtl/>
        </w:rPr>
        <w:t xml:space="preserve"> از ما سوال کنند.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در دوران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بت،</w:t>
      </w:r>
      <w:r w:rsidRPr="00DC4C40">
        <w:rPr>
          <w:rFonts w:eastAsia="B Badr"/>
          <w:rtl/>
        </w:rPr>
        <w:t xml:space="preserve"> آنان همانند انسانها از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تقل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کنند؛ و اگر درک هر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بدون امکان استعداد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قوت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ست،</w:t>
      </w:r>
      <w:r w:rsidRPr="00DC4C40">
        <w:rPr>
          <w:rFonts w:eastAsia="B Badr"/>
          <w:rtl/>
        </w:rPr>
        <w:t xml:space="preserve"> پس درک جن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است.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جهت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توانا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را ندارند،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از اصرار بر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آنها جداً پره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کنند: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با</w:t>
      </w:r>
      <w:r w:rsidRPr="00DC4C40">
        <w:rPr>
          <w:rFonts w:eastAsia="B Badr"/>
          <w:rtl/>
        </w:rPr>
        <w:t xml:space="preserve"> توجه به قابل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انقباض و انبساط جسم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ان،</w:t>
      </w:r>
      <w:r w:rsidRPr="00DC4C40">
        <w:rPr>
          <w:rFonts w:eastAsia="B Badr"/>
          <w:rtl/>
        </w:rPr>
        <w:t xml:space="preserve"> تمثل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 را به صور گوناگون جلوه گر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سازد. به 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 که گاه به صورت گربه و گاه به صورت مار بروز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کنند، ولو حضرت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فرمود که: رسول گرام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از آنه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گرفت که به صورت مار ظاهر نشوند،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کفارشان همچنان به آن صورت تمثل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ابند،</w:t>
      </w:r>
      <w:r w:rsidRPr="00DC4C40">
        <w:rPr>
          <w:rFonts w:eastAsia="B Badr"/>
          <w:rtl/>
        </w:rPr>
        <w:t xml:space="preserve"> به 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انسانها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توانند آنها را بکشند: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عن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عن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بن 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طالب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قال رسول الله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اذا 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الطر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فاقتلها فان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قد شرطت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الجن ان 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ظهروا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صورة الح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ات،</w:t>
      </w:r>
      <w:r w:rsidRPr="00DC4C40">
        <w:rPr>
          <w:rFonts w:eastAsia="B Badr"/>
          <w:rtl/>
        </w:rPr>
        <w:t xml:space="preserve"> فمن ظهر فقد احل بنفسه.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اگر</w:t>
      </w:r>
      <w:r w:rsidRPr="00DC4C40">
        <w:rPr>
          <w:rFonts w:eastAsia="B Badr"/>
          <w:rtl/>
        </w:rPr>
        <w:t xml:space="preserve"> مار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را بکش چرا که من بر جن شرط کردم به صورت مار ظاهر نشوند هر کدام به صورت مار ظاهر شود مرگ خود را 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64) اگر چه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 در سه دوران تولد، مرگ و بعث در روز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امت</w:t>
      </w:r>
      <w:r w:rsidRPr="00DC4C40">
        <w:rPr>
          <w:rFonts w:eastAsia="B Badr"/>
          <w:rtl/>
        </w:rPr>
        <w:t xml:space="preserve"> از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ژگ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خاص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برخوردار است به طور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به طور مکرر از آن با جمله: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: سلام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ولد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موت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بعث</w:t>
      </w:r>
      <w:r w:rsidRPr="00DC4C40">
        <w:rPr>
          <w:rFonts w:eastAsia="B Badr"/>
          <w:rtl/>
        </w:rPr>
        <w:t xml:space="preserve">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سلام</w:t>
      </w:r>
      <w:r w:rsidRPr="00DC4C40">
        <w:rPr>
          <w:rFonts w:eastAsia="B Badr"/>
          <w:rtl/>
        </w:rPr>
        <w:t xml:space="preserve"> حق بر او باد در روز ولادتش و در روز وفاتش و روز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خته</w:t>
      </w:r>
      <w:r w:rsidRPr="00DC4C40">
        <w:rPr>
          <w:rFonts w:eastAsia="B Badr"/>
          <w:rtl/>
        </w:rPr>
        <w:t xml:space="preserve"> خواهد شد.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</w:t>
      </w:r>
      <w:r w:rsidRPr="00DC4C40">
        <w:rPr>
          <w:rFonts w:eastAsia="B Badr"/>
          <w:rtl/>
        </w:rPr>
        <w:t xml:space="preserve"> شده است،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نظر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رسد که لحظه مرگ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لحظه از دست دادن فرصتها و حمل اندوخته ها به جهان برزخ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انتقال 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امت</w:t>
      </w:r>
      <w:r w:rsidRPr="00DC4C40">
        <w:rPr>
          <w:rFonts w:eastAsia="B Badr"/>
          <w:rtl/>
        </w:rPr>
        <w:t xml:space="preserve"> است،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سخت تر از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لحظات جهان بشر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 اگر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مزرعه آخرت است و وس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شکل ده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است؛ و اگر ل</w:t>
      </w:r>
      <w:r w:rsidRPr="00DC4C40">
        <w:rPr>
          <w:rFonts w:eastAsia="B Badr" w:hint="eastAsia"/>
          <w:rtl/>
        </w:rPr>
        <w:t>حظه</w:t>
      </w:r>
      <w:r w:rsidRPr="00DC4C40">
        <w:rPr>
          <w:rFonts w:eastAsia="B Badr"/>
          <w:rtl/>
        </w:rPr>
        <w:t xml:space="preserve"> لحظه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جهان را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قدر دانست و از آن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آخرت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بهره گرفت؛ و اگر برداشت و ذخ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ره</w:t>
      </w:r>
      <w:r w:rsidRPr="00DC4C40">
        <w:rPr>
          <w:rFonts w:eastAsia="B Badr"/>
          <w:rtl/>
        </w:rPr>
        <w:t xml:space="preserve"> نکردن اعمال عباد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رشدآفر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در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بشر - بر خلاف مفاه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حقوق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اقتصاد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- ضرر است و نه عدم نفع؛ و اگر در آخر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لحظات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ضمن مبتلا شدن به </w:t>
      </w:r>
      <w:r w:rsidRPr="00DC4C40">
        <w:rPr>
          <w:rFonts w:eastAsia="B Badr" w:hint="eastAsia"/>
          <w:rtl/>
        </w:rPr>
        <w:t>ناراحت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در از دست دادن فرصتها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رشد و ارتقاء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به حملات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له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مبتلا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شوند، همانان که تلاش دارند آن چه را که محبان و صالحان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آخرت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ذخ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ره</w:t>
      </w:r>
      <w:r w:rsidRPr="00DC4C40">
        <w:rPr>
          <w:rFonts w:eastAsia="B Badr"/>
          <w:rtl/>
        </w:rPr>
        <w:t xml:space="preserve"> کرده اند را با استدلالها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مغالطه آم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بربا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و بشر را به خسران و کفر و شرک 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عالم برزخ مبتلا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عز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! لحظه مرگ، لحظه بار بردن است، از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طرف ناراحت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چرا بارت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نقدر</w:t>
      </w:r>
      <w:r w:rsidRPr="00DC4C40">
        <w:rPr>
          <w:rFonts w:eastAsia="B Badr"/>
          <w:rtl/>
        </w:rPr>
        <w:t xml:space="preserve"> سبک و کم وزن است و از طرف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با آن بحران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فراق و از دست دادنها، هش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باش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بتوان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همان اندوخته ها حفاظت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 را به انحراف کشا</w:t>
      </w:r>
      <w:r w:rsidRPr="00DC4C40">
        <w:rPr>
          <w:rFonts w:eastAsia="B Badr" w:hint="eastAsia"/>
          <w:rtl/>
        </w:rPr>
        <w:t>نند</w:t>
      </w:r>
      <w:r w:rsidRPr="00DC4C40">
        <w:rPr>
          <w:rFonts w:eastAsia="B Badr"/>
          <w:rtl/>
        </w:rPr>
        <w:t xml:space="preserve"> تا مبادا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آخرت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رند</w:t>
      </w:r>
      <w:r w:rsidRPr="00DC4C40">
        <w:rPr>
          <w:rFonts w:eastAsia="B Badr"/>
          <w:rtl/>
        </w:rPr>
        <w:t xml:space="preserve"> آنان را دچار بحران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کسالت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عبادت و بالاخره، آلوده به کثافات و فحشاء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تا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بشر از کسب مواهب اخرو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بهره مانده و سعادت آخرت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شان را از دست بدهند؛ و اگر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رغم</w:t>
      </w:r>
      <w:r w:rsidRPr="00DC4C40">
        <w:rPr>
          <w:rFonts w:eastAsia="B Badr"/>
          <w:rtl/>
        </w:rPr>
        <w:t xml:space="preserve"> تلاشها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شان،</w:t>
      </w:r>
      <w:r w:rsidRPr="00DC4C40">
        <w:rPr>
          <w:rFonts w:eastAsia="B Badr"/>
          <w:rtl/>
        </w:rPr>
        <w:t xml:space="preserve"> قدر مردان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شوند که در دوران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شان به جمع آور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گران سنگ پرداخته اند؛ آنان باز در آخر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لحظه ها تلاش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کنند، تا آنان را دچار بحران فکر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اعتقاد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ند،</w:t>
      </w:r>
      <w:r w:rsidRPr="00DC4C40">
        <w:rPr>
          <w:rFonts w:eastAsia="B Badr"/>
          <w:rtl/>
        </w:rPr>
        <w:t xml:space="preserve">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آنان با ذخ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عالم برزخ پرواز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آر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اگر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بشر، از نخست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لحظه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تلاش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بدست آوردن و حفاظت کردن است در آخر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لحظه آن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است. برنامه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کادرساز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عج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و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رت</w:t>
      </w:r>
      <w:r w:rsidRPr="00DC4C40">
        <w:rPr>
          <w:rFonts w:eastAsia="B Badr"/>
          <w:rtl/>
        </w:rPr>
        <w:t xml:space="preserve"> آور است او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کس،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متناسب با توانا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گمارد و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تمام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رفتارها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ابزار انحرا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و فساد را آماده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سازد گاه ماهها برنامه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تلاش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تا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به مقصود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</w:t>
      </w:r>
      <w:r w:rsidRPr="00DC4C40">
        <w:rPr>
          <w:rFonts w:eastAsia="B Badr"/>
          <w:rtl/>
        </w:rPr>
        <w:t xml:space="preserve"> آنگاه اگر انسان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طول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چنگال او گرفتار نشده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پس از گرفتار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نجات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افته</w:t>
      </w:r>
      <w:r w:rsidRPr="00DC4C40">
        <w:rPr>
          <w:rFonts w:eastAsia="B Badr"/>
          <w:rtl/>
        </w:rPr>
        <w:t xml:space="preserve"> باشد سپاه قدرتمند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به نام سپاه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له،</w:t>
      </w:r>
      <w:r w:rsidRPr="00DC4C40">
        <w:rPr>
          <w:rFonts w:eastAsia="B Badr"/>
          <w:rtl/>
        </w:rPr>
        <w:t xml:space="preserve"> در آخر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لحظات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نزد آنان حا</w:t>
      </w:r>
      <w:r w:rsidRPr="00DC4C40">
        <w:rPr>
          <w:rFonts w:eastAsia="B Badr" w:hint="eastAsia"/>
          <w:rtl/>
        </w:rPr>
        <w:t>ضر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سازد، تا آنان را در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عقا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اند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شه</w:t>
      </w:r>
      <w:r w:rsidRPr="00DC4C40">
        <w:rPr>
          <w:rFonts w:eastAsia="B Badr"/>
          <w:rtl/>
        </w:rPr>
        <w:t xml:space="preserve"> حق شان با استدلال جدل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مغالطه آم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به مبارزه محکوم سازند،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آن انسان بدون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ثمره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عمرش را به فنا دهد، تا او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به مقصود اصل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اش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له</w:t>
      </w:r>
      <w:r w:rsidRPr="00DC4C40">
        <w:rPr>
          <w:rFonts w:eastAsia="B Badr"/>
          <w:rtl/>
        </w:rPr>
        <w:t xml:space="preserve"> از راهها و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بهره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رند،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محب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علاقه مندان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از روش تهد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به نابود ساختن دوست داشتن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بهره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رند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به کشتن فرزند تهد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تا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را، از او بستانند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بر آتش کش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خانه و کاشانه و وسا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عت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قه</w:t>
      </w:r>
      <w:r w:rsidRPr="00DC4C40">
        <w:rPr>
          <w:rFonts w:eastAsia="B Badr"/>
          <w:rtl/>
        </w:rPr>
        <w:t xml:space="preserve"> و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</w:t>
      </w:r>
      <w:r w:rsidRPr="00DC4C40">
        <w:rPr>
          <w:rFonts w:eastAsia="B Badr"/>
          <w:rtl/>
        </w:rPr>
        <w:t xml:space="preserve"> تهد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تا اعتقادات او را به عنوان وجه المصالحه 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کنند، سوم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راب</w:t>
      </w:r>
      <w:r w:rsidRPr="00DC4C40">
        <w:rPr>
          <w:rFonts w:eastAsia="B Badr"/>
          <w:rtl/>
        </w:rPr>
        <w:t xml:space="preserve"> کردن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دادن مواهب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گول زده و ثمن بخس آن داده ها، را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طلبند و بالاخره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که کوچکتر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تعلق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مواهب آن </w:t>
      </w:r>
      <w:r w:rsidRPr="00DC4C40">
        <w:rPr>
          <w:rFonts w:eastAsia="B Badr" w:hint="eastAsia"/>
          <w:rtl/>
        </w:rPr>
        <w:t>نداشته</w:t>
      </w:r>
      <w:r w:rsidRPr="00DC4C40">
        <w:rPr>
          <w:rFonts w:eastAsia="B Badr"/>
          <w:rtl/>
        </w:rPr>
        <w:t xml:space="preserve"> اند را به مبارزه علم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دعوت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کنند، تا با طرح ساختن اند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انحراف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آنان را دچار ترد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و شک کرده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باورها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شان را در آخر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لحظات از دست بدهند.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جا چه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کرد؟ چگونه و با چه ابزار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از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عقا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خود تا لحظه آخر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حفاظت کرد، تا به سلامت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مقصود برسد؟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شناخت کاف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نقاط نفوذ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به جوهره وجود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از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بردن تعلقات و وابستگ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ماد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و امور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رغم</w:t>
      </w:r>
      <w:r w:rsidRPr="00DC4C40">
        <w:rPr>
          <w:rFonts w:eastAsia="B Badr"/>
          <w:rtl/>
        </w:rPr>
        <w:t xml:space="preserve"> تلاش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کسب آن مواهب جهت به کارگ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امور معنو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هدفدار کردن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و ابزارها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آخرت و تعر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کردن آن در راستا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اخرو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باوراندن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</w:t>
      </w:r>
      <w:r w:rsidRPr="00DC4C40">
        <w:rPr>
          <w:rFonts w:eastAsia="B Badr"/>
          <w:rtl/>
        </w:rPr>
        <w:t xml:space="preserve"> کارگ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اط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به خود از راه تقو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حس توکل و توسل به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تقو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ولا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در درون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آنها در لحظات خطر.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lastRenderedPageBreak/>
        <w:t>6.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دائم از ادع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مأثور در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استجابت نجات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لحظات آخر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؛</w:t>
      </w:r>
      <w:r w:rsidRPr="00DC4C40">
        <w:rPr>
          <w:rFonts w:eastAsia="B Badr"/>
          <w:rtl/>
        </w:rPr>
        <w:t xml:space="preserve"> همانند: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دعا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له</w:t>
      </w:r>
      <w:r w:rsidRPr="00DC4C40">
        <w:rPr>
          <w:rFonts w:eastAsia="B Badr"/>
          <w:rtl/>
        </w:rPr>
        <w:t xml:space="preserve">: اللهم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ارحم الراحم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اودعتک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هذا و ثبات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انت 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مستودع و قد امرتنا بحفظ الودائع فرده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وقت حضور موت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رحمتک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ارحم الراحم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دعا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له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پروردگارا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مهربانتر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مهربانان عالم من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</w:t>
      </w:r>
      <w:r w:rsidRPr="00DC4C40">
        <w:rPr>
          <w:rFonts w:eastAsia="B Badr"/>
          <w:rtl/>
        </w:rPr>
        <w:t xml:space="preserve"> 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خود را که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دعا اظهار نمودم و ثبات در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مانم</w:t>
      </w:r>
      <w:r w:rsidRPr="00DC4C40">
        <w:rPr>
          <w:rFonts w:eastAsia="B Badr"/>
          <w:rtl/>
        </w:rPr>
        <w:t xml:space="preserve"> را به تو امانت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سپارم و البته تو مرا به حفظ امانت کرد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پس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امانت را تو در وقت حضور مرگ به من بازگردان به حق رحمتت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مهربانتر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مهربانان.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7. استدلال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کردن باورها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شه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تلمذ و شاگرد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نزد اسات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فن.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8.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اوران</w:t>
      </w:r>
      <w:r w:rsidRPr="00DC4C40">
        <w:rPr>
          <w:rFonts w:eastAsia="B Badr"/>
          <w:rtl/>
        </w:rPr>
        <w:t xml:space="preserve"> اعتقاد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لحظات آخر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صورت امکان.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65)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قمشه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66) آر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>!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 مقام مرجع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فقاهت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شاگردان مکتب جعفر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 مرحوم خوانسار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آن عالم بزرگ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با دعا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کو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قم را 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راب</w:t>
      </w:r>
      <w:r w:rsidRPr="00DC4C40">
        <w:rPr>
          <w:rFonts w:eastAsia="B Badr"/>
          <w:rtl/>
        </w:rPr>
        <w:t xml:space="preserve"> و سربازان تا دندان مسلح متفق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 منکوب نمود،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قدرت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برخودار بود که نه تنها ارواح مومنان گذش</w:t>
      </w:r>
      <w:r w:rsidRPr="00DC4C40">
        <w:rPr>
          <w:rFonts w:eastAsia="B Badr" w:hint="eastAsia"/>
          <w:rtl/>
        </w:rPr>
        <w:t>ته</w:t>
      </w:r>
      <w:r w:rsidRPr="00DC4C40">
        <w:rPr>
          <w:rFonts w:eastAsia="B Badr"/>
          <w:rtl/>
        </w:rPr>
        <w:t xml:space="preserve"> را بب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ند،</w:t>
      </w:r>
      <w:r w:rsidRPr="00DC4C40">
        <w:rPr>
          <w:rFonts w:eastAsia="B Badr"/>
          <w:rtl/>
        </w:rPr>
        <w:t xml:space="preserve"> بلکه از آنان تقاضا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توت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کند و از آن توت، خود و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صالحان را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بخوراند. امام قدس سره آن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را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ده</w:t>
      </w:r>
      <w:r w:rsidRPr="00DC4C40">
        <w:rPr>
          <w:rFonts w:eastAsia="B Badr"/>
          <w:rtl/>
        </w:rPr>
        <w:t xml:space="preserve"> بود که توانست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بر قدرتها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جهان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بطوفد و دودمان رژ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مسلح را در هم بپ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چد</w:t>
      </w:r>
      <w:r w:rsidRPr="00DC4C40">
        <w:rPr>
          <w:rFonts w:eastAsia="B Badr"/>
          <w:rtl/>
        </w:rPr>
        <w:t xml:space="preserve"> و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را و بلکه مسلمانان را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مهد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عجل الله ت</w:t>
      </w:r>
      <w:r w:rsidRPr="00DC4C40">
        <w:rPr>
          <w:rFonts w:eastAsia="B Badr" w:hint="eastAsia"/>
          <w:rtl/>
        </w:rPr>
        <w:t>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فرجه الشر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آماده سازد.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هر</w:t>
      </w:r>
      <w:r w:rsidRPr="00DC4C40">
        <w:rPr>
          <w:rFonts w:eastAsia="B Badr"/>
          <w:rtl/>
        </w:rPr>
        <w:t xml:space="preserve"> روز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جهان غم آباد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روند - جمع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هفته دگر از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روند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(گلشن آزاد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)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مرحوم</w:t>
      </w:r>
      <w:r w:rsidRPr="00DC4C40">
        <w:rPr>
          <w:rFonts w:eastAsia="B Badr"/>
          <w:rtl/>
        </w:rPr>
        <w:t xml:space="preserve"> خوانسار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رحمت الله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اهل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رنگ،</w:t>
      </w:r>
      <w:r w:rsidRPr="00DC4C40">
        <w:rPr>
          <w:rFonts w:eastAsia="B Badr"/>
          <w:rtl/>
        </w:rPr>
        <w:t xml:space="preserve"> خودنما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و بلوف نبود، تا در مقابل بزرگان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همچون مرحوم امام قدس سره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ةالله</w:t>
      </w:r>
      <w:r w:rsidRPr="00DC4C40">
        <w:rPr>
          <w:rFonts w:eastAsia="B Badr"/>
          <w:rtl/>
        </w:rPr>
        <w:t xml:space="preserve"> بهجت دامت برکاته بر آن اقدام کند، او واقعاً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زها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 xml:space="preserve"> و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 و از او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درخواست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نمود. پس بر حفظ و احتر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مرجع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مقام فقاهت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سخت کوشا باش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تا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آخرت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 تضم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کرده باش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امکان ارتباط سمع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بصر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ارواح مومنان صالح گذشته.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امکان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مواهب بهشت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استفاده از آن.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اقت</w:t>
      </w:r>
      <w:r w:rsidRPr="00DC4C40">
        <w:rPr>
          <w:rFonts w:eastAsia="B Badr"/>
          <w:rtl/>
        </w:rPr>
        <w:t xml:space="preserve"> مراجع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مقام فقاهت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مواهب بهشت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lastRenderedPageBreak/>
        <w:t>4. ارزش جاودانه صالحان پنهان در آن جهان.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معنادار بودن توجه و ارتباط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بزرگان با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عوام از مردمان متد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چهره مومنان صالح در آخرت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7. تق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بزرگان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دار</w:t>
      </w:r>
      <w:r w:rsidRPr="00DC4C40">
        <w:rPr>
          <w:rFonts w:eastAsia="B Badr"/>
          <w:rtl/>
        </w:rPr>
        <w:t xml:space="preserve"> از قبرستانها و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ارت</w:t>
      </w:r>
      <w:r w:rsidRPr="00DC4C40">
        <w:rPr>
          <w:rFonts w:eastAsia="B Badr"/>
          <w:rtl/>
        </w:rPr>
        <w:t xml:space="preserve"> قبور درگذشتگان، بخصوص صالحان امت علو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افتن</w:t>
      </w:r>
      <w:r w:rsidRPr="00DC4C40">
        <w:rPr>
          <w:rFonts w:eastAsia="B Badr"/>
          <w:rtl/>
        </w:rPr>
        <w:t xml:space="preserve">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ناپ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67) ارزش فقاهت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آن است که علاوه بر فهم درست و باور بر معتقدات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توانا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عرضه استدلال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جدل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بلکه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شهود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دارا باشند. اگر انسانها متفاوت اند؛ و اگر تفاوت انسانها در اصل باور،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زان</w:t>
      </w:r>
      <w:r w:rsidRPr="00DC4C40">
        <w:rPr>
          <w:rFonts w:eastAsia="B Badr"/>
          <w:rtl/>
        </w:rPr>
        <w:t xml:space="preserve"> باورها و بارور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باورها، ابزارها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متفاوت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طلب</w:t>
      </w:r>
      <w:r w:rsidRPr="00DC4C40">
        <w:rPr>
          <w:rFonts w:eastAsia="B Badr" w:hint="eastAsia"/>
          <w:rtl/>
        </w:rPr>
        <w:t>د؛</w:t>
      </w:r>
      <w:r w:rsidRPr="00DC4C40">
        <w:rPr>
          <w:rFonts w:eastAsia="B Badr"/>
          <w:rtl/>
        </w:rPr>
        <w:t xml:space="preserve"> و اگر ابزارها، گاه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گاه شهود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گاه عقل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است؛ و اگر تنوع ابزارها، وظا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</w:t>
      </w:r>
      <w:r w:rsidRPr="00DC4C40">
        <w:rPr>
          <w:rFonts w:eastAsia="B Badr"/>
          <w:rtl/>
        </w:rPr>
        <w:t xml:space="preserve"> مبلغان 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بخصوص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و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مشکل تر و سخت تر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د،</w:t>
      </w:r>
      <w:r w:rsidRPr="00DC4C40">
        <w:rPr>
          <w:rFonts w:eastAsia="B Badr"/>
          <w:rtl/>
        </w:rPr>
        <w:t xml:space="preserve"> تا در انجام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ت،</w:t>
      </w:r>
      <w:r w:rsidRPr="00DC4C40">
        <w:rPr>
          <w:rFonts w:eastAsia="B Badr"/>
          <w:rtl/>
        </w:rPr>
        <w:t xml:space="preserve"> از تمام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ابزارها بهره بگ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رند،</w:t>
      </w:r>
      <w:r w:rsidRPr="00DC4C40">
        <w:rPr>
          <w:rFonts w:eastAsia="B Badr"/>
          <w:rtl/>
        </w:rPr>
        <w:t xml:space="preserve">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در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وجود داشته باشند، تا </w:t>
      </w:r>
      <w:r w:rsidRPr="00DC4C40">
        <w:rPr>
          <w:rFonts w:eastAsia="B Badr" w:hint="eastAsia"/>
          <w:rtl/>
        </w:rPr>
        <w:t>اگر</w:t>
      </w:r>
      <w:r w:rsidRPr="00DC4C40">
        <w:rPr>
          <w:rFonts w:eastAsia="B Badr"/>
          <w:rtl/>
        </w:rPr>
        <w:t xml:space="preserve"> مردمان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افتن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از</w:t>
      </w:r>
      <w:r w:rsidRPr="00DC4C40">
        <w:rPr>
          <w:rFonts w:eastAsia="B Badr"/>
          <w:rtl/>
        </w:rPr>
        <w:t xml:space="preserve"> به شهود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داشته باشند. آنان، توانا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احضارشان را دارا باشند.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حادثه گذشته از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ارزش و مقام فقاهت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بخصوص شخص مرحوم جهانگ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خان 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هست که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دوران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ابت</w:t>
      </w:r>
      <w:r w:rsidRPr="00DC4C40">
        <w:rPr>
          <w:rFonts w:eastAsia="B Badr"/>
          <w:rtl/>
        </w:rPr>
        <w:t xml:space="preserve"> عام تنها به دروس متداو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اکتفا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کرده اند و از توانا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ها و ابزارها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متداول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عرضه و دفاع از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بهره داشته اند. معرفت استدلال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جدل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معروفات و معروفان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ضد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همانقدر نزد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ارزش دارد که معرفت شهود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بصر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امروز</w:t>
      </w:r>
      <w:r w:rsidRPr="00DC4C40">
        <w:rPr>
          <w:rFonts w:eastAsia="B Badr"/>
          <w:rtl/>
        </w:rPr>
        <w:t xml:space="preserve"> در دوران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بت</w:t>
      </w:r>
      <w:r w:rsidRPr="00DC4C40">
        <w:rPr>
          <w:rFonts w:eastAsia="B Badr"/>
          <w:rtl/>
        </w:rPr>
        <w:t xml:space="preserve"> امامت و ختم نبوت ولو تصد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تبل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غ</w:t>
      </w:r>
      <w:r w:rsidRPr="00DC4C40">
        <w:rPr>
          <w:rFonts w:eastAsia="B Badr"/>
          <w:rtl/>
        </w:rPr>
        <w:t xml:space="preserve"> و دفاع از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بر عهده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است،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طور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که مقام امامت با نبوت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کار</w:t>
      </w:r>
      <w:r w:rsidRPr="00DC4C40">
        <w:rPr>
          <w:rFonts w:eastAsia="B Badr"/>
          <w:rtl/>
        </w:rPr>
        <w:t xml:space="preserve"> باشند و نقش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هدا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فعل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بشر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نداشته باشند،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آنانند که پد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دآورنده</w:t>
      </w:r>
      <w:r w:rsidRPr="00DC4C40">
        <w:rPr>
          <w:rFonts w:eastAsia="B Badr"/>
          <w:rtl/>
        </w:rPr>
        <w:t xml:space="preserve"> 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رشد و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اند که در امداد تبل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حضور و ظهور بصر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گذارند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آنانند که نه تنها در دوران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مهد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حاضر شده و شهادت بر حقان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او و مکتب اش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دهند بلکه هر زمان که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استدلال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واقعاً بدنبال حق اند قانع کننده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باور کردن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نباشد، خو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به امداد تبل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پردازند آنان حاضر و ناظر بر رفتارها و حوادث 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و درشت بشرند آنان حر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دارند شهادت دهنده اند، راهبرند ولو رهبر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اخت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صاحب عصر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و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نائب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ضرورت توانا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عرضه استدلال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شهود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حق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عالمان سا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و فرق 2. حاضر و ناظر بودن ائمه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و انب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بزرگ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تمام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امور و حوادث.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lastRenderedPageBreak/>
        <w:t>3. استجابت فور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دعا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حاضر ساختن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در خدمت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بودن انب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بزرگ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امکان حضور جسمان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حضرت مس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در دوران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رفته</w:t>
      </w:r>
      <w:r w:rsidRPr="00DC4C40">
        <w:rPr>
          <w:rFonts w:eastAsia="B Badr"/>
          <w:rtl/>
        </w:rPr>
        <w:t xml:space="preserve"> بودن احتجاج به خود انب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تثب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موقع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حقان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7. ضرورت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شهود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تثب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حقان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عه</w:t>
      </w:r>
      <w:r w:rsidRPr="00DC4C40">
        <w:rPr>
          <w:rFonts w:eastAsia="B Badr"/>
          <w:rtl/>
        </w:rPr>
        <w:t xml:space="preserve"> به 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روش استدلال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عقل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8.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زان</w:t>
      </w:r>
      <w:r w:rsidRPr="00DC4C40">
        <w:rPr>
          <w:rFonts w:eastAsia="B Badr"/>
          <w:rtl/>
        </w:rPr>
        <w:t xml:space="preserve"> باور و اعتقاد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حقان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تش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/>
          <w:rtl/>
        </w:rPr>
        <w:t xml:space="preserve"> علو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9. توانا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احضار انب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اء</w:t>
      </w:r>
      <w:r w:rsidRPr="00DC4C40">
        <w:rPr>
          <w:rFonts w:eastAsia="B Badr"/>
          <w:rtl/>
        </w:rPr>
        <w:t xml:space="preserve"> بزرگ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68) محمد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مردان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69) اگر چه اثبات صغرو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داستان فوق از راه حج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اخبار حس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ضرور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است،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ث</w:t>
      </w:r>
      <w:r w:rsidRPr="00DC4C40">
        <w:rPr>
          <w:rFonts w:eastAsia="B Badr"/>
          <w:rtl/>
        </w:rPr>
        <w:t xml:space="preserve"> کبرو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 بر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نکته اشارت کرد که اگر معرفت انسانها از روح در حداقل ممکن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: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سئلونک</w:t>
      </w:r>
      <w:r w:rsidRPr="00DC4C40">
        <w:rPr>
          <w:rFonts w:eastAsia="B Badr"/>
          <w:rtl/>
        </w:rPr>
        <w:t xml:space="preserve"> عن الروح قل الروح من امر رب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ما اوت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تم</w:t>
      </w:r>
      <w:r w:rsidRPr="00DC4C40">
        <w:rPr>
          <w:rFonts w:eastAsia="B Badr"/>
          <w:rtl/>
        </w:rPr>
        <w:t xml:space="preserve"> من العلم الا قل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لاً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از تو در مورد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پرسند بگو روح به فرمان خداست و شمااز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آن آگاه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/>
          <w:rtl/>
        </w:rPr>
        <w:t xml:space="preserve"> آنچه به شما آموخته اند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/>
          <w:rtl/>
        </w:rPr>
        <w:t xml:space="preserve"> اندک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دو حالت انس و نفرت، از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جوهر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ارواح انسان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الارواح جنود مجندة فما تعارف منها ائتلف و ما تناکر منها اختلف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ارواح</w:t>
      </w:r>
      <w:r w:rsidRPr="00DC4C40">
        <w:rPr>
          <w:rFonts w:eastAsia="B Badr"/>
          <w:rtl/>
        </w:rPr>
        <w:t xml:space="preserve"> با هم ملاقات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و همد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را حس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آنها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که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را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شناسند با هم انس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رند</w:t>
      </w:r>
      <w:r w:rsidRPr="00DC4C40">
        <w:rPr>
          <w:rFonts w:eastAsia="B Badr"/>
          <w:rtl/>
        </w:rPr>
        <w:t xml:space="preserve"> و آنها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که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را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شناسند از هم متنفر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دوست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 سرما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ارتباط و انس ارواح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رالمؤمن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المودة تعاطف القلوب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تلاف</w:t>
      </w:r>
      <w:r w:rsidRPr="00DC4C40">
        <w:rPr>
          <w:rFonts w:eastAsia="B Badr"/>
          <w:rtl/>
        </w:rPr>
        <w:t xml:space="preserve"> الارواح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جاد</w:t>
      </w:r>
      <w:r w:rsidRPr="00DC4C40">
        <w:rPr>
          <w:rFonts w:eastAsia="B Badr"/>
          <w:rtl/>
        </w:rPr>
        <w:t xml:space="preserve"> ائتلاف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ارواح و ارتباط عاطف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دلها باعث مودت و دوست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حوادث و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فراوان مربوط به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، آل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و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نشان از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است که سلطه ملکوت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 عارف بر جوهر ناسوت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خود به گونه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بازگشت </w:t>
      </w:r>
      <w:r w:rsidRPr="00DC4C40">
        <w:rPr>
          <w:rFonts w:eastAsia="B Badr"/>
          <w:rtl/>
        </w:rPr>
        <w:lastRenderedPageBreak/>
        <w:t>اخت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تجسم متعال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مجدد 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امکان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سازد، پس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رش</w:t>
      </w:r>
      <w:r w:rsidRPr="00DC4C40">
        <w:rPr>
          <w:rFonts w:eastAsia="B Badr"/>
          <w:rtl/>
        </w:rPr>
        <w:t xml:space="preserve"> ارتباط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عالم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ارواح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از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امکان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و بلکه ضرور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70) او هم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شه</w:t>
      </w:r>
      <w:r w:rsidRPr="00DC4C40">
        <w:rPr>
          <w:rFonts w:eastAsia="B Badr"/>
          <w:rtl/>
        </w:rPr>
        <w:t xml:space="preserve"> در کنار درب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وان</w:t>
      </w:r>
      <w:r w:rsidRPr="00DC4C40">
        <w:rPr>
          <w:rFonts w:eastAsia="B Badr"/>
          <w:rtl/>
        </w:rPr>
        <w:t xml:space="preserve"> طلا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صحن عت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نشست.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71) اگر به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واسطه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</w:t>
      </w:r>
      <w:r w:rsidRPr="00DC4C40">
        <w:rPr>
          <w:rFonts w:eastAsia="B Badr"/>
          <w:rtl/>
        </w:rPr>
        <w:t xml:space="preserve"> ربوب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،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ضان</w:t>
      </w:r>
      <w:r w:rsidRPr="00DC4C40">
        <w:rPr>
          <w:rFonts w:eastAsia="B Badr"/>
          <w:rtl/>
        </w:rPr>
        <w:t xml:space="preserve">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 منحصر به ظرف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 xml:space="preserve"> و علاوه بر آن، برزخ و 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امت</w:t>
      </w:r>
      <w:r w:rsidRPr="00DC4C40">
        <w:rPr>
          <w:rFonts w:eastAsia="B Badr"/>
          <w:rtl/>
        </w:rPr>
        <w:t xml:space="preserve"> را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شامل است؛ و اگر از جمله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وضات،</w:t>
      </w:r>
      <w:r w:rsidRPr="00DC4C40">
        <w:rPr>
          <w:rFonts w:eastAsia="B Badr"/>
          <w:rtl/>
        </w:rPr>
        <w:t xml:space="preserve"> اطعام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خداوند در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و آخرت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قرآن</w:t>
      </w:r>
      <w:r w:rsidRPr="00DC4C40">
        <w:rPr>
          <w:rFonts w:eastAsia="B Badr"/>
          <w:rtl/>
        </w:rPr>
        <w:t xml:space="preserve"> 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: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طعمون</w:t>
      </w:r>
      <w:r w:rsidRPr="00DC4C40">
        <w:rPr>
          <w:rFonts w:eastAsia="B Badr"/>
          <w:rtl/>
        </w:rPr>
        <w:t xml:space="preserve"> الطعام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حبه مسک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ناً</w:t>
      </w:r>
      <w:r w:rsidRPr="00DC4C40">
        <w:rPr>
          <w:rFonts w:eastAsia="B Badr"/>
          <w:rtl/>
        </w:rPr>
        <w:t xml:space="preserve"> و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تماً</w:t>
      </w:r>
      <w:r w:rsidRPr="00DC4C40">
        <w:rPr>
          <w:rFonts w:eastAsia="B Badr"/>
          <w:rtl/>
        </w:rPr>
        <w:t xml:space="preserve"> و 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راً</w:t>
      </w:r>
      <w:r w:rsidRPr="00DC4C40">
        <w:rPr>
          <w:rFonts w:eastAsia="B Badr"/>
          <w:rtl/>
        </w:rPr>
        <w:t xml:space="preserve"> انما نطعکم لوجه الله لانر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منکم جزاء و لاشکوراً.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</w:t>
      </w:r>
      <w:r w:rsidRPr="00DC4C40">
        <w:rPr>
          <w:rFonts w:eastAsia="B Badr"/>
          <w:rtl/>
        </w:rPr>
        <w:t xml:space="preserve"> در قرآن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هم به دوست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(خدا) به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و 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و طفل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طعام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دهند. فقط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خدا به شما اطعام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و از شما 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چ</w:t>
      </w:r>
      <w:r w:rsidRPr="00DC4C40">
        <w:rPr>
          <w:rFonts w:eastAsia="B Badr"/>
          <w:rtl/>
        </w:rPr>
        <w:t xml:space="preserve"> پاداش و سپاس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هم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طلب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بهره مندان از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</w:t>
      </w:r>
      <w:r w:rsidRPr="00DC4C40">
        <w:rPr>
          <w:rFonts w:eastAsia="B Badr"/>
          <w:rtl/>
        </w:rPr>
        <w:t xml:space="preserve"> ربوب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ولو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معرفت از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خاستگاه، لوازم و آثار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</w:t>
      </w:r>
      <w:r w:rsidRPr="00DC4C40">
        <w:rPr>
          <w:rFonts w:eastAsia="B Badr"/>
          <w:rtl/>
        </w:rPr>
        <w:t xml:space="preserve"> و بالاخره رضا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به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وضات</w:t>
      </w:r>
      <w:r w:rsidRPr="00DC4C40">
        <w:rPr>
          <w:rFonts w:eastAsia="B Badr"/>
          <w:rtl/>
        </w:rPr>
        <w:t xml:space="preserve"> و از خدا شروع و به خدا ختم کردن رفتارها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انتخاب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المجتب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المائدة اثنت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عشرة خصلة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جب</w:t>
      </w:r>
      <w:r w:rsidRPr="00DC4C40">
        <w:rPr>
          <w:rFonts w:eastAsia="B Badr"/>
          <w:rtl/>
        </w:rPr>
        <w:t xml:space="preserve"> کل مسلم ان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عرفها</w:t>
      </w:r>
      <w:r w:rsidRPr="00DC4C40">
        <w:rPr>
          <w:rFonts w:eastAsia="B Badr"/>
          <w:rtl/>
        </w:rPr>
        <w:t>: اربع منها فرض، و اربع سنة، و اربع تأد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ب،</w:t>
      </w:r>
      <w:r w:rsidRPr="00DC4C40">
        <w:rPr>
          <w:rFonts w:eastAsia="B Badr"/>
          <w:rtl/>
        </w:rPr>
        <w:t xml:space="preserve"> فاما الفرض: فالمعرفة، و الرضاء، و التسم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ة،</w:t>
      </w:r>
      <w:r w:rsidRPr="00DC4C40">
        <w:rPr>
          <w:rFonts w:eastAsia="B Badr"/>
          <w:rtl/>
        </w:rPr>
        <w:t xml:space="preserve"> و الشکر.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حسن مجتب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آداب</w:t>
      </w:r>
      <w:r w:rsidRPr="00DC4C40">
        <w:rPr>
          <w:rFonts w:eastAsia="B Badr"/>
          <w:rtl/>
        </w:rPr>
        <w:t xml:space="preserve"> غذا دوازده مورد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 چهارتا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آنها فرض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چهارتا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آنها سنت و چهارتا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ادب است، چهارتا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فرض عبارتند از آگاه بودن به حرام و حلال بودن غذا، راض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شدن به غذا، بسم الله گفتن و به 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آوردن شکر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خواستگاه و سر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</w:t>
      </w:r>
      <w:r w:rsidRPr="00DC4C40">
        <w:rPr>
          <w:rFonts w:eastAsia="B Badr"/>
          <w:rtl/>
        </w:rPr>
        <w:t xml:space="preserve"> رح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خداوند، منوط به رضا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و باور بر آنان و ارادت انگ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رفتار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آنان است؛ و اگر عکس نق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</w:t>
      </w:r>
      <w:r w:rsidRPr="00DC4C40">
        <w:rPr>
          <w:rFonts w:eastAsia="B Badr"/>
          <w:rtl/>
        </w:rPr>
        <w:t xml:space="preserve"> نقش غذا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حرام - که خود مانع از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رش</w:t>
      </w:r>
      <w:r w:rsidRPr="00DC4C40">
        <w:rPr>
          <w:rFonts w:eastAsia="B Badr"/>
          <w:rtl/>
        </w:rPr>
        <w:t xml:space="preserve"> عبادات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درگاه ربوب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من اکل لقمة من حرام لم تقبل له صلاة اربع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لة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نماز</w:t>
      </w:r>
      <w:r w:rsidRPr="00DC4C40">
        <w:rPr>
          <w:rFonts w:eastAsia="B Badr"/>
          <w:rtl/>
        </w:rPr>
        <w:t xml:space="preserve"> چهل شب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غذا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حرام بخورد قبول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است</w:t>
      </w:r>
      <w:r w:rsidRPr="00DC4C40">
        <w:rPr>
          <w:rFonts w:eastAsia="B Badr"/>
          <w:rtl/>
        </w:rPr>
        <w:t xml:space="preserve"> -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 که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کردن غذا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حلال آنهم از نوع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مربوط به خاندان 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امامت، خود چقدر 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رشد و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عبود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 و لذت و فرح و شادمان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رنده</w:t>
      </w:r>
      <w:r w:rsidRPr="00DC4C40">
        <w:rPr>
          <w:rFonts w:eastAsia="B Badr"/>
          <w:rtl/>
        </w:rPr>
        <w:t xml:space="preserve"> است،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تلاش کرد تا به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ض</w:t>
      </w:r>
      <w:r w:rsidRPr="00DC4C40">
        <w:rPr>
          <w:rFonts w:eastAsia="B Badr"/>
          <w:rtl/>
        </w:rPr>
        <w:t xml:space="preserve"> ربوب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ولو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دست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! اگر 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حادثه آن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معرفت دهنده است، دوست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صالح و سفر کرده به آخرت است؛ و اگر معرفت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ابنده،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عارف است که با تمام وجود به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عشق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ورزد، پس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معرفت، معرفت بر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رفته</w:t>
      </w:r>
      <w:r w:rsidRPr="00DC4C40">
        <w:rPr>
          <w:rFonts w:eastAsia="B Badr"/>
          <w:rtl/>
        </w:rPr>
        <w:t xml:space="preserve"> شدن در دستگاه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ارتزاق از برتر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براندازه 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نوع غذاهاست علت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معرفت، همان ارتباط دوستانه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است، علت ارتزاق، عشق به مقام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امامت است، ابزار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ت،</w:t>
      </w:r>
      <w:r w:rsidRPr="00DC4C40">
        <w:rPr>
          <w:rFonts w:eastAsia="B Badr"/>
          <w:rtl/>
        </w:rPr>
        <w:t xml:space="preserve"> ارتباط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شهود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که در آن خطائ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راه ندارد.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نوع معرفت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غبطه خورد و تلاش کرد که همانند آن عارفان، سالک مقام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شد.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تأث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تعلقات و علائق دن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افراد در تجل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رفتارها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نقش خبر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ارواح گذشتگاه از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صالح.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کم بودن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رفته</w:t>
      </w:r>
      <w:r w:rsidRPr="00DC4C40">
        <w:rPr>
          <w:rFonts w:eastAsia="B Badr"/>
          <w:rtl/>
        </w:rPr>
        <w:t xml:space="preserve"> شدگان در درگاه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، به 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خلوت بودن 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گاه</w:t>
      </w:r>
      <w:r w:rsidRPr="00DC4C40">
        <w:rPr>
          <w:rFonts w:eastAsia="B Badr"/>
          <w:rtl/>
        </w:rPr>
        <w:t xml:space="preserve">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تسک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آرامش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صالحان و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وارسته با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گاه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در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نده</w:t>
      </w:r>
      <w:r w:rsidRPr="00DC4C40">
        <w:rPr>
          <w:rFonts w:eastAsia="B Badr"/>
          <w:rtl/>
        </w:rPr>
        <w:t xml:space="preserve">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دوستان در تداوم دوست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ها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پس از حضور در برزخ.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بهره 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/>
          <w:rtl/>
        </w:rPr>
        <w:t xml:space="preserve"> و صندل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مراکز 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رسم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.!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7. اعتبار صالحان از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دعوت کردن از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دربار امامت و ولا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72)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آن است که گاه انسانها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صالح آن چنان دچار بحران ارتباط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شوند که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گر</w:t>
      </w:r>
      <w:r w:rsidRPr="00DC4C40">
        <w:rPr>
          <w:rFonts w:eastAsia="B Badr"/>
          <w:rtl/>
        </w:rPr>
        <w:t xml:space="preserve"> موجودات باهوش و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مند هست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با درک از جوهره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ان،</w:t>
      </w:r>
      <w:r w:rsidRPr="00DC4C40">
        <w:rPr>
          <w:rFonts w:eastAsia="B Badr"/>
          <w:rtl/>
        </w:rPr>
        <w:t xml:space="preserve"> تلاش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بحران فوق را کاهش دهند و تا جا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/>
          <w:rtl/>
        </w:rPr>
        <w:t xml:space="preserve"> که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توانند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جبران ستم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ان،</w:t>
      </w:r>
      <w:r w:rsidRPr="00DC4C40">
        <w:rPr>
          <w:rFonts w:eastAsia="B Badr"/>
          <w:rtl/>
        </w:rPr>
        <w:t xml:space="preserve"> تلاش کنند. مرحوم قزو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جمله آن گروه از صالحان بود. او که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تبل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غ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عزم سفر کرده و تحمل سخت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سفر را بر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هموار ساخته است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مورد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مهر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زبان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واقع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که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زبانش</w:t>
      </w:r>
      <w:r w:rsidRPr="00DC4C40">
        <w:rPr>
          <w:rFonts w:eastAsia="B Badr"/>
          <w:rtl/>
        </w:rPr>
        <w:t xml:space="preserve"> او را در کهولت سن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دهد. اگر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به هنگام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عالمان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خدمت کردن به </w:t>
      </w:r>
      <w:r w:rsidRPr="00DC4C40">
        <w:rPr>
          <w:rFonts w:eastAsia="B Badr" w:hint="eastAsia"/>
          <w:rtl/>
        </w:rPr>
        <w:t>آنان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رالمؤمن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اذا 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عالماً، فکن له خادماً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اگر</w:t>
      </w:r>
      <w:r w:rsidRPr="00DC4C40">
        <w:rPr>
          <w:rFonts w:eastAsia="B Badr"/>
          <w:rtl/>
        </w:rPr>
        <w:t xml:space="preserve"> عالم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خدمتگزار باش.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احترام و تکر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عالمان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ن،</w:t>
      </w:r>
      <w:r w:rsidRPr="00DC4C40">
        <w:rPr>
          <w:rFonts w:eastAsia="B Badr"/>
          <w:rtl/>
        </w:rPr>
        <w:t xml:space="preserve"> احترام به خداوند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رالمؤمن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من و قر عالماً فقد وقر ربه.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امام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احترام</w:t>
      </w:r>
      <w:r w:rsidRPr="00DC4C40">
        <w:rPr>
          <w:rFonts w:eastAsia="B Badr"/>
          <w:rtl/>
        </w:rPr>
        <w:t xml:space="preserve"> نمودن به عالم به منزله احترام نمودن به خداست.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وظ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متعلمان جامعه، تعظ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عالمان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حق سائسک بالعلم: التعظ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له، و التوق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لمجلسه، و حسن الاستماع 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ه،</w:t>
      </w:r>
      <w:r w:rsidRPr="00DC4C40">
        <w:rPr>
          <w:rFonts w:eastAsia="B Badr"/>
          <w:rtl/>
        </w:rPr>
        <w:t xml:space="preserve"> و الاقبال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ه،</w:t>
      </w:r>
      <w:r w:rsidRPr="00DC4C40">
        <w:rPr>
          <w:rFonts w:eastAsia="B Badr"/>
          <w:rtl/>
        </w:rPr>
        <w:t xml:space="preserve"> و ان لاترفع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صوتک، و لاتج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</w:t>
      </w:r>
      <w:r w:rsidRPr="00DC4C40">
        <w:rPr>
          <w:rFonts w:eastAsia="B Badr"/>
          <w:rtl/>
        </w:rPr>
        <w:t xml:space="preserve"> احدا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سأله</w:t>
      </w:r>
      <w:r w:rsidRPr="00DC4C40">
        <w:rPr>
          <w:rFonts w:eastAsia="B Badr"/>
          <w:rtl/>
        </w:rPr>
        <w:t xml:space="preserve"> عن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ء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کون</w:t>
      </w:r>
      <w:r w:rsidRPr="00DC4C40">
        <w:rPr>
          <w:rFonts w:eastAsia="B Badr"/>
          <w:rtl/>
        </w:rPr>
        <w:t xml:space="preserve"> هو الذ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ج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ب،</w:t>
      </w:r>
      <w:r w:rsidRPr="00DC4C40">
        <w:rPr>
          <w:rFonts w:eastAsia="B Badr"/>
          <w:rtl/>
        </w:rPr>
        <w:t xml:space="preserve"> و لاتحدث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مجلسه احدا، و لاتغتاب عنده احدا، و ان تدفع عنه اذ</w:t>
      </w:r>
      <w:r w:rsidRPr="00DC4C40">
        <w:rPr>
          <w:rFonts w:eastAsia="B Badr" w:hint="eastAsia"/>
          <w:rtl/>
        </w:rPr>
        <w:t>ا</w:t>
      </w:r>
      <w:r w:rsidRPr="00DC4C40">
        <w:rPr>
          <w:rFonts w:eastAsia="B Badr"/>
          <w:rtl/>
        </w:rPr>
        <w:t xml:space="preserve"> ذکر عندک بسوء، و ان تستر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وبه،</w:t>
      </w:r>
      <w:r w:rsidRPr="00DC4C40">
        <w:rPr>
          <w:rFonts w:eastAsia="B Badr"/>
          <w:rtl/>
        </w:rPr>
        <w:t xml:space="preserve"> و تظهر مناقبه و لا تجالس له عدوا، و لاتعاد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له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اً،</w:t>
      </w:r>
      <w:r w:rsidRPr="00DC4C40">
        <w:rPr>
          <w:rFonts w:eastAsia="B Badr"/>
          <w:rtl/>
        </w:rPr>
        <w:t xml:space="preserve"> فاذا فعلت ذلک شهد لک ملائکة الله بانک قصدته و تعلمت علمه لله جل اسمه لا للناس.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 که: او را بزرگ بدار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احترامش را نگهدار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 به سخنان او خوب گوش ده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 به حضورش بشتاب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 صدا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را بر او بلند نکن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 در حضور او سوال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پاسخ نگوئ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 در مجلسش با 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سخن نگوئ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 نزد او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بت</w:t>
      </w:r>
      <w:r w:rsidRPr="00DC4C40">
        <w:rPr>
          <w:rFonts w:eastAsia="B Badr"/>
          <w:rtl/>
        </w:rPr>
        <w:t xml:space="preserve"> نکن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 از او دفاع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 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او را بپوشان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و خوب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 آشکار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با دشمن او همنش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نشو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با دوستان او دشمن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 اگر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کارها را انجام داد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ملائکه گواه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دهند که تو به قصد آموزش و در راه خدا گام برداشت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چرا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آنچنان معرفت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افتگان</w:t>
      </w:r>
      <w:r w:rsidRPr="00DC4C40">
        <w:rPr>
          <w:rFonts w:eastAsia="B Badr"/>
          <w:rtl/>
        </w:rPr>
        <w:t xml:space="preserve"> بر فرهنگ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را مورد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مهر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قرار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دهند که مر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دان</w:t>
      </w:r>
      <w:r w:rsidRPr="00DC4C40">
        <w:rPr>
          <w:rFonts w:eastAsia="B Badr"/>
          <w:rtl/>
        </w:rPr>
        <w:t xml:space="preserve"> جن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به کمک شان بشتابند؟ چرا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عالمان مهاجر و مهاجران صالح، صالحان پنهان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مهجور باشند که رف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قان</w:t>
      </w:r>
      <w:r w:rsidRPr="00DC4C40">
        <w:rPr>
          <w:rFonts w:eastAsia="B Badr"/>
          <w:rtl/>
        </w:rPr>
        <w:t xml:space="preserve"> امدادگرشان از اقوام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انسان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باشند تا به 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ادشان</w:t>
      </w:r>
      <w:r w:rsidRPr="00DC4C40">
        <w:rPr>
          <w:rFonts w:eastAsia="B Badr"/>
          <w:rtl/>
        </w:rPr>
        <w:t xml:space="preserve"> برسند؟ </w:t>
      </w:r>
      <w:r w:rsidRPr="00DC4C40">
        <w:rPr>
          <w:rFonts w:eastAsia="B Badr" w:hint="eastAsia"/>
          <w:rtl/>
        </w:rPr>
        <w:t>در</w:t>
      </w:r>
      <w:r w:rsidRPr="00DC4C40">
        <w:rPr>
          <w:rFonts w:eastAsia="B Badr"/>
          <w:rtl/>
        </w:rPr>
        <w:t xml:space="preserve"> حال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از آنان گفتن، 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جز در بند کردن حق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قت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به اسارت گرفتن باورها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آسمان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،</w:t>
      </w:r>
      <w:r w:rsidRPr="00DC4C40">
        <w:rPr>
          <w:rFonts w:eastAsia="B Badr"/>
          <w:rtl/>
        </w:rPr>
        <w:t xml:space="preserve"> خورش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را در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نه</w:t>
      </w:r>
      <w:r w:rsidRPr="00DC4C40">
        <w:rPr>
          <w:rFonts w:eastAsia="B Badr"/>
          <w:rtl/>
        </w:rPr>
        <w:t xml:space="preserve"> شمع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و ابد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را و لحظه ها به تصو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کش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و بالاخره همه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خ</w:t>
      </w:r>
      <w:r w:rsidRPr="00DC4C40">
        <w:rPr>
          <w:rFonts w:eastAsia="B Badr"/>
          <w:rtl/>
        </w:rPr>
        <w:t xml:space="preserve"> را در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سطر نگاشتن 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</w:t>
      </w:r>
      <w:r w:rsidRPr="00DC4C40">
        <w:rPr>
          <w:rFonts w:eastAsia="B Badr"/>
          <w:rtl/>
        </w:rPr>
        <w:t>!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آه</w:t>
      </w:r>
      <w:r w:rsidRPr="00DC4C40">
        <w:rPr>
          <w:rFonts w:eastAsia="B Badr"/>
          <w:rtl/>
        </w:rPr>
        <w:t xml:space="preserve"> کجا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شف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معرفت ولو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؟</w:t>
      </w:r>
      <w:r w:rsidRPr="00DC4C40">
        <w:rPr>
          <w:rFonts w:eastAsia="B Badr"/>
          <w:rtl/>
        </w:rPr>
        <w:t xml:space="preserve"> کجا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ملکوت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خسته در دهل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تنگ و تار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؟</w:t>
      </w:r>
      <w:r w:rsidRPr="00DC4C40">
        <w:rPr>
          <w:rFonts w:eastAsia="B Badr"/>
          <w:rtl/>
        </w:rPr>
        <w:t xml:space="preserve"> کجا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ند</w:t>
      </w:r>
      <w:r w:rsidRPr="00DC4C40">
        <w:rPr>
          <w:rFonts w:eastAsia="B Badr"/>
          <w:rtl/>
        </w:rPr>
        <w:t xml:space="preserve"> آن رادمردان رسته از خاک اس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؟</w:t>
      </w:r>
      <w:r w:rsidRPr="00DC4C40">
        <w:rPr>
          <w:rFonts w:eastAsia="B Badr"/>
          <w:rtl/>
        </w:rPr>
        <w:t xml:space="preserve"> چرا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جامعه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چن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زندان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خاک باشد تا پنجه برگها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پائ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جهلشان گلوها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شان</w:t>
      </w:r>
      <w:r w:rsidRPr="00DC4C40">
        <w:rPr>
          <w:rFonts w:eastAsia="B Badr"/>
          <w:rtl/>
        </w:rPr>
        <w:t xml:space="preserve"> را بفشرد و خاکها در چشمانشان مانع از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عالمان نستوه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</w:t>
      </w:r>
      <w:r w:rsidRPr="00DC4C40">
        <w:rPr>
          <w:rFonts w:eastAsia="B Badr" w:hint="eastAsia"/>
          <w:rtl/>
        </w:rPr>
        <w:t>مچون</w:t>
      </w:r>
      <w:r w:rsidRPr="00DC4C40">
        <w:rPr>
          <w:rFonts w:eastAsia="B Badr"/>
          <w:rtl/>
        </w:rPr>
        <w:t xml:space="preserve"> مرحوم قزو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باشد؟ جن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را بنگر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چگونه پروانه وار دنبال معرفت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افته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دوند، او را تسل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بخشند، اظهار خدمتگزار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کنند او را از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ات</w:t>
      </w:r>
      <w:r w:rsidRPr="00DC4C40">
        <w:rPr>
          <w:rFonts w:eastAsia="B Badr"/>
          <w:rtl/>
        </w:rPr>
        <w:t xml:space="preserve"> پنهان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/>
          <w:rtl/>
        </w:rPr>
        <w:lastRenderedPageBreak/>
        <w:t>اش خبر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دهند تا اطم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نان</w:t>
      </w:r>
      <w:r w:rsidRPr="00DC4C40">
        <w:rPr>
          <w:rFonts w:eastAsia="B Badr"/>
          <w:rtl/>
        </w:rPr>
        <w:t xml:space="preserve"> اش را جلب کنند آنگاه با بشارت او را به تداوم راهش استحک</w:t>
      </w:r>
      <w:r w:rsidRPr="00DC4C40">
        <w:rPr>
          <w:rFonts w:eastAsia="B Badr" w:hint="eastAsia"/>
          <w:rtl/>
        </w:rPr>
        <w:t>ام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بخشند.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پس</w:t>
      </w:r>
      <w:r w:rsidRPr="00DC4C40">
        <w:rPr>
          <w:rFonts w:eastAsia="B Badr"/>
          <w:rtl/>
        </w:rPr>
        <w:t xml:space="preserve"> 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حزب الله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درس 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نش</w:t>
      </w:r>
      <w:r w:rsidRPr="00DC4C40">
        <w:rPr>
          <w:rFonts w:eastAsia="B Badr"/>
          <w:rtl/>
        </w:rPr>
        <w:t xml:space="preserve"> را با تفس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معرفت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افته</w:t>
      </w:r>
      <w:r w:rsidRPr="00DC4C40">
        <w:rPr>
          <w:rFonts w:eastAsia="B Badr"/>
          <w:rtl/>
        </w:rPr>
        <w:t xml:space="preserve"> خت 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هجا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واژه خل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فة</w:t>
      </w:r>
      <w:r w:rsidRPr="00DC4C40">
        <w:rPr>
          <w:rFonts w:eastAsia="B Badr"/>
          <w:rtl/>
        </w:rPr>
        <w:t xml:space="preserve"> الله بودن را با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دم معرفت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افته</w:t>
      </w:r>
      <w:r w:rsidRPr="00DC4C40">
        <w:rPr>
          <w:rFonts w:eastAsia="B Badr"/>
          <w:rtl/>
        </w:rPr>
        <w:t xml:space="preserve">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تکرار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آنگاه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تبارک الله را بر صح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فه</w:t>
      </w:r>
      <w:r w:rsidRPr="00DC4C40">
        <w:rPr>
          <w:rFonts w:eastAsia="B Badr"/>
          <w:rtl/>
        </w:rPr>
        <w:t xml:space="preserve"> فطرتها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پاکتان مشق کن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شا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بتوان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باتر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تند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</w:t>
      </w:r>
      <w:r w:rsidRPr="00DC4C40">
        <w:rPr>
          <w:rFonts w:eastAsia="B Badr"/>
          <w:rtl/>
        </w:rPr>
        <w:t xml:space="preserve"> 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عشق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را از سجده گاه فرش</w:t>
      </w:r>
      <w:r w:rsidRPr="00DC4C40">
        <w:rPr>
          <w:rFonts w:eastAsia="B Badr" w:hint="eastAsia"/>
          <w:rtl/>
        </w:rPr>
        <w:t>تگان</w:t>
      </w:r>
      <w:r w:rsidRPr="00DC4C40">
        <w:rPr>
          <w:rFonts w:eastAsia="B Badr"/>
          <w:rtl/>
        </w:rPr>
        <w:t xml:space="preserve"> زم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. اشارات: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باز شدن چشم ملکوت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 به هنگام مرگ و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معرفتها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ناپ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زاو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برزخ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حضور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</w:t>
      </w:r>
      <w:r w:rsidRPr="00DC4C40">
        <w:rPr>
          <w:rFonts w:eastAsia="B Badr"/>
          <w:rtl/>
        </w:rPr>
        <w:t xml:space="preserve"> اهل الب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عليهم‌السلام </w:t>
      </w:r>
      <w:r w:rsidRPr="00DC4C40">
        <w:rPr>
          <w:rFonts w:eastAsia="B Badr"/>
          <w:rtl/>
        </w:rPr>
        <w:t>به هنگام جان دادن ش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معرفت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افتگان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از تبل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غ</w:t>
      </w:r>
      <w:r w:rsidRPr="00DC4C40">
        <w:rPr>
          <w:rFonts w:eastAsia="B Badr"/>
          <w:rtl/>
        </w:rPr>
        <w:t xml:space="preserve"> معارف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دست برنداشتن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حوزه ها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 تحمل فشارها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روح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ضرورت خدمتگزار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عاملان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تابع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و خدمتگزار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صالح از انسانها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معرفت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افته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معرفت جن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به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پنهان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آدم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7. واقع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بودن ارادت و تابع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جن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نسبت به معرفت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افته</w:t>
      </w:r>
      <w:r w:rsidRPr="00DC4C40">
        <w:rPr>
          <w:rFonts w:eastAsia="B Badr"/>
          <w:rtl/>
        </w:rPr>
        <w:t xml:space="preserve"> ها به خاطر اطلاع دق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آنان از بس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زندگ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انسانها.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8. تحمل ناپذ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حقا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ق</w:t>
      </w:r>
      <w:r w:rsidRPr="00DC4C40">
        <w:rPr>
          <w:rFonts w:eastAsia="B Badr"/>
          <w:rtl/>
        </w:rPr>
        <w:t xml:space="preserve"> حت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برخ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صالحان معرفت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افته</w:t>
      </w:r>
      <w:r w:rsidRPr="00DC4C40">
        <w:rPr>
          <w:rFonts w:eastAsia="B Badr"/>
          <w:rtl/>
        </w:rPr>
        <w:t>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73) اگر برتر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صدا در نزد خداوند، استغفار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ان الله تعال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حب</w:t>
      </w:r>
      <w:r w:rsidRPr="00DC4C40">
        <w:rPr>
          <w:rFonts w:eastAsia="B Badr"/>
          <w:rtl/>
        </w:rPr>
        <w:t xml:space="preserve"> ثلاثة اصوات: صوت الد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ک،</w:t>
      </w:r>
      <w:r w:rsidRPr="00DC4C40">
        <w:rPr>
          <w:rFonts w:eastAsia="B Badr"/>
          <w:rtl/>
        </w:rPr>
        <w:t xml:space="preserve"> و صوت قار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ء القرآن، و صوت الذ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ستغفرون</w:t>
      </w:r>
      <w:r w:rsidRPr="00DC4C40">
        <w:rPr>
          <w:rFonts w:eastAsia="B Badr"/>
          <w:rtl/>
        </w:rPr>
        <w:t xml:space="preserve"> بالاسحار.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خداوند</w:t>
      </w:r>
      <w:r w:rsidRPr="00DC4C40">
        <w:rPr>
          <w:rFonts w:eastAsia="B Badr"/>
          <w:rtl/>
        </w:rPr>
        <w:t xml:space="preserve"> متعال صدا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خروس، و صدا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قار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قرآن، و صدا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استغفارکنندگان در سحر را دوست دارد.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استغفارکنندگان از صابران، صادقان، قانتان، منفقانند: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ان من استغفر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وقت السحر فهو من اهل هذه الا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ة</w:t>
      </w:r>
      <w:r w:rsidRPr="00DC4C40">
        <w:rPr>
          <w:rFonts w:eastAsia="B Badr"/>
          <w:rtl/>
        </w:rPr>
        <w:t>: الصابر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الصادق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القانت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المنفق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و المستغفر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بالاسحار.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امام صادق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کس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به هنگام سحر استغفار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کند از مخاطبان آ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</w:t>
      </w:r>
      <w:r w:rsidRPr="00DC4C40">
        <w:rPr>
          <w:rFonts w:eastAsia="B Badr"/>
          <w:rtl/>
        </w:rPr>
        <w:t xml:space="preserve"> (آنان صابران و راستگو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و فرمانبرداران و انفاق کنندگان و استغفارکنندگان در سحرگاهانند)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باشد.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lastRenderedPageBreak/>
        <w:t>و</w:t>
      </w:r>
      <w:r w:rsidRPr="00DC4C40">
        <w:rPr>
          <w:rFonts w:eastAsia="B Badr"/>
          <w:rtl/>
        </w:rPr>
        <w:t xml:space="preserve"> اگر استغفار تقرب آفر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است: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انه 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غان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قلب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و 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لاستغفرالله ف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کل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وم</w:t>
      </w:r>
      <w:r w:rsidRPr="00DC4C40">
        <w:rPr>
          <w:rFonts w:eastAsia="B Badr"/>
          <w:rtl/>
        </w:rPr>
        <w:t xml:space="preserve"> سبع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مرة.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بر</w:t>
      </w:r>
      <w:r w:rsidRPr="00DC4C40">
        <w:rPr>
          <w:rFonts w:eastAsia="B Badr"/>
          <w:rtl/>
        </w:rPr>
        <w:t xml:space="preserve"> قلب من حجاب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حا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ل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شود که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رفع آن روز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هفتاد مرتبه استغفار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کنم.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و</w:t>
      </w:r>
      <w:r w:rsidRPr="00DC4C40">
        <w:rPr>
          <w:rFonts w:eastAsia="B Badr"/>
          <w:rtl/>
        </w:rPr>
        <w:t xml:space="preserve"> اگر حوزو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ان</w:t>
      </w:r>
      <w:r w:rsidRPr="00DC4C40">
        <w:rPr>
          <w:rFonts w:eastAsia="B Badr"/>
          <w:rtl/>
        </w:rPr>
        <w:t xml:space="preserve"> خواستار تقرب اله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اند پس با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که از هر گونه تغ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و تحول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اراد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که همراه با استغفار نباشد نگران باشند.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/>
          <w:rtl/>
        </w:rPr>
        <w:t xml:space="preserve"> که آنان استغفار را دارو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درمانگر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پندارند: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النب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>: لکل داء دواء، و دواء الذنوب الاستغفار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امبر</w:t>
      </w:r>
      <w:r w:rsidRPr="00DC4C40">
        <w:rPr>
          <w:rFonts w:eastAsia="B Badr"/>
          <w:rtl/>
        </w:rPr>
        <w:t xml:space="preserve"> عظ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م</w:t>
      </w:r>
      <w:r w:rsidRPr="00DC4C40">
        <w:rPr>
          <w:rFonts w:eastAsia="B Badr"/>
          <w:rtl/>
        </w:rPr>
        <w:t xml:space="preserve"> الشأن اسلام </w:t>
      </w:r>
      <w:r w:rsidRPr="00DC4C40">
        <w:rPr>
          <w:rStyle w:val="libAlaemChar"/>
          <w:rFonts w:eastAsia="B Badr"/>
          <w:rtl/>
        </w:rPr>
        <w:t xml:space="preserve">صلى‌الله‌عليه‌وآله‌وسلم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هر درد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درمان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است و درمان گناهان استغفار است.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آنان</w:t>
      </w:r>
      <w:r w:rsidRPr="00DC4C40">
        <w:rPr>
          <w:rFonts w:eastAsia="B Badr"/>
          <w:rtl/>
        </w:rPr>
        <w:t xml:space="preserve"> از مرگ نم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ترسند ول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از نبود استغفار ترسانند ز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</w:t>
      </w:r>
      <w:r w:rsidRPr="00DC4C40">
        <w:rPr>
          <w:rFonts w:eastAsia="B Badr"/>
          <w:rtl/>
        </w:rPr>
        <w:t xml:space="preserve"> که عطر وجود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را بدون آن ناقص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ابند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قال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رالمؤمن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>: تعطروا بالاستغفار لاتفضحکم روائح الذنوب.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حضرت</w:t>
      </w:r>
      <w:r w:rsidRPr="00DC4C40">
        <w:rPr>
          <w:rFonts w:eastAsia="B Badr"/>
          <w:rtl/>
        </w:rPr>
        <w:t xml:space="preserve"> ام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رالمومن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عل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</w:t>
      </w:r>
      <w:r w:rsidRPr="00DC4C40">
        <w:rPr>
          <w:rStyle w:val="libAlaemChar"/>
          <w:rFonts w:eastAsia="B Badr"/>
          <w:rtl/>
        </w:rPr>
        <w:t xml:space="preserve">عليه‌السلام </w:t>
      </w:r>
      <w:r w:rsidRPr="00DC4C40">
        <w:rPr>
          <w:rFonts w:eastAsia="B Badr"/>
          <w:rtl/>
        </w:rPr>
        <w:t xml:space="preserve"> 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فرما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خود</w:t>
      </w:r>
      <w:r w:rsidRPr="00DC4C40">
        <w:rPr>
          <w:rFonts w:eastAsia="B Badr"/>
          <w:rtl/>
        </w:rPr>
        <w:t xml:space="preserve"> را با استغفار عطرآگ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/>
          <w:rtl/>
        </w:rPr>
        <w:t xml:space="preserve"> نما</w:t>
      </w:r>
      <w:r w:rsidRPr="00DC4C40">
        <w:rPr>
          <w:rFonts w:eastAsia="B Badr" w:hint="cs"/>
          <w:rtl/>
        </w:rPr>
        <w:t>یی</w:t>
      </w:r>
      <w:r w:rsidRPr="00DC4C40">
        <w:rPr>
          <w:rFonts w:eastAsia="B Badr" w:hint="eastAsia"/>
          <w:rtl/>
        </w:rPr>
        <w:t>د</w:t>
      </w:r>
      <w:r w:rsidRPr="00DC4C40">
        <w:rPr>
          <w:rFonts w:eastAsia="B Badr"/>
          <w:rtl/>
        </w:rPr>
        <w:t xml:space="preserve"> تا بو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گناهان شما را رسوا نکند.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 w:hint="eastAsia"/>
          <w:rtl/>
        </w:rPr>
        <w:t>اشارات</w:t>
      </w:r>
      <w:r w:rsidRPr="00DC4C40">
        <w:rPr>
          <w:rFonts w:eastAsia="B Badr"/>
          <w:rtl/>
        </w:rPr>
        <w:t>: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1. امکان خروج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اراد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روح از بدن صالحان.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2. امکان رجعت روح انسانها به بدن پس از خروج.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3. محور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ت</w:t>
      </w:r>
      <w:r w:rsidRPr="00DC4C40">
        <w:rPr>
          <w:rFonts w:eastAsia="B Badr"/>
          <w:rtl/>
        </w:rPr>
        <w:t xml:space="preserve"> نگران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فق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هان</w:t>
      </w:r>
      <w:r w:rsidRPr="00DC4C40">
        <w:rPr>
          <w:rFonts w:eastAsia="B Badr"/>
          <w:rtl/>
        </w:rPr>
        <w:t xml:space="preserve">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به نبود تقرب روزانه.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4. تأث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جسم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خروج روح بر بدن انسانها.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5. سنگ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قدرت و توان نور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روح بر بدن و قابل تحمل نبودن آن برا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جسم.</w:t>
      </w:r>
    </w:p>
    <w:p w:rsidR="00E17D55" w:rsidRPr="00DC4C40" w:rsidRDefault="00E17D55" w:rsidP="00DC4C40">
      <w:pPr>
        <w:pStyle w:val="libFootnote0"/>
        <w:rPr>
          <w:rFonts w:eastAsia="B Badr"/>
          <w:rtl/>
        </w:rPr>
      </w:pPr>
      <w:r w:rsidRPr="00DC4C40">
        <w:rPr>
          <w:rFonts w:eastAsia="B Badr"/>
          <w:rtl/>
        </w:rPr>
        <w:t>6. ب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رون</w:t>
      </w:r>
      <w:r w:rsidRPr="00DC4C40">
        <w:rPr>
          <w:rFonts w:eastAsia="B Badr"/>
          <w:rtl/>
        </w:rPr>
        <w:t xml:space="preserve"> شدن غ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/>
          <w:rtl/>
        </w:rPr>
        <w:t xml:space="preserve"> اراد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روح از بدن پ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ش</w:t>
      </w:r>
      <w:r w:rsidRPr="00DC4C40">
        <w:rPr>
          <w:rFonts w:eastAsia="B Badr"/>
          <w:rtl/>
        </w:rPr>
        <w:t xml:space="preserve"> از فرا رس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دن</w:t>
      </w:r>
      <w:r w:rsidRPr="00DC4C40">
        <w:rPr>
          <w:rFonts w:eastAsia="B Badr"/>
          <w:rtl/>
        </w:rPr>
        <w:t xml:space="preserve"> مرگ، نشان از تحمل ناپذ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ر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جسم صالحان حوزه د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 w:hint="eastAsia"/>
          <w:rtl/>
        </w:rPr>
        <w:t>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در تحمل روح نوران</w:t>
      </w:r>
      <w:r w:rsidRPr="00DC4C40">
        <w:rPr>
          <w:rFonts w:eastAsia="B Badr" w:hint="cs"/>
          <w:rtl/>
        </w:rPr>
        <w:t>ی</w:t>
      </w:r>
      <w:r w:rsidRPr="00DC4C40">
        <w:rPr>
          <w:rFonts w:eastAsia="B Badr"/>
          <w:rtl/>
        </w:rPr>
        <w:t xml:space="preserve"> آنان است.</w:t>
      </w:r>
    </w:p>
    <w:p w:rsidR="00551712" w:rsidRDefault="00C55395" w:rsidP="00C55395">
      <w:pPr>
        <w:pStyle w:val="Heading1Center"/>
        <w:rPr>
          <w:rtl/>
        </w:rPr>
      </w:pPr>
      <w:r>
        <w:rPr>
          <w:rtl/>
        </w:rPr>
        <w:br w:type="page"/>
      </w:r>
      <w:bookmarkStart w:id="42" w:name="_Toc477423941"/>
      <w:r>
        <w:rPr>
          <w:rFonts w:hint="cs"/>
          <w:rtl/>
        </w:rPr>
        <w:lastRenderedPageBreak/>
        <w:t>فهرست مطالب</w:t>
      </w:r>
      <w:bookmarkEnd w:id="42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859023891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C55395" w:rsidRDefault="00C55395" w:rsidP="00C55395">
          <w:pPr>
            <w:pStyle w:val="TOCHeading"/>
          </w:pPr>
        </w:p>
        <w:p w:rsidR="00C55395" w:rsidRDefault="007A6B6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7A6B67">
            <w:fldChar w:fldCharType="begin"/>
          </w:r>
          <w:r w:rsidR="00C55395">
            <w:instrText xml:space="preserve"> TOC \o "1-3" \h \z \u </w:instrText>
          </w:r>
          <w:r w:rsidRPr="007A6B67">
            <w:fldChar w:fldCharType="separate"/>
          </w:r>
          <w:hyperlink w:anchor="_Toc477423899" w:history="1">
            <w:r w:rsidR="00C55395" w:rsidRPr="00673F8E">
              <w:rPr>
                <w:rStyle w:val="Hyperlink"/>
                <w:noProof/>
                <w:rtl/>
              </w:rPr>
              <w:t>پ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شگفتار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Toc477423899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423900" w:history="1">
            <w:r w:rsidR="00C55395" w:rsidRPr="00673F8E">
              <w:rPr>
                <w:rStyle w:val="Hyperlink"/>
                <w:noProof/>
                <w:rtl/>
              </w:rPr>
              <w:t>فصل اول : حق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قت معرفت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Toc477423900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01" w:history="1">
            <w:r w:rsidR="00C55395" w:rsidRPr="00673F8E">
              <w:rPr>
                <w:rStyle w:val="Hyperlink"/>
                <w:noProof/>
                <w:rtl/>
              </w:rPr>
              <w:t>معرفت توف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ق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 xml:space="preserve"> و توف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ق معرفت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Toc477423901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02" w:history="1">
            <w:r w:rsidR="00C55395" w:rsidRPr="00673F8E">
              <w:rPr>
                <w:rStyle w:val="Hyperlink"/>
                <w:noProof/>
                <w:rtl/>
              </w:rPr>
              <w:t>معرفت وظ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فه ساز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Toc477423902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03" w:history="1">
            <w:r w:rsidR="00C55395" w:rsidRPr="00673F8E">
              <w:rPr>
                <w:rStyle w:val="Hyperlink"/>
                <w:noProof/>
                <w:rtl/>
              </w:rPr>
              <w:t>وقار رفتار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 xml:space="preserve"> معرفت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Toc477423903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04" w:history="1">
            <w:r w:rsidR="00C55395" w:rsidRPr="00673F8E">
              <w:rPr>
                <w:rStyle w:val="Hyperlink"/>
                <w:noProof/>
                <w:rtl/>
              </w:rPr>
              <w:t>معرفت معرفت ساز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Toc477423904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05" w:history="1">
            <w:r w:rsidR="00C55395" w:rsidRPr="00673F8E">
              <w:rPr>
                <w:rStyle w:val="Hyperlink"/>
                <w:noProof/>
                <w:rtl/>
              </w:rPr>
              <w:t>معرفت قلب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Toc477423905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06" w:history="1">
            <w:r w:rsidR="00C55395" w:rsidRPr="00673F8E">
              <w:rPr>
                <w:rStyle w:val="Hyperlink"/>
                <w:noProof/>
                <w:rtl/>
              </w:rPr>
              <w:t>معرفت ناباورانه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Toc477423906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07" w:history="1">
            <w:r w:rsidR="00C55395" w:rsidRPr="00673F8E">
              <w:rPr>
                <w:rStyle w:val="Hyperlink"/>
                <w:noProof/>
                <w:rtl/>
              </w:rPr>
              <w:t>معرفت اعطا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Toc477423907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08" w:history="1">
            <w:r w:rsidR="00C55395" w:rsidRPr="00673F8E">
              <w:rPr>
                <w:rStyle w:val="Hyperlink"/>
                <w:noProof/>
                <w:rtl/>
              </w:rPr>
              <w:t>معرفت قرآن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Toc477423908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423909" w:history="1">
            <w:r w:rsidR="00C55395" w:rsidRPr="00673F8E">
              <w:rPr>
                <w:rStyle w:val="Hyperlink"/>
                <w:noProof/>
                <w:rtl/>
              </w:rPr>
              <w:t>فصل دوم : برد معرفت د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ن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Toc477423909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10" w:history="1">
            <w:r w:rsidR="00C55395" w:rsidRPr="00673F8E">
              <w:rPr>
                <w:rStyle w:val="Hyperlink"/>
                <w:noProof/>
                <w:rtl/>
              </w:rPr>
              <w:t>معرفت بر ناپ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داها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Toc477423910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11" w:history="1">
            <w:r w:rsidR="00C55395" w:rsidRPr="00673F8E">
              <w:rPr>
                <w:rStyle w:val="Hyperlink"/>
                <w:noProof/>
                <w:rtl/>
              </w:rPr>
              <w:t>معرفت از وصال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Toc477423911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12" w:history="1">
            <w:r w:rsidR="00C55395" w:rsidRPr="00673F8E">
              <w:rPr>
                <w:rStyle w:val="Hyperlink"/>
                <w:noProof/>
                <w:rtl/>
              </w:rPr>
              <w:t>معرفت ب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 xml:space="preserve"> مانع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Toc477423912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13" w:history="1">
            <w:r w:rsidR="00C55395" w:rsidRPr="00673F8E">
              <w:rPr>
                <w:rStyle w:val="Hyperlink"/>
                <w:noProof/>
                <w:rtl/>
              </w:rPr>
              <w:t>معرفت غ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ر مترقبه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Toc477423913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14" w:history="1">
            <w:r w:rsidR="00C55395" w:rsidRPr="00673F8E">
              <w:rPr>
                <w:rStyle w:val="Hyperlink"/>
                <w:noProof/>
                <w:rtl/>
              </w:rPr>
              <w:t>معرفت د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ن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 xml:space="preserve"> از حضور ائمه </w:t>
            </w:r>
            <w:r w:rsidR="00C55395" w:rsidRPr="00673F8E">
              <w:rPr>
                <w:rStyle w:val="Hyperlink"/>
                <w:rFonts w:cs="Rafed Alaem"/>
                <w:noProof/>
                <w:rtl/>
              </w:rPr>
              <w:t>عليهم‌السلام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Toc477423914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15" w:history="1">
            <w:r w:rsidR="00C55395" w:rsidRPr="00673F8E">
              <w:rPr>
                <w:rStyle w:val="Hyperlink"/>
                <w:noProof/>
                <w:rtl/>
              </w:rPr>
              <w:t>معرفت ناد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ده ها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Toc477423915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16" w:history="1">
            <w:r w:rsidR="00C55395" w:rsidRPr="00673F8E">
              <w:rPr>
                <w:rStyle w:val="Hyperlink"/>
                <w:noProof/>
                <w:rtl/>
              </w:rPr>
              <w:t>معرفت بر قصد و انگ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زه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Toc477423916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17" w:history="1">
            <w:r w:rsidR="00C55395" w:rsidRPr="00673F8E">
              <w:rPr>
                <w:rStyle w:val="Hyperlink"/>
                <w:noProof/>
                <w:rtl/>
              </w:rPr>
              <w:t>معرفت از آ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نده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Toc477423917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18" w:history="1">
            <w:r w:rsidR="00C55395" w:rsidRPr="00673F8E">
              <w:rPr>
                <w:rStyle w:val="Hyperlink"/>
                <w:noProof/>
                <w:rtl/>
              </w:rPr>
              <w:t>معرفت جهان ب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ن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Toc477423918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19" w:history="1">
            <w:r w:rsidR="00C55395" w:rsidRPr="00673F8E">
              <w:rPr>
                <w:rStyle w:val="Hyperlink"/>
                <w:noProof/>
                <w:rtl/>
              </w:rPr>
              <w:t>معرفت پ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ش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ن از پ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ش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نه شر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ک زندگ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Toc477423919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20" w:history="1">
            <w:r w:rsidR="00C55395" w:rsidRPr="00673F8E">
              <w:rPr>
                <w:rStyle w:val="Hyperlink"/>
                <w:noProof/>
                <w:rtl/>
              </w:rPr>
              <w:t>معرفت بر حوادث تلخ هشدار دهنده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Toc477423920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21" w:history="1">
            <w:r w:rsidR="00C55395" w:rsidRPr="00673F8E">
              <w:rPr>
                <w:rStyle w:val="Hyperlink"/>
                <w:noProof/>
                <w:rtl/>
              </w:rPr>
              <w:t>معرفت از تنهائ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Toc477423921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22" w:history="1">
            <w:r w:rsidR="00C55395" w:rsidRPr="00673F8E">
              <w:rPr>
                <w:rStyle w:val="Hyperlink"/>
                <w:noProof/>
                <w:rtl/>
              </w:rPr>
              <w:t>معرفت از افسوس ها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Toc477423922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23" w:history="1">
            <w:r w:rsidR="00C55395" w:rsidRPr="00673F8E">
              <w:rPr>
                <w:rStyle w:val="Hyperlink"/>
                <w:noProof/>
                <w:rtl/>
              </w:rPr>
              <w:t>معرفت بر خواسته ها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 xml:space="preserve"> ح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وانات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Toc477423923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24" w:history="1">
            <w:r w:rsidR="00C55395" w:rsidRPr="00673F8E">
              <w:rPr>
                <w:rStyle w:val="Hyperlink"/>
                <w:noProof/>
                <w:rtl/>
              </w:rPr>
              <w:t>معرفت بر حقا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ق برزخ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Toc477423924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25" w:history="1">
            <w:r w:rsidR="00C55395" w:rsidRPr="00673F8E">
              <w:rPr>
                <w:rStyle w:val="Hyperlink"/>
                <w:noProof/>
                <w:rtl/>
              </w:rPr>
              <w:t>معرفت بر مکان برزخ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Toc477423925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26" w:history="1">
            <w:r w:rsidR="00C55395" w:rsidRPr="00673F8E">
              <w:rPr>
                <w:rStyle w:val="Hyperlink"/>
                <w:noProof/>
                <w:rtl/>
              </w:rPr>
              <w:t>معرفت ملک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Toc477423926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27" w:history="1">
            <w:r w:rsidR="00C55395" w:rsidRPr="00673F8E">
              <w:rPr>
                <w:rStyle w:val="Hyperlink"/>
                <w:noProof/>
                <w:rtl/>
              </w:rPr>
              <w:t>معرفت بر صداها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 xml:space="preserve"> برزخ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Toc477423927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28" w:history="1">
            <w:r w:rsidR="00C55395" w:rsidRPr="00673F8E">
              <w:rPr>
                <w:rStyle w:val="Hyperlink"/>
                <w:noProof/>
                <w:rtl/>
              </w:rPr>
              <w:t>معرفت بر سفر به سو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 xml:space="preserve"> معبود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Toc477423928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423929" w:history="1">
            <w:r w:rsidR="00C55395" w:rsidRPr="00673F8E">
              <w:rPr>
                <w:rStyle w:val="Hyperlink"/>
                <w:noProof/>
                <w:rtl/>
              </w:rPr>
              <w:t>فصل چهارم : حقا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ق قابل معرفت د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ن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Toc477423929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30" w:history="1">
            <w:r w:rsidR="00C55395" w:rsidRPr="00673F8E">
              <w:rPr>
                <w:rStyle w:val="Hyperlink"/>
                <w:noProof/>
                <w:rtl/>
              </w:rPr>
              <w:t>معرفت منزلت و مقام بهشت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Toc477423930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31" w:history="1">
            <w:r w:rsidR="00C55395" w:rsidRPr="00673F8E">
              <w:rPr>
                <w:rStyle w:val="Hyperlink"/>
                <w:noProof/>
                <w:rtl/>
              </w:rPr>
              <w:t>معرفت شهود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 xml:space="preserve"> از گذشته ها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Toc477423931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32" w:history="1">
            <w:r w:rsidR="00C55395" w:rsidRPr="00673F8E">
              <w:rPr>
                <w:rStyle w:val="Hyperlink"/>
                <w:noProof/>
                <w:rtl/>
              </w:rPr>
              <w:t>معرفت موجودات ناپ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دا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Toc477423932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33" w:history="1">
            <w:r w:rsidR="00C55395" w:rsidRPr="00673F8E">
              <w:rPr>
                <w:rStyle w:val="Hyperlink"/>
                <w:noProof/>
                <w:rtl/>
              </w:rPr>
              <w:t>معرفت معرفت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Toc477423933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34" w:history="1">
            <w:r w:rsidR="00C55395" w:rsidRPr="00673F8E">
              <w:rPr>
                <w:rStyle w:val="Hyperlink"/>
                <w:noProof/>
                <w:rtl/>
              </w:rPr>
              <w:t>معرفت حقا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ق برزخ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Toc477423934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35" w:history="1">
            <w:r w:rsidR="00C55395" w:rsidRPr="00673F8E">
              <w:rPr>
                <w:rStyle w:val="Hyperlink"/>
                <w:noProof/>
                <w:rtl/>
              </w:rPr>
              <w:t>معرفت آسمان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ان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Toc477423935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36" w:history="1">
            <w:r w:rsidR="00C55395" w:rsidRPr="00673F8E">
              <w:rPr>
                <w:rStyle w:val="Hyperlink"/>
                <w:noProof/>
                <w:rtl/>
              </w:rPr>
              <w:t xml:space="preserve">معرفت بر 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اران در ح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ات تمثل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Toc477423936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37" w:history="1">
            <w:r w:rsidR="00C55395" w:rsidRPr="00673F8E">
              <w:rPr>
                <w:rStyle w:val="Hyperlink"/>
                <w:noProof/>
                <w:rtl/>
              </w:rPr>
              <w:t>معرفت بر جا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گاه برزخ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Toc477423937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38" w:history="1">
            <w:r w:rsidR="00C55395" w:rsidRPr="00673F8E">
              <w:rPr>
                <w:rStyle w:val="Hyperlink"/>
                <w:noProof/>
                <w:rtl/>
              </w:rPr>
              <w:t>قدرنا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 xml:space="preserve">افته معرفت 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>افتگان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Toc477423938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423939" w:history="1">
            <w:r w:rsidR="00C55395" w:rsidRPr="00673F8E">
              <w:rPr>
                <w:rStyle w:val="Hyperlink"/>
                <w:noProof/>
                <w:rtl/>
              </w:rPr>
              <w:t>معرفت روحان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 xml:space="preserve"> از روح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Toc477423939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423940" w:history="1">
            <w:r w:rsidR="00C55395" w:rsidRPr="00673F8E">
              <w:rPr>
                <w:rStyle w:val="Hyperlink"/>
                <w:noProof/>
                <w:rtl/>
              </w:rPr>
              <w:t>پ</w:t>
            </w:r>
            <w:r w:rsidR="00C55395" w:rsidRPr="00673F8E">
              <w:rPr>
                <w:rStyle w:val="Hyperlink"/>
                <w:rFonts w:hint="cs"/>
                <w:noProof/>
                <w:rtl/>
              </w:rPr>
              <w:t>ی</w:t>
            </w:r>
            <w:r w:rsidR="00C55395" w:rsidRPr="00673F8E">
              <w:rPr>
                <w:rStyle w:val="Hyperlink"/>
                <w:noProof/>
                <w:rtl/>
              </w:rPr>
              <w:t xml:space="preserve"> نوشتها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Toc477423940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423941" w:history="1">
            <w:r w:rsidR="00C55395" w:rsidRPr="00673F8E">
              <w:rPr>
                <w:rStyle w:val="Hyperlink"/>
                <w:noProof/>
                <w:rtl/>
              </w:rPr>
              <w:t>فهرست مطالب</w:t>
            </w:r>
            <w:r w:rsidR="00C5539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 w:rsidR="00C55395">
              <w:rPr>
                <w:noProof/>
                <w:webHidden/>
              </w:rPr>
              <w:instrText>PAGEREF</w:instrText>
            </w:r>
            <w:r w:rsidR="00C55395">
              <w:rPr>
                <w:noProof/>
                <w:webHidden/>
                <w:rtl/>
              </w:rPr>
              <w:instrText xml:space="preserve"> _</w:instrText>
            </w:r>
            <w:r w:rsidR="00C55395">
              <w:rPr>
                <w:noProof/>
                <w:webHidden/>
              </w:rPr>
              <w:instrText>Toc477423941 \h</w:instrText>
            </w:r>
            <w:r w:rsidR="00C5539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55395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5395" w:rsidRDefault="007A6B67">
          <w:r>
            <w:fldChar w:fldCharType="end"/>
          </w:r>
        </w:p>
      </w:sdtContent>
    </w:sdt>
    <w:p w:rsidR="00C55395" w:rsidRPr="00C55395" w:rsidRDefault="00C55395" w:rsidP="00C55395">
      <w:pPr>
        <w:pStyle w:val="libNormal"/>
        <w:rPr>
          <w:rtl/>
        </w:rPr>
      </w:pPr>
    </w:p>
    <w:sectPr w:rsidR="00C55395" w:rsidRPr="00C55395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D80" w:rsidRDefault="007B3D80">
      <w:r>
        <w:separator/>
      </w:r>
    </w:p>
  </w:endnote>
  <w:endnote w:type="continuationSeparator" w:id="0">
    <w:p w:rsidR="007B3D80" w:rsidRDefault="007B3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D55" w:rsidRDefault="007A6B67">
    <w:pPr>
      <w:pStyle w:val="Footer"/>
    </w:pPr>
    <w:fldSimple w:instr=" PAGE   \* MERGEFORMAT ">
      <w:r w:rsidR="00E3062A">
        <w:rPr>
          <w:noProof/>
          <w:rtl/>
        </w:rPr>
        <w:t>54</w:t>
      </w:r>
    </w:fldSimple>
  </w:p>
  <w:p w:rsidR="00E17D55" w:rsidRDefault="00E17D5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D55" w:rsidRDefault="007A6B67">
    <w:pPr>
      <w:pStyle w:val="Footer"/>
    </w:pPr>
    <w:fldSimple w:instr=" PAGE   \* MERGEFORMAT ">
      <w:r w:rsidR="00E3062A">
        <w:rPr>
          <w:noProof/>
          <w:rtl/>
        </w:rPr>
        <w:t>55</w:t>
      </w:r>
    </w:fldSimple>
  </w:p>
  <w:p w:rsidR="00E17D55" w:rsidRDefault="00E17D5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D55" w:rsidRDefault="007A6B67">
    <w:pPr>
      <w:pStyle w:val="Footer"/>
    </w:pPr>
    <w:fldSimple w:instr=" PAGE   \* MERGEFORMAT ">
      <w:r w:rsidR="00E3062A">
        <w:rPr>
          <w:noProof/>
          <w:rtl/>
        </w:rPr>
        <w:t>1</w:t>
      </w:r>
    </w:fldSimple>
  </w:p>
  <w:p w:rsidR="00E17D55" w:rsidRDefault="00E17D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D80" w:rsidRDefault="007B3D80">
      <w:r>
        <w:separator/>
      </w:r>
    </w:p>
  </w:footnote>
  <w:footnote w:type="continuationSeparator" w:id="0">
    <w:p w:rsidR="007B3D80" w:rsidRDefault="007B3D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4BC0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6181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34F2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6509"/>
    <w:rsid w:val="001B702D"/>
    <w:rsid w:val="001B7407"/>
    <w:rsid w:val="001C5EDB"/>
    <w:rsid w:val="001D41A1"/>
    <w:rsid w:val="001D60DA"/>
    <w:rsid w:val="001D67C0"/>
    <w:rsid w:val="001E25DC"/>
    <w:rsid w:val="001E29EB"/>
    <w:rsid w:val="001E79F6"/>
    <w:rsid w:val="001F0713"/>
    <w:rsid w:val="001F160F"/>
    <w:rsid w:val="00202C7B"/>
    <w:rsid w:val="00203EAD"/>
    <w:rsid w:val="002054C5"/>
    <w:rsid w:val="00213662"/>
    <w:rsid w:val="002139CB"/>
    <w:rsid w:val="00214801"/>
    <w:rsid w:val="00221A7F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64FC9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683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562C"/>
    <w:rsid w:val="00497042"/>
    <w:rsid w:val="004A0866"/>
    <w:rsid w:val="004A5E75"/>
    <w:rsid w:val="004B0BAE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06E1F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2F5F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A6B67"/>
    <w:rsid w:val="007B10B3"/>
    <w:rsid w:val="007B1D12"/>
    <w:rsid w:val="007B2F17"/>
    <w:rsid w:val="007B3D80"/>
    <w:rsid w:val="007B46B3"/>
    <w:rsid w:val="007B5CD8"/>
    <w:rsid w:val="007B6D51"/>
    <w:rsid w:val="007C23F4"/>
    <w:rsid w:val="007C3DC9"/>
    <w:rsid w:val="007D1D2B"/>
    <w:rsid w:val="007D4810"/>
    <w:rsid w:val="007D5C4F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624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64005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395"/>
    <w:rsid w:val="00C554CC"/>
    <w:rsid w:val="00C617E5"/>
    <w:rsid w:val="00C667E4"/>
    <w:rsid w:val="00C763D6"/>
    <w:rsid w:val="00C76A9C"/>
    <w:rsid w:val="00C81C96"/>
    <w:rsid w:val="00C87020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C4C40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927"/>
    <w:rsid w:val="00E10B3C"/>
    <w:rsid w:val="00E14435"/>
    <w:rsid w:val="00E146D5"/>
    <w:rsid w:val="00E17D55"/>
    <w:rsid w:val="00E206F5"/>
    <w:rsid w:val="00E21598"/>
    <w:rsid w:val="00E259BC"/>
    <w:rsid w:val="00E264A4"/>
    <w:rsid w:val="00E3062A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4BC0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43BB7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1293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D5BAC"/>
    <w:rsid w:val="00FE0BFA"/>
    <w:rsid w:val="00FE0D85"/>
    <w:rsid w:val="00FE2442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1A7F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EE4BC0"/>
    <w:rPr>
      <w:rFonts w:cs="B Badr"/>
      <w:color w:val="000000"/>
      <w:sz w:val="32"/>
      <w:szCs w:val="32"/>
    </w:rPr>
  </w:style>
  <w:style w:type="paragraph" w:customStyle="1" w:styleId="libnotice0">
    <w:name w:val="libnotice"/>
    <w:basedOn w:val="Normal"/>
    <w:rsid w:val="00E10927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5395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553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1438\mahe_gamadi_alsani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7211A-09B2-4D28-9111-7E7700641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137</TotalTime>
  <Pages>147</Pages>
  <Words>31101</Words>
  <Characters>177277</Characters>
  <Application>Microsoft Office Word</Application>
  <DocSecurity>0</DocSecurity>
  <Lines>1477</Lines>
  <Paragraphs>415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207963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13</cp:revision>
  <cp:lastPrinted>1601-01-01T00:00:00Z</cp:lastPrinted>
  <dcterms:created xsi:type="dcterms:W3CDTF">2017-03-15T09:47:00Z</dcterms:created>
  <dcterms:modified xsi:type="dcterms:W3CDTF">2017-03-16T07:39:00Z</dcterms:modified>
</cp:coreProperties>
</file>