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9A" w:rsidRDefault="00BA20C6" w:rsidP="00BE5AB0">
      <w:pPr>
        <w:pStyle w:val="libCenterBold1"/>
        <w:rPr>
          <w:rtl/>
          <w:lang w:bidi="fa-IR"/>
        </w:rPr>
      </w:pPr>
      <w:r w:rsidRPr="00BA20C6">
        <w:rPr>
          <w:rtl/>
          <w:lang w:bidi="fa-IR"/>
        </w:rPr>
        <w:t>داستان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افتگان</w:t>
      </w:r>
      <w:r w:rsidRPr="00BA20C6">
        <w:rPr>
          <w:rtl/>
          <w:lang w:bidi="fa-IR"/>
        </w:rPr>
        <w:t xml:space="preserve"> </w:t>
      </w:r>
    </w:p>
    <w:p w:rsidR="00BA20C6" w:rsidRDefault="00BA20C6" w:rsidP="00BE5AB0">
      <w:pPr>
        <w:pStyle w:val="libCenterBold1"/>
        <w:rPr>
          <w:rtl/>
          <w:lang w:bidi="fa-IR"/>
        </w:rPr>
      </w:pPr>
      <w:r w:rsidRPr="00BA20C6">
        <w:rPr>
          <w:rtl/>
          <w:lang w:bidi="fa-IR"/>
        </w:rPr>
        <w:t xml:space="preserve">سفرنامه حج </w:t>
      </w:r>
    </w:p>
    <w:p w:rsidR="00BE5AB0" w:rsidRDefault="00BA20C6" w:rsidP="00BE5AB0">
      <w:pPr>
        <w:pStyle w:val="libCenterBold2"/>
        <w:rPr>
          <w:lang w:bidi="fa-IR"/>
        </w:rPr>
      </w:pPr>
      <w:r>
        <w:rPr>
          <w:rFonts w:hint="cs"/>
          <w:rtl/>
          <w:lang w:bidi="fa-IR"/>
        </w:rPr>
        <w:t>نویسنده: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</w:p>
    <w:p w:rsidR="004E5C39" w:rsidRDefault="004E5C39" w:rsidP="004E5C39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4E5C39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4E5C39" w:rsidRPr="00FC27AF" w:rsidRDefault="004E5C39" w:rsidP="004E5C39">
      <w:pPr>
        <w:pStyle w:val="libCenterBold2"/>
        <w:bidi w:val="0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4E5C39" w:rsidRDefault="004E5C39" w:rsidP="00BE5AB0">
      <w:pPr>
        <w:pStyle w:val="libCenterBold2"/>
        <w:rPr>
          <w:lang w:bidi="fa-IR"/>
        </w:rPr>
      </w:pPr>
    </w:p>
    <w:p w:rsidR="00BA20C6" w:rsidRPr="00BA20C6" w:rsidRDefault="00BA20C6" w:rsidP="00BE5AB0">
      <w:pPr>
        <w:pStyle w:val="libCenterBold2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BE5AB0">
      <w:pPr>
        <w:pStyle w:val="Heading1"/>
        <w:rPr>
          <w:rtl/>
          <w:lang w:bidi="fa-IR"/>
        </w:rPr>
      </w:pPr>
      <w:bookmarkStart w:id="0" w:name="_Toc56202852"/>
      <w:bookmarkStart w:id="1" w:name="_Toc56203512"/>
      <w:r w:rsidRPr="00BA20C6">
        <w:rPr>
          <w:rFonts w:hint="eastAsia"/>
          <w:rtl/>
          <w:lang w:bidi="fa-IR"/>
        </w:rPr>
        <w:t>مقدّمه‌</w:t>
      </w:r>
      <w:bookmarkEnd w:id="0"/>
      <w:bookmarkEnd w:id="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فرزند مرحوم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</w:t>
      </w:r>
      <w:r w:rsidR="00BE5AB0">
        <w:rPr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اللَّه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است. جدّ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مرحوم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ابوالحسن» مشهور به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ر»،</w:t>
      </w:r>
      <w:r w:rsidRPr="00BA20C6">
        <w:rPr>
          <w:rtl/>
          <w:lang w:bidi="fa-IR"/>
        </w:rPr>
        <w:t xml:space="preserve"> داماد «فتحعل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شاه قاجار» بوده و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آثار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را برعهده داشته است. بر اساس اسناد موجود،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منصب از زمان ب</w:t>
      </w:r>
      <w:r w:rsidRPr="00BA20C6">
        <w:rPr>
          <w:rFonts w:hint="eastAsia"/>
          <w:rtl/>
          <w:lang w:bidi="fa-IR"/>
        </w:rPr>
        <w:t>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«بقعه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وان»،</w:t>
      </w:r>
      <w:r w:rsidRPr="00BA20C6">
        <w:rPr>
          <w:rtl/>
          <w:lang w:bidi="fa-IR"/>
        </w:rPr>
        <w:t xml:space="preserve"> که در دولت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ساخته شده، در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دودمان قرار گرفته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پدر</w:t>
      </w:r>
      <w:r w:rsidRPr="00BA20C6">
        <w:rPr>
          <w:rtl/>
          <w:lang w:bidi="fa-IR"/>
        </w:rPr>
        <w:t xml:space="preserve"> مرحوم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ابوالحسن،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مشهور به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بزرگ متولّ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که در «واد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السلام نجف اشرف»، در مقبره خانوادگ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معروف به «مقبره شاه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مدفون است و بر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 قبر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نوشته‌اند: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«قد</w:t>
      </w:r>
      <w:r w:rsidRPr="00BA20C6">
        <w:rPr>
          <w:rtl/>
          <w:lang w:bidi="fa-IR"/>
        </w:rPr>
        <w:t xml:space="preserve"> ارتحل من دار الفناء 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 البقاء، الس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الجل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الحبر النب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ل،</w:t>
      </w:r>
      <w:r w:rsidRPr="00BA20C6">
        <w:rPr>
          <w:rtl/>
          <w:lang w:bidi="fa-IR"/>
        </w:rPr>
        <w:t xml:space="preserve"> المتولّ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لبقعة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طاب ثراه عام 1271 الهجر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.»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جدّ</w:t>
      </w:r>
      <w:r w:rsidRPr="00BA20C6">
        <w:rPr>
          <w:rtl/>
          <w:lang w:bidi="fa-IR"/>
        </w:rPr>
        <w:t xml:space="preserve"> أعلا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دودمان، مرحوم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خاتم المجتهد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از اعاظم علما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«جبل عامل»، و دامادمرحوم «علّامةمحقّق‌کرک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است، که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زمان سلطنت «شاه اسماع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به منظور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ثامن الحجج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»، به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مسافرت کرد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پادشاه در اعزاز و اکرام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او را به توقف در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الزام کرد و متصدّ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امور شرع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اردو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گردان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در زمان «شاه طهماسب»، با صب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علّامه ربان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«مرحوم محقق 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(ش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) ازدواج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از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صاحب پنج پسر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دختر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:</w:t>
      </w:r>
    </w:p>
    <w:p w:rsidR="00BA20C6" w:rsidRPr="00BA20C6" w:rsidRDefault="00BA20C6" w:rsidP="00BE5AB0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فرزند ارشد «خاتم المجتهد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حب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="00BE5AB0">
        <w:rPr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اللَّه»</w:t>
      </w:r>
      <w:r w:rsidRPr="00BA20C6">
        <w:rPr>
          <w:rtl/>
          <w:lang w:bidi="fa-IR"/>
        </w:rPr>
        <w:t xml:space="preserve"> است که از طرف «شاه طهماسب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به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آستانه «حضرت معصومه </w:t>
      </w:r>
      <w:r w:rsidR="00BE5AB0" w:rsidRPr="00BE5AB0">
        <w:rPr>
          <w:rStyle w:val="libAlaemChar"/>
          <w:rtl/>
        </w:rPr>
        <w:t xml:space="preserve">عليها‌السلام </w:t>
      </w:r>
      <w:r w:rsidRPr="00BA20C6">
        <w:rPr>
          <w:rtl/>
          <w:lang w:bidi="fa-IR"/>
        </w:rPr>
        <w:t>» منصوب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گردد</w:t>
      </w:r>
      <w:r w:rsidRPr="00BA20C6">
        <w:rPr>
          <w:rtl/>
          <w:lang w:bidi="fa-IR"/>
        </w:rPr>
        <w:t xml:space="preserve"> و از آن روز، عمران آستانه و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لات</w:t>
      </w:r>
      <w:r w:rsidRPr="00BA20C6">
        <w:rPr>
          <w:rtl/>
          <w:lang w:bidi="fa-IR"/>
        </w:rPr>
        <w:t xml:space="preserve"> داخل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آغاز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منصب در خاندان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ماندگار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فرزند دوم او،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محمد» بوده که پس از درگذشت پدر به قضاوت عسکر و تصدّ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امور شرع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اردو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شاه منصوب و در «اصفهان» مق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.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پسران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محمد»، به نام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نظام‌الد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فرزند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نام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داشته، که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خ‌الاسلام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متولّ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eastAsia"/>
          <w:rtl/>
          <w:lang w:bidi="fa-IR"/>
        </w:rPr>
        <w:t>قعه</w:t>
      </w:r>
      <w:r w:rsidRPr="00BA20C6">
        <w:rPr>
          <w:rtl/>
          <w:lang w:bidi="fa-IR"/>
        </w:rPr>
        <w:t xml:space="preserve"> منورهّ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فرزند سوّمش،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عبدالعال» بوده که از طرف «شاه طهماسب» به سمت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الاسلام شهر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منصوب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فرزند چهارم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است که به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مزار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صف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در «اردب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منصوب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و پنجم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فرزند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نام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تق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محمد» بوده که از حالاتش اطلاع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دست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. </w:t>
      </w:r>
      <w:r w:rsidRPr="00E9652D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9652D" w:rsidP="00E9652D">
      <w:pPr>
        <w:pStyle w:val="libLine"/>
        <w:rPr>
          <w:rtl/>
          <w:lang w:bidi="fa-IR"/>
        </w:rPr>
      </w:pPr>
      <w:r>
        <w:rPr>
          <w:lang w:bidi="fa-IR"/>
        </w:rPr>
        <w:t>____________________</w:t>
      </w:r>
    </w:p>
    <w:p w:rsidR="00BA20C6" w:rsidRPr="00BA20C6" w:rsidRDefault="00BA20C6" w:rsidP="00E9652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آستانه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صص 37 و 38 به نقل از «انجم فروزان» 143 تأل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عباس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9652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مؤلف</w:t>
      </w:r>
      <w:r w:rsidR="00BA20C6" w:rsidRPr="00BA20C6">
        <w:rPr>
          <w:rtl/>
          <w:lang w:bidi="fa-IR"/>
        </w:rPr>
        <w:t xml:space="preserve"> کتاب راهنما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قم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باره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نو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سد</w:t>
      </w:r>
      <w:r w:rsidR="00BA20C6"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«خاتم</w:t>
      </w:r>
      <w:r w:rsidRPr="00BA20C6">
        <w:rPr>
          <w:rtl/>
          <w:lang w:bidi="fa-IR"/>
        </w:rPr>
        <w:t xml:space="preserve"> المجتهد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اصلًا جبل عامل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 و به دعوت «شاه طهماسب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آمده،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پادشاه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به «خاتم‌المجتهد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ملقب گردان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است. </w:t>
      </w:r>
      <w:r w:rsidRPr="00E9652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چون از علما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طراز اوّل زمان خود و مورد توجه پادشاه و مردم بود و فرزندانش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به صحّت عمل و درستکار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معروف بودند، لذا سه تن از آنان به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سه آستانه «حضرت معصومه </w:t>
      </w:r>
      <w:r w:rsidR="00BE5AB0" w:rsidRPr="00BE5AB0">
        <w:rPr>
          <w:rStyle w:val="libAlaemChar"/>
          <w:rtl/>
        </w:rPr>
        <w:t xml:space="preserve">عليها‌السلام </w:t>
      </w:r>
      <w:r w:rsidRPr="00BA20C6">
        <w:rPr>
          <w:rtl/>
          <w:lang w:bidi="fa-IR"/>
        </w:rPr>
        <w:t>»،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و مقبره «شاه صف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منصوب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</w:t>
      </w:r>
      <w:r w:rsidRPr="00E9652D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و از مدارک موجود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تا زمان سلطنت «شاه طهماسب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از سال 961 ه. ق. به بعد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آستان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را اجداد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اکان</w:t>
      </w:r>
      <w:r w:rsidRPr="00BA20C6">
        <w:rPr>
          <w:rtl/>
          <w:lang w:bidi="fa-IR"/>
        </w:rPr>
        <w:t xml:space="preserve"> مؤلف کتاب در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داشته‌اند.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E9652D">
        <w:rPr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‌اللَّه»</w:t>
      </w:r>
      <w:r w:rsidRPr="00BA20C6">
        <w:rPr>
          <w:rtl/>
          <w:lang w:bidi="fa-IR"/>
        </w:rPr>
        <w:t xml:space="preserve"> [پدرمؤلف در ماه‌ذ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حجّةالحرام</w:t>
      </w:r>
      <w:r w:rsidRPr="00BA20C6">
        <w:rPr>
          <w:rtl/>
          <w:lang w:bidi="fa-IR"/>
        </w:rPr>
        <w:t xml:space="preserve"> 1294 ه. ق.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(: 1256 ش.) به سمت 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التول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و در رجب سال 1315 ه. ق.</w:t>
      </w:r>
    </w:p>
    <w:p w:rsidR="00E9652D" w:rsidRDefault="00BA20C6" w:rsidP="00E9652D">
      <w:pPr>
        <w:pStyle w:val="libNormal"/>
        <w:rPr>
          <w:lang w:bidi="fa-IR"/>
        </w:rPr>
      </w:pPr>
      <w:r w:rsidRPr="00BA20C6">
        <w:rPr>
          <w:rtl/>
          <w:lang w:bidi="fa-IR"/>
        </w:rPr>
        <w:t>(: 1277 ش.) از 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«مظفرالد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شاه قاجار» به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آستانه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منصوب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سالها انجام وظ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تا آن که در سال‌ها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آخر عمر، به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کهولت سن و ضعف مزاج، 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امور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را در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فرزندش مرحوم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قرار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</w:t>
      </w:r>
      <w:r w:rsidRPr="00BA20C6">
        <w:rPr>
          <w:rtl/>
          <w:lang w:bidi="fa-IR"/>
        </w:rPr>
        <w:t xml:space="preserve"> و او به عنو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التول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مشغول بکار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 به دنبال آن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30 حمل قو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1337 ه. ق. (1298 ش.)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از 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وزارت معارف و</w:t>
      </w:r>
    </w:p>
    <w:p w:rsidR="00E9652D" w:rsidRDefault="00E9652D" w:rsidP="00E9652D">
      <w:pPr>
        <w:pStyle w:val="libLine"/>
        <w:rPr>
          <w:lang w:bidi="fa-IR"/>
        </w:rPr>
      </w:pPr>
      <w:r>
        <w:rPr>
          <w:lang w:bidi="fa-IR"/>
        </w:rPr>
        <w:t>_____________________</w:t>
      </w:r>
    </w:p>
    <w:p w:rsidR="00BA20C6" w:rsidRPr="00685F08" w:rsidRDefault="00BA20C6" w:rsidP="00685F08">
      <w:pPr>
        <w:pStyle w:val="libFootnote0"/>
        <w:rPr>
          <w:rtl/>
        </w:rPr>
      </w:pPr>
      <w:r w:rsidRPr="00685F08">
        <w:rPr>
          <w:rtl/>
        </w:rPr>
        <w:t>1- 1- مرحوم م</w:t>
      </w:r>
      <w:r w:rsidRPr="00685F08">
        <w:rPr>
          <w:rFonts w:hint="cs"/>
          <w:rtl/>
        </w:rPr>
        <w:t>ی</w:t>
      </w:r>
      <w:r w:rsidRPr="00685F08">
        <w:rPr>
          <w:rFonts w:hint="eastAsia"/>
          <w:rtl/>
        </w:rPr>
        <w:t>رزا</w:t>
      </w:r>
      <w:r w:rsidRPr="00685F08">
        <w:rPr>
          <w:rtl/>
        </w:rPr>
        <w:t xml:space="preserve"> عبداللَّه افند</w:t>
      </w:r>
      <w:r w:rsidRPr="00685F08">
        <w:rPr>
          <w:rFonts w:hint="cs"/>
          <w:rtl/>
        </w:rPr>
        <w:t>ی</w:t>
      </w:r>
      <w:r w:rsidRPr="00685F08">
        <w:rPr>
          <w:rtl/>
        </w:rPr>
        <w:t xml:space="preserve"> اصفهان</w:t>
      </w:r>
      <w:r w:rsidRPr="00685F08">
        <w:rPr>
          <w:rFonts w:hint="cs"/>
          <w:rtl/>
        </w:rPr>
        <w:t>ی</w:t>
      </w:r>
      <w:r w:rsidRPr="00685F08">
        <w:rPr>
          <w:rFonts w:hint="eastAsia"/>
          <w:rtl/>
        </w:rPr>
        <w:t>،</w:t>
      </w:r>
      <w:r w:rsidRPr="00685F08">
        <w:rPr>
          <w:rtl/>
        </w:rPr>
        <w:t xml:space="preserve"> از بزرگان قرن 12 در کتاب «ر</w:t>
      </w:r>
      <w:r w:rsidRPr="00685F08">
        <w:rPr>
          <w:rFonts w:hint="cs"/>
          <w:rtl/>
        </w:rPr>
        <w:t>ی</w:t>
      </w:r>
      <w:r w:rsidRPr="00685F08">
        <w:rPr>
          <w:rFonts w:hint="eastAsia"/>
          <w:rtl/>
        </w:rPr>
        <w:t>اض</w:t>
      </w:r>
      <w:r w:rsidRPr="00685F08">
        <w:rPr>
          <w:rtl/>
        </w:rPr>
        <w:t xml:space="preserve"> العلماء وح</w:t>
      </w:r>
      <w:r w:rsidRPr="00685F08">
        <w:rPr>
          <w:rFonts w:hint="cs"/>
          <w:rtl/>
        </w:rPr>
        <w:t>ی</w:t>
      </w:r>
      <w:r w:rsidRPr="00685F08">
        <w:rPr>
          <w:rFonts w:hint="eastAsia"/>
          <w:rtl/>
        </w:rPr>
        <w:t>اض</w:t>
      </w:r>
      <w:r w:rsidRPr="00685F08">
        <w:rPr>
          <w:rtl/>
        </w:rPr>
        <w:t xml:space="preserve"> الفضلاء»، ج 2 صص 63 تا 75 به طور مبسوط شرح حال ا</w:t>
      </w:r>
      <w:r w:rsidRPr="00685F08">
        <w:rPr>
          <w:rFonts w:hint="cs"/>
          <w:rtl/>
        </w:rPr>
        <w:t>ی</w:t>
      </w:r>
      <w:r w:rsidRPr="00685F08">
        <w:rPr>
          <w:rFonts w:hint="eastAsia"/>
          <w:rtl/>
        </w:rPr>
        <w:t>شان</w:t>
      </w:r>
      <w:r w:rsidRPr="00685F08">
        <w:rPr>
          <w:rtl/>
        </w:rPr>
        <w:t xml:space="preserve"> را نقل کرده است.</w:t>
      </w:r>
    </w:p>
    <w:p w:rsidR="00E9652D" w:rsidRPr="00685F08" w:rsidRDefault="00BA20C6" w:rsidP="00685F08">
      <w:pPr>
        <w:pStyle w:val="libFootnote0"/>
        <w:rPr>
          <w:rtl/>
        </w:rPr>
      </w:pPr>
      <w:r w:rsidRPr="00685F08">
        <w:rPr>
          <w:rtl/>
        </w:rPr>
        <w:t>2- 2- راهنما</w:t>
      </w:r>
      <w:r w:rsidRPr="00685F08">
        <w:rPr>
          <w:rFonts w:hint="cs"/>
          <w:rtl/>
        </w:rPr>
        <w:t>ی</w:t>
      </w:r>
      <w:r w:rsidRPr="00685F08">
        <w:rPr>
          <w:rtl/>
        </w:rPr>
        <w:t xml:space="preserve"> قم، ص 105.</w:t>
      </w:r>
    </w:p>
    <w:p w:rsidR="00BA20C6" w:rsidRPr="00E9652D" w:rsidRDefault="00E9652D" w:rsidP="00E9652D">
      <w:pPr>
        <w:pStyle w:val="libNormal"/>
        <w:rPr>
          <w:rtl/>
        </w:rPr>
      </w:pPr>
      <w:r>
        <w:rPr>
          <w:rtl/>
        </w:rPr>
        <w:br w:type="page"/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اوقاف</w:t>
      </w:r>
      <w:r w:rsidRPr="00BA20C6">
        <w:rPr>
          <w:rtl/>
          <w:lang w:bidi="fa-IR"/>
        </w:rPr>
        <w:t xml:space="preserve"> دولت وقت، رسماً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سمت منصوب و پس از رحلت پدر، عهده‌دار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گردد</w:t>
      </w:r>
      <w:r w:rsidRPr="00BA20C6">
        <w:rPr>
          <w:rtl/>
          <w:lang w:bidi="fa-IR"/>
        </w:rPr>
        <w:t xml:space="preserve"> و تا سال وفاتش، که در 25 شهر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ور</w:t>
      </w:r>
      <w:r w:rsidRPr="00BA20C6">
        <w:rPr>
          <w:rtl/>
          <w:lang w:bidi="fa-IR"/>
        </w:rPr>
        <w:t xml:space="preserve"> سال 1334 ه. ش. رخ داد،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سمت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 است. او چند سال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عنوان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است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کشور را به عهده داشته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مادر</w:t>
      </w:r>
      <w:r w:rsidRPr="00BA20C6">
        <w:rPr>
          <w:rtl/>
          <w:lang w:bidi="fa-IR"/>
        </w:rPr>
        <w:t xml:space="preserve"> مرحوم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صب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مرحوم «آ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E9652D">
        <w:rPr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حاج ملا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="00E9652D" w:rsidRPr="00E9652D">
        <w:rPr>
          <w:rStyle w:val="libAlaemChar"/>
          <w:rtl/>
        </w:rPr>
        <w:t xml:space="preserve">قدس‌سره </w:t>
      </w:r>
      <w:r w:rsidRPr="00BA20C6">
        <w:rPr>
          <w:rtl/>
          <w:lang w:bidi="fa-IR"/>
        </w:rPr>
        <w:t>» بوده که از مرحوم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E9652D">
        <w:rPr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5 فرزند به دن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آورد</w:t>
      </w:r>
      <w:r w:rsidRPr="00BA20C6">
        <w:rPr>
          <w:rtl/>
          <w:lang w:bidi="fa-IR"/>
        </w:rPr>
        <w:t>.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همسر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داشته‌اند که دختر مرحوم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>- پدربزرگ کن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- ب</w:t>
      </w:r>
      <w:r w:rsidRPr="00BA20C6">
        <w:rPr>
          <w:rFonts w:hint="eastAsia"/>
          <w:rtl/>
          <w:lang w:bidi="fa-IR"/>
        </w:rPr>
        <w:t>وده</w:t>
      </w:r>
      <w:r w:rsidRPr="00BA20C6">
        <w:rPr>
          <w:rtl/>
          <w:lang w:bidi="fa-IR"/>
        </w:rPr>
        <w:t xml:space="preserve"> و از او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سه فرزند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سال 1250 ه. ش. (: 1287 ه. ق.) در «شهر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دن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آمد.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دروس حوزو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در «مدرسه خان مرو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تهران»، نزد اسات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بزرگوار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چون مرحوم «آ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 مدرس زنوز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مرحوم «آ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</w:t>
      </w:r>
      <w:r w:rsidRPr="00BA20C6">
        <w:rPr>
          <w:rtl/>
          <w:lang w:bidi="fa-IR"/>
        </w:rPr>
        <w:t xml:space="preserve"> 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عبدالنب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مرحوم «حجةال</w:t>
      </w:r>
      <w:r w:rsidRPr="00BA20C6">
        <w:rPr>
          <w:rFonts w:hint="eastAsia"/>
          <w:rtl/>
          <w:lang w:bidi="fa-IR"/>
        </w:rPr>
        <w:t>اسلام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محمد تنکابن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اسات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آن زمان تلمذ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آنگاه به «دارالفنون» راه م</w:t>
      </w:r>
      <w:r w:rsidRPr="00BA20C6">
        <w:rPr>
          <w:rFonts w:hint="cs"/>
          <w:rtl/>
          <w:lang w:bidi="fa-IR"/>
        </w:rPr>
        <w:t>ی‌ی</w:t>
      </w:r>
      <w:r w:rsidRPr="00BA20C6">
        <w:rPr>
          <w:rFonts w:hint="eastAsia"/>
          <w:rtl/>
          <w:lang w:bidi="fa-IR"/>
        </w:rPr>
        <w:t>ابد</w:t>
      </w:r>
      <w:r w:rsidRPr="00BA20C6">
        <w:rPr>
          <w:rtl/>
          <w:lang w:bidi="fa-IR"/>
        </w:rPr>
        <w:t xml:space="preserve"> و در آنجا در رشته حقوق به تحص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پردازد</w:t>
      </w:r>
      <w:r w:rsidRPr="00BA20C6">
        <w:rPr>
          <w:rtl/>
          <w:lang w:bidi="fa-IR"/>
        </w:rPr>
        <w:t xml:space="preserve"> و مدرک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سانس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</w:t>
      </w:r>
      <w:r w:rsidRPr="00BA20C6">
        <w:rPr>
          <w:rtl/>
          <w:lang w:bidi="fa-IR"/>
        </w:rPr>
        <w:t xml:space="preserve"> و به زبان فرانسو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مسلّط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مؤذن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مسئول کتابخانه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 که خود، «مرحوم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با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آشنا بوده است، درباره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ژگ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تقوا، مت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مؤدّب و در کارها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منظم و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E9652D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lastRenderedPageBreak/>
        <w:t>ی</w:t>
      </w:r>
      <w:r w:rsidRPr="00BA20C6">
        <w:rPr>
          <w:rFonts w:hint="eastAsia"/>
          <w:rtl/>
          <w:lang w:bidi="fa-IR"/>
        </w:rPr>
        <w:t>کشنبه‌ها</w:t>
      </w:r>
      <w:r w:rsidRPr="00BA20C6">
        <w:rPr>
          <w:rtl/>
          <w:lang w:bidi="fa-IR"/>
        </w:rPr>
        <w:t xml:space="preserve"> و پنجشنبه‌ها بعد از ظهر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دوساعت زودتر در محل کتابخانه آن روز حاضر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و سپس به دفتر رفته، به حلّ و فصل </w:t>
      </w:r>
      <w:r w:rsidRPr="00BA20C6">
        <w:rPr>
          <w:rFonts w:hint="eastAsia"/>
          <w:rtl/>
          <w:lang w:bidi="fa-IR"/>
        </w:rPr>
        <w:t>امور</w:t>
      </w:r>
      <w:r w:rsidRPr="00BA20C6">
        <w:rPr>
          <w:rtl/>
          <w:lang w:bidi="fa-IR"/>
        </w:rPr>
        <w:t xml:space="preserve"> آستانه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پرداخت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مسؤول امور 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وقت سپرده بود تا حق التول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اختصاص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جمع نموده، سپس در چند نوبت مثل شب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ماه رمضان و زمستان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خاکه ذغال و ...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خانواده‌ها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آبرومند ساکن در محله‌ها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شهرر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تقس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کند و خود آن را مصرف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نظم</w:t>
      </w:r>
      <w:r w:rsidRPr="00BA20C6">
        <w:rPr>
          <w:rtl/>
          <w:lang w:bidi="fa-IR"/>
        </w:rPr>
        <w:t xml:space="preserve"> و دقت او به شکل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خواستند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چاه آب موتور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کنند، مرحوم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گفت: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خوبتر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آنها را بخر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نگو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ندارد و در مض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قرار 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فقط به فروشنده بگو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جنس خوب و ماندگار بدهد که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وب</w:t>
      </w:r>
      <w:r w:rsidRPr="00BA20C6">
        <w:rPr>
          <w:rtl/>
          <w:lang w:bidi="fa-IR"/>
        </w:rPr>
        <w:t xml:space="preserve"> نگردد.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نمونه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که: داماد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برادرش را فرستاده بود تا در دفتر آستانه مشغول بکار شود، مرحوم «هدا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گفت: ما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ندار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گفت: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کار</w:t>
      </w:r>
      <w:r w:rsidRPr="00BA20C6">
        <w:rPr>
          <w:rtl/>
          <w:lang w:bidi="fa-IR"/>
        </w:rPr>
        <w:t xml:space="preserve"> است. پاسخ داد گرچه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کار</w:t>
      </w:r>
      <w:r w:rsidRPr="00BA20C6">
        <w:rPr>
          <w:rtl/>
          <w:lang w:bidi="fa-IR"/>
        </w:rPr>
        <w:t xml:space="preserve"> است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او را به موقوفه تحم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کرد. اگر حقوق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خواهد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مشغول به کار شود!</w:t>
      </w:r>
    </w:p>
    <w:p w:rsidR="00BA20C6" w:rsidRPr="00BA20C6" w:rsidRDefault="00BA20C6" w:rsidP="00E9652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شعبه‌ها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کشور بود. در آن زمان پرونده‌ا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 شعبه وجود داشته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طرف آن «رضاخان» و طرف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تعداد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روستا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«مازندران» بوده‌اند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پرونده سالها متوقّف مانده بود. 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آن شعبه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پرونده برخور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نوشته در آنجا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گذارد</w:t>
      </w:r>
      <w:r w:rsidRPr="00BA20C6">
        <w:rPr>
          <w:rtl/>
          <w:lang w:bidi="fa-IR"/>
        </w:rPr>
        <w:t xml:space="preserve"> و پرونده را به مدت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هفته به خانه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</w:t>
      </w:r>
      <w:r w:rsidRPr="00BA20C6">
        <w:rPr>
          <w:rtl/>
          <w:lang w:bidi="fa-IR"/>
        </w:rPr>
        <w:t xml:space="preserve"> و آن را با دقت </w:t>
      </w:r>
      <w:r w:rsidRPr="00BA20C6">
        <w:rPr>
          <w:rtl/>
          <w:lang w:bidi="fa-IR"/>
        </w:rPr>
        <w:lastRenderedPageBreak/>
        <w:t>تمام مطالعه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سرانجام به ضرر «رضا شاه» و به نفع روستا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حکم صادر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 خبر به «رضا خان»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رسد،</w:t>
      </w:r>
      <w:r w:rsidRPr="00BA20C6">
        <w:rPr>
          <w:rtl/>
          <w:lang w:bidi="fa-IR"/>
        </w:rPr>
        <w:t xml:space="preserve">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احضار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: 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پرونده را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مشاهده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طرف نزاع من هستم، چگونه آن را</w:t>
      </w:r>
      <w:r w:rsidRPr="00BA20C6">
        <w:rPr>
          <w:rFonts w:hint="eastAsia"/>
          <w:rtl/>
          <w:lang w:bidi="fa-IR"/>
        </w:rPr>
        <w:t>بررس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حکم صادر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؟</w:t>
      </w:r>
      <w:r w:rsidRPr="00BA20C6">
        <w:rPr>
          <w:rtl/>
          <w:lang w:bidi="fa-IR"/>
        </w:rPr>
        <w:t>!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«مرحوم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پاسخ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</w:t>
      </w:r>
      <w:r w:rsidRPr="00BA20C6">
        <w:rPr>
          <w:rtl/>
          <w:lang w:bidi="fa-IR"/>
        </w:rPr>
        <w:t>: بگذار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گفته شود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قانون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شاه و گدا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است!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مرحوم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ت»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ژگ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جالب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داشت. پدرم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</w:t>
      </w:r>
      <w:r w:rsidRPr="00BA20C6">
        <w:rPr>
          <w:rtl/>
          <w:lang w:bidi="fa-IR"/>
        </w:rPr>
        <w:t>: در چهارده سالگ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حقوق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گرفتم بردم نزد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ت‌اللَّه»</w:t>
      </w:r>
      <w:r w:rsidRPr="00BA20C6">
        <w:rPr>
          <w:rtl/>
          <w:lang w:bidi="fa-IR"/>
        </w:rPr>
        <w:t xml:space="preserve"> و به‌ا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شان‌گفتم</w:t>
      </w:r>
      <w:r w:rsidRPr="00BA20C6">
        <w:rPr>
          <w:rtl/>
          <w:lang w:bidi="fa-IR"/>
        </w:rPr>
        <w:t>: اجازه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من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پول استفاده کنم؟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گفت</w:t>
      </w:r>
      <w:r w:rsidRPr="00BA20C6">
        <w:rPr>
          <w:rtl/>
          <w:lang w:bidi="fa-IR"/>
        </w:rPr>
        <w:t>: به سه شرط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حقوق استفاده کن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1</w:t>
      </w:r>
      <w:r w:rsidR="00E9652D">
        <w:rPr>
          <w:lang w:bidi="fa-IR"/>
        </w:rPr>
        <w:t xml:space="preserve"> </w:t>
      </w:r>
      <w:r w:rsidRPr="00BA20C6">
        <w:rPr>
          <w:rtl/>
          <w:lang w:bidi="fa-IR"/>
        </w:rPr>
        <w:t>- درون و برونت اسلام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2</w:t>
      </w:r>
      <w:r w:rsidR="00E9652D">
        <w:rPr>
          <w:lang w:bidi="fa-IR"/>
        </w:rPr>
        <w:t xml:space="preserve"> </w:t>
      </w:r>
      <w:r w:rsidRPr="00BA20C6">
        <w:rPr>
          <w:rtl/>
          <w:lang w:bidi="fa-IR"/>
        </w:rPr>
        <w:t>- کار تو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آستانه 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باشد نه آستانه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3</w:t>
      </w:r>
      <w:r w:rsidR="00E9652D">
        <w:rPr>
          <w:lang w:bidi="fa-IR"/>
        </w:rPr>
        <w:t xml:space="preserve"> </w:t>
      </w:r>
      <w:r w:rsidRPr="00BA20C6">
        <w:rPr>
          <w:rtl/>
          <w:lang w:bidi="fa-IR"/>
        </w:rPr>
        <w:t>-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نکه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</w:t>
      </w:r>
      <w:r w:rsidRPr="00BA20C6">
        <w:rPr>
          <w:rtl/>
          <w:lang w:bidi="fa-IR"/>
        </w:rPr>
        <w:t xml:space="preserve"> قران کار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نُه قِران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نه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نکه</w:t>
      </w:r>
      <w:r w:rsidRPr="00BA20C6">
        <w:rPr>
          <w:rtl/>
          <w:lang w:bidi="fa-IR"/>
        </w:rPr>
        <w:t xml:space="preserve"> نُه قِران کار کن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</w:t>
      </w:r>
      <w:r w:rsidRPr="00BA20C6">
        <w:rPr>
          <w:rtl/>
          <w:lang w:bidi="fa-IR"/>
        </w:rPr>
        <w:t xml:space="preserve"> قران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در تو جمع است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حقوق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 حلال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مجموع آنچه درباره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خاندان گفته شد،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پدرشان افراد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منظم و وارسته بودند.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سال 1338 ه. ق. مطابق با 1299 ه. ش. پس از آن که حدود پنج سال به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وقوع جنگ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ن‌الملل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راهها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مکّه مسدود بوده، تصم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</w:t>
      </w:r>
      <w:r w:rsidRPr="00BA20C6">
        <w:rPr>
          <w:rtl/>
          <w:lang w:bidi="fa-IR"/>
        </w:rPr>
        <w:t xml:space="preserve"> به حج مشرف شود، لذا نزد پدرش مرحوم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ت‌اللَّه»</w:t>
      </w:r>
      <w:r w:rsidRPr="00BA20C6">
        <w:rPr>
          <w:rtl/>
          <w:lang w:bidi="fa-IR"/>
        </w:rPr>
        <w:t xml:space="preserve"> آمده، اجازه سفر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خواهد</w:t>
      </w:r>
      <w:r w:rsidRPr="00BA20C6">
        <w:rPr>
          <w:rtl/>
          <w:lang w:bidi="fa-IR"/>
        </w:rPr>
        <w:t>. او خود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باره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«</w:t>
      </w:r>
      <w:r w:rsidRPr="00BA20C6">
        <w:rPr>
          <w:rtl/>
          <w:lang w:bidi="fa-IR"/>
        </w:rPr>
        <w:t>... به منزل خود آمدم، اتفاقاً خدا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والد- روح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فداه- تشر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آورده بودند اجازه خواستم، مشاوره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فرمودند: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آن جهت که پنج سال است به واسطه وقوع جنگ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ن‌الملل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طرق مسافرت «مکّه» مسدود بوده، و خاصةً انقلابات در ممالک منتزعه از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از «عراق» و «حجاز» و «شامات» هنوز برطرف نشده،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توانم</w:t>
      </w:r>
      <w:r w:rsidRPr="00BA20C6">
        <w:rPr>
          <w:rtl/>
          <w:lang w:bidi="fa-IR"/>
        </w:rPr>
        <w:t xml:space="preserve"> رأ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موافق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بدهم، لکن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که سفر «مکه معظمه» کمتر دست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</w:t>
      </w:r>
      <w:r w:rsidRPr="00BA20C6">
        <w:rPr>
          <w:rtl/>
          <w:lang w:bidi="fa-IR"/>
        </w:rPr>
        <w:t xml:space="preserve"> و فعلًا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خوب مه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اسباب فراهم است،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توانم</w:t>
      </w:r>
      <w:r w:rsidRPr="00BA20C6">
        <w:rPr>
          <w:rtl/>
          <w:lang w:bidi="fa-IR"/>
        </w:rPr>
        <w:t xml:space="preserve"> مانع شوم ...»</w:t>
      </w:r>
    </w:p>
    <w:p w:rsidR="00BA20C6" w:rsidRPr="00BA20C6" w:rsidRDefault="00BA20C6" w:rsidP="008F6785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به‌دنبال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مذاکره و گفتگو سرانجام تصم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را به استخاره موکول و نزد مرحوم «حجة الاسلام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محمد تنکابن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در «مدرسه خان مرو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تهران استخاره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="008F6785">
        <w:rPr>
          <w:rStyle w:val="libAlaemChar"/>
          <w:rFonts w:hint="cs"/>
          <w:rtl/>
        </w:rPr>
        <w:t>(</w:t>
      </w:r>
      <w:r w:rsidRPr="00BA20C6">
        <w:rPr>
          <w:rtl/>
          <w:lang w:bidi="fa-IR"/>
        </w:rPr>
        <w:t xml:space="preserve"> </w:t>
      </w:r>
      <w:r w:rsidRPr="008F6785">
        <w:rPr>
          <w:rStyle w:val="libAieChar"/>
          <w:rtl/>
        </w:rPr>
        <w:t xml:space="preserve">وَمَنْ </w:t>
      </w:r>
      <w:r w:rsidRPr="008F6785">
        <w:rPr>
          <w:rStyle w:val="libAieChar"/>
          <w:rFonts w:hint="cs"/>
          <w:rtl/>
        </w:rPr>
        <w:t>یُ</w:t>
      </w:r>
      <w:r w:rsidRPr="008F6785">
        <w:rPr>
          <w:rStyle w:val="libAieChar"/>
          <w:rFonts w:hint="eastAsia"/>
          <w:rtl/>
        </w:rPr>
        <w:t>سْلِمْ</w:t>
      </w:r>
      <w:r w:rsidRPr="008F6785">
        <w:rPr>
          <w:rStyle w:val="libAieChar"/>
          <w:rtl/>
        </w:rPr>
        <w:t xml:space="preserve"> وَجْهَهُ إِلَ</w:t>
      </w:r>
      <w:r w:rsidRPr="008F6785">
        <w:rPr>
          <w:rStyle w:val="libAieChar"/>
          <w:rFonts w:hint="cs"/>
          <w:rtl/>
        </w:rPr>
        <w:t>ی</w:t>
      </w:r>
      <w:r w:rsidRPr="008F6785">
        <w:rPr>
          <w:rStyle w:val="libAieChar"/>
          <w:rtl/>
        </w:rPr>
        <w:t xml:space="preserve"> اللَّهِ وَهُوَ مُحْسِنٌ فَقَدِ اسْتَمْسَکَ بِالْعُرْوَة</w:t>
      </w:r>
      <w:r w:rsidRPr="008F6785">
        <w:rPr>
          <w:rStyle w:val="libAieChar"/>
          <w:rFonts w:hint="eastAsia"/>
          <w:rtl/>
        </w:rPr>
        <w:t>ِ</w:t>
      </w:r>
      <w:r w:rsidRPr="008F6785">
        <w:rPr>
          <w:rStyle w:val="libAieChar"/>
          <w:rtl/>
        </w:rPr>
        <w:t xml:space="preserve"> الْوُثْقَ</w:t>
      </w:r>
      <w:r w:rsidRPr="008F6785">
        <w:rPr>
          <w:rStyle w:val="libAieChar"/>
          <w:rFonts w:hint="cs"/>
          <w:rtl/>
        </w:rPr>
        <w:t>ی</w:t>
      </w:r>
      <w:r w:rsidRPr="008F6785">
        <w:rPr>
          <w:rStyle w:val="libAieChar"/>
          <w:rtl/>
        </w:rPr>
        <w:t xml:space="preserve"> وَإِلَ</w:t>
      </w:r>
      <w:r w:rsidRPr="008F6785">
        <w:rPr>
          <w:rStyle w:val="libAieChar"/>
          <w:rFonts w:hint="cs"/>
          <w:rtl/>
        </w:rPr>
        <w:t>ی</w:t>
      </w:r>
      <w:r w:rsidRPr="008F6785">
        <w:rPr>
          <w:rStyle w:val="libAieChar"/>
          <w:rtl/>
        </w:rPr>
        <w:t xml:space="preserve"> اللَّهِ عَاقِبَةُ الْأُمُور</w:t>
      </w:r>
      <w:r w:rsidR="008F6785" w:rsidRPr="008F6785">
        <w:rPr>
          <w:rStyle w:val="libAlaemChar"/>
          <w:rFonts w:hint="cs"/>
          <w:rtl/>
        </w:rPr>
        <w:t>)</w:t>
      </w:r>
      <w:r w:rsidRPr="00BA20C6">
        <w:rPr>
          <w:rtl/>
          <w:lang w:bidi="fa-IR"/>
        </w:rPr>
        <w:t xml:space="preserve"> </w:t>
      </w:r>
      <w:r w:rsidRPr="008F6785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از موافقت استخاره به منزل برادرخانم خود مرحوم «آ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طالقان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</w:t>
      </w:r>
      <w:r w:rsidRPr="008F6785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که عازم سفر حج بودند رفته قرار مسافرت را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گذارد</w:t>
      </w:r>
      <w:r w:rsidRPr="00BA20C6">
        <w:rPr>
          <w:rtl/>
          <w:lang w:bidi="fa-IR"/>
        </w:rPr>
        <w:t xml:space="preserve"> و سرانجام روز شنبه 26 شعبان سال 1338 ه. ق.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مسافرت را آغاز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در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رجب سال بعد به «تهران» بازم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سفر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به ده ماه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طول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کشد</w:t>
      </w:r>
      <w:r w:rsidRPr="00BA20C6">
        <w:rPr>
          <w:rtl/>
          <w:lang w:bidi="fa-IR"/>
        </w:rPr>
        <w:t>. و پر از خاطرات تلخ و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ابتدا از مس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«کرج»،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«نهاوند»، «همدان»، «کرمانشاه»، «کِرِند»، «سرپل ذهاب» و «قصر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به «عراق» رفته و پس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مشاهد مشرفه در «عراق» به «بصره»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تا با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«جدّه»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مت‌کند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شهر «عشّار» در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«بصره»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</w:t>
      </w:r>
      <w:r w:rsidRPr="00BA20C6">
        <w:rPr>
          <w:rtl/>
          <w:lang w:bidi="fa-IR"/>
        </w:rPr>
        <w:t xml:space="preserve"> و بر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اقدام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معلوم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ما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«بصره» و «جدّه»</w:t>
      </w:r>
    </w:p>
    <w:p w:rsidR="00BA20C6" w:rsidRPr="00BA20C6" w:rsidRDefault="008F6785" w:rsidP="008F678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</w:t>
      </w:r>
    </w:p>
    <w:p w:rsidR="00BA20C6" w:rsidRPr="00BA20C6" w:rsidRDefault="00BA20C6" w:rsidP="008F6785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لقمان: 22، هر که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به خدا کند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کوکار</w:t>
      </w:r>
      <w:r w:rsidRPr="00BA20C6">
        <w:rPr>
          <w:rtl/>
          <w:lang w:bidi="fa-IR"/>
        </w:rPr>
        <w:t xml:space="preserve"> باشد، هرآ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به دستگ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استوار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چنگ زده است و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همه کارها به 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خدا است.</w:t>
      </w:r>
    </w:p>
    <w:p w:rsidR="00BA20C6" w:rsidRPr="00BA20C6" w:rsidRDefault="00BA20C6" w:rsidP="008F6785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علما بوده و کتاب «نفحات‌اللاهوت» مرحوم «محقق کرک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با اجازه مرحوم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آقابزرگ تهران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تعر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نموده است.</w:t>
      </w:r>
    </w:p>
    <w:p w:rsidR="00BA20C6" w:rsidRPr="00BA20C6" w:rsidRDefault="008F6785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cs"/>
          <w:rtl/>
          <w:lang w:bidi="fa-IR"/>
        </w:rPr>
        <w:lastRenderedPageBreak/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شتر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و عدّه کاف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مسافر گرفته است و 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«جدّه» و «کراچ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گرفته، از آنجا با کشت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به «جدّه» بروند. </w:t>
      </w:r>
      <w:r w:rsidR="00BA20C6" w:rsidRPr="008F6785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مشکلات</w:t>
      </w:r>
      <w:r w:rsidRPr="00BA20C6">
        <w:rPr>
          <w:rtl/>
          <w:lang w:bidi="fa-IR"/>
        </w:rPr>
        <w:t xml:space="preserve"> و اخبار ناگوار و وحشتناک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همراهانشان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</w:t>
      </w:r>
      <w:r w:rsidRPr="00BA20C6">
        <w:rPr>
          <w:rtl/>
          <w:lang w:bidi="fa-IR"/>
        </w:rPr>
        <w:t xml:space="preserve"> موجب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تا برخ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همسفران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انه</w:t>
      </w:r>
      <w:r w:rsidRPr="00BA20C6">
        <w:rPr>
          <w:rtl/>
          <w:lang w:bidi="fa-IR"/>
        </w:rPr>
        <w:t xml:space="preserve"> راه به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بازگردند؛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سو به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جنگ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ن‌الملل</w:t>
      </w:r>
      <w:r w:rsidRPr="00BA20C6">
        <w:rPr>
          <w:rtl/>
          <w:lang w:bidi="fa-IR"/>
        </w:rPr>
        <w:t xml:space="preserve"> حدود پنج سال تمام راه‌ها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مکّه مسدود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از 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«حجاز» گرفتار جنگ‌ها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داخل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تر</w:t>
      </w:r>
      <w:r w:rsidRPr="00BA20C6">
        <w:rPr>
          <w:rFonts w:hint="eastAsia"/>
          <w:rtl/>
          <w:lang w:bidi="fa-IR"/>
        </w:rPr>
        <w:t>ک‌ها</w:t>
      </w:r>
      <w:r w:rsidRPr="00BA20C6">
        <w:rPr>
          <w:rtl/>
          <w:lang w:bidi="fa-IR"/>
        </w:rPr>
        <w:t xml:space="preserve"> و اعراب بوده است. در شهرها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«موصل» و «کرکوک عراق»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مردم با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جنگ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در «شام» هم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مردم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ضد استعمار «فرانسه» آغاز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«هدا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خود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«ما</w:t>
      </w:r>
      <w:r w:rsidRPr="00BA20C6">
        <w:rPr>
          <w:rtl/>
          <w:lang w:bidi="fa-IR"/>
        </w:rPr>
        <w:t xml:space="preserve"> از جمله کسان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با استماع هرگونه اخبار وحشتناک،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مقصد خود برنگردان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دست از عزم راسخ خود نکش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.» </w:t>
      </w:r>
      <w:r w:rsidRPr="008F6785">
        <w:rPr>
          <w:rStyle w:val="libFootnotenumChar"/>
          <w:rtl/>
        </w:rPr>
        <w:t>(2)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از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به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روز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خبر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</w:t>
      </w:r>
      <w:r w:rsidRPr="00BA20C6">
        <w:rPr>
          <w:rtl/>
          <w:lang w:bidi="fa-IR"/>
        </w:rPr>
        <w:t xml:space="preserve"> که ظرف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یِ</w:t>
      </w:r>
      <w:r w:rsidRPr="00BA20C6">
        <w:rPr>
          <w:rtl/>
          <w:lang w:bidi="fa-IR"/>
        </w:rPr>
        <w:t xml:space="preserve"> عازم به «جدّه»، تکم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شده و اگر کسان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خواهند</w:t>
      </w:r>
      <w:r w:rsidRPr="00BA20C6">
        <w:rPr>
          <w:rtl/>
          <w:lang w:bidi="fa-IR"/>
        </w:rPr>
        <w:t xml:space="preserve"> به «مکّه» بروند،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هرچه سر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عتر</w:t>
      </w:r>
      <w:r w:rsidRPr="00BA20C6">
        <w:rPr>
          <w:rtl/>
          <w:lang w:bidi="fa-IR"/>
        </w:rPr>
        <w:t xml:space="preserve"> خود را از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برسانند و از آنجا عازم «مکّه» شوند.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خبر اضطراب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کاروان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از 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آزاد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خواهان</w:t>
      </w:r>
      <w:r w:rsidRPr="00BA20C6">
        <w:rPr>
          <w:rtl/>
          <w:lang w:bidi="fa-IR"/>
        </w:rPr>
        <w:t xml:space="preserve"> و استقلال طلبان «هندوستان» در شهر شورش کرده، شهر را به حال تعط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در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مؤلف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سد</w:t>
      </w:r>
      <w:r w:rsidRPr="00BA20C6">
        <w:rPr>
          <w:rtl/>
          <w:lang w:bidi="fa-IR"/>
        </w:rPr>
        <w:t>:</w:t>
      </w:r>
    </w:p>
    <w:p w:rsidR="00BA20C6" w:rsidRPr="00BA20C6" w:rsidRDefault="008F6785" w:rsidP="008F678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8F6785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خاطرات سفر مکه، ص 60.</w:t>
      </w:r>
    </w:p>
    <w:p w:rsidR="00BA20C6" w:rsidRPr="00BA20C6" w:rsidRDefault="00BA20C6" w:rsidP="008F6785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خاطرات سفر مکّه، ص 51.</w:t>
      </w:r>
    </w:p>
    <w:p w:rsidR="00BA20C6" w:rsidRPr="00BA20C6" w:rsidRDefault="008F6785" w:rsidP="008F678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BA20C6">
        <w:rPr>
          <w:rFonts w:hint="eastAsia"/>
          <w:rtl/>
          <w:lang w:bidi="fa-IR"/>
        </w:rPr>
        <w:lastRenderedPageBreak/>
        <w:t xml:space="preserve"> </w:t>
      </w:r>
      <w:r w:rsidR="00BA20C6" w:rsidRPr="00BA20C6">
        <w:rPr>
          <w:rFonts w:hint="eastAsia"/>
          <w:rtl/>
          <w:lang w:bidi="fa-IR"/>
        </w:rPr>
        <w:t>«ش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عبدالقادر اعلام کرد که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هزار نفر که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به آنها داده شده، عدد جمع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معمول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ون</w:t>
      </w:r>
      <w:r w:rsidR="00BA20C6" w:rsidRPr="00BA20C6">
        <w:rPr>
          <w:rtl/>
          <w:lang w:bidi="fa-IR"/>
        </w:rPr>
        <w:t xml:space="preserve"> است،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ماندگان ... 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به اوطان خود مراجعت کنند و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حرکت به «جدّه» ندار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!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که با کمال خونسرد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لاق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طرف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ادا </w:t>
      </w:r>
      <w:r w:rsidR="00BA20C6" w:rsidRPr="00BA20C6">
        <w:rPr>
          <w:rFonts w:hint="eastAsia"/>
          <w:rtl/>
          <w:lang w:bidi="fa-IR"/>
        </w:rPr>
        <w:t>شد،</w:t>
      </w:r>
      <w:r w:rsidR="00BA20C6" w:rsidRPr="00BA20C6">
        <w:rPr>
          <w:rtl/>
          <w:lang w:bidi="fa-IR"/>
        </w:rPr>
        <w:t xml:space="preserve"> مثل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صاعقه آسمان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بود که بر سر ما فرود آمد، کأنّه خون در عروق ما منجمد شد و از حرکت افتاد. ندانست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چه بگو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چه بکن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م؟</w:t>
      </w:r>
      <w:r w:rsidR="00BA20C6" w:rsidRPr="00BA20C6">
        <w:rPr>
          <w:rtl/>
          <w:lang w:bidi="fa-IR"/>
        </w:rPr>
        <w:t xml:space="preserve"> و هر چند بعض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به عجز و لابه افتادند و بعض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شدّت غضب و اوقات تلخ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را مورد شماتت و بدگو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tl/>
          <w:lang w:bidi="fa-IR"/>
        </w:rPr>
        <w:t xml:space="preserve"> قرار دادند، لکن </w:t>
      </w:r>
      <w:r w:rsidR="00BA20C6" w:rsidRPr="00BA20C6">
        <w:rPr>
          <w:rFonts w:hint="eastAsia"/>
          <w:rtl/>
          <w:lang w:bidi="fa-IR"/>
        </w:rPr>
        <w:t>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ابداً متأثر نشد و باز تکرار کرد که مسأله‌ا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>!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مانده</w:t>
      </w:r>
      <w:r w:rsidR="00BA20C6" w:rsidRPr="00BA20C6">
        <w:rPr>
          <w:rtl/>
          <w:lang w:bidi="fa-IR"/>
        </w:rPr>
        <w:t xml:space="preserve"> بروند به اوطان خود و سال آ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نده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ند</w:t>
      </w:r>
      <w:r w:rsidR="00BA20C6" w:rsidRPr="00BA20C6">
        <w:rPr>
          <w:rtl/>
          <w:lang w:bidi="fa-IR"/>
        </w:rPr>
        <w:t xml:space="preserve"> به «مکّه» بروند!» </w:t>
      </w:r>
      <w:r w:rsidR="00BA20C6" w:rsidRPr="008F6785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«هدا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حال دست از تلاش برنداشته، با راهنما</w:t>
      </w:r>
      <w:r w:rsidRPr="00BA20C6">
        <w:rPr>
          <w:rFonts w:hint="cs"/>
          <w:rtl/>
          <w:lang w:bidi="fa-IR"/>
        </w:rPr>
        <w:t>یی</w:t>
      </w:r>
      <w:r w:rsidRPr="00BA20C6">
        <w:rPr>
          <w:rtl/>
          <w:lang w:bidi="fa-IR"/>
        </w:rPr>
        <w:t xml:space="preserve"> فرد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نام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نزدِ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تجار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در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نام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رفته و همراه با او، نزدِ «وال</w:t>
      </w:r>
      <w:r w:rsidRPr="00BA20C6">
        <w:rPr>
          <w:rFonts w:hint="cs"/>
          <w:rtl/>
          <w:lang w:bidi="fa-IR"/>
        </w:rPr>
        <w:t>یِ</w:t>
      </w:r>
      <w:r w:rsidRPr="00BA20C6">
        <w:rPr>
          <w:rtl/>
          <w:lang w:bidi="fa-IR"/>
        </w:rPr>
        <w:t xml:space="preserve"> 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کنفر</w:t>
      </w:r>
      <w:r w:rsidRPr="00BA20C6">
        <w:rPr>
          <w:rtl/>
          <w:lang w:bidi="fa-IR"/>
        </w:rPr>
        <w:t xml:space="preserve">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روند</w:t>
      </w:r>
      <w:r w:rsidRPr="00BA20C6">
        <w:rPr>
          <w:rtl/>
          <w:lang w:bidi="fa-IR"/>
        </w:rPr>
        <w:t>. مرحوم «هدا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با زبان «فرانسه» با او سخن گ</w:t>
      </w:r>
      <w:r w:rsidRPr="00BA20C6">
        <w:rPr>
          <w:rFonts w:hint="eastAsia"/>
          <w:rtl/>
          <w:lang w:bidi="fa-IR"/>
        </w:rPr>
        <w:t>فته،</w:t>
      </w:r>
      <w:r w:rsidRPr="00BA20C6">
        <w:rPr>
          <w:rtl/>
          <w:lang w:bidi="fa-IR"/>
        </w:rPr>
        <w:t xml:space="preserve"> پس از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گفتگو، «وال</w:t>
      </w:r>
      <w:r w:rsidRPr="00BA20C6">
        <w:rPr>
          <w:rFonts w:hint="cs"/>
          <w:rtl/>
          <w:lang w:bidi="fa-IR"/>
        </w:rPr>
        <w:t>یِ</w:t>
      </w:r>
      <w:r w:rsidRPr="00BA20C6">
        <w:rPr>
          <w:rtl/>
          <w:lang w:bidi="fa-IR"/>
        </w:rPr>
        <w:t xml:space="preserve"> 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دو سه نفر از همراهانشان را به «جدّه» اعزام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مرحوم «هدا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قبول نکرده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«گفتم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چکدام</w:t>
      </w:r>
      <w:r w:rsidRPr="00BA20C6">
        <w:rPr>
          <w:rtl/>
          <w:lang w:bidi="fa-IR"/>
        </w:rPr>
        <w:t xml:space="preserve"> 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ستند</w:t>
      </w:r>
      <w:r w:rsidRPr="00BA20C6">
        <w:rPr>
          <w:rtl/>
          <w:lang w:bidi="fa-IR"/>
        </w:rPr>
        <w:t xml:space="preserve"> و تمنّا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اعزام تمام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.» </w:t>
      </w:r>
      <w:r w:rsidRPr="008F6785">
        <w:rPr>
          <w:rStyle w:val="libFootnotenumChar"/>
          <w:rtl/>
        </w:rPr>
        <w:t>(2)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سرانجام</w:t>
      </w:r>
      <w:r w:rsidRPr="00BA20C6">
        <w:rPr>
          <w:rtl/>
          <w:lang w:bidi="fa-IR"/>
        </w:rPr>
        <w:t xml:space="preserve"> به مسافرخانه باز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گردد</w:t>
      </w:r>
      <w:r w:rsidRPr="00BA20C6">
        <w:rPr>
          <w:rtl/>
          <w:lang w:bidi="fa-IR"/>
        </w:rPr>
        <w:t xml:space="preserve"> و درحال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رفتن به «مکّه»</w:t>
      </w:r>
    </w:p>
    <w:p w:rsidR="00BA20C6" w:rsidRPr="00BA20C6" w:rsidRDefault="008F6785" w:rsidP="008F678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8F6785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خاطرات سفر مکّه، ص 75.</w:t>
      </w:r>
    </w:p>
    <w:p w:rsidR="008F6785" w:rsidRDefault="00BA20C6" w:rsidP="008F6785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همان، ص 78.</w:t>
      </w:r>
    </w:p>
    <w:p w:rsidR="00BA20C6" w:rsidRPr="00BA20C6" w:rsidRDefault="008F6785" w:rsidP="008F678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مأ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وس</w:t>
      </w:r>
      <w:r w:rsidR="00BA20C6" w:rsidRPr="00BA20C6">
        <w:rPr>
          <w:rtl/>
          <w:lang w:bidi="fa-IR"/>
        </w:rPr>
        <w:t xml:space="preserve"> شده، به‌ساحت‌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مقدس «حضرت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الشّهدا» و «ائمه طاهر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</w:t>
      </w:r>
      <w:r w:rsidRPr="008F6785">
        <w:rPr>
          <w:rStyle w:val="libAlaemChar"/>
          <w:rtl/>
        </w:rPr>
        <w:t xml:space="preserve">عليهم‌السلام </w:t>
      </w:r>
      <w:r w:rsidR="00BA20C6" w:rsidRPr="00BA20C6">
        <w:rPr>
          <w:rtl/>
          <w:lang w:bidi="fa-IR"/>
        </w:rPr>
        <w:t>» متوسل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</w:t>
      </w:r>
      <w:r w:rsidR="00BA20C6" w:rsidRPr="00BA20C6">
        <w:rPr>
          <w:rtl/>
          <w:lang w:bidi="fa-IR"/>
        </w:rPr>
        <w:t xml:space="preserve"> و با ضجّه و ناله و 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ه،</w:t>
      </w:r>
      <w:r w:rsidR="00BA20C6" w:rsidRPr="00BA20C6">
        <w:rPr>
          <w:rtl/>
          <w:lang w:bidi="fa-IR"/>
        </w:rPr>
        <w:t xml:space="preserve"> مشغول خواندن حد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ث</w:t>
      </w:r>
      <w:r w:rsidR="00BA20C6" w:rsidRPr="00BA20C6">
        <w:rPr>
          <w:rtl/>
          <w:lang w:bidi="fa-IR"/>
        </w:rPr>
        <w:t xml:space="preserve"> کسا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گردد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«درست</w:t>
      </w:r>
      <w:r w:rsidRPr="00BA20C6">
        <w:rPr>
          <w:rtl/>
          <w:lang w:bidi="fa-IR"/>
        </w:rPr>
        <w:t xml:space="preserve"> در خاتمه روضه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احمد»، جناب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محمد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نک‌چ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از در، در آمد و با کمال عجله پاکت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من داد و گفت بب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چه نوشته؟ من بدون آنکه عنوان پاکت راملاحظه کنم، فوراً آن را باز کردم، به زبان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فقط خواندن آن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دانستم</w:t>
      </w:r>
      <w:r w:rsidRPr="00BA20C6">
        <w:rPr>
          <w:rtl/>
          <w:lang w:bidi="fa-IR"/>
        </w:rPr>
        <w:t xml:space="preserve"> و از تکلّم عاجز بودم، نوشته بود: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عبدالقادر»، موافق تلگراف واصله، «حجاز 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باِّق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ماندگان</w:t>
      </w:r>
      <w:r w:rsidRPr="00BA20C6">
        <w:rPr>
          <w:rtl/>
          <w:lang w:bidi="fa-IR"/>
        </w:rPr>
        <w:t xml:space="preserve"> حجاج مع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شده، آنها را به اسرع اوقات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 ده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با 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نفر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ماندگان</w:t>
      </w:r>
      <w:r w:rsidRPr="00BA20C6">
        <w:rPr>
          <w:rtl/>
          <w:lang w:bidi="fa-IR"/>
        </w:rPr>
        <w:t xml:space="preserve"> حجاج آنها به طرف «جده» حرکت کنند.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مرتبه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خنده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مسرت‌آم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بلند شد و 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ک محفل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انِ</w:t>
      </w:r>
      <w:r w:rsidRPr="00BA20C6">
        <w:rPr>
          <w:rtl/>
          <w:lang w:bidi="fa-IR"/>
        </w:rPr>
        <w:t xml:space="preserve"> نالان محزون و ماتم زده، مبدّل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خنده و فرح و شادمان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.» </w:t>
      </w:r>
      <w:r w:rsidRPr="008F6785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سرانجام</w:t>
      </w:r>
      <w:r w:rsidRPr="00BA20C6">
        <w:rPr>
          <w:rtl/>
          <w:lang w:bidi="fa-IR"/>
        </w:rPr>
        <w:t xml:space="preserve">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آمده و از آنجا با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عازم «جدّه»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شوند،</w:t>
      </w:r>
      <w:r w:rsidRPr="00BA20C6">
        <w:rPr>
          <w:rtl/>
          <w:lang w:bidi="fa-IR"/>
        </w:rPr>
        <w:t xml:space="preserve"> لحظه‌ها به سرعت سپر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 توفان و باران‌ها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هرلحظه جان آنان را به خطر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اندازد</w:t>
      </w:r>
      <w:r w:rsidRPr="00BA20C6">
        <w:rPr>
          <w:rtl/>
          <w:lang w:bidi="fa-IR"/>
        </w:rPr>
        <w:t>. گهگاه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تعداد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همسفران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</w:t>
      </w:r>
      <w:r w:rsidRPr="00BA20C6">
        <w:rPr>
          <w:rtl/>
          <w:lang w:bidi="fa-IR"/>
        </w:rPr>
        <w:t xml:space="preserve"> و جنازه آنان به آب انداخته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الجثه و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الشکلِ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دسته دسته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تعق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.» </w:t>
      </w:r>
      <w:r w:rsidRPr="008F6785">
        <w:rPr>
          <w:rStyle w:val="libFootnotenumChar"/>
          <w:rtl/>
        </w:rPr>
        <w:t>(2)</w:t>
      </w:r>
    </w:p>
    <w:p w:rsidR="00BA20C6" w:rsidRPr="00BA20C6" w:rsidRDefault="008F6785" w:rsidP="008F678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8F6785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خاطرات سفر مکه، ص 80.</w:t>
      </w:r>
    </w:p>
    <w:p w:rsidR="00BA20C6" w:rsidRPr="00BA20C6" w:rsidRDefault="00BA20C6" w:rsidP="008F6785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lastRenderedPageBreak/>
        <w:t>2- 2- همان، ص 91.</w:t>
      </w:r>
    </w:p>
    <w:p w:rsidR="00BA20C6" w:rsidRPr="00BA20C6" w:rsidRDefault="008F6785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در</w:t>
      </w:r>
      <w:r w:rsidR="00BA20C6" w:rsidRPr="00BA20C6">
        <w:rPr>
          <w:rtl/>
          <w:lang w:bidi="fa-IR"/>
        </w:rPr>
        <w:t xml:space="preserve">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حال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خدمه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فارس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دانسته،</w:t>
      </w:r>
      <w:r w:rsidR="00BA20C6" w:rsidRPr="00BA20C6">
        <w:rPr>
          <w:rtl/>
          <w:lang w:bidi="fa-IR"/>
        </w:rPr>
        <w:t xml:space="preserve"> اظهار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دارد</w:t>
      </w:r>
      <w:r w:rsidR="00BA20C6"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برسات،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روزه به «جده»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 xml:space="preserve"> و ما حساب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درست روز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اضح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«جدّه»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!» </w:t>
      </w:r>
      <w:r w:rsidRPr="008F6785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نگران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شکل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</w:t>
      </w:r>
      <w:r w:rsidRPr="00BA20C6">
        <w:rPr>
          <w:rtl/>
          <w:lang w:bidi="fa-IR"/>
        </w:rPr>
        <w:t xml:space="preserve"> و دهن به دهن به گوش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</w:t>
      </w:r>
      <w:r w:rsidRPr="00BA20C6">
        <w:rPr>
          <w:rtl/>
          <w:lang w:bidi="fa-IR"/>
        </w:rPr>
        <w:t>. مرحوم «هدا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مأمور مذاکره با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با وعده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بر سرعت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افزا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درست مقابل کوه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لملم»</w:t>
      </w:r>
      <w:r w:rsidRPr="00BA20C6">
        <w:rPr>
          <w:rtl/>
          <w:lang w:bidi="fa-IR"/>
        </w:rPr>
        <w:t xml:space="preserve"> در داخل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مسافران با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پور</w:t>
      </w:r>
      <w:r w:rsidRPr="00BA20C6">
        <w:rPr>
          <w:rtl/>
          <w:lang w:bidi="fa-IR"/>
        </w:rPr>
        <w:t xml:space="preserve"> اطلاع داده، از همانجا ا</w:t>
      </w:r>
      <w:r w:rsidRPr="00BA20C6">
        <w:rPr>
          <w:rFonts w:hint="eastAsia"/>
          <w:rtl/>
          <w:lang w:bidi="fa-IR"/>
        </w:rPr>
        <w:t>حرام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بندند</w:t>
      </w:r>
      <w:r w:rsidRPr="00BA20C6">
        <w:rPr>
          <w:rtl/>
          <w:lang w:bidi="fa-IR"/>
        </w:rPr>
        <w:t xml:space="preserve"> و سرانجام روز چهارشنبه سوم 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حجه</w:t>
      </w:r>
      <w:r w:rsidRPr="00BA20C6">
        <w:rPr>
          <w:rtl/>
          <w:lang w:bidi="fa-IR"/>
        </w:rPr>
        <w:t xml:space="preserve"> وارد «جدّه»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از ورود به «جدّه»، به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فوق‌العاده و عفونت هوا و ازدحام، تعداد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جان داده جنازه آنان در کنار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مانده و برخ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حال جان دادن‌اند و مرحوم «هدا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ز،</w:t>
      </w:r>
      <w:r w:rsidRPr="00BA20C6">
        <w:rPr>
          <w:rtl/>
          <w:lang w:bidi="fa-IR"/>
        </w:rPr>
        <w:t xml:space="preserve"> پس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صحنه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هوش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زمان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هوش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چند نفر از همراه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بر بال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او نشسته، به او آب هندوانه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خورانند</w:t>
      </w:r>
      <w:r w:rsidRPr="00BA20C6">
        <w:rPr>
          <w:rtl/>
          <w:lang w:bidi="fa-IR"/>
        </w:rPr>
        <w:t xml:space="preserve">. </w:t>
      </w:r>
      <w:r w:rsidRPr="00553613">
        <w:rPr>
          <w:rStyle w:val="libFootnotenumChar"/>
          <w:rtl/>
        </w:rPr>
        <w:t>(2)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از بهبود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به همراه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اران</w:t>
      </w:r>
      <w:r w:rsidRPr="00BA20C6">
        <w:rPr>
          <w:rtl/>
          <w:lang w:bidi="fa-IR"/>
        </w:rPr>
        <w:t xml:space="preserve"> و همسفران به «مکّه»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مت،</w:t>
      </w:r>
      <w:r w:rsidRPr="00BA20C6">
        <w:rPr>
          <w:rtl/>
          <w:lang w:bidi="fa-IR"/>
        </w:rPr>
        <w:t xml:space="preserve"> و اعمال و مناسک حج را به 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آورند</w:t>
      </w:r>
      <w:r w:rsidRPr="00BA20C6">
        <w:rPr>
          <w:rtl/>
          <w:lang w:bidi="fa-IR"/>
        </w:rPr>
        <w:t>. و پس از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اعمال به 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 در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راه دزدان به آنان حمله کرده، اموال برخ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کاروان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دزدند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حوادث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رخ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دهد؛</w:t>
      </w:r>
      <w:r w:rsidRPr="00BA20C6">
        <w:rPr>
          <w:rtl/>
          <w:lang w:bidi="fa-IR"/>
        </w:rPr>
        <w:t xml:space="preserve">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نظر</w:t>
      </w:r>
    </w:p>
    <w:p w:rsidR="00BA20C6" w:rsidRPr="00BA20C6" w:rsidRDefault="00553613" w:rsidP="005536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55361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همان، ص 91.</w:t>
      </w:r>
    </w:p>
    <w:p w:rsidR="00BA20C6" w:rsidRPr="00BA20C6" w:rsidRDefault="00BA20C6" w:rsidP="0055361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خاطرات سفر مکه، ص 96.</w:t>
      </w:r>
    </w:p>
    <w:p w:rsidR="00BA20C6" w:rsidRPr="00BA20C6" w:rsidRDefault="00553613" w:rsidP="005536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«قائم</w:t>
      </w:r>
      <w:r w:rsidR="00BA20C6" w:rsidRPr="00BA20C6">
        <w:rPr>
          <w:rtl/>
          <w:lang w:bidi="fa-IR"/>
        </w:rPr>
        <w:t xml:space="preserve"> مقام 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نه»</w:t>
      </w:r>
      <w:r w:rsidR="00BA20C6" w:rsidRPr="00BA20C6">
        <w:rPr>
          <w:rtl/>
          <w:lang w:bidi="fa-IR"/>
        </w:rPr>
        <w:t xml:space="preserve"> را به خود جلب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</w:t>
      </w:r>
      <w:r w:rsidR="00BA20C6" w:rsidRPr="00BA20C6">
        <w:rPr>
          <w:rtl/>
          <w:lang w:bidi="fa-IR"/>
        </w:rPr>
        <w:t xml:space="preserve"> و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غام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فرستد</w:t>
      </w:r>
      <w:r w:rsidR="00BA20C6" w:rsidRPr="00BA20C6">
        <w:rPr>
          <w:rtl/>
          <w:lang w:bidi="fa-IR"/>
        </w:rPr>
        <w:t xml:space="preserve"> که: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«هر</w:t>
      </w:r>
      <w:r w:rsidRPr="00BA20C6">
        <w:rPr>
          <w:rtl/>
          <w:lang w:bidi="fa-IR"/>
        </w:rPr>
        <w:t xml:space="preserve"> چند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خودم در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بودم و در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شما شرکت داشتم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مستف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ض‌شدم،</w:t>
      </w:r>
      <w:r w:rsidRPr="00BA20C6">
        <w:rPr>
          <w:rtl/>
          <w:lang w:bidi="fa-IR"/>
        </w:rPr>
        <w:t xml:space="preserve"> لکن‌برا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توسل به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دالشهدا»</w:t>
      </w:r>
      <w:r w:rsidRPr="00BA20C6">
        <w:rPr>
          <w:rtl/>
          <w:lang w:bidi="fa-IR"/>
        </w:rPr>
        <w:t xml:space="preserve"> و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ض‌مند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کامل، امشب و دوشب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مجلس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خانه شخص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خودم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ده‌ام،</w:t>
      </w:r>
      <w:r w:rsidRPr="00BA20C6">
        <w:rPr>
          <w:rtl/>
          <w:lang w:bidi="fa-IR"/>
        </w:rPr>
        <w:t xml:space="preserve"> خواهشمندم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شب را زودتر از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مراجعت نما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در خانه م</w:t>
      </w:r>
      <w:r w:rsidRPr="00BA20C6">
        <w:rPr>
          <w:rFonts w:hint="eastAsia"/>
          <w:rtl/>
          <w:lang w:bidi="fa-IR"/>
        </w:rPr>
        <w:t>شترکاً</w:t>
      </w:r>
      <w:r w:rsidRPr="00BA20C6">
        <w:rPr>
          <w:rtl/>
          <w:lang w:bidi="fa-IR"/>
        </w:rPr>
        <w:t xml:space="preserve">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ضمناً تقاضا نموده بود که روضه‌خوان هم از خودمان همراه ببر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شام هم در آنجا صرف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.» </w:t>
      </w:r>
      <w:r w:rsidRPr="00553613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افتن</w:t>
      </w:r>
      <w:r w:rsidRPr="00BA20C6">
        <w:rPr>
          <w:rtl/>
          <w:lang w:bidi="fa-IR"/>
        </w:rPr>
        <w:t xml:space="preserve"> حضور در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نه»،</w:t>
      </w:r>
      <w:r w:rsidRPr="00BA20C6">
        <w:rPr>
          <w:rtl/>
          <w:lang w:bidi="fa-IR"/>
        </w:rPr>
        <w:t xml:space="preserve"> به طرف «جدّه» حرکت کرده، و از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نْبُع»</w:t>
      </w:r>
      <w:r w:rsidRPr="00BA20C6">
        <w:rPr>
          <w:rtl/>
          <w:lang w:bidi="fa-IR"/>
        </w:rPr>
        <w:t xml:space="preserve"> با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«جدّه»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پس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 معطّل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معروف به «شجاع» از «جده» به طرف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مسافت حدود نُه روز و ده شب طول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کشد</w:t>
      </w:r>
      <w:r w:rsidRPr="00BA20C6">
        <w:rPr>
          <w:rtl/>
          <w:lang w:bidi="fa-IR"/>
        </w:rPr>
        <w:t>!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از چند روز ماندن در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از آنجا به «بصره» و سپس به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«تهران» به او خبر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</w:t>
      </w:r>
      <w:r w:rsidRPr="00BA20C6">
        <w:rPr>
          <w:rtl/>
          <w:lang w:bidi="fa-IR"/>
        </w:rPr>
        <w:t xml:space="preserve"> که دختر شش ساله‌اش از دار دن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رفته است. و پس از ده ماه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خانواده، به «شهرر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گردد</w:t>
      </w:r>
      <w:r w:rsidRPr="00BA20C6">
        <w:rPr>
          <w:rtl/>
          <w:lang w:bidi="fa-IR"/>
        </w:rPr>
        <w:t xml:space="preserve"> و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آخر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خبر ناگوار به او داده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</w:t>
      </w:r>
      <w:r w:rsidRPr="00BA20C6">
        <w:rPr>
          <w:rtl/>
          <w:lang w:bidi="fa-IR"/>
        </w:rPr>
        <w:t>...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خانواده که مدّت ده ماه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آنها به کلّ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دور و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خبر</w:t>
      </w:r>
      <w:r w:rsidRPr="00BA20C6">
        <w:rPr>
          <w:rtl/>
          <w:lang w:bidi="fa-IR"/>
        </w:rPr>
        <w:t xml:space="preserve"> بودم بهره‌مند و محظوظ و مشعوف شدم و پس از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شات</w:t>
      </w:r>
      <w:r w:rsidRPr="00BA20C6">
        <w:rPr>
          <w:rtl/>
          <w:lang w:bidi="fa-IR"/>
        </w:rPr>
        <w:t xml:space="preserve"> و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</w:t>
      </w:r>
      <w:r w:rsidRPr="00BA20C6">
        <w:rPr>
          <w:rtl/>
          <w:lang w:bidi="fa-IR"/>
        </w:rPr>
        <w:t xml:space="preserve"> مکشوف شد که آقا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طفل هفت ساله من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مفارقت پدر بدرود زندگان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گفته و داغ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داغ من افزوده، خداوند خودش باز هم </w:t>
      </w:r>
    </w:p>
    <w:p w:rsidR="00BA20C6" w:rsidRPr="00BA20C6" w:rsidRDefault="00553613" w:rsidP="005536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553613" w:rsidRDefault="00BA20C6" w:rsidP="0055361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خاطرات سفر مکه، ص 138.</w:t>
      </w:r>
    </w:p>
    <w:p w:rsidR="00BA20C6" w:rsidRPr="00BA20C6" w:rsidRDefault="00553613" w:rsidP="005536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توف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صبر و شک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با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tl/>
          <w:lang w:bidi="fa-IR"/>
        </w:rPr>
        <w:t xml:space="preserve"> و تسل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عنا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فرما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.» </w:t>
      </w:r>
      <w:r w:rsidR="00BA20C6" w:rsidRPr="00553613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ژگ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سفرنامه: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1</w:t>
      </w:r>
      <w:r w:rsidR="0055361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- مؤلف با نثر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</w:t>
      </w:r>
      <w:r w:rsidRPr="00BA20C6">
        <w:rPr>
          <w:rtl/>
          <w:lang w:bidi="fa-IR"/>
        </w:rPr>
        <w:t xml:space="preserve"> و روان، گزارش جامع و 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از آغاز تا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سفر، به خواننده ارائه داده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2</w:t>
      </w:r>
      <w:r w:rsidR="0055361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- به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طولان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 سفر، و بازد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از چند کشور و شهرها و مناطق مختلف، اطلاعات فراوان و جامع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آن روز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مناطق و کشورها گزارش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3</w:t>
      </w:r>
      <w:r w:rsidR="0055361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- احاطه علم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مؤلف و روح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کنجکاو او، موجب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تا در هر منطقه، از آثار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گزارش آن را به دقت ارائه کند.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4</w:t>
      </w:r>
      <w:r w:rsidR="0055361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- وقوع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ام‌ها</w:t>
      </w:r>
      <w:r w:rsidRPr="00BA20C6">
        <w:rPr>
          <w:rtl/>
          <w:lang w:bidi="fa-IR"/>
        </w:rPr>
        <w:t xml:space="preserve"> و انقلاب‌ها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مردم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عراق، حجاز و هندوستان و ارائه اخبار و اطلاعات آن،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سفر نامه را خواندن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تر</w:t>
      </w:r>
      <w:r w:rsidRPr="00BA20C6">
        <w:rPr>
          <w:rtl/>
          <w:lang w:bidi="fa-IR"/>
        </w:rPr>
        <w:t xml:space="preserve"> کرده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5- تب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اوضاع فرهنگ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- اجتماع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روز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ز،</w:t>
      </w:r>
      <w:r w:rsidRPr="00BA20C6">
        <w:rPr>
          <w:rtl/>
          <w:lang w:bidi="fa-IR"/>
        </w:rPr>
        <w:t xml:space="preserve">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ژگ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سفرنامه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6- آثار اسلام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«مکّه و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در آن دوران و چگونگ</w:t>
      </w:r>
      <w:r w:rsidRPr="00BA20C6">
        <w:rPr>
          <w:rFonts w:hint="cs"/>
          <w:rtl/>
          <w:lang w:bidi="fa-IR"/>
        </w:rPr>
        <w:t>یِ</w:t>
      </w:r>
      <w:r w:rsidRPr="00BA20C6">
        <w:rPr>
          <w:rtl/>
          <w:lang w:bidi="fa-IR"/>
        </w:rPr>
        <w:t xml:space="preserve"> آن قبل از سلطه وهّاب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ان،</w:t>
      </w:r>
      <w:r w:rsidRPr="00BA20C6">
        <w:rPr>
          <w:rtl/>
          <w:lang w:bidi="fa-IR"/>
        </w:rPr>
        <w:t xml:space="preserve">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جاذبه‌ها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خواندن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سفرنامه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25 شهر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ور</w:t>
      </w:r>
      <w:r w:rsidRPr="00BA20C6">
        <w:rPr>
          <w:rtl/>
          <w:lang w:bidi="fa-IR"/>
        </w:rPr>
        <w:t xml:space="preserve"> سال 1334 ه. ش. در سن 70 سالگ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دار دن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رفت و در مقبره خانوادگ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خود، واقع در صحن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که هم اکنون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</w:t>
      </w:r>
      <w:r w:rsidR="00553613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خانه</w:t>
      </w:r>
      <w:r w:rsidRPr="00BA20C6">
        <w:rPr>
          <w:rtl/>
          <w:lang w:bidi="fa-IR"/>
        </w:rPr>
        <w:t xml:space="preserve"> حرم است، دفن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بر</w:t>
      </w:r>
      <w:r w:rsidRPr="00BA20C6">
        <w:rPr>
          <w:rtl/>
          <w:lang w:bidi="fa-IR"/>
        </w:rPr>
        <w:t xml:space="preserve">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 قبر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نوشته شده است: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«وفات</w:t>
      </w:r>
      <w:r w:rsidRPr="00BA20C6">
        <w:rPr>
          <w:rtl/>
          <w:lang w:bidi="fa-IR"/>
        </w:rPr>
        <w:t xml:space="preserve"> مرحوم مبرور خلد آش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ان،</w:t>
      </w:r>
      <w:r w:rsidRPr="00BA20C6">
        <w:rPr>
          <w:rtl/>
          <w:lang w:bidi="fa-IR"/>
        </w:rPr>
        <w:t xml:space="preserve"> الحاج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- طاب ثراه-</w:t>
      </w:r>
    </w:p>
    <w:p w:rsidR="00BA20C6" w:rsidRPr="00BA20C6" w:rsidRDefault="00553613" w:rsidP="005536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</w:t>
      </w:r>
    </w:p>
    <w:p w:rsidR="00BA20C6" w:rsidRPr="00BA20C6" w:rsidRDefault="00BA20C6" w:rsidP="0055361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خاطرات سفر مکّه، ص 198.</w:t>
      </w:r>
    </w:p>
    <w:p w:rsidR="00BA20C6" w:rsidRPr="00BA20C6" w:rsidRDefault="00553613" w:rsidP="005536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تول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آستان مقدّس حضرت عبدالعظ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="00BA20C6" w:rsidRPr="00BA20C6">
        <w:rPr>
          <w:rtl/>
          <w:lang w:bidi="fa-IR"/>
        </w:rPr>
        <w:t xml:space="preserve"> و 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است</w:t>
      </w:r>
      <w:r w:rsidR="00BA20C6" w:rsidRPr="00BA20C6">
        <w:rPr>
          <w:rtl/>
          <w:lang w:bidi="fa-IR"/>
        </w:rPr>
        <w:t xml:space="preserve"> شعبه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وان‌عال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کشور که در سن 70 سالگ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29 محرم 1375 قمر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مطابق با 25 شهر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ور</w:t>
      </w:r>
      <w:r w:rsidR="00BA20C6" w:rsidRPr="00BA20C6">
        <w:rPr>
          <w:rtl/>
          <w:lang w:bidi="fa-IR"/>
        </w:rPr>
        <w:t xml:space="preserve"> 1334 شمس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به رحمت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وسته</w:t>
      </w:r>
      <w:r w:rsidR="00BA20C6" w:rsidRPr="00BA20C6">
        <w:rPr>
          <w:rtl/>
          <w:lang w:bidi="fa-IR"/>
        </w:rPr>
        <w:t xml:space="preserve"> و با اجداد گرام خو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</w:t>
      </w:r>
      <w:r w:rsidR="00BA20C6" w:rsidRPr="00BA20C6">
        <w:rPr>
          <w:rtl/>
          <w:lang w:bidi="fa-IR"/>
        </w:rPr>
        <w:t xml:space="preserve"> محشور گرد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ده‌اند</w:t>
      </w:r>
      <w:r w:rsidR="00BA20C6" w:rsidRPr="00BA20C6">
        <w:rPr>
          <w:rtl/>
          <w:lang w:bidi="fa-IR"/>
        </w:rPr>
        <w:t xml:space="preserve"> ومنصب تول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آستانه مبارکه بد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شرح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خانواده بود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و اجداد کبار آن مرحوم بدان مفتخر بوده‌اند! الحاج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احمد،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هدا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C757A4">
        <w:rPr>
          <w:rFonts w:hint="cs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‌اللَّه،</w:t>
      </w:r>
      <w:r w:rsidR="00BA20C6" w:rsidRPr="00BA20C6">
        <w:rPr>
          <w:rtl/>
          <w:lang w:bidi="fa-IR"/>
        </w:rPr>
        <w:t xml:space="preserve">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ابوالحسن،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ابوالحسن،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عبدالخالق،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نظام الد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ن،</w:t>
      </w:r>
      <w:r w:rsidR="00BA20C6" w:rsidRPr="00BA20C6">
        <w:rPr>
          <w:rtl/>
          <w:lang w:bidi="fa-IR"/>
        </w:rPr>
        <w:t xml:space="preserve">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مجدالد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ابراه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ابن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نظام الد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ن،</w:t>
      </w:r>
      <w:r w:rsidR="00BA20C6" w:rsidRPr="00BA20C6">
        <w:rPr>
          <w:rtl/>
          <w:lang w:bidi="fa-IR"/>
        </w:rPr>
        <w:t xml:space="preserve"> ابن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محمدعل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ابن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الاسلام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عل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شاه،</w:t>
      </w:r>
      <w:r w:rsidR="00BA20C6" w:rsidRPr="00BA20C6">
        <w:rPr>
          <w:rtl/>
          <w:lang w:bidi="fa-IR"/>
        </w:rPr>
        <w:t xml:space="preserve"> ابن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رحس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العامل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الکرک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خاتم المجتهد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ن،</w:t>
      </w:r>
      <w:r w:rsidR="00BA20C6" w:rsidRPr="00BA20C6">
        <w:rPr>
          <w:rtl/>
          <w:lang w:bidi="fa-IR"/>
        </w:rPr>
        <w:t xml:space="preserve"> 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زمن الدولة الصفو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ة</w:t>
      </w:r>
      <w:r w:rsidR="00BA20C6" w:rsidRPr="00BA20C6">
        <w:rPr>
          <w:rtl/>
          <w:lang w:bidi="fa-IR"/>
        </w:rPr>
        <w:t xml:space="preserve"> 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سنة 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تسع مائة من الهجرة النبو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ة</w:t>
      </w:r>
      <w:r w:rsidR="00BA20C6" w:rsidRPr="00BA20C6">
        <w:rPr>
          <w:rtl/>
          <w:lang w:bidi="fa-IR"/>
        </w:rPr>
        <w:t xml:space="preserve"> (960)»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کتاب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بار درسال 1343 ه. ش. به همّت فرزند مؤلف، مرحوم «دکتر محمد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چاپ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نک</w:t>
      </w:r>
      <w:r w:rsidRPr="00BA20C6">
        <w:rPr>
          <w:rtl/>
          <w:lang w:bidi="fa-IR"/>
        </w:rPr>
        <w:t xml:space="preserve"> با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پاره‌ا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اصلاحات و توض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حات</w:t>
      </w:r>
      <w:r w:rsidRPr="00BA20C6">
        <w:rPr>
          <w:rtl/>
          <w:lang w:bidi="fa-IR"/>
        </w:rPr>
        <w:t xml:space="preserve"> همراه با فهرست جامع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ات،</w:t>
      </w:r>
      <w:r w:rsidRPr="00BA20C6">
        <w:rPr>
          <w:rtl/>
          <w:lang w:bidi="fa-IR"/>
        </w:rPr>
        <w:t xml:space="preserve"> اعلام و اماکن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مرتبه دوّم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ور</w:t>
      </w:r>
      <w:r w:rsidRPr="00BA20C6">
        <w:rPr>
          <w:rtl/>
          <w:lang w:bidi="fa-IR"/>
        </w:rPr>
        <w:t xml:space="preserve"> طبع آراسته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آن که اح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اثر خواندن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ارزشمند، خوانندگان را 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افتد و در گسترش فرهنگ حج در جامعه، سودمند واقع شود.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دعل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قاض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عسکر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حاج س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مرحوم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الله 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طالقان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همسر</w:t>
      </w:r>
      <w:r w:rsidRPr="00BA20C6">
        <w:rPr>
          <w:rtl/>
          <w:lang w:bidi="fa-IR"/>
        </w:rPr>
        <w:t xml:space="preserve"> مرحوم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C757A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757A4">
      <w:pPr>
        <w:pStyle w:val="Heading1"/>
        <w:rPr>
          <w:rtl/>
          <w:lang w:bidi="fa-IR"/>
        </w:rPr>
      </w:pPr>
      <w:bookmarkStart w:id="2" w:name="_Toc56202853"/>
      <w:bookmarkStart w:id="3" w:name="_Toc56203513"/>
      <w:r w:rsidRPr="00BA20C6">
        <w:rPr>
          <w:rFonts w:hint="eastAsia"/>
          <w:rtl/>
          <w:lang w:bidi="fa-IR"/>
        </w:rPr>
        <w:t>سفرنامه‌</w:t>
      </w:r>
      <w:bookmarkEnd w:id="2"/>
      <w:bookmarkEnd w:id="3"/>
    </w:p>
    <w:p w:rsidR="00BA20C6" w:rsidRPr="00BA20C6" w:rsidRDefault="00BA20C6" w:rsidP="00C757A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درتار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له‌چهارشنبه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سوّم شهر شعبان المعظّم سنه 1338، مطابق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«برج ثورپ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C757A4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سال 1299 شمس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ملاقات به منزل جناب مستطاب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عتمدار،</w:t>
      </w:r>
      <w:r w:rsidRPr="00BA20C6">
        <w:rPr>
          <w:rtl/>
          <w:lang w:bidi="fa-IR"/>
        </w:rPr>
        <w:t xml:space="preserve">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طالقان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رفتم، مذاکره مسافرت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بود، معلوم شد با دو سه نفر عازم سف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«مکّه معظّمه» هستند، من هم تقاضا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موافقت و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نمودم، با کمال مسرت تلق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قبول کردند، چون تدارکات سفر را از مرکوب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بودند قرار شد فردا صبح خبر قطع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داده، عزم خود را جزم کنم.</w:t>
      </w:r>
    </w:p>
    <w:p w:rsidR="00BA20C6" w:rsidRPr="00BA20C6" w:rsidRDefault="00BA20C6" w:rsidP="00C757A4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منزل خود آمدم، اتفاقاً حضرت خدا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والدروح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فداه تشر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آورده بودند، اجازه خواستم مشاوره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فرمودند: از آن جهت که پنج سال است به واسطه وقوع جنگ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ن‌الملل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طرق </w:t>
      </w:r>
      <w:r w:rsidRPr="00C757A4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مسافرت «مکّه» مسدود بوده و خاصةً انقلابات در ممالک منتزعه </w:t>
      </w:r>
      <w:r w:rsidRPr="00C757A4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از «عثمان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از</w:t>
      </w:r>
    </w:p>
    <w:p w:rsidR="00BA20C6" w:rsidRPr="00BA20C6" w:rsidRDefault="00C757A4" w:rsidP="00C757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BA20C6" w:rsidRPr="00BA20C6" w:rsidRDefault="00BA20C6" w:rsidP="00C757A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برج دوم از دوازده برج فلک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مطابق با ماه ارد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بهشت</w:t>
      </w:r>
      <w:r w:rsidRPr="00BA20C6">
        <w:rPr>
          <w:rtl/>
          <w:lang w:bidi="fa-IR"/>
        </w:rPr>
        <w:t>.</w:t>
      </w:r>
    </w:p>
    <w:p w:rsidR="00BA20C6" w:rsidRPr="00BA20C6" w:rsidRDefault="00BA20C6" w:rsidP="00C757A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راه‌ها.</w:t>
      </w:r>
    </w:p>
    <w:p w:rsidR="00BA20C6" w:rsidRPr="00BA20C6" w:rsidRDefault="00BA20C6" w:rsidP="00C757A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جدا شده.</w:t>
      </w:r>
    </w:p>
    <w:p w:rsidR="00BA20C6" w:rsidRPr="00BA20C6" w:rsidRDefault="00C757A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«عراق»</w:t>
      </w:r>
      <w:r w:rsidR="00BA20C6" w:rsidRPr="00BA20C6">
        <w:rPr>
          <w:rtl/>
          <w:lang w:bidi="fa-IR"/>
        </w:rPr>
        <w:t xml:space="preserve"> و «حجاز» و «شامات» هنوز برطرف نشده،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توانم</w:t>
      </w:r>
      <w:r w:rsidR="00BA20C6" w:rsidRPr="00BA20C6">
        <w:rPr>
          <w:rtl/>
          <w:lang w:bidi="fa-IR"/>
        </w:rPr>
        <w:t xml:space="preserve"> رأ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موافق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بدهم، لکن از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جهت که سفر «مکّه معظّمه» کمتر دست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دهد</w:t>
      </w:r>
      <w:r w:rsidR="00BA20C6" w:rsidRPr="00BA20C6">
        <w:rPr>
          <w:rtl/>
          <w:lang w:bidi="fa-IR"/>
        </w:rPr>
        <w:t xml:space="preserve"> و فعلًا 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خوب مه</w:t>
      </w:r>
      <w:r w:rsidR="00BA20C6" w:rsidRPr="00BA20C6">
        <w:rPr>
          <w:rFonts w:hint="cs"/>
          <w:rtl/>
          <w:lang w:bidi="fa-IR"/>
        </w:rPr>
        <w:t>یّ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و اسباب فراهم است،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توانم</w:t>
      </w:r>
      <w:r w:rsidR="00BA20C6" w:rsidRPr="00BA20C6">
        <w:rPr>
          <w:rtl/>
          <w:lang w:bidi="fa-IR"/>
        </w:rPr>
        <w:t xml:space="preserve"> مانع شوم. پس از چند ساعت صحبت تا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شب، بالأخره قرار شد کسب دستور از حضرت با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«جلّت عظمته» بشود.</w:t>
      </w:r>
    </w:p>
    <w:p w:rsidR="00BA20C6" w:rsidRPr="00BA20C6" w:rsidRDefault="00C757A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757A4">
      <w:pPr>
        <w:pStyle w:val="Heading1"/>
        <w:rPr>
          <w:rtl/>
          <w:lang w:bidi="fa-IR"/>
        </w:rPr>
      </w:pPr>
      <w:bookmarkStart w:id="4" w:name="_Toc56202854"/>
      <w:bookmarkStart w:id="5" w:name="_Toc56203514"/>
      <w:r w:rsidRPr="00BA20C6">
        <w:rPr>
          <w:rFonts w:hint="eastAsia"/>
          <w:rtl/>
          <w:lang w:bidi="fa-IR"/>
        </w:rPr>
        <w:t>استخاره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حج‌</w:t>
      </w:r>
      <w:bookmarkEnd w:id="4"/>
      <w:bookmarkEnd w:id="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لهذا</w:t>
      </w:r>
      <w:r w:rsidRPr="00BA20C6">
        <w:rPr>
          <w:rtl/>
          <w:lang w:bidi="fa-IR"/>
        </w:rPr>
        <w:t xml:space="preserve"> صبح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</w:t>
      </w:r>
      <w:r w:rsidRPr="00BA20C6">
        <w:rPr>
          <w:rtl/>
          <w:lang w:bidi="fa-IR"/>
        </w:rPr>
        <w:t xml:space="preserve"> چهارشنبه رفتم در مدرسه خان مرو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خدمت حضرت مستطاب «حجة الاسلام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 تنکابن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از مخلصان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شانم</w:t>
      </w:r>
      <w:r w:rsidRPr="00BA20C6">
        <w:rPr>
          <w:rtl/>
          <w:lang w:bidi="fa-IR"/>
        </w:rPr>
        <w:t xml:space="preserve"> و استخاره کردم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آمد:</w:t>
      </w:r>
      <w:r w:rsidR="00C757A4" w:rsidRPr="00C757A4">
        <w:rPr>
          <w:rStyle w:val="libAlaemChar"/>
          <w:rFonts w:hint="cs"/>
          <w:rtl/>
        </w:rPr>
        <w:t>(</w:t>
      </w:r>
      <w:r w:rsidRPr="00BA20C6">
        <w:rPr>
          <w:rtl/>
          <w:lang w:bidi="fa-IR"/>
        </w:rPr>
        <w:t xml:space="preserve"> </w:t>
      </w:r>
      <w:r w:rsidRPr="00C757A4">
        <w:rPr>
          <w:rStyle w:val="libAieChar"/>
          <w:rtl/>
        </w:rPr>
        <w:t xml:space="preserve">وَمَنْ </w:t>
      </w:r>
      <w:r w:rsidRPr="00C757A4">
        <w:rPr>
          <w:rStyle w:val="libAieChar"/>
          <w:rFonts w:hint="cs"/>
          <w:rtl/>
        </w:rPr>
        <w:t>یُ</w:t>
      </w:r>
      <w:r w:rsidRPr="00C757A4">
        <w:rPr>
          <w:rStyle w:val="libAieChar"/>
          <w:rFonts w:hint="eastAsia"/>
          <w:rtl/>
        </w:rPr>
        <w:t>سْلِمْ</w:t>
      </w:r>
      <w:r w:rsidRPr="00C757A4">
        <w:rPr>
          <w:rStyle w:val="libAieChar"/>
          <w:rtl/>
        </w:rPr>
        <w:t xml:space="preserve"> وَجْهَهُ إِلَ</w:t>
      </w:r>
      <w:r w:rsidRPr="00C757A4">
        <w:rPr>
          <w:rStyle w:val="libAieChar"/>
          <w:rFonts w:hint="cs"/>
          <w:rtl/>
        </w:rPr>
        <w:t>ی</w:t>
      </w:r>
      <w:r w:rsidRPr="00C757A4">
        <w:rPr>
          <w:rStyle w:val="libAieChar"/>
          <w:rtl/>
        </w:rPr>
        <w:t xml:space="preserve"> اللَّهِ وَهُوَ مُحْسِنٌ فَقَدِ اسْتَمْسَکَ بِالْعُرْوَةِ الْوُثْقَ</w:t>
      </w:r>
      <w:r w:rsidRPr="00C757A4">
        <w:rPr>
          <w:rStyle w:val="libAieChar"/>
          <w:rFonts w:hint="cs"/>
          <w:rtl/>
        </w:rPr>
        <w:t>ی</w:t>
      </w:r>
      <w:r w:rsidRPr="00C757A4">
        <w:rPr>
          <w:rStyle w:val="libAieChar"/>
          <w:rtl/>
        </w:rPr>
        <w:t xml:space="preserve"> وَإِل</w:t>
      </w:r>
      <w:r w:rsidRPr="00C757A4">
        <w:rPr>
          <w:rStyle w:val="libAieChar"/>
          <w:rFonts w:hint="eastAsia"/>
          <w:rtl/>
        </w:rPr>
        <w:t>َ</w:t>
      </w:r>
      <w:r w:rsidRPr="00C757A4">
        <w:rPr>
          <w:rStyle w:val="libAieChar"/>
          <w:rFonts w:hint="cs"/>
          <w:rtl/>
        </w:rPr>
        <w:t>ی</w:t>
      </w:r>
      <w:r w:rsidRPr="00C757A4">
        <w:rPr>
          <w:rStyle w:val="libAieChar"/>
          <w:rtl/>
        </w:rPr>
        <w:t xml:space="preserve"> اللَّهِ عَاقِبَةُ الْأُمُورِ</w:t>
      </w:r>
      <w:r w:rsidRPr="00BA20C6">
        <w:rPr>
          <w:rtl/>
          <w:lang w:bidi="fa-IR"/>
        </w:rPr>
        <w:t xml:space="preserve"> </w:t>
      </w:r>
      <w:r w:rsidR="00C757A4" w:rsidRPr="00C757A4">
        <w:rPr>
          <w:rStyle w:val="libAlaemChar"/>
          <w:rFonts w:hint="cs"/>
          <w:rtl/>
        </w:rPr>
        <w:t>)</w:t>
      </w:r>
      <w:r w:rsidRPr="00C757A4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معلوم است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مبارکه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مناسب آمد که در حکم امر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به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آن که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در ظرف دو سه روز نتوانم وسائل حرکت را کاملًا فراهم کنم، به ن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توقف و مسافرت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که در نظر بود، استخاره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آمد:</w:t>
      </w:r>
      <w:r w:rsidR="00C757A4" w:rsidRPr="00C757A4">
        <w:rPr>
          <w:rStyle w:val="libAlaemChar"/>
          <w:rFonts w:hint="cs"/>
          <w:rtl/>
        </w:rPr>
        <w:t>(</w:t>
      </w:r>
      <w:r w:rsidRPr="00BA20C6">
        <w:rPr>
          <w:rtl/>
          <w:lang w:bidi="fa-IR"/>
        </w:rPr>
        <w:t xml:space="preserve"> </w:t>
      </w:r>
      <w:r w:rsidRPr="00C757A4">
        <w:rPr>
          <w:rStyle w:val="libAieChar"/>
          <w:rtl/>
        </w:rPr>
        <w:t xml:space="preserve">مَا </w:t>
      </w:r>
      <w:r w:rsidRPr="00C757A4">
        <w:rPr>
          <w:rStyle w:val="libAieChar"/>
          <w:rFonts w:hint="cs"/>
          <w:rtl/>
        </w:rPr>
        <w:t>یَ</w:t>
      </w:r>
      <w:r w:rsidRPr="00C757A4">
        <w:rPr>
          <w:rStyle w:val="libAieChar"/>
          <w:rFonts w:hint="eastAsia"/>
          <w:rtl/>
        </w:rPr>
        <w:t>نظُرُونَ</w:t>
      </w:r>
      <w:r w:rsidRPr="00C757A4">
        <w:rPr>
          <w:rStyle w:val="libAieChar"/>
          <w:rtl/>
        </w:rPr>
        <w:t xml:space="preserve"> إِلَّا صَ</w:t>
      </w:r>
      <w:r w:rsidRPr="00C757A4">
        <w:rPr>
          <w:rStyle w:val="libAieChar"/>
          <w:rFonts w:hint="cs"/>
          <w:rtl/>
        </w:rPr>
        <w:t>یْ</w:t>
      </w:r>
      <w:r w:rsidRPr="00C757A4">
        <w:rPr>
          <w:rStyle w:val="libAieChar"/>
          <w:rFonts w:hint="eastAsia"/>
          <w:rtl/>
        </w:rPr>
        <w:t>حَةً</w:t>
      </w:r>
      <w:r w:rsidRPr="00C757A4">
        <w:rPr>
          <w:rStyle w:val="libAieChar"/>
          <w:rtl/>
        </w:rPr>
        <w:t xml:space="preserve"> وَاحِدَةً تَأْخُذُهُمْ وَهُمْ </w:t>
      </w:r>
      <w:r w:rsidRPr="00C757A4">
        <w:rPr>
          <w:rStyle w:val="libAieChar"/>
          <w:rFonts w:hint="cs"/>
          <w:rtl/>
        </w:rPr>
        <w:t>یَ</w:t>
      </w:r>
      <w:r w:rsidRPr="00C757A4">
        <w:rPr>
          <w:rStyle w:val="libAieChar"/>
          <w:rFonts w:hint="eastAsia"/>
          <w:rtl/>
        </w:rPr>
        <w:t>خِصِّمُونَ</w:t>
      </w:r>
      <w:r w:rsidRPr="00C757A4">
        <w:rPr>
          <w:rStyle w:val="libAieChar"/>
          <w:rtl/>
        </w:rPr>
        <w:t xml:space="preserve">* فَلَا </w:t>
      </w:r>
      <w:r w:rsidRPr="00C757A4">
        <w:rPr>
          <w:rStyle w:val="libAieChar"/>
          <w:rFonts w:hint="cs"/>
          <w:rtl/>
        </w:rPr>
        <w:t>یَ</w:t>
      </w:r>
      <w:r w:rsidRPr="00C757A4">
        <w:rPr>
          <w:rStyle w:val="libAieChar"/>
          <w:rFonts w:hint="eastAsia"/>
          <w:rtl/>
        </w:rPr>
        <w:t>سْتَطِ</w:t>
      </w:r>
      <w:r w:rsidRPr="00C757A4">
        <w:rPr>
          <w:rStyle w:val="libAieChar"/>
          <w:rFonts w:hint="cs"/>
          <w:rtl/>
        </w:rPr>
        <w:t>ی</w:t>
      </w:r>
      <w:r w:rsidRPr="00C757A4">
        <w:rPr>
          <w:rStyle w:val="libAieChar"/>
          <w:rFonts w:hint="eastAsia"/>
          <w:rtl/>
        </w:rPr>
        <w:t>عُونَ</w:t>
      </w:r>
      <w:r w:rsidRPr="00C757A4">
        <w:rPr>
          <w:rStyle w:val="libAieChar"/>
          <w:rtl/>
        </w:rPr>
        <w:t xml:space="preserve"> تَوْصِ</w:t>
      </w:r>
      <w:r w:rsidRPr="00C757A4">
        <w:rPr>
          <w:rStyle w:val="libAieChar"/>
          <w:rFonts w:hint="cs"/>
          <w:rtl/>
        </w:rPr>
        <w:t>یَ</w:t>
      </w:r>
      <w:r w:rsidRPr="00C757A4">
        <w:rPr>
          <w:rStyle w:val="libAieChar"/>
          <w:rFonts w:hint="eastAsia"/>
          <w:rtl/>
        </w:rPr>
        <w:t>ةً</w:t>
      </w:r>
      <w:r w:rsidRPr="00C757A4">
        <w:rPr>
          <w:rStyle w:val="libAieChar"/>
          <w:rtl/>
        </w:rPr>
        <w:t xml:space="preserve"> وَلَا إِلَ</w:t>
      </w:r>
      <w:r w:rsidRPr="00C757A4">
        <w:rPr>
          <w:rStyle w:val="libAieChar"/>
          <w:rFonts w:hint="cs"/>
          <w:rtl/>
        </w:rPr>
        <w:t>ی</w:t>
      </w:r>
      <w:r w:rsidRPr="00C757A4">
        <w:rPr>
          <w:rStyle w:val="libAieChar"/>
          <w:rtl/>
        </w:rPr>
        <w:t xml:space="preserve"> أَهْلِهِمْ </w:t>
      </w:r>
      <w:r w:rsidRPr="00C757A4">
        <w:rPr>
          <w:rStyle w:val="libAieChar"/>
          <w:rFonts w:hint="cs"/>
          <w:rtl/>
        </w:rPr>
        <w:t>یَ</w:t>
      </w:r>
      <w:r w:rsidRPr="00C757A4">
        <w:rPr>
          <w:rStyle w:val="libAieChar"/>
          <w:rFonts w:hint="eastAsia"/>
          <w:rtl/>
        </w:rPr>
        <w:t>رْجِعُونَ</w:t>
      </w:r>
      <w:r w:rsidRPr="00BA20C6">
        <w:rPr>
          <w:rtl/>
          <w:lang w:bidi="fa-IR"/>
        </w:rPr>
        <w:t xml:space="preserve"> </w:t>
      </w:r>
      <w:r w:rsidR="00C757A4" w:rsidRPr="00C757A4">
        <w:rPr>
          <w:rStyle w:val="libAlaemChar"/>
          <w:rFonts w:hint="cs"/>
          <w:rtl/>
        </w:rPr>
        <w:t>)</w:t>
      </w:r>
      <w:r w:rsidRPr="00C757A4">
        <w:rPr>
          <w:rStyle w:val="libFootnotenumChar"/>
          <w:rtl/>
        </w:rPr>
        <w:t>(2)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تأمل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نماند، به منزل آمده تفص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دو استخاره را خدمت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والد- روح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فداه- عرض کرده مشغول تدارک شدم، چک هزار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</w:t>
      </w:r>
      <w:r w:rsidRPr="00C757A4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از قرار دو قران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</w:t>
      </w:r>
      <w:r w:rsidRPr="00BA20C6">
        <w:rPr>
          <w:rtl/>
          <w:lang w:bidi="fa-IR"/>
        </w:rPr>
        <w:t xml:space="preserve"> شاه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حواله </w:t>
      </w:r>
    </w:p>
    <w:p w:rsidR="00BA20C6" w:rsidRPr="00BA20C6" w:rsidRDefault="00C757A4" w:rsidP="00C757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</w:t>
      </w:r>
    </w:p>
    <w:p w:rsidR="00BA20C6" w:rsidRPr="00BA20C6" w:rsidRDefault="00BA20C6" w:rsidP="00C757A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لقمان: 22.</w:t>
      </w:r>
    </w:p>
    <w:p w:rsidR="00BA20C6" w:rsidRPr="00BA20C6" w:rsidRDefault="00BA20C6" w:rsidP="00C757A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 xml:space="preserve">2- 2-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>: 49، 50.</w:t>
      </w:r>
    </w:p>
    <w:p w:rsidR="00BA20C6" w:rsidRPr="00BA20C6" w:rsidRDefault="00BA20C6" w:rsidP="00C757A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واحد پول پاکستان و هندوستان.</w:t>
      </w:r>
    </w:p>
    <w:p w:rsidR="00BA20C6" w:rsidRPr="00BA20C6" w:rsidRDefault="00C757A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«بغداد»</w:t>
      </w:r>
      <w:r w:rsidR="00BA20C6" w:rsidRPr="00BA20C6">
        <w:rPr>
          <w:rtl/>
          <w:lang w:bidi="fa-IR"/>
        </w:rPr>
        <w:t xml:space="preserve"> و قدر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عثمان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قرار سه تومان و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خر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الجمله اثاث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شخص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بردن 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کردم.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اما</w:t>
      </w:r>
      <w:r w:rsidRPr="00BA20C6">
        <w:rPr>
          <w:rtl/>
          <w:lang w:bidi="fa-IR"/>
        </w:rPr>
        <w:t xml:space="preserve"> لوازم مشترک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از هر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رفقا مرتب کرده بودند. صبح چهارشنبه به مناسبت انتظار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منزلشان رفته و قول مطمئن دادم و معلوم شد سه نفر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گرِ</w:t>
      </w:r>
      <w:r w:rsidRPr="00BA20C6">
        <w:rPr>
          <w:rtl/>
          <w:lang w:bidi="fa-IR"/>
        </w:rPr>
        <w:t xml:space="preserve"> سفر ما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رزابزرگ</w:t>
      </w:r>
      <w:r w:rsidRPr="00BA20C6">
        <w:rPr>
          <w:rtl/>
          <w:lang w:bidi="fa-IR"/>
        </w:rPr>
        <w:t xml:space="preserve"> لباسچ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محمّدحسن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راقچ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ماهو</w:t>
      </w:r>
      <w:r w:rsidRPr="00BA20C6">
        <w:rPr>
          <w:rFonts w:hint="eastAsia"/>
          <w:rtl/>
          <w:lang w:bidi="fa-IR"/>
        </w:rPr>
        <w:t>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باشند،</w:t>
      </w:r>
      <w:r w:rsidRPr="00BA20C6">
        <w:rPr>
          <w:rtl/>
          <w:lang w:bidi="fa-IR"/>
        </w:rPr>
        <w:t xml:space="preserve"> که جملگ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شماراند.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جمعه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 «س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دالکر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و ملاقات آخر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اخوان و والده مکرّمه معظّمه،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بستگان به 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مقدّسه </w:t>
      </w:r>
      <w:r w:rsidRPr="00C757A4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رفته، عصر جمعه مراجعت به «طهران» کردم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به روز شنبه بود.</w:t>
      </w:r>
    </w:p>
    <w:p w:rsidR="00BA20C6" w:rsidRPr="00BA20C6" w:rsidRDefault="00C757A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757A4">
      <w:pPr>
        <w:pStyle w:val="Heading1"/>
        <w:rPr>
          <w:rtl/>
          <w:lang w:bidi="fa-IR"/>
        </w:rPr>
      </w:pPr>
      <w:bookmarkStart w:id="6" w:name="_Toc56202855"/>
      <w:bookmarkStart w:id="7" w:name="_Toc56203515"/>
      <w:r w:rsidRPr="00BA20C6">
        <w:rPr>
          <w:rFonts w:hint="eastAsia"/>
          <w:rtl/>
          <w:lang w:bidi="fa-IR"/>
        </w:rPr>
        <w:t>بدرقه</w:t>
      </w:r>
      <w:r w:rsidRPr="00BA20C6">
        <w:rPr>
          <w:rtl/>
          <w:lang w:bidi="fa-IR"/>
        </w:rPr>
        <w:t xml:space="preserve"> کنندگان‌</w:t>
      </w:r>
      <w:bookmarkEnd w:id="6"/>
      <w:bookmarkEnd w:id="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</w:t>
      </w:r>
      <w:r w:rsidRPr="00BA20C6">
        <w:rPr>
          <w:rtl/>
          <w:lang w:bidi="fa-IR"/>
        </w:rPr>
        <w:t xml:space="preserve"> شنبه 26 شهر شعبان مطابق «25 ثور»، صبح زود با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به اداره درشکه‌خانه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مقابل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مشق واقع است،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ازدحام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بود،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دسته به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آمده بودند، مرکوب ما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کالسکه </w:t>
      </w:r>
      <w:r w:rsidRPr="00C757A4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تجارت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از جهت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درشکه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گفت. در هر حال بزرگ و جادار بود، معذلک چون اسباب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برداشته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مجبور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</w:p>
    <w:p w:rsidR="00BA20C6" w:rsidRPr="00BA20C6" w:rsidRDefault="00C757A4" w:rsidP="00A25DA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A25DA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مراد حرم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 واقع در شهر 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A25DA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گرفته شده از روس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وسائل نقل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روپوش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 که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چرخ بوده و به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دواسب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</w:t>
      </w:r>
    </w:p>
    <w:p w:rsidR="00BA20C6" w:rsidRPr="00BA20C6" w:rsidRDefault="00A25DA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دوچرخه</w:t>
      </w:r>
      <w:r w:rsidR="00BA20C6" w:rsidRPr="00BA20C6">
        <w:rPr>
          <w:rtl/>
          <w:lang w:bidi="fa-IR"/>
        </w:rPr>
        <w:t xml:space="preserve"> هم تا «قزو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حمل اثاث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مانده کرا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من دست پدر بزرگوارم را بوس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خداحافظ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کردم، با سا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مشا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خداحافظ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عمل آمده سوار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در خارج «طهران» در «امامزاده معصوم»، «آقا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موثق الذاکر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و «آقا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ناصر» تدارک 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بودند،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اده</w:t>
      </w:r>
      <w:r w:rsidR="00BA20C6" w:rsidRPr="00BA20C6">
        <w:rPr>
          <w:rtl/>
          <w:lang w:bidi="fa-IR"/>
        </w:rPr>
        <w:t xml:space="preserve"> شده صرف 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شد و با عده‌ا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مشا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که اناثاً و ذکوراً </w:t>
      </w:r>
      <w:r w:rsidR="00BA20C6" w:rsidRPr="00A25DAC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تا آنجا آمده بودند، تود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tl/>
          <w:lang w:bidi="fa-IR"/>
        </w:rPr>
        <w:t xml:space="preserve"> به عمل آمده مجدداً سوار شده راند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مهرآباد»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 آب که در صاف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عذوبت </w:t>
      </w:r>
      <w:r w:rsidRPr="00A25DAC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و خنک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مشهور است نوش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همراه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.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ظهر گذشته در «قهوه‌خانه شاه‌آباد»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صرف نهار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و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چهار ساعت به غروب مانده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A25DA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A25DAC">
      <w:pPr>
        <w:pStyle w:val="Heading1"/>
        <w:rPr>
          <w:rtl/>
          <w:lang w:bidi="fa-IR"/>
        </w:rPr>
      </w:pPr>
      <w:bookmarkStart w:id="8" w:name="_Toc56202856"/>
      <w:bookmarkStart w:id="9" w:name="_Toc56203516"/>
      <w:r w:rsidRPr="00BA20C6">
        <w:rPr>
          <w:rFonts w:hint="eastAsia"/>
          <w:rtl/>
          <w:lang w:bidi="fa-IR"/>
        </w:rPr>
        <w:t>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کرج‌</w:t>
      </w:r>
      <w:bookmarkEnd w:id="8"/>
      <w:bookmarkEnd w:id="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مقارن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«کرج»، از «طهران» تا «کرج» هفت فرسخ است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امسال، در نقاط عد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جاده شوسه را خراب کرده، عمله‌جات </w:t>
      </w:r>
      <w:r w:rsidRPr="00A25DAC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همه جا مشغول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راه بودند، در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راه با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فاصله از جاده،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کلاک» در طرف دست راست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بود، باغ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آنها در سمت جنوب جاده واقع است، به محض ورود به «کرج» من به قصد تفرّج </w:t>
      </w:r>
      <w:r w:rsidRPr="00A25DAC">
        <w:rPr>
          <w:rStyle w:val="libFootnotenumChar"/>
          <w:rtl/>
        </w:rPr>
        <w:t>(4)</w:t>
      </w:r>
      <w:r w:rsidRPr="00BA20C6">
        <w:rPr>
          <w:rtl/>
          <w:lang w:bidi="fa-IR"/>
        </w:rPr>
        <w:t xml:space="preserve"> مشغول گردش شدم.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اولًا</w:t>
      </w:r>
      <w:r w:rsidRPr="00BA20C6">
        <w:rPr>
          <w:rtl/>
          <w:lang w:bidi="fa-IR"/>
        </w:rPr>
        <w:t xml:space="preserve"> پل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«کرج» را که از بناها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«شاه عباس 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و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دهانه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فراخ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دهانه تنگ‌</w:t>
      </w:r>
      <w:r w:rsidR="00A25DAC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تماشا کردم، 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 xml:space="preserve"> به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A25DAC" w:rsidP="00A25DA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A25DA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زن و مرد آنان.</w:t>
      </w:r>
    </w:p>
    <w:p w:rsidR="00BA20C6" w:rsidRPr="00BA20C6" w:rsidRDefault="00BA20C6" w:rsidP="00A25DA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گوارائ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A20C6" w:rsidP="00A25DA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کارگران.</w:t>
      </w:r>
    </w:p>
    <w:p w:rsidR="00BA20C6" w:rsidRPr="00BA20C6" w:rsidRDefault="00BA20C6" w:rsidP="00A25DA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4- 4- تفر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>.</w:t>
      </w:r>
    </w:p>
    <w:p w:rsidR="00BA20C6" w:rsidRPr="00BA20C6" w:rsidRDefault="00A25DA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پل،</w:t>
      </w:r>
      <w:r w:rsidR="00BA20C6" w:rsidRPr="00BA20C6">
        <w:rPr>
          <w:rtl/>
          <w:lang w:bidi="fa-IR"/>
        </w:rPr>
        <w:t xml:space="preserve"> «کاروان‌سرا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شاه عباس» را که مخروبه شده است مشاهده نمودم، بالا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تپه صورت قبر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با علامت صل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ده،</w:t>
      </w:r>
      <w:r w:rsidR="00BA20C6" w:rsidRPr="00BA20C6">
        <w:rPr>
          <w:rtl/>
          <w:lang w:bidi="fa-IR"/>
        </w:rPr>
        <w:t xml:space="preserve"> مستفسر شدم </w:t>
      </w:r>
      <w:r w:rsidR="00BA20C6" w:rsidRPr="00A25DAC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گفتند: قبر مهندس روس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 که مباشر شوسه کردن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جاده بود، تار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سنگ قبر، سنه 1916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است.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نفر روس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با خانمش آنجا قدم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زد</w:t>
      </w:r>
      <w:r w:rsidR="00BA20C6" w:rsidRPr="00BA20C6">
        <w:rPr>
          <w:rtl/>
          <w:lang w:bidi="fa-IR"/>
        </w:rPr>
        <w:t xml:space="preserve"> به «فران</w:t>
      </w:r>
      <w:r w:rsidR="00BA20C6" w:rsidRPr="00BA20C6">
        <w:rPr>
          <w:rFonts w:hint="eastAsia"/>
          <w:rtl/>
          <w:lang w:bidi="fa-IR"/>
        </w:rPr>
        <w:t>سه»</w:t>
      </w:r>
      <w:r w:rsidR="00BA20C6" w:rsidRPr="00BA20C6">
        <w:rPr>
          <w:rtl/>
          <w:lang w:bidi="fa-IR"/>
        </w:rPr>
        <w:t xml:space="preserve"> از او پرسش کردم گفت قبر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نفر «ژنرال روس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فتوحات اسلام، «کرج» را در 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«همدان» و «ر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ذکر کرده‌اند،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در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مثل «ساوه» شهر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 است که خراب شده، امّا آثار خرابه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>. فعلًا «کرج»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ده دوازده دکان دارد، اداره ژاندارمر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پست‌خانه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آن‌</w:t>
      </w:r>
      <w:r w:rsidRPr="00BA20C6">
        <w:rPr>
          <w:rFonts w:hint="eastAsia"/>
          <w:rtl/>
          <w:lang w:bidi="fa-IR"/>
        </w:rPr>
        <w:t>جا</w:t>
      </w:r>
      <w:r w:rsidRPr="00BA20C6">
        <w:rPr>
          <w:rtl/>
          <w:lang w:bidi="fa-IR"/>
        </w:rPr>
        <w:t xml:space="preserve"> برقرار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راهدارخانه </w:t>
      </w:r>
      <w:r w:rsidRPr="00A25DAC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عبور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سه قران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منزل ما در بالاخانه‌ا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دو رو، که شمالًا و جنوباً مشرف به باغات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بود، طراوت هوا و صفا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منزل و منظره دلکش باغات در دامنه کوه و در جلگه جالب توجه بود، شب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بر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به مقصود و سلامت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قضاء حوائج، متوسّل به ائمّه طاهر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شده، 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کساء قرائت و ذکر مص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بت</w:t>
      </w:r>
      <w:r w:rsidRPr="00BA20C6">
        <w:rPr>
          <w:rtl/>
          <w:lang w:bidi="fa-IR"/>
        </w:rPr>
        <w:t xml:space="preserve"> به عمل آمد و پس از صرف غذا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A25DA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A25DAC">
      <w:pPr>
        <w:pStyle w:val="Heading1"/>
        <w:rPr>
          <w:rtl/>
          <w:lang w:bidi="fa-IR"/>
        </w:rPr>
      </w:pPr>
      <w:bookmarkStart w:id="10" w:name="_Toc56202857"/>
      <w:bookmarkStart w:id="11" w:name="_Toc56203517"/>
      <w:r w:rsidRPr="00BA20C6">
        <w:rPr>
          <w:rFonts w:hint="eastAsia"/>
          <w:rtl/>
          <w:lang w:bidi="fa-IR"/>
        </w:rPr>
        <w:t>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کردان‌</w:t>
      </w:r>
      <w:bookmarkEnd w:id="10"/>
      <w:bookmarkEnd w:id="1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27 شعبان مطابق «26 ثور» </w:t>
      </w:r>
      <w:r w:rsidRPr="00A25DAC">
        <w:rPr>
          <w:rStyle w:val="libFootnotenumChar"/>
          <w:rtl/>
        </w:rPr>
        <w:t>(3)</w:t>
      </w:r>
      <w:r w:rsidRPr="00BA20C6">
        <w:rPr>
          <w:rtl/>
          <w:lang w:bidi="fa-IR"/>
        </w:rPr>
        <w:t>، صبح زود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از آفتاب </w:t>
      </w:r>
    </w:p>
    <w:p w:rsidR="00BA20C6" w:rsidRPr="00BA20C6" w:rsidRDefault="00A25DAC" w:rsidP="00A25DA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A25DAC">
      <w:pPr>
        <w:pStyle w:val="libLine"/>
        <w:rPr>
          <w:rtl/>
          <w:lang w:bidi="fa-IR"/>
        </w:rPr>
      </w:pPr>
      <w:r w:rsidRPr="00BA20C6">
        <w:rPr>
          <w:rtl/>
          <w:lang w:bidi="fa-IR"/>
        </w:rPr>
        <w:t>1- 1- پرس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>.</w:t>
      </w:r>
    </w:p>
    <w:p w:rsidR="00BA20C6" w:rsidRPr="00BA20C6" w:rsidRDefault="00BA20C6" w:rsidP="00A25DAC">
      <w:pPr>
        <w:pStyle w:val="libLine"/>
        <w:rPr>
          <w:rtl/>
          <w:lang w:bidi="fa-IR"/>
        </w:rPr>
      </w:pPr>
      <w:r w:rsidRPr="00BA20C6">
        <w:rPr>
          <w:rtl/>
          <w:lang w:bidi="fa-IR"/>
        </w:rPr>
        <w:t>2- 2- مکان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راه، که از مسافر عوارض و مال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</w:t>
      </w:r>
      <w:r w:rsidRPr="00BA20C6">
        <w:rPr>
          <w:rtl/>
          <w:lang w:bidi="fa-IR"/>
        </w:rPr>
        <w:t>.</w:t>
      </w:r>
    </w:p>
    <w:p w:rsidR="00BA20C6" w:rsidRPr="00BA20C6" w:rsidRDefault="00BA20C6" w:rsidP="00A25DAC">
      <w:pPr>
        <w:pStyle w:val="libLine"/>
        <w:rPr>
          <w:rtl/>
          <w:lang w:bidi="fa-IR"/>
        </w:rPr>
      </w:pPr>
      <w:r w:rsidRPr="00BA20C6">
        <w:rPr>
          <w:rtl/>
          <w:lang w:bidi="fa-IR"/>
        </w:rPr>
        <w:t>3- 3- ماهِ دوم سال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A25DA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گذشته،</w:t>
      </w:r>
      <w:r w:rsidR="00BA20C6" w:rsidRPr="00BA20C6">
        <w:rPr>
          <w:rtl/>
          <w:lang w:bidi="fa-IR"/>
        </w:rPr>
        <w:t xml:space="preserve"> سوار شده راند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 هوا در نها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صفا و طراوت بود، تا مسافت بع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تماشا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باغات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شمار،</w:t>
      </w:r>
      <w:r w:rsidR="00BA20C6" w:rsidRPr="00BA20C6">
        <w:rPr>
          <w:rtl/>
          <w:lang w:bidi="fa-IR"/>
        </w:rPr>
        <w:t xml:space="preserve"> و اراض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مزروعه «کرج»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نمود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در «قر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کردان»، اداره راهدارخانه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دستگاه را مم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A25DAC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کردند. دو ساعت به ظهر مانده وارد قصبه «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امام»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قبلًا به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«ام</w:t>
      </w:r>
      <w:r w:rsidR="00BA20C6" w:rsidRPr="00BA20C6">
        <w:rPr>
          <w:rFonts w:hint="eastAsia"/>
          <w:rtl/>
          <w:lang w:bidi="fa-IR"/>
        </w:rPr>
        <w:t>امزاده</w:t>
      </w:r>
      <w:r w:rsidR="00BA20C6" w:rsidRPr="00BA20C6">
        <w:rPr>
          <w:rtl/>
          <w:lang w:bidi="fa-IR"/>
        </w:rPr>
        <w:t xml:space="preserve"> هاد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و «امام‌زاده عل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نق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که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بقعه مدفون‌اند رفت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بعد کاروان‌سرا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شاه عباس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که مخروبه شده است تماشا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قسمت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کاروان‌سرا را،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فرانسو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مهمانخانه کرده است. بازار نوساز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امام» هست که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شانزده باب دکان است، در سفر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چند سال قبل به «همدان» کردم تمام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مفتوح و دائر و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همه‌گونه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حتاج</w:t>
      </w:r>
      <w:r w:rsidRPr="00BA20C6">
        <w:rPr>
          <w:rtl/>
          <w:lang w:bidi="fa-IR"/>
        </w:rPr>
        <w:t xml:space="preserve"> مسافر و مال‌التجاره بود. امّا بدبختانه فعلًا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چ‌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از آنها 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تماماً بسته است، علت آن را نفهم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>. طرف عصر مجدداً سوار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اول شب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اران»،</w:t>
      </w:r>
      <w:r w:rsidRPr="00BA20C6">
        <w:rPr>
          <w:rtl/>
          <w:lang w:bidi="fa-IR"/>
        </w:rPr>
        <w:t xml:space="preserve"> هوا طوفان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گرد و خاک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شد، منزل ما هم اتفاقاً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کاروان‌سرائ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رفته خوش نگذشت.</w:t>
      </w:r>
    </w:p>
    <w:p w:rsidR="00BA20C6" w:rsidRPr="00BA20C6" w:rsidRDefault="00A25DA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A25DAC">
      <w:pPr>
        <w:pStyle w:val="Heading1"/>
        <w:rPr>
          <w:rtl/>
          <w:lang w:bidi="fa-IR"/>
        </w:rPr>
      </w:pPr>
      <w:bookmarkStart w:id="12" w:name="_Toc56202858"/>
      <w:bookmarkStart w:id="13" w:name="_Toc56203518"/>
      <w:r w:rsidRPr="00BA20C6">
        <w:rPr>
          <w:rFonts w:hint="eastAsia"/>
          <w:rtl/>
          <w:lang w:bidi="fa-IR"/>
        </w:rPr>
        <w:t>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ف‌آباد</w:t>
      </w:r>
      <w:bookmarkEnd w:id="12"/>
      <w:bookmarkEnd w:id="1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دوشنبه</w:t>
      </w:r>
      <w:r w:rsidRPr="00BA20C6">
        <w:rPr>
          <w:rtl/>
          <w:lang w:bidi="fa-IR"/>
        </w:rPr>
        <w:t xml:space="preserve"> 28 شعبان مطابق «27 ثور»، صبح بعد از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مقارن ظهر در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ف‌آباد»</w:t>
      </w:r>
      <w:r w:rsidRPr="00BA20C6">
        <w:rPr>
          <w:rtl/>
          <w:lang w:bidi="fa-IR"/>
        </w:rPr>
        <w:t xml:space="preserve"> ملک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«سپهسالار»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نهار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گردش و تفر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مصفا و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فراوان، و باغات عد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مزروعه، و چند باب دکان است.</w:t>
      </w:r>
    </w:p>
    <w:p w:rsidR="00BA20C6" w:rsidRPr="00BA20C6" w:rsidRDefault="00A25DAC" w:rsidP="00A25DA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A25DA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کنترل.</w:t>
      </w:r>
    </w:p>
    <w:p w:rsidR="00BA20C6" w:rsidRPr="00BA20C6" w:rsidRDefault="00A25DA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طرف</w:t>
      </w:r>
      <w:r w:rsidR="00BA20C6" w:rsidRPr="00BA20C6">
        <w:rPr>
          <w:rtl/>
          <w:lang w:bidi="fa-IR"/>
        </w:rPr>
        <w:t xml:space="preserve"> عصر مجدداً سوار شده حرکت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قبل از غروب وارد «قزو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شب را مهمان آقا «س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محمّد تاجر» که با آقا «س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ابوطالب» 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راه ما دوست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سابقه داشت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 نهار هم در منزل «مشهد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ابراه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م»</w:t>
      </w:r>
      <w:r w:rsidR="00BA20C6" w:rsidRPr="00BA20C6">
        <w:rPr>
          <w:rtl/>
          <w:lang w:bidi="fa-IR"/>
        </w:rPr>
        <w:t xml:space="preserve"> که از بستگان «مشهد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محمّدحس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راقچ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است دعوت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25DAC">
      <w:pPr>
        <w:pStyle w:val="Heading1"/>
        <w:rPr>
          <w:rtl/>
          <w:lang w:bidi="fa-IR"/>
        </w:rPr>
      </w:pPr>
      <w:bookmarkStart w:id="14" w:name="_Toc56202859"/>
      <w:bookmarkStart w:id="15" w:name="_Toc56203519"/>
      <w:r w:rsidRPr="00BA20C6">
        <w:rPr>
          <w:rFonts w:hint="eastAsia"/>
          <w:rtl/>
          <w:lang w:bidi="fa-IR"/>
        </w:rPr>
        <w:t>شاهزاده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</w:t>
      </w:r>
      <w:bookmarkEnd w:id="14"/>
      <w:bookmarkEnd w:id="1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A25DAC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سه‌شنبه</w:t>
      </w:r>
      <w:r w:rsidRPr="00BA20C6">
        <w:rPr>
          <w:rtl/>
          <w:lang w:bidi="fa-IR"/>
        </w:rPr>
        <w:t xml:space="preserve"> 29 شعبان مطابق «28 ثور»، صبح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«شاهزاده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فرزند «حضرت امام رضا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که در بقعه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 در خارج شهر مدفون است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مقبره شه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ثالث</w:t>
      </w:r>
      <w:r w:rsidR="00A25DAC" w:rsidRPr="00685F08">
        <w:rPr>
          <w:rFonts w:hint="cs"/>
          <w:rtl/>
        </w:rPr>
        <w:t xml:space="preserve">  </w:t>
      </w:r>
      <w:r w:rsidR="00A25DAC" w:rsidRPr="00A25DAC">
        <w:rPr>
          <w:rStyle w:val="libAlaemChar"/>
          <w:rtl/>
        </w:rPr>
        <w:t>رحمهم‌الله</w:t>
      </w:r>
      <w:r w:rsidR="00A25DAC" w:rsidRPr="00685F08">
        <w:rPr>
          <w:rtl/>
        </w:rPr>
        <w:t xml:space="preserve"> </w:t>
      </w:r>
      <w:r w:rsidRPr="00BA20C6">
        <w:rPr>
          <w:rtl/>
          <w:lang w:bidi="fa-IR"/>
        </w:rPr>
        <w:t>در صحن «شاهزاده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واقع است، فاتحه تقد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روح آن بزرگوار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خنک</w:t>
      </w:r>
      <w:r w:rsidR="00A25DAC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‌تر از «طهران» است. هنوز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گل سرخ و نوبرانه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و باقلا و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واس</w:t>
      </w:r>
      <w:r w:rsidRPr="00BA20C6">
        <w:rPr>
          <w:rtl/>
          <w:lang w:bidi="fa-IR"/>
        </w:rPr>
        <w:t xml:space="preserve"> </w:t>
      </w:r>
      <w:r w:rsidRPr="00A25DAC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به بازار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امده،</w:t>
      </w:r>
      <w:r w:rsidRPr="00BA20C6">
        <w:rPr>
          <w:rtl/>
          <w:lang w:bidi="fa-IR"/>
        </w:rPr>
        <w:t xml:space="preserve">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ن‌که</w:t>
      </w:r>
      <w:r w:rsidRPr="00BA20C6">
        <w:rPr>
          <w:rtl/>
          <w:lang w:bidi="fa-IR"/>
        </w:rPr>
        <w:t xml:space="preserve"> در «طهران» ابتدا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بود.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واس</w:t>
      </w:r>
      <w:r w:rsidRPr="00BA20C6">
        <w:rPr>
          <w:rtl/>
          <w:lang w:bidi="fa-IR"/>
        </w:rPr>
        <w:t xml:space="preserve"> در دکان‌ها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شد، که کوتاه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به قدر کنگر </w:t>
      </w:r>
      <w:r w:rsidRPr="00790D23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است و آنرا «اشکونج بالا بلند»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برادر زن را زن برادر، و پدر زن را زن پدر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چند بار اتفاق افتاد که معرف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شخص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آقا زن برادر من است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زن پدر من است،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اصطلاح و لفظ اشکونج بالا بلند،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موضوع شوخ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مزاح ما با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مدت</w:t>
      </w:r>
      <w:r w:rsidRPr="00BA20C6">
        <w:rPr>
          <w:rtl/>
          <w:lang w:bidi="fa-IR"/>
        </w:rPr>
        <w:t xml:space="preserve">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شهر، که موسوم به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</w:t>
      </w:r>
    </w:p>
    <w:p w:rsidR="00BA20C6" w:rsidRPr="00BA20C6" w:rsidRDefault="00790D23" w:rsidP="00790D2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</w:t>
      </w:r>
    </w:p>
    <w:p w:rsidR="00BA20C6" w:rsidRPr="00BA20C6" w:rsidRDefault="00BA20C6" w:rsidP="00790D2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ساقه‌ها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ستبر، بلند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اش</w:t>
      </w:r>
      <w:r w:rsidRPr="00BA20C6">
        <w:rPr>
          <w:rtl/>
          <w:lang w:bidi="fa-IR"/>
        </w:rPr>
        <w:t xml:space="preserve"> تا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رسد،</w:t>
      </w:r>
      <w:r w:rsidRPr="00BA20C6">
        <w:rPr>
          <w:rtl/>
          <w:lang w:bidi="fa-IR"/>
        </w:rPr>
        <w:t xml:space="preserve"> ساقه‌اش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آب‌دار وطعم آن ترش است.</w:t>
      </w:r>
    </w:p>
    <w:p w:rsidR="00BA20C6" w:rsidRPr="00BA20C6" w:rsidRDefault="00BA20C6" w:rsidP="00790D2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lastRenderedPageBreak/>
        <w:t>2- 2- 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خاردار و ساقه‌ها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کوتاه که در پختن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خوراک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به 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>.</w:t>
      </w:r>
    </w:p>
    <w:p w:rsidR="00BA20C6" w:rsidRPr="00BA20C6" w:rsidRDefault="00790D2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«رشت»</w:t>
      </w:r>
      <w:r w:rsidR="00BA20C6" w:rsidRPr="00BA20C6">
        <w:rPr>
          <w:rtl/>
          <w:lang w:bidi="fa-IR"/>
        </w:rPr>
        <w:t xml:space="preserve"> و «طهران» و تمام دارا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دکان‌ها و مغازه‌ها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قشنگ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 گردش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ابان</w:t>
      </w:r>
      <w:r w:rsidR="00BA20C6" w:rsidRPr="00BA20C6">
        <w:rPr>
          <w:rtl/>
          <w:lang w:bidi="fa-IR"/>
        </w:rPr>
        <w:t xml:space="preserve"> «عل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قاپو»</w:t>
      </w:r>
      <w:r w:rsidR="00BA20C6" w:rsidRPr="00BA20C6">
        <w:rPr>
          <w:rtl/>
          <w:lang w:bidi="fa-IR"/>
        </w:rPr>
        <w:t xml:space="preserve"> را که در مقابل عمارت دربار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«شاه صف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است و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tl/>
          <w:lang w:bidi="fa-IR"/>
        </w:rPr>
        <w:t xml:space="preserve"> عر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ض</w:t>
      </w:r>
      <w:r w:rsidR="00BA20C6" w:rsidRPr="00BA20C6">
        <w:rPr>
          <w:rtl/>
          <w:lang w:bidi="fa-IR"/>
        </w:rPr>
        <w:t xml:space="preserve"> و مصفاست تماشا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 قزو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به وفور و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Fonts w:hint="cs"/>
          <w:rtl/>
          <w:lang w:bidi="fa-IR"/>
        </w:rPr>
        <w:t>یِ</w:t>
      </w:r>
      <w:r w:rsidR="00BA20C6" w:rsidRPr="00BA20C6">
        <w:rPr>
          <w:rtl/>
          <w:lang w:bidi="fa-IR"/>
        </w:rPr>
        <w:t xml:space="preserve"> کلاغ‌ها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اه</w:t>
      </w:r>
      <w:r w:rsidR="00BA20C6" w:rsidRPr="00BA20C6">
        <w:rPr>
          <w:rtl/>
          <w:lang w:bidi="fa-IR"/>
        </w:rPr>
        <w:t xml:space="preserve"> معروف است و اتفاقاً آرامگاه </w:t>
      </w:r>
      <w:r w:rsidR="00BA20C6" w:rsidRPr="00790D23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آن‌ها، بالا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</w:t>
      </w:r>
      <w:r w:rsidR="00BA20C6" w:rsidRPr="00BA20C6">
        <w:rPr>
          <w:rFonts w:hint="eastAsia"/>
          <w:rtl/>
          <w:lang w:bidi="fa-IR"/>
        </w:rPr>
        <w:t>خت‌ها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چنارِ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بلندِ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ابان</w:t>
      </w:r>
      <w:r w:rsidR="00BA20C6" w:rsidRPr="00BA20C6">
        <w:rPr>
          <w:rtl/>
          <w:lang w:bidi="fa-IR"/>
        </w:rPr>
        <w:t xml:space="preserve"> «عل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قاپو»</w:t>
      </w:r>
      <w:r w:rsidR="00BA20C6" w:rsidRPr="00BA20C6">
        <w:rPr>
          <w:rtl/>
          <w:lang w:bidi="fa-IR"/>
        </w:rPr>
        <w:t xml:space="preserve"> است، و صدا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آنها دائماً گوش عابر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را کر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وجه</w:t>
      </w:r>
      <w:r w:rsidRPr="00BA20C6">
        <w:rPr>
          <w:rtl/>
          <w:lang w:bidi="fa-IR"/>
        </w:rPr>
        <w:t xml:space="preserve">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به «عل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قاپو»،</w:t>
      </w:r>
      <w:r w:rsidRPr="00BA20C6">
        <w:rPr>
          <w:rtl/>
          <w:lang w:bidi="fa-IR"/>
        </w:rPr>
        <w:t xml:space="preserve"> مقابل بودن آن با سر درب عمارت دربار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«شاه صف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است، قاپ به ترک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درب است و ترجمه آن باب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«سلاط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محضِ ابراز شدّت ارادت به «حضرت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رالمؤمن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»، غالباً بناهائ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به نام مبارک آن حضرت منتسب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نمودند</w:t>
      </w:r>
      <w:r w:rsidRPr="00BA20C6">
        <w:rPr>
          <w:rtl/>
          <w:lang w:bidi="fa-IR"/>
        </w:rPr>
        <w:t>.</w:t>
      </w:r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آن که «عل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قاپو»</w:t>
      </w:r>
      <w:r w:rsidRPr="00BA20C6">
        <w:rPr>
          <w:rtl/>
          <w:lang w:bidi="fa-IR"/>
        </w:rPr>
        <w:t xml:space="preserve"> محرّف و مخفف «عال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قاپو»</w:t>
      </w:r>
      <w:r w:rsidRPr="00BA20C6">
        <w:rPr>
          <w:rtl/>
          <w:lang w:bidi="fa-IR"/>
        </w:rPr>
        <w:t xml:space="preserve"> است که ترجمه آن باب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«شاه صف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تقل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«سلاط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دربار خود را «عال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قاپو»</w:t>
      </w:r>
      <w:r w:rsidRPr="00BA20C6">
        <w:rPr>
          <w:rtl/>
          <w:lang w:bidi="fa-IR"/>
        </w:rPr>
        <w:t xml:space="preserve"> نام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است. در داخل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عمارت هم گردش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تمام عمارت آن محل دوائر دولت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</w:t>
      </w:r>
      <w:r w:rsidRPr="00790D23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است امّا به حا</w:t>
      </w:r>
      <w:r w:rsidRPr="00BA20C6">
        <w:rPr>
          <w:rFonts w:hint="eastAsia"/>
          <w:rtl/>
          <w:lang w:bidi="fa-IR"/>
        </w:rPr>
        <w:t>لت</w:t>
      </w:r>
      <w:r w:rsidRPr="00BA20C6">
        <w:rPr>
          <w:rtl/>
          <w:lang w:bidi="fa-IR"/>
        </w:rPr>
        <w:t xml:space="preserve"> اندراس و خراب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تماشاچ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روزهائ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اندازد</w:t>
      </w:r>
      <w:r w:rsidRPr="00BA20C6">
        <w:rPr>
          <w:rtl/>
          <w:lang w:bidi="fa-IR"/>
        </w:rPr>
        <w:t xml:space="preserve"> که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</w:t>
      </w:r>
      <w:r w:rsidRPr="00790D23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«هندوستان» و «هلند» و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«ماوراءالنهر» و «افغانستان» و «گرجستان» و «ارمنستان»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چنانچه «سِر رابرت شرل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سفرنامه خود شرح داده، به عتبه‌بوس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اظهار انق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ن دربار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</w:t>
      </w:r>
      <w:r w:rsidRPr="00BA20C6">
        <w:rPr>
          <w:rtl/>
          <w:lang w:bidi="fa-IR"/>
        </w:rPr>
        <w:t>. حال آثار نکبت و خراب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در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آن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داست،</w:t>
      </w:r>
    </w:p>
    <w:p w:rsidR="00790D23" w:rsidRPr="00BA20C6" w:rsidRDefault="00790D23" w:rsidP="00BA20C6">
      <w:pPr>
        <w:pStyle w:val="libNormal"/>
        <w:rPr>
          <w:rtl/>
          <w:lang w:bidi="fa-IR"/>
        </w:rPr>
      </w:pPr>
    </w:p>
    <w:p w:rsidR="00BA20C6" w:rsidRPr="00BA20C6" w:rsidRDefault="00BA20C6" w:rsidP="00790D2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مراد لانه و استراحت‌گاه آنهاست.</w:t>
      </w:r>
    </w:p>
    <w:p w:rsidR="00BA20C6" w:rsidRPr="00BA20C6" w:rsidRDefault="00BA20C6" w:rsidP="00790D2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اداره دارائ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A20C6" w:rsidP="00790D2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lastRenderedPageBreak/>
        <w:t>3- 3- مأموران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انجام امور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سفر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>.</w:t>
      </w:r>
    </w:p>
    <w:p w:rsidR="00BA20C6" w:rsidRPr="00BA20C6" w:rsidRDefault="00790D2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حوض‌ها</w:t>
      </w:r>
      <w:r w:rsidR="00BA20C6" w:rsidRPr="00BA20C6">
        <w:rPr>
          <w:rtl/>
          <w:lang w:bidi="fa-IR"/>
        </w:rPr>
        <w:t xml:space="preserve"> همه شکسته و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آب</w:t>
      </w:r>
      <w:r w:rsidR="00BA20C6" w:rsidRPr="00BA20C6">
        <w:rPr>
          <w:rtl/>
          <w:lang w:bidi="fa-IR"/>
        </w:rPr>
        <w:t xml:space="preserve"> است، علف‌ها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هرزه و چمن 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نظام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tl/>
          <w:lang w:bidi="fa-IR"/>
        </w:rPr>
        <w:t xml:space="preserve"> </w:t>
      </w:r>
      <w:r w:rsidR="00BA20C6" w:rsidRPr="00790D23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و سنگ‌فرش‌ها رو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Fonts w:hint="eastAsia"/>
          <w:rtl/>
          <w:lang w:bidi="fa-IR"/>
        </w:rPr>
        <w:t>ده،</w:t>
      </w:r>
      <w:r w:rsidR="00BA20C6" w:rsidRPr="00BA20C6">
        <w:rPr>
          <w:rtl/>
          <w:lang w:bidi="fa-IR"/>
        </w:rPr>
        <w:t xml:space="preserve"> بعض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عمارات از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خراب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متروک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مسکون است، واقعاً انسان از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اعتبار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رت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790D23">
      <w:pPr>
        <w:pStyle w:val="Heading1"/>
        <w:rPr>
          <w:rtl/>
          <w:lang w:bidi="fa-IR"/>
        </w:rPr>
      </w:pPr>
      <w:bookmarkStart w:id="16" w:name="_Toc56202860"/>
      <w:bookmarkStart w:id="17" w:name="_Toc56203520"/>
      <w:r w:rsidRPr="00BA20C6">
        <w:rPr>
          <w:rFonts w:hint="eastAsia"/>
          <w:rtl/>
          <w:lang w:bidi="fa-IR"/>
        </w:rPr>
        <w:t>قشون</w:t>
      </w:r>
      <w:r w:rsidRPr="00BA20C6">
        <w:rPr>
          <w:rtl/>
          <w:lang w:bidi="fa-IR"/>
        </w:rPr>
        <w:t xml:space="preserve">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</w:t>
      </w:r>
      <w:bookmarkEnd w:id="16"/>
      <w:bookmarkEnd w:id="17"/>
    </w:p>
    <w:p w:rsidR="00BA20C6" w:rsidRPr="00BA20C6" w:rsidRDefault="00BA20C6" w:rsidP="00790D23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="00790D23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‌تر</w:t>
      </w:r>
      <w:r w:rsidRPr="00BA20C6">
        <w:rPr>
          <w:rtl/>
          <w:lang w:bidi="fa-IR"/>
        </w:rPr>
        <w:t xml:space="preserve"> آن که،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شهر که 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خارج آن هشتاد هزار قشون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</w:t>
      </w:r>
      <w:r w:rsidRPr="00790D23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دادند،</w:t>
      </w:r>
      <w:r w:rsidRPr="00BA20C6">
        <w:rPr>
          <w:rtl/>
          <w:lang w:bidi="fa-IR"/>
        </w:rPr>
        <w:t xml:space="preserve"> در مقابل نظر «پادشاه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شات</w:t>
      </w:r>
      <w:r w:rsidRPr="00BA20C6">
        <w:rPr>
          <w:rtl/>
          <w:lang w:bidi="fa-IR"/>
        </w:rPr>
        <w:t xml:space="preserve">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رانداز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دادند،</w:t>
      </w:r>
      <w:r w:rsidRPr="00BA20C6">
        <w:rPr>
          <w:rtl/>
          <w:lang w:bidi="fa-IR"/>
        </w:rPr>
        <w:t xml:space="preserve"> حال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شهر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حامل «قشون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س»،</w:t>
      </w:r>
      <w:r w:rsidRPr="00BA20C6">
        <w:rPr>
          <w:rtl/>
          <w:lang w:bidi="fa-IR"/>
        </w:rPr>
        <w:t xml:space="preserve"> که تماماً «هند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هستند مجال عبور و مرور به مردم </w:t>
      </w:r>
      <w:r w:rsidRPr="00BA20C6">
        <w:rPr>
          <w:rFonts w:hint="eastAsia"/>
          <w:rtl/>
          <w:lang w:bidi="fa-IR"/>
        </w:rPr>
        <w:t>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دهند،</w:t>
      </w:r>
      <w:r w:rsidRPr="00BA20C6">
        <w:rPr>
          <w:rtl/>
          <w:lang w:bidi="fa-IR"/>
        </w:rPr>
        <w:t xml:space="preserve">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شهر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تحفه‌ها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«هندوستان» اردوگاه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شده، من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آدم‌ها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پوست و استخوان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آفتاب «هند» سوخته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</w:t>
      </w:r>
      <w:r w:rsidRPr="00BA20C6">
        <w:rPr>
          <w:rtl/>
          <w:lang w:bidi="fa-IR"/>
        </w:rPr>
        <w:t xml:space="preserve"> شده‌اند در ممکت ما 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خواهند،</w:t>
      </w:r>
      <w:r w:rsidRPr="00BA20C6">
        <w:rPr>
          <w:rtl/>
          <w:lang w:bidi="fa-IR"/>
        </w:rPr>
        <w:t xml:space="preserve">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انتقام از عمل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ما که در سنه 1151 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مملکت آن‌ها کرده،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چهل هزار قشون تا «دهل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تخت</w:t>
      </w:r>
      <w:r w:rsidRPr="00BA20C6">
        <w:rPr>
          <w:rtl/>
          <w:lang w:bidi="fa-IR"/>
        </w:rPr>
        <w:t xml:space="preserve"> آن‌ها را فتح و تصرف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آمده‌اند،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مطالبه خون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هزار نفر از آن‌ها چنانچه «جمس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زر»</w:t>
      </w:r>
      <w:r w:rsidRPr="00BA20C6">
        <w:rPr>
          <w:rtl/>
          <w:lang w:bidi="fa-IR"/>
        </w:rPr>
        <w:t xml:space="preserve"> در سفرنامه خود نوشته و حاضر واقعه بوده که در روز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سنه 1151، توسّط دو سه هزار نفر از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خو</w:t>
      </w:r>
      <w:r w:rsidRPr="00BA20C6">
        <w:rPr>
          <w:rFonts w:hint="eastAsia"/>
          <w:rtl/>
          <w:lang w:bidi="fa-IR"/>
        </w:rPr>
        <w:t>دمان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آمده‌اند. گمان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کنم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الات</w:t>
      </w:r>
      <w:r w:rsidRPr="00BA20C6">
        <w:rPr>
          <w:rtl/>
          <w:lang w:bidi="fa-IR"/>
        </w:rPr>
        <w:t xml:space="preserve"> باشند اگر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ن‌ها</w:t>
      </w:r>
      <w:r w:rsidRPr="00BA20C6">
        <w:rPr>
          <w:rtl/>
          <w:lang w:bidi="fa-IR"/>
        </w:rPr>
        <w:t xml:space="preserve"> آنقدر باحس و شرافت‌</w:t>
      </w:r>
      <w:r w:rsidR="00790D2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طلب بودند، نه آن روزها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نه امروز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ون‌ها</w:t>
      </w:r>
      <w:r w:rsidRPr="00BA20C6">
        <w:rPr>
          <w:rtl/>
          <w:lang w:bidi="fa-IR"/>
        </w:rPr>
        <w:t xml:space="preserve"> از آن‌ها 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مزدور دزدان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</w:t>
      </w:r>
      <w:r w:rsidRPr="00BA20C6">
        <w:rPr>
          <w:rtl/>
          <w:lang w:bidi="fa-IR"/>
        </w:rPr>
        <w:t>.</w:t>
      </w:r>
    </w:p>
    <w:p w:rsidR="00BA20C6" w:rsidRPr="00BA20C6" w:rsidRDefault="00790D23" w:rsidP="00790D2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790D2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آجرها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مربع شکل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که در گذشته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با آن فرش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>.</w:t>
      </w:r>
    </w:p>
    <w:p w:rsidR="00BA20C6" w:rsidRPr="00BA20C6" w:rsidRDefault="00BA20C6" w:rsidP="00790D2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 xml:space="preserve">2- 2- رژه و عبور سربازان از مقابل شاه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>.</w:t>
      </w:r>
    </w:p>
    <w:p w:rsidR="00BA20C6" w:rsidRPr="00BA20C6" w:rsidRDefault="00790D2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الحاصل</w:t>
      </w:r>
      <w:r w:rsidR="00BA20C6" w:rsidRPr="00BA20C6">
        <w:rPr>
          <w:rtl/>
          <w:lang w:bidi="fa-IR"/>
        </w:rPr>
        <w:t xml:space="preserve"> همان قدر که ابتدا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گردش ما در شهر مفرّح </w:t>
      </w:r>
      <w:r w:rsidR="00BA20C6" w:rsidRPr="00790D23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بود، انتها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اسف‌آور و غم‌انگ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790D23">
      <w:pPr>
        <w:pStyle w:val="Heading1"/>
        <w:rPr>
          <w:rtl/>
          <w:lang w:bidi="fa-IR"/>
        </w:rPr>
      </w:pPr>
      <w:bookmarkStart w:id="18" w:name="_Toc56202861"/>
      <w:bookmarkStart w:id="19" w:name="_Toc56203521"/>
      <w:r w:rsidRPr="00BA20C6">
        <w:rPr>
          <w:rFonts w:hint="eastAsia"/>
          <w:rtl/>
          <w:lang w:bidi="fa-IR"/>
        </w:rPr>
        <w:t>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</w:t>
      </w:r>
      <w:bookmarkEnd w:id="18"/>
      <w:bookmarkEnd w:id="1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شهر</w:t>
      </w:r>
      <w:r w:rsidRPr="00BA20C6">
        <w:rPr>
          <w:rtl/>
          <w:lang w:bidi="fa-IR"/>
        </w:rPr>
        <w:t xml:space="preserve">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از شهرها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حصار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فعلًا دارد به امر «زب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زوجه «هارون‌الرش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در سنه 173 بنا شده، و لفظ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اتفاقاً در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آن است، چنانچه لفظ «رشت» در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شهر است، فاصله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به «در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خزر»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کم است،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ده دوازده فرسخ بشود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مناسبت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علماء صدر اسلام، «در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خزر» را «بح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نوشته‌اند.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صرف نهار که در منزل 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شد، مشغول کم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کردن اسباب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مقدار اسباب لازمه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بتوان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با کالسکه همراه ببر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کنار گذارده،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از آن را به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زبان</w:t>
      </w:r>
      <w:r w:rsidRPr="00BA20C6">
        <w:rPr>
          <w:rtl/>
          <w:lang w:bidi="fa-IR"/>
        </w:rPr>
        <w:t xml:space="preserve"> خود سپرد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به «طهران» بفرستد،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ساعت به غروب ماند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روز سه‌شنبه سوار شده از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«رشت» عبور، و با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محمّد» و 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م»،</w:t>
      </w:r>
      <w:r w:rsidRPr="00BA20C6">
        <w:rPr>
          <w:rtl/>
          <w:lang w:bidi="fa-IR"/>
        </w:rPr>
        <w:t xml:space="preserve"> که تا دروازه به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آمده بودند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مستق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به طرف مغرب ممتد است جاده «رشت» است،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خط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ما به جنوب و راه «همدان» است که توسط «روس‌ها»، ده پانزده سال قبل شوسه شده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محکم ساخته شده است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ورود کرده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790D23" w:rsidRDefault="00790D23" w:rsidP="00790D2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790D23" w:rsidRPr="008A00B9" w:rsidRDefault="00790D23" w:rsidP="008A00B9">
      <w:pPr>
        <w:pStyle w:val="libFootnote0"/>
        <w:rPr>
          <w:rFonts w:eastAsia="B Badr"/>
          <w:rtl/>
        </w:rPr>
      </w:pPr>
      <w:r w:rsidRPr="00BA20C6">
        <w:rPr>
          <w:rtl/>
          <w:lang w:bidi="fa-IR"/>
        </w:rPr>
        <w:t>1</w:t>
      </w:r>
      <w:r w:rsidRPr="008A00B9">
        <w:rPr>
          <w:rFonts w:eastAsia="B Badr"/>
          <w:rtl/>
        </w:rPr>
        <w:t>- 1- شاد</w:t>
      </w:r>
      <w:r w:rsidRPr="008A00B9">
        <w:rPr>
          <w:rFonts w:eastAsia="B Badr" w:hint="cs"/>
          <w:rtl/>
        </w:rPr>
        <w:t>ی‌</w:t>
      </w:r>
      <w:r w:rsidRPr="008A00B9">
        <w:rPr>
          <w:rFonts w:eastAsia="B Badr" w:hint="eastAsia"/>
          <w:rtl/>
        </w:rPr>
        <w:t>بخش</w:t>
      </w:r>
      <w:r w:rsidRPr="008A00B9">
        <w:rPr>
          <w:rFonts w:eastAsia="B Badr"/>
          <w:rtl/>
        </w:rPr>
        <w:t>.</w:t>
      </w:r>
    </w:p>
    <w:p w:rsidR="00790D23" w:rsidRPr="00BA20C6" w:rsidRDefault="00790D23" w:rsidP="00BA20C6">
      <w:pPr>
        <w:pStyle w:val="libNormal"/>
        <w:rPr>
          <w:rtl/>
          <w:lang w:bidi="fa-IR"/>
        </w:rPr>
      </w:pPr>
    </w:p>
    <w:p w:rsidR="00BA20C6" w:rsidRPr="00BA20C6" w:rsidRDefault="00790D23" w:rsidP="008A00B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چهارشنبه</w:t>
      </w:r>
      <w:r w:rsidR="00BA20C6" w:rsidRPr="00BA20C6">
        <w:rPr>
          <w:rtl/>
          <w:lang w:bidi="fa-IR"/>
        </w:rPr>
        <w:t xml:space="preserve"> سلخ </w:t>
      </w:r>
      <w:r w:rsidR="00BA20C6" w:rsidRPr="008A00B9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شعبان مطابق «29 ثور»، طرف صبح سوار شده حرکت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نهار در «قر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نهاوند» صرف شده 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باصفائ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بود، از «قزو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تا «نهاوند» هفت فرسخ و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حق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است، که معادل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tl/>
          <w:lang w:bidi="fa-IR"/>
        </w:rPr>
        <w:t xml:space="preserve"> راه است، چهار ساعت به غروب مانده سوار شده راند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تا غروب از درّه‌ها </w:t>
      </w:r>
      <w:r w:rsidR="00BA20C6" w:rsidRPr="00BA20C6">
        <w:rPr>
          <w:rFonts w:hint="eastAsia"/>
          <w:rtl/>
          <w:lang w:bidi="fa-IR"/>
        </w:rPr>
        <w:t>و</w:t>
      </w:r>
      <w:r w:rsidR="00BA20C6" w:rsidRPr="00BA20C6">
        <w:rPr>
          <w:rtl/>
          <w:lang w:bidi="fa-IR"/>
        </w:rPr>
        <w:t xml:space="preserve"> تنگه‌ها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پرپ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</w:t>
      </w:r>
      <w:r w:rsidR="00BA20C6" w:rsidRPr="00BA20C6">
        <w:rPr>
          <w:rtl/>
          <w:lang w:bidi="fa-IR"/>
        </w:rPr>
        <w:t xml:space="preserve"> و خم «خَرَقان»، عبور کرده شب به قلعه «عبداللَّه خان»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منزل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طرف صبح هوا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خنک بود، امّا عصر هوا کولاک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پرگرد و غبار شد، صاحب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که اسم خود را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گذارده،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رمرد</w:t>
      </w:r>
      <w:r w:rsidRPr="00BA20C6">
        <w:rPr>
          <w:rtl/>
          <w:lang w:bidi="fa-IR"/>
        </w:rPr>
        <w:t xml:space="preserve"> دل زنده‌ا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ما آمد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مهربان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اظهار انسان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کرد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خودم آباد کرده و در آن زندگان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کنم</w:t>
      </w:r>
      <w:r w:rsidRPr="00BA20C6">
        <w:rPr>
          <w:rtl/>
          <w:lang w:bidi="fa-IR"/>
        </w:rPr>
        <w:t>.</w:t>
      </w:r>
    </w:p>
    <w:p w:rsidR="00BA20C6" w:rsidRPr="00BA20C6" w:rsidRDefault="008A00B9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8A00B9">
      <w:pPr>
        <w:pStyle w:val="Heading1"/>
        <w:rPr>
          <w:rtl/>
          <w:lang w:bidi="fa-IR"/>
        </w:rPr>
      </w:pPr>
      <w:bookmarkStart w:id="20" w:name="_Toc56202862"/>
      <w:bookmarkStart w:id="21" w:name="_Toc56203522"/>
      <w:r w:rsidRPr="00BA20C6">
        <w:rPr>
          <w:rFonts w:hint="eastAsia"/>
          <w:rtl/>
          <w:lang w:bidi="fa-IR"/>
        </w:rPr>
        <w:t>آب</w:t>
      </w:r>
      <w:r w:rsidRPr="00BA20C6">
        <w:rPr>
          <w:rtl/>
          <w:lang w:bidi="fa-IR"/>
        </w:rPr>
        <w:t xml:space="preserve"> گرم‌</w:t>
      </w:r>
      <w:bookmarkEnd w:id="20"/>
      <w:bookmarkEnd w:id="2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پنجشنبه</w:t>
      </w:r>
      <w:r w:rsidRPr="00BA20C6">
        <w:rPr>
          <w:rtl/>
          <w:lang w:bidi="fa-IR"/>
        </w:rPr>
        <w:t xml:space="preserve"> غُرّه </w:t>
      </w:r>
      <w:r w:rsidRPr="008A00B9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رمضان‌المبارک مطابق 30 برج ثور، امروز صبح زود سوار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«قِرْخ بلاغ» گذشته در منزل‌گاه معروف به «آب‌گرم»،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تماشا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هرچند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استحمام مردم در چشمه مانع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لکن تماشا به عمل آمد.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من</w:t>
      </w:r>
      <w:r w:rsidRPr="00BA20C6">
        <w:rPr>
          <w:rtl/>
          <w:lang w:bidi="fa-IR"/>
        </w:rPr>
        <w:t xml:space="preserve"> از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معروف فقط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چشمه را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ده‌ام،</w:t>
      </w:r>
      <w:r w:rsidRPr="00BA20C6">
        <w:rPr>
          <w:rtl/>
          <w:lang w:bidi="fa-IR"/>
        </w:rPr>
        <w:t xml:space="preserve"> که ماب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رشته کوه در کنار رودخانه واقع است،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رودخانه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است،</w:t>
      </w:r>
    </w:p>
    <w:p w:rsidR="00BA20C6" w:rsidRPr="00BA20C6" w:rsidRDefault="008A00B9" w:rsidP="008A00B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BA20C6" w:rsidRPr="00BA20C6" w:rsidRDefault="00BA20C6" w:rsidP="008A00B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آخر ماه قمر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سَلْخ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8A00B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اوّل ماه قمر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غُرّه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8A00B9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از</w:t>
      </w:r>
      <w:r w:rsidR="00BA20C6" w:rsidRPr="00BA20C6">
        <w:rPr>
          <w:rtl/>
          <w:lang w:bidi="fa-IR"/>
        </w:rPr>
        <w:t xml:space="preserve"> طرف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سار</w:t>
      </w:r>
      <w:r w:rsidR="00BA20C6" w:rsidRPr="00BA20C6">
        <w:rPr>
          <w:rtl/>
          <w:lang w:bidi="fa-IR"/>
        </w:rPr>
        <w:t xml:space="preserve"> </w:t>
      </w:r>
      <w:r w:rsidR="00BA20C6" w:rsidRPr="008A00B9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آن،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قطعه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عرضاً در آن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ش‌رفتگ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دارد، طول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قطعه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tl/>
          <w:lang w:bidi="fa-IR"/>
        </w:rPr>
        <w:t xml:space="preserve"> ده ذرع است، و عرض آن سه چهار ذرع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شود،</w:t>
      </w:r>
      <w:r w:rsidR="00BA20C6" w:rsidRPr="00BA20C6">
        <w:rPr>
          <w:rtl/>
          <w:lang w:bidi="fa-IR"/>
        </w:rPr>
        <w:t xml:space="preserve"> ابتدا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که در وسط رود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رسد</w:t>
      </w:r>
      <w:r w:rsidR="00BA20C6" w:rsidRPr="00BA20C6">
        <w:rPr>
          <w:rtl/>
          <w:lang w:bidi="fa-IR"/>
        </w:rPr>
        <w:t xml:space="preserve"> 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tl/>
          <w:lang w:bidi="fa-IR"/>
        </w:rPr>
        <w:t xml:space="preserve"> پنج ذرع از کف رودخانه ارتفاع دارد، چشمه اول آب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دارد که در نهر کوچک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جار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است، تا برسد به چشمه آب گرم که آب آن مثل آب حمام است، پس از امتزاج خارج شده و از منتها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قطعه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مزبور، سراز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به رودخانه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آب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متعفن و پرخاص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معالجه امراض نافع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منته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قطعه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تقاطر آب، ستون‌ها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مخروط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متّصله و منقطعه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شده، که آن را به فرانسه «استالا گم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ت»</w:t>
      </w:r>
      <w:r w:rsidRPr="00BA20C6">
        <w:rPr>
          <w:rtl/>
          <w:lang w:bidi="fa-IR"/>
        </w:rPr>
        <w:t xml:space="preserve"> و «استالا گت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تفس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رش</w:t>
      </w:r>
      <w:r w:rsidRPr="00BA20C6">
        <w:rPr>
          <w:rtl/>
          <w:lang w:bidi="fa-IR"/>
        </w:rPr>
        <w:t xml:space="preserve"> آن که، آب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مواد آهک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گوگرد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بخارات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که بخارات متصاعد است و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هوا را متعفن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و مواد جامده آن در موقع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ختن</w:t>
      </w:r>
      <w:r w:rsidRPr="00BA20C6">
        <w:rPr>
          <w:rtl/>
          <w:lang w:bidi="fa-IR"/>
        </w:rPr>
        <w:t xml:space="preserve"> به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رودخانه تحج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در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زش،</w:t>
      </w:r>
      <w:r w:rsidRPr="00BA20C6">
        <w:rPr>
          <w:rtl/>
          <w:lang w:bidi="fa-IR"/>
        </w:rPr>
        <w:t xml:space="preserve">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ستون مثل کلّه‌قند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که بالائ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قاعده آن متصل به آب، و رأس آن به طرف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است، و دوم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آن واقع است بالعکس، رأسش به طرف بالا و قاعده‌اش به کف رودخانه است، و غالباً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کله‌قندها که متقابلًا وضع شده‌اند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متصل شده،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ستون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شوند</w:t>
      </w:r>
      <w:r w:rsidRPr="00BA20C6">
        <w:rPr>
          <w:rtl/>
          <w:lang w:bidi="fa-IR"/>
        </w:rPr>
        <w:t xml:space="preserve"> که بالا و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کلفت</w:t>
      </w:r>
      <w:r w:rsidR="008A00B9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‌تر، و کمر آن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ک‌تر</w:t>
      </w:r>
      <w:r w:rsidRPr="00BA20C6">
        <w:rPr>
          <w:rtl/>
          <w:lang w:bidi="fa-IR"/>
        </w:rPr>
        <w:t xml:space="preserve"> ا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</w:t>
      </w:r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من</w:t>
      </w:r>
      <w:r w:rsidRPr="00BA20C6">
        <w:rPr>
          <w:rtl/>
          <w:lang w:bidi="fa-IR"/>
        </w:rPr>
        <w:t xml:space="preserve"> در کتب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ترت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حدوث و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ستون‌ها را، با شکل‌ها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خوانده بودم،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آن موجب مز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تفکر و تأمل در مکنونات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در موجودات است.</w:t>
      </w:r>
    </w:p>
    <w:p w:rsidR="008A00B9" w:rsidRDefault="008A00B9" w:rsidP="008A00B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8A00B9" w:rsidRPr="00BA20C6" w:rsidRDefault="008A00B9" w:rsidP="008A00B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چپ.</w:t>
      </w:r>
    </w:p>
    <w:p w:rsidR="00BA20C6" w:rsidRPr="00BA20C6" w:rsidRDefault="008A00B9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8A00B9">
      <w:pPr>
        <w:pStyle w:val="Heading1"/>
        <w:rPr>
          <w:rtl/>
          <w:lang w:bidi="fa-IR"/>
        </w:rPr>
      </w:pPr>
      <w:bookmarkStart w:id="22" w:name="_Toc56202863"/>
      <w:bookmarkStart w:id="23" w:name="_Toc56203523"/>
      <w:r w:rsidRPr="00BA20C6">
        <w:rPr>
          <w:rFonts w:hint="eastAsia"/>
          <w:rtl/>
          <w:lang w:bidi="fa-IR"/>
        </w:rPr>
        <w:t>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آوج‌</w:t>
      </w:r>
      <w:bookmarkEnd w:id="22"/>
      <w:bookmarkEnd w:id="23"/>
    </w:p>
    <w:p w:rsidR="00BA20C6" w:rsidRPr="00BA20C6" w:rsidRDefault="00BA20C6" w:rsidP="008A00B9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تماشا مجدداً سوار شده نهار را در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آوج»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منسوب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آوج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مردمان بزرگ آوج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در کتب 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اسم آنها ذکر شده است، منسوب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«آوه» هستند. آوه در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مثل «ساوه»، شهر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بوده، که پس از معمور شدن «قم» خراب شده ا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فعلًا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شهر «قم» است، به عنوان خالصه انتقال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طرف دولت، واگذار به ورثه مرحوم «حاج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ةاللَّه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«آوج»</w:t>
      </w:r>
      <w:r w:rsidRPr="00BA20C6">
        <w:rPr>
          <w:rtl/>
          <w:lang w:bidi="fa-IR"/>
        </w:rPr>
        <w:t xml:space="preserve"> ما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کوهستان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تمام اطراف آن جبال و تلال </w:t>
      </w:r>
      <w:r w:rsidRPr="008A00B9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سبز و خرم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قراء معموره است، لطافت آب و هوا و منظره فرح‌بخش «آوج» 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شرح داد، از هر طرف که شخص نظر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اندازد</w:t>
      </w:r>
      <w:r w:rsidRPr="00BA20C6">
        <w:rPr>
          <w:rtl/>
          <w:lang w:bidi="fa-IR"/>
        </w:rPr>
        <w:t xml:space="preserve"> آب و سبزه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سبز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چمن‌زارها و اشجار در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دامنه‌ها، متصل به رنگ 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ل‌گون</w:t>
      </w:r>
      <w:r w:rsidRPr="00BA20C6">
        <w:rPr>
          <w:rtl/>
          <w:lang w:bidi="fa-IR"/>
        </w:rPr>
        <w:t xml:space="preserve"> آسمان است.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شرشر آب‌ها، و نغمه جان‌فزا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مرغان از بالا، ناله 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شورانگ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آب رودخانه در قعر درّه، هوش از سر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</w:t>
      </w:r>
      <w:r w:rsidRPr="00BA20C6">
        <w:rPr>
          <w:rtl/>
          <w:lang w:bidi="fa-IR"/>
        </w:rPr>
        <w:t>.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جست‌وخ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بلبل‌ها و سارها و قمر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از شاخه به شاخه، مجال برگرداندن چشم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دهد،</w:t>
      </w:r>
      <w:r w:rsidRPr="00BA20C6">
        <w:rPr>
          <w:rtl/>
          <w:lang w:bidi="fa-IR"/>
        </w:rPr>
        <w:t xml:space="preserve"> و در ضمن استماع ترنّمات و نغمات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مرغان </w:t>
      </w:r>
      <w:r w:rsidRPr="00BA20C6">
        <w:rPr>
          <w:rFonts w:hint="eastAsia"/>
          <w:rtl/>
          <w:lang w:bidi="fa-IR"/>
        </w:rPr>
        <w:t>قشنگ</w:t>
      </w:r>
      <w:r w:rsidRPr="00BA20C6">
        <w:rPr>
          <w:rtl/>
          <w:lang w:bidi="fa-IR"/>
        </w:rPr>
        <w:t xml:space="preserve"> و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ف‌الخلقه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ک‌وقت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طفل دهقان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 کنار و گوشه‌ها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گذرد</w:t>
      </w:r>
      <w:r w:rsidRPr="00BA20C6">
        <w:rPr>
          <w:rtl/>
          <w:lang w:bidi="fa-IR"/>
        </w:rPr>
        <w:t xml:space="preserve"> و با آوازها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تصان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که از پدران و اجداد خود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خواند</w:t>
      </w:r>
      <w:r w:rsidRPr="00BA20C6">
        <w:rPr>
          <w:rtl/>
          <w:lang w:bidi="fa-IR"/>
        </w:rPr>
        <w:t>. جاده‌ا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که «روس‌ها» شوسه کرده‌اند، مانند مار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اد،</w:t>
      </w:r>
      <w:r w:rsidRPr="00BA20C6">
        <w:rPr>
          <w:rtl/>
          <w:lang w:bidi="fa-IR"/>
        </w:rPr>
        <w:t xml:space="preserve">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سبز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گذرد</w:t>
      </w:r>
      <w:r w:rsidRPr="00BA20C6">
        <w:rPr>
          <w:rtl/>
          <w:lang w:bidi="fa-IR"/>
        </w:rPr>
        <w:t xml:space="preserve"> و بر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تل‌ها و درّه‌ها</w:t>
      </w:r>
    </w:p>
    <w:p w:rsidR="00BA20C6" w:rsidRPr="00BA20C6" w:rsidRDefault="008A00B9" w:rsidP="008A00B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8A00B9" w:rsidRDefault="00BA20C6" w:rsidP="008A00B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کوه‌ها و تپه‌ها.</w:t>
      </w:r>
    </w:p>
    <w:p w:rsidR="00BA20C6" w:rsidRPr="00BA20C6" w:rsidRDefault="008A00B9" w:rsidP="008A00B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صعود</w:t>
      </w:r>
      <w:r w:rsidR="00BA20C6" w:rsidRPr="00BA20C6">
        <w:rPr>
          <w:rtl/>
          <w:lang w:bidi="fa-IR"/>
        </w:rPr>
        <w:t xml:space="preserve"> و نزول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</w:t>
      </w:r>
      <w:r w:rsidR="00BA20C6" w:rsidRPr="00BA20C6">
        <w:rPr>
          <w:rtl/>
          <w:lang w:bidi="fa-IR"/>
        </w:rPr>
        <w:t>. 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tl/>
          <w:lang w:bidi="fa-IR"/>
        </w:rPr>
        <w:t xml:space="preserve"> از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منزلگاه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با</w:t>
      </w:r>
      <w:r w:rsidR="00BA20C6" w:rsidRPr="00BA20C6">
        <w:rPr>
          <w:rtl/>
          <w:lang w:bidi="fa-IR"/>
        </w:rPr>
        <w:t xml:space="preserve"> است که خواه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نخواه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از آن گذشت و مجال توقف در آن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صرف نهار و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ضه،</w:t>
      </w:r>
      <w:r w:rsidRPr="00BA20C6">
        <w:rPr>
          <w:rtl/>
          <w:lang w:bidi="fa-IR"/>
        </w:rPr>
        <w:t xml:space="preserve"> با کمال کراهت سوار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قلّه‌ها از کنار سبزه‌ها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برف درآمده، و درختان تازه شکوفه کرده عبور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دو ساعت به غروب هوا کولاک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و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گرفت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سرد شد، به زحمت از قلل مرتفعه سراز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شده، مقارن </w:t>
      </w:r>
      <w:r w:rsidRPr="00BA20C6">
        <w:rPr>
          <w:rFonts w:hint="eastAsia"/>
          <w:rtl/>
          <w:lang w:bidi="fa-IR"/>
        </w:rPr>
        <w:t>غروب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«ماه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نان»</w:t>
      </w:r>
      <w:r w:rsidRPr="00BA20C6">
        <w:rPr>
          <w:rtl/>
          <w:lang w:bidi="fa-IR"/>
        </w:rPr>
        <w:t xml:space="preserve"> که ملک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حاج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نظام»، دوست صم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است. «رضا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گماشته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را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ما را در منزل «درو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وارد کرده و درها را از سرما بسته،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خشک کردن لباس‌ها آتش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شب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محسن خان» فرزند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نظام»، از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مسکون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«دورن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آمدند، از ملاقات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خوشوقت شدم، ابو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را فردا ان‌شاءاللَّه در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مسکون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خودشان «فارسج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ملاقات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2001EF" w:rsidP="002001E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4" w:name="_Toc56202864"/>
      <w:bookmarkStart w:id="25" w:name="_Toc56203524"/>
      <w:r w:rsidR="00BA20C6" w:rsidRPr="00BA20C6">
        <w:rPr>
          <w:rFonts w:hint="eastAsia"/>
          <w:rtl/>
          <w:lang w:bidi="fa-IR"/>
        </w:rPr>
        <w:lastRenderedPageBreak/>
        <w:t>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رزن‌</w:t>
      </w:r>
      <w:bookmarkEnd w:id="24"/>
      <w:bookmarkEnd w:id="25"/>
    </w:p>
    <w:p w:rsidR="00BA20C6" w:rsidRPr="00BA20C6" w:rsidRDefault="00BA20C6" w:rsidP="002001EF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دوم شهر رمضان مطابق «31 ثور»، طرف صبح سوار شده از «ماه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نان»</w:t>
      </w:r>
      <w:r w:rsidRPr="00BA20C6">
        <w:rPr>
          <w:rtl/>
          <w:lang w:bidi="fa-IR"/>
        </w:rPr>
        <w:t xml:space="preserve">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پس از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فرسخ مسافت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رزن»، چون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«فارسج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متصل به «رزن» است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گفت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مال‌ها را قرموت </w:t>
      </w:r>
      <w:r w:rsidRPr="002001EF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بدهند و خودمان قدم‌زنان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«فارسج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حاج 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نظام»، خود و پسرانش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خان» و «قاسم‌خان» تازه از خواب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شده و روزه بودند، از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ملاقات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2001EF" w:rsidP="002001E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2001E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</w:t>
      </w:r>
      <w:r w:rsidRPr="002001EF">
        <w:rPr>
          <w:rStyle w:val="libFootnoteChar"/>
          <w:rtl/>
        </w:rPr>
        <w:t xml:space="preserve">- 1- مخلوط کاه و </w:t>
      </w:r>
      <w:r w:rsidRPr="002001EF">
        <w:rPr>
          <w:rStyle w:val="libFootnoteChar"/>
          <w:rFonts w:hint="cs"/>
          <w:rtl/>
        </w:rPr>
        <w:t>ی</w:t>
      </w:r>
      <w:r w:rsidRPr="002001EF">
        <w:rPr>
          <w:rStyle w:val="libFootnoteChar"/>
          <w:rFonts w:hint="eastAsia"/>
          <w:rtl/>
        </w:rPr>
        <w:t>ونجه</w:t>
      </w:r>
      <w:r w:rsidRPr="002001EF">
        <w:rPr>
          <w:rStyle w:val="libFootnoteChar"/>
          <w:rtl/>
        </w:rPr>
        <w:t xml:space="preserve"> و جو که به اسب بدهند.</w:t>
      </w:r>
    </w:p>
    <w:p w:rsidR="00BA20C6" w:rsidRPr="00BA20C6" w:rsidRDefault="002001EF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خوشوقت</w:t>
      </w:r>
      <w:r w:rsidR="00BA20C6" w:rsidRPr="00BA20C6">
        <w:rPr>
          <w:rtl/>
          <w:lang w:bidi="fa-IR"/>
        </w:rPr>
        <w:t xml:space="preserve">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حاضر کردند ما خورد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خواست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خداحافظ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نهار آوردند،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چند دق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قه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منته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ساعت، غذا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مرتب و صح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طبخ و حاضر کرده بودند، پس از صرف نهار خداحافظ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.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پاکت نوشتند به سرا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دار</w:t>
      </w:r>
      <w:r w:rsidR="00BA20C6" w:rsidRPr="00BA20C6">
        <w:rPr>
          <w:rtl/>
          <w:lang w:bidi="fa-IR"/>
        </w:rPr>
        <w:t xml:space="preserve"> خانه خودشان در «همدان» که از ما پذ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کن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با اصرار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پاکت را به من دادند و جدا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رزن» مقارن ظهر سوار دستگاه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عصر در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رزن» مال‌ها را قرموت دادند، ما نماز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مجدداً سوار شده غروب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«حاتم‌آباد»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شب را در آن‌جا بسر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2001EF" w:rsidP="002001E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56202865"/>
      <w:bookmarkStart w:id="27" w:name="_Toc56203525"/>
      <w:r w:rsidR="00BA20C6" w:rsidRPr="00BA20C6">
        <w:rPr>
          <w:rFonts w:hint="eastAsia"/>
          <w:rtl/>
          <w:lang w:bidi="fa-IR"/>
        </w:rPr>
        <w:lastRenderedPageBreak/>
        <w:t>همدان‌</w:t>
      </w:r>
      <w:bookmarkEnd w:id="26"/>
      <w:bookmarkEnd w:id="27"/>
    </w:p>
    <w:p w:rsidR="00BA20C6" w:rsidRPr="00BA20C6" w:rsidRDefault="00BA20C6" w:rsidP="002001EF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شنبه</w:t>
      </w:r>
      <w:r w:rsidRPr="00BA20C6">
        <w:rPr>
          <w:rtl/>
          <w:lang w:bidi="fa-IR"/>
        </w:rPr>
        <w:t xml:space="preserve"> سوم رمضان مطابق «اول جوزا» </w:t>
      </w:r>
      <w:r w:rsidRPr="002001EF">
        <w:rPr>
          <w:rStyle w:val="libFootnotenumChar"/>
          <w:rtl/>
        </w:rPr>
        <w:t>(1)</w:t>
      </w:r>
      <w:r w:rsidRPr="00BA20C6">
        <w:rPr>
          <w:rtl/>
          <w:lang w:bidi="fa-IR"/>
        </w:rPr>
        <w:t>، صبح در حالت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هوا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سرد شده بود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راه 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محمّدحس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همسفر ما، احوالش به هم خورد و دل‌درد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 که خوف هلاکت داشت،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قهوه‌خانه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معالجه و پرستار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 پرداخت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حالش ف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الجمله</w:t>
      </w:r>
      <w:r w:rsidRPr="00BA20C6">
        <w:rPr>
          <w:rtl/>
          <w:lang w:bidi="fa-IR"/>
        </w:rPr>
        <w:t xml:space="preserve"> تفاوت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 و بهتر شد. مجدداً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مقارن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«همدان»، 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کالسکه‌چ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چون خودش اهل «همدان» بود، نگذاشت به خانه «حاج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نظام»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کالسکه را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کسره</w:t>
      </w:r>
      <w:r w:rsidRPr="00BA20C6">
        <w:rPr>
          <w:rtl/>
          <w:lang w:bidi="fa-IR"/>
        </w:rPr>
        <w:t xml:space="preserve"> برد به منزل خودش، که در کوچه 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پل پهلوان واقع است، </w:t>
      </w:r>
      <w:r w:rsidRPr="00BA20C6">
        <w:rPr>
          <w:rFonts w:hint="eastAsia"/>
          <w:rtl/>
          <w:lang w:bidi="fa-IR"/>
        </w:rPr>
        <w:t>توقف</w:t>
      </w:r>
      <w:r w:rsidRPr="00BA20C6">
        <w:rPr>
          <w:rtl/>
          <w:lang w:bidi="fa-IR"/>
        </w:rPr>
        <w:t xml:space="preserve"> ما در «همدان» از جهت کسالت 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محمّدحس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سه شب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بالأخره با مراقبت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</w:t>
      </w:r>
    </w:p>
    <w:p w:rsidR="00BA20C6" w:rsidRPr="00BA20C6" w:rsidRDefault="002001EF" w:rsidP="002001E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2001EF" w:rsidRDefault="00BA20C6" w:rsidP="002001EF">
      <w:pPr>
        <w:pStyle w:val="libFootnote0"/>
        <w:rPr>
          <w:rFonts w:eastAsia="B Badr"/>
          <w:rtl/>
        </w:rPr>
      </w:pPr>
      <w:r w:rsidRPr="00BA20C6">
        <w:rPr>
          <w:rtl/>
          <w:lang w:bidi="fa-IR"/>
        </w:rPr>
        <w:t>1</w:t>
      </w:r>
      <w:r w:rsidRPr="002001EF">
        <w:rPr>
          <w:rFonts w:eastAsia="B Badr"/>
          <w:rtl/>
        </w:rPr>
        <w:t>- 1- سوّم</w:t>
      </w:r>
      <w:r w:rsidRPr="002001EF">
        <w:rPr>
          <w:rFonts w:eastAsia="B Badr" w:hint="cs"/>
          <w:rtl/>
        </w:rPr>
        <w:t>ی</w:t>
      </w:r>
      <w:r w:rsidRPr="002001EF">
        <w:rPr>
          <w:rFonts w:eastAsia="B Badr" w:hint="eastAsia"/>
          <w:rtl/>
        </w:rPr>
        <w:t>ن</w:t>
      </w:r>
      <w:r w:rsidRPr="002001EF">
        <w:rPr>
          <w:rFonts w:eastAsia="B Badr"/>
          <w:rtl/>
        </w:rPr>
        <w:t xml:space="preserve"> ماه قمر</w:t>
      </w:r>
      <w:r w:rsidRPr="002001EF">
        <w:rPr>
          <w:rFonts w:eastAsia="B Badr" w:hint="cs"/>
          <w:rtl/>
        </w:rPr>
        <w:t>ی</w:t>
      </w:r>
      <w:r w:rsidRPr="002001EF">
        <w:rPr>
          <w:rFonts w:eastAsia="B Badr"/>
          <w:rtl/>
        </w:rPr>
        <w:t xml:space="preserve"> فلک</w:t>
      </w:r>
      <w:r w:rsidRPr="002001EF">
        <w:rPr>
          <w:rFonts w:eastAsia="B Badr" w:hint="cs"/>
          <w:rtl/>
        </w:rPr>
        <w:t>ی</w:t>
      </w:r>
      <w:r w:rsidRPr="002001EF">
        <w:rPr>
          <w:rFonts w:eastAsia="B Badr"/>
          <w:rtl/>
        </w:rPr>
        <w:t xml:space="preserve"> مطابق با خردادماه، جوزاء صح</w:t>
      </w:r>
      <w:r w:rsidRPr="002001EF">
        <w:rPr>
          <w:rFonts w:eastAsia="B Badr" w:hint="cs"/>
          <w:rtl/>
        </w:rPr>
        <w:t>ی</w:t>
      </w:r>
      <w:r w:rsidRPr="002001EF">
        <w:rPr>
          <w:rFonts w:eastAsia="B Badr" w:hint="eastAsia"/>
          <w:rtl/>
        </w:rPr>
        <w:t>ح</w:t>
      </w:r>
      <w:r w:rsidRPr="002001EF">
        <w:rPr>
          <w:rFonts w:eastAsia="B Badr"/>
          <w:rtl/>
        </w:rPr>
        <w:t xml:space="preserve"> است.</w:t>
      </w:r>
    </w:p>
    <w:p w:rsidR="00BA20C6" w:rsidRPr="00BA20C6" w:rsidRDefault="002001EF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tl/>
          <w:lang w:bidi="fa-IR"/>
        </w:rPr>
        <w:lastRenderedPageBreak/>
        <w:t>آقا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«عبدالحم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د»</w:t>
      </w:r>
      <w:r w:rsidR="00BA20C6" w:rsidRPr="00BA20C6">
        <w:rPr>
          <w:rtl/>
          <w:lang w:bidi="fa-IR"/>
        </w:rPr>
        <w:t xml:space="preserve"> و برادر و مادرش بحمداللَّه خوب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2001EF">
      <w:pPr>
        <w:pStyle w:val="Heading1"/>
        <w:rPr>
          <w:rtl/>
          <w:lang w:bidi="fa-IR"/>
        </w:rPr>
      </w:pPr>
      <w:bookmarkStart w:id="28" w:name="_Toc56202866"/>
      <w:bookmarkStart w:id="29" w:name="_Toc56203526"/>
      <w:r w:rsidRPr="00BA20C6">
        <w:rPr>
          <w:rFonts w:hint="eastAsia"/>
          <w:rtl/>
          <w:lang w:bidi="fa-IR"/>
        </w:rPr>
        <w:t>مقبره</w:t>
      </w:r>
      <w:r w:rsidRPr="00BA20C6">
        <w:rPr>
          <w:rtl/>
          <w:lang w:bidi="fa-IR"/>
        </w:rPr>
        <w:t xml:space="preserve"> بوعل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</w:t>
      </w:r>
      <w:bookmarkEnd w:id="28"/>
      <w:bookmarkEnd w:id="29"/>
    </w:p>
    <w:p w:rsidR="00BA20C6" w:rsidRPr="00BA20C6" w:rsidRDefault="00BA20C6" w:rsidP="002001EF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سه روز در «همدان» گردش‌ها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کامل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سر مقبره «بوعل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خ‌الرئ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س»،</w:t>
      </w:r>
      <w:r w:rsidRPr="00BA20C6">
        <w:rPr>
          <w:rtl/>
          <w:lang w:bidi="fa-IR"/>
        </w:rPr>
        <w:t xml:space="preserve"> و قبر «بوسع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ابوالخ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رفته فاتحه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با درشکه به «سعد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که از 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لاقات</w:t>
      </w:r>
      <w:r w:rsidRPr="00BA20C6">
        <w:rPr>
          <w:rtl/>
          <w:lang w:bidi="fa-IR"/>
        </w:rPr>
        <w:t xml:space="preserve"> متصله به شهر «همدان» است رفته و گردش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سر قبر «باباطاهر» که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واقع است و قبر «امامزاده حارث بن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تل است فاتحه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تل مسلط به تمام شهر و باغات و 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لاقات</w:t>
      </w:r>
      <w:r w:rsidRPr="00BA20C6">
        <w:rPr>
          <w:rtl/>
          <w:lang w:bidi="fa-IR"/>
        </w:rPr>
        <w:t xml:space="preserve"> است، منظرگاه باشکوه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چشمه آب است، که دراو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معتکف در «بقعه بابا»، از آن مصرف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دور آن چشمه گل‌کار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کرده‌اند.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«بقعه بابا» دو قبر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هست، که گفتند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قبر «قطب‌الد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حسن»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قبر «جنت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شاه» است که هر دو از معار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عرفا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باشند</w:t>
      </w:r>
      <w:r w:rsidRPr="00BA20C6">
        <w:rPr>
          <w:rtl/>
          <w:lang w:bidi="fa-IR"/>
        </w:rPr>
        <w:t xml:space="preserve"> امام‌زاده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Fonts w:hint="cs"/>
          <w:rtl/>
          <w:lang w:bidi="fa-IR"/>
        </w:rPr>
        <w:t>یی</w:t>
      </w:r>
      <w:r w:rsidRPr="00BA20C6">
        <w:rPr>
          <w:rtl/>
          <w:lang w:bidi="fa-IR"/>
        </w:rPr>
        <w:t xml:space="preserve"> بن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را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بقعه‌اش در داخل شهر است،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«شاه</w:t>
      </w:r>
      <w:r w:rsidRPr="00BA20C6">
        <w:rPr>
          <w:rFonts w:hint="eastAsia"/>
          <w:rtl/>
          <w:lang w:bidi="fa-IR"/>
        </w:rPr>
        <w:t>زاده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بن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النق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در قبرستان بزرگ داخل شهر مدفون است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مقبره کهنه و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م‌البنا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«استرومردخا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مشاهده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ارتگاه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هود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است،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بقعه «شاهزاده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علامت قبر کوچک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سر «شاه 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آن‌جا دفن است، محل دفن را قطعاً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>.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مذکور است که زمان 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افاغنه به «اصفهان»، «عثمان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به عنوان حما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از «شاه 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تمام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الات</w:t>
      </w:r>
      <w:r w:rsidRPr="00BA20C6">
        <w:rPr>
          <w:rtl/>
          <w:lang w:bidi="fa-IR"/>
        </w:rPr>
        <w:t xml:space="preserve"> غرب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را اشغال کرده بودند، «محمود افغان»،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«شاه</w:t>
      </w:r>
      <w:r w:rsidRPr="00BA20C6">
        <w:rPr>
          <w:rtl/>
          <w:lang w:bidi="fa-IR"/>
        </w:rPr>
        <w:t xml:space="preserve">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که تا آن وقت محبوس داشت مقتول ساخته، سرش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«عثمان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فرستاده، و «همدان» در آن موقع در دست «عثمان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بوده است.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مدفون بودن سر «شاه 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در بقعه «شاه‌زاده»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قابل قبول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«مسجد</w:t>
      </w:r>
      <w:r w:rsidRPr="00BA20C6">
        <w:rPr>
          <w:rtl/>
          <w:lang w:bidi="fa-IR"/>
        </w:rPr>
        <w:t xml:space="preserve"> جامع» را که در وسط شهر است تماشا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مسجد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م‌البنا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«مسجد شاه» هم که در اواخر آبادان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است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شد، ا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کاش</w:t>
      </w:r>
      <w:r w:rsidRPr="00BA20C6">
        <w:rPr>
          <w:rtl/>
          <w:lang w:bidi="fa-IR"/>
        </w:rPr>
        <w:t xml:space="preserve"> که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از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مسلمان‌ها خراب شده، و ارامنه آجرها و مصالح آن را برده و به مصرف ساختن پل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ده‌اند</w:t>
      </w:r>
      <w:r w:rsidRPr="00BA20C6">
        <w:rPr>
          <w:rtl/>
          <w:lang w:bidi="fa-IR"/>
        </w:rPr>
        <w:t xml:space="preserve">. آثار و </w:t>
      </w:r>
      <w:r w:rsidRPr="00BA20C6">
        <w:rPr>
          <w:rFonts w:hint="eastAsia"/>
          <w:rtl/>
          <w:lang w:bidi="fa-IR"/>
        </w:rPr>
        <w:t>علامات</w:t>
      </w:r>
      <w:r w:rsidRPr="00BA20C6">
        <w:rPr>
          <w:rtl/>
          <w:lang w:bidi="fa-IR"/>
        </w:rPr>
        <w:t xml:space="preserve"> مسجد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رفته و مسطح شده است، فقط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محراب قسمت مرتفع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که فعلًا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کوره گچ‌</w:t>
      </w:r>
      <w:r w:rsidR="002001EF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پز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است، «سنگ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و «سنگ باد» و «سنگ برف»، عبارت از قطعه سنگ‌ها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در نقاط مختلفه شهر افتاده، و مردم افسانه‌ها و خرافات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نسبت به 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دهند،</w:t>
      </w:r>
      <w:r w:rsidRPr="00BA20C6">
        <w:rPr>
          <w:rtl/>
          <w:lang w:bidi="fa-IR"/>
        </w:rPr>
        <w:t xml:space="preserve"> ظاهراً «ابوالهول‌ها»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ملت «مِد» است که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تخت</w:t>
      </w:r>
      <w:r w:rsidRPr="00BA20C6">
        <w:rPr>
          <w:rtl/>
          <w:lang w:bidi="fa-IR"/>
        </w:rPr>
        <w:t xml:space="preserve"> آن‌ها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به اسم اکباتان بوده.</w:t>
      </w:r>
    </w:p>
    <w:p w:rsidR="00BA20C6" w:rsidRPr="00BA20C6" w:rsidRDefault="002001EF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2001EF">
      <w:pPr>
        <w:pStyle w:val="Heading1"/>
        <w:rPr>
          <w:rtl/>
          <w:lang w:bidi="fa-IR"/>
        </w:rPr>
      </w:pPr>
      <w:bookmarkStart w:id="30" w:name="_Toc56202867"/>
      <w:bookmarkStart w:id="31" w:name="_Toc56203527"/>
      <w:r w:rsidRPr="00BA20C6">
        <w:rPr>
          <w:rFonts w:hint="eastAsia"/>
          <w:rtl/>
          <w:lang w:bidi="fa-IR"/>
        </w:rPr>
        <w:t>سنگ</w:t>
      </w:r>
      <w:r w:rsidRPr="00BA20C6">
        <w:rPr>
          <w:rtl/>
          <w:lang w:bidi="fa-IR"/>
        </w:rPr>
        <w:t xml:space="preserve"> هفت‌</w:t>
      </w:r>
      <w:r w:rsidR="002001EF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پستان‌</w:t>
      </w:r>
      <w:bookmarkEnd w:id="30"/>
      <w:bookmarkEnd w:id="3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«سنگ</w:t>
      </w:r>
      <w:r w:rsidRPr="00BA20C6">
        <w:rPr>
          <w:rtl/>
          <w:lang w:bidi="fa-IR"/>
        </w:rPr>
        <w:t xml:space="preserve"> هفت</w:t>
      </w:r>
      <w:r w:rsidR="002001EF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‌پستان» عبارت از قطعه سنگ مسطح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واقع در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هفت نقطه برجسته است، و از آن‌ها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چکد</w:t>
      </w:r>
      <w:r w:rsidRPr="00BA20C6">
        <w:rPr>
          <w:rtl/>
          <w:lang w:bidi="fa-IR"/>
        </w:rPr>
        <w:t xml:space="preserve"> و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چشمه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</w:t>
      </w:r>
      <w:r w:rsidRPr="00BA20C6">
        <w:rPr>
          <w:rtl/>
          <w:lang w:bidi="fa-IR"/>
        </w:rPr>
        <w:t>. من از چند پله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رفته، کبر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روشن کرده قطعه سنگ را به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اما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شب‌ها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جمعه آن‌جا چراغ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سوزد</w:t>
      </w:r>
      <w:r w:rsidRPr="00BA20C6">
        <w:rPr>
          <w:rtl/>
          <w:lang w:bidi="fa-IR"/>
        </w:rPr>
        <w:t xml:space="preserve"> جزو اساط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2001EF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شهر</w:t>
      </w:r>
      <w:r w:rsidRPr="00BA20C6">
        <w:rPr>
          <w:rtl/>
          <w:lang w:bidi="fa-IR"/>
        </w:rPr>
        <w:t xml:space="preserve"> «همدان» از بلاد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است، که در موقع 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 بر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مهم بوده، و مورّخ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اسلام آن را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در کتب خود ذکر</w:t>
      </w:r>
      <w:r w:rsidR="002001EF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مردمان بزرگ از علما و شعرا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رهم</w:t>
      </w:r>
      <w:r w:rsidRPr="00BA20C6">
        <w:rPr>
          <w:rtl/>
          <w:lang w:bidi="fa-IR"/>
        </w:rPr>
        <w:t xml:space="preserve"> به آن منسوب‌اند، شهر مزبور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«اکباتان»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ساخته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«اکباتان»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تخت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مد» </w:t>
      </w:r>
      <w:r w:rsidRPr="00A50D6A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بوده است که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دو هزار و هشتصد سال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قرن هفتم قبل از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لاد</w:t>
      </w:r>
      <w:r w:rsidRPr="00BA20C6">
        <w:rPr>
          <w:rtl/>
          <w:lang w:bidi="fa-IR"/>
        </w:rPr>
        <w:t xml:space="preserve"> مس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ح»،</w:t>
      </w:r>
      <w:r w:rsidRPr="00BA20C6">
        <w:rPr>
          <w:rtl/>
          <w:lang w:bidi="fa-IR"/>
        </w:rPr>
        <w:t xml:space="preserve"> در حدود مغرب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حکومت مستقل و مقتدر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داشته، و غالباً با دولت‌ها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«کلده» و «آشور» و «مصر» جنگ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ده‌اند</w:t>
      </w:r>
      <w:r w:rsidRPr="00BA20C6">
        <w:rPr>
          <w:rtl/>
          <w:lang w:bidi="fa-IR"/>
        </w:rPr>
        <w:t>. معروف</w:t>
      </w:r>
      <w:r w:rsidR="00A50D6A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پادشاه آن‌ه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اکزار»</w:t>
      </w:r>
      <w:r w:rsidRPr="00BA20C6">
        <w:rPr>
          <w:rtl/>
          <w:lang w:bidi="fa-IR"/>
        </w:rPr>
        <w:t xml:space="preserve"> است و آخر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پادشاه آنها که اسم آن را به خاطر ندارم به دست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</w:t>
      </w:r>
      <w:r w:rsidRPr="00BA20C6">
        <w:rPr>
          <w:rtl/>
          <w:lang w:bidi="fa-IR"/>
        </w:rPr>
        <w:t xml:space="preserve"> 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«داراب اکبر» کشته شد، و سلطنت مد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منقرض، و ممالک آن ضم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دارم که تپه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فعلًا ارامنه آن‌جا مسکن دارند، و معروف به «کوچه سر قلعه» و «قلعه دار</w:t>
      </w:r>
      <w:r w:rsidRPr="00BA20C6">
        <w:rPr>
          <w:rFonts w:hint="eastAsia"/>
          <w:rtl/>
          <w:lang w:bidi="fa-IR"/>
        </w:rPr>
        <w:t>ا»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باشد،</w:t>
      </w:r>
      <w:r w:rsidRPr="00BA20C6">
        <w:rPr>
          <w:rtl/>
          <w:lang w:bidi="fa-IR"/>
        </w:rPr>
        <w:t xml:space="preserve"> همان تل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به قول مورّخ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موافق تورات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اکزار»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قصر با شکوه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 و در همان </w:t>
      </w:r>
      <w:r w:rsidRPr="00BA20C6">
        <w:rPr>
          <w:rtl/>
          <w:lang w:bidi="fa-IR"/>
        </w:rPr>
        <w:lastRenderedPageBreak/>
        <w:t>قصر،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وش»</w:t>
      </w:r>
      <w:r w:rsidRPr="00BA20C6">
        <w:rPr>
          <w:rtl/>
          <w:lang w:bidi="fa-IR"/>
        </w:rPr>
        <w:t xml:space="preserve"> نزول نمود، تپه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که فعلًا معروف به «تل مصل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مظنوناً از آثار و بقا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«اکباتان»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50D6A">
      <w:pPr>
        <w:pStyle w:val="Heading1"/>
        <w:rPr>
          <w:rtl/>
          <w:lang w:bidi="fa-IR"/>
        </w:rPr>
      </w:pPr>
      <w:bookmarkStart w:id="32" w:name="_Toc56202868"/>
      <w:bookmarkStart w:id="33" w:name="_Toc56203528"/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ارتگاه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ان‌</w:t>
      </w:r>
      <w:bookmarkEnd w:id="32"/>
      <w:bookmarkEnd w:id="3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از آثار «اکباتان» مقبره «استرومردخا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که فوقاً به آن اشاره شد و امروز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ارتگاه</w:t>
      </w:r>
      <w:r w:rsidRPr="00BA20C6">
        <w:rPr>
          <w:rtl/>
          <w:lang w:bidi="fa-IR"/>
        </w:rPr>
        <w:t xml:space="preserve">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هود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است و به قول عامه قبر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انب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اسرائ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اما</w:t>
      </w:r>
      <w:r w:rsidRPr="00BA20C6">
        <w:rPr>
          <w:rtl/>
          <w:lang w:bidi="fa-IR"/>
        </w:rPr>
        <w:t xml:space="preserve"> تفص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آن موافق قول مورخ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فرنگ، و آنچه تورات با آب و تاب و طول و تفص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کرده آن است که، پس از اسارت و تفرق </w:t>
      </w:r>
    </w:p>
    <w:p w:rsidR="00BA20C6" w:rsidRPr="00BA20C6" w:rsidRDefault="00A50D6A" w:rsidP="00BA20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BA20C6" w:rsidRPr="00BA20C6" w:rsidRDefault="00BA20C6" w:rsidP="00A50D6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ماد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است و نام منطقه‌ا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شامل آذربا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و عراق عجم بوده است.</w:t>
      </w:r>
    </w:p>
    <w:p w:rsidR="00BA20C6" w:rsidRPr="00BA20C6" w:rsidRDefault="00A50D6A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«بن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اسرائ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ل»</w:t>
      </w:r>
      <w:r w:rsidR="00BA20C6" w:rsidRPr="00BA20C6">
        <w:rPr>
          <w:rtl/>
          <w:lang w:bidi="fa-IR"/>
        </w:rPr>
        <w:t xml:space="preserve"> به دست «بخت‌نصر» پادشاه آشور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و است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وش</w:t>
      </w:r>
      <w:r w:rsidR="00BA20C6" w:rsidRPr="00BA20C6">
        <w:rPr>
          <w:rtl/>
          <w:lang w:bidi="fa-IR"/>
        </w:rPr>
        <w:t xml:space="preserve"> کب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ر»</w:t>
      </w:r>
      <w:r w:rsidR="00BA20C6" w:rsidRPr="00BA20C6">
        <w:rPr>
          <w:rtl/>
          <w:lang w:bidi="fa-IR"/>
        </w:rPr>
        <w:t xml:space="preserve"> پادشاه «ا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ران»</w:t>
      </w:r>
      <w:r w:rsidR="00BA20C6" w:rsidRPr="00BA20C6">
        <w:rPr>
          <w:rtl/>
          <w:lang w:bidi="fa-IR"/>
        </w:rPr>
        <w:t xml:space="preserve"> بر تمام ممالک «کلده» و «آشور» و «مصر» و «فلسط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و «حجاز» و «عراق» و «مد»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رها،</w:t>
      </w:r>
      <w:r w:rsidR="00BA20C6" w:rsidRPr="00BA20C6">
        <w:rPr>
          <w:rtl/>
          <w:lang w:bidi="fa-IR"/>
        </w:rPr>
        <w:t xml:space="preserve"> و مزاوجت </w:t>
      </w:r>
      <w:r w:rsidR="00BA20C6" w:rsidRPr="00A50D6A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پادشاه مزبور با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دخترک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موسوم به «استر»، عمو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دختر موسوم به «مرد</w:t>
      </w:r>
      <w:r w:rsidR="00BA20C6" w:rsidRPr="00BA20C6">
        <w:rPr>
          <w:rFonts w:hint="eastAsia"/>
          <w:rtl/>
          <w:lang w:bidi="fa-IR"/>
        </w:rPr>
        <w:t>خا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به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ال</w:t>
      </w:r>
      <w:r w:rsidR="00BA20C6" w:rsidRPr="00BA20C6">
        <w:rPr>
          <w:rtl/>
          <w:lang w:bidi="fa-IR"/>
        </w:rPr>
        <w:t xml:space="preserve"> افتاد که به‌وس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له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مواصلت، اسباب نجات ملت متفرقه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هود</w:t>
      </w:r>
      <w:r w:rsidR="00BA20C6" w:rsidRPr="00BA20C6">
        <w:rPr>
          <w:rtl/>
          <w:lang w:bidi="fa-IR"/>
        </w:rPr>
        <w:t xml:space="preserve"> را فراهم آورد، لذا سرّاً افکار خود را به برادرزاده خود تزر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</w:t>
      </w:r>
      <w:r w:rsidR="00BA20C6" w:rsidRPr="00BA20C6">
        <w:rPr>
          <w:rtl/>
          <w:lang w:bidi="fa-IR"/>
        </w:rPr>
        <w:t xml:space="preserve"> و دستورات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مشارال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داد،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دختر هم غالباً در حالت مست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پادشاه، خواهش‌ها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خود را که مقدمات مقصد عمو بود انجام 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داد،</w:t>
      </w:r>
      <w:r w:rsidR="00BA20C6" w:rsidRPr="00BA20C6">
        <w:rPr>
          <w:rtl/>
          <w:lang w:bidi="fa-IR"/>
        </w:rPr>
        <w:t xml:space="preserve"> از قب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tl/>
          <w:lang w:bidi="fa-IR"/>
        </w:rPr>
        <w:t xml:space="preserve"> کشتن «هامان» وز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ر،</w:t>
      </w:r>
      <w:r w:rsidR="00BA20C6" w:rsidRPr="00BA20C6">
        <w:rPr>
          <w:rtl/>
          <w:lang w:bidi="fa-IR"/>
        </w:rPr>
        <w:t xml:space="preserve"> و تمام بزرگان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</w:t>
      </w:r>
      <w:r w:rsidR="00BA20C6" w:rsidRPr="00BA20C6">
        <w:rPr>
          <w:rtl/>
          <w:lang w:bidi="fa-IR"/>
        </w:rPr>
        <w:t xml:space="preserve"> «ملت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هود»</w:t>
      </w:r>
      <w:r w:rsidR="00BA20C6" w:rsidRPr="00BA20C6">
        <w:rPr>
          <w:rtl/>
          <w:lang w:bidi="fa-IR"/>
        </w:rPr>
        <w:t xml:space="preserve"> را در دل داشتند، بالأخره از طرف پادشاه اجازه مرخص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عودت به «فلسط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به تمام «ملت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هود»</w:t>
      </w:r>
      <w:r w:rsidR="00BA20C6" w:rsidRPr="00BA20C6">
        <w:rPr>
          <w:rtl/>
          <w:lang w:bidi="fa-IR"/>
        </w:rPr>
        <w:t xml:space="preserve"> که در اطراف و اکناف پراکنده بودند داده شد، و حت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مصارف رفتن هم غالباً از خزانه پادشاه داده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و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مخارج تعم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خراب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ت‌المقدس»</w:t>
      </w:r>
      <w:r w:rsidR="00BA20C6" w:rsidRPr="00BA20C6">
        <w:rPr>
          <w:rtl/>
          <w:lang w:bidi="fa-IR"/>
        </w:rPr>
        <w:t xml:space="preserve"> هم از طرف پادشاه داده شد، «استر» و «مردخا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هر دو پس از مردن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جا دفن شدند و «مردخا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خدمات خود را به «بن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اسرائ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ل»،</w:t>
      </w:r>
      <w:r w:rsidR="00BA20C6" w:rsidRPr="00BA20C6">
        <w:rPr>
          <w:rtl/>
          <w:lang w:bidi="fa-IR"/>
        </w:rPr>
        <w:t xml:space="preserve">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مقبره نوشت.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است که «اسرائ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ان»</w:t>
      </w:r>
      <w:r w:rsidR="00BA20C6" w:rsidRPr="00BA20C6">
        <w:rPr>
          <w:rtl/>
          <w:lang w:bidi="fa-IR"/>
        </w:rPr>
        <w:t xml:space="preserve"> امروز هنوز به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قبر نجات‌دهنده خود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>‌آ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ند،</w:t>
      </w:r>
      <w:r w:rsidR="00BA20C6" w:rsidRPr="00BA20C6">
        <w:rPr>
          <w:rtl/>
          <w:lang w:bidi="fa-IR"/>
        </w:rPr>
        <w:t xml:space="preserve"> و آن روز را که اجازه مرخص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اجداد آن‌ها به «فلسط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داده شد 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رند</w:t>
      </w:r>
      <w:r w:rsidR="00BA20C6" w:rsidRPr="00BA20C6">
        <w:rPr>
          <w:rtl/>
          <w:lang w:bidi="fa-IR"/>
        </w:rPr>
        <w:t>.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است اجمال مسئله‌ا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تورات آن را در چند صفحه ذکر کرده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آثار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«اکباتان» نوشته‌اند که من مجال رفتن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آن را نکردم، در هر حال معلوم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«اکباتان» در چه زمان و به چه سبب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منهدم شده، و «همدان» در چه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بنا شد، ما فقط اسم آن را از</w:t>
      </w:r>
    </w:p>
    <w:p w:rsidR="00BA20C6" w:rsidRPr="00BA20C6" w:rsidRDefault="00A50D6A" w:rsidP="00A50D6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BA20C6" w:rsidRPr="00BA20C6" w:rsidRDefault="00BA20C6" w:rsidP="00A50D6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ازدواج و زناشو</w:t>
      </w:r>
      <w:r w:rsidRPr="00BA20C6">
        <w:rPr>
          <w:rFonts w:hint="cs"/>
          <w:rtl/>
          <w:lang w:bidi="fa-IR"/>
        </w:rPr>
        <w:t>یی</w:t>
      </w:r>
      <w:r w:rsidRPr="00BA20C6">
        <w:rPr>
          <w:rtl/>
          <w:lang w:bidi="fa-IR"/>
        </w:rPr>
        <w:t>.</w:t>
      </w:r>
    </w:p>
    <w:p w:rsidR="00BA20C6" w:rsidRPr="00BA20C6" w:rsidRDefault="00A50D6A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ابتدا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فتوحات مسلم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در کتابها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از همان وقت تا به حال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موقع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نظام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استراتژ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دارا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فلاحت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هم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از موقع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راه شوسه «رشت» و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را به آنجا امتداد داده‌اند،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موقع تجارت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پراهم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دارا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عده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آشور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زن و مرد که از چنگ «عثمان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فرار کرده،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«بغداد» و جاها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بودند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شهر پناهنده شده‌اند.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همان‌قدر</w:t>
      </w:r>
      <w:r w:rsidRPr="00BA20C6">
        <w:rPr>
          <w:rtl/>
          <w:lang w:bidi="fa-IR"/>
        </w:rPr>
        <w:t xml:space="preserve"> که «همدان» اطرافش مصفا و چشم انداز آن فرح‌بخش است، داخلش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تنگ و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است، و در تمام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مجاور به رودخانه، بو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عفونت چرم‌شوئ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موجود است،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گفته‌اند «همدان» خوش حاش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بد متن است گفتار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صدق و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قت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A50D6A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«همدان» نسبت به «طهران» سردتر است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که برج «جوزا» </w:t>
      </w:r>
      <w:r w:rsidRPr="00A50D6A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است زراعت‌ها هنوز سبز است، باقلا درست دانه نبسته،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واس</w:t>
      </w:r>
      <w:r w:rsidRPr="00BA20C6">
        <w:rPr>
          <w:rtl/>
          <w:lang w:bidi="fa-IR"/>
        </w:rPr>
        <w:t xml:space="preserve"> و اشکونج، نوبر است،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 کاهو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مخصوص در «همدان» است، که گذشته از نازک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لطافت فوق‌العاده‌اش صورتاً هم شباهت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کاهوها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«طهران» و جاها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ندارد،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کوتاه‌قد و پربرگ و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درنگ</w:t>
      </w:r>
      <w:r w:rsidRPr="00BA20C6">
        <w:rPr>
          <w:rtl/>
          <w:lang w:bidi="fa-IR"/>
        </w:rPr>
        <w:t xml:space="preserve"> است، مکرر از آن صرف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دوستان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  <w:r w:rsidR="00A50D6A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روزها در «همدان» در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چراغان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بستن طاق نصرت جهت ورود «شاه» که از فرنگ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هستند، از دوستان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دالسلطان</w:t>
      </w:r>
      <w:r w:rsidRPr="00BA20C6">
        <w:rPr>
          <w:rtl/>
          <w:lang w:bidi="fa-IR"/>
        </w:rPr>
        <w:t xml:space="preserve"> </w:t>
      </w:r>
    </w:p>
    <w:p w:rsidR="00BA20C6" w:rsidRPr="00BA20C6" w:rsidRDefault="00A50D6A" w:rsidP="00BA20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A50D6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سوم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قمر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مطابق با خرداد ماه.</w:t>
      </w:r>
    </w:p>
    <w:p w:rsidR="00BA20C6" w:rsidRPr="00685F08" w:rsidRDefault="00A50D6A" w:rsidP="00685F08">
      <w:pPr>
        <w:pStyle w:val="libNormal"/>
        <w:rPr>
          <w:rtl/>
        </w:rPr>
      </w:pPr>
      <w:r w:rsidRPr="00685F08">
        <w:rPr>
          <w:rtl/>
        </w:rPr>
        <w:br w:type="page"/>
      </w:r>
      <w:r w:rsidR="00BA20C6" w:rsidRPr="00685F08">
        <w:rPr>
          <w:rFonts w:hint="eastAsia"/>
          <w:rtl/>
        </w:rPr>
        <w:lastRenderedPageBreak/>
        <w:t>همدان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»</w:t>
      </w:r>
      <w:r w:rsidR="00BA20C6" w:rsidRPr="00685F08">
        <w:rPr>
          <w:rtl/>
        </w:rPr>
        <w:t xml:space="preserve"> و آقا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«سلطان حسن خان» رئ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س</w:t>
      </w:r>
      <w:r w:rsidR="00BA20C6" w:rsidRPr="00685F08">
        <w:rPr>
          <w:rtl/>
        </w:rPr>
        <w:t xml:space="preserve"> نظم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ه</w:t>
      </w:r>
      <w:r w:rsidR="00BA20C6" w:rsidRPr="00685F08">
        <w:rPr>
          <w:rtl/>
        </w:rPr>
        <w:t xml:space="preserve"> و آقا «ش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خ</w:t>
      </w:r>
      <w:r w:rsidR="00BA20C6" w:rsidRPr="00685F08">
        <w:rPr>
          <w:rtl/>
        </w:rPr>
        <w:t xml:space="preserve"> حسن حضرت عبدالعظ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م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ام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ن</w:t>
      </w:r>
      <w:r w:rsidR="00BA20C6" w:rsidRPr="00685F08">
        <w:rPr>
          <w:rtl/>
        </w:rPr>
        <w:t xml:space="preserve"> صلح» و آقا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«برهان‌الواعظ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ن»</w:t>
      </w:r>
      <w:r w:rsidR="00BA20C6" w:rsidRPr="00685F08">
        <w:rPr>
          <w:rtl/>
        </w:rPr>
        <w:t xml:space="preserve"> رئ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س</w:t>
      </w:r>
      <w:r w:rsidR="00BA20C6" w:rsidRPr="00685F08">
        <w:rPr>
          <w:rtl/>
        </w:rPr>
        <w:t xml:space="preserve"> محکمه بدا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ت</w:t>
      </w:r>
      <w:r w:rsidR="00BA20C6" w:rsidRPr="00685F08">
        <w:rPr>
          <w:rtl/>
        </w:rPr>
        <w:t xml:space="preserve"> را ملاقات و د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دن</w:t>
      </w:r>
      <w:r w:rsidR="00BA20C6" w:rsidRPr="00685F08">
        <w:rPr>
          <w:rtl/>
        </w:rPr>
        <w:t xml:space="preserve"> کردم.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50D6A">
      <w:pPr>
        <w:pStyle w:val="Heading1"/>
        <w:rPr>
          <w:rtl/>
          <w:lang w:bidi="fa-IR"/>
        </w:rPr>
      </w:pPr>
      <w:bookmarkStart w:id="34" w:name="_Toc56202869"/>
      <w:bookmarkStart w:id="35" w:name="_Toc56203529"/>
      <w:r w:rsidRPr="00BA20C6">
        <w:rPr>
          <w:rFonts w:hint="eastAsia"/>
          <w:rtl/>
          <w:lang w:bidi="fa-IR"/>
        </w:rPr>
        <w:t>گردنه</w:t>
      </w:r>
      <w:r w:rsidRPr="00BA20C6">
        <w:rPr>
          <w:rtl/>
          <w:lang w:bidi="fa-IR"/>
        </w:rPr>
        <w:t xml:space="preserve"> اسدآباد</w:t>
      </w:r>
      <w:bookmarkEnd w:id="34"/>
      <w:bookmarkEnd w:id="3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سه‌شنبه</w:t>
      </w:r>
      <w:r w:rsidRPr="00BA20C6">
        <w:rPr>
          <w:rtl/>
          <w:lang w:bidi="fa-IR"/>
        </w:rPr>
        <w:t xml:space="preserve"> ششم رمضان، مطابق «چهارم جوزا»، طرف صبح سوار دستگاه شدم از «همدان»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فرسخ از کوچه باغ‌ها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متصل به شهر و 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لاقات</w:t>
      </w:r>
      <w:r w:rsidRPr="00BA20C6">
        <w:rPr>
          <w:rtl/>
          <w:lang w:bidi="fa-IR"/>
        </w:rPr>
        <w:t xml:space="preserve"> مصفا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عبور کرده، محو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منظره‌ها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باشکوه دلکش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تا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گردنه معروف «اسدآباد»، و مقدار دو فرسخ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درّه‌ها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چ‌درپ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رانده، نهار را در قهوه‌خانه صرف کرده،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سه ساعت توقف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مال‌ها را قرموت دادند. مجدّداً پنج ساعت به غروب مانده سوار شده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تا به اوج قلّه «گردنه اسدآباد»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برف‌ها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کنار جاده خورده و همراه برداشت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بعد شر</w:t>
      </w:r>
      <w:r w:rsidRPr="00BA20C6">
        <w:rPr>
          <w:rFonts w:hint="eastAsia"/>
          <w:rtl/>
          <w:lang w:bidi="fa-IR"/>
        </w:rPr>
        <w:t>وع</w:t>
      </w:r>
      <w:r w:rsidRPr="00BA20C6">
        <w:rPr>
          <w:rtl/>
          <w:lang w:bidi="fa-IR"/>
        </w:rPr>
        <w:t xml:space="preserve"> به نزول از گردنه کرده، از پرتگاه‌ها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مخوف و خطرناک، و سراز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خم، به مقدار سه فرسخ عبور نموده،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مقبره که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گنبد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گفتند مدفن امامزاده «عبداللَّه بن موس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جعفر» است،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درخت کهن سال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باب قهوه‌خانه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وارد جلگه هموار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شده،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با «قشون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خودشان اردو زده و 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ض‌خانه</w:t>
      </w:r>
      <w:r w:rsidRPr="00BA20C6">
        <w:rPr>
          <w:rtl/>
          <w:lang w:bidi="fa-IR"/>
        </w:rPr>
        <w:t xml:space="preserve"> 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کرده‌اند، از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«اسدآباد» که در واقع قصبه معموره‌ا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گذشته،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«دوزان» و شب را آن‌جا منزل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دو دانگش از قرار مذکور، متعلّق به «فتحعل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خان»</w:t>
      </w:r>
      <w:r w:rsidRPr="00BA20C6">
        <w:rPr>
          <w:rtl/>
          <w:lang w:bidi="fa-IR"/>
        </w:rPr>
        <w:t xml:space="preserve"> و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باق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اش</w:t>
      </w:r>
      <w:r w:rsidRPr="00BA20C6">
        <w:rPr>
          <w:rtl/>
          <w:lang w:bidi="fa-IR"/>
        </w:rPr>
        <w:t xml:space="preserve"> به ضم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«جنّت‌آباد»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قراء مجاور، ملک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فرمان‌فرما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50D6A">
      <w:pPr>
        <w:pStyle w:val="Heading1"/>
        <w:rPr>
          <w:rtl/>
          <w:lang w:bidi="fa-IR"/>
        </w:rPr>
      </w:pPr>
      <w:bookmarkStart w:id="36" w:name="_Toc56202870"/>
      <w:bookmarkStart w:id="37" w:name="_Toc56203530"/>
      <w:r w:rsidRPr="00BA20C6">
        <w:rPr>
          <w:rFonts w:hint="eastAsia"/>
          <w:rtl/>
          <w:lang w:bidi="fa-IR"/>
        </w:rPr>
        <w:t>کنگاور</w:t>
      </w:r>
      <w:bookmarkEnd w:id="36"/>
      <w:bookmarkEnd w:id="3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چهارشنبه</w:t>
      </w:r>
      <w:r w:rsidRPr="00BA20C6">
        <w:rPr>
          <w:rtl/>
          <w:lang w:bidi="fa-IR"/>
        </w:rPr>
        <w:t xml:space="preserve"> هفتم رمضان مطابق «پنجم جوزا»، طرف صبح سوار شده و تماماً در جلگه باصفائ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عبور کرده،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«کنگاور».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اسم</w:t>
      </w:r>
      <w:r w:rsidR="00A50D6A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ل‌خان</w:t>
      </w:r>
      <w:r w:rsidRPr="00BA20C6">
        <w:rPr>
          <w:rtl/>
          <w:lang w:bidi="fa-IR"/>
        </w:rPr>
        <w:t xml:space="preserve"> معززالملک» را، که از «عتبات» مراجعت کرده به «طهران»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از اوضاع «عراق عرب» و او از اخبار «طهران» پرسش نمود،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نهار</w:t>
      </w:r>
      <w:r w:rsidRPr="00BA20C6">
        <w:rPr>
          <w:rtl/>
          <w:lang w:bidi="fa-IR"/>
        </w:rPr>
        <w:t xml:space="preserve"> در شهر «کنگاور» خورده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بازارها و مساجد گردش کرده و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«شاهزاده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بن شاهزاده عبداللَّه بن امام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ن‌العابد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خارج «کنگاور» هم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«اردو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پس از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ضه،</w:t>
      </w:r>
      <w:r w:rsidRPr="00BA20C6">
        <w:rPr>
          <w:rtl/>
          <w:lang w:bidi="fa-IR"/>
        </w:rPr>
        <w:t xml:space="preserve"> سوار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پس از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فرسخ مسافت،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گردنه معروف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سرخ»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شروع به صعود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به نظر ما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گردنه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کوچک‌تر و آسان‌تر از «گردنه اسدآباد» آمد، لکن در موقع نزول به جلگه، مصادف با عده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حامل «قشون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عبور دستگاهِ ما، اسباب زحمت شده بود.</w:t>
      </w:r>
    </w:p>
    <w:p w:rsidR="00CA1A0E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طرف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قصبه «صحنه»،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کاروان‌سرا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منزل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امشب باران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آمد،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و به علت بد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منزل، و هجوم کک‌ها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حد</w:t>
      </w:r>
      <w:r w:rsidRPr="00BA20C6">
        <w:rPr>
          <w:rtl/>
          <w:lang w:bidi="fa-IR"/>
        </w:rPr>
        <w:t xml:space="preserve"> و حساب، تا صبح ناراحت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CA1A0E" w:rsidP="00CA1A0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56202871"/>
      <w:bookmarkStart w:id="39" w:name="_Toc56203531"/>
      <w:r w:rsidR="00BA20C6" w:rsidRPr="00BA20C6">
        <w:rPr>
          <w:rFonts w:hint="eastAsia"/>
          <w:rtl/>
          <w:lang w:bidi="fa-IR"/>
        </w:rPr>
        <w:lastRenderedPageBreak/>
        <w:t>قصبه</w:t>
      </w:r>
      <w:r w:rsidR="00BA20C6" w:rsidRPr="00BA20C6">
        <w:rPr>
          <w:rtl/>
          <w:lang w:bidi="fa-IR"/>
        </w:rPr>
        <w:t xml:space="preserve"> صحنه‌</w:t>
      </w:r>
      <w:bookmarkEnd w:id="38"/>
      <w:bookmarkEnd w:id="39"/>
    </w:p>
    <w:p w:rsidR="00BA20C6" w:rsidRPr="00BA20C6" w:rsidRDefault="00BA20C6" w:rsidP="00CA1A0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پنجشنبه هشتم رمضان مطابق «ششم جوزا»، در حالت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هوا سرد شده بود و باران کم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آمد،</w:t>
      </w:r>
      <w:r w:rsidRPr="00BA20C6">
        <w:rPr>
          <w:rtl/>
          <w:lang w:bidi="fa-IR"/>
        </w:rPr>
        <w:t xml:space="preserve">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از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باران قطع شد و دوباره گرفت،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طور تا ظهر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صاف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گوش‌ها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غرّش آسمان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استماع نغمات و آوازها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مرغان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نمود،</w:t>
      </w:r>
      <w:r w:rsidRPr="00BA20C6">
        <w:rPr>
          <w:rtl/>
          <w:lang w:bidi="fa-IR"/>
        </w:rPr>
        <w:t xml:space="preserve"> شخص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</w:t>
      </w:r>
      <w:r w:rsidRPr="00BA20C6">
        <w:rPr>
          <w:rtl/>
          <w:lang w:bidi="fa-IR"/>
        </w:rPr>
        <w:t xml:space="preserve"> چشم به بالا انداخته،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شکل چل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CA1A0E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برف‌ها،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گردش ابرها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مختلف‌الشکل،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قله‌ها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شامخه </w:t>
      </w:r>
      <w:r w:rsidRPr="00CA1A0E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«کوه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ستون»</w:t>
      </w:r>
      <w:r w:rsidRPr="00BA20C6">
        <w:rPr>
          <w:rtl/>
          <w:lang w:bidi="fa-IR"/>
        </w:rPr>
        <w:t xml:space="preserve"> را بکند،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آن که در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مزارع سبز، غلّات و شال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برنج‌کار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چمن‌زارها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صاف، و نهرها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شمار</w:t>
      </w:r>
      <w:r w:rsidRPr="00BA20C6">
        <w:rPr>
          <w:rtl/>
          <w:lang w:bidi="fa-IR"/>
        </w:rPr>
        <w:t xml:space="preserve"> و درختان سبز و خرم، و رودخانه «قره‌سو» که مثل اژدها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چان</w:t>
      </w:r>
      <w:r w:rsidRPr="00BA20C6">
        <w:rPr>
          <w:rtl/>
          <w:lang w:bidi="fa-IR"/>
        </w:rPr>
        <w:t xml:space="preserve"> از هر طرف نمودار است،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احت</w:t>
      </w:r>
      <w:r w:rsidRPr="00BA20C6">
        <w:rPr>
          <w:rtl/>
          <w:lang w:bidi="fa-IR"/>
        </w:rPr>
        <w:t xml:space="preserve"> و تماشا کند، شاهد دل‌ربا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عت،</w:t>
      </w:r>
      <w:r w:rsidRPr="00BA20C6">
        <w:rPr>
          <w:rtl/>
          <w:lang w:bidi="fa-IR"/>
        </w:rPr>
        <w:t xml:space="preserve"> در همان حال که کمال قدرت و قهرمان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خشونت خود را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داد،</w:t>
      </w:r>
      <w:r w:rsidRPr="00BA20C6">
        <w:rPr>
          <w:rtl/>
          <w:lang w:bidi="fa-IR"/>
        </w:rPr>
        <w:t xml:space="preserve"> با منتها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لطافت و ظرافت و شفقت و آ</w:t>
      </w:r>
      <w:r w:rsidRPr="00BA20C6">
        <w:rPr>
          <w:rFonts w:hint="eastAsia"/>
          <w:rtl/>
          <w:lang w:bidi="fa-IR"/>
        </w:rPr>
        <w:t>راستگ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عرض وجود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</w:t>
      </w:r>
      <w:r w:rsidRPr="00BA20C6">
        <w:rPr>
          <w:rtl/>
          <w:lang w:bidi="fa-IR"/>
        </w:rPr>
        <w:t xml:space="preserve"> و نظرها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مخلوط از لطف و غضب، به عاشقان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فته</w:t>
      </w:r>
      <w:r w:rsidRPr="00BA20C6">
        <w:rPr>
          <w:rtl/>
          <w:lang w:bidi="fa-IR"/>
        </w:rPr>
        <w:t xml:space="preserve">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وانه</w:t>
      </w:r>
      <w:r w:rsidRPr="00BA20C6">
        <w:rPr>
          <w:rtl/>
          <w:lang w:bidi="fa-IR"/>
        </w:rPr>
        <w:t xml:space="preserve"> خود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افکند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CA1A0E" w:rsidP="00CA1A0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0" w:name="_Toc56202872"/>
      <w:bookmarkStart w:id="41" w:name="_Toc56203532"/>
      <w:r w:rsidR="00BA20C6" w:rsidRPr="00BA20C6">
        <w:rPr>
          <w:rFonts w:hint="eastAsia"/>
          <w:rtl/>
          <w:lang w:bidi="fa-IR"/>
        </w:rPr>
        <w:lastRenderedPageBreak/>
        <w:t>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ستون‌</w:t>
      </w:r>
      <w:bookmarkEnd w:id="40"/>
      <w:bookmarkEnd w:id="41"/>
    </w:p>
    <w:p w:rsidR="00BA20C6" w:rsidRPr="00BA20C6" w:rsidRDefault="00BA20C6" w:rsidP="00CA1A0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امروز به ما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خوش گذشت، و فرح و انبساط فوق العاده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واقعاً خستگ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صدماتِ شب دوش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فراموش شد، دو قسم مرغ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مسافت بود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جاها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قدر</w:t>
      </w:r>
    </w:p>
    <w:p w:rsidR="00BA20C6" w:rsidRPr="00BA20C6" w:rsidRDefault="00CA1A0E" w:rsidP="00CA1A0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CA1A0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همچون صل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>.</w:t>
      </w:r>
    </w:p>
    <w:p w:rsidR="00BA20C6" w:rsidRPr="00BA20C6" w:rsidRDefault="00BA20C6" w:rsidP="00CA1A0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مؤنث شامخ و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و مرتفع است.</w:t>
      </w:r>
    </w:p>
    <w:p w:rsidR="00BA20C6" w:rsidRPr="00BA20C6" w:rsidRDefault="00CA1A0E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«لقلق»</w:t>
      </w:r>
      <w:r w:rsidR="00BA20C6" w:rsidRPr="00BA20C6">
        <w:rPr>
          <w:rtl/>
          <w:lang w:bidi="fa-IR"/>
        </w:rPr>
        <w:t xml:space="preserve"> </w:t>
      </w:r>
      <w:r w:rsidR="00BA20C6" w:rsidRPr="00CA1A0E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شوند،</w:t>
      </w:r>
      <w:r w:rsidR="00BA20C6" w:rsidRPr="00BA20C6">
        <w:rPr>
          <w:rtl/>
          <w:lang w:bidi="fa-IR"/>
        </w:rPr>
        <w:t xml:space="preserve"> ول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نه طر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قه</w:t>
      </w:r>
      <w:r w:rsidR="00BA20C6" w:rsidRPr="00BA20C6">
        <w:rPr>
          <w:rtl/>
          <w:lang w:bidi="fa-IR"/>
        </w:rPr>
        <w:t xml:space="preserve"> پرواز و نه شکل‌ها و رنگ‌ها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قشنگ آنها، شباهت به لقلق دارد،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اهال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«دال»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گفتند</w:t>
      </w:r>
      <w:r w:rsidR="00BA20C6" w:rsidRPr="00BA20C6">
        <w:rPr>
          <w:rtl/>
          <w:lang w:bidi="fa-IR"/>
        </w:rPr>
        <w:t xml:space="preserve"> و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«اتلان».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ستون،</w:t>
      </w:r>
      <w:r w:rsidRPr="00BA20C6">
        <w:rPr>
          <w:rtl/>
          <w:lang w:bidi="fa-IR"/>
        </w:rPr>
        <w:t xml:space="preserve"> هرچه به «عبدالحم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دِ»</w:t>
      </w:r>
      <w:r w:rsidRPr="00BA20C6">
        <w:rPr>
          <w:rtl/>
          <w:lang w:bidi="fa-IR"/>
        </w:rPr>
        <w:t xml:space="preserve"> کالسکه‌چ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نگاهدارد، تصو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وش»</w:t>
      </w:r>
      <w:r w:rsidRPr="00BA20C6">
        <w:rPr>
          <w:rtl/>
          <w:lang w:bidi="fa-IR"/>
        </w:rPr>
        <w:t xml:space="preserve"> را تماشا بکن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نگاه نداشت و از آنجا گذشت،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به خود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ستون»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من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شدم و گفتم به قدر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روم</w:t>
      </w:r>
      <w:r w:rsidRPr="00BA20C6">
        <w:rPr>
          <w:rtl/>
          <w:lang w:bidi="fa-IR"/>
        </w:rPr>
        <w:t xml:space="preserve"> تماشا و برم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گردم،</w:t>
      </w:r>
      <w:r w:rsidRPr="00BA20C6">
        <w:rPr>
          <w:rtl/>
          <w:lang w:bidi="fa-IR"/>
        </w:rPr>
        <w:t xml:space="preserve"> مجبور شد نگاه‌دارد و ب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ابوطالب»، برگشته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معروف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وش»</w:t>
      </w:r>
      <w:r w:rsidRPr="00BA20C6">
        <w:rPr>
          <w:rtl/>
          <w:lang w:bidi="fa-IR"/>
        </w:rPr>
        <w:t xml:space="preserve"> را، که به خط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 نوشته، با تصو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خودش که فرنگ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در کتاب‌ها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خ،</w:t>
      </w:r>
      <w:r w:rsidRPr="00BA20C6">
        <w:rPr>
          <w:rtl/>
          <w:lang w:bidi="fa-IR"/>
        </w:rPr>
        <w:t xml:space="preserve"> هم ترجمه خطوط مزبوره را نوشته‌اند، و هم شکل آن را از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عکس‌ها برداشته‌اند، تماشا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CA1A0E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A1A0E">
      <w:pPr>
        <w:pStyle w:val="Heading1"/>
        <w:rPr>
          <w:rtl/>
          <w:lang w:bidi="fa-IR"/>
        </w:rPr>
      </w:pPr>
      <w:bookmarkStart w:id="42" w:name="_Toc56202873"/>
      <w:bookmarkStart w:id="43" w:name="_Toc56203533"/>
      <w:r w:rsidRPr="00BA20C6">
        <w:rPr>
          <w:rFonts w:hint="eastAsia"/>
          <w:rtl/>
          <w:lang w:bidi="fa-IR"/>
        </w:rPr>
        <w:t>کرمانشاهان‌</w:t>
      </w:r>
      <w:bookmarkEnd w:id="42"/>
      <w:bookmarkEnd w:id="43"/>
    </w:p>
    <w:p w:rsidR="00BA20C6" w:rsidRPr="00BA20C6" w:rsidRDefault="00BA20C6" w:rsidP="00CA1A0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برگشت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«عبدالحم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از اوقات تلخ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صبر نکرد نهار بخور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فوراً حرکت کرد، دو فرسخ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راند تا قهوه‌خانه، که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«کرمانشاهان»-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فرسخ تا آن شهر فاصله دارد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آن‌جا صرف نهار شد و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ضه،</w:t>
      </w:r>
      <w:r w:rsidRPr="00BA20C6">
        <w:rPr>
          <w:rtl/>
          <w:lang w:bidi="fa-IR"/>
        </w:rPr>
        <w:t xml:space="preserve"> مجدداً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 مانده، وارد شهر «کرمانشاهان» شده، در خانه که در محله «سر قبر آقا» است منزل، و شب را آنجا بسر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A1A0E">
      <w:pPr>
        <w:pStyle w:val="Heading1"/>
        <w:rPr>
          <w:rtl/>
          <w:lang w:bidi="fa-IR"/>
        </w:rPr>
      </w:pPr>
      <w:bookmarkStart w:id="44" w:name="_Toc56202874"/>
      <w:bookmarkStart w:id="45" w:name="_Toc56203534"/>
      <w:r w:rsidRPr="00BA20C6">
        <w:rPr>
          <w:rFonts w:hint="eastAsia"/>
          <w:rtl/>
          <w:lang w:bidi="fa-IR"/>
        </w:rPr>
        <w:t>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کوه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ستون‌</w:t>
      </w:r>
      <w:bookmarkEnd w:id="44"/>
      <w:bookmarkEnd w:id="4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کوه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ستون»</w:t>
      </w:r>
      <w:r w:rsidRPr="00BA20C6">
        <w:rPr>
          <w:rtl/>
          <w:lang w:bidi="fa-IR"/>
        </w:rPr>
        <w:t xml:space="preserve"> که با اصرار و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تمام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رفتم، و</w:t>
      </w:r>
    </w:p>
    <w:p w:rsidR="00BA20C6" w:rsidRPr="00BA20C6" w:rsidRDefault="00CA1A0E" w:rsidP="00CA1A0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BA20C6" w:rsidRPr="00BA20C6" w:rsidRDefault="00BA20C6" w:rsidP="00CA1A0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 معرب لک‌لک.</w:t>
      </w:r>
    </w:p>
    <w:p w:rsidR="00BA20C6" w:rsidRPr="00BA20C6" w:rsidRDefault="00CA1A0E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باعث</w:t>
      </w:r>
      <w:r w:rsidR="00BA20C6" w:rsidRPr="00BA20C6">
        <w:rPr>
          <w:rtl/>
          <w:lang w:bidi="fa-IR"/>
        </w:rPr>
        <w:t xml:space="preserve"> اوقات تلخ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«عبدالحم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د»</w:t>
      </w:r>
      <w:r w:rsidR="00BA20C6" w:rsidRPr="00BA20C6">
        <w:rPr>
          <w:rtl/>
          <w:lang w:bidi="fa-IR"/>
        </w:rPr>
        <w:t xml:space="preserve"> کالسکه‌چ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شده بود،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آثار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tl/>
          <w:lang w:bidi="fa-IR"/>
        </w:rPr>
        <w:t xml:space="preserve"> قد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ران</w:t>
      </w:r>
      <w:r w:rsidR="00BA20C6" w:rsidRPr="00BA20C6">
        <w:rPr>
          <w:rtl/>
          <w:lang w:bidi="fa-IR"/>
        </w:rPr>
        <w:t xml:space="preserve"> است، که تا به حال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مانده، و عوامل طب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عت</w:t>
      </w:r>
      <w:r w:rsidR="00BA20C6" w:rsidRPr="00BA20C6">
        <w:rPr>
          <w:rtl/>
          <w:lang w:bidi="fa-IR"/>
        </w:rPr>
        <w:t xml:space="preserve"> از آفتاب و برف و باران و باد، به آن رخنه ننموده و دست بوالهوسان بشر، به محو آن نکوش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ده،</w:t>
      </w:r>
      <w:r w:rsidR="00BA20C6" w:rsidRPr="00BA20C6">
        <w:rPr>
          <w:rtl/>
          <w:lang w:bidi="fa-IR"/>
        </w:rPr>
        <w:t xml:space="preserve"> و از دلائل عظمت و شرافت قد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</w:t>
      </w:r>
      <w:r w:rsidR="00BA20C6" w:rsidRPr="00BA20C6">
        <w:rPr>
          <w:rtl/>
          <w:lang w:bidi="fa-IR"/>
        </w:rPr>
        <w:t xml:space="preserve"> ما، در نظر ملل خا</w:t>
      </w:r>
      <w:r w:rsidR="00BA20C6" w:rsidRPr="00BA20C6">
        <w:rPr>
          <w:rFonts w:hint="eastAsia"/>
          <w:rtl/>
          <w:lang w:bidi="fa-IR"/>
        </w:rPr>
        <w:t>رجه</w:t>
      </w:r>
      <w:r w:rsidR="00BA20C6" w:rsidRPr="00BA20C6">
        <w:rPr>
          <w:rtl/>
          <w:lang w:bidi="fa-IR"/>
        </w:rPr>
        <w:t xml:space="preserve"> است، مخصوصاً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به</w:t>
      </w:r>
      <w:r w:rsidR="00BA20C6" w:rsidRPr="00BA20C6">
        <w:rPr>
          <w:rtl/>
          <w:lang w:bidi="fa-IR"/>
        </w:rPr>
        <w:t xml:space="preserve"> به جانب مغرب است،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طرف راه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 که از ازمنه قد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مه،</w:t>
      </w:r>
      <w:r w:rsidR="00BA20C6" w:rsidRPr="00BA20C6">
        <w:rPr>
          <w:rtl/>
          <w:lang w:bidi="fa-IR"/>
        </w:rPr>
        <w:t xml:space="preserve"> چند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دولت اجنب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از «روم» و «کلده» و «آشور» و «عرب»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ره،</w:t>
      </w:r>
      <w:r w:rsidR="00BA20C6" w:rsidRPr="00BA20C6">
        <w:rPr>
          <w:rtl/>
          <w:lang w:bidi="fa-IR"/>
        </w:rPr>
        <w:t xml:space="preserve"> از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راه، هجوم به مملکت ما نموده‌اند، اما افسوس که آشنائ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خطوط و صورت‌ها نداشتند، تا پاس حرمت و شراف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ما را نگاهدارند.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</w:t>
      </w:r>
      <w:r w:rsidRPr="00BA20C6">
        <w:rPr>
          <w:rtl/>
          <w:lang w:bidi="fa-IR"/>
        </w:rPr>
        <w:t xml:space="preserve"> صورت است، که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ک،</w:t>
      </w:r>
      <w:r w:rsidRPr="00BA20C6">
        <w:rPr>
          <w:rtl/>
          <w:lang w:bidi="fa-IR"/>
        </w:rPr>
        <w:t xml:space="preserve"> اسم او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 حجار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شده، به علاوه دور تا دور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به،</w:t>
      </w:r>
      <w:r w:rsidRPr="00BA20C6">
        <w:rPr>
          <w:rtl/>
          <w:lang w:bidi="fa-IR"/>
        </w:rPr>
        <w:t xml:space="preserve">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سطر نوشته شده، و در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شکل «فروهر»- مظهر نام روشنائ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- که بال‌ها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از دو طرف گسترده،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سال‌ها بلکه قرن‌ها گذ</w:t>
      </w:r>
      <w:r w:rsidRPr="00BA20C6">
        <w:rPr>
          <w:rFonts w:hint="eastAsia"/>
          <w:rtl/>
          <w:lang w:bidi="fa-IR"/>
        </w:rPr>
        <w:t>شت،</w:t>
      </w:r>
      <w:r w:rsidRPr="00BA20C6">
        <w:rPr>
          <w:rtl/>
          <w:lang w:bidi="fa-IR"/>
        </w:rPr>
        <w:t xml:space="preserve"> و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خطوط و صورت‌ها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فقط به مناسبت صورتِ نه نفر آدم‌ها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ستاده،</w:t>
      </w:r>
      <w:r w:rsidRPr="00BA20C6">
        <w:rPr>
          <w:rtl/>
          <w:lang w:bidi="fa-IR"/>
        </w:rPr>
        <w:t xml:space="preserve"> که 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گرند،</w:t>
      </w:r>
      <w:r w:rsidRPr="00BA20C6">
        <w:rPr>
          <w:rtl/>
          <w:lang w:bidi="fa-IR"/>
        </w:rPr>
        <w:t xml:space="preserve"> و دست‌ها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به کمر بسته و زنج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است، عامه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و هنوز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شکل درو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انگشت به ماتحت هم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کرده‌اند.</w:t>
      </w:r>
    </w:p>
    <w:p w:rsidR="00BA20C6" w:rsidRPr="00BA20C6" w:rsidRDefault="00CA1A0E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A1A0E">
      <w:pPr>
        <w:pStyle w:val="Heading1"/>
        <w:rPr>
          <w:rtl/>
          <w:lang w:bidi="fa-IR"/>
        </w:rPr>
      </w:pPr>
      <w:bookmarkStart w:id="46" w:name="_Toc56202875"/>
      <w:bookmarkStart w:id="47" w:name="_Toc56203535"/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</w:t>
      </w:r>
      <w:r w:rsidRPr="00BA20C6">
        <w:rPr>
          <w:rtl/>
          <w:lang w:bidi="fa-IR"/>
        </w:rPr>
        <w:t xml:space="preserve"> 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bookmarkEnd w:id="46"/>
      <w:bookmarkEnd w:id="47"/>
    </w:p>
    <w:p w:rsidR="00BA20C6" w:rsidRPr="00BA20C6" w:rsidRDefault="00BA20C6" w:rsidP="00CA1A0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اما</w:t>
      </w:r>
      <w:r w:rsidRPr="00BA20C6">
        <w:rPr>
          <w:rtl/>
          <w:lang w:bidi="fa-IR"/>
        </w:rPr>
        <w:t xml:space="preserve"> آن چه «اروپائ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ده‌اند</w:t>
      </w:r>
      <w:r w:rsidRPr="00BA20C6">
        <w:rPr>
          <w:rtl/>
          <w:lang w:bidi="fa-IR"/>
        </w:rPr>
        <w:t xml:space="preserve">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خرافات است، و آن چه «مستر رلنسن» قونسول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س،</w:t>
      </w:r>
      <w:r w:rsidRPr="00BA20C6">
        <w:rPr>
          <w:rtl/>
          <w:lang w:bidi="fa-IR"/>
        </w:rPr>
        <w:t xml:space="preserve"> که در خواندن خطوط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مهارت تامه داشته، و با زحمات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و مخارج گزاف،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خطوط را ترجمه کرده، و به دست مستشرق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علماء داده، مناسبت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حرف‌ها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مهمل</w:t>
      </w:r>
      <w:r w:rsidRPr="00BA20C6">
        <w:rPr>
          <w:rtl/>
          <w:lang w:bidi="fa-IR"/>
        </w:rPr>
        <w:t xml:space="preserve"> ندارد، موافق 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«فرنگ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و ترجمه قونسول مزبور، که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«آقا خان کرمان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کتاب «آئ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سکندر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نوشته، آن صورت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ستاده،</w:t>
      </w:r>
      <w:r w:rsidRPr="00BA20C6">
        <w:rPr>
          <w:rtl/>
          <w:lang w:bidi="fa-IR"/>
        </w:rPr>
        <w:t xml:space="preserve">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دست و پا بسته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 است،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</w:t>
      </w:r>
      <w:r w:rsidRPr="00BA20C6">
        <w:rPr>
          <w:rtl/>
          <w:lang w:bidi="fa-IR"/>
        </w:rPr>
        <w:t xml:space="preserve"> 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است و دو صورت که پشت سر او است، دو نفر معاون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ن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نفر آدم‌ها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مغلول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ستاده،</w:t>
      </w:r>
      <w:r w:rsidRPr="00BA20C6">
        <w:rPr>
          <w:rtl/>
          <w:lang w:bidi="fa-IR"/>
        </w:rPr>
        <w:t xml:space="preserve"> جملگ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پادشاهان ممالک مجاور هستند که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وش»،</w:t>
      </w:r>
      <w:r w:rsidRPr="00BA20C6">
        <w:rPr>
          <w:rtl/>
          <w:lang w:bidi="fa-IR"/>
        </w:rPr>
        <w:t xml:space="preserve"> ممالک آن‌ها را ضبط، و خودشان را 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محبوس نموده،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</w:t>
      </w:r>
      <w:r w:rsidRPr="00BA20C6">
        <w:rPr>
          <w:rtl/>
          <w:lang w:bidi="fa-IR"/>
        </w:rPr>
        <w:t xml:space="preserve"> 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است که اعراب و ما او را «داراب اکبر»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«پادشاه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از سلسله «هخامنش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است، که تمام ممالک واقعه 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ن «در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عمان» و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را جنوباً و شمالًا،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«سودان» و «بحرالروم» و رود «دانوب» را تا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«هند و کُش» غرباً و شرقاً متصرف بوده،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از چهارصد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نفوس، مط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و منقاد او بوده‌اند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تسخ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مملکت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ونان»،</w:t>
      </w:r>
      <w:r w:rsidRPr="00BA20C6">
        <w:rPr>
          <w:rtl/>
          <w:lang w:bidi="fa-IR"/>
        </w:rPr>
        <w:t xml:space="preserve"> چنان که تمام «مورّخ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فرنگ» نوشته‌ا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دو کرور قشون در «آناطول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«آس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حاضر نموده.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ترجمه</w:t>
      </w:r>
      <w:r w:rsidRPr="00BA20C6">
        <w:rPr>
          <w:rtl/>
          <w:lang w:bidi="fa-IR"/>
        </w:rPr>
        <w:t xml:space="preserve"> «مستر رولنسن»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مفصل است و من به خاطر ندارم،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خلاصه و مجمل‌اش آن است، که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وش»</w:t>
      </w:r>
      <w:r w:rsidRPr="00BA20C6">
        <w:rPr>
          <w:rtl/>
          <w:lang w:bidi="fa-IR"/>
        </w:rPr>
        <w:t xml:space="preserve"> شرح فتوحات و عقا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شرح داده، و به اعقاب خود، دستور سلطنت و ملک 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من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هستم که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«اهورمزدا» </w:t>
      </w:r>
      <w:r w:rsidRPr="00BA20C6">
        <w:rPr>
          <w:rtl/>
          <w:lang w:bidi="fa-IR"/>
        </w:rPr>
        <w:lastRenderedPageBreak/>
        <w:t>(خد</w:t>
      </w:r>
      <w:r w:rsidRPr="00BA20C6">
        <w:rPr>
          <w:rFonts w:hint="eastAsia"/>
          <w:rtl/>
          <w:lang w:bidi="fa-IR"/>
        </w:rPr>
        <w:t>اوند</w:t>
      </w:r>
      <w:r w:rsidRPr="00BA20C6">
        <w:rPr>
          <w:rtl/>
          <w:lang w:bidi="fa-IR"/>
        </w:rPr>
        <w:t>) فلان و فلان مملکت را تسخ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نموده،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به درست‌</w:t>
      </w:r>
      <w:r w:rsidR="00CA1A0E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راست‌گوئ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وادار نمودم، پادشاهان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به جرم خُلف قول و دروغ‌گوئ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زنج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قشون‌ها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دلاور مِنْ قُلَلْ جِبال و اعماق صحار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</w:t>
      </w:r>
      <w:r w:rsidRPr="008C711B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عالم را درنورد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به لطف «اهورمزدا» و</w:t>
      </w:r>
    </w:p>
    <w:p w:rsidR="00BA20C6" w:rsidRPr="00BA20C6" w:rsidRDefault="008C711B" w:rsidP="00BA20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8C711B">
      <w:pPr>
        <w:pStyle w:val="libLine"/>
        <w:rPr>
          <w:rtl/>
          <w:lang w:bidi="fa-IR"/>
        </w:rPr>
      </w:pPr>
      <w:r w:rsidRPr="00BA20C6">
        <w:rPr>
          <w:rtl/>
          <w:lang w:bidi="fa-IR"/>
        </w:rPr>
        <w:t>1- 1- از قلّه کوه‌ها تا عمق صحراها.</w:t>
      </w:r>
    </w:p>
    <w:p w:rsidR="00BA20C6" w:rsidRPr="00BA20C6" w:rsidRDefault="008C711B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مشرق، تا غرب دن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را مسخر کردم و چه کردم، و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صورت‌ها که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کدام «پادشاه» است، و دوم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کدام و سوم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کدام و هکذا، من دروغ نگفته‌ام و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نان</w:t>
      </w:r>
      <w:r w:rsidR="00BA20C6" w:rsidRPr="00BA20C6">
        <w:rPr>
          <w:rtl/>
          <w:lang w:bidi="fa-IR"/>
        </w:rPr>
        <w:t xml:space="preserve"> را سرکوب کرده‌ام، «اهورمزدا» گواه است که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تار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را به راست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نوشتم، و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کارها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خود را ننوشتم، تو هم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من حکمران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کرد ظلم مکن، دروغ نگو،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ندار</w:t>
      </w:r>
      <w:r w:rsidR="00BA20C6" w:rsidRPr="00BA20C6">
        <w:rPr>
          <w:rtl/>
          <w:lang w:bidi="fa-IR"/>
        </w:rPr>
        <w:t xml:space="preserve"> باش، تا خداوند سلطنت تو را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بدارد، و فرزندان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به تو بدهد، زنهار به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لوحه که نوشته‌ام دست مزن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آن را محو نکن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و به آن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احترام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ننمائ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گرنه بترس که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احترام</w:t>
      </w:r>
      <w:r w:rsidR="00BA20C6" w:rsidRPr="00BA20C6">
        <w:rPr>
          <w:rtl/>
          <w:lang w:bidi="fa-IR"/>
        </w:rPr>
        <w:t xml:space="preserve"> شو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سلامت نمان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و «اهورمزدا» با تو دشمن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کند 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آخر.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جانش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امروزه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وش»</w:t>
      </w:r>
      <w:r w:rsidRPr="00BA20C6">
        <w:rPr>
          <w:rtl/>
          <w:lang w:bidi="fa-IR"/>
        </w:rPr>
        <w:t xml:space="preserve"> از فتح و تسخ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کدام مملکت «فرنگستان» برگشته،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روزها در «همدان»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شهرها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ورودش چراغان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طاق نصرت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بندند،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افسوس 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مردم که خود و پدران خود 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شناسند،</w:t>
      </w:r>
      <w:r w:rsidRPr="00BA20C6">
        <w:rPr>
          <w:rtl/>
          <w:lang w:bidi="fa-IR"/>
        </w:rPr>
        <w:t xml:space="preserve"> و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دانند</w:t>
      </w:r>
      <w:r w:rsidRPr="00BA20C6">
        <w:rPr>
          <w:rtl/>
          <w:lang w:bidi="fa-IR"/>
        </w:rPr>
        <w:t xml:space="preserve"> 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«کوه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ستون»</w:t>
      </w:r>
      <w:r w:rsidRPr="00BA20C6">
        <w:rPr>
          <w:rtl/>
          <w:lang w:bidi="fa-IR"/>
        </w:rPr>
        <w:t xml:space="preserve"> حجار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که از آفتاب و باران محفوظ، و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بالاست که با نردبان‌ها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رفت، و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 به نظر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چشمه آب هم از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کوه 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به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لوحه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خط نسخ حجار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است،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صورت قباله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محبوبه «پرو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ز»</w:t>
      </w:r>
      <w:r w:rsidRPr="00BA20C6">
        <w:rPr>
          <w:rtl/>
          <w:lang w:bidi="fa-IR"/>
        </w:rPr>
        <w:t xml:space="preserve"> است. لکن وقفنامه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کاروان‌سرا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ستون»</w:t>
      </w:r>
      <w:r w:rsidRPr="00BA20C6">
        <w:rPr>
          <w:rtl/>
          <w:lang w:bidi="fa-IR"/>
        </w:rPr>
        <w:t xml:space="preserve"> است،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«شاهزاده خانم‌ها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وقف کرده بر زوار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دالشهدا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.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زحمت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لوحه رفته خط آن را خواند.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ستون»</w:t>
      </w:r>
      <w:r w:rsidRPr="00BA20C6">
        <w:rPr>
          <w:rtl/>
          <w:lang w:bidi="fa-IR"/>
        </w:rPr>
        <w:t xml:space="preserve"> قطعه سنگ‌ها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که معلوم است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ستون</w:t>
      </w:r>
      <w:r w:rsidRPr="00BA20C6">
        <w:rPr>
          <w:rtl/>
          <w:lang w:bidi="fa-IR"/>
        </w:rPr>
        <w:t xml:space="preserve"> و سرستون بوده، به طور پراکنده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خرابه‌ها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«فرهاد» جهت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از سنگ ساخته بود، و بع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که راست باشد.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چشمه آب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چادر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زده بودند که قهوه‌خانه 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و صندل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و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تابلو نوشته بود- کافه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</w:t>
      </w:r>
      <w:r w:rsidRPr="00BA20C6">
        <w:rPr>
          <w:rtl/>
          <w:lang w:bidi="fa-IR"/>
        </w:rPr>
        <w:t>- الحاصل شب جمعه را در «کرمانشاهان»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C64B0">
      <w:pPr>
        <w:pStyle w:val="Heading1"/>
        <w:rPr>
          <w:rtl/>
          <w:lang w:bidi="fa-IR"/>
        </w:rPr>
      </w:pPr>
      <w:bookmarkStart w:id="48" w:name="_Toc56202876"/>
      <w:bookmarkStart w:id="49" w:name="_Toc56203536"/>
      <w:r w:rsidRPr="00BA20C6">
        <w:rPr>
          <w:rFonts w:hint="eastAsia"/>
          <w:rtl/>
          <w:lang w:bidi="fa-IR"/>
        </w:rPr>
        <w:t>تذکره</w:t>
      </w:r>
      <w:r w:rsidRPr="00BA20C6">
        <w:rPr>
          <w:rtl/>
          <w:lang w:bidi="fa-IR"/>
        </w:rPr>
        <w:t xml:space="preserve"> مرور</w:t>
      </w:r>
      <w:bookmarkEnd w:id="48"/>
      <w:bookmarkEnd w:id="4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نهم رمضان مطابق «هفتم جوزا»، امروز صبح برخاسته به گردش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اول من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تذکره مرور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مسافرت به «مکه»، از کارگذار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پنج تومان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گرفتم،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تذکره از «طهران» گرفته بودند، گفتند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جواز عبور به «عراق عرب» از «قونسول‌خانه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گرف</w:t>
      </w:r>
      <w:r w:rsidRPr="00BA20C6">
        <w:rPr>
          <w:rFonts w:hint="eastAsia"/>
          <w:rtl/>
          <w:lang w:bidi="fa-IR"/>
        </w:rPr>
        <w:t>ت،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هر کدام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تومان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CC64B0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تمام شهر «کرمانشاهان» را آئ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بسته بودند، و انتظار ورود جانش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وش»</w:t>
      </w:r>
      <w:r w:rsidRPr="00BA20C6">
        <w:rPr>
          <w:rtl/>
          <w:lang w:bidi="fa-IR"/>
        </w:rPr>
        <w:t xml:space="preserve"> و «شاه عباس» و «نادر» را دارند!! طرف غروب «اعل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حضرت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در «ارگ دولت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نزول اجلال فرمود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مرحمت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اهل «کرمانشاهان» افکند!! هوا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با «همدان» چندان فرق ندارد، گل سرخ و باقلا تازه ب</w:t>
      </w:r>
      <w:r w:rsidR="00CC64B0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بازار آمده، سبز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جات</w:t>
      </w:r>
      <w:r w:rsidRPr="00BA20C6">
        <w:rPr>
          <w:rtl/>
          <w:lang w:bidi="fa-IR"/>
        </w:rPr>
        <w:t xml:space="preserve"> «کرمانشاه» در لطافت و سبز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ممتاز است،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باقلا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از آن‌جا همراه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نان روغن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معروف به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راه صرف شود، از سوء خلق «عبدالحم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که دو روز است ظاهر نموده بنا بود 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با او نرو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باز </w:t>
      </w:r>
      <w:r w:rsidRPr="00BA20C6">
        <w:rPr>
          <w:rtl/>
          <w:lang w:bidi="fa-IR"/>
        </w:rPr>
        <w:lastRenderedPageBreak/>
        <w:t>رفع دلگ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 و با خود او حرکت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کرد، شب شنبه در شهر چراغان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آتش</w:t>
      </w:r>
      <w:r w:rsidR="00CC64B0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‌باز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ورود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حضرت</w:t>
      </w:r>
      <w:r w:rsidRPr="00BA20C6">
        <w:rPr>
          <w:rtl/>
          <w:lang w:bidi="fa-IR"/>
        </w:rPr>
        <w:t xml:space="preserve"> کردند.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بودم که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«طاق بستان» که در دو فرسنگ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«کرمانشاهان» واقع،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جمله آثار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«سلاط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عجم» است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اشتغال به گرفتن تذکره و جواز، و اوقات</w:t>
      </w:r>
      <w:r w:rsidR="00CC64B0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‌تلخ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«عبدالحم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د»،</w:t>
      </w:r>
      <w:r w:rsidRPr="00BA20C6">
        <w:rPr>
          <w:rtl/>
          <w:lang w:bidi="fa-IR"/>
        </w:rPr>
        <w:t xml:space="preserve"> و کم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مدت اقامت،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مجال نداده، ان‌شاءاللَّه در مراجعت از سفر «م</w:t>
      </w:r>
      <w:r w:rsidRPr="00BA20C6">
        <w:rPr>
          <w:rFonts w:hint="eastAsia"/>
          <w:rtl/>
          <w:lang w:bidi="fa-IR"/>
        </w:rPr>
        <w:t>که»</w:t>
      </w:r>
      <w:r w:rsidRPr="00BA20C6">
        <w:rPr>
          <w:rtl/>
          <w:lang w:bidi="fa-IR"/>
        </w:rPr>
        <w:t xml:space="preserve"> تماشا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کرد اگر زنده بمان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خود را در مملکت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C64B0">
      <w:pPr>
        <w:pStyle w:val="Heading1"/>
        <w:rPr>
          <w:rtl/>
          <w:lang w:bidi="fa-IR"/>
        </w:rPr>
      </w:pPr>
      <w:bookmarkStart w:id="50" w:name="_Toc56202877"/>
      <w:bookmarkStart w:id="51" w:name="_Toc56203537"/>
      <w:r w:rsidRPr="00BA20C6">
        <w:rPr>
          <w:rFonts w:hint="eastAsia"/>
          <w:rtl/>
          <w:lang w:bidi="fa-IR"/>
        </w:rPr>
        <w:t>جلگه</w:t>
      </w:r>
      <w:r w:rsidRPr="00BA20C6">
        <w:rPr>
          <w:rtl/>
          <w:lang w:bidi="fa-IR"/>
        </w:rPr>
        <w:t xml:space="preserve"> 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دشت‌</w:t>
      </w:r>
      <w:bookmarkEnd w:id="50"/>
      <w:bookmarkEnd w:id="5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شنبه</w:t>
      </w:r>
      <w:r w:rsidRPr="00BA20C6">
        <w:rPr>
          <w:rtl/>
          <w:lang w:bidi="fa-IR"/>
        </w:rPr>
        <w:t xml:space="preserve"> دهم رمضان مطابق «هشتم جوزا» اول آفتاب سوار شده، از کوچه «سر قبر آقا»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عبور از تلال خاک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گردنه موسوم به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الکش»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کش» که املا و وجه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دانم،</w:t>
      </w:r>
      <w:r w:rsidRPr="00BA20C6">
        <w:rPr>
          <w:rtl/>
          <w:lang w:bidi="fa-IR"/>
        </w:rPr>
        <w:t xml:space="preserve"> وارد جلگه مصفا و حاصلخ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«ماه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دشت»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از هر طرف محدود و محاط به کوه است، نهار را در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دشت»</w:t>
      </w:r>
      <w:r w:rsidRPr="00BA20C6">
        <w:rPr>
          <w:rtl/>
          <w:lang w:bidi="fa-IR"/>
        </w:rPr>
        <w:t xml:space="preserve">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طرف عصر مجدداً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پل «ماه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دشت»</w:t>
      </w:r>
      <w:r w:rsidRPr="00BA20C6">
        <w:rPr>
          <w:rtl/>
          <w:lang w:bidi="fa-IR"/>
        </w:rPr>
        <w:t xml:space="preserve"> که گذشت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با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بزرگ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ب‌الشکل</w:t>
      </w:r>
      <w:r w:rsidRPr="00BA20C6">
        <w:rPr>
          <w:rtl/>
          <w:lang w:bidi="fa-IR"/>
        </w:rPr>
        <w:t xml:space="preserve">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س‌ها»</w:t>
      </w:r>
      <w:r w:rsidRPr="00BA20C6">
        <w:rPr>
          <w:rtl/>
          <w:lang w:bidi="fa-IR"/>
        </w:rPr>
        <w:t xml:space="preserve"> مصادف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اسب‌ها رم کرده کالسکه را برداشته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نمانده بود که به قعر رودخانه پرتاب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اما </w:t>
      </w:r>
      <w:r w:rsidRPr="00BA20C6">
        <w:rPr>
          <w:rFonts w:hint="eastAsia"/>
          <w:rtl/>
          <w:lang w:bidi="fa-IR"/>
        </w:rPr>
        <w:t>بحمداللَّه</w:t>
      </w:r>
      <w:r w:rsidRPr="00BA20C6">
        <w:rPr>
          <w:rtl/>
          <w:lang w:bidi="fa-IR"/>
        </w:rPr>
        <w:t xml:space="preserve"> ب</w:t>
      </w:r>
      <w:r w:rsidR="00CC64B0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گذشت و خطر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«عبدالحم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مهارت به خرج داد که ممنون‌اش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پس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مسافت،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گردنه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موسوم به «چار زبر» است، درخت‌ها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 خودرو، فراوان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شد، معلوم است جنگل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عبور از گردنه «چار زبر»، وارد جلگه مصفا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هر طرف محدود به کوه است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جغراف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«جلگه 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دشت»،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جلگه طور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که، به 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«چاه آرتز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در آن‌جا حفر نمود،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معلوم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با بودن آب فراوان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ن‌جا،</w:t>
      </w:r>
      <w:r w:rsidRPr="00BA20C6">
        <w:rPr>
          <w:rtl/>
          <w:lang w:bidi="fa-IR"/>
        </w:rPr>
        <w:t xml:space="preserve"> حاجت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</w:t>
      </w:r>
      <w:r w:rsidRPr="00BA20C6">
        <w:rPr>
          <w:rFonts w:hint="eastAsia"/>
          <w:rtl/>
          <w:lang w:bidi="fa-IR"/>
        </w:rPr>
        <w:t>حفر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چاه باشد.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C64B0">
      <w:pPr>
        <w:pStyle w:val="Heading1"/>
        <w:rPr>
          <w:rtl/>
          <w:lang w:bidi="fa-IR"/>
        </w:rPr>
      </w:pPr>
      <w:bookmarkStart w:id="52" w:name="_Toc56202878"/>
      <w:bookmarkStart w:id="53" w:name="_Toc56203538"/>
      <w:r w:rsidRPr="00BA20C6">
        <w:rPr>
          <w:rFonts w:hint="eastAsia"/>
          <w:rtl/>
          <w:lang w:bidi="fa-IR"/>
        </w:rPr>
        <w:t>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حسن‌آباد</w:t>
      </w:r>
      <w:bookmarkEnd w:id="52"/>
      <w:bookmarkEnd w:id="5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«حسن‌آباد»، چون در منزل‌ها کک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در کنار نهر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چمن‌زار نزول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باران شروع به آمدن کرد و نگذاشت، مجبور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 قهوه‌خانه مسقف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اطرافش باز بود پناهنده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معذلک تا صبح کک‌ها نگذاشتند آرام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امشب با ش</w:t>
      </w:r>
      <w:r w:rsidRPr="00BA20C6">
        <w:rPr>
          <w:rFonts w:hint="eastAsia"/>
          <w:rtl/>
          <w:lang w:bidi="fa-IR"/>
        </w:rPr>
        <w:t>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باقلائ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هوسانه از «کرمانشاه»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باقلاپلوطبخ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مسافت</w:t>
      </w:r>
      <w:r w:rsidRPr="00BA20C6">
        <w:rPr>
          <w:rtl/>
          <w:lang w:bidi="fa-IR"/>
        </w:rPr>
        <w:t xml:space="preserve"> از «کرمانشاه» تا «ماه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دشت»</w:t>
      </w:r>
      <w:r w:rsidRPr="00BA20C6">
        <w:rPr>
          <w:rtl/>
          <w:lang w:bidi="fa-IR"/>
        </w:rPr>
        <w:t xml:space="preserve"> چهار فرسخ است، و از آن‌جا تا «حسن‌آباد» سه فرسخ، در 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دشت</w:t>
      </w:r>
      <w:r w:rsidRPr="00BA20C6">
        <w:rPr>
          <w:rtl/>
          <w:lang w:bidi="fa-IR"/>
        </w:rPr>
        <w:t xml:space="preserve"> «حاج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اعتمادالاطبا» را که از «عتبات» مراجعت نموده ملاقات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و ناراحت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حدود صحبت‌ها کردند.</w:t>
      </w:r>
    </w:p>
    <w:p w:rsidR="00BA20C6" w:rsidRPr="00BA20C6" w:rsidRDefault="00CC64B0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C64B0">
      <w:pPr>
        <w:pStyle w:val="Heading1"/>
        <w:rPr>
          <w:rtl/>
          <w:lang w:bidi="fa-IR"/>
        </w:rPr>
      </w:pPr>
      <w:bookmarkStart w:id="54" w:name="_Toc56202879"/>
      <w:bookmarkStart w:id="55" w:name="_Toc56203539"/>
      <w:r w:rsidRPr="00BA20C6">
        <w:rPr>
          <w:rFonts w:hint="eastAsia"/>
          <w:rtl/>
          <w:lang w:bidi="fa-IR"/>
        </w:rPr>
        <w:t>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هارون‌آباد</w:t>
      </w:r>
      <w:bookmarkEnd w:id="54"/>
      <w:bookmarkEnd w:id="5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رمضان مطابق «نهم جوزا»، صبح زود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فرسخ راه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«هارون‌آباد»، نهار در آن‌جا صرف شد.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دشت»</w:t>
      </w:r>
      <w:r w:rsidRPr="00BA20C6">
        <w:rPr>
          <w:rtl/>
          <w:lang w:bidi="fa-IR"/>
        </w:rPr>
        <w:t xml:space="preserve"> و «هارون‌آباد» در موقع اشغال «روسها» خراب و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شده، حال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مردمانش تازه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خواهند</w:t>
      </w:r>
    </w:p>
    <w:p w:rsidR="00CC64B0" w:rsidRDefault="00BA20C6" w:rsidP="00CC64B0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احداث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منازل بکنند.</w:t>
      </w:r>
    </w:p>
    <w:p w:rsidR="00CC64B0" w:rsidRDefault="00CC64B0" w:rsidP="00CC64B0">
      <w:pPr>
        <w:pStyle w:val="libNormal"/>
        <w:rPr>
          <w:rtl/>
          <w:lang w:bidi="fa-IR"/>
        </w:rPr>
      </w:pPr>
    </w:p>
    <w:p w:rsidR="00BA20C6" w:rsidRPr="00BA20C6" w:rsidRDefault="00CC64B0" w:rsidP="00CC64B0">
      <w:pPr>
        <w:pStyle w:val="Heading1"/>
        <w:rPr>
          <w:rtl/>
          <w:lang w:bidi="fa-IR"/>
        </w:rPr>
      </w:pPr>
      <w:r w:rsidRPr="00BA20C6">
        <w:rPr>
          <w:rFonts w:hint="eastAsia"/>
          <w:rtl/>
          <w:lang w:bidi="fa-IR"/>
        </w:rPr>
        <w:t xml:space="preserve"> </w:t>
      </w:r>
      <w:bookmarkStart w:id="56" w:name="_Toc56202880"/>
      <w:bookmarkStart w:id="57" w:name="_Toc56203540"/>
      <w:r w:rsidR="00BA20C6" w:rsidRPr="00BA20C6">
        <w:rPr>
          <w:rFonts w:hint="eastAsia"/>
          <w:rtl/>
          <w:lang w:bidi="fa-IR"/>
        </w:rPr>
        <w:t>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کرند</w:t>
      </w:r>
      <w:bookmarkEnd w:id="56"/>
      <w:bookmarkEnd w:id="57"/>
    </w:p>
    <w:p w:rsidR="00BA20C6" w:rsidRPr="00BA20C6" w:rsidRDefault="00BA20C6" w:rsidP="00CC64B0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نهار مجدداً سوار شده پس از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فرسخ راه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روزآباد»،</w:t>
      </w:r>
      <w:r w:rsidRPr="00BA20C6">
        <w:rPr>
          <w:rtl/>
          <w:lang w:bidi="fa-IR"/>
        </w:rPr>
        <w:t xml:space="preserve"> و بعد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«خسروآباد»، و بعد از دو فرسخ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وارد قصبه «کرند»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شب را در باغچه به 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آب 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مهتاب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طرف غروب و صبح زود گردش مخت</w:t>
      </w:r>
      <w:r w:rsidRPr="00BA20C6">
        <w:rPr>
          <w:rFonts w:hint="eastAsia"/>
          <w:rtl/>
          <w:lang w:bidi="fa-IR"/>
        </w:rPr>
        <w:t>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عمل آمد، باغات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حساب</w:t>
      </w:r>
      <w:r w:rsidRPr="00BA20C6">
        <w:rPr>
          <w:rtl/>
          <w:lang w:bidi="fa-IR"/>
        </w:rPr>
        <w:t xml:space="preserve"> «کرند» با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درختان سرا پا سبز و پر از شکوفه‌ها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رنگارنگ، چشم تماشاچ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جلب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ابداً روزه نبودند چون «نص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مذهب» اند، چند بقعه در قصبه هست که مدفن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فرقه است،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زها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جماعت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به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«کرند»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اردو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با «قشون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ساخلو کرده است،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از دو هزار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نو، زده‌اند. در تمام اردو چراغ برق روشن است، آب </w:t>
      </w:r>
      <w:r w:rsidRPr="00BA20C6">
        <w:rPr>
          <w:rtl/>
          <w:lang w:bidi="fa-IR"/>
        </w:rPr>
        <w:lastRenderedPageBreak/>
        <w:t>از محل دوردست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توسط لوله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محل اردوگاه خود آورده‌اند، مثل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رحل اقامت افکنده و قصد استملاک مملکت ما را دارند!!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C64B0">
      <w:pPr>
        <w:pStyle w:val="Heading1"/>
        <w:rPr>
          <w:rtl/>
          <w:lang w:bidi="fa-IR"/>
        </w:rPr>
      </w:pPr>
      <w:bookmarkStart w:id="58" w:name="_Toc56202881"/>
      <w:bookmarkStart w:id="59" w:name="_Toc56203541"/>
      <w:r w:rsidRPr="00BA20C6">
        <w:rPr>
          <w:rFonts w:hint="eastAsia"/>
          <w:rtl/>
          <w:lang w:bidi="fa-IR"/>
        </w:rPr>
        <w:t>گردنه</w:t>
      </w:r>
      <w:r w:rsidRPr="00BA20C6">
        <w:rPr>
          <w:rtl/>
          <w:lang w:bidi="fa-IR"/>
        </w:rPr>
        <w:t xml:space="preserve"> طاق کسر</w:t>
      </w:r>
      <w:r w:rsidRPr="00BA20C6">
        <w:rPr>
          <w:rFonts w:hint="cs"/>
          <w:rtl/>
          <w:lang w:bidi="fa-IR"/>
        </w:rPr>
        <w:t>ی‌</w:t>
      </w:r>
      <w:bookmarkEnd w:id="58"/>
      <w:bookmarkEnd w:id="59"/>
    </w:p>
    <w:p w:rsidR="00BA20C6" w:rsidRPr="00BA20C6" w:rsidRDefault="00BA20C6" w:rsidP="00CC64B0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دوشنبه</w:t>
      </w:r>
      <w:r w:rsidRPr="00BA20C6">
        <w:rPr>
          <w:rtl/>
          <w:lang w:bidi="fa-IR"/>
        </w:rPr>
        <w:t xml:space="preserve"> دوازدهم رمضان مطابق «دهم جوزا»، طرف صبح از «کرند» حرکت کرده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محل معروف به «سرم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گان</w:t>
      </w:r>
      <w:r w:rsidRPr="00BA20C6">
        <w:rPr>
          <w:rtl/>
          <w:lang w:bidi="fa-IR"/>
        </w:rPr>
        <w:t xml:space="preserve"> طاق»،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نان خوب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نهار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وارد گردنه معروف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«طاق کسر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هر چند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گردنه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مرتفع و راه آن خطرناک و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است لکن همه‌جا شوسه و مسطح شده است. قسمت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که سابقاً محل منحصر عبور و مرور، و به «نعل‌شکن» معروف بوده در کنار جاده شوسه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متروک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C64B0">
      <w:pPr>
        <w:pStyle w:val="Heading1"/>
        <w:rPr>
          <w:rtl/>
          <w:lang w:bidi="fa-IR"/>
        </w:rPr>
      </w:pPr>
      <w:bookmarkStart w:id="60" w:name="_Toc56202882"/>
      <w:bookmarkStart w:id="61" w:name="_Toc56203542"/>
      <w:r w:rsidRPr="00BA20C6">
        <w:rPr>
          <w:rFonts w:hint="eastAsia"/>
          <w:rtl/>
          <w:lang w:bidi="fa-IR"/>
        </w:rPr>
        <w:t>طاق</w:t>
      </w:r>
      <w:r w:rsidRPr="00BA20C6">
        <w:rPr>
          <w:rtl/>
          <w:lang w:bidi="fa-IR"/>
        </w:rPr>
        <w:t xml:space="preserve"> کسر</w:t>
      </w:r>
      <w:r w:rsidRPr="00BA20C6">
        <w:rPr>
          <w:rFonts w:hint="cs"/>
          <w:rtl/>
          <w:lang w:bidi="fa-IR"/>
        </w:rPr>
        <w:t>ی‌</w:t>
      </w:r>
      <w:bookmarkEnd w:id="60"/>
      <w:bookmarkEnd w:id="6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CC64B0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«طاق</w:t>
      </w:r>
      <w:r w:rsidRPr="00BA20C6">
        <w:rPr>
          <w:rtl/>
          <w:lang w:bidi="fa-IR"/>
        </w:rPr>
        <w:t xml:space="preserve"> کسر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عبارت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سنگ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که با قطعه‌ها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سنگ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ساخته شده،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وان،</w:t>
      </w:r>
      <w:r w:rsidRPr="00BA20C6">
        <w:rPr>
          <w:rtl/>
          <w:lang w:bidi="fa-IR"/>
        </w:rPr>
        <w:t xml:space="preserve"> 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مسلماً خطوط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حجار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بود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فعلًا در اثر عوامل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محو شده است. از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من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اطلاع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ندارم، در هر حال نصب کردن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قطعه سنگ‌ها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مه،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قلّه کوه،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تعجب ما و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بلند همت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 است. گردنه که تمام شد ظهر بود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جلگه، در آن‌جا آبادان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نبود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چادرِ پُست ژاندارم‌ها نزول، و صرف نهار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بعد مجدداً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سه ساعت به غروب مان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محل معروف به «سرپل».</w:t>
      </w:r>
    </w:p>
    <w:p w:rsidR="00BA20C6" w:rsidRPr="00BA20C6" w:rsidRDefault="00CC64B0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C64B0">
      <w:pPr>
        <w:pStyle w:val="Heading1"/>
        <w:rPr>
          <w:rtl/>
          <w:lang w:bidi="fa-IR"/>
        </w:rPr>
      </w:pPr>
      <w:bookmarkStart w:id="62" w:name="_Toc56202883"/>
      <w:bookmarkStart w:id="63" w:name="_Toc56203543"/>
      <w:r w:rsidRPr="00BA20C6">
        <w:rPr>
          <w:rFonts w:hint="eastAsia"/>
          <w:rtl/>
          <w:lang w:bidi="fa-IR"/>
        </w:rPr>
        <w:t>سرپل</w:t>
      </w:r>
      <w:r w:rsidRPr="00BA20C6">
        <w:rPr>
          <w:rtl/>
          <w:lang w:bidi="fa-IR"/>
        </w:rPr>
        <w:t xml:space="preserve"> ذهاب‌</w:t>
      </w:r>
      <w:bookmarkEnd w:id="62"/>
      <w:bookmarkEnd w:id="63"/>
    </w:p>
    <w:p w:rsidR="00BA20C6" w:rsidRPr="00BA20C6" w:rsidRDefault="00BA20C6" w:rsidP="00CC64B0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امشب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ماند، منزل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قهوه‌خانه که در کنار رودخانه «زاب» بنا شده است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منظره امواج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ب،</w:t>
      </w:r>
      <w:r w:rsidRPr="00BA20C6">
        <w:rPr>
          <w:rtl/>
          <w:lang w:bidi="fa-IR"/>
        </w:rPr>
        <w:t xml:space="preserve"> و 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مارپ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رود و صاف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اندازه</w:t>
      </w:r>
      <w:r w:rsidRPr="00BA20C6">
        <w:rPr>
          <w:rtl/>
          <w:lang w:bidi="fa-IR"/>
        </w:rPr>
        <w:t xml:space="preserve"> آب با 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گاهگاه از آن به هوا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جستند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تماشا</w:t>
      </w:r>
      <w:r w:rsidRPr="00BA20C6">
        <w:rPr>
          <w:rtl/>
          <w:lang w:bidi="fa-IR"/>
        </w:rPr>
        <w:t xml:space="preserve"> نبود.</w:t>
      </w:r>
    </w:p>
    <w:p w:rsidR="00BA20C6" w:rsidRPr="00BA20C6" w:rsidRDefault="00BA20C6" w:rsidP="00CC64B0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«طهران» که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سرد بود،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نقاط تازه باقلا و گل سرخ به بازار آمده بود و اغلب جاها هوا درست سرد بود، و</w:t>
      </w:r>
      <w:r w:rsidR="00CC64B0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زراعت‌ها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سبز و خرم داشت بلکه در «ماهن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شب آتش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 «آوج» برف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در گردنه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سرخ» و «اسدآباد» از کنار برف‌ها راه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که «سرپل ذهاب» است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ورق برگشته، هوا درست گرم است زراعت‌ها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جو را مشغول درو کردن هستند،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و کدو فراوان است، معلوم است که به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«عربستان»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با آب 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خنک و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سبز و خرم مملکت خودمان کم‌کم وداع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CC64B0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C64B0">
      <w:pPr>
        <w:pStyle w:val="Heading1"/>
        <w:rPr>
          <w:rtl/>
          <w:lang w:bidi="fa-IR"/>
        </w:rPr>
      </w:pPr>
      <w:bookmarkStart w:id="64" w:name="_Toc56202884"/>
      <w:bookmarkStart w:id="65" w:name="_Toc56203544"/>
      <w:r w:rsidRPr="00BA20C6">
        <w:rPr>
          <w:rFonts w:hint="eastAsia"/>
          <w:rtl/>
          <w:lang w:bidi="fa-IR"/>
        </w:rPr>
        <w:t>قصر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</w:t>
      </w:r>
      <w:bookmarkEnd w:id="64"/>
      <w:bookmarkEnd w:id="6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سه‌شنبه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رمضان مطابق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جوزا»، صبح زود از «سرپل»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هرچه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هوا گرم‌تر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راهها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 و بلند کوهستان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مبدل به جاده هموار خاک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شد، گرد و غبار اذ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>. کم‌کم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«قصر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اما آن‌جا نرفت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مراجعت به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گفتند، هر شب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قطار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 xml:space="preserve"> به «بغداد»، و هرکس ظهر در «قره‌تو» نباشد با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آن شب نم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تواند برود، چون که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اسباب را حتماً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لهذا</w:t>
      </w:r>
      <w:r w:rsidRPr="00BA20C6">
        <w:rPr>
          <w:rtl/>
          <w:lang w:bidi="fa-IR"/>
        </w:rPr>
        <w:t xml:space="preserve"> از ترس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مبادا در «قصر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معطل شده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به «قره‌تو» برس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ک‌سره</w:t>
      </w:r>
      <w:r w:rsidRPr="00BA20C6">
        <w:rPr>
          <w:rtl/>
          <w:lang w:bidi="fa-IR"/>
        </w:rPr>
        <w:t xml:space="preserve"> برخلاف معمول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«قره‌تو»، که مبد</w:t>
      </w:r>
      <w:r w:rsidR="00B873BA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ء خط آهن و اسم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متعلق به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ران»،</w:t>
      </w:r>
      <w:r w:rsidRPr="00BA20C6">
        <w:rPr>
          <w:rtl/>
          <w:lang w:bidi="fa-IR"/>
        </w:rPr>
        <w:t xml:space="preserve"> اما معلوم شد که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آن جلوتر است، به قدر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ثلث فرسخ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از </w:t>
      </w:r>
      <w:r w:rsidRPr="00BA20C6">
        <w:rPr>
          <w:rFonts w:hint="eastAsia"/>
          <w:rtl/>
          <w:lang w:bidi="fa-IR"/>
        </w:rPr>
        <w:t>کنار</w:t>
      </w:r>
      <w:r w:rsidRPr="00BA20C6">
        <w:rPr>
          <w:rtl/>
          <w:lang w:bidi="fa-IR"/>
        </w:rPr>
        <w:t xml:space="preserve"> خط آهن با دستگاه رفته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«تبروق» که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اسم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تا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فرسخ فاصله دارد. لد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الورود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حساب</w:t>
      </w:r>
      <w:r w:rsidRPr="00BA20C6">
        <w:rPr>
          <w:rtl/>
          <w:lang w:bidi="fa-IR"/>
        </w:rPr>
        <w:t xml:space="preserve"> 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را تفر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کرده، تتمه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کالسکه را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چند پاکت و صورت تلگراف که شب نوشته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او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در «قصر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ارسال و مخابره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پس از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او، اسباب‌ها را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محوطه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دور تا دور آن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ده‌اند،</w:t>
      </w:r>
      <w:r w:rsidRPr="00BA20C6">
        <w:rPr>
          <w:rtl/>
          <w:lang w:bidi="fa-IR"/>
        </w:rPr>
        <w:t xml:space="preserve"> و مح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شات</w:t>
      </w:r>
      <w:r w:rsidRPr="00BA20C6">
        <w:rPr>
          <w:rtl/>
          <w:lang w:bidi="fa-IR"/>
        </w:rPr>
        <w:t xml:space="preserve"> گمرک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آفتاب سوزان معطل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از آن که اسباب‌ها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کردند مرخص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امّا</w:t>
      </w:r>
      <w:r w:rsidRPr="00BA20C6">
        <w:rPr>
          <w:rtl/>
          <w:lang w:bidi="fa-IR"/>
        </w:rPr>
        <w:t xml:space="preserve"> محل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نبود که بنش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صرف نهار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دو سه چادر در آنجا زده‌اند که محل انتظار مسافر است، آن چادرها هم معلوم شد متعلق به اشخاص متفرقه است، و از هر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آنه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در واقع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صحرا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آب</w:t>
      </w:r>
      <w:r w:rsidRPr="00BA20C6">
        <w:rPr>
          <w:rtl/>
          <w:lang w:bidi="fa-IR"/>
        </w:rPr>
        <w:t xml:space="preserve"> و علف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از لوازم «استاس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موجود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در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چادر هم که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جا نبود،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عده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ازده‌نفره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دو شب سه شب قبل آنجا بودند، هر قسم بود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برگزار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از صبح تا غروب از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گرما و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ناراحت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سخت گذراند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بدتر از همه آن که گفتند: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امشب مخصوص عسکر است و مسافر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</w:t>
      </w:r>
      <w:r w:rsidRPr="00BA20C6">
        <w:rPr>
          <w:rtl/>
          <w:lang w:bidi="fa-IR"/>
        </w:rPr>
        <w:t>. اوقات ما صد درجه تلخ‌تر شد، بالأخره بوس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سفارش</w:t>
      </w:r>
      <w:r w:rsidR="00620525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‌نامه «سفارت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که همراه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داود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="00620525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فروش،</w:t>
      </w:r>
      <w:r w:rsidRPr="00BA20C6">
        <w:rPr>
          <w:rtl/>
          <w:lang w:bidi="fa-IR"/>
        </w:rPr>
        <w:t xml:space="preserve"> امشب را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هشت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گرفته آسوده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620525">
      <w:pPr>
        <w:pStyle w:val="Heading1"/>
        <w:rPr>
          <w:rtl/>
          <w:lang w:bidi="fa-IR"/>
        </w:rPr>
      </w:pPr>
      <w:bookmarkStart w:id="66" w:name="_Toc56202885"/>
      <w:bookmarkStart w:id="67" w:name="_Toc56203545"/>
      <w:r w:rsidRPr="00BA20C6">
        <w:rPr>
          <w:rFonts w:hint="eastAsia"/>
          <w:rtl/>
          <w:lang w:bidi="fa-IR"/>
        </w:rPr>
        <w:t>داوودخان‌</w:t>
      </w:r>
      <w:bookmarkEnd w:id="66"/>
      <w:bookmarkEnd w:id="6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620525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«داوود خان»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جوان هفده، هجده‌ساله‌هند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است،</w:t>
      </w:r>
      <w:r w:rsidRPr="00BA20C6">
        <w:rPr>
          <w:rtl/>
          <w:lang w:bidi="fa-IR"/>
        </w:rPr>
        <w:t xml:space="preserve"> و با وجود رنگ سبزه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اهش،</w:t>
      </w:r>
      <w:r w:rsidRPr="00BA20C6">
        <w:rPr>
          <w:rtl/>
          <w:lang w:bidi="fa-IR"/>
        </w:rPr>
        <w:t xml:space="preserve">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مقبول و مل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و خنده‌رو است و زبان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خوشمزه و با ادا و اصول حرف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زند،</w:t>
      </w:r>
      <w:r w:rsidRPr="00BA20C6">
        <w:rPr>
          <w:rtl/>
          <w:lang w:bidi="fa-IR"/>
        </w:rPr>
        <w:t xml:space="preserve"> که </w:t>
      </w:r>
      <w:r w:rsidRPr="00BA20C6">
        <w:rPr>
          <w:rFonts w:hint="eastAsia"/>
          <w:rtl/>
          <w:lang w:bidi="fa-IR"/>
        </w:rPr>
        <w:t>انسان</w:t>
      </w:r>
      <w:r w:rsidRPr="00BA20C6">
        <w:rPr>
          <w:rtl/>
          <w:lang w:bidi="fa-IR"/>
        </w:rPr>
        <w:t xml:space="preserve"> را مثل مغناط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جذب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چند دفعه نزد او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او هم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ما آمد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مهربان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محبت کرد، و واقعاً از ملاقات او رفع کسالت و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ملالت امروز ما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امروز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معاملات ما با «آنه» و «روپ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است آنه شانزده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است، و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موافق نرخ امروزه دو قران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است، تفاوت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نقره به قدر دو قران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است. و اسکناس‌ها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پنج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ده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صد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بالاتر هم هست که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به خط ا</w:t>
      </w:r>
      <w:r w:rsidRPr="00BA20C6">
        <w:rPr>
          <w:rFonts w:hint="eastAsia"/>
          <w:rtl/>
          <w:lang w:bidi="fa-IR"/>
        </w:rPr>
        <w:t>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نوشته شده است (نوط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).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شب گذشته از «بغداد» آمد، اسباب‌ها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هم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زائد بر سه من را که حق هر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قرار داده‌اند و مجان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از قرار هر من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</w:t>
      </w:r>
      <w:r w:rsidRPr="00BA20C6">
        <w:rPr>
          <w:rtl/>
          <w:lang w:bidi="fa-IR"/>
        </w:rPr>
        <w:t>. دو ساعت از شب گذشته بود که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واگن‌ها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مکت‌دار</w:t>
      </w:r>
      <w:r w:rsidRPr="00BA20C6">
        <w:rPr>
          <w:rtl/>
          <w:lang w:bidi="fa-IR"/>
        </w:rPr>
        <w:t xml:space="preserve"> را به قشون داده،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د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واگون بارکش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مکت</w:t>
      </w:r>
      <w:r w:rsidRPr="00BA20C6">
        <w:rPr>
          <w:rtl/>
          <w:lang w:bidi="fa-IR"/>
        </w:rPr>
        <w:t xml:space="preserve"> و صندل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ندارد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فرش پهن کرد و نشست، در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و سقفش همه از آهن است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ممنون بود که مسافر را روز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برند،</w:t>
      </w:r>
      <w:r w:rsidRPr="00BA20C6">
        <w:rPr>
          <w:rtl/>
          <w:lang w:bidi="fa-IR"/>
        </w:rPr>
        <w:t xml:space="preserve"> و گرنه انسان از گرما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پزد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حرکت کرد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و چندان تند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رفت،</w:t>
      </w:r>
      <w:r w:rsidRPr="00BA20C6">
        <w:rPr>
          <w:rtl/>
          <w:lang w:bidi="fa-IR"/>
        </w:rPr>
        <w:t xml:space="preserve"> شب مهتاب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اطراف را تماشا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گاهگاه ترن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جاده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</w:t>
      </w:r>
      <w:r w:rsidRPr="00D3390E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است، چند نفر «طهران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در اطاق ما بودند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صحبت و مزاح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نمودند به ما هم تع</w:t>
      </w:r>
      <w:r w:rsidRPr="00BA20C6">
        <w:rPr>
          <w:rFonts w:hint="eastAsia"/>
          <w:rtl/>
          <w:lang w:bidi="fa-IR"/>
        </w:rPr>
        <w:t>ارف</w:t>
      </w:r>
      <w:r w:rsidRPr="00BA20C6">
        <w:rPr>
          <w:rtl/>
          <w:lang w:bidi="fa-IR"/>
        </w:rPr>
        <w:t xml:space="preserve"> کردند کورکورانه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مزه کرد. شام هم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طورها صرف شد، نصفه‌ها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خوابمان برد.</w:t>
      </w:r>
    </w:p>
    <w:p w:rsidR="00BA20C6" w:rsidRDefault="00D3390E" w:rsidP="00D3390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D3390E" w:rsidRPr="00BA20C6" w:rsidRDefault="00D3390E" w:rsidP="00D3390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ستگاه،</w:t>
      </w:r>
      <w:r w:rsidRPr="00BA20C6">
        <w:rPr>
          <w:rtl/>
          <w:lang w:bidi="fa-IR"/>
        </w:rPr>
        <w:t xml:space="preserve"> توقف‌گاه.</w:t>
      </w:r>
    </w:p>
    <w:p w:rsidR="00D3390E" w:rsidRPr="00BA20C6" w:rsidRDefault="00D3390E" w:rsidP="00BA20C6">
      <w:pPr>
        <w:pStyle w:val="libNormal"/>
        <w:rPr>
          <w:rtl/>
          <w:lang w:bidi="fa-IR"/>
        </w:rPr>
      </w:pPr>
    </w:p>
    <w:p w:rsidR="00BA20C6" w:rsidRPr="00BA20C6" w:rsidRDefault="00D3390E" w:rsidP="00D3390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8" w:name="_Toc56202886"/>
      <w:bookmarkStart w:id="69" w:name="_Toc56203546"/>
      <w:r w:rsidR="00BA20C6" w:rsidRPr="00BA20C6">
        <w:rPr>
          <w:rFonts w:hint="eastAsia"/>
          <w:rtl/>
          <w:lang w:bidi="fa-IR"/>
        </w:rPr>
        <w:lastRenderedPageBreak/>
        <w:t>استاس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ون</w:t>
      </w:r>
      <w:r w:rsidR="00BA20C6" w:rsidRPr="00BA20C6">
        <w:rPr>
          <w:rtl/>
          <w:lang w:bidi="fa-IR"/>
        </w:rPr>
        <w:t xml:space="preserve"> بغداد</w:t>
      </w:r>
      <w:bookmarkEnd w:id="68"/>
      <w:bookmarkEnd w:id="69"/>
    </w:p>
    <w:p w:rsidR="00BA20C6" w:rsidRPr="00BA20C6" w:rsidRDefault="00BA20C6" w:rsidP="00D3390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چهارشنبه</w:t>
      </w:r>
      <w:r w:rsidRPr="00BA20C6">
        <w:rPr>
          <w:rtl/>
          <w:lang w:bidi="fa-IR"/>
        </w:rPr>
        <w:t xml:space="preserve"> چهاردهم رمضان مطابق «دوازدهم جوزا»، صبح از خواب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آهسته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رفت،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توقف کرد نماز خوانده باز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دو سه ساعت از روز گذشته وارد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«بغداد»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«بغداد نو»، و طرف بقعه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است، در گاراژ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اسباب‌ها</w:t>
      </w:r>
      <w:r w:rsidRPr="00BA20C6">
        <w:rPr>
          <w:rtl/>
          <w:lang w:bidi="fa-IR"/>
        </w:rPr>
        <w:t xml:space="preserve"> را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گمرگ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کردند، چند نفر حمال اسباب‌ها را برداشته به طرف «بغداد کهنه»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«کرخ»، که مرکز خط آهن واگون «بغداد»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آن‌جا است بردند،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«آقا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حسن» نام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اظهار خدمت جهت حمل اسباب و راهنمائ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مثل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ما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شناسد</w:t>
      </w:r>
      <w:r w:rsidRPr="00BA20C6">
        <w:rPr>
          <w:rtl/>
          <w:lang w:bidi="fa-IR"/>
        </w:rPr>
        <w:t xml:space="preserve"> و کمال خصوص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دارد.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3390E">
      <w:pPr>
        <w:pStyle w:val="Heading1"/>
        <w:rPr>
          <w:rtl/>
          <w:lang w:bidi="fa-IR"/>
        </w:rPr>
      </w:pPr>
      <w:bookmarkStart w:id="70" w:name="_Toc56202887"/>
      <w:bookmarkStart w:id="71" w:name="_Toc56203547"/>
      <w:r w:rsidRPr="00BA20C6">
        <w:rPr>
          <w:rFonts w:hint="eastAsia"/>
          <w:rtl/>
          <w:lang w:bidi="fa-IR"/>
        </w:rPr>
        <w:t>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</w:t>
      </w:r>
      <w:bookmarkEnd w:id="70"/>
      <w:bookmarkEnd w:id="7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D3390E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واگون، اسباب‌ها را در بارکش گذاشتند،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حسن» مراقب آن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خودمان سوار واگون و پس از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حسن، حمّال گرفت ما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وارد خانه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نام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 که از خدام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="00D3390E" w:rsidRPr="00D3390E">
        <w:rPr>
          <w:rStyle w:val="libAlaemChar"/>
          <w:rFonts w:eastAsiaTheme="minorHAnsi"/>
          <w:rtl/>
        </w:rPr>
        <w:t>عليهما‌السلام</w:t>
      </w:r>
      <w:r w:rsidR="00D3390E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است، ما را به صاحب خانه سپرد و رفت، معلوم شد شغل او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زوار را راهنمائ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ضمناً از خادم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زوار را به او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سپارد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صاحب خانه که زوار را آنجا وارد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حق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رد،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معلوم شد 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همش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ره‌زاده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خادم «عسکر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اس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با او هم بند و بست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دارد.</w:t>
      </w:r>
    </w:p>
    <w:p w:rsidR="00BA20C6" w:rsidRPr="00BA20C6" w:rsidRDefault="00BA20C6" w:rsidP="00D3390E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ضمناً</w:t>
      </w:r>
      <w:r w:rsidRPr="00BA20C6">
        <w:rPr>
          <w:rtl/>
          <w:lang w:bidi="fa-IR"/>
        </w:rPr>
        <w:t xml:space="preserve"> 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ما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ورود به «سامره» هم معلوم شد، از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حسن» چند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هستند، واقعاً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درد زوار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غر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هستند</w:t>
      </w:r>
      <w:r w:rsidRPr="00BA20C6">
        <w:rPr>
          <w:rtl/>
          <w:lang w:bidi="fa-IR"/>
        </w:rPr>
        <w:t xml:space="preserve"> و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شناسند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خورند،</w:t>
      </w:r>
      <w:r w:rsidRPr="00BA20C6">
        <w:rPr>
          <w:rtl/>
          <w:lang w:bidi="fa-IR"/>
        </w:rPr>
        <w:t xml:space="preserve"> نهار را در خانه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حمام رفتن و برگشتن و تشرف به حرم مطهر کمال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حسن خدمت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آورد، اذن دخول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هم با حالت مخصوص که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خودمان بخوان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نگذاشت، گفت هر چند شما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ح‌تر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tl/>
          <w:lang w:bidi="fa-IR"/>
        </w:rPr>
        <w:t>خوان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دفعه اول حق من است بعدها خود 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D3390E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گرچه از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گرما و حرکت و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کسل شده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لذائذ عتبه‌بوس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موس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جعفر» و «حضرت امام محمّد تق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="00D3390E" w:rsidRPr="00D3390E">
        <w:rPr>
          <w:rStyle w:val="libAlaemChar"/>
          <w:rFonts w:eastAsiaTheme="minorHAnsi"/>
          <w:rtl/>
        </w:rPr>
        <w:t>عليهما‌السلام</w:t>
      </w:r>
      <w:r w:rsidR="00D3390E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آنرا جبران نمود، شب پس از تشرف ثانو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حرم مطهر، منزل 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پس از صرف شام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پشت بام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3390E">
      <w:pPr>
        <w:pStyle w:val="Heading1"/>
        <w:rPr>
          <w:rtl/>
          <w:lang w:bidi="fa-IR"/>
        </w:rPr>
      </w:pPr>
      <w:bookmarkStart w:id="72" w:name="_Toc56202888"/>
      <w:bookmarkStart w:id="73" w:name="_Toc56203548"/>
      <w:r w:rsidRPr="00BA20C6">
        <w:rPr>
          <w:rFonts w:hint="eastAsia"/>
          <w:rtl/>
          <w:lang w:bidi="fa-IR"/>
        </w:rPr>
        <w:t>مقبره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ی‌</w:t>
      </w:r>
      <w:bookmarkEnd w:id="72"/>
      <w:bookmarkEnd w:id="7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D3390E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پنجشنبه</w:t>
      </w:r>
      <w:r w:rsidRPr="00BA20C6">
        <w:rPr>
          <w:rtl/>
          <w:lang w:bidi="fa-IR"/>
        </w:rPr>
        <w:t xml:space="preserve"> پانزدهم رمضان مطابق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جوزا»، صبح بعد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با واگون به «بغداد»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کنار جسر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- اعل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اللَّه</w:t>
      </w:r>
      <w:r w:rsidRPr="00BA20C6">
        <w:rPr>
          <w:rtl/>
          <w:lang w:bidi="fa-IR"/>
        </w:rPr>
        <w:t xml:space="preserve"> مقامه-»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مسجد معروف به مسجد «داوود پاشا» مدفون است، و بقعه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حده</w:t>
      </w:r>
      <w:r w:rsidRPr="00BA20C6">
        <w:rPr>
          <w:rtl/>
          <w:lang w:bidi="fa-IR"/>
        </w:rPr>
        <w:t xml:space="preserve"> در 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مسجد دارد، دربش بسته بود باز کردند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هرچند مرقد و بقعه‌اش مخروبه و ناتم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است، لکن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ممنون بود که با عدم مواظبت اهل تش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به حفظ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مقابر، و با بودن آن در شهر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مثل «بغداد» و مرکز اهل سنت،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نرفته است. مشاهد «نواب اربعه امام عصر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هم در «بغداد» است،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مجال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همه نشد.</w:t>
      </w:r>
    </w:p>
    <w:p w:rsidR="00BA20C6" w:rsidRPr="00BA20C6" w:rsidRDefault="00D3390E" w:rsidP="00D3390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4" w:name="_Toc56202889"/>
      <w:bookmarkStart w:id="75" w:name="_Toc56203549"/>
      <w:r w:rsidR="00BA20C6" w:rsidRPr="00BA20C6">
        <w:rPr>
          <w:rFonts w:hint="eastAsia"/>
          <w:rtl/>
          <w:lang w:bidi="fa-IR"/>
        </w:rPr>
        <w:lastRenderedPageBreak/>
        <w:t>عثمان</w:t>
      </w:r>
      <w:r w:rsidR="00BA20C6" w:rsidRPr="00BA20C6">
        <w:rPr>
          <w:rtl/>
          <w:lang w:bidi="fa-IR"/>
        </w:rPr>
        <w:t xml:space="preserve"> بن سع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عمرو</w:t>
      </w:r>
      <w:r w:rsidR="00BA20C6" w:rsidRPr="00BA20C6">
        <w:rPr>
          <w:rFonts w:hint="cs"/>
          <w:rtl/>
          <w:lang w:bidi="fa-IR"/>
        </w:rPr>
        <w:t>ی‌</w:t>
      </w:r>
      <w:bookmarkEnd w:id="74"/>
      <w:bookmarkEnd w:id="7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D502FF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فقط</w:t>
      </w:r>
      <w:r w:rsidRPr="00BA20C6">
        <w:rPr>
          <w:rtl/>
          <w:lang w:bidi="fa-IR"/>
        </w:rPr>
        <w:t xml:space="preserve"> با تجسس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مرقد «عثمان بن 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عمرو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اوّل را</w:t>
      </w:r>
      <w:r w:rsidR="00D502FF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محله معروف به «تلخانه»،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سرا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واقع است. از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خادمش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صحن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داشته که به تدر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از آن گرفته مغازه‌ها و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ساخته‌اند،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مراجعت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چون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شب جمعه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«عسکر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مشرف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</w:t>
      </w:r>
      <w:r w:rsidRPr="00BA20C6">
        <w:rPr>
          <w:rFonts w:hint="eastAsia"/>
          <w:rtl/>
          <w:lang w:bidi="fa-IR"/>
        </w:rPr>
        <w:t>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حسن» آمد و ترت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کار را داد، اسباب هرچه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منزل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گذاشته به او سپرد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خودمان مجرّداً اول مغرب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حسن»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خط «سامره»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اسب از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دور است،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«زوار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 آن‌جا بودند، به انتظار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آنها صحبت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مهتاب</w:t>
      </w:r>
      <w:r w:rsidRPr="00BA20C6">
        <w:rPr>
          <w:rtl/>
          <w:lang w:bidi="fa-IR"/>
        </w:rPr>
        <w:t xml:space="preserve"> هم عالم را گرفته بود، آسمان در کمال صاف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شفاف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ستاره‌ها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تشعشع و تجل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بودند، واقعاً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موجودات علو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مخلوقات 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انسان را از خود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به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در لطائف صنا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اله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وادار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نبوس»</w:t>
      </w:r>
      <w:r w:rsidRPr="00BA20C6">
        <w:rPr>
          <w:rtl/>
          <w:lang w:bidi="fa-IR"/>
        </w:rPr>
        <w:t xml:space="preserve"> فرانسو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جهات عمده و علل تامه ستاره‌پرست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ماه‌پرست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«کلدان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و «آشور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همانا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صاف و آسمان شفاف مملکت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ن‌النهر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بوده، که بر درخشندگ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نوران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کواکب و نجوم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افزوده،</w:t>
      </w:r>
      <w:r w:rsidRPr="00BA20C6">
        <w:rPr>
          <w:rtl/>
          <w:lang w:bidi="fa-IR"/>
        </w:rPr>
        <w:t xml:space="preserve"> کلام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صدق و گفتار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حق است. به‌علاوه نگاه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 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هر ملّت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خصا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</w:t>
      </w:r>
      <w:r w:rsidRPr="00BA20C6">
        <w:rPr>
          <w:rtl/>
          <w:lang w:bidi="fa-IR"/>
        </w:rPr>
        <w:t xml:space="preserve"> ممتازه بوده،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رشته از علوم بر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ملل،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="00D502FF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‌قدم</w:t>
      </w:r>
      <w:r w:rsidRPr="00BA20C6">
        <w:rPr>
          <w:rtl/>
          <w:lang w:bidi="fa-IR"/>
        </w:rPr>
        <w:t xml:space="preserve"> و سبقت داشته، مثلًا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در حکمت، «مصر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در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و «چ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در صنا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و </w:t>
      </w:r>
      <w:r w:rsidRPr="00BA20C6">
        <w:rPr>
          <w:rtl/>
          <w:lang w:bidi="fa-IR"/>
        </w:rPr>
        <w:lastRenderedPageBreak/>
        <w:t>هکذا، امّا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ملت «کلده» کسان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هستند که قبل از تمام ملل، حرکات ماه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کواکب را منظماً به دست آ</w:t>
      </w:r>
      <w:r w:rsidRPr="00BA20C6">
        <w:rPr>
          <w:rFonts w:hint="eastAsia"/>
          <w:rtl/>
          <w:lang w:bidi="fa-IR"/>
        </w:rPr>
        <w:t>وردند،</w:t>
      </w:r>
      <w:r w:rsidRPr="00BA20C6">
        <w:rPr>
          <w:rtl/>
          <w:lang w:bidi="fa-IR"/>
        </w:rPr>
        <w:t xml:space="preserve"> بروج دوازده‌گانه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شمس و قمر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کردند، خطوط معدل‌النهار در آسمان فرض کردند، شبانه‌روز را 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ساعت</w:t>
      </w:r>
      <w:r w:rsidRPr="00BA20C6">
        <w:rPr>
          <w:rtl/>
          <w:lang w:bidi="fa-IR"/>
        </w:rPr>
        <w:t xml:space="preserve"> قسمت کردند،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را به سال و ماه و هفته تقس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نمودند، و بالجمله تأس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دو علم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ئت</w:t>
      </w:r>
      <w:r w:rsidRPr="00BA20C6">
        <w:rPr>
          <w:rtl/>
          <w:lang w:bidi="fa-IR"/>
        </w:rPr>
        <w:t xml:space="preserve"> و نجوم را کردند، و در آن کتاب‌ها، تأل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تصن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نمودند، نه اشتغال آن ملت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علم، و نه ستاره‌پرست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نبوده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ط،</w:t>
      </w:r>
      <w:r w:rsidRPr="00BA20C6">
        <w:rPr>
          <w:rtl/>
          <w:lang w:bidi="fa-IR"/>
        </w:rPr>
        <w:t xml:space="preserve"> آن‌ها را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راه‌ها سوق داده،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محرک آنها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اجسام 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بوده،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ملت ساده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قرن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فته</w:t>
      </w:r>
      <w:r w:rsidRPr="00BA20C6">
        <w:rPr>
          <w:rtl/>
          <w:lang w:bidi="fa-IR"/>
        </w:rPr>
        <w:t xml:space="preserve">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فته</w:t>
      </w:r>
      <w:r w:rsidRPr="00BA20C6">
        <w:rPr>
          <w:rtl/>
          <w:lang w:bidi="fa-IR"/>
        </w:rPr>
        <w:t xml:space="preserve">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وانه</w:t>
      </w:r>
      <w:r w:rsidRPr="00BA20C6">
        <w:rPr>
          <w:rtl/>
          <w:lang w:bidi="fa-IR"/>
        </w:rPr>
        <w:t xml:space="preserve"> خود نموده بوده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الحاصل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ساعت پنج از شب گذشته از «بغداد»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«طهران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واگون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تا «سامره» از قرار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پنج آنه گرفته شد،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سابقاً توسط «آلمان‌ها» 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شده، از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استحکام و سرعت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ربط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خط «قره‌تو» به «بغداد» ندارد پس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D502FF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D502FF">
      <w:pPr>
        <w:pStyle w:val="Heading1"/>
        <w:rPr>
          <w:rtl/>
          <w:lang w:bidi="fa-IR"/>
        </w:rPr>
      </w:pPr>
      <w:bookmarkStart w:id="76" w:name="_Toc56202890"/>
      <w:bookmarkStart w:id="77" w:name="_Toc56203550"/>
      <w:r w:rsidRPr="00BA20C6">
        <w:rPr>
          <w:rFonts w:hint="eastAsia"/>
          <w:rtl/>
          <w:lang w:bidi="fa-IR"/>
        </w:rPr>
        <w:t>سامره‌</w:t>
      </w:r>
      <w:bookmarkEnd w:id="76"/>
      <w:bookmarkEnd w:id="7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شانزدهم شهر رمضان مطابق «چهاردهم جوزا»، طرف سحر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«سامره»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تا کنار «شط دجله»، که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ربع فرسخ است با عَرَبانه رفته، نماز صبح را در کنار «شط»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عبور به آن‌طرف «شطّ»، سابقاً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جسر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 است که برچ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فعلًا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نقاله 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است، و آن عبارت از سه طرّاده </w:t>
      </w:r>
      <w:r w:rsidRPr="00D502FF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شکل است،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گذاشته و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را به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تخته‌کوب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مسطح کرده‌اند،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طرف آنها به سر هر طرّاده،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حلقه‌ا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کلفت بافته آهن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آنها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گذرد،</w:t>
      </w:r>
      <w:r w:rsidRPr="00BA20C6">
        <w:rPr>
          <w:rtl/>
          <w:lang w:bidi="fa-IR"/>
        </w:rPr>
        <w:t xml:space="preserve"> دو طرف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 دو </w:t>
      </w:r>
      <w:r w:rsidRPr="00BA20C6">
        <w:rPr>
          <w:rFonts w:hint="eastAsia"/>
          <w:rtl/>
          <w:lang w:bidi="fa-IR"/>
        </w:rPr>
        <w:t>جانب</w:t>
      </w:r>
      <w:r w:rsidRPr="00BA20C6">
        <w:rPr>
          <w:rtl/>
          <w:lang w:bidi="fa-IR"/>
        </w:rPr>
        <w:t xml:space="preserve"> </w:t>
      </w:r>
    </w:p>
    <w:p w:rsidR="00BA20C6" w:rsidRPr="00BA20C6" w:rsidRDefault="00D502FF" w:rsidP="00D502F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D502F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در لغت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رزمنا و،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تندرو آمده،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با توض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حات</w:t>
      </w:r>
      <w:r w:rsidRPr="00BA20C6">
        <w:rPr>
          <w:rtl/>
          <w:lang w:bidi="fa-IR"/>
        </w:rPr>
        <w:t xml:space="preserve"> بعد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مؤلف معلوم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شودچگونه</w:t>
      </w:r>
      <w:r w:rsidRPr="00BA20C6">
        <w:rPr>
          <w:rtl/>
          <w:lang w:bidi="fa-IR"/>
        </w:rPr>
        <w:t xml:space="preserve">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 است.</w:t>
      </w:r>
    </w:p>
    <w:p w:rsidR="00BA20C6" w:rsidRPr="00BA20C6" w:rsidRDefault="00D502FF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شط،</w:t>
      </w:r>
      <w:r w:rsidR="00BA20C6" w:rsidRPr="00BA20C6">
        <w:rPr>
          <w:rtl/>
          <w:lang w:bidi="fa-IR"/>
        </w:rPr>
        <w:t xml:space="preserve"> به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بسته است.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حرکت دادن آن به خط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رش</w:t>
      </w:r>
      <w:r w:rsidR="00BA20C6" w:rsidRPr="00BA20C6">
        <w:rPr>
          <w:rtl/>
          <w:lang w:bidi="fa-IR"/>
        </w:rPr>
        <w:t xml:space="preserve"> که عرض شط است، دو نفر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ستند</w:t>
      </w:r>
      <w:r w:rsidR="00BA20C6" w:rsidRPr="00BA20C6">
        <w:rPr>
          <w:rtl/>
          <w:lang w:bidi="fa-IR"/>
        </w:rPr>
        <w:t xml:space="preserve"> و پشت به جانب مقصد، دستها را محکم به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گرفته، و با پاها نقاله را فشار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آب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دهند</w:t>
      </w:r>
      <w:r w:rsidR="00BA20C6" w:rsidRPr="00BA20C6">
        <w:rPr>
          <w:rtl/>
          <w:lang w:bidi="fa-IR"/>
        </w:rPr>
        <w:t xml:space="preserve"> و حرکت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کند،</w:t>
      </w:r>
      <w:r w:rsidR="00BA20C6" w:rsidRPr="00BA20C6">
        <w:rPr>
          <w:rtl/>
          <w:lang w:bidi="fa-IR"/>
        </w:rPr>
        <w:t xml:space="preserve"> و از هر نفر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عبور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آنه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رند،</w:t>
      </w:r>
      <w:r w:rsidR="00BA20C6" w:rsidRPr="00BA20C6">
        <w:rPr>
          <w:rtl/>
          <w:lang w:bidi="fa-IR"/>
        </w:rPr>
        <w:t xml:space="preserve"> و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اسباب در کنت</w:t>
      </w:r>
      <w:r w:rsidR="00BA20C6" w:rsidRPr="00BA20C6">
        <w:rPr>
          <w:rFonts w:hint="eastAsia"/>
          <w:rtl/>
          <w:lang w:bidi="fa-IR"/>
        </w:rPr>
        <w:t>رات</w:t>
      </w:r>
      <w:r w:rsidR="00BA20C6" w:rsidRPr="00BA20C6">
        <w:rPr>
          <w:rtl/>
          <w:lang w:bidi="fa-IR"/>
        </w:rPr>
        <w:t xml:space="preserve"> چند نفر است، که مال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ات</w:t>
      </w:r>
      <w:r w:rsidR="00BA20C6" w:rsidRPr="00BA20C6">
        <w:rPr>
          <w:rtl/>
          <w:lang w:bidi="fa-IR"/>
        </w:rPr>
        <w:t xml:space="preserve"> مهم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دولت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دهند</w:t>
      </w:r>
      <w:r w:rsidR="00BA20C6" w:rsidRPr="00BA20C6">
        <w:rPr>
          <w:rtl/>
          <w:lang w:bidi="fa-IR"/>
        </w:rPr>
        <w:t>. سوار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نقاله حرکت کرد، اما نزد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بود به ساحل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برس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که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نفر صاحب‌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منصب «انگل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کرد نقاله را برگردانند!! اسباب برگشت معلوم شد،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خواستند</w:t>
      </w:r>
      <w:r w:rsidR="00BA20C6" w:rsidRPr="00BA20C6">
        <w:rPr>
          <w:rtl/>
          <w:lang w:bidi="fa-IR"/>
        </w:rPr>
        <w:t xml:space="preserve"> نظام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خود را با آن حرکت بدهند و با احت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اج</w:t>
      </w:r>
      <w:r w:rsidR="00BA20C6" w:rsidRPr="00BA20C6">
        <w:rPr>
          <w:rtl/>
          <w:lang w:bidi="fa-IR"/>
        </w:rPr>
        <w:t xml:space="preserve"> آنها </w:t>
      </w:r>
      <w:r w:rsidR="00BA20C6" w:rsidRPr="00BA20C6">
        <w:rPr>
          <w:rFonts w:hint="eastAsia"/>
          <w:rtl/>
          <w:lang w:bidi="fa-IR"/>
        </w:rPr>
        <w:t>صاحب</w:t>
      </w:r>
      <w:r w:rsidR="00BA20C6" w:rsidRPr="00BA20C6">
        <w:rPr>
          <w:rtl/>
          <w:lang w:bidi="fa-IR"/>
        </w:rPr>
        <w:t xml:space="preserve"> نقاله حق نداشته است مسافر عبور بدهد.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502FF">
      <w:pPr>
        <w:pStyle w:val="Heading1"/>
        <w:rPr>
          <w:rtl/>
          <w:lang w:bidi="fa-IR"/>
        </w:rPr>
      </w:pPr>
      <w:bookmarkStart w:id="78" w:name="_Toc56202891"/>
      <w:bookmarkStart w:id="79" w:name="_Toc56203551"/>
      <w:r w:rsidRPr="00BA20C6">
        <w:rPr>
          <w:rFonts w:hint="eastAsia"/>
          <w:rtl/>
          <w:lang w:bidi="fa-IR"/>
        </w:rPr>
        <w:t>سرداب</w:t>
      </w:r>
      <w:r w:rsidRPr="00BA20C6">
        <w:rPr>
          <w:rtl/>
          <w:lang w:bidi="fa-IR"/>
        </w:rPr>
        <w:t xml:space="preserve"> مُطَهّر</w:t>
      </w:r>
      <w:bookmarkEnd w:id="78"/>
      <w:bookmarkEnd w:id="7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D502FF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</w:t>
      </w:r>
      <w:r w:rsidRPr="00BA20C6">
        <w:rPr>
          <w:rtl/>
          <w:lang w:bidi="fa-IR"/>
        </w:rPr>
        <w:t xml:space="preserve">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اوقات تلخ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شده، در ساحل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سار</w:t>
      </w:r>
      <w:r w:rsidRPr="00BA20C6">
        <w:rPr>
          <w:rtl/>
          <w:lang w:bidi="fa-IR"/>
        </w:rPr>
        <w:t xml:space="preserve"> </w:t>
      </w:r>
      <w:r w:rsidRPr="00D502FF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«شط»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شده، از سربالائ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ساحل صعود کرده، به شهر ورود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حسن» معهود که همه‌جا همراه بود، ما را به منزل خالو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برد و بحمداللَّه تعال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امام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النق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«حضرت اما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حسن عسکر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="00D502FF" w:rsidRPr="00D502FF">
        <w:rPr>
          <w:rStyle w:val="libAlaemChar"/>
          <w:rFonts w:eastAsiaTheme="minorHAnsi"/>
          <w:rtl/>
        </w:rPr>
        <w:t>عليهما‌السلام</w:t>
      </w:r>
      <w:r w:rsidR="00D502FF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و جناب «حک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خاتون» و «نرجس خاتون» موفق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خداوند به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و آرزومندان نص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صاحب‌العصر والزمان»- عجل‌اللَّه تعال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فرجه- در سرداب مطهر مشرف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در صُفّه مقدس هم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ادع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وارده را خواند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دوستان و اقربا را به دعا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  <w:r w:rsidR="00D502FF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سرداب مطهر هر چند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زمان، درب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حده</w:t>
      </w:r>
      <w:r w:rsidRPr="00BA20C6">
        <w:rPr>
          <w:rtl/>
          <w:lang w:bidi="fa-IR"/>
        </w:rPr>
        <w:t xml:space="preserve"> و صحن </w:t>
      </w:r>
    </w:p>
    <w:p w:rsidR="00BA20C6" w:rsidRPr="00BA20C6" w:rsidRDefault="00D502FF" w:rsidP="00D502F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D502F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سمت چپ شط.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جداگانه</w:t>
      </w:r>
      <w:r w:rsidRPr="00BA20C6">
        <w:rPr>
          <w:rtl/>
          <w:lang w:bidi="fa-IR"/>
        </w:rPr>
        <w:t xml:space="preserve"> دارد،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آنچه از اخبار و 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مستفاد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آن است که، درب سرداب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در طرف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حرم عسکر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شده،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خانه مسکون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امام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النق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که جزء حرم مطهر شده، و قسمت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است. گودال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شکل چاه تا چند سال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در </w:t>
      </w:r>
      <w:r w:rsidRPr="00BA20C6">
        <w:rPr>
          <w:rFonts w:hint="eastAsia"/>
          <w:rtl/>
          <w:lang w:bidi="fa-IR"/>
        </w:rPr>
        <w:t>گوشه</w:t>
      </w:r>
      <w:r w:rsidRPr="00BA20C6">
        <w:rPr>
          <w:rtl/>
          <w:lang w:bidi="fa-IR"/>
        </w:rPr>
        <w:t xml:space="preserve"> صفه مقدس بوده، و خادم‌ها آن را چاه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بت</w:t>
      </w:r>
      <w:r w:rsidRPr="00BA20C6">
        <w:rPr>
          <w:rtl/>
          <w:lang w:bidi="fa-IR"/>
        </w:rPr>
        <w:t xml:space="preserve"> «صاحب‌الزمان» معرف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از زوار پول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گرفتند،</w:t>
      </w:r>
      <w:r w:rsidRPr="00BA20C6">
        <w:rPr>
          <w:rtl/>
          <w:lang w:bidi="fa-IR"/>
        </w:rPr>
        <w:t xml:space="preserve"> به حکم علما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امروز پر شده است، و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صاف و کاش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فرش است.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باب درب منبّت‌کار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جلو صفه مقدس نصب است، که دور تا دور آن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خ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خوب در چوب کنده شده است و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آن ششصد و شش هجر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پنجاه سال قبل از انقراض خلافت «عباس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به دست «هلاکوخان» است، همان‌قدر که منبت‌کار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ساختمان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درب قابل تماشا و تحس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است، همان اندازه استحکام چوب آن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تعجب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پس از هفتصد سال، در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منصوب بودن، و مورد دستمال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مل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ون‌ها</w:t>
      </w:r>
      <w:r w:rsidRPr="00BA20C6">
        <w:rPr>
          <w:rtl/>
          <w:lang w:bidi="fa-IR"/>
        </w:rPr>
        <w:t xml:space="preserve"> نفوس بودن، هنوز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نکرده است، نه شکسته و نه پوس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بعد از درک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کامله به منزل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نهار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تدارک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مجدداً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ارت،</w:t>
      </w:r>
      <w:r w:rsidRPr="00BA20C6">
        <w:rPr>
          <w:rtl/>
          <w:lang w:bidi="fa-IR"/>
        </w:rPr>
        <w:t xml:space="preserve"> و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گردش مشغول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منزل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محمّد» و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آقا بزرگ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به واسطه سابقه و آشنائ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دوست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امروز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نفر تنها علما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در «سامره» هستند و در واقع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است</w:t>
      </w:r>
      <w:r w:rsidRPr="00BA20C6">
        <w:rPr>
          <w:rtl/>
          <w:lang w:bidi="fa-IR"/>
        </w:rPr>
        <w:t xml:space="preserve"> روحان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آنها است،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مراقبت دارند که خدمه انتظامات و تنظ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روشنائ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حرم مطهر، تخلف نکنند خداوند آنها را مؤ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موفق بدارد.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شب</w:t>
      </w:r>
      <w:r w:rsidRPr="00BA20C6">
        <w:rPr>
          <w:rtl/>
          <w:lang w:bidi="fa-IR"/>
        </w:rPr>
        <w:t xml:space="preserve"> را هم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شام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بود، صرف شد و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«سامره»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خنک‌تر از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بود محتاج به رفتن پشت بام نشد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روز و شب خوش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502FF">
      <w:pPr>
        <w:pStyle w:val="Heading1"/>
        <w:rPr>
          <w:rtl/>
          <w:lang w:bidi="fa-IR"/>
        </w:rPr>
      </w:pPr>
      <w:bookmarkStart w:id="80" w:name="_Toc56202892"/>
      <w:bookmarkStart w:id="81" w:name="_Toc56203552"/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وداع‌</w:t>
      </w:r>
      <w:bookmarkEnd w:id="80"/>
      <w:bookmarkEnd w:id="81"/>
    </w:p>
    <w:p w:rsidR="00BA20C6" w:rsidRPr="00BA20C6" w:rsidRDefault="00BA20C6" w:rsidP="00314B0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شنبه</w:t>
      </w:r>
      <w:r w:rsidRPr="00BA20C6">
        <w:rPr>
          <w:rtl/>
          <w:lang w:bidi="fa-IR"/>
        </w:rPr>
        <w:t xml:space="preserve"> هفدهم رمضان مطابق «پانزدهم جوزا».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گذشته مذکور شد، که فردا دو ساعت به ظهر،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«موصل» برم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گردد</w:t>
      </w:r>
      <w:r w:rsidRPr="00BA20C6">
        <w:rPr>
          <w:rtl/>
          <w:lang w:bidi="fa-IR"/>
        </w:rPr>
        <w:t xml:space="preserve"> که به «بغداد» برود، لهذا امروز صبح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درب صفه مقدس را چون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خادم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خوانده و نوشتم،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عبارات آن که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:</w:t>
      </w:r>
      <w:r w:rsidR="00314B0D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بسم</w:t>
      </w:r>
      <w:r w:rsidRPr="00BA20C6">
        <w:rPr>
          <w:rtl/>
          <w:lang w:bidi="fa-IR"/>
        </w:rPr>
        <w:t xml:space="preserve"> اللَّه الرحمن الرح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إن</w:t>
      </w:r>
      <w:r w:rsidRPr="00BA20C6">
        <w:rPr>
          <w:rtl/>
          <w:lang w:bidi="fa-IR"/>
        </w:rPr>
        <w:t xml:space="preserve"> اللَّه غفور شکور، هذا ما أمر بعمله س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دنا</w:t>
      </w:r>
      <w:r w:rsidRPr="00BA20C6">
        <w:rPr>
          <w:rtl/>
          <w:lang w:bidi="fa-IR"/>
        </w:rPr>
        <w:t xml:space="preserve"> و مولانا، الإمام المفترض الطّاعة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الأنام، أبوالعباس أحمد الناصر 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ن‌اللَّه،</w:t>
      </w:r>
      <w:r w:rsidRPr="00BA20C6">
        <w:rPr>
          <w:rtl/>
          <w:lang w:bidi="fa-IR"/>
        </w:rPr>
        <w:t xml:space="preserve"> أم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رالمؤمن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فة</w:t>
      </w:r>
      <w:r w:rsidRPr="00BA20C6">
        <w:rPr>
          <w:rtl/>
          <w:lang w:bidi="fa-IR"/>
        </w:rPr>
        <w:t xml:space="preserve"> رب العالم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الّذ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ض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البلاد إحسانه و عدله، و غمّر العباد برّه و فضله، قرن اللَّه أوامره الشر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فة،</w:t>
      </w:r>
      <w:r w:rsidRPr="00BA20C6">
        <w:rPr>
          <w:rtl/>
          <w:lang w:bidi="fa-IR"/>
        </w:rPr>
        <w:t xml:space="preserve"> باستم</w:t>
      </w:r>
      <w:r w:rsidRPr="00BA20C6">
        <w:rPr>
          <w:rFonts w:hint="eastAsia"/>
          <w:rtl/>
          <w:lang w:bidi="fa-IR"/>
        </w:rPr>
        <w:t>رار</w:t>
      </w:r>
      <w:r w:rsidRPr="00BA20C6">
        <w:rPr>
          <w:rtl/>
          <w:lang w:bidi="fa-IR"/>
        </w:rPr>
        <w:t xml:space="preserve"> النجح و النشر، و ظاهره بالتأ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والنصر، و جعل لأ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امه</w:t>
      </w:r>
      <w:r w:rsidRPr="00BA20C6">
        <w:rPr>
          <w:rtl/>
          <w:lang w:bidi="fa-IR"/>
        </w:rPr>
        <w:t xml:space="preserve"> المخلّدة حدّاً لا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کبو</w:t>
      </w:r>
      <w:r w:rsidRPr="00BA20C6">
        <w:rPr>
          <w:rtl/>
          <w:lang w:bidi="fa-IR"/>
        </w:rPr>
        <w:t xml:space="preserve"> جواده، و للوائه المجدّة سعداً لا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خبو</w:t>
      </w:r>
      <w:r w:rsidRPr="00BA20C6">
        <w:rPr>
          <w:rtl/>
          <w:lang w:bidi="fa-IR"/>
        </w:rPr>
        <w:t xml:space="preserve"> زناده، 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عزّ تخضع له الأقدار، فتعط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عواص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ها،</w:t>
      </w:r>
      <w:r w:rsidRPr="00BA20C6">
        <w:rPr>
          <w:rtl/>
          <w:lang w:bidi="fa-IR"/>
        </w:rPr>
        <w:t xml:space="preserve"> و ملک تخشع له الملوک، فتملکه نواص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ها،</w:t>
      </w:r>
      <w:r w:rsidRPr="00BA20C6">
        <w:rPr>
          <w:rtl/>
          <w:lang w:bidi="fa-IR"/>
        </w:rPr>
        <w:t xml:space="preserve"> بتولّ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الملوک </w:t>
      </w:r>
      <w:r w:rsidRPr="00314B0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سعد بن الحس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بن سعد الموسو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الّذ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رجو</w:t>
      </w:r>
      <w:r w:rsidRPr="00BA20C6">
        <w:rPr>
          <w:rtl/>
          <w:lang w:bidi="fa-IR"/>
        </w:rPr>
        <w:t xml:space="preserve"> الح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اة</w:t>
      </w:r>
      <w:r w:rsidRPr="00BA20C6">
        <w:rPr>
          <w:rtl/>
          <w:lang w:bidi="fa-IR"/>
        </w:rPr>
        <w:t xml:space="preserve"> 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أ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امه</w:t>
      </w:r>
      <w:r w:rsidRPr="00BA20C6">
        <w:rPr>
          <w:rtl/>
          <w:lang w:bidi="fa-IR"/>
        </w:rPr>
        <w:t xml:space="preserve"> المخلّدة،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تمنّ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إنفاق بق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عمره 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الدعاء</w:t>
      </w:r>
    </w:p>
    <w:p w:rsidR="00BA20C6" w:rsidRPr="00BA20C6" w:rsidRDefault="00314B0D" w:rsidP="00314B0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314B0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در متن الملوک آمده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الملک است.</w:t>
      </w:r>
    </w:p>
    <w:p w:rsidR="00BA20C6" w:rsidRPr="00BA20C6" w:rsidRDefault="00314B0D" w:rsidP="00314B0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لدولته</w:t>
      </w:r>
      <w:r w:rsidR="00BA20C6" w:rsidRPr="00BA20C6">
        <w:rPr>
          <w:rtl/>
          <w:lang w:bidi="fa-IR"/>
        </w:rPr>
        <w:t xml:space="preserve"> المؤ</w:t>
      </w:r>
      <w:r w:rsidR="00BA20C6" w:rsidRPr="00BA20C6">
        <w:rPr>
          <w:rFonts w:hint="cs"/>
          <w:rtl/>
          <w:lang w:bidi="fa-IR"/>
        </w:rPr>
        <w:t>یّ</w:t>
      </w:r>
      <w:r w:rsidR="00BA20C6" w:rsidRPr="00BA20C6">
        <w:rPr>
          <w:rFonts w:hint="eastAsia"/>
          <w:rtl/>
          <w:lang w:bidi="fa-IR"/>
        </w:rPr>
        <w:t>دة،</w:t>
      </w:r>
      <w:r w:rsidR="00BA20C6" w:rsidRPr="00BA20C6">
        <w:rPr>
          <w:rtl/>
          <w:lang w:bidi="fa-IR"/>
        </w:rPr>
        <w:t xml:space="preserve"> استجاب اللَّه أدع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ته،</w:t>
      </w:r>
      <w:r w:rsidR="00BA20C6" w:rsidRPr="00BA20C6">
        <w:rPr>
          <w:rtl/>
          <w:lang w:bidi="fa-IR"/>
        </w:rPr>
        <w:t xml:space="preserve"> و بلّغه 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أ</w:t>
      </w:r>
      <w:r w:rsidR="00BA20C6" w:rsidRPr="00BA20C6">
        <w:rPr>
          <w:rFonts w:hint="cs"/>
          <w:rtl/>
          <w:lang w:bidi="fa-IR"/>
        </w:rPr>
        <w:t>یّ</w:t>
      </w:r>
      <w:r w:rsidR="00BA20C6" w:rsidRPr="00BA20C6">
        <w:rPr>
          <w:rFonts w:hint="eastAsia"/>
          <w:rtl/>
          <w:lang w:bidi="fa-IR"/>
        </w:rPr>
        <w:t>امه</w:t>
      </w:r>
      <w:r w:rsidR="00BA20C6" w:rsidRPr="00BA20C6">
        <w:rPr>
          <w:rtl/>
          <w:lang w:bidi="fa-IR"/>
        </w:rPr>
        <w:t xml:space="preserve"> الشر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فة</w:t>
      </w:r>
      <w:r w:rsidR="00BA20C6" w:rsidRPr="00BA20C6">
        <w:rPr>
          <w:rtl/>
          <w:lang w:bidi="fa-IR"/>
        </w:rPr>
        <w:t xml:space="preserve"> أمن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ته،</w:t>
      </w:r>
      <w:r w:rsidR="00BA20C6" w:rsidRPr="00BA20C6">
        <w:rPr>
          <w:rtl/>
          <w:lang w:bidi="fa-IR"/>
        </w:rPr>
        <w:t xml:space="preserve"> من سنة ستّ و ستمائة الهلال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ة،</w:t>
      </w:r>
      <w:r w:rsidR="00BA20C6" w:rsidRPr="00BA20C6">
        <w:rPr>
          <w:rtl/>
          <w:lang w:bidi="fa-IR"/>
        </w:rPr>
        <w:t xml:space="preserve"> و حسبنا اللَّه و نعم الوک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ل،</w:t>
      </w:r>
      <w:r w:rsidR="00BA20C6" w:rsidRPr="00BA20C6">
        <w:rPr>
          <w:rtl/>
          <w:lang w:bidi="fa-IR"/>
        </w:rPr>
        <w:t xml:space="preserve"> و صلّ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اللَّه</w:t>
      </w:r>
      <w:r w:rsidR="00BA20C6" w:rsidRPr="00BA20C6">
        <w:rPr>
          <w:rtl/>
          <w:lang w:bidi="fa-IR"/>
        </w:rPr>
        <w:t xml:space="preserve"> 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</w:t>
      </w:r>
      <w:r w:rsidR="00BA20C6" w:rsidRPr="00BA20C6">
        <w:rPr>
          <w:rFonts w:hint="cs"/>
          <w:rtl/>
          <w:lang w:bidi="fa-IR"/>
        </w:rPr>
        <w:t>یّ</w:t>
      </w:r>
      <w:r w:rsidR="00BA20C6" w:rsidRPr="00BA20C6">
        <w:rPr>
          <w:rFonts w:hint="eastAsia"/>
          <w:rtl/>
          <w:lang w:bidi="fa-IR"/>
        </w:rPr>
        <w:t>دنا</w:t>
      </w:r>
      <w:r w:rsidR="00BA20C6" w:rsidRPr="00BA20C6">
        <w:rPr>
          <w:rtl/>
          <w:lang w:bidi="fa-IR"/>
        </w:rPr>
        <w:t xml:space="preserve"> محمّد خاتم النب</w:t>
      </w:r>
      <w:r w:rsidR="00BA20C6" w:rsidRPr="00BA20C6">
        <w:rPr>
          <w:rFonts w:hint="cs"/>
          <w:rtl/>
          <w:lang w:bidi="fa-IR"/>
        </w:rPr>
        <w:t>یّی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آله الطاهر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عترته و سلّم تسل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ماً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خط</w:t>
      </w:r>
      <w:r w:rsidRPr="00BA20C6">
        <w:rPr>
          <w:rtl/>
          <w:lang w:bidi="fa-IR"/>
        </w:rPr>
        <w:t xml:space="preserve"> کت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مزبوره کوف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به سهولت خط نسخ امروز ما هم خوانده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استادان خط چه اسم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مراجعت از حرم مطهر، به خانه برگشته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نقاله شط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عبور از شط، با عربانه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خط آهن و تا غروب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شدت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هوا، نبودن محل مسقف، 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گرد و غبار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اد،</w:t>
      </w:r>
      <w:r w:rsidRPr="00BA20C6">
        <w:rPr>
          <w:rtl/>
          <w:lang w:bidi="fa-IR"/>
        </w:rPr>
        <w:t xml:space="preserve"> اسباب زحمت و فرسودگ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آب‌انبار قابل تعر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بود، و آن عبارت است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مخزن بزرگ آهن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منصوب است، ارتفاع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ه‌ها</w:t>
      </w:r>
      <w:r w:rsidRPr="00BA20C6">
        <w:rPr>
          <w:rtl/>
          <w:lang w:bidi="fa-IR"/>
        </w:rPr>
        <w:t xml:space="preserve"> ده ذرع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تلمبه آتش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به توسط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استوانه قشنگ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ذرع از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ارتفاع</w:t>
      </w:r>
      <w:r w:rsidRPr="00BA20C6">
        <w:rPr>
          <w:rtl/>
          <w:lang w:bidi="fa-IR"/>
        </w:rPr>
        <w:t xml:space="preserve"> دارد،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را باز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به قدر حاجت آب صاف خوب برم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دارند،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چه در «سامره» چه در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چه در «بغداد»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صحرا و دور از آباد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قرار داده‌اند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ست؟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نماز مغرب را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شام را هم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باز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زوار هم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شده بود، هر دسته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گوشه و کنار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بساط خود را انداختند که بخوابند، غفلتاً چند نفر عرب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زدند،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نخواب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(دزد) شما را اذ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خواهد کرد، مردم به وحشت افتادند،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هم جمع شدند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گفت ترس نکن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اما مواظب خود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بالجمله وحشت دستبرد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 را تا صبح بر مردم حرام کرد.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14B0D">
      <w:pPr>
        <w:pStyle w:val="Heading1"/>
        <w:rPr>
          <w:rtl/>
          <w:lang w:bidi="fa-IR"/>
        </w:rPr>
      </w:pPr>
      <w:bookmarkStart w:id="82" w:name="_Toc56202893"/>
      <w:bookmarkStart w:id="83" w:name="_Toc56203553"/>
      <w:r w:rsidRPr="00BA20C6">
        <w:rPr>
          <w:rFonts w:hint="eastAsia"/>
          <w:rtl/>
          <w:lang w:bidi="fa-IR"/>
        </w:rPr>
        <w:t>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</w:t>
      </w:r>
      <w:bookmarkEnd w:id="82"/>
      <w:bookmarkEnd w:id="8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هجدهم رمضان مطابق شانزدهم جوزا.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 ساعت به ظهر مانده،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درست پس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شبانه‌روز معطل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«تکر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ت»</w:t>
      </w:r>
      <w:r w:rsidRPr="00BA20C6">
        <w:rPr>
          <w:rtl/>
          <w:lang w:bidi="fa-IR"/>
        </w:rPr>
        <w:t xml:space="preserve"> و «موصل» آمد،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گرفته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حال حرکت به چند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برخورد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موسوم به «اصطبلات»، ثانو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... «استاس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بلد» که نام قصبه‌ا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منسوب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را «بلدان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آن</w:t>
      </w:r>
      <w:r w:rsidR="00314B0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‌جا بقعه‌ا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 که گفتند مرقد «امام‌زاده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 بن امام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النق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است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ارتگاه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اطراف است، سوم «استاس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سوم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ته»،</w:t>
      </w:r>
      <w:r w:rsidRPr="00BA20C6">
        <w:rPr>
          <w:rtl/>
          <w:lang w:bidi="fa-IR"/>
        </w:rPr>
        <w:t xml:space="preserve"> اسام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ون‌ها</w:t>
      </w:r>
      <w:r w:rsidRPr="00BA20C6">
        <w:rPr>
          <w:rtl/>
          <w:lang w:bidi="fa-IR"/>
        </w:rPr>
        <w:t xml:space="preserve"> را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تابلوهائ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خط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فقط نوشته‌اند، لااقل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ممکن بود به خط ع</w:t>
      </w:r>
      <w:r w:rsidRPr="00BA20C6">
        <w:rPr>
          <w:rFonts w:hint="eastAsia"/>
          <w:rtl/>
          <w:lang w:bidi="fa-IR"/>
        </w:rPr>
        <w:t>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سند</w:t>
      </w:r>
      <w:r w:rsidRPr="00BA20C6">
        <w:rPr>
          <w:rtl/>
          <w:lang w:bidi="fa-IR"/>
        </w:rPr>
        <w:t xml:space="preserve">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کرد، حکومت با اجنب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است!</w:t>
      </w:r>
    </w:p>
    <w:p w:rsidR="00314B0D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به‌عکس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«قره‌تو»،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است، مسافت هشتاد و شش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راه را، که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در ظرف چهار ساعت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ظهر گذشته،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هوا بشدت گرم بود، فاصله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تا شهر را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مرکوب و مرکب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حاضر نبود،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و امروز زحمت و مشقت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تحمل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</w:t>
      </w:r>
      <w:r w:rsidRPr="00BA20C6">
        <w:rPr>
          <w:rtl/>
          <w:lang w:bidi="fa-IR"/>
        </w:rPr>
        <w:lastRenderedPageBreak/>
        <w:t>بحمداللَّه تعال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را که شب نوزدهم و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إح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اء</w:t>
      </w:r>
      <w:r w:rsidRPr="00BA20C6">
        <w:rPr>
          <w:rtl/>
          <w:lang w:bidi="fa-IR"/>
        </w:rPr>
        <w:t xml:space="preserve"> است،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نمانده در حرم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مشرف و موفق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314B0D" w:rsidP="00314B0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4" w:name="_Toc56202894"/>
      <w:bookmarkStart w:id="85" w:name="_Toc56203554"/>
      <w:r w:rsidR="00BA20C6" w:rsidRPr="00BA20C6">
        <w:rPr>
          <w:rFonts w:hint="eastAsia"/>
          <w:rtl/>
          <w:lang w:bidi="fa-IR"/>
        </w:rPr>
        <w:lastRenderedPageBreak/>
        <w:t>به</w:t>
      </w:r>
      <w:r w:rsidR="00BA20C6" w:rsidRPr="00BA20C6">
        <w:rPr>
          <w:rtl/>
          <w:lang w:bidi="fa-IR"/>
        </w:rPr>
        <w:t xml:space="preserve"> سو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کربلا</w:t>
      </w:r>
      <w:bookmarkEnd w:id="84"/>
      <w:bookmarkEnd w:id="8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دوشنبه نوزدهم رمضان مطابق «هفدهم جوزا»، به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تشرف به «کربلا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در تجسس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برآمد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هم زودتر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رود،</w:t>
      </w:r>
      <w:r w:rsidRPr="00BA20C6">
        <w:rPr>
          <w:rtl/>
          <w:lang w:bidi="fa-IR"/>
        </w:rPr>
        <w:t xml:space="preserve"> و هم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عربانه‌ها را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ش‌فروش</w:t>
      </w:r>
      <w:r w:rsidRPr="00BA20C6">
        <w:rPr>
          <w:rtl/>
          <w:lang w:bidi="fa-IR"/>
        </w:rPr>
        <w:t xml:space="preserve"> کرده‌اند، بعد از تفحص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اد،</w:t>
      </w:r>
      <w:r w:rsidRPr="00BA20C6">
        <w:rPr>
          <w:rtl/>
          <w:lang w:bidi="fa-IR"/>
        </w:rPr>
        <w:t xml:space="preserve"> دو دستگاه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پانزده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قرار شد عصر با دسته «عمو قل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بلورفروش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وصول برات بانک به «بغداد» رفتم،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جاده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به «بغداد» مسجد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برپاست، و معروف است که در آنجا «حضرت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رمؤمنان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» ردّالشمس </w:t>
      </w:r>
      <w:r w:rsidRPr="00314B0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فرموده، چون سوار واگن بودم نتوانستم آنجا بروم ان‌شاءال</w:t>
      </w:r>
      <w:r w:rsidRPr="00BA20C6">
        <w:rPr>
          <w:rFonts w:hint="eastAsia"/>
          <w:rtl/>
          <w:lang w:bidi="fa-IR"/>
        </w:rPr>
        <w:t>لَّه</w:t>
      </w:r>
      <w:r w:rsidRPr="00BA20C6">
        <w:rPr>
          <w:rtl/>
          <w:lang w:bidi="fa-IR"/>
        </w:rPr>
        <w:t xml:space="preserve"> وقت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سوارِ مال، رفت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14B0D">
      <w:pPr>
        <w:pStyle w:val="Heading1"/>
        <w:rPr>
          <w:rtl/>
          <w:lang w:bidi="fa-IR"/>
        </w:rPr>
      </w:pPr>
      <w:bookmarkStart w:id="86" w:name="_Toc56202895"/>
      <w:bookmarkStart w:id="87" w:name="_Toc56203555"/>
      <w:r w:rsidRPr="00BA20C6">
        <w:rPr>
          <w:rFonts w:hint="eastAsia"/>
          <w:rtl/>
          <w:lang w:bidi="fa-IR"/>
        </w:rPr>
        <w:t>مرقد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bookmarkEnd w:id="86"/>
      <w:bookmarkEnd w:id="8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Default="00BA20C6" w:rsidP="00314B0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معلوم شد که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حاضر نشده است، و امشب را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اوقات‌</w:t>
      </w:r>
      <w:r w:rsidR="00314B0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تلخ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تشرف به حرم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="00314B0D" w:rsidRPr="00314B0D">
        <w:rPr>
          <w:rStyle w:val="libAlaemChar"/>
          <w:rFonts w:eastAsiaTheme="minorHAnsi"/>
          <w:rtl/>
        </w:rPr>
        <w:t>عليهما‌السلام</w:t>
      </w:r>
      <w:r w:rsidR="00314B0D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رفع و جبران شد، مرقد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</w:t>
      </w:r>
      <w:r w:rsidR="00314B0D" w:rsidRPr="00314B0D">
        <w:rPr>
          <w:rStyle w:val="libAlaemChar"/>
          <w:rtl/>
        </w:rPr>
        <w:t>رحمهم‌الله</w:t>
      </w:r>
      <w:r w:rsidRPr="00BA20C6">
        <w:rPr>
          <w:rtl/>
          <w:lang w:bidi="fa-IR"/>
        </w:rPr>
        <w:t xml:space="preserve"> را که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مبارک در رواق است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قطعه پنجره برنج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جلو صندوق </w:t>
      </w:r>
      <w:r w:rsidRPr="00BA20C6">
        <w:rPr>
          <w:rFonts w:hint="eastAsia"/>
          <w:rtl/>
          <w:lang w:bidi="fa-IR"/>
        </w:rPr>
        <w:t>قبر</w:t>
      </w:r>
      <w:r w:rsidRPr="00BA20C6">
        <w:rPr>
          <w:rtl/>
          <w:lang w:bidi="fa-IR"/>
        </w:rPr>
        <w:t xml:space="preserve"> منصوب است،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پنجره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اشعار که معروف است پس از فوت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خ،</w:t>
      </w:r>
      <w:r w:rsidRPr="00BA20C6">
        <w:rPr>
          <w:rtl/>
          <w:lang w:bidi="fa-IR"/>
        </w:rPr>
        <w:t xml:space="preserve"> از ناح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مقدّسه امام زمان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 صادر و استماع شده، مکتوب است: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3"/>
        <w:gridCol w:w="267"/>
        <w:gridCol w:w="3677"/>
      </w:tblGrid>
      <w:tr w:rsidR="00314B0D" w:rsidTr="00314B0D">
        <w:trPr>
          <w:trHeight w:val="350"/>
        </w:trPr>
        <w:tc>
          <w:tcPr>
            <w:tcW w:w="4013" w:type="dxa"/>
            <w:shd w:val="clear" w:color="auto" w:fill="auto"/>
          </w:tcPr>
          <w:p w:rsidR="00314B0D" w:rsidRDefault="00314B0D" w:rsidP="00383DBA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لا</w:t>
            </w:r>
            <w:r w:rsidRPr="00BA20C6">
              <w:rPr>
                <w:rtl/>
                <w:lang w:bidi="fa-IR"/>
              </w:rPr>
              <w:t xml:space="preserve"> صوّت الناع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بفقدک إنّه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314B0D" w:rsidRDefault="00314B0D" w:rsidP="00383DBA">
            <w:pPr>
              <w:pStyle w:val="libPoem"/>
              <w:rPr>
                <w:rtl/>
              </w:rPr>
            </w:pPr>
          </w:p>
        </w:tc>
        <w:tc>
          <w:tcPr>
            <w:tcW w:w="3677" w:type="dxa"/>
            <w:shd w:val="clear" w:color="auto" w:fill="auto"/>
          </w:tcPr>
          <w:p w:rsidR="00314B0D" w:rsidRDefault="00314B0D" w:rsidP="00383DBA">
            <w:pPr>
              <w:pStyle w:val="libPoem"/>
              <w:rPr>
                <w:rtl/>
              </w:rPr>
            </w:pP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ومٌ</w:t>
            </w:r>
            <w:r w:rsidRPr="00BA20C6">
              <w:rPr>
                <w:rtl/>
                <w:lang w:bidi="fa-IR"/>
              </w:rPr>
              <w:t xml:space="preserve"> عل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آل الرسول عظ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B0D" w:rsidTr="00314B0D">
        <w:trPr>
          <w:trHeight w:val="350"/>
        </w:trPr>
        <w:tc>
          <w:tcPr>
            <w:tcW w:w="4013" w:type="dxa"/>
          </w:tcPr>
          <w:p w:rsidR="00314B0D" w:rsidRDefault="00314B0D" w:rsidP="00383DBA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إن</w:t>
            </w:r>
            <w:r w:rsidRPr="00BA20C6">
              <w:rPr>
                <w:rtl/>
                <w:lang w:bidi="fa-IR"/>
              </w:rPr>
              <w:t xml:space="preserve"> کنت قد غُ</w:t>
            </w:r>
            <w:r w:rsidRPr="00BA20C6">
              <w:rPr>
                <w:rFonts w:hint="cs"/>
                <w:rtl/>
                <w:lang w:bidi="fa-IR"/>
              </w:rPr>
              <w:t>یّ</w:t>
            </w:r>
            <w:r w:rsidRPr="00BA20C6">
              <w:rPr>
                <w:rFonts w:hint="eastAsia"/>
                <w:rtl/>
                <w:lang w:bidi="fa-IR"/>
              </w:rPr>
              <w:t>بت</w:t>
            </w:r>
            <w:r w:rsidRPr="00BA20C6">
              <w:rPr>
                <w:rtl/>
                <w:lang w:bidi="fa-IR"/>
              </w:rPr>
              <w:t xml:space="preserve"> ف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جدث الثر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314B0D" w:rsidRDefault="00314B0D" w:rsidP="00383DBA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314B0D" w:rsidRDefault="00314B0D" w:rsidP="00383DBA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فالعدلُ و التوح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</w:t>
            </w:r>
            <w:r w:rsidRPr="00BA20C6">
              <w:rPr>
                <w:rtl/>
                <w:lang w:bidi="fa-IR"/>
              </w:rPr>
              <w:t xml:space="preserve"> ف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ه</w:t>
            </w:r>
            <w:r w:rsidRPr="00BA20C6">
              <w:rPr>
                <w:rtl/>
                <w:lang w:bidi="fa-IR"/>
              </w:rPr>
              <w:t xml:space="preserve"> مق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B0D" w:rsidTr="00314B0D">
        <w:trPr>
          <w:trHeight w:val="350"/>
        </w:trPr>
        <w:tc>
          <w:tcPr>
            <w:tcW w:w="4013" w:type="dxa"/>
          </w:tcPr>
          <w:p w:rsidR="00314B0D" w:rsidRDefault="00314B0D" w:rsidP="00383DBA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و</w:t>
            </w:r>
            <w:r w:rsidRPr="00BA20C6">
              <w:rPr>
                <w:rtl/>
                <w:lang w:bidi="fa-IR"/>
              </w:rPr>
              <w:t xml:space="preserve"> القائمُ المهد</w:t>
            </w:r>
            <w:r w:rsidRPr="00BA20C6">
              <w:rPr>
                <w:rFonts w:hint="cs"/>
                <w:rtl/>
                <w:lang w:bidi="fa-IR"/>
              </w:rPr>
              <w:t>یّ</w:t>
            </w:r>
            <w:r w:rsidRPr="00BA20C6">
              <w:rPr>
                <w:rtl/>
                <w:lang w:bidi="fa-IR"/>
              </w:rPr>
              <w:t xml:space="preserve"> 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فرح</w:t>
            </w:r>
            <w:r w:rsidRPr="00BA20C6">
              <w:rPr>
                <w:rtl/>
                <w:lang w:bidi="fa-IR"/>
              </w:rPr>
              <w:t xml:space="preserve"> کلّما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314B0D" w:rsidRDefault="00314B0D" w:rsidP="00383DBA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314B0D" w:rsidRDefault="00314B0D" w:rsidP="00383DBA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تُل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ت</w:t>
            </w:r>
            <w:r w:rsidRPr="00BA20C6">
              <w:rPr>
                <w:rtl/>
                <w:lang w:bidi="fa-IR"/>
              </w:rPr>
              <w:t xml:space="preserve"> عل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ک</w:t>
            </w:r>
            <w:r w:rsidRPr="00BA20C6">
              <w:rPr>
                <w:rtl/>
                <w:lang w:bidi="fa-IR"/>
              </w:rPr>
              <w:t xml:space="preserve"> من الدروس علوم‌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A20C6" w:rsidRPr="00BA20C6" w:rsidRDefault="00BA20C6" w:rsidP="00314B0D">
      <w:pPr>
        <w:pStyle w:val="Heading1"/>
        <w:rPr>
          <w:rtl/>
          <w:lang w:bidi="fa-IR"/>
        </w:rPr>
      </w:pPr>
      <w:bookmarkStart w:id="88" w:name="_Toc56202896"/>
      <w:bookmarkStart w:id="89" w:name="_Toc56203556"/>
      <w:r w:rsidRPr="00BA20C6">
        <w:rPr>
          <w:rFonts w:hint="eastAsia"/>
          <w:rtl/>
          <w:lang w:bidi="fa-IR"/>
        </w:rPr>
        <w:lastRenderedPageBreak/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مرتض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رض</w:t>
      </w:r>
      <w:r w:rsidRPr="00BA20C6">
        <w:rPr>
          <w:rFonts w:hint="cs"/>
          <w:rtl/>
          <w:lang w:bidi="fa-IR"/>
        </w:rPr>
        <w:t>ی‌</w:t>
      </w:r>
      <w:bookmarkEnd w:id="88"/>
      <w:bookmarkEnd w:id="89"/>
    </w:p>
    <w:p w:rsidR="00BA20C6" w:rsidRPr="00BA20C6" w:rsidRDefault="00BA20C6" w:rsidP="00314B0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قبر</w:t>
      </w:r>
      <w:r w:rsidRPr="00BA20C6">
        <w:rPr>
          <w:rtl/>
          <w:lang w:bidi="fa-IR"/>
        </w:rPr>
        <w:t xml:space="preserve">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خ‌جعفرکب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ر»،</w:t>
      </w:r>
      <w:r w:rsidRPr="00BA20C6">
        <w:rPr>
          <w:rtl/>
          <w:lang w:bidi="fa-IR"/>
        </w:rPr>
        <w:t xml:space="preserve"> استاد «مف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هم، متصل</w:t>
      </w:r>
      <w:r w:rsidR="00314B0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‌به‌قبر «مف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</w:t>
      </w:r>
      <w:r w:rsidR="00314B0D" w:rsidRPr="00314B0D">
        <w:rPr>
          <w:rStyle w:val="libAlaemChar"/>
          <w:rtl/>
        </w:rPr>
        <w:t>رحمهم‌الله</w:t>
      </w:r>
      <w:r w:rsidR="00314B0D" w:rsidRPr="00685F08">
        <w:rPr>
          <w:rtl/>
        </w:rPr>
        <w:t xml:space="preserve"> </w:t>
      </w:r>
      <w:r w:rsidRPr="00BA20C6">
        <w:rPr>
          <w:rtl/>
          <w:lang w:bidi="fa-IR"/>
        </w:rPr>
        <w:t>» است، در دو مقبره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مرتض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رض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>- اعل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اللَّه</w:t>
      </w:r>
      <w:r w:rsidRPr="00BA20C6">
        <w:rPr>
          <w:rtl/>
          <w:lang w:bidi="fa-IR"/>
        </w:rPr>
        <w:t xml:space="preserve"> مقامهما- که در بازار واقع‌اند، رفته فاتحه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14B0D">
      <w:pPr>
        <w:pStyle w:val="Heading1"/>
        <w:rPr>
          <w:rtl/>
          <w:lang w:bidi="fa-IR"/>
        </w:rPr>
      </w:pPr>
      <w:bookmarkStart w:id="90" w:name="_Toc56202897"/>
      <w:bookmarkStart w:id="91" w:name="_Toc56203557"/>
      <w:r w:rsidRPr="00BA20C6">
        <w:rPr>
          <w:rFonts w:hint="eastAsia"/>
          <w:rtl/>
          <w:lang w:bidi="fa-IR"/>
        </w:rPr>
        <w:t>طفلان</w:t>
      </w:r>
      <w:r w:rsidRPr="00BA20C6">
        <w:rPr>
          <w:rtl/>
          <w:lang w:bidi="fa-IR"/>
        </w:rPr>
        <w:t xml:space="preserve"> مسلم‌</w:t>
      </w:r>
      <w:bookmarkEnd w:id="90"/>
      <w:bookmarkEnd w:id="91"/>
    </w:p>
    <w:p w:rsidR="00BA20C6" w:rsidRPr="00BA20C6" w:rsidRDefault="00BA20C6" w:rsidP="00314B0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سه‌شنبه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رمضان مطابق «هجدهم جوزا»، صبح خبر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آمده است،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دو نفر مسافر گرفته، من و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هم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رفقا گفتند شما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ما هم بعداً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سه ساعت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ظهر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حرکت کرد، به قدر دو ساعت طول </w:t>
      </w:r>
      <w:r w:rsidRPr="00BA20C6">
        <w:rPr>
          <w:rFonts w:hint="eastAsia"/>
          <w:rtl/>
          <w:lang w:bidi="fa-IR"/>
        </w:rPr>
        <w:t>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صرف رفتن «طفلان مسلم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و برگشتن با الاغ شد،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 آنجا راه من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شما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من آن طرف «جسر مس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ب»</w:t>
      </w:r>
      <w:r w:rsidRPr="00BA20C6">
        <w:rPr>
          <w:rtl/>
          <w:lang w:bidi="fa-IR"/>
        </w:rPr>
        <w:t xml:space="preserve"> منتظرم، در طفلان حال خوش دست داد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روضه سوزناک و مناسب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خواندند، آن طرف جسر که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ظهر گذشته بود، شوفر </w:t>
      </w:r>
      <w:r w:rsidRPr="00BA20C6">
        <w:rPr>
          <w:rFonts w:hint="eastAsia"/>
          <w:rtl/>
          <w:lang w:bidi="fa-IR"/>
        </w:rPr>
        <w:t>اوقاتش</w:t>
      </w:r>
      <w:r w:rsidRPr="00BA20C6">
        <w:rPr>
          <w:rtl/>
          <w:lang w:bidi="fa-IR"/>
        </w:rPr>
        <w:t xml:space="preserve">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آمدن ما تلخ بود، اجازه نهار خوردن هم نداد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تلاف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اوقات‌</w:t>
      </w:r>
      <w:r w:rsidR="00314B0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تلخ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در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آمدن ما را، به سر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درآورد، و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سرعت آن افزود، که مثل مرغ پرواز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خوف پرت شدن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به «کربلا» مانده، در بقعه «عون بن </w:t>
      </w:r>
      <w:r w:rsidRPr="00BA20C6">
        <w:rPr>
          <w:rFonts w:hint="eastAsia"/>
          <w:rtl/>
          <w:lang w:bidi="fa-IR"/>
        </w:rPr>
        <w:t>عبداللَّه</w:t>
      </w:r>
      <w:r w:rsidRPr="00BA20C6">
        <w:rPr>
          <w:rtl/>
          <w:lang w:bidi="fa-IR"/>
        </w:rPr>
        <w:t xml:space="preserve"> جعفر»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326368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326368">
      <w:pPr>
        <w:pStyle w:val="Heading1"/>
        <w:rPr>
          <w:rtl/>
          <w:lang w:bidi="fa-IR"/>
        </w:rPr>
      </w:pPr>
      <w:bookmarkStart w:id="92" w:name="_Toc56202898"/>
      <w:bookmarkStart w:id="93" w:name="_Toc56203558"/>
      <w:r w:rsidRPr="00BA20C6">
        <w:rPr>
          <w:rFonts w:hint="eastAsia"/>
          <w:rtl/>
          <w:lang w:bidi="fa-IR"/>
        </w:rPr>
        <w:t>کربلا</w:t>
      </w:r>
      <w:bookmarkEnd w:id="92"/>
      <w:bookmarkEnd w:id="93"/>
    </w:p>
    <w:p w:rsidR="00BA20C6" w:rsidRPr="00BA20C6" w:rsidRDefault="00BA20C6" w:rsidP="0032636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بالأخره</w:t>
      </w:r>
      <w:r w:rsidRPr="00BA20C6">
        <w:rPr>
          <w:rtl/>
          <w:lang w:bidi="fa-IR"/>
        </w:rPr>
        <w:t xml:space="preserve"> دو ساعت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ظهر گذشته، وارد «کربلا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درواقع</w:t>
      </w:r>
      <w:r w:rsidRPr="00BA20C6">
        <w:rPr>
          <w:rtl/>
          <w:lang w:bidi="fa-IR"/>
        </w:rPr>
        <w:t xml:space="preserve"> پانزده فرسخ مسافت را چهار ساعته 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ورودمان در منزل </w:t>
      </w:r>
    </w:p>
    <w:p w:rsidR="00BA20C6" w:rsidRPr="00BA20C6" w:rsidRDefault="00326368" w:rsidP="0032636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BA20C6" w:rsidRPr="00BA20C6" w:rsidRDefault="00BA20C6" w:rsidP="00326368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به هنگام غروب آفتاب خطاب به خورش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فرمود بازگرد، و خورش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رتر</w:t>
      </w:r>
      <w:r w:rsidRPr="00BA20C6">
        <w:rPr>
          <w:rtl/>
          <w:lang w:bidi="fa-IR"/>
        </w:rPr>
        <w:t xml:space="preserve"> غروب کرد.</w:t>
      </w:r>
    </w:p>
    <w:p w:rsidR="00BA20C6" w:rsidRPr="00BA20C6" w:rsidRDefault="00326368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پسران</w:t>
      </w:r>
      <w:r w:rsidR="00BA20C6" w:rsidRPr="00BA20C6">
        <w:rPr>
          <w:rtl/>
          <w:lang w:bidi="fa-IR"/>
        </w:rPr>
        <w:t xml:space="preserve"> «آقا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محمّدعل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روضه‌خوان عرب بود، که آقا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«آقا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احمد» با آنها سابقه دوست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داشت، در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خنک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خواب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بودند،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حالت گرمازدگ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افروختگ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مناسب و مطلوب بود، نهار حاضر شد خورد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پس از رفتن حمام و غسل،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سراپا سعادت جدّ مظلوم «حضرت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عبداللَّه</w:t>
      </w:r>
      <w:r w:rsidRPr="00BA20C6">
        <w:rPr>
          <w:rtl/>
          <w:lang w:bidi="fa-IR"/>
        </w:rPr>
        <w:t xml:space="preserve"> الحس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مشرف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جبران تمام زحمات و مشقات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خستگ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شد، خداوند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آخر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قرار ندهد، و تمام آرزومندان را به عتبه‌بوس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بزرگوار موفق کند، شب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ابوالفضل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مشرف شده به منزل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کاظم»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زبان</w:t>
      </w:r>
      <w:r w:rsidRPr="00BA20C6">
        <w:rPr>
          <w:rtl/>
          <w:lang w:bidi="fa-IR"/>
        </w:rPr>
        <w:t xml:space="preserve"> ما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 شام از منزل خودشان در خانه‌ا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آوردند چون منزلمان خوب نبود، فردا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رفقا باعث تشو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شد، تا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ن‌که</w:t>
      </w:r>
      <w:r w:rsidRPr="00BA20C6">
        <w:rPr>
          <w:rtl/>
          <w:lang w:bidi="fa-IR"/>
        </w:rPr>
        <w:t xml:space="preserve"> طرف عصر چهارشنبه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از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تا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کامله مشرف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من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رفقا از «طهران» کاغذ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326368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326368">
      <w:pPr>
        <w:pStyle w:val="Heading1"/>
        <w:rPr>
          <w:rtl/>
          <w:lang w:bidi="fa-IR"/>
        </w:rPr>
      </w:pPr>
      <w:bookmarkStart w:id="94" w:name="_Toc56202899"/>
      <w:bookmarkStart w:id="95" w:name="_Toc56203559"/>
      <w:r w:rsidRPr="00BA20C6">
        <w:rPr>
          <w:rFonts w:hint="eastAsia"/>
          <w:rtl/>
          <w:lang w:bidi="fa-IR"/>
        </w:rPr>
        <w:t>حر</w:t>
      </w:r>
      <w:r w:rsidRPr="00BA20C6">
        <w:rPr>
          <w:rtl/>
          <w:lang w:bidi="fa-IR"/>
        </w:rPr>
        <w:t xml:space="preserve"> بن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اح</w:t>
      </w:r>
      <w:r w:rsidRPr="00BA20C6">
        <w:rPr>
          <w:rFonts w:hint="cs"/>
          <w:rtl/>
          <w:lang w:bidi="fa-IR"/>
        </w:rPr>
        <w:t>ی‌</w:t>
      </w:r>
      <w:bookmarkEnd w:id="94"/>
      <w:bookmarkEnd w:id="95"/>
    </w:p>
    <w:p w:rsidR="00BA20C6" w:rsidRPr="00BA20C6" w:rsidRDefault="00BA20C6" w:rsidP="0032636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شنبه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«حر بن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مشرف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«کربلا»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است، وسط روز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حرکت کرد،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از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آلو و طالب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و هندوانه و انگور موجود است، نان و گوشت هم فراوان است، 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عموماً نرخ‌ها گران‌تر از «طهران» است،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روز همه جا صحبت سنوات جنگ،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محاربه «عثمان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و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س‌ها»،</w:t>
      </w:r>
      <w:r w:rsidRPr="00BA20C6">
        <w:rPr>
          <w:rtl/>
          <w:lang w:bidi="fa-IR"/>
        </w:rPr>
        <w:t xml:space="preserve"> و 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غلبه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س‌ها»</w:t>
      </w:r>
      <w:r w:rsidRPr="00BA20C6">
        <w:rPr>
          <w:rtl/>
          <w:lang w:bidi="fa-IR"/>
        </w:rPr>
        <w:t xml:space="preserve"> و قتل و غارتها و خراب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شده است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عباس»، «ب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شهربانوئ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و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دماشاءاللَّه»</w:t>
      </w:r>
      <w:r w:rsidRPr="00BA20C6">
        <w:rPr>
          <w:rtl/>
          <w:lang w:bidi="fa-IR"/>
        </w:rPr>
        <w:t xml:space="preserve"> پسرش، و همچن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عبداللَّه اندرمان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ملاقات شدند.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26368">
      <w:pPr>
        <w:pStyle w:val="Heading1"/>
        <w:rPr>
          <w:rtl/>
          <w:lang w:bidi="fa-IR"/>
        </w:rPr>
      </w:pPr>
      <w:bookmarkStart w:id="96" w:name="_Toc56202900"/>
      <w:bookmarkStart w:id="97" w:name="_Toc56203560"/>
      <w:r w:rsidRPr="00BA20C6">
        <w:rPr>
          <w:rFonts w:hint="eastAsia"/>
          <w:rtl/>
          <w:lang w:bidi="fa-IR"/>
        </w:rPr>
        <w:t>ابن</w:t>
      </w:r>
      <w:r w:rsidRPr="00BA20C6">
        <w:rPr>
          <w:rtl/>
          <w:lang w:bidi="fa-IR"/>
        </w:rPr>
        <w:t xml:space="preserve"> فهد حل</w:t>
      </w:r>
      <w:r w:rsidRPr="00BA20C6">
        <w:rPr>
          <w:rFonts w:hint="cs"/>
          <w:rtl/>
          <w:lang w:bidi="fa-IR"/>
        </w:rPr>
        <w:t>ی‌</w:t>
      </w:r>
      <w:bookmarkEnd w:id="96"/>
      <w:bookmarkEnd w:id="9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رمضان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جوزا»، روز گذشته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تشرف به «نجف»، عربانه تجارت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قرار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دوسره چهارده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ساعت هفت از شب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لازمه را حمال‌ها بردند شهر نو، بعد از طل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فجر، نماز صبح را در مزار «ابن فهد حل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خوانده و </w:t>
      </w: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«حاج حسن سورچ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ابتدا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عربانه را برد بعد راه را گم کرد، پس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راه افتاد،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سه‌فرسخ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«کربلا» در قهوه‌خانه «خان نخ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له»</w:t>
      </w:r>
      <w:r w:rsidRPr="00BA20C6">
        <w:rPr>
          <w:rtl/>
          <w:lang w:bidi="fa-IR"/>
        </w:rPr>
        <w:t xml:space="preserve">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مجدداً سوار شده چهار فرسخ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تا «خان شور» که اعراب، </w:t>
      </w:r>
      <w:r w:rsidRPr="00BA20C6">
        <w:rPr>
          <w:rtl/>
          <w:lang w:bidi="fa-IR"/>
        </w:rPr>
        <w:lastRenderedPageBreak/>
        <w:t>آن را «خان حمار»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نهار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در بالاخانه صرف شد، چون عربانه ما تجارت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و اسب عوض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امشب را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ماند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و غروب هوا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شد در نهر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«فرات» منشعب است و به فاصله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گذرد</w:t>
      </w:r>
      <w:r w:rsidRPr="00BA20C6">
        <w:rPr>
          <w:rtl/>
          <w:lang w:bidi="fa-IR"/>
        </w:rPr>
        <w:t xml:space="preserve"> آب تن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شب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و صرف شام راحت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اما داد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و آوازخوان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اعراب اوباش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ابان،</w:t>
      </w:r>
      <w:r w:rsidRPr="00BA20C6">
        <w:rPr>
          <w:rtl/>
          <w:lang w:bidi="fa-IR"/>
        </w:rPr>
        <w:t xml:space="preserve"> دو سه ساعت مانع از خواب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26368">
      <w:pPr>
        <w:pStyle w:val="Heading1"/>
        <w:rPr>
          <w:rtl/>
          <w:lang w:bidi="fa-IR"/>
        </w:rPr>
      </w:pPr>
      <w:bookmarkStart w:id="98" w:name="_Toc56202901"/>
      <w:bookmarkStart w:id="99" w:name="_Toc56203561"/>
      <w:r w:rsidRPr="00BA20C6">
        <w:rPr>
          <w:rFonts w:hint="eastAsia"/>
          <w:rtl/>
          <w:lang w:bidi="fa-IR"/>
        </w:rPr>
        <w:t>نجف</w:t>
      </w:r>
      <w:r w:rsidRPr="00BA20C6">
        <w:rPr>
          <w:rtl/>
          <w:lang w:bidi="fa-IR"/>
        </w:rPr>
        <w:t xml:space="preserve"> اشرف‌</w:t>
      </w:r>
      <w:bookmarkEnd w:id="98"/>
      <w:bookmarkEnd w:id="9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326368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دوشنبه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رمضان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جوزا»، صبح اول طل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فجر،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باز بواسطه </w:t>
      </w:r>
      <w:r w:rsidRPr="00BA20C6">
        <w:rPr>
          <w:rFonts w:hint="eastAsia"/>
          <w:rtl/>
          <w:lang w:bidi="fa-IR"/>
        </w:rPr>
        <w:t>نابلد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عربانه‌چ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خارج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جاها عربانه به توده رمل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عبور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جاها خوف سقوط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زحمت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دوباره به جاده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«خان مصلّ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سه فرسخ تا «خان شور» فاصله دارد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صرف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باب کاروانسرا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از بناها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مرحوم «حاج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حسن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>- اعل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اللَّه</w:t>
      </w:r>
      <w:r w:rsidRPr="00BA20C6">
        <w:rPr>
          <w:rtl/>
          <w:lang w:bidi="fa-IR"/>
        </w:rPr>
        <w:t xml:space="preserve"> مقامه- است، چند باب خانه کوچک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موجود است،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بقعه خشت و 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کوچه بود،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درب‌اش نوشته بود «هذا مولد المهد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صاحب الزمان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ماخذ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نسبت را ندانستم.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دو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مال‌ها را خوراک دادند مجدداً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باز عربانه‌چ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عربانه را از خارج جاده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برد،</w:t>
      </w:r>
      <w:r w:rsidRPr="00BA20C6">
        <w:rPr>
          <w:rtl/>
          <w:lang w:bidi="fa-IR"/>
        </w:rPr>
        <w:t xml:space="preserve">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داخل گودال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وحشت سرنگون شدن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شوخ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جد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ملامتش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او بد گفت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او </w:t>
      </w:r>
      <w:r w:rsidRPr="00BA20C6">
        <w:rPr>
          <w:rFonts w:hint="eastAsia"/>
          <w:rtl/>
          <w:lang w:bidi="fa-IR"/>
        </w:rPr>
        <w:t>هم</w:t>
      </w:r>
      <w:r w:rsidRPr="00BA20C6">
        <w:rPr>
          <w:rtl/>
          <w:lang w:bidi="fa-IR"/>
        </w:rPr>
        <w:t xml:space="preserve"> علاوه بر نابلد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آدم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بدخلق و شرور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حالت و با اشتداد فوق‌العاده گرما،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ظهر گذشته وارد «نجف اشرف»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ورودمان در خانه «آقا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هاد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معروف به «شمسه» بود که از خدام و مرد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موقر و مت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از صرف نهار و 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طرف عصر به حمام رفته و غسل کرده،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باسعادت «حضرت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رمؤمنان</w:t>
      </w:r>
      <w:r w:rsidRPr="00BA20C6">
        <w:rPr>
          <w:rtl/>
          <w:lang w:bidi="fa-IR"/>
        </w:rPr>
        <w:t xml:space="preserve"> و مولا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تشرف حاصل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من سلامت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و خانواده‌ام را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مسافرت، از آن بزرگوار خواسته به 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دامان عنا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تش</w:t>
      </w:r>
      <w:r w:rsidRPr="00BA20C6">
        <w:rPr>
          <w:rtl/>
          <w:lang w:bidi="fa-IR"/>
        </w:rPr>
        <w:t xml:space="preserve"> متوسل شدم، بعد از مراجعت از حرم مطهر صرف شام 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>.</w:t>
      </w:r>
    </w:p>
    <w:p w:rsidR="00BA20C6" w:rsidRPr="00BA20C6" w:rsidRDefault="00BA20C6" w:rsidP="00326368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پشت بام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اما تا ساعت پنج و شش از شب خواب ممکن نشد،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بنا بر مشهور «ابن ملجم ملعون» در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به درکات جهنم واصل شده، و امشب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«نجف» در کوچه‌ها و بازارها و خانه‌ها و همه‌جا،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ادها</w:t>
      </w:r>
      <w:r w:rsidRPr="00BA20C6">
        <w:rPr>
          <w:rtl/>
          <w:lang w:bidi="fa-IR"/>
        </w:rPr>
        <w:t xml:space="preserve"> و صداها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مسرت و خوشحال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کرده‌اند، و از گوشه و کنار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ساز و رقص و آواز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 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رمضان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جوزا»، پس از تشرف به حرم مطهر، فرستاد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«حاج حسن عربانه‌چ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آمد که معامله با او را فسخ کرده، نوشته‌ا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که به او سپرده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پس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نشد و رفت. طرف عصر با واگون به «کوفه»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چون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به آنجا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موقع نبود که به «مسجد کوفه»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شب را در خانه‌ا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متعلق به «حاج ابوالحسن تاجر بغداد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در کنار شط واقع است بسر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326368" w:rsidP="0032636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0" w:name="_Toc56202902"/>
      <w:bookmarkStart w:id="101" w:name="_Toc56203562"/>
      <w:r w:rsidR="00BA20C6" w:rsidRPr="00BA20C6">
        <w:rPr>
          <w:rFonts w:hint="eastAsia"/>
          <w:rtl/>
          <w:lang w:bidi="fa-IR"/>
        </w:rPr>
        <w:lastRenderedPageBreak/>
        <w:t>مسجد</w:t>
      </w:r>
      <w:r w:rsidR="00BA20C6" w:rsidRPr="00BA20C6">
        <w:rPr>
          <w:rtl/>
          <w:lang w:bidi="fa-IR"/>
        </w:rPr>
        <w:t xml:space="preserve"> کوفه‌</w:t>
      </w:r>
      <w:bookmarkEnd w:id="100"/>
      <w:bookmarkEnd w:id="10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رمضان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جوزا»، از صبح تا ظهر مشغول اعمال در «مسجد کوفه، و مسجد سهله»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مسلم بن 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و «هان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تمام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دوستان را به دعا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نهار به «کوفه» مراجعت کرده و در مسجد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ونس</w:t>
      </w:r>
      <w:r w:rsidRPr="00BA20C6">
        <w:rPr>
          <w:rtl/>
          <w:lang w:bidi="fa-IR"/>
        </w:rPr>
        <w:t xml:space="preserve"> نب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صرف نم</w:t>
      </w:r>
      <w:r w:rsidRPr="00BA20C6">
        <w:rPr>
          <w:rFonts w:hint="eastAsia"/>
          <w:rtl/>
          <w:lang w:bidi="fa-IR"/>
        </w:rPr>
        <w:t>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طرف عصر از شدت گرما در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عه،</w:t>
      </w:r>
      <w:r w:rsidRPr="00BA20C6">
        <w:rPr>
          <w:rtl/>
          <w:lang w:bidi="fa-IR"/>
        </w:rPr>
        <w:t xml:space="preserve"> آب</w:t>
      </w:r>
      <w:r w:rsidR="00326368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به غروب، با واگون به «نجف اشرف» مراجعت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326368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خط</w:t>
      </w:r>
      <w:r w:rsidRPr="00BA20C6">
        <w:rPr>
          <w:rtl/>
          <w:lang w:bidi="fa-IR"/>
        </w:rPr>
        <w:t xml:space="preserve"> آهن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«کوفه» و «نجف» از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خطها ممتاز است،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گود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مستط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وسط خط هست، که چرخ‌ها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واگون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آن قرار گرفته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گردد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خلاف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خطوط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ب‌اش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</w:t>
      </w:r>
      <w:r w:rsidRPr="00BA20C6">
        <w:rPr>
          <w:rtl/>
          <w:lang w:bidi="fa-IR"/>
        </w:rPr>
        <w:t xml:space="preserve"> به واسطه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زش</w:t>
      </w:r>
      <w:r w:rsidRPr="00BA20C6">
        <w:rPr>
          <w:rtl/>
          <w:lang w:bidi="fa-IR"/>
        </w:rPr>
        <w:t xml:space="preserve"> سنگ و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</w:t>
      </w:r>
      <w:r w:rsidRPr="00BA20C6">
        <w:rPr>
          <w:rtl/>
          <w:lang w:bidi="fa-IR"/>
        </w:rPr>
        <w:t xml:space="preserve"> و شن در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گود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خط،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عمله‌جات مراقب آن باشند و آن را پاک کنند.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رمضان مطابق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جوزا، پس از مراجعت از حرم مطهر، دو مرتبه فرستاد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«حاج حسن عربانه‌چ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آوردند که فسخ معامله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قال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بدزبان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برگزار کرد، ناچار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حاکم شهر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منصوب از طرف «دولت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اس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شکا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فرستاد «حاج حسن» را حاضر کردند باز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را گذاشت، حاکم نوشته ما را از او گرفت و پاره کرد و تا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</w:t>
      </w:r>
      <w:r w:rsidRPr="00BA20C6">
        <w:rPr>
          <w:rtl/>
          <w:lang w:bidi="fa-IR"/>
        </w:rPr>
        <w:t xml:space="preserve"> نصف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جهت آمدن فقط به او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اداره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عربانه جهت مراجعت به «کربلا» از قرار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هفت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به روز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سوّم شوّال شد، از همان محل اداره که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دروازه است به طرف «واد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السلام»</w:t>
      </w:r>
      <w:r w:rsidRPr="00BA20C6">
        <w:rPr>
          <w:rtl/>
          <w:lang w:bidi="fa-IR"/>
        </w:rPr>
        <w:t xml:space="preserve"> رفته، </w:t>
      </w:r>
      <w:r w:rsidRPr="00BA20C6">
        <w:rPr>
          <w:rtl/>
          <w:lang w:bidi="fa-IR"/>
        </w:rPr>
        <w:lastRenderedPageBreak/>
        <w:t>فاتحه جهت اهل قبور خوانده «حضرت هود و صالح» را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قدم‌زنان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حصار شهر گردش کرده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محل معروف به «چر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سابقاً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اچه</w:t>
      </w:r>
      <w:r w:rsidRPr="00BA20C6">
        <w:rPr>
          <w:rtl/>
          <w:lang w:bidi="fa-IR"/>
        </w:rPr>
        <w:t xml:space="preserve"> بوده و هلال شوال را آنجا رؤ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کرده به شهر مراجعت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بعد از تشرف به حرم به خانه برگشته شام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D2193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D2193D">
      <w:pPr>
        <w:pStyle w:val="Heading1"/>
        <w:rPr>
          <w:rtl/>
          <w:lang w:bidi="fa-IR"/>
        </w:rPr>
      </w:pPr>
      <w:bookmarkStart w:id="102" w:name="_Toc56202903"/>
      <w:bookmarkStart w:id="103" w:name="_Toc56203563"/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فطر در نجف‌</w:t>
      </w:r>
      <w:bookmarkEnd w:id="102"/>
      <w:bookmarkEnd w:id="10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383DBA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غره شوّال‌المکرّم مطابق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جوزا، امروز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محمّدتق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مجاور «نجف»، که از جمله زهاد و عباد و اوتاد به شمار است، و تازه از ورود من باخبر شده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آمدند، وجه امانت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که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والد- روح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فداه-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داده بودند رد کرد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کاغذ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به توسط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آمده بود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 xml:space="preserve"> کردم و موجب </w:t>
      </w:r>
      <w:r w:rsidRPr="00BA20C6">
        <w:rPr>
          <w:rFonts w:hint="eastAsia"/>
          <w:rtl/>
          <w:lang w:bidi="fa-IR"/>
        </w:rPr>
        <w:t>خوشوقت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شب دعوت کردند معذرت خواسته، وعده مراجعت از «مکه» دادم.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مجاور نجف، پسر عمو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هم‌سفر ما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چند دفعه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کردند، امروز معلوم شد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هم عازم «مکه معظمه» شده‌اند، و قصد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ما را دارند، چون اهل علم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با مسرت قبول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قرار شد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منزل خود، چند روز بعد از ما حرکت کرده، در «کربلا»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به ما برسند.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برخلاف</w:t>
      </w:r>
      <w:r w:rsidRPr="00BA20C6">
        <w:rPr>
          <w:rtl/>
          <w:lang w:bidi="fa-IR"/>
        </w:rPr>
        <w:t xml:space="preserve"> معمول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ران،</w:t>
      </w:r>
      <w:r w:rsidRPr="00BA20C6">
        <w:rPr>
          <w:rtl/>
          <w:lang w:bidi="fa-IR"/>
        </w:rPr>
        <w:t xml:space="preserve"> در «نجف» روز فطر را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بسته است، مردم با لباس‌ها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 و دست‌ها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حنابسته، دسته دسته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هم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روند</w:t>
      </w:r>
      <w:r w:rsidRPr="00BA20C6">
        <w:rPr>
          <w:rtl/>
          <w:lang w:bidi="fa-IR"/>
        </w:rPr>
        <w:t xml:space="preserve"> و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اطفال هم با جامه‌ها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رنگارنگ در کوچه‌ها جولان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</w:t>
      </w:r>
      <w:r w:rsidRPr="00BA20C6">
        <w:rPr>
          <w:rtl/>
          <w:lang w:bidi="fa-IR"/>
        </w:rPr>
        <w:t xml:space="preserve"> و تفاخر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غالباً در سر گذرها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دان‌ها</w:t>
      </w:r>
      <w:r w:rsidRPr="00BA20C6">
        <w:rPr>
          <w:rtl/>
          <w:lang w:bidi="fa-IR"/>
        </w:rPr>
        <w:t xml:space="preserve"> اسباب باز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فراهم است. امروز صبح و عصر و شب هم موفق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383DBA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383DBA">
      <w:pPr>
        <w:pStyle w:val="Heading1"/>
        <w:rPr>
          <w:rtl/>
          <w:lang w:bidi="fa-IR"/>
        </w:rPr>
      </w:pPr>
      <w:bookmarkStart w:id="104" w:name="_Toc56202904"/>
      <w:bookmarkStart w:id="105" w:name="_Toc56203564"/>
      <w:r w:rsidRPr="00BA20C6">
        <w:rPr>
          <w:rFonts w:hint="eastAsia"/>
          <w:rtl/>
          <w:lang w:bidi="fa-IR"/>
        </w:rPr>
        <w:t>واد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السلام‌</w:t>
      </w:r>
      <w:bookmarkEnd w:id="104"/>
      <w:bookmarkEnd w:id="10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دوم شوال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جوزا»، به بازد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جلد «زادالمعاد» چون نداشتم به رسم تعارف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ادگار</w:t>
      </w:r>
      <w:r w:rsidRPr="00BA20C6">
        <w:rPr>
          <w:rtl/>
          <w:lang w:bidi="fa-IR"/>
        </w:rPr>
        <w:t xml:space="preserve"> به من دادند، کار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جز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که خداوند نص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اقربا و دوستان بفرما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383DBA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روز در «نجف» هوا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بود و «بادها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سام»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روز در صحن و کوچه‌ها کمتر عبور و مرور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سه ساعت از آفتاب گذشته،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 سرداب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تا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</w:t>
      </w:r>
      <w:r w:rsidR="00383DBA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ساعت</w:t>
      </w:r>
      <w:r w:rsidRPr="00BA20C6">
        <w:rPr>
          <w:rtl/>
          <w:lang w:bidi="fa-IR"/>
        </w:rPr>
        <w:t xml:space="preserve"> به غروب در صحن خانه هم رفت و آمد زحمت داشت، حال که «برج جوزا» است و در «نجف»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ن‌طور</w:t>
      </w:r>
      <w:r w:rsidRPr="00BA20C6">
        <w:rPr>
          <w:rtl/>
          <w:lang w:bidi="fa-IR"/>
        </w:rPr>
        <w:t xml:space="preserve"> است،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برج «سرطان» و «اسد» در «مکه» اگر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چه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کرد!؟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صاحب</w:t>
      </w:r>
      <w:r w:rsidRPr="00BA20C6">
        <w:rPr>
          <w:rtl/>
          <w:lang w:bidi="fa-IR"/>
        </w:rPr>
        <w:t xml:space="preserve"> خانه ما آقا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هاد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شمسه»، همان‌طور که اول ملاقات از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افه‌اش</w:t>
      </w:r>
      <w:r w:rsidRPr="00BA20C6">
        <w:rPr>
          <w:rtl/>
          <w:lang w:bidi="fa-IR"/>
        </w:rPr>
        <w:t xml:space="preserve"> هو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بود، شخص مت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روزه کمال انسان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مهربان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را، با ما به جا آورد.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برنج‌ها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«نجف» جهت زاد و راحله سفر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به توسط مکار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فرستاد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مدت اقامت در «نجف» همه‌روزه صبح اول آفتاب، من به «واد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السلام»</w:t>
      </w:r>
      <w:r w:rsidRPr="00BA20C6">
        <w:rPr>
          <w:rtl/>
          <w:lang w:bidi="fa-IR"/>
        </w:rPr>
        <w:t xml:space="preserve"> رفته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جزو قرآن قرائت، و ثواب آن را تقد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روح مرحوم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متول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اقوام که آن‌جا مدفون‌اند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سوم شوّال مطابق «س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جوزا»، صبح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پنج ساعت به غروب مانده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شدت گرما از خانه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آمده،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اداره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عربانه که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دروازه است،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هم به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آمده بودند.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ساعت به غروب مانده حرکت کر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هوا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بود، و 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موسم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خوف هلاکت بود، و با آنکه سر و صورت خود را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باز دست و صورتمان پوست انداخت.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برا</w:t>
      </w:r>
      <w:r w:rsidRPr="00BA20C6">
        <w:rPr>
          <w:rFonts w:hint="cs"/>
          <w:rtl/>
          <w:lang w:bidi="fa-IR"/>
        </w:rPr>
        <w:t>ی‌ی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ساعت‌ازشب</w:t>
      </w:r>
      <w:r w:rsidR="00383DBA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‌گذشته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«خان مصل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تا «نجف» سه فرسخ است، هنوز هم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تخف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نکرده بود،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اسب عوض کردند، مجدداً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در «خان شور» و «خان نخ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له»</w:t>
      </w:r>
      <w:r w:rsidRPr="00BA20C6">
        <w:rPr>
          <w:rtl/>
          <w:lang w:bidi="fa-IR"/>
        </w:rPr>
        <w:t xml:space="preserve"> هم اسب عوض کردند، بدون معطل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مقارن طلوع فجر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ساعت هشت 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شب گذشته،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کربلا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383DBA" w:rsidP="00383DB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6" w:name="_Toc56202905"/>
      <w:bookmarkStart w:id="107" w:name="_Toc56203565"/>
      <w:r w:rsidR="00BA20C6" w:rsidRPr="00BA20C6">
        <w:rPr>
          <w:rFonts w:hint="eastAsia"/>
          <w:rtl/>
          <w:lang w:bidi="fa-IR"/>
        </w:rPr>
        <w:lastRenderedPageBreak/>
        <w:t>کربلا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معلّ</w:t>
      </w:r>
      <w:r w:rsidR="00BA20C6" w:rsidRPr="00BA20C6">
        <w:rPr>
          <w:rFonts w:hint="cs"/>
          <w:rtl/>
          <w:lang w:bidi="fa-IR"/>
        </w:rPr>
        <w:t>ی‌</w:t>
      </w:r>
      <w:bookmarkEnd w:id="106"/>
      <w:bookmarkEnd w:id="107"/>
    </w:p>
    <w:p w:rsidR="00BA20C6" w:rsidRPr="00BA20C6" w:rsidRDefault="00BA20C6" w:rsidP="00383DB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چهارم شوال مطابق «س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جوزا»، نماز صبح را در خانه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حمام رفته غسل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موفق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موقع حرکت ما از «طهران» بنا بود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نوکر همراه بردار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«حاج ابوالحسن» نام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</w:t>
      </w:r>
      <w:r w:rsidRPr="00BA20C6">
        <w:rPr>
          <w:rFonts w:hint="eastAsia"/>
          <w:rtl/>
          <w:lang w:bidi="fa-IR"/>
        </w:rPr>
        <w:t>مجرب</w:t>
      </w:r>
      <w:r w:rsidRPr="00BA20C6">
        <w:rPr>
          <w:rtl/>
          <w:lang w:bidi="fa-IR"/>
        </w:rPr>
        <w:t xml:space="preserve"> و چند سفر به «مکه» رفته بود، نامزد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کار شده بود، لکن به جهات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منصرف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 «عتبات»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استخدام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چند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در «نجف» و «کربلا»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لکن بالأخره قسمت «حاج ابوالحسن» شد، 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بعد از حرکت ما از «طهران»، به تنهائ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مشرف به «ع</w:t>
      </w:r>
      <w:r w:rsidRPr="00BA20C6">
        <w:rPr>
          <w:rFonts w:hint="eastAsia"/>
          <w:rtl/>
          <w:lang w:bidi="fa-IR"/>
        </w:rPr>
        <w:t>تبات»</w:t>
      </w:r>
      <w:r w:rsidRPr="00BA20C6">
        <w:rPr>
          <w:rtl/>
          <w:lang w:bidi="fa-IR"/>
        </w:rPr>
        <w:t xml:space="preserve"> شده و امروز او را در صحن ملاقات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قرار شد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قرار قطع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او گذاشته شود، امروز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عربانه از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به چهارشنبه است.</w:t>
      </w:r>
    </w:p>
    <w:p w:rsidR="00BA20C6" w:rsidRPr="00BA20C6" w:rsidRDefault="00383DBA" w:rsidP="00383DB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8" w:name="_Toc56202906"/>
      <w:bookmarkStart w:id="109" w:name="_Toc56203566"/>
      <w:r w:rsidR="00BA20C6" w:rsidRPr="00BA20C6">
        <w:rPr>
          <w:rFonts w:hint="eastAsia"/>
          <w:rtl/>
          <w:lang w:bidi="fa-IR"/>
        </w:rPr>
        <w:lastRenderedPageBreak/>
        <w:t>علامت</w:t>
      </w:r>
      <w:r w:rsidR="00BA20C6" w:rsidRPr="00BA20C6">
        <w:rPr>
          <w:rtl/>
          <w:lang w:bidi="fa-IR"/>
        </w:rPr>
        <w:t xml:space="preserve"> بمب در مسجد کوفه‌</w:t>
      </w:r>
      <w:bookmarkEnd w:id="108"/>
      <w:bookmarkEnd w:id="109"/>
    </w:p>
    <w:p w:rsidR="00BA20C6" w:rsidRPr="00BA20C6" w:rsidRDefault="00BA20C6" w:rsidP="00383DB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پنجم شوّال مطابق اول «سرطان» </w:t>
      </w:r>
      <w:r w:rsidRPr="00383DBA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موفق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دعا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دوستان و اقربا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ضمناً مذاکره شد که روغن‌ها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«کربلا» در تمام «عراق» ممتاز است، دو چل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  <w:r w:rsidRPr="00383DBA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حلب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آن، جهت صرف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فرستاد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 آن که در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جنگ‌ها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س‌ها»</w:t>
      </w:r>
      <w:r w:rsidRPr="00BA20C6">
        <w:rPr>
          <w:rtl/>
          <w:lang w:bidi="fa-IR"/>
        </w:rPr>
        <w:t xml:space="preserve"> در تمام شرائ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عروق </w:t>
      </w:r>
      <w:r w:rsidRPr="00383DBA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عراق نفوذ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کرده و حکومت </w:t>
      </w:r>
    </w:p>
    <w:p w:rsidR="00BA20C6" w:rsidRPr="00BA20C6" w:rsidRDefault="00383DBA" w:rsidP="00383DB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383DB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چهارم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قمر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رماه</w:t>
      </w:r>
      <w:r w:rsidRPr="00BA20C6">
        <w:rPr>
          <w:rtl/>
          <w:lang w:bidi="fa-IR"/>
        </w:rPr>
        <w:t>.</w:t>
      </w:r>
    </w:p>
    <w:p w:rsidR="00BA20C6" w:rsidRPr="00BA20C6" w:rsidRDefault="00BA20C6" w:rsidP="00383DB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مأخوذ از روس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ظرف حلب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که در آن نفت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روغن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زند</w:t>
      </w:r>
      <w:r w:rsidRPr="00BA20C6">
        <w:rPr>
          <w:rtl/>
          <w:lang w:bidi="fa-IR"/>
        </w:rPr>
        <w:t>.</w:t>
      </w:r>
    </w:p>
    <w:p w:rsidR="00BA20C6" w:rsidRPr="00BA20C6" w:rsidRDefault="00BA20C6" w:rsidP="00383DB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رگها و مو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رگها</w:t>
      </w:r>
      <w:r w:rsidRPr="00BA20C6">
        <w:rPr>
          <w:rtl/>
          <w:lang w:bidi="fa-IR"/>
        </w:rPr>
        <w:t>.</w:t>
      </w:r>
    </w:p>
    <w:p w:rsidR="00BA20C6" w:rsidRPr="00BA20C6" w:rsidRDefault="00383DBA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کنند،</w:t>
      </w:r>
      <w:r w:rsidR="00BA20C6" w:rsidRPr="00BA20C6">
        <w:rPr>
          <w:rtl/>
          <w:lang w:bidi="fa-IR"/>
        </w:rPr>
        <w:t xml:space="preserve"> باز از طرف اعراب در همه‌جا مقاومت با قدرت و تسلط آنها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شتر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شود،</w:t>
      </w:r>
      <w:r w:rsidR="00BA20C6" w:rsidRPr="00BA20C6">
        <w:rPr>
          <w:rtl/>
          <w:lang w:bidi="fa-IR"/>
        </w:rPr>
        <w:t xml:space="preserve"> هر جا که قدم گذارد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صحبت حر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و آزاد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و ضد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با سلطه خارجه و ته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انقلاب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بود، در هر جا هم آثار خراب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غارت‌ها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سابقه مشاهده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در «کوفه» خانه‌ها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و رو شده بود، در مسجد «کوفه» و «سهله» علامات بمب‌ها که 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اره‌ها</w:t>
      </w:r>
      <w:r w:rsidR="00BA20C6" w:rsidRPr="00BA20C6">
        <w:rPr>
          <w:rtl/>
          <w:lang w:bidi="fa-IR"/>
        </w:rPr>
        <w:t xml:space="preserve"> انداخته بودند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شد،</w:t>
      </w:r>
      <w:r w:rsidR="00BA20C6" w:rsidRPr="00BA20C6">
        <w:rPr>
          <w:rtl/>
          <w:lang w:bidi="fa-IR"/>
        </w:rPr>
        <w:t xml:space="preserve">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ن‌طور</w:t>
      </w:r>
      <w:r w:rsidR="00BA20C6" w:rsidRPr="00BA20C6">
        <w:rPr>
          <w:rtl/>
          <w:lang w:bidi="fa-IR"/>
        </w:rPr>
        <w:t xml:space="preserve"> در «خان شور» و در «مس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ب»</w:t>
      </w:r>
      <w:r w:rsidR="00BA20C6" w:rsidRPr="00BA20C6">
        <w:rPr>
          <w:rtl/>
          <w:lang w:bidi="fa-IR"/>
        </w:rPr>
        <w:t xml:space="preserve"> و در «کربلا».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هم که روز پنجم شوّال است شهر «کربلا» منقلب است،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ندگان</w:t>
      </w:r>
      <w:r w:rsidRPr="00BA20C6">
        <w:rPr>
          <w:rtl/>
          <w:lang w:bidi="fa-IR"/>
        </w:rPr>
        <w:t xml:space="preserve"> و رؤسا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قبائل با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محمّدتق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آمد و شد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حاکم شهر هم در تکاپو است.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مجاور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تدارک آذوقه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هم در وحشت هستند، خداوند عاقبت ما را به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امشب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مشرف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لکن از کثرت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اعراب موقع مذاکره نشد.</w:t>
      </w:r>
    </w:p>
    <w:p w:rsidR="00BA20C6" w:rsidRPr="00BA20C6" w:rsidRDefault="00DA4E7E" w:rsidP="00DA4E7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0" w:name="_Toc56202907"/>
      <w:bookmarkStart w:id="111" w:name="_Toc56203567"/>
      <w:r w:rsidR="00BA20C6" w:rsidRPr="00BA20C6">
        <w:rPr>
          <w:rFonts w:hint="eastAsia"/>
          <w:rtl/>
          <w:lang w:bidi="fa-IR"/>
        </w:rPr>
        <w:lastRenderedPageBreak/>
        <w:t>هواپ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انگل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بر فراز کربلا</w:t>
      </w:r>
      <w:bookmarkEnd w:id="110"/>
      <w:bookmarkEnd w:id="111"/>
    </w:p>
    <w:p w:rsidR="00BA20C6" w:rsidRPr="00BA20C6" w:rsidRDefault="00BA20C6" w:rsidP="00DA4E7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ششم شوال مطابق «دوم سرطان»، هشت دستگاه 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اره</w:t>
      </w:r>
      <w:r w:rsidRPr="00BA20C6">
        <w:rPr>
          <w:rtl/>
          <w:lang w:bidi="fa-IR"/>
        </w:rPr>
        <w:t xml:space="preserve">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سها»</w:t>
      </w:r>
      <w:r w:rsidRPr="00BA20C6">
        <w:rPr>
          <w:rtl/>
          <w:lang w:bidi="fa-IR"/>
        </w:rPr>
        <w:t xml:space="preserve"> به «کربلا» آمد، و به قدر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در فضا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شهر، مخصوصاً در اطراف گلدسته‌ها و گنبد مطهر 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و جولان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داد،</w:t>
      </w:r>
      <w:r w:rsidRPr="00BA20C6">
        <w:rPr>
          <w:rtl/>
          <w:lang w:bidi="fa-IR"/>
        </w:rPr>
        <w:t xml:space="preserve"> به خانه که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معلوم شد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چهارده نفر از آزاد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استقلال‌طلبان را </w:t>
      </w:r>
      <w:r w:rsidRPr="00BA20C6">
        <w:rPr>
          <w:rFonts w:hint="eastAsia"/>
          <w:rtl/>
          <w:lang w:bidi="fa-IR"/>
        </w:rPr>
        <w:t>دستگ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کرده و برده‌اند، از آن‌جمله پسر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برده‌اند، چون امروز عصر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ما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است، و هنوز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از نجف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قرار شد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چند 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در «کربلا» بماند، و با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با هم به «کا</w:t>
      </w:r>
      <w:r w:rsidRPr="00BA20C6">
        <w:rPr>
          <w:rFonts w:hint="eastAsia"/>
          <w:rtl/>
          <w:lang w:bidi="fa-IR"/>
        </w:rPr>
        <w:t>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 طرف عصر در حال شدت گرما از خانه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آمده،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شهر نو به </w:t>
      </w:r>
      <w:r w:rsidRPr="00BA20C6">
        <w:rPr>
          <w:rFonts w:hint="eastAsia"/>
          <w:rtl/>
          <w:lang w:bidi="fa-IR"/>
        </w:rPr>
        <w:t>اداره</w:t>
      </w:r>
      <w:r w:rsidRPr="00BA20C6">
        <w:rPr>
          <w:rtl/>
          <w:lang w:bidi="fa-IR"/>
        </w:rPr>
        <w:t xml:space="preserve">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پسران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خادم» هم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و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آمده بودند.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درست</w:t>
      </w:r>
      <w:r w:rsidRPr="00BA20C6">
        <w:rPr>
          <w:rtl/>
          <w:lang w:bidi="fa-IR"/>
        </w:rPr>
        <w:t xml:space="preserve"> چهار ساعت به غروب مانده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جهت گرما و عطش سخت گذشت، اول مغرب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«مس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ب»،</w:t>
      </w:r>
      <w:r w:rsidRPr="00BA20C6">
        <w:rPr>
          <w:rtl/>
          <w:lang w:bidi="fa-IR"/>
        </w:rPr>
        <w:t xml:space="preserve"> چون عربانه از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جسر «مس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ب»،</w:t>
      </w:r>
      <w:r w:rsidRPr="00BA20C6">
        <w:rPr>
          <w:rtl/>
          <w:lang w:bidi="fa-IR"/>
        </w:rPr>
        <w:t xml:space="preserve"> به واسطه عدم استحکام جسر عبور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 طرف جسر عربانه‌ها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دارد،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 اسباب‌ها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به آن طرف جسر رفته،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مرکب بنما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با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و گفتگو کردن با حمال‌ها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اراذل،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اسباب زحمت است، ب</w:t>
      </w:r>
      <w:r w:rsidR="00DA4E7E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هر حال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آن طرف جسر دو سه ساعت ما را معطل کردند، معلوم شد راه ناامن است،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خواهند</w:t>
      </w:r>
      <w:r w:rsidRPr="00BA20C6">
        <w:rPr>
          <w:rtl/>
          <w:lang w:bidi="fa-IR"/>
        </w:rPr>
        <w:t xml:space="preserve"> تمام عربانه‌ها را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ک‌دفعه،</w:t>
      </w:r>
      <w:r w:rsidRPr="00BA20C6">
        <w:rPr>
          <w:rtl/>
          <w:lang w:bidi="fa-IR"/>
        </w:rPr>
        <w:t xml:space="preserve"> و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عسکر حرکت بدهند، </w:t>
      </w:r>
      <w:r w:rsidRPr="00BA20C6">
        <w:rPr>
          <w:rFonts w:hint="eastAsia"/>
          <w:rtl/>
          <w:lang w:bidi="fa-IR"/>
        </w:rPr>
        <w:t>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گرمازدگ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اوقات‌</w:t>
      </w:r>
      <w:r w:rsidR="00DA4E7E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تلخ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دست سورچ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و حمال‌ها کم نبود، خوف جان هم مز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بر علت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ساعت</w:t>
      </w:r>
      <w:r w:rsidRPr="00BA20C6">
        <w:rPr>
          <w:rtl/>
          <w:lang w:bidi="fa-IR"/>
        </w:rPr>
        <w:t xml:space="preserve"> سه از شب گذشته چهارده عربانه را 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کردند، و جلو هر کدام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عسکر تفنگدار نشانده حرکت کردند، تا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اسب‌ها شرارت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عربانه‌چ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هم ملنگ </w:t>
      </w:r>
      <w:r w:rsidRPr="00DA4E7E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بودند. هر کدام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خواستند</w:t>
      </w:r>
      <w:r w:rsidRPr="00BA20C6">
        <w:rPr>
          <w:rtl/>
          <w:lang w:bidi="fa-IR"/>
        </w:rPr>
        <w:t xml:space="preserve">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فتند،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چاره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شرارت و رذالت دو صنف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وحش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بودند، ضمناً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تفنگ هم از گوشه و کنار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ساعت شش از شب گذشته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«محمود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رمق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لنگ کردند، صرف شام و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DA4E7E" w:rsidP="00DA4E7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DA4E7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سرخوش.</w:t>
      </w:r>
    </w:p>
    <w:p w:rsidR="00BA20C6" w:rsidRPr="00BA20C6" w:rsidRDefault="00DA4E7E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نموده</w:t>
      </w:r>
      <w:r w:rsidR="00BA20C6" w:rsidRPr="00BA20C6">
        <w:rPr>
          <w:rtl/>
          <w:lang w:bidi="fa-IR"/>
        </w:rPr>
        <w:t xml:space="preserve"> مجدداً اسب عوض کردند، سوار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شکر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که صدمه جان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ما نرس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است، از قرار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در «محمود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ه»</w:t>
      </w:r>
      <w:r w:rsidR="00BA20C6" w:rsidRPr="00BA20C6">
        <w:rPr>
          <w:rtl/>
          <w:lang w:bidi="fa-IR"/>
        </w:rPr>
        <w:t xml:space="preserve"> نقل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کردند،</w:t>
      </w:r>
      <w:r w:rsidR="00BA20C6" w:rsidRPr="00BA20C6">
        <w:rPr>
          <w:rtl/>
          <w:lang w:bidi="fa-IR"/>
        </w:rPr>
        <w:t xml:space="preserve"> چند شب است متوال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اً</w:t>
      </w:r>
      <w:r w:rsidR="00BA20C6" w:rsidRPr="00BA20C6">
        <w:rPr>
          <w:rtl/>
          <w:lang w:bidi="fa-IR"/>
        </w:rPr>
        <w:t xml:space="preserve"> در راه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«مس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ب»</w:t>
      </w:r>
      <w:r w:rsidR="00BA20C6" w:rsidRPr="00BA20C6">
        <w:rPr>
          <w:rtl/>
          <w:lang w:bidi="fa-IR"/>
        </w:rPr>
        <w:t xml:space="preserve"> و «محمود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ه»،</w:t>
      </w:r>
      <w:r w:rsidR="00BA20C6" w:rsidRPr="00BA20C6">
        <w:rPr>
          <w:rtl/>
          <w:lang w:bidi="fa-IR"/>
        </w:rPr>
        <w:t xml:space="preserve"> قتل و سرقت اتفاق افتاده لکن از «محمود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ه»</w:t>
      </w:r>
      <w:r w:rsidR="00BA20C6" w:rsidRPr="00BA20C6">
        <w:rPr>
          <w:rtl/>
          <w:lang w:bidi="fa-IR"/>
        </w:rPr>
        <w:t xml:space="preserve"> به «بغداد» راه امن است،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عسکر هم جل</w:t>
      </w:r>
      <w:r w:rsidR="00BA20C6" w:rsidRPr="00BA20C6">
        <w:rPr>
          <w:rFonts w:hint="eastAsia"/>
          <w:rtl/>
          <w:lang w:bidi="fa-IR"/>
        </w:rPr>
        <w:t>و</w:t>
      </w:r>
      <w:r w:rsidR="00BA20C6" w:rsidRPr="00BA20C6">
        <w:rPr>
          <w:rtl/>
          <w:lang w:bidi="fa-IR"/>
        </w:rPr>
        <w:t xml:space="preserve"> عربانه‌ها ننشان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A4E7E">
      <w:pPr>
        <w:pStyle w:val="Heading1"/>
        <w:rPr>
          <w:rtl/>
          <w:lang w:bidi="fa-IR"/>
        </w:rPr>
      </w:pPr>
      <w:bookmarkStart w:id="112" w:name="_Toc56202908"/>
      <w:bookmarkStart w:id="113" w:name="_Toc56203568"/>
      <w:r w:rsidRPr="00BA20C6">
        <w:rPr>
          <w:rFonts w:hint="eastAsia"/>
          <w:rtl/>
          <w:lang w:bidi="fa-IR"/>
        </w:rPr>
        <w:t>بغداد</w:t>
      </w:r>
      <w:bookmarkEnd w:id="112"/>
      <w:bookmarkEnd w:id="113"/>
    </w:p>
    <w:p w:rsidR="00BA20C6" w:rsidRPr="00BA20C6" w:rsidRDefault="00BA20C6" w:rsidP="00DA4E7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هفتم شوال مطابق «سوم سرطان»، نماز صبح را در راه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آفتاب گذشته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«بغداد»، که مرکز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آن‌جاست، و بعد از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توقف با واگن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چون خانه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 و گرم بود،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دفعه در خانه بزرگتر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منزل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متعلق است به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کاظم» معروف به «جمال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جمعه هشتم شوال مطابق چهارم «برج سرطان»، تا روز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ماه 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متوقف، و اشتغال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تدارک مسافرت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بوده، قضا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روزانه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ادداشت‌ها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روز را آنچه به هم مرتبط است در ضمن چند جمله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سم</w:t>
      </w:r>
      <w:r w:rsidRPr="00BA20C6">
        <w:rPr>
          <w:rtl/>
          <w:lang w:bidi="fa-IR"/>
        </w:rPr>
        <w:t>:</w:t>
      </w:r>
    </w:p>
    <w:p w:rsidR="00BA20C6" w:rsidRPr="00BA20C6" w:rsidRDefault="00BA20C6" w:rsidP="00DA4E7E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اولا</w:t>
      </w:r>
      <w:r w:rsidRPr="00BA20C6">
        <w:rPr>
          <w:rtl/>
          <w:lang w:bidi="fa-IR"/>
        </w:rPr>
        <w:t>: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عراق عرب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اوقات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منقلب، و از دو سال قبل تاکنون که تحت اشغال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حکومت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درآمده، هنوز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صورت رسم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خود نگرفته، قبائل اعراب و سکنه شهرها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اظهار نفرت نسبت به دولت مزبوره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مطالبه استقلال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خواهند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سلطنت</w:t>
      </w:r>
      <w:r w:rsidRPr="00BA20C6">
        <w:rPr>
          <w:rtl/>
          <w:lang w:bidi="fa-IR"/>
        </w:rPr>
        <w:t xml:space="preserve"> عرب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مستقل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تأس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کنند، و با آن که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سال قبل تاکنون، در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نقطه از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«کوفه»، «عماره»، «نجف»، «مس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ب»</w:t>
      </w:r>
      <w:r w:rsidRPr="00BA20C6">
        <w:rPr>
          <w:rtl/>
          <w:lang w:bidi="fa-IR"/>
        </w:rPr>
        <w:t xml:space="preserve"> و</w:t>
      </w:r>
      <w:r w:rsidR="00DA4E7E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طغ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کردند و جنگ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</w:t>
      </w:r>
      <w:r w:rsidRPr="00BA20C6">
        <w:rPr>
          <w:rtl/>
          <w:lang w:bidi="fa-IR"/>
        </w:rPr>
        <w:lastRenderedPageBreak/>
        <w:t>مغلوب شدند، باز هم خسته نشده‌اند. هر روز خبر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</w:t>
      </w:r>
      <w:r w:rsidRPr="00BA20C6">
        <w:rPr>
          <w:rtl/>
          <w:lang w:bidi="fa-IR"/>
        </w:rPr>
        <w:t xml:space="preserve"> که فلان خط راه آهن را مقطوع کرده‌اند،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فلان دسته قشون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نمودند. و بالعکس دولت هم هر ساعت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دستگ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تبع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اخافه</w:t>
      </w:r>
      <w:r w:rsidRPr="00DA4E7E">
        <w:rPr>
          <w:rStyle w:val="libFootnotenumChar"/>
          <w:rtl/>
        </w:rPr>
        <w:t xml:space="preserve"> (1)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دائماً در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عراق جولان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دهند،</w:t>
      </w:r>
      <w:r w:rsidRPr="00BA20C6">
        <w:rPr>
          <w:rtl/>
          <w:lang w:bidi="fa-IR"/>
        </w:rPr>
        <w:t xml:space="preserve"> و از شهر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شهر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روند،</w:t>
      </w:r>
      <w:r w:rsidRPr="00BA20C6">
        <w:rPr>
          <w:rtl/>
          <w:lang w:bidi="fa-IR"/>
        </w:rPr>
        <w:t xml:space="preserve"> و هر جا دسته‌جات طاغ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نند،</w:t>
      </w:r>
      <w:r w:rsidRPr="00BA20C6">
        <w:rPr>
          <w:rtl/>
          <w:lang w:bidi="fa-IR"/>
        </w:rPr>
        <w:t xml:space="preserve"> بمب‌ر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روزه در «بغداد»، سه دفعه مصادمه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قوا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شد، و عده‌ا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مقتول شدند.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معلوم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شورش‌ها به کجا منته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خواهد شد، در هر حال امروز امن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آسا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منتف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تزلزل افکار و پر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حواس و انقلاب و خونر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سرتاسر «عراق» حکم‌فرما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دولت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هم عبارت است، از دسته‌جات مسلّح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مخصوص جنگ‌اند.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عده افراد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«عرب» و «کرد» و «لر»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که وظ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پل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را در شهرها انجام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دهند،</w:t>
      </w:r>
      <w:r w:rsidRPr="00BA20C6">
        <w:rPr>
          <w:rtl/>
          <w:lang w:bidi="fa-IR"/>
        </w:rPr>
        <w:t xml:space="preserve"> و تماماً در تحت فرمان صاحب منصبان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DA4E7E" w:rsidP="00DA4E7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4" w:name="_Toc56202909"/>
      <w:bookmarkStart w:id="115" w:name="_Toc56203569"/>
      <w:r w:rsidR="00BA20C6" w:rsidRPr="00BA20C6">
        <w:rPr>
          <w:rFonts w:hint="eastAsia"/>
          <w:rtl/>
          <w:lang w:bidi="fa-IR"/>
        </w:rPr>
        <w:lastRenderedPageBreak/>
        <w:t>سقوط</w:t>
      </w:r>
      <w:r w:rsidR="00BA20C6" w:rsidRPr="00BA20C6">
        <w:rPr>
          <w:rtl/>
          <w:lang w:bidi="fa-IR"/>
        </w:rPr>
        <w:t xml:space="preserve"> کاب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</w:t>
      </w:r>
      <w:r w:rsidR="00BA20C6" w:rsidRPr="00BA20C6">
        <w:rPr>
          <w:rtl/>
          <w:lang w:bidi="fa-IR"/>
        </w:rPr>
        <w:t xml:space="preserve"> وثوق‌الدوله‌</w:t>
      </w:r>
      <w:bookmarkEnd w:id="114"/>
      <w:bookmarkEnd w:id="115"/>
    </w:p>
    <w:p w:rsidR="00BA20C6" w:rsidRPr="00BA20C6" w:rsidRDefault="00BA20C6" w:rsidP="00DA4E7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>: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حرکت ما از «طهران»، مملکت ما حالت سکوت و آرامش داشت، موافق آن‌چه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در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دالورود</w:t>
      </w:r>
      <w:r w:rsidRPr="00BA20C6">
        <w:rPr>
          <w:rtl/>
          <w:lang w:bidi="fa-IR"/>
        </w:rPr>
        <w:t xml:space="preserve">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مکتوبات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است، کاب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«وثوق‌الدوله» ساقط شده، و در «گ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لان»</w:t>
      </w:r>
      <w:r w:rsidRPr="00BA20C6">
        <w:rPr>
          <w:rtl/>
          <w:lang w:bidi="fa-IR"/>
        </w:rPr>
        <w:t xml:space="preserve"> حکومت جمهور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مستقل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مرام «بلشو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تأس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</w:t>
      </w:r>
    </w:p>
    <w:p w:rsidR="00BA20C6" w:rsidRPr="00BA20C6" w:rsidRDefault="00DA4E7E" w:rsidP="00DA4E7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DA4E7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ترساندن.</w:t>
      </w:r>
    </w:p>
    <w:p w:rsidR="00BA20C6" w:rsidRPr="00BA20C6" w:rsidRDefault="00DA4E7E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شده،</w:t>
      </w:r>
      <w:r w:rsidR="00BA20C6" w:rsidRPr="00BA20C6">
        <w:rPr>
          <w:rtl/>
          <w:lang w:bidi="fa-IR"/>
        </w:rPr>
        <w:t xml:space="preserve"> و هجوم قوا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«بلشو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ه»</w:t>
      </w:r>
      <w:r w:rsidR="00BA20C6" w:rsidRPr="00BA20C6">
        <w:rPr>
          <w:rtl/>
          <w:lang w:bidi="fa-IR"/>
        </w:rPr>
        <w:t xml:space="preserve"> به سرحدّات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ران</w:t>
      </w:r>
      <w:r w:rsidR="00BA20C6" w:rsidRPr="00BA20C6">
        <w:rPr>
          <w:rtl/>
          <w:lang w:bidi="fa-IR"/>
        </w:rPr>
        <w:t xml:space="preserve"> مظنون است، و معلوم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چه وقا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در مملکت 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ران</w:t>
      </w:r>
      <w:r w:rsidR="00BA20C6" w:rsidRPr="00BA20C6">
        <w:rPr>
          <w:rtl/>
          <w:lang w:bidi="fa-IR"/>
        </w:rPr>
        <w:t xml:space="preserve"> ما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ثالثاً</w:t>
      </w:r>
      <w:r w:rsidRPr="00BA20C6">
        <w:rPr>
          <w:rtl/>
          <w:lang w:bidi="fa-IR"/>
        </w:rPr>
        <w:t>: اوضاع و احوال مسافرت «مکه»،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سال به شرح 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بود:</w:t>
      </w:r>
    </w:p>
    <w:p w:rsidR="00BA20C6" w:rsidRPr="00BA20C6" w:rsidRDefault="00BA20C6" w:rsidP="001B2C2C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پنج</w:t>
      </w:r>
      <w:r w:rsidRPr="00BA20C6">
        <w:rPr>
          <w:rtl/>
          <w:lang w:bidi="fa-IR"/>
        </w:rPr>
        <w:t xml:space="preserve"> سال تمام است که به واسطه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آمد جنگ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ن‌الملل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DA4E7E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</w:t>
      </w:r>
      <w:r w:rsidRPr="00BA20C6">
        <w:rPr>
          <w:rtl/>
          <w:lang w:bidi="fa-IR"/>
        </w:rPr>
        <w:t xml:space="preserve"> موقوف شده بود،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هم در خاک «حجاز» جنگ‌ها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داخل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ترک و دسته‌جات عرب برپا بود، و هم راه‌ها و شوارع برّ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بحر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مسدود بود.</w:t>
      </w:r>
      <w:r w:rsidR="001B2C2C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فقط</w:t>
      </w:r>
      <w:r w:rsidRPr="00BA20C6">
        <w:rPr>
          <w:rtl/>
          <w:lang w:bidi="fa-IR"/>
        </w:rPr>
        <w:t xml:space="preserve"> امسال در جرائد اعلانات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طرف دولت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شد، که در بنادر «بصره» و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قدر کاف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موجود است، و با کمال امن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حجاج را به «مکه معظمه» حمل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با اطم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اعلان،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به عزم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DA4E7E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</w:t>
      </w:r>
      <w:r w:rsidRPr="00BA20C6">
        <w:rPr>
          <w:rtl/>
          <w:lang w:bidi="fa-IR"/>
        </w:rPr>
        <w:t xml:space="preserve"> در «عراق» متمرکز شده‌اند. راه «ک</w:t>
      </w:r>
      <w:r w:rsidRPr="00BA20C6">
        <w:rPr>
          <w:rFonts w:hint="eastAsia"/>
          <w:rtl/>
          <w:lang w:bidi="fa-IR"/>
        </w:rPr>
        <w:t>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به «شام»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مسدود است،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در «موصل» و «کرکوک»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جنگند،</w:t>
      </w:r>
      <w:r w:rsidRPr="00BA20C6">
        <w:rPr>
          <w:rtl/>
          <w:lang w:bidi="fa-IR"/>
        </w:rPr>
        <w:t xml:space="preserve"> در «شام» هم انقلابات بر ضد مداخلات «فرانسه» برپاست، راه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هم پرخطر است،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سه ماه ا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مسافرت «مکّه» درست مصادف شده است با کولاک و برسات </w:t>
      </w:r>
      <w:r w:rsidRPr="001B2C2C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«اق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هند»،</w:t>
      </w:r>
      <w:r w:rsidRPr="00BA20C6">
        <w:rPr>
          <w:rtl/>
          <w:lang w:bidi="fa-IR"/>
        </w:rPr>
        <w:t xml:space="preserve"> که 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موحش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 به‌علاوه در هندوستان هم از قرار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انقلاب شده است.</w:t>
      </w:r>
      <w:r w:rsidR="001B2C2C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مشاوره و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</w:t>
      </w:r>
      <w:r w:rsidRPr="00BA20C6">
        <w:rPr>
          <w:rtl/>
          <w:lang w:bidi="fa-IR"/>
        </w:rPr>
        <w:t xml:space="preserve"> به قونسول‌خانه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در «بغداد» هم مراجعه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رسماً منع نکردند، لکن توص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در ترک مسافرت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نمودند،</w:t>
      </w:r>
      <w:r w:rsidRPr="00BA20C6">
        <w:rPr>
          <w:rtl/>
          <w:lang w:bidi="fa-IR"/>
        </w:rPr>
        <w:t xml:space="preserve"> نظر به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انقلاب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«عراق» و اخبار موحشه وارده از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ران»،</w:t>
      </w:r>
      <w:r w:rsidRPr="00BA20C6">
        <w:rPr>
          <w:rtl/>
          <w:lang w:bidi="fa-IR"/>
        </w:rPr>
        <w:t xml:space="preserve"> و اخبار وحشت‌انگ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برصات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و هزاران امور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عازم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</w:p>
    <w:p w:rsidR="00BA20C6" w:rsidRPr="00BA20C6" w:rsidRDefault="001B2C2C" w:rsidP="001B2C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1B2C2C" w:rsidRDefault="00BA20C6" w:rsidP="001B2C2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موسم باران هند، برسات با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برشکال هم گفته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مأخوذ از سانسکر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1B2C2C" w:rsidP="001B2C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‌اللَّه</w:t>
      </w:r>
      <w:r w:rsidR="00BA20C6" w:rsidRPr="00BA20C6">
        <w:rPr>
          <w:rtl/>
          <w:lang w:bidi="fa-IR"/>
        </w:rPr>
        <w:t xml:space="preserve"> به ترد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افتادند، جمع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مراجعت به «ا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ران»</w:t>
      </w:r>
      <w:r w:rsidR="00BA20C6" w:rsidRPr="00BA20C6">
        <w:rPr>
          <w:rtl/>
          <w:lang w:bidi="fa-IR"/>
        </w:rPr>
        <w:t xml:space="preserve"> کردند و جمع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بلاتکل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گذرانند</w:t>
      </w:r>
      <w:r w:rsidR="00BA20C6" w:rsidRPr="00BA20C6">
        <w:rPr>
          <w:rtl/>
          <w:lang w:bidi="fa-IR"/>
        </w:rPr>
        <w:t xml:space="preserve"> و جمع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مصمم به رفتن هستند، ما هم از جمله دسته اخ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هست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که به ملاحظه موافقت استخاره و جمع بودن اسباب، جازم </w:t>
      </w:r>
      <w:r w:rsidR="00BA20C6" w:rsidRPr="001B2C2C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بوده و هست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در مدت اقامت «کاظم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آنچه لوازم </w:t>
      </w:r>
      <w:r w:rsidR="00BA20C6" w:rsidRPr="00BA20C6">
        <w:rPr>
          <w:rFonts w:hint="eastAsia"/>
          <w:rtl/>
          <w:lang w:bidi="fa-IR"/>
        </w:rPr>
        <w:t>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تدارک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1B2C2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1B2C2C">
      <w:pPr>
        <w:pStyle w:val="Heading1"/>
        <w:rPr>
          <w:rtl/>
          <w:lang w:bidi="fa-IR"/>
        </w:rPr>
      </w:pPr>
      <w:bookmarkStart w:id="116" w:name="_Toc56202910"/>
      <w:bookmarkStart w:id="117" w:name="_Toc56203570"/>
      <w:r w:rsidRPr="00BA20C6">
        <w:rPr>
          <w:rFonts w:hint="eastAsia"/>
          <w:rtl/>
          <w:lang w:bidi="fa-IR"/>
        </w:rPr>
        <w:t>خان</w:t>
      </w:r>
      <w:r w:rsidRPr="00BA20C6">
        <w:rPr>
          <w:rtl/>
          <w:lang w:bidi="fa-IR"/>
        </w:rPr>
        <w:t xml:space="preserve"> اورتمه‌</w:t>
      </w:r>
      <w:bookmarkEnd w:id="116"/>
      <w:bookmarkEnd w:id="11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روز گاهگاه به «بغداد» رفت و آمد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آن‌جمله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عبوراً کاروانسرا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مشاهده شد، اسم آن را پرس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گفتند: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معروف</w:t>
      </w:r>
      <w:r w:rsidRPr="00BA20C6">
        <w:rPr>
          <w:rtl/>
          <w:lang w:bidi="fa-IR"/>
        </w:rPr>
        <w:t xml:space="preserve"> به «خان اورتمه» است و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مطبخ هارون‌الرش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بوده، و فعلًا کاروانسرا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تاجرنش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متعلق به دولت است.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تماشا داخل شدم مملو از بسته‌ها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مال‌التجاره بود، به فاصله شش هفت ذرع از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لوح سنگ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منصوب بود که خطوط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حجار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مشاهده 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‌شد،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کنجکاو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بسته‌ها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مال‌التجاره تا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 رفته،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جمال‌الد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خطوط آن را قرائت کرده نوشت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آن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بسم</w:t>
      </w:r>
      <w:r w:rsidRPr="00BA20C6">
        <w:rPr>
          <w:rtl/>
          <w:lang w:bidi="fa-IR"/>
        </w:rPr>
        <w:t xml:space="preserve"> اللَّه الرحمن الرح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أ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حضرة السلطان الول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الدالّ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المذهب الإمام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شاه اسماع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بن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الصفو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ابدت دولته، وقف «عال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جانب»</w:t>
      </w:r>
      <w:r w:rsidRPr="00BA20C6">
        <w:rPr>
          <w:rtl/>
          <w:lang w:bidi="fa-IR"/>
        </w:rPr>
        <w:t xml:space="preserve"> الأم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الکب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المخصوص من الإله بالعنا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و</w:t>
      </w:r>
    </w:p>
    <w:p w:rsidR="00BA20C6" w:rsidRPr="00BA20C6" w:rsidRDefault="001B2C2C" w:rsidP="001B2C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1B2C2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قاطع،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قصد خود ترد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ندارد.</w:t>
      </w:r>
    </w:p>
    <w:p w:rsidR="00BA20C6" w:rsidRPr="00BA20C6" w:rsidRDefault="001B2C2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الإحسان،</w:t>
      </w:r>
      <w:r w:rsidR="00BA20C6" w:rsidRPr="00BA20C6">
        <w:rPr>
          <w:rtl/>
          <w:lang w:bidi="fa-IR"/>
        </w:rPr>
        <w:t xml:space="preserve"> الأم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العادل سلطان قنعراز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ن،</w:t>
      </w:r>
      <w:r w:rsidR="00BA20C6" w:rsidRPr="00BA20C6">
        <w:rPr>
          <w:rtl/>
          <w:lang w:bidi="fa-IR"/>
        </w:rPr>
        <w:t xml:space="preserve"> 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قول‌اللَّه تعال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>:</w:t>
      </w:r>
    </w:p>
    <w:p w:rsidR="00BA20C6" w:rsidRPr="00BA20C6" w:rsidRDefault="001B2C2C" w:rsidP="001B2C2C">
      <w:pPr>
        <w:pStyle w:val="libNormal"/>
        <w:rPr>
          <w:rtl/>
          <w:lang w:bidi="fa-IR"/>
        </w:rPr>
      </w:pPr>
      <w:r w:rsidRPr="001B2C2C">
        <w:rPr>
          <w:rStyle w:val="libAlaemChar"/>
          <w:rFonts w:hint="cs"/>
          <w:rtl/>
        </w:rPr>
        <w:t>(</w:t>
      </w:r>
      <w:r w:rsidR="00BA20C6" w:rsidRPr="001B2C2C">
        <w:rPr>
          <w:rStyle w:val="libAieChar"/>
          <w:rFonts w:hint="eastAsia"/>
          <w:rtl/>
        </w:rPr>
        <w:t>ولا</w:t>
      </w:r>
      <w:r w:rsidR="00BA20C6" w:rsidRPr="001B2C2C">
        <w:rPr>
          <w:rStyle w:val="libAieChar"/>
          <w:rtl/>
        </w:rPr>
        <w:t xml:space="preserve"> تَأْکُلوا أَمْوالَکُم بَ</w:t>
      </w:r>
      <w:r w:rsidR="00BA20C6" w:rsidRPr="001B2C2C">
        <w:rPr>
          <w:rStyle w:val="libAieChar"/>
          <w:rFonts w:hint="cs"/>
          <w:rtl/>
        </w:rPr>
        <w:t>یْ</w:t>
      </w:r>
      <w:r w:rsidR="00BA20C6" w:rsidRPr="001B2C2C">
        <w:rPr>
          <w:rStyle w:val="libAieChar"/>
          <w:rFonts w:hint="eastAsia"/>
          <w:rtl/>
        </w:rPr>
        <w:t>نَکُمْ</w:t>
      </w:r>
      <w:r w:rsidR="00BA20C6" w:rsidRPr="001B2C2C">
        <w:rPr>
          <w:rStyle w:val="libAieChar"/>
          <w:rtl/>
        </w:rPr>
        <w:t xml:space="preserve"> بِالْباطِلِ</w:t>
      </w:r>
      <w:r w:rsidRPr="001B2C2C">
        <w:rPr>
          <w:rStyle w:val="libAlaemChar"/>
          <w:rFonts w:hint="cs"/>
          <w:rtl/>
        </w:rPr>
        <w:t>)</w:t>
      </w:r>
      <w:r w:rsidR="00BA20C6" w:rsidRPr="00BA20C6">
        <w:rPr>
          <w:rtl/>
          <w:lang w:bidi="fa-IR"/>
        </w:rPr>
        <w:t xml:space="preserve"> </w:t>
      </w:r>
      <w:r w:rsidR="00BA20C6" w:rsidRPr="001B2C2C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و علم أنّ عواقب الظلم ذم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مة،</w:t>
      </w:r>
      <w:r w:rsidR="00BA20C6" w:rsidRPr="00BA20C6">
        <w:rPr>
          <w:rtl/>
          <w:lang w:bidi="fa-IR"/>
        </w:rPr>
        <w:t xml:space="preserve"> و موارده وخ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مة،</w:t>
      </w:r>
      <w:r w:rsidR="00BA20C6" w:rsidRPr="00BA20C6">
        <w:rPr>
          <w:rtl/>
          <w:lang w:bidi="fa-IR"/>
        </w:rPr>
        <w:t xml:space="preserve"> فصدّر أمره العال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بأن 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ؤخذ</w:t>
      </w:r>
      <w:r w:rsidR="00BA20C6" w:rsidRPr="00BA20C6">
        <w:rPr>
          <w:rtl/>
          <w:lang w:bidi="fa-IR"/>
        </w:rPr>
        <w:t xml:space="preserve"> من دلّال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الأبر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سم</w:t>
      </w:r>
      <w:r w:rsidR="00BA20C6" w:rsidRPr="00BA20C6">
        <w:rPr>
          <w:rtl/>
          <w:lang w:bidi="fa-IR"/>
        </w:rPr>
        <w:t xml:space="preserve">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من الأقشمة ش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ء،</w:t>
      </w:r>
      <w:r w:rsidR="00BA20C6" w:rsidRPr="00BA20C6">
        <w:rPr>
          <w:rtl/>
          <w:lang w:bidi="fa-IR"/>
        </w:rPr>
        <w:t xml:space="preserve"> بعلّة الضمان و مطامع الد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وان،</w:t>
      </w:r>
      <w:r w:rsidR="00BA20C6" w:rsidRPr="00BA20C6">
        <w:rPr>
          <w:rtl/>
          <w:lang w:bidi="fa-IR"/>
        </w:rPr>
        <w:t xml:space="preserve"> و أن 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ؤخذ</w:t>
      </w:r>
      <w:r w:rsidR="00BA20C6" w:rsidRPr="00BA20C6">
        <w:rPr>
          <w:rtl/>
          <w:lang w:bidi="fa-IR"/>
        </w:rPr>
        <w:t xml:space="preserve"> من جند حاکم بغداد و غلمانه وأرباب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وانه</w:t>
      </w:r>
      <w:r w:rsidR="00BA20C6" w:rsidRPr="00BA20C6">
        <w:rPr>
          <w:rtl/>
          <w:lang w:bidi="fa-IR"/>
        </w:rPr>
        <w:t xml:space="preserve"> ش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ء</w:t>
      </w:r>
      <w:r w:rsidR="00BA20C6" w:rsidRPr="00BA20C6">
        <w:rPr>
          <w:rtl/>
          <w:lang w:bidi="fa-IR"/>
        </w:rPr>
        <w:t xml:space="preserve"> بعلّة التمغاء </w:t>
      </w:r>
      <w:r w:rsidR="00BA20C6" w:rsidRPr="001B2C2C">
        <w:rPr>
          <w:rStyle w:val="libFootnotenumChar"/>
          <w:rtl/>
        </w:rPr>
        <w:t>(2)</w:t>
      </w:r>
      <w:r w:rsidR="00BA20C6" w:rsidRPr="00BA20C6">
        <w:rPr>
          <w:rtl/>
          <w:lang w:bidi="fa-IR"/>
        </w:rPr>
        <w:t>، و من غ</w:t>
      </w:r>
      <w:r w:rsidR="00BA20C6" w:rsidRPr="00BA20C6">
        <w:rPr>
          <w:rFonts w:hint="cs"/>
          <w:rtl/>
          <w:lang w:bidi="fa-IR"/>
        </w:rPr>
        <w:t>یّ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ذلک أو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ئاً</w:t>
      </w:r>
      <w:r w:rsidR="00BA20C6" w:rsidRPr="00BA20C6">
        <w:rPr>
          <w:rtl/>
          <w:lang w:bidi="fa-IR"/>
        </w:rPr>
        <w:t xml:space="preserve"> منه فعل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لعنةاللَّه و الملائکة والناس أجمع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ن،</w:t>
      </w:r>
      <w:r w:rsidR="00BA20C6" w:rsidRPr="00BA20C6">
        <w:rPr>
          <w:rtl/>
          <w:lang w:bidi="fa-IR"/>
        </w:rPr>
        <w:t xml:space="preserve"> وکتب 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ذ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الحجة</w:t>
      </w:r>
      <w:r w:rsidR="00BA20C6" w:rsidRPr="00BA20C6">
        <w:rPr>
          <w:rtl/>
          <w:lang w:bidi="fa-IR"/>
        </w:rPr>
        <w:t xml:space="preserve"> سنه «921» و الحمدللَّه وحده.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لوحه همانطور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سلطنت و 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«شاه اسم</w:t>
      </w:r>
      <w:r w:rsidR="001B2C2C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در «عراق»، روزگار مجد و عظمت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را به خاطر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آورد،</w:t>
      </w:r>
      <w:r w:rsidRPr="00BA20C6">
        <w:rPr>
          <w:rtl/>
          <w:lang w:bidi="fa-IR"/>
        </w:rPr>
        <w:t xml:space="preserve"> همان‌طور با مشاهده اوضاع پر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امروزه مملکت ما، هر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متأثر و ملول و افسرده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خداوند ما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را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زبو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ذل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نکند، و انتقام ما را از جانش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نان</w:t>
      </w:r>
      <w:r w:rsidRPr="00BA20C6">
        <w:rPr>
          <w:rtl/>
          <w:lang w:bidi="fa-IR"/>
        </w:rPr>
        <w:t xml:space="preserve"> «شاه اسم</w:t>
      </w:r>
      <w:r w:rsidR="001B2C2C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بکشد (شرح خان اورتمه‌و لوحه سنگ‌آن به مناسبت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 و اهم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تش</w:t>
      </w:r>
      <w:r w:rsidRPr="00BA20C6">
        <w:rPr>
          <w:rtl/>
          <w:lang w:bidi="fa-IR"/>
        </w:rPr>
        <w:t xml:space="preserve"> نوشته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).</w:t>
      </w:r>
    </w:p>
    <w:p w:rsidR="00BA20C6" w:rsidRPr="00BA20C6" w:rsidRDefault="001B2C2C" w:rsidP="001B2C2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8" w:name="_Toc56202911"/>
      <w:bookmarkStart w:id="119" w:name="_Toc56203571"/>
      <w:r w:rsidR="00BA20C6" w:rsidRPr="00BA20C6">
        <w:rPr>
          <w:rFonts w:hint="eastAsia"/>
          <w:rtl/>
          <w:lang w:bidi="fa-IR"/>
        </w:rPr>
        <w:lastRenderedPageBreak/>
        <w:t>حمله‌دارها</w:t>
      </w:r>
      <w:bookmarkEnd w:id="118"/>
      <w:bookmarkEnd w:id="11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چهارشنبه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شوال مطابق «شانزدهم سرطان»، چنانچه ذکر شد ما از جمله کسان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با استماع هر گونه اخبار وحشتناک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مقصد خود برنگردان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دست از عزم راسخ خود نکش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مدت چند روزه اقامت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وسائل مسافرت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را از هر جهت فراهم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</w:p>
    <w:p w:rsidR="00BA20C6" w:rsidRPr="00BA20C6" w:rsidRDefault="001B2C2C" w:rsidP="001B2C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BA20C6" w:rsidRPr="00BA20C6" w:rsidRDefault="00BA20C6" w:rsidP="001B2C2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بقره: 188.</w:t>
      </w:r>
    </w:p>
    <w:p w:rsidR="00BA20C6" w:rsidRPr="00BA20C6" w:rsidRDefault="00BA20C6" w:rsidP="001B2C2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در متن «التغماء» آمده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«تمغا» است که واژه‌ا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ترک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به معنا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باج گرفتن ازمردم بر دروازه شهرها و بنادر به 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رفته است.</w:t>
      </w:r>
    </w:p>
    <w:p w:rsidR="00BA20C6" w:rsidRPr="00BA20C6" w:rsidRDefault="001B2C2C" w:rsidP="001B2C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و</w:t>
      </w:r>
      <w:r w:rsidR="00BA20C6" w:rsidRPr="00BA20C6">
        <w:rPr>
          <w:rtl/>
          <w:lang w:bidi="fa-IR"/>
        </w:rPr>
        <w:t xml:space="preserve"> راجع به حمل بستن با آن، که معمول آن است که هر کس در حمل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حمله‌دارها وارد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</w:t>
      </w:r>
      <w:r w:rsidR="00BA20C6" w:rsidRPr="00BA20C6">
        <w:rPr>
          <w:rtl/>
          <w:lang w:bidi="fa-IR"/>
        </w:rPr>
        <w:t xml:space="preserve"> و خود را کنترات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کند،</w:t>
      </w:r>
      <w:r w:rsidR="00BA20C6" w:rsidRPr="00BA20C6">
        <w:rPr>
          <w:rtl/>
          <w:lang w:bidi="fa-IR"/>
        </w:rPr>
        <w:t xml:space="preserve"> و با وجود اصرار و جد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بعض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حمله‌دارها، مثل «حاج فاضل» و «حاج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جعفر»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رهما</w:t>
      </w:r>
      <w:r w:rsidR="00BA20C6" w:rsidRPr="00BA20C6">
        <w:rPr>
          <w:rtl/>
          <w:lang w:bidi="fa-IR"/>
        </w:rPr>
        <w:t xml:space="preserve"> خود را آزاد گذاشت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 منتها با «حاج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جعفر» قرار گذارد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در رفتن و برگشتن با ما همراه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کند، و راهنمائ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معاضدت بنما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ما هم حق‌الزحمه او به قدر شئونات خود درباره او منظور بنما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چند روز قبل مشارٌال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«بغداد» به «بصره»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مان</w:t>
      </w:r>
      <w:r w:rsidR="00BA20C6" w:rsidRPr="00BA20C6">
        <w:rPr>
          <w:rtl/>
          <w:lang w:bidi="fa-IR"/>
        </w:rPr>
        <w:t xml:space="preserve"> گرفت، و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روز که چهارشنبه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ستم</w:t>
      </w:r>
      <w:r w:rsidR="00BA20C6" w:rsidRPr="00BA20C6">
        <w:rPr>
          <w:rtl/>
          <w:lang w:bidi="fa-IR"/>
        </w:rPr>
        <w:t xml:space="preserve"> شوال است در خدمت «حضرت موس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بن جع</w:t>
      </w:r>
      <w:r w:rsidR="00BA20C6" w:rsidRPr="00BA20C6">
        <w:rPr>
          <w:rFonts w:hint="eastAsia"/>
          <w:rtl/>
          <w:lang w:bidi="fa-IR"/>
        </w:rPr>
        <w:t>فر»</w:t>
      </w:r>
      <w:r w:rsidR="00BA20C6" w:rsidRPr="00BA20C6">
        <w:rPr>
          <w:rtl/>
          <w:lang w:bidi="fa-IR"/>
        </w:rPr>
        <w:t xml:space="preserve"> و «حضرت امام محمّد تق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Pr="001B2C2C">
        <w:rPr>
          <w:rStyle w:val="libAlaemChar"/>
          <w:rFonts w:eastAsiaTheme="minorHAnsi"/>
          <w:rtl/>
        </w:rPr>
        <w:t>عليهما‌السلام</w:t>
      </w:r>
      <w:r w:rsidRPr="00685F08">
        <w:rPr>
          <w:rFonts w:eastAsiaTheme="minorHAnsi"/>
          <w:rtl/>
        </w:rPr>
        <w:t xml:space="preserve"> </w:t>
      </w:r>
      <w:r w:rsidR="00BA20C6" w:rsidRPr="00BA20C6">
        <w:rPr>
          <w:rtl/>
          <w:lang w:bidi="fa-IR"/>
        </w:rPr>
        <w:t>»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وداع بجا آورده، جان و مال خود را نزد آن بزرگواران به امانت سپرد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  <w:r w:rsidRPr="00BA20C6">
        <w:rPr>
          <w:rFonts w:hint="eastAsia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پس</w:t>
      </w:r>
      <w:r w:rsidR="00BA20C6" w:rsidRPr="00BA20C6">
        <w:rPr>
          <w:rtl/>
          <w:lang w:bidi="fa-IR"/>
        </w:rPr>
        <w:t xml:space="preserve"> از نقل اثاث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به «بغداد»، خودمان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دو ساعت به غروب، کنار واگون حاضر شده و پس از تود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tl/>
          <w:lang w:bidi="fa-IR"/>
        </w:rPr>
        <w:t xml:space="preserve"> با آقا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مشا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سوار واگون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بعد از ساعت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اده</w:t>
      </w:r>
      <w:r w:rsidR="00BA20C6" w:rsidRPr="00BA20C6">
        <w:rPr>
          <w:rtl/>
          <w:lang w:bidi="fa-IR"/>
        </w:rPr>
        <w:t xml:space="preserve"> شده از «بغداد کهنه» به «بغداد نو» رفت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در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سوار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tl/>
          <w:lang w:bidi="fa-IR"/>
        </w:rPr>
        <w:t xml:space="preserve"> صد نفر مسافر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هستند که هنوز درس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جابجا نشده، و اثاث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خود را مرتب نکرده‌اند. اسم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«دجله» است و از قرار مذکور همان مرکب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 که سابقاً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«بغداد» و «سامره» حرکت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کرده،</w:t>
      </w:r>
      <w:r w:rsidR="00BA20C6" w:rsidRPr="00BA20C6">
        <w:rPr>
          <w:rtl/>
          <w:lang w:bidi="fa-IR"/>
        </w:rPr>
        <w:t xml:space="preserve"> عرض آن هفت و طولش شانزده ذرع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شود،</w:t>
      </w:r>
      <w:r w:rsidR="00BA20C6" w:rsidRPr="00BA20C6">
        <w:rPr>
          <w:rtl/>
          <w:lang w:bidi="fa-IR"/>
        </w:rPr>
        <w:t xml:space="preserve"> اطاق‌ها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تحتان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دور تا دور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</w:t>
      </w:r>
      <w:r w:rsidR="00BA20C6" w:rsidRPr="00BA20C6">
        <w:rPr>
          <w:rtl/>
          <w:lang w:bidi="fa-IR"/>
        </w:rPr>
        <w:t xml:space="preserve"> دارد و تقر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باً</w:t>
      </w:r>
      <w:r w:rsidR="00BA20C6" w:rsidRPr="00BA20C6">
        <w:rPr>
          <w:rtl/>
          <w:lang w:bidi="fa-IR"/>
        </w:rPr>
        <w:t xml:space="preserve"> مساو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سطح آب «شط» است. محل عمله‌جات و مخزن ذغال و نفت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است. سطحه </w:t>
      </w:r>
      <w:r w:rsidR="00BA20C6" w:rsidRPr="001B2C2C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آن که در حکم پشت‌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بام اطاق‌هاست، به 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صاف و مسطح است، و سرتاسر با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چادر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پوش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شده است،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سطحه جا گرفته‌اند.</w:t>
      </w:r>
    </w:p>
    <w:p w:rsidR="00BA20C6" w:rsidRPr="00BA20C6" w:rsidRDefault="001B2C2C" w:rsidP="001B2C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1B2C2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هر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و پشت بام را سطح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1B2C2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غروب</w:t>
      </w:r>
      <w:r w:rsidR="00BA20C6" w:rsidRPr="00BA20C6">
        <w:rPr>
          <w:rtl/>
          <w:lang w:bidi="fa-IR"/>
        </w:rPr>
        <w:t xml:space="preserve"> شد گفتند مرکب صبح حرکت خواهد کرد، شب را در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صداها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ساز و آواز و رقص و تار و طنبور، تا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شب از هر گوشه بغداد بلند بود، به درجه‌ا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گوئ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تمام «بغداد»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مجلس رقص و طرب شده بود، و آزاد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آنها آزاد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از ما سلب کرد، و مانع خواب و استرا</w:t>
      </w:r>
      <w:r w:rsidR="00BA20C6" w:rsidRPr="00BA20C6">
        <w:rPr>
          <w:rFonts w:hint="eastAsia"/>
          <w:rtl/>
          <w:lang w:bidi="fa-IR"/>
        </w:rPr>
        <w:t>حت</w:t>
      </w:r>
      <w:r w:rsidR="00BA20C6" w:rsidRPr="00BA20C6">
        <w:rPr>
          <w:rtl/>
          <w:lang w:bidi="fa-IR"/>
        </w:rPr>
        <w:t xml:space="preserve"> شد. طرّاده‌ها </w:t>
      </w:r>
      <w:r w:rsidR="00BA20C6" w:rsidRPr="001B2C2C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و بلم‌ها و 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ق‌ها،</w:t>
      </w:r>
      <w:r w:rsidR="00BA20C6" w:rsidRPr="00BA20C6">
        <w:rPr>
          <w:rtl/>
          <w:lang w:bidi="fa-IR"/>
        </w:rPr>
        <w:t xml:space="preserve"> تا نصف شب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«دجله» در حرکت بودند و آمد و رفت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کردند،</w:t>
      </w:r>
      <w:r w:rsidR="00BA20C6" w:rsidRPr="00BA20C6">
        <w:rPr>
          <w:rtl/>
          <w:lang w:bidi="fa-IR"/>
        </w:rPr>
        <w:t xml:space="preserve"> راکب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آنها هم مشغول ساز و آواز بودند، چراغ‌ها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برق طرف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«دجله» هم روشن بود، و انعکاس آنها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آب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تماشا</w:t>
      </w:r>
      <w:r w:rsidR="00BA20C6" w:rsidRPr="00BA20C6">
        <w:rPr>
          <w:rtl/>
          <w:lang w:bidi="fa-IR"/>
        </w:rPr>
        <w:t xml:space="preserve"> نبود.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اهل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م»،</w:t>
      </w:r>
      <w:r w:rsidRPr="00BA20C6">
        <w:rPr>
          <w:rtl/>
          <w:lang w:bidi="fa-IR"/>
        </w:rPr>
        <w:t xml:space="preserve"> آقا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جواد روضه‌خوان» و «حاج ملا صادق»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سوارند.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که در «نجف» بنا شد با ما مسافرت کنند، با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ابوطالب» که در «کربلا» جا گذاشت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مدت اقامت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ملحق شدند. «حاج ابوالحسن» در «ک</w:t>
      </w:r>
      <w:r w:rsidRPr="00BA20C6">
        <w:rPr>
          <w:rFonts w:hint="eastAsia"/>
          <w:rtl/>
          <w:lang w:bidi="fa-IR"/>
        </w:rPr>
        <w:t>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استخدام شد و همراه است.</w:t>
      </w:r>
    </w:p>
    <w:p w:rsidR="00BA20C6" w:rsidRPr="00BA20C6" w:rsidRDefault="001B2C2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1B2C2C">
      <w:pPr>
        <w:pStyle w:val="Heading1"/>
        <w:rPr>
          <w:rtl/>
          <w:lang w:bidi="fa-IR"/>
        </w:rPr>
      </w:pPr>
      <w:bookmarkStart w:id="120" w:name="_Toc56202912"/>
      <w:bookmarkStart w:id="121" w:name="_Toc56203572"/>
      <w:r w:rsidRPr="00BA20C6">
        <w:rPr>
          <w:rFonts w:hint="eastAsia"/>
          <w:rtl/>
          <w:lang w:bidi="fa-IR"/>
        </w:rPr>
        <w:t>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پزشک</w:t>
      </w:r>
      <w:r w:rsidRPr="00BA20C6">
        <w:rPr>
          <w:rFonts w:hint="cs"/>
          <w:rtl/>
          <w:lang w:bidi="fa-IR"/>
        </w:rPr>
        <w:t>ی‌</w:t>
      </w:r>
      <w:bookmarkEnd w:id="120"/>
      <w:bookmarkEnd w:id="12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پنجشنبه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شوال مطابق «هفدهم سرطان»،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خواب و استراحت درست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طرف صدا و نداها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اهل شهر مانع بود، و از طرف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الات</w:t>
      </w:r>
      <w:r w:rsidRPr="00BA20C6">
        <w:rPr>
          <w:rtl/>
          <w:lang w:bidi="fa-IR"/>
        </w:rPr>
        <w:t xml:space="preserve"> مسافرت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خطرات آن و اخبار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راجع به ناامن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«هندوستان» و «حجاز» مسموع شده بود، و تشو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از احوال مملکت و خانو</w:t>
      </w:r>
      <w:r w:rsidRPr="00BA20C6">
        <w:rPr>
          <w:rFonts w:hint="eastAsia"/>
          <w:rtl/>
          <w:lang w:bidi="fa-IR"/>
        </w:rPr>
        <w:t>اده‌ها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خودمان و هزاران افکار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جملگ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 را بر ما حرام کرد.</w:t>
      </w:r>
    </w:p>
    <w:p w:rsidR="00BA20C6" w:rsidRPr="00BA20C6" w:rsidRDefault="00CD3816" w:rsidP="00CD381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CD3816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قبلًا در ص 69 توض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آن آمده است.</w:t>
      </w:r>
    </w:p>
    <w:p w:rsidR="00BA20C6" w:rsidRPr="00BA20C6" w:rsidRDefault="00CD3816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صبح</w:t>
      </w:r>
      <w:r w:rsidR="00BA20C6" w:rsidRPr="00BA20C6">
        <w:rPr>
          <w:rtl/>
          <w:lang w:bidi="fa-IR"/>
        </w:rPr>
        <w:t xml:space="preserve"> امروز هم که بنا بود مرکب حرکت کند نکرد، معلوم شد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بروند در شعبه بلد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ه،</w:t>
      </w:r>
      <w:r w:rsidR="00BA20C6" w:rsidRPr="00BA20C6">
        <w:rPr>
          <w:rtl/>
          <w:lang w:bidi="fa-IR"/>
        </w:rPr>
        <w:t xml:space="preserve"> آنها را معا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</w:t>
      </w:r>
      <w:r w:rsidR="00BA20C6" w:rsidRPr="00BA20C6">
        <w:rPr>
          <w:rtl/>
          <w:lang w:bidi="fa-IR"/>
        </w:rPr>
        <w:t xml:space="preserve"> طب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کنند، خواه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نخواه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اده</w:t>
      </w:r>
      <w:r w:rsidR="00BA20C6" w:rsidRPr="00BA20C6">
        <w:rPr>
          <w:rtl/>
          <w:lang w:bidi="fa-IR"/>
        </w:rPr>
        <w:t xml:space="preserve"> شده رفت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طب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tl/>
          <w:lang w:bidi="fa-IR"/>
        </w:rPr>
        <w:t xml:space="preserve"> دولت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همه را معا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</w:t>
      </w:r>
      <w:r w:rsidR="00BA20C6" w:rsidRPr="00BA20C6">
        <w:rPr>
          <w:rtl/>
          <w:lang w:bidi="fa-IR"/>
        </w:rPr>
        <w:t xml:space="preserve"> کرد و چون کس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ض</w:t>
      </w:r>
      <w:r w:rsidR="00BA20C6" w:rsidRPr="00BA20C6">
        <w:rPr>
          <w:rtl/>
          <w:lang w:bidi="fa-IR"/>
        </w:rPr>
        <w:t xml:space="preserve"> نبود، اجازه مسافرت به همه داده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مجدداً</w:t>
      </w:r>
      <w:r w:rsidRPr="00BA20C6">
        <w:rPr>
          <w:rtl/>
          <w:lang w:bidi="fa-IR"/>
        </w:rPr>
        <w:t xml:space="preserve"> برگشته سوار مرکب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مقارن ظهر بود که مرکب به حرکت افتاد اما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آهسته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رفت،</w:t>
      </w:r>
      <w:r w:rsidRPr="00BA20C6">
        <w:rPr>
          <w:rtl/>
          <w:lang w:bidi="fa-IR"/>
        </w:rPr>
        <w:t xml:space="preserve"> و مرکب موسوم به «بصره» که با ما حرکت کرد، و «حاج ملا محمّد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 در آن بود، از ما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افتاد و رفت.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«بغداد» مرکب ما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ستاد،</w:t>
      </w:r>
      <w:r w:rsidRPr="00BA20C6">
        <w:rPr>
          <w:rtl/>
          <w:lang w:bidi="fa-IR"/>
        </w:rPr>
        <w:t xml:space="preserve"> معلوم شد مخزن نفتش شکسته، مقدار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نفت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صاف دجله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خت،</w:t>
      </w:r>
      <w:r w:rsidRPr="00BA20C6">
        <w:rPr>
          <w:rtl/>
          <w:lang w:bidi="fa-IR"/>
        </w:rPr>
        <w:t xml:space="preserve"> بعد از دو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کردند و دوباره نفت از انبار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کنار ساحل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فروش نفت حاضر است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مرکب</w:t>
      </w:r>
      <w:r w:rsidRPr="00BA20C6">
        <w:rPr>
          <w:rtl/>
          <w:lang w:bidi="fa-IR"/>
        </w:rPr>
        <w:t xml:space="preserve"> حرکت کرد،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قصبه «گراده»، که آن را «جراده»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 و چون مرکب ما به ساعت منظم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بود، جسر گراده را بسته بودند و مرکب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توانست</w:t>
      </w:r>
      <w:r w:rsidRPr="00BA20C6">
        <w:rPr>
          <w:rtl/>
          <w:lang w:bidi="fa-IR"/>
        </w:rPr>
        <w:t xml:space="preserve"> بگذرد،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شب را لنگ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به مناسبت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جمعه و شب اول مسافرت بحر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ذکر مص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بت</w:t>
      </w:r>
      <w:r w:rsidRPr="00BA20C6">
        <w:rPr>
          <w:rtl/>
          <w:lang w:bidi="fa-IR"/>
        </w:rPr>
        <w:t xml:space="preserve">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دالشهدا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و قرائت 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کسا به عمل آمد، و از خستگ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متوال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شب را به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CD3816" w:rsidP="00CD381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2" w:name="_Toc56202913"/>
      <w:bookmarkStart w:id="123" w:name="_Toc56203573"/>
      <w:r w:rsidR="00BA20C6" w:rsidRPr="00BA20C6">
        <w:rPr>
          <w:rFonts w:hint="eastAsia"/>
          <w:rtl/>
          <w:lang w:bidi="fa-IR"/>
        </w:rPr>
        <w:lastRenderedPageBreak/>
        <w:t>مدفن</w:t>
      </w:r>
      <w:r w:rsidR="00BA20C6" w:rsidRPr="00BA20C6">
        <w:rPr>
          <w:rtl/>
          <w:lang w:bidi="fa-IR"/>
        </w:rPr>
        <w:t xml:space="preserve"> سلمان‌</w:t>
      </w:r>
      <w:bookmarkEnd w:id="122"/>
      <w:bookmarkEnd w:id="123"/>
    </w:p>
    <w:p w:rsidR="00BA20C6" w:rsidRPr="00BA20C6" w:rsidRDefault="00BA20C6" w:rsidP="00CD381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شوّال مطابق «هجدهم سرطان»، اول آفتاب «جسر گراده» را باز کردند، و مرکب ما به حرکت افتاد. کم‌کم باغات «بغداد» از نظر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شد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صحرا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رمسکون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رمزروع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آمد،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«دجله» هم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ادتر</w:t>
      </w:r>
      <w:r w:rsidRPr="00BA20C6">
        <w:rPr>
          <w:rtl/>
          <w:lang w:bidi="fa-IR"/>
        </w:rPr>
        <w:t xml:space="preserve"> شد، مقارن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="00CD3816">
        <w:rPr>
          <w:rtl/>
          <w:lang w:bidi="fa-IR"/>
        </w:rPr>
        <w:t xml:space="preserve"> به «سلمان پاک» که</w:t>
      </w:r>
      <w:r w:rsidR="00CD3816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اسم</w:t>
      </w:r>
      <w:r w:rsidRPr="00BA20C6">
        <w:rPr>
          <w:rtl/>
          <w:lang w:bidi="fa-IR"/>
        </w:rPr>
        <w:t xml:space="preserve"> مدفن حضرت «سلمان» است و مقبره آن بزرگوار که تا ساحل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درست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است،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 و رفتن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ارت،</w:t>
      </w:r>
      <w:r w:rsidRPr="00BA20C6">
        <w:rPr>
          <w:rtl/>
          <w:lang w:bidi="fa-IR"/>
        </w:rPr>
        <w:t xml:space="preserve"> با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مذاکره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نشد، همان در حال حرکت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خوانده سلام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CD3816" w:rsidP="00CD3816">
      <w:pPr>
        <w:pStyle w:val="Heading1"/>
        <w:rPr>
          <w:rtl/>
          <w:lang w:bidi="fa-IR"/>
        </w:rPr>
      </w:pPr>
      <w:r>
        <w:rPr>
          <w:rtl/>
          <w:lang w:bidi="fa-IR"/>
        </w:rPr>
        <w:br w:type="column"/>
      </w:r>
      <w:bookmarkStart w:id="124" w:name="_Toc56202914"/>
      <w:bookmarkStart w:id="125" w:name="_Toc56203574"/>
      <w:r w:rsidR="00BA20C6" w:rsidRPr="00BA20C6">
        <w:rPr>
          <w:rFonts w:hint="eastAsia"/>
          <w:rtl/>
          <w:lang w:bidi="fa-IR"/>
        </w:rPr>
        <w:lastRenderedPageBreak/>
        <w:t>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</w:t>
      </w:r>
      <w:r w:rsidR="00BA20C6" w:rsidRPr="00BA20C6">
        <w:rPr>
          <w:rtl/>
          <w:lang w:bidi="fa-IR"/>
        </w:rPr>
        <w:t xml:space="preserve"> مدا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</w:t>
      </w:r>
      <w:bookmarkEnd w:id="124"/>
      <w:bookmarkEnd w:id="125"/>
    </w:p>
    <w:p w:rsidR="00BA20C6" w:rsidRDefault="00BA20C6" w:rsidP="00CD381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عمارت دربار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انوش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روان</w:t>
      </w:r>
      <w:r w:rsidRPr="00BA20C6">
        <w:rPr>
          <w:rtl/>
          <w:lang w:bidi="fa-IR"/>
        </w:rPr>
        <w:t xml:space="preserve"> عادل، که سر به فلک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هنوز برپاست، تا چند فرسخ مسافت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بود.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9"/>
        <w:gridCol w:w="269"/>
        <w:gridCol w:w="3669"/>
      </w:tblGrid>
      <w:tr w:rsidR="00CD3816" w:rsidTr="009A22D3">
        <w:trPr>
          <w:trHeight w:val="350"/>
        </w:trPr>
        <w:tc>
          <w:tcPr>
            <w:tcW w:w="4720" w:type="dxa"/>
            <w:shd w:val="clear" w:color="auto" w:fill="auto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جزا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حسن عمل ب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که روزگار هنوز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D3816" w:rsidRDefault="00CD3816" w:rsidP="009A22D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خراب م</w:t>
            </w:r>
            <w:r w:rsidRPr="00BA20C6">
              <w:rPr>
                <w:rFonts w:hint="cs"/>
                <w:rtl/>
                <w:lang w:bidi="fa-IR"/>
              </w:rPr>
              <w:t>ی‌</w:t>
            </w:r>
            <w:r w:rsidRPr="00BA20C6">
              <w:rPr>
                <w:rFonts w:hint="eastAsia"/>
                <w:rtl/>
                <w:lang w:bidi="fa-IR"/>
              </w:rPr>
              <w:t>نکند</w:t>
            </w:r>
            <w:r w:rsidRPr="00BA20C6">
              <w:rPr>
                <w:rtl/>
                <w:lang w:bidi="fa-IR"/>
              </w:rPr>
              <w:t xml:space="preserve"> بارگاه کسر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معلوم</w:t>
      </w:r>
      <w:r w:rsidRPr="00BA20C6">
        <w:rPr>
          <w:rtl/>
          <w:lang w:bidi="fa-IR"/>
        </w:rPr>
        <w:t xml:space="preserve"> شد ما از خاک «مدائن»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قرن‌ها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تخت</w:t>
      </w:r>
      <w:r w:rsidRPr="00BA20C6">
        <w:rPr>
          <w:rtl/>
          <w:lang w:bidi="fa-IR"/>
        </w:rPr>
        <w:t xml:space="preserve"> 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نامدار ما بوده و آثار مجد و شرافت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هنوز آنجا مشهود است، لکن افسوس که امروز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خاک و آب، اجنب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با ما رفتار خارج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خداوند شاد کند روح «خاقان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اشعار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مناس</w:t>
      </w:r>
      <w:r w:rsidRPr="00BA20C6">
        <w:rPr>
          <w:rFonts w:hint="eastAsia"/>
          <w:rtl/>
          <w:lang w:bidi="fa-IR"/>
        </w:rPr>
        <w:t>بت</w:t>
      </w:r>
      <w:r w:rsidRPr="00BA20C6">
        <w:rPr>
          <w:rtl/>
          <w:lang w:bidi="fa-IR"/>
        </w:rPr>
        <w:t xml:space="preserve"> «طاق کسر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ساخته، و از زمان طفول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تا امروز، اغلبِ آن هنوز به خاطر من بود، چند ساعت به آن مترنم و آن را تکرار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نمودم</w:t>
      </w:r>
      <w:r w:rsidRPr="00BA20C6">
        <w:rPr>
          <w:rtl/>
          <w:lang w:bidi="fa-IR"/>
        </w:rPr>
        <w:t xml:space="preserve"> و آن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است:</w:t>
      </w:r>
    </w:p>
    <w:p w:rsidR="00BA20C6" w:rsidRDefault="00BA20C6" w:rsidP="00BA20C6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3"/>
        <w:gridCol w:w="267"/>
        <w:gridCol w:w="3677"/>
      </w:tblGrid>
      <w:tr w:rsidR="00CD3816" w:rsidTr="006F4517">
        <w:trPr>
          <w:trHeight w:val="350"/>
        </w:trPr>
        <w:tc>
          <w:tcPr>
            <w:tcW w:w="4013" w:type="dxa"/>
            <w:shd w:val="clear" w:color="auto" w:fill="auto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هان</w:t>
            </w:r>
            <w:r w:rsidRPr="00BA20C6">
              <w:rPr>
                <w:rtl/>
                <w:lang w:bidi="fa-IR"/>
              </w:rPr>
              <w:t xml:space="preserve">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دل عبرت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BA20C6">
              <w:rPr>
                <w:rtl/>
                <w:lang w:bidi="fa-IR"/>
              </w:rPr>
              <w:t>‌ب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ن،</w:t>
            </w:r>
            <w:r w:rsidRPr="00BA20C6">
              <w:rPr>
                <w:rtl/>
                <w:lang w:bidi="fa-IR"/>
              </w:rPr>
              <w:t xml:space="preserve"> از 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ده</w:t>
            </w:r>
            <w:r w:rsidRPr="00BA20C6">
              <w:rPr>
                <w:rtl/>
                <w:lang w:bidi="fa-IR"/>
              </w:rPr>
              <w:t xml:space="preserve"> نظر کن 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CD3816" w:rsidRDefault="00CD3816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  <w:shd w:val="clear" w:color="auto" w:fill="auto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وان</w:t>
            </w:r>
            <w:r w:rsidRPr="00BA20C6">
              <w:rPr>
                <w:rtl/>
                <w:lang w:bidi="fa-IR"/>
              </w:rPr>
              <w:t xml:space="preserve"> مدائن را، آئ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نه</w:t>
            </w:r>
            <w:r w:rsidRPr="00BA20C6">
              <w:rPr>
                <w:rtl/>
                <w:lang w:bidi="fa-IR"/>
              </w:rPr>
              <w:t xml:space="preserve"> عبرت 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816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وز 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ده</w:t>
            </w:r>
            <w:r w:rsidRPr="00BA20C6">
              <w:rPr>
                <w:rtl/>
                <w:lang w:bidi="fa-IR"/>
              </w:rPr>
              <w:t xml:space="preserve"> دوم دجله، بر خاک مدائن 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از</w:t>
            </w:r>
            <w:r w:rsidRPr="00BA20C6">
              <w:rPr>
                <w:rtl/>
                <w:lang w:bidi="fa-IR"/>
              </w:rPr>
              <w:t xml:space="preserve"> آتش حسرت ب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ن،</w:t>
            </w:r>
            <w:r w:rsidRPr="00BA20C6">
              <w:rPr>
                <w:rtl/>
                <w:lang w:bidi="fa-IR"/>
              </w:rPr>
              <w:t xml:space="preserve"> بر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ان</w:t>
            </w:r>
            <w:r w:rsidRPr="00BA20C6">
              <w:rPr>
                <w:rtl/>
                <w:lang w:bidi="fa-IR"/>
              </w:rPr>
              <w:t xml:space="preserve"> جگر دجله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816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خود آب شن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دست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،</w:t>
            </w:r>
            <w:r w:rsidRPr="00BA20C6">
              <w:rPr>
                <w:rtl/>
                <w:lang w:bidi="fa-IR"/>
              </w:rPr>
              <w:t xml:space="preserve"> کاتش کندش بر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تا</w:t>
            </w:r>
            <w:r w:rsidRPr="00BA20C6">
              <w:rPr>
                <w:rtl/>
                <w:lang w:bidi="fa-IR"/>
              </w:rPr>
              <w:t xml:space="preserve"> سلسله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وان،</w:t>
            </w:r>
            <w:r w:rsidRPr="00BA20C6">
              <w:rPr>
                <w:rtl/>
                <w:lang w:bidi="fa-IR"/>
              </w:rPr>
              <w:t xml:space="preserve"> بگسست مدائن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816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در سلسله شد دجله، چون سلسله شد پ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CD3816" w:rsidRDefault="00CD3816" w:rsidP="00CD3816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گه</w:t>
            </w:r>
            <w:r w:rsidRPr="00BA20C6">
              <w:rPr>
                <w:rtl/>
                <w:lang w:bidi="fa-IR"/>
              </w:rPr>
              <w:t xml:space="preserve"> گه به زبانِ اشک، آوازه ده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وان</w:t>
            </w:r>
            <w:r w:rsidRPr="00BA20C6"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816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CD3816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تا بو که به گوش دل، پاسخ شنو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ز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وان</w:t>
            </w:r>
            <w:r w:rsidR="00CD38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CD3816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دندانه</w:t>
            </w:r>
            <w:r w:rsidRPr="00BA20C6">
              <w:rPr>
                <w:rtl/>
                <w:lang w:bidi="fa-IR"/>
              </w:rPr>
              <w:t xml:space="preserve"> هر قصر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،</w:t>
            </w:r>
            <w:r w:rsidRPr="00BA20C6">
              <w:rPr>
                <w:rtl/>
                <w:lang w:bidi="fa-IR"/>
              </w:rPr>
              <w:t xml:space="preserve"> پند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دهدت نو نو</w:t>
            </w:r>
            <w:r w:rsidR="00CD38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816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CD3816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پند سر دندانه، بشنو زبن دندان</w:t>
            </w:r>
            <w:r w:rsidR="00CD38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CD3816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گو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</w:t>
            </w:r>
            <w:r w:rsidRPr="00BA20C6">
              <w:rPr>
                <w:rtl/>
                <w:lang w:bidi="fa-IR"/>
              </w:rPr>
              <w:t xml:space="preserve"> که تو از خاک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،</w:t>
            </w:r>
            <w:r w:rsidRPr="00BA20C6">
              <w:rPr>
                <w:rtl/>
                <w:lang w:bidi="fa-IR"/>
              </w:rPr>
              <w:t xml:space="preserve"> ما خاک توئ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م</w:t>
            </w:r>
            <w:r w:rsidRPr="00BA20C6">
              <w:rPr>
                <w:rtl/>
                <w:lang w:bidi="fa-IR"/>
              </w:rPr>
              <w:t xml:space="preserve"> اکنون</w:t>
            </w:r>
            <w:r w:rsidR="00CD38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816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CD3816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lastRenderedPageBreak/>
              <w:t>گام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دو سه بر ما نه</w:t>
            </w:r>
            <w:r w:rsidR="00CD38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CD3816" w:rsidRDefault="00CD3816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CD3816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اشک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دو سه هم بفشان</w:t>
            </w:r>
            <w:r w:rsidR="00CD38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EF0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5D6EF0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از</w:t>
            </w:r>
            <w:r w:rsidRPr="00BA20C6">
              <w:rPr>
                <w:rtl/>
                <w:lang w:bidi="fa-IR"/>
              </w:rPr>
              <w:t xml:space="preserve"> نوحه جغد، الحق مائ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م</w:t>
            </w:r>
            <w:r w:rsidRPr="00BA20C6">
              <w:rPr>
                <w:rtl/>
                <w:lang w:bidi="fa-IR"/>
              </w:rPr>
              <w:t xml:space="preserve"> به درد 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5D6EF0" w:rsidRDefault="005D6EF0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5D6EF0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ز 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ده</w:t>
            </w:r>
            <w:r w:rsidRPr="00BA20C6">
              <w:rPr>
                <w:rtl/>
                <w:lang w:bidi="fa-IR"/>
              </w:rPr>
              <w:t xml:space="preserve"> گلاب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کن، درد سر ما بنشان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EF0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5D6EF0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آر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چه عجب دار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،</w:t>
            </w:r>
            <w:r w:rsidRPr="00BA20C6">
              <w:rPr>
                <w:rtl/>
                <w:lang w:bidi="fa-IR"/>
              </w:rPr>
              <w:t xml:space="preserve"> کاندر چمن 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ت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5D6EF0" w:rsidRDefault="005D6EF0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5D6EF0" w:rsidRDefault="005D6EF0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جغد است پ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بلبل، نوحه است پ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الحان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6EF0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5D6EF0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ما</w:t>
            </w:r>
            <w:r w:rsidRPr="00BA20C6">
              <w:rPr>
                <w:rtl/>
                <w:lang w:bidi="fa-IR"/>
              </w:rPr>
              <w:t xml:space="preserve"> بارگه داد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م،</w:t>
            </w:r>
            <w:r w:rsidRPr="00BA20C6">
              <w:rPr>
                <w:rtl/>
                <w:lang w:bidi="fa-IR"/>
              </w:rPr>
              <w:t xml:space="preserve">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رفت ستم بر ما</w:t>
            </w:r>
            <w:r w:rsidR="005D6EF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5D6EF0" w:rsidRDefault="005D6EF0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5D6EF0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بر قصر ستمکاران تا خود چه رسد خذلان</w:t>
            </w:r>
            <w:r w:rsidR="005D6EF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گوئ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که نگون کرده است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وان</w:t>
            </w:r>
            <w:r w:rsidRPr="00BA20C6">
              <w:rPr>
                <w:rtl/>
                <w:lang w:bidi="fa-IR"/>
              </w:rPr>
              <w:t xml:space="preserve"> فلک وش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 xml:space="preserve">حکم فلک گردان، 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ا</w:t>
            </w:r>
            <w:r w:rsidRPr="00BA20C6">
              <w:rPr>
                <w:rtl/>
                <w:lang w:bidi="fa-IR"/>
              </w:rPr>
              <w:t xml:space="preserve"> حکم فلک گردان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بر</w:t>
            </w:r>
            <w:r w:rsidRPr="00BA20C6">
              <w:rPr>
                <w:rtl/>
                <w:lang w:bidi="fa-IR"/>
              </w:rPr>
              <w:t xml:space="preserve"> 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ده</w:t>
            </w:r>
            <w:r w:rsidRPr="00BA20C6">
              <w:rPr>
                <w:rtl/>
                <w:lang w:bidi="fa-IR"/>
              </w:rPr>
              <w:t xml:space="preserve"> من خند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،</w:t>
            </w:r>
            <w:r w:rsidRPr="00BA20C6">
              <w:rPr>
                <w:rtl/>
                <w:lang w:bidi="fa-IR"/>
              </w:rPr>
              <w:t xml:space="preserve"> کا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نجا</w:t>
            </w:r>
            <w:r w:rsidRPr="00BA20C6">
              <w:rPr>
                <w:rtl/>
                <w:lang w:bidi="fa-IR"/>
              </w:rPr>
              <w:t xml:space="preserve"> ز چه م</w:t>
            </w:r>
            <w:r w:rsidRPr="00BA20C6">
              <w:rPr>
                <w:rFonts w:hint="cs"/>
                <w:rtl/>
                <w:lang w:bidi="fa-IR"/>
              </w:rPr>
              <w:t>ی‌</w:t>
            </w:r>
            <w:r w:rsidRPr="00BA20C6">
              <w:rPr>
                <w:rFonts w:hint="eastAsia"/>
                <w:rtl/>
                <w:lang w:bidi="fa-IR"/>
              </w:rPr>
              <w:t>گر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خندند بر آن 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ده،</w:t>
            </w:r>
            <w:r w:rsidRPr="00BA20C6">
              <w:rPr>
                <w:rtl/>
                <w:lang w:bidi="fa-IR"/>
              </w:rPr>
              <w:t xml:space="preserve"> کا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نجا</w:t>
            </w:r>
            <w:r w:rsidRPr="00BA20C6">
              <w:rPr>
                <w:rtl/>
                <w:lang w:bidi="fa-IR"/>
              </w:rPr>
              <w:t xml:space="preserve"> نشود گر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است همان درگه، کو را ز شهان بود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د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لم</w:t>
            </w:r>
            <w:r w:rsidRPr="00BA20C6">
              <w:rPr>
                <w:rtl/>
                <w:lang w:bidi="fa-IR"/>
              </w:rPr>
              <w:t xml:space="preserve"> ملک بابل، هندو شه ترکستان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از</w:t>
            </w:r>
            <w:r w:rsidRPr="00BA20C6">
              <w:rPr>
                <w:rtl/>
                <w:lang w:bidi="fa-IR"/>
              </w:rPr>
              <w:t xml:space="preserve"> اسب پ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اده</w:t>
            </w:r>
            <w:r w:rsidRPr="00BA20C6">
              <w:rPr>
                <w:rtl/>
                <w:lang w:bidi="fa-IR"/>
              </w:rPr>
              <w:t xml:space="preserve"> شو، بر نطع </w:t>
            </w:r>
            <w:r w:rsidRPr="006F4517">
              <w:rPr>
                <w:rStyle w:val="libFootnotenumChar"/>
                <w:rtl/>
              </w:rPr>
              <w:t>(1)</w:t>
            </w:r>
            <w:r w:rsidRPr="00BA20C6">
              <w:rPr>
                <w:rtl/>
                <w:lang w:bidi="fa-IR"/>
              </w:rPr>
              <w:t xml:space="preserve"> زم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رخ 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ز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ر</w:t>
            </w:r>
            <w:r w:rsidRPr="00BA20C6">
              <w:rPr>
                <w:rtl/>
                <w:lang w:bidi="fa-IR"/>
              </w:rPr>
              <w:t xml:space="preserve"> پ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پ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لش</w:t>
            </w:r>
            <w:r w:rsidRPr="00BA20C6">
              <w:rPr>
                <w:rtl/>
                <w:lang w:bidi="fa-IR"/>
              </w:rPr>
              <w:t xml:space="preserve"> ب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ن،</w:t>
            </w:r>
            <w:r w:rsidRPr="00BA20C6">
              <w:rPr>
                <w:rtl/>
                <w:lang w:bidi="fa-IR"/>
              </w:rPr>
              <w:t xml:space="preserve"> شهمات شده نعمان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مست</w:t>
            </w:r>
            <w:r w:rsidRPr="00BA20C6">
              <w:rPr>
                <w:rtl/>
                <w:lang w:bidi="fa-IR"/>
              </w:rPr>
              <w:t xml:space="preserve"> است زم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ز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را،</w:t>
            </w:r>
            <w:r w:rsidRPr="00BA20C6">
              <w:rPr>
                <w:rtl/>
                <w:lang w:bidi="fa-IR"/>
              </w:rPr>
              <w:t xml:space="preserve"> خورده است بجا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م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6F4517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در کاس سر هرمز خون دل نوشروان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خون</w:t>
            </w:r>
            <w:r w:rsidRPr="00BA20C6">
              <w:rPr>
                <w:rtl/>
                <w:lang w:bidi="fa-IR"/>
              </w:rPr>
              <w:t xml:space="preserve"> دل ش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است، آن م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که دهد رز بن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زآب و گل پرو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ز</w:t>
            </w:r>
            <w:r w:rsidRPr="00BA20C6">
              <w:rPr>
                <w:rtl/>
                <w:lang w:bidi="fa-IR"/>
              </w:rPr>
              <w:t xml:space="preserve"> است،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خم که نهد دهقان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کسر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و ترنج زر، پرو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ز</w:t>
            </w:r>
            <w:r w:rsidRPr="00BA20C6">
              <w:rPr>
                <w:rtl/>
                <w:lang w:bidi="fa-IR"/>
              </w:rPr>
              <w:t xml:space="preserve"> و به زر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 xml:space="preserve">بر باد شده 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کسر،</w:t>
            </w:r>
            <w:r w:rsidRPr="00BA20C6">
              <w:rPr>
                <w:rtl/>
                <w:lang w:bidi="fa-IR"/>
              </w:rPr>
              <w:t xml:space="preserve"> با خاک شده 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کسان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گفت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که کجا رفتند، آن تاجوران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ز 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شان</w:t>
            </w:r>
            <w:r w:rsidRPr="00BA20C6">
              <w:rPr>
                <w:rtl/>
                <w:lang w:bidi="fa-IR"/>
              </w:rPr>
              <w:t xml:space="preserve"> شکم خاک است، آبستن جاو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4517" w:rsidTr="006F4517">
        <w:tblPrEx>
          <w:tblLook w:val="04A0"/>
        </w:tblPrEx>
        <w:trPr>
          <w:trHeight w:val="350"/>
        </w:trPr>
        <w:tc>
          <w:tcPr>
            <w:tcW w:w="4013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lastRenderedPageBreak/>
              <w:t>از</w:t>
            </w:r>
            <w:r w:rsidRPr="00BA20C6">
              <w:rPr>
                <w:rtl/>
                <w:lang w:bidi="fa-IR"/>
              </w:rPr>
              <w:t xml:space="preserve"> خون دل طفلان، سرخاب رخ آم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</w:p>
        </w:tc>
        <w:tc>
          <w:tcPr>
            <w:tcW w:w="3677" w:type="dxa"/>
          </w:tcPr>
          <w:p w:rsidR="006F4517" w:rsidRDefault="006F4517" w:rsidP="009A22D3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ا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زال سپ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د</w:t>
            </w:r>
            <w:r w:rsidRPr="00BA20C6">
              <w:rPr>
                <w:rtl/>
                <w:lang w:bidi="fa-IR"/>
              </w:rPr>
              <w:t xml:space="preserve"> ابرو، و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ن</w:t>
            </w:r>
            <w:r w:rsidRPr="00BA20C6">
              <w:rPr>
                <w:rtl/>
                <w:lang w:bidi="fa-IR"/>
              </w:rPr>
              <w:t xml:space="preserve"> مام س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ه</w:t>
            </w:r>
            <w:r w:rsidRPr="00BA20C6">
              <w:rPr>
                <w:rtl/>
                <w:lang w:bidi="fa-IR"/>
              </w:rPr>
              <w:t xml:space="preserve"> پستان </w:t>
            </w:r>
            <w:r w:rsidRPr="006F4517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F4517" w:rsidRDefault="006F4517" w:rsidP="00BA20C6">
      <w:pPr>
        <w:pStyle w:val="libNormal"/>
        <w:rPr>
          <w:rtl/>
          <w:lang w:bidi="fa-IR"/>
        </w:rPr>
      </w:pPr>
    </w:p>
    <w:p w:rsidR="00BA20C6" w:rsidRPr="00BA20C6" w:rsidRDefault="006F4517" w:rsidP="006F451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6" w:name="_Toc56202915"/>
      <w:bookmarkStart w:id="127" w:name="_Toc56203575"/>
      <w:r w:rsidR="00BA20C6" w:rsidRPr="00BA20C6">
        <w:rPr>
          <w:rFonts w:hint="eastAsia"/>
          <w:rtl/>
          <w:lang w:bidi="fa-IR"/>
        </w:rPr>
        <w:lastRenderedPageBreak/>
        <w:t>شهر</w:t>
      </w:r>
      <w:r w:rsidR="00BA20C6" w:rsidRPr="00BA20C6">
        <w:rPr>
          <w:rtl/>
          <w:lang w:bidi="fa-IR"/>
        </w:rPr>
        <w:t xml:space="preserve"> کوت‌</w:t>
      </w:r>
      <w:bookmarkEnd w:id="126"/>
      <w:bookmarkEnd w:id="12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الحاصل</w:t>
      </w:r>
      <w:r w:rsidRPr="00BA20C6">
        <w:rPr>
          <w:rtl/>
          <w:lang w:bidi="fa-IR"/>
        </w:rPr>
        <w:t xml:space="preserve"> مرکب ما آهسته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رفت،</w:t>
      </w:r>
      <w:r w:rsidRPr="00BA20C6">
        <w:rPr>
          <w:rtl/>
          <w:lang w:bidi="fa-IR"/>
        </w:rPr>
        <w:t xml:space="preserve"> و هوا به شدت گرم کرده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ساحل هم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آثار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آبادان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غروب گذشته بود که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شهر «کوت»، باز لنگ کردند.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مرکب‌ها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 شط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معمولًا شب حرکت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علتش ظاهراً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مجرا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«شط» باشد، که موجب به گل نشستن مرکب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 در شهر «کوت»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گردش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نظر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امد،</w:t>
      </w:r>
      <w:r w:rsidRPr="00BA20C6">
        <w:rPr>
          <w:rtl/>
          <w:lang w:bidi="fa-IR"/>
        </w:rPr>
        <w:t xml:space="preserve">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تا نصف </w:t>
      </w:r>
    </w:p>
    <w:p w:rsidR="00BA20C6" w:rsidRPr="00BA20C6" w:rsidRDefault="005A378D" w:rsidP="005A378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5A378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سفره چرم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A20C6" w:rsidP="005A378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خاقان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شروان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ص 321، چاپ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>.</w:t>
      </w:r>
    </w:p>
    <w:p w:rsidR="00BA20C6" w:rsidRPr="00BA20C6" w:rsidRDefault="005A378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شب</w:t>
      </w:r>
      <w:r w:rsidR="00BA20C6" w:rsidRPr="00BA20C6">
        <w:rPr>
          <w:rtl/>
          <w:lang w:bidi="fa-IR"/>
        </w:rPr>
        <w:t xml:space="preserve"> باز بودند و از مهمانخانه‌ها و قهوه‌خانه‌ها، صدا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تار و طنبور و ساز و آواز گوش‌ها را کر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کرد،</w:t>
      </w:r>
      <w:r w:rsidR="00BA20C6" w:rsidRPr="00BA20C6">
        <w:rPr>
          <w:rtl/>
          <w:lang w:bidi="fa-IR"/>
        </w:rPr>
        <w:t xml:space="preserve"> زود مراجعت به مرکب نموده شام خورد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خواب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5A378D" w:rsidP="005A378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8" w:name="_Toc56202916"/>
      <w:bookmarkStart w:id="129" w:name="_Toc56203576"/>
      <w:r w:rsidR="00BA20C6" w:rsidRPr="00BA20C6">
        <w:rPr>
          <w:rFonts w:hint="eastAsia"/>
          <w:rtl/>
          <w:lang w:bidi="fa-IR"/>
        </w:rPr>
        <w:lastRenderedPageBreak/>
        <w:t>شهر</w:t>
      </w:r>
      <w:r w:rsidR="00BA20C6" w:rsidRPr="00BA20C6">
        <w:rPr>
          <w:rtl/>
          <w:lang w:bidi="fa-IR"/>
        </w:rPr>
        <w:t xml:space="preserve"> عماره‌</w:t>
      </w:r>
      <w:bookmarkEnd w:id="128"/>
      <w:bookmarkEnd w:id="12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شوّال مطابق «نوزدهم سرطان»، از صبح زود مرکب ما در حرکت بود تا غروب که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«عماره»، و برخلاف مسافت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«بغداد» و «کوت» که تماماً صحرا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رمزروع</w:t>
      </w:r>
      <w:r w:rsidRPr="00BA20C6">
        <w:rPr>
          <w:rtl/>
          <w:lang w:bidi="fa-IR"/>
        </w:rPr>
        <w:t xml:space="preserve"> بود، مسافت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«کوت» و «عماره» سرتاسر آبادان است،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جانب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«شط» هرچه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عبارت بود از مراتع سبز و خرم و چراگاهها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ان،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عشا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عرب، و گله‌ها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شمار</w:t>
      </w:r>
      <w:r w:rsidRPr="00BA20C6">
        <w:rPr>
          <w:rtl/>
          <w:lang w:bidi="fa-IR"/>
        </w:rPr>
        <w:t xml:space="preserve"> گاو و گوسفند و شتر.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ساحل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سار،</w:t>
      </w:r>
      <w:r w:rsidRPr="00BA20C6">
        <w:rPr>
          <w:rtl/>
          <w:lang w:bidi="fa-IR"/>
        </w:rPr>
        <w:t xml:space="preserve">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که سرحد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و عراق است از دور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که دو ماه است در جلگه هموار و مسطح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ن‌النهر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جالب توجه و موجب تذکر به وطن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کوهستان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خودمان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شهر «عماره» گردش طولان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هرچند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غالباً به مناسبت شب بسته بود، لکن معبر پاک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منظم آن، که با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روشن بود، قابل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گردش و تماشا داشت.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شهر</w:t>
      </w:r>
      <w:r w:rsidRPr="00BA20C6">
        <w:rPr>
          <w:rtl/>
          <w:lang w:bidi="fa-IR"/>
        </w:rPr>
        <w:t xml:space="preserve"> «عماره» هم مثل «کوت» از نقاط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انقلابات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خسارات و صدمات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تحمل کرده و اقدامات مهم و مؤثر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جنگ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«ترکها» و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و جنگ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با آزاد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خواهان</w:t>
      </w:r>
      <w:r w:rsidRPr="00BA20C6">
        <w:rPr>
          <w:rtl/>
          <w:lang w:bidi="fa-IR"/>
        </w:rPr>
        <w:t xml:space="preserve"> نموده است، به هر حال پس از گردش به مرکب مراجعت کرده، شام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5A378D" w:rsidP="005A378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0" w:name="_Toc56202917"/>
      <w:bookmarkStart w:id="131" w:name="_Toc56203577"/>
      <w:r w:rsidR="00BA20C6" w:rsidRPr="00BA20C6">
        <w:rPr>
          <w:rFonts w:hint="eastAsia"/>
          <w:rtl/>
          <w:lang w:bidi="fa-IR"/>
        </w:rPr>
        <w:lastRenderedPageBreak/>
        <w:t>قصبه</w:t>
      </w:r>
      <w:r w:rsidR="00BA20C6" w:rsidRPr="00BA20C6">
        <w:rPr>
          <w:rtl/>
          <w:lang w:bidi="fa-IR"/>
        </w:rPr>
        <w:t xml:space="preserve"> گرنه‌</w:t>
      </w:r>
      <w:bookmarkEnd w:id="130"/>
      <w:bookmarkEnd w:id="131"/>
    </w:p>
    <w:p w:rsidR="00BA20C6" w:rsidRPr="00BA20C6" w:rsidRDefault="00BA20C6" w:rsidP="005A378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صبح</w:t>
      </w:r>
      <w:r w:rsidRPr="00BA20C6">
        <w:rPr>
          <w:rtl/>
          <w:lang w:bidi="fa-IR"/>
        </w:rPr>
        <w:t xml:space="preserve"> امروز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شوال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سرطان»، مرکب‌</w:t>
      </w:r>
      <w:r w:rsidR="005A378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ماحرکت کرد و</w:t>
      </w:r>
      <w:r w:rsidR="005A378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بنا بود امشب را به «بصره» برس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طرف غروب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قصبه «گرنه»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لنگ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امروز در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«دجله» هرچه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عبارت بود از آباد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مسکونه، و قراء معموره و نخل‌ها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خرما، واشجار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</w:t>
      </w:r>
      <w:r w:rsidRPr="00BA20C6">
        <w:rPr>
          <w:rtl/>
          <w:lang w:bidi="fa-IR"/>
        </w:rPr>
        <w:t xml:space="preserve"> و مرکبات، و باغات و بسات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متصله متوال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</w:t>
      </w:r>
      <w:r w:rsidRPr="005A378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امروز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خنک و منظره بانزهت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خوش گذشت.</w:t>
      </w:r>
    </w:p>
    <w:p w:rsidR="00BA20C6" w:rsidRPr="00BA20C6" w:rsidRDefault="005A378D" w:rsidP="005A378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2" w:name="_Toc56202918"/>
      <w:bookmarkStart w:id="133" w:name="_Toc56203578"/>
      <w:r w:rsidR="00BA20C6" w:rsidRPr="00BA20C6">
        <w:rPr>
          <w:rFonts w:hint="eastAsia"/>
          <w:rtl/>
          <w:lang w:bidi="fa-IR"/>
        </w:rPr>
        <w:lastRenderedPageBreak/>
        <w:t>مرگ</w:t>
      </w:r>
      <w:r w:rsidR="00BA20C6" w:rsidRPr="00BA20C6">
        <w:rPr>
          <w:rtl/>
          <w:lang w:bidi="fa-IR"/>
        </w:rPr>
        <w:t xml:space="preserve"> همراه‌</w:t>
      </w:r>
      <w:bookmarkEnd w:id="132"/>
      <w:bookmarkEnd w:id="13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شوّال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سرطان»، صبح زود مرکب به راه افتاد، و پس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ربع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«فرات» و «دجله»،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«شط» به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رسند،</w:t>
      </w:r>
      <w:r w:rsidRPr="00BA20C6">
        <w:rPr>
          <w:rtl/>
          <w:lang w:bidi="fa-IR"/>
        </w:rPr>
        <w:t xml:space="preserve"> و اسم آنها «شط</w:t>
      </w:r>
      <w:r w:rsidR="005A378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شش فرسخ به «بصره» مانده است مرکب ما وارد «شط</w:t>
      </w:r>
      <w:r w:rsidR="005A378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 ش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سرعتش افزوده نگرد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معلوم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ذاتاً بط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ءالس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</w:t>
      </w:r>
      <w:r w:rsidRPr="005A378D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و از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است،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بود فوت شد، و از ترس آن که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گران</w:t>
      </w:r>
      <w:r w:rsidRPr="00BA20C6">
        <w:rPr>
          <w:rtl/>
          <w:lang w:bidi="fa-IR"/>
        </w:rPr>
        <w:t xml:space="preserve"> مبتلا به قرنط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بشوند، حمله‌دارها جنازه را بطور قاچاق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و دفن کردند، طرف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ساحل «ع</w:t>
      </w:r>
      <w:r w:rsidRPr="00BA20C6">
        <w:rPr>
          <w:rFonts w:hint="eastAsia"/>
          <w:rtl/>
          <w:lang w:bidi="fa-IR"/>
        </w:rPr>
        <w:t>شّار»</w:t>
      </w:r>
      <w:r w:rsidRPr="00BA20C6">
        <w:rPr>
          <w:rtl/>
          <w:lang w:bidi="fa-IR"/>
        </w:rPr>
        <w:t xml:space="preserve"> که بندر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«بصره» است، لکن نگذاشتند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معمولًا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دکتر بلد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کرده، اجازه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فرمان «قرنط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بدهد، و چون شب شده بود در مرکب </w:t>
      </w:r>
      <w:r w:rsidR="005A378D" w:rsidRPr="00BA20C6">
        <w:rPr>
          <w:rFonts w:hint="eastAsia"/>
          <w:rtl/>
          <w:lang w:bidi="fa-IR"/>
        </w:rPr>
        <w:t>ماند</w:t>
      </w:r>
      <w:r w:rsidR="005A378D" w:rsidRPr="00BA20C6">
        <w:rPr>
          <w:rFonts w:hint="cs"/>
          <w:rtl/>
          <w:lang w:bidi="fa-IR"/>
        </w:rPr>
        <w:t>ی</w:t>
      </w:r>
      <w:r w:rsidR="005A378D" w:rsidRPr="00BA20C6">
        <w:rPr>
          <w:rFonts w:hint="eastAsia"/>
          <w:rtl/>
          <w:lang w:bidi="fa-IR"/>
        </w:rPr>
        <w:t>م</w:t>
      </w:r>
      <w:r w:rsidR="005A378D" w:rsidRPr="00BA20C6">
        <w:rPr>
          <w:rtl/>
          <w:lang w:bidi="fa-IR"/>
        </w:rPr>
        <w:t xml:space="preserve"> تا صبح استراحت نمود</w:t>
      </w:r>
      <w:r w:rsidR="005A378D" w:rsidRPr="00BA20C6">
        <w:rPr>
          <w:rFonts w:hint="cs"/>
          <w:rtl/>
          <w:lang w:bidi="fa-IR"/>
        </w:rPr>
        <w:t>ی</w:t>
      </w:r>
      <w:r w:rsidR="005A378D" w:rsidRPr="00BA20C6">
        <w:rPr>
          <w:rFonts w:hint="eastAsia"/>
          <w:rtl/>
          <w:lang w:bidi="fa-IR"/>
        </w:rPr>
        <w:t>م</w:t>
      </w:r>
    </w:p>
    <w:p w:rsidR="00BA20C6" w:rsidRPr="00BA20C6" w:rsidRDefault="005A378D" w:rsidP="005A378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5A378D">
      <w:pPr>
        <w:pStyle w:val="libLine"/>
        <w:rPr>
          <w:rtl/>
          <w:lang w:bidi="fa-IR"/>
        </w:rPr>
      </w:pPr>
      <w:r w:rsidRPr="00BA20C6">
        <w:rPr>
          <w:rtl/>
          <w:lang w:bidi="fa-IR"/>
        </w:rPr>
        <w:t>1- 1- باغ‌ها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هم‌پ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وسته</w:t>
      </w:r>
      <w:r w:rsidRPr="00BA20C6">
        <w:rPr>
          <w:rtl/>
          <w:lang w:bidi="fa-IR"/>
        </w:rPr>
        <w:t xml:space="preserve"> وکنار هم.</w:t>
      </w:r>
    </w:p>
    <w:p w:rsidR="00BA20C6" w:rsidRPr="00BA20C6" w:rsidRDefault="00BA20C6" w:rsidP="005A378D">
      <w:pPr>
        <w:pStyle w:val="libLine"/>
        <w:rPr>
          <w:rtl/>
          <w:lang w:bidi="fa-IR"/>
        </w:rPr>
      </w:pPr>
      <w:r w:rsidRPr="00BA20C6">
        <w:rPr>
          <w:rtl/>
          <w:lang w:bidi="fa-IR"/>
        </w:rPr>
        <w:t>2- 2- کُند حرکت.</w:t>
      </w:r>
    </w:p>
    <w:p w:rsidR="00BA20C6" w:rsidRPr="00BA20C6" w:rsidRDefault="005A378D" w:rsidP="005A378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4" w:name="_Toc56202919"/>
      <w:bookmarkStart w:id="135" w:name="_Toc56203579"/>
      <w:r w:rsidR="00BA20C6" w:rsidRPr="00BA20C6">
        <w:rPr>
          <w:rFonts w:hint="eastAsia"/>
          <w:rtl/>
          <w:lang w:bidi="fa-IR"/>
        </w:rPr>
        <w:lastRenderedPageBreak/>
        <w:t>شهر</w:t>
      </w:r>
      <w:r w:rsidR="00BA20C6" w:rsidRPr="00BA20C6">
        <w:rPr>
          <w:rtl/>
          <w:lang w:bidi="fa-IR"/>
        </w:rPr>
        <w:t xml:space="preserve"> عشّار</w:t>
      </w:r>
      <w:bookmarkEnd w:id="134"/>
      <w:bookmarkEnd w:id="135"/>
    </w:p>
    <w:p w:rsidR="00BA20C6" w:rsidRPr="00BA20C6" w:rsidRDefault="00BA20C6" w:rsidP="001F4E5F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سه‌شنبه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شوّال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سرطان»، دکتر دولت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 و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نمود، و چون آثار مرض مشاهده نکرد اجازه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 صادر، اسباب‌ها توسط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با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حمل به «عشّار» </w:t>
      </w:r>
      <w:r w:rsidRPr="001F4E5F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کردند، ما هم به نوبت خود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و به </w:t>
      </w:r>
      <w:r w:rsidRPr="00BA20C6">
        <w:rPr>
          <w:rFonts w:hint="eastAsia"/>
          <w:rtl/>
          <w:lang w:bidi="fa-IR"/>
        </w:rPr>
        <w:t>«عشّار»</w:t>
      </w:r>
      <w:r w:rsidRPr="00BA20C6">
        <w:rPr>
          <w:rtl/>
          <w:lang w:bidi="fa-IR"/>
        </w:rPr>
        <w:t xml:space="preserve"> نزول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شهر «عشّار»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کرده‌اند که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در آن‌جا فرود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منزل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 کف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اطاقها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جرزها چوب است که فواصل چوبها و سقف با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شده است،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اسم آن را «آلاچ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گذا</w:t>
      </w:r>
      <w:r w:rsidRPr="00BA20C6">
        <w:rPr>
          <w:rFonts w:hint="eastAsia"/>
          <w:rtl/>
          <w:lang w:bidi="fa-IR"/>
        </w:rPr>
        <w:t>رد،</w:t>
      </w:r>
      <w:r w:rsidRPr="00BA20C6">
        <w:rPr>
          <w:rtl/>
          <w:lang w:bidi="fa-IR"/>
        </w:rPr>
        <w:t xml:space="preserve"> و هر چند مسافر از باران و گرد و خاک محفوظ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جلوگ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تابش آفتاب خوب است، به علاوه هوا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</w:t>
      </w:r>
      <w:r w:rsidRPr="00BA20C6">
        <w:rPr>
          <w:rtl/>
          <w:lang w:bidi="fa-IR"/>
        </w:rPr>
        <w:t xml:space="preserve"> در آن‌ها 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دارد و تلط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ن‌ها</w:t>
      </w:r>
      <w:r w:rsidRPr="00BA20C6">
        <w:rPr>
          <w:rtl/>
          <w:lang w:bidi="fa-IR"/>
        </w:rPr>
        <w:t xml:space="preserve"> منزلگاه تابستان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 است، و در شهر، کاروانسراها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 سرپوش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هست که دو طبقه است، قسمت تحتان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انب</w:t>
      </w:r>
      <w:r w:rsidRPr="00BA20C6">
        <w:rPr>
          <w:rFonts w:hint="eastAsia"/>
          <w:rtl/>
          <w:lang w:bidi="fa-IR"/>
        </w:rPr>
        <w:t>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مال‌التجاره است، و قسمت فوقان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 منزل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از جهت حفظ الصّحه، خاصه در تابستان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بد است،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کاروانسراها را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مسافرخانه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درب هر مسافرخانه اسم خصوص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نوشته است.</w:t>
      </w:r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امروز و امشب را به استراحت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1F4E5F" w:rsidRDefault="001F4E5F" w:rsidP="001F4E5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1F4E5F" w:rsidRPr="00BA20C6" w:rsidRDefault="001F4E5F" w:rsidP="001F4E5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از شهرها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عراق که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بصره واقع است.</w:t>
      </w:r>
    </w:p>
    <w:p w:rsidR="001F4E5F" w:rsidRPr="00BA20C6" w:rsidRDefault="001F4E5F" w:rsidP="00BA20C6">
      <w:pPr>
        <w:pStyle w:val="libNormal"/>
        <w:rPr>
          <w:rtl/>
          <w:lang w:bidi="fa-IR"/>
        </w:rPr>
      </w:pPr>
    </w:p>
    <w:p w:rsidR="00BA20C6" w:rsidRPr="00BA20C6" w:rsidRDefault="001F4E5F" w:rsidP="001F4E5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6" w:name="_Toc56202920"/>
      <w:bookmarkStart w:id="137" w:name="_Toc56203580"/>
      <w:r w:rsidR="00BA20C6" w:rsidRPr="00BA20C6">
        <w:rPr>
          <w:rFonts w:hint="eastAsia"/>
          <w:rtl/>
          <w:lang w:bidi="fa-IR"/>
        </w:rPr>
        <w:lastRenderedPageBreak/>
        <w:t>جواز</w:t>
      </w:r>
      <w:r w:rsidR="00BA20C6" w:rsidRPr="00BA20C6">
        <w:rPr>
          <w:rtl/>
          <w:lang w:bidi="fa-IR"/>
        </w:rPr>
        <w:t xml:space="preserve"> سفر</w:t>
      </w:r>
      <w:bookmarkEnd w:id="136"/>
      <w:bookmarkEnd w:id="13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شوّال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سرطان»،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ن‌دسته‌دسته</w:t>
      </w:r>
      <w:r w:rsidRPr="00BA20C6">
        <w:rPr>
          <w:rtl/>
          <w:lang w:bidi="fa-IR"/>
        </w:rPr>
        <w:t xml:space="preserve"> رفتند به نظم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شهر «عشّار»، تذکره‌ها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ارائه داده پاس (جواز)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هم تذکره‌ها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گرفته برد، و بنا شد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از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حاضره در ساحل بکند.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ما</w:t>
      </w:r>
      <w:r w:rsidRPr="00BA20C6">
        <w:rPr>
          <w:rtl/>
          <w:lang w:bidi="fa-IR"/>
        </w:rPr>
        <w:t xml:space="preserve"> هم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«بصره» گردش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فاصله «عشار» تا «بصره»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فرسخ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رود کوچک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دو شهر است،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آن به نظر 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آمد،</w:t>
      </w:r>
      <w:r w:rsidRPr="00BA20C6">
        <w:rPr>
          <w:rtl/>
          <w:lang w:bidi="fa-IR"/>
        </w:rPr>
        <w:t xml:space="preserve"> از اول شب تا صبح آبش بالا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تا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و از صبح تا غروب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 xml:space="preserve"> تا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کف رودخانه، و بر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به ق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سه چهار ذرع صعود و نزول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 و علّتش آن است که اتصال به «شط</w:t>
      </w:r>
      <w:r w:rsidR="001F4E5F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 دارد، و آن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محل،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ب‌الاتصال</w:t>
      </w:r>
      <w:r w:rsidRPr="00BA20C6">
        <w:rPr>
          <w:rtl/>
          <w:lang w:bidi="fa-IR"/>
        </w:rPr>
        <w:t xml:space="preserve"> به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است</w:t>
      </w:r>
      <w:r w:rsidRPr="00BA20C6">
        <w:rPr>
          <w:rtl/>
          <w:lang w:bidi="fa-IR"/>
        </w:rPr>
        <w:t xml:space="preserve"> و جزر و مدّ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کار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سبب مردم متفرقه، طرف عصر آب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خوردن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برم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دارند،</w:t>
      </w:r>
      <w:r w:rsidRPr="00BA20C6">
        <w:rPr>
          <w:rtl/>
          <w:lang w:bidi="fa-IR"/>
        </w:rPr>
        <w:t xml:space="preserve"> و موقع مد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آب طعمش تلخ و شور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tl/>
          <w:lang w:bidi="fa-IR"/>
        </w:rPr>
        <w:t>شود، اما اغلب آبِ خوردن را از خود «شطالعرب» در ساعات جزر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برم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دارند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صبح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و طراده‌ها از «عشار» به «بصره»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توانند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کنند،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طرف عصر ممکن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 عموماً عبور و مرور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شهر،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توسط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ل‌ها</w:t>
      </w:r>
      <w:r w:rsidRPr="00BA20C6">
        <w:rPr>
          <w:rtl/>
          <w:lang w:bidi="fa-IR"/>
        </w:rPr>
        <w:t xml:space="preserve"> و کالسکه‌ها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کورس آن‌ها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نازل است،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شهر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سمتش نهر مزبور است، و </w:t>
      </w:r>
      <w:r w:rsidRPr="00BA20C6">
        <w:rPr>
          <w:rFonts w:hint="eastAsia"/>
          <w:rtl/>
          <w:lang w:bidi="fa-IR"/>
        </w:rPr>
        <w:t>سمت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گرش</w:t>
      </w:r>
      <w:r w:rsidRPr="00BA20C6">
        <w:rPr>
          <w:rtl/>
          <w:lang w:bidi="fa-IR"/>
        </w:rPr>
        <w:t xml:space="preserve"> خانه‌ها و باغات بزرگ 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«قونسول‌خانه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هم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است،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رق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خورش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در اهتزاز است، پستخانه و تلگراف خانه و چند دوائر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دولت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قسمت واقع شده‌اند.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1F4E5F" w:rsidP="001F4E5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8" w:name="_Toc56202921"/>
      <w:bookmarkStart w:id="139" w:name="_Toc56203581"/>
      <w:r w:rsidR="00BA20C6" w:rsidRPr="00BA20C6">
        <w:rPr>
          <w:rFonts w:hint="eastAsia"/>
          <w:rtl/>
          <w:lang w:bidi="fa-IR"/>
        </w:rPr>
        <w:lastRenderedPageBreak/>
        <w:t>بصره‌</w:t>
      </w:r>
      <w:bookmarkEnd w:id="138"/>
      <w:bookmarkEnd w:id="13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«بصره» گردش کامل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مساجد اهل سنت را که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استحکام و ظرافت ساخته شده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«بصره»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کوچه‌ها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و تنگ و ناصاف است، بازارها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تنگ و سقف آن کوتاه است. اغلب کسبه و تجار آن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هستند، آثار خراب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کثافت د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همه‌جا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ظاهر است،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به قدر «قم» و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ما هم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تجارتخانه مهم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نکه</w:t>
      </w:r>
      <w:r w:rsidRPr="00BA20C6">
        <w:rPr>
          <w:rtl/>
          <w:lang w:bidi="fa-IR"/>
        </w:rPr>
        <w:t xml:space="preserve"> بندر است ندارد.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خلاصه</w:t>
      </w:r>
      <w:r w:rsidRPr="00BA20C6">
        <w:rPr>
          <w:rtl/>
          <w:lang w:bidi="fa-IR"/>
        </w:rPr>
        <w:t xml:space="preserve"> آن که اهم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تجارت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شهر از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وسعت و رونق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از ثلث و ربع سابق هم کمتر شده است.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جهت عمده آن، شهر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دالاحداث</w:t>
      </w:r>
      <w:r w:rsidRPr="00BA20C6">
        <w:rPr>
          <w:rtl/>
          <w:lang w:bidi="fa-IR"/>
        </w:rPr>
        <w:t xml:space="preserve"> «عشار» باشد.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دو باب مدرسه ابتدائ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«بصره» هم،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کردن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که صورت تلگراف‌ها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ترجمه کند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و معلم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مدارس هم که در عداد فضلا هستند، مثل عامه اهل شهر، عرب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شکسته‌تر و مغلوط</w:t>
      </w:r>
      <w:r w:rsidR="001F4E5F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تر از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عراق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تلفظ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«بصره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م</w:t>
      </w:r>
      <w:r w:rsidRPr="00BA20C6">
        <w:rPr>
          <w:rFonts w:hint="eastAsia"/>
          <w:rtl/>
          <w:lang w:bidi="fa-IR"/>
        </w:rPr>
        <w:t>هد</w:t>
      </w:r>
      <w:r w:rsidRPr="00BA20C6">
        <w:rPr>
          <w:rtl/>
          <w:lang w:bidi="fa-IR"/>
        </w:rPr>
        <w:t xml:space="preserve"> علم و ادب بوده، و تلفظات «بصر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مستندات علما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نحو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در موقع کولاک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و گرد و غبار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اد،</w:t>
      </w:r>
      <w:r w:rsidRPr="00BA20C6">
        <w:rPr>
          <w:rtl/>
          <w:lang w:bidi="fa-IR"/>
        </w:rPr>
        <w:t xml:space="preserve"> مراجعت به «عشار»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معلوم شد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«بصره» و «جده»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عده کاف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 گرفته است و ما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«بصره» و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گرفته، از آن‌جا با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«جده»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. در هر حال شب 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در منزلگاه خودمان در «عشار» بسر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1F4E5F" w:rsidP="001F4E5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0" w:name="_Toc56202922"/>
      <w:bookmarkStart w:id="141" w:name="_Toc56203582"/>
      <w:r w:rsidR="00BA20C6" w:rsidRPr="00BA20C6">
        <w:rPr>
          <w:rFonts w:hint="eastAsia"/>
          <w:rtl/>
          <w:lang w:bidi="fa-IR"/>
        </w:rPr>
        <w:lastRenderedPageBreak/>
        <w:t>به</w:t>
      </w:r>
      <w:r w:rsidR="00BA20C6" w:rsidRPr="00BA20C6">
        <w:rPr>
          <w:rtl/>
          <w:lang w:bidi="fa-IR"/>
        </w:rPr>
        <w:t xml:space="preserve"> سو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جدّه‌</w:t>
      </w:r>
      <w:bookmarkEnd w:id="140"/>
      <w:bookmarkEnd w:id="141"/>
    </w:p>
    <w:p w:rsidR="00BA20C6" w:rsidRPr="00BA20C6" w:rsidRDefault="00BA20C6" w:rsidP="001F4E5F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پنجشنبه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شوّال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سرطان»،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«جده» حرکت کرد، از هر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و پنجاه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چهل تومان ماست گرفته،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ست‌روزه</w:t>
      </w:r>
      <w:r w:rsidRPr="00BA20C6">
        <w:rPr>
          <w:rtl/>
          <w:lang w:bidi="fa-IR"/>
        </w:rPr>
        <w:t xml:space="preserve"> به «جدّه»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رسد،</w:t>
      </w:r>
      <w:r w:rsidRPr="00BA20C6">
        <w:rPr>
          <w:rtl/>
          <w:lang w:bidi="fa-IR"/>
        </w:rPr>
        <w:t xml:space="preserve"> ما را هم بردند به نظم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که تذکره‌ها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خودمان را با ورقه پاس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چون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بود تا ظهر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روز تا شام در «</w:t>
      </w:r>
      <w:r w:rsidRPr="00BA20C6">
        <w:rPr>
          <w:rFonts w:hint="eastAsia"/>
          <w:rtl/>
          <w:lang w:bidi="fa-IR"/>
        </w:rPr>
        <w:t>عشار»</w:t>
      </w:r>
      <w:r w:rsidRPr="00BA20C6">
        <w:rPr>
          <w:rtl/>
          <w:lang w:bidi="fa-IR"/>
        </w:rPr>
        <w:t xml:space="preserve"> گردش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1F4E5F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وجه</w:t>
      </w:r>
      <w:r w:rsidRPr="00BA20C6">
        <w:rPr>
          <w:rtl/>
          <w:lang w:bidi="fa-IR"/>
        </w:rPr>
        <w:t xml:space="preserve">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«عشار» آن است که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محل گمرک</w:t>
      </w:r>
      <w:r w:rsidR="001F4E5F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‌خانه «بصره» بوده، که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ده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مال‌التجاره‌ها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وارده و صادره را به عنوان گمرک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گرفته‌اند،</w:t>
      </w:r>
      <w:r w:rsidRPr="00BA20C6">
        <w:rPr>
          <w:rtl/>
          <w:lang w:bidi="fa-IR"/>
        </w:rPr>
        <w:t xml:space="preserve"> متدرجاً خانه‌ها و تجارتخانه‌هائ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آنجا احداث شده،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شهر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است. بازارها و معابر آن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و مستق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منظم است، کوچه‌ها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مخروبه کج و معوج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ندارد، و تماماً بناها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است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باصفائ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که طرف عصر گردش‌گاه مردم است دارد، و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تماماً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مغازه و عمارت است، و عموماً بناها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تماشاخانه‌ها و مهمانخانه‌ها و ت</w:t>
      </w:r>
      <w:r w:rsidR="001F4E5F">
        <w:rPr>
          <w:rFonts w:hint="cs"/>
          <w:rtl/>
          <w:lang w:bidi="fa-IR"/>
        </w:rPr>
        <w:t>ئا</w:t>
      </w:r>
      <w:r w:rsidRPr="00BA20C6">
        <w:rPr>
          <w:rtl/>
          <w:lang w:bidi="fa-IR"/>
        </w:rPr>
        <w:t>ترها و قما</w:t>
      </w:r>
      <w:r w:rsidRPr="00BA20C6">
        <w:rPr>
          <w:rFonts w:hint="eastAsia"/>
          <w:rtl/>
          <w:lang w:bidi="fa-IR"/>
        </w:rPr>
        <w:t>رخانه‌ها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رقص و آواز از اول شب تا صبح از آن‌جاها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.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رشته خط آهن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شروع شده،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به کجا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رود؟</w:t>
      </w:r>
    </w:p>
    <w:p w:rsidR="00BA20C6" w:rsidRPr="00BA20C6" w:rsidRDefault="00BA20C6" w:rsidP="00CA512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لوکوموت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و واگون‌ها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کوچک،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ظر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قشنگ است. فاصله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خط به قدر نه گره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اما مسافرت با آن اختصاص به سربازها و عمله‌جات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گران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به تماشا قناعت کنند. در محل منزلگاه ما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درخت‌ها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نخل سوخته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م‌سوخته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پرس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گفتند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نجاها</w:t>
      </w:r>
      <w:r w:rsidRPr="00BA20C6">
        <w:rPr>
          <w:rtl/>
          <w:lang w:bidi="fa-IR"/>
        </w:rPr>
        <w:t xml:space="preserve"> آباد بوده است و سال گذشته آتش گرفته و کن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کون</w:t>
      </w:r>
      <w:r w:rsidRPr="00BA20C6">
        <w:rPr>
          <w:rtl/>
          <w:lang w:bidi="fa-IR"/>
        </w:rPr>
        <w:t xml:space="preserve"> شده، و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آن وقف بر مسجد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متصل به منزلگاه ما است، و آن را «مقام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مسجد اهم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ساختمان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ندارد،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عه‌ها</w:t>
      </w:r>
      <w:r w:rsidRPr="00BA20C6">
        <w:rPr>
          <w:rtl/>
          <w:lang w:bidi="fa-IR"/>
        </w:rPr>
        <w:t xml:space="preserve"> عموماً نماز را در آنجا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خوانند،</w:t>
      </w:r>
      <w:r w:rsidRPr="00BA20C6">
        <w:rPr>
          <w:rtl/>
          <w:lang w:bidi="fa-IR"/>
        </w:rPr>
        <w:t xml:space="preserve"> ما هم </w:t>
      </w:r>
      <w:r w:rsidRPr="00BA20C6">
        <w:rPr>
          <w:rFonts w:hint="eastAsia"/>
          <w:rtl/>
          <w:lang w:bidi="fa-IR"/>
        </w:rPr>
        <w:t>مرتباً</w:t>
      </w:r>
      <w:r w:rsidRPr="00BA20C6">
        <w:rPr>
          <w:rtl/>
          <w:lang w:bidi="fa-IR"/>
        </w:rPr>
        <w:t xml:space="preserve"> مراقبت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کار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CA512D" w:rsidP="00CA512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2" w:name="_Toc56202923"/>
      <w:bookmarkStart w:id="143" w:name="_Toc56203583"/>
      <w:r w:rsidR="00BA20C6" w:rsidRPr="00BA20C6">
        <w:rPr>
          <w:rFonts w:hint="eastAsia"/>
          <w:rtl/>
          <w:lang w:bidi="fa-IR"/>
        </w:rPr>
        <w:lastRenderedPageBreak/>
        <w:t>مسجد</w:t>
      </w:r>
      <w:r w:rsidR="00BA20C6" w:rsidRPr="00BA20C6">
        <w:rPr>
          <w:rtl/>
          <w:lang w:bidi="fa-IR"/>
        </w:rPr>
        <w:t xml:space="preserve"> بصره‌</w:t>
      </w:r>
      <w:bookmarkEnd w:id="142"/>
      <w:bookmarkEnd w:id="143"/>
    </w:p>
    <w:p w:rsidR="00BA20C6" w:rsidRPr="00BA20C6" w:rsidRDefault="00BA20C6" w:rsidP="00CA512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شوّال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سرطان»، امروز با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به گردش «بصره»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برگشت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رفت به مسجد معروف «بصره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م»،</w:t>
      </w:r>
      <w:r w:rsidRPr="00BA20C6">
        <w:rPr>
          <w:rtl/>
          <w:lang w:bidi="fa-IR"/>
        </w:rPr>
        <w:t xml:space="preserve"> که امروزه تا شهر «بصره» و «عشار»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فرسخ فاصله دارد، و اخبار در فض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لت</w:t>
      </w:r>
      <w:r w:rsidRPr="00BA20C6">
        <w:rPr>
          <w:rtl/>
          <w:lang w:bidi="fa-IR"/>
        </w:rPr>
        <w:t xml:space="preserve"> آن وارد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و از قرار ن</w:t>
      </w:r>
      <w:r w:rsidRPr="00BA20C6">
        <w:rPr>
          <w:rFonts w:hint="eastAsia"/>
          <w:rtl/>
          <w:lang w:bidi="fa-IR"/>
        </w:rPr>
        <w:t>قل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خراب شده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آن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اطراف آن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است. من از ترس ناامن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راه آن، موفق نشدم بروم، طرف عصر رفتم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ساحل «شط</w:t>
      </w:r>
      <w:r w:rsidR="00CA512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 xml:space="preserve">العرب»،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«اردو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راه متوقف بود، در کنار ساحل اسکله‌ها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چوب و الوار و تخته س</w:t>
      </w:r>
      <w:r w:rsidRPr="00BA20C6">
        <w:rPr>
          <w:rFonts w:hint="eastAsia"/>
          <w:rtl/>
          <w:lang w:bidi="fa-IR"/>
        </w:rPr>
        <w:t>اخته‌اند،</w:t>
      </w:r>
      <w:r w:rsidRPr="00BA20C6">
        <w:rPr>
          <w:rtl/>
          <w:lang w:bidi="fa-IR"/>
        </w:rPr>
        <w:t xml:space="preserve"> که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حمل مسافر و بار محتاج به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ستند،</w:t>
      </w:r>
      <w:r w:rsidRPr="00BA20C6">
        <w:rPr>
          <w:rtl/>
          <w:lang w:bidi="fa-IR"/>
        </w:rPr>
        <w:t xml:space="preserve"> خط آهن «بغداد» به «بصره» هم از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الوارها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گذرد</w:t>
      </w:r>
      <w:r w:rsidRPr="00BA20C6">
        <w:rPr>
          <w:rtl/>
          <w:lang w:bidi="fa-IR"/>
        </w:rPr>
        <w:t xml:space="preserve">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دستگاه اسباب جرثق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آنجا منصوب است که بسته‌ها و عدل‌ها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مال‌التجاره را، که وزناً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خروار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واگون‌ها برداشته به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گذارد،</w:t>
      </w:r>
      <w:r w:rsidRPr="00BA20C6">
        <w:rPr>
          <w:rtl/>
          <w:lang w:bidi="fa-IR"/>
        </w:rPr>
        <w:t xml:space="preserve"> و محمولات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بلند کرده در واگون‌ها 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ساحل لنگر انداخته‌اند،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و «مه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ب‌الصوره»</w:t>
      </w:r>
      <w:r w:rsidRPr="00BA20C6">
        <w:rPr>
          <w:rtl/>
          <w:lang w:bidi="fa-IR"/>
        </w:rPr>
        <w:t xml:space="preserve"> </w:t>
      </w:r>
      <w:r w:rsidRPr="00CA512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هستند، و هر کدام به قدر ده برابر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باشند،</w:t>
      </w:r>
      <w:r w:rsidRPr="00BA20C6">
        <w:rPr>
          <w:rtl/>
          <w:lang w:bidi="fa-IR"/>
        </w:rPr>
        <w:t xml:space="preserve"> و درب ورود و خروج آن‌ها تا سطح آب </w:t>
      </w:r>
      <w:r w:rsidRPr="00BA20C6">
        <w:rPr>
          <w:rFonts w:hint="eastAsia"/>
          <w:rtl/>
          <w:lang w:bidi="fa-IR"/>
        </w:rPr>
        <w:t>شش</w:t>
      </w:r>
      <w:r w:rsidRPr="00BA20C6">
        <w:rPr>
          <w:rtl/>
          <w:lang w:bidi="fa-IR"/>
        </w:rPr>
        <w:t xml:space="preserve"> هفت ذرع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صداها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غر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که 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به غرش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پلنگ است. شب بعد از گردش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ابان،</w:t>
      </w:r>
      <w:r w:rsidRPr="00BA20C6">
        <w:rPr>
          <w:rtl/>
          <w:lang w:bidi="fa-IR"/>
        </w:rPr>
        <w:t xml:space="preserve"> به </w:t>
      </w:r>
    </w:p>
    <w:p w:rsidR="00BA20C6" w:rsidRPr="00BA20C6" w:rsidRDefault="00CA512D" w:rsidP="00CA512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CA512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شکل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ترسناک دارند.</w:t>
      </w:r>
    </w:p>
    <w:p w:rsidR="00BA20C6" w:rsidRPr="00BA20C6" w:rsidRDefault="00CA512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منزلگاه</w:t>
      </w:r>
      <w:r w:rsidR="00BA20C6" w:rsidRPr="00BA20C6">
        <w:rPr>
          <w:rtl/>
          <w:lang w:bidi="fa-IR"/>
        </w:rPr>
        <w:t xml:space="preserve"> خود برگشته شام خورد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خواب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م‌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A512D">
      <w:pPr>
        <w:pStyle w:val="Heading1"/>
        <w:rPr>
          <w:rtl/>
          <w:lang w:bidi="fa-IR"/>
        </w:rPr>
      </w:pPr>
      <w:bookmarkStart w:id="144" w:name="_Toc56202924"/>
      <w:bookmarkStart w:id="145" w:name="_Toc56203584"/>
      <w:r w:rsidRPr="00BA20C6">
        <w:rPr>
          <w:rFonts w:hint="eastAsia"/>
          <w:rtl/>
          <w:lang w:bidi="fa-IR"/>
        </w:rPr>
        <w:t>قبر</w:t>
      </w:r>
      <w:r w:rsidRPr="00BA20C6">
        <w:rPr>
          <w:rtl/>
          <w:lang w:bidi="fa-IR"/>
        </w:rPr>
        <w:t xml:space="preserve">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بن عوام‌</w:t>
      </w:r>
      <w:bookmarkEnd w:id="144"/>
      <w:bookmarkEnd w:id="145"/>
    </w:p>
    <w:p w:rsidR="00BA20C6" w:rsidRPr="00BA20C6" w:rsidRDefault="00BA20C6" w:rsidP="00CA512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سلخ شوّال، </w:t>
      </w:r>
      <w:r w:rsidRPr="00CA512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سرطان»،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 حمله‌دار»،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آورد و با آن‌که پول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قمره </w:t>
      </w:r>
      <w:r w:rsidRPr="00CA512D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داده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عموم سطحه گرفته،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شش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>.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قمره گران بود، به‌علاوه من با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شما جائ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بهتر از قمره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خواهم کرد، شما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ادخرج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را بگذار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موقع مراجعت، در هر حال بنا شده است فردا به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«زب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رفته برگشتند. «زب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قصبه‌ا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تا «عشار» دو فرسخ فاصله دارد، و در آن‌جا قبر «زب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بن العوام» است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مؤسس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جنگ جمل بوده، از قرار مذکور سکنه آن تماماً عرب و از متعصب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اهل سنت هستند، و با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عه‌ها</w:t>
      </w:r>
      <w:r w:rsidRPr="00BA20C6">
        <w:rPr>
          <w:rtl/>
          <w:lang w:bidi="fa-IR"/>
        </w:rPr>
        <w:t xml:space="preserve"> بدرفتار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بع</w:t>
      </w:r>
      <w:r w:rsidRPr="00BA20C6">
        <w:rPr>
          <w:rFonts w:hint="eastAsia"/>
          <w:rtl/>
          <w:lang w:bidi="fa-IR"/>
        </w:rPr>
        <w:t>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رفتند به «محمّره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</w:t>
      </w:r>
      <w:r w:rsidRPr="00CA512D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و برگشتند. از «بصره» تا «محمّره» پنج شش فرسخ فاصله است که با طراده و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با طراده‌ها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نوظهور آتش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موسوم به موتور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«شط</w:t>
      </w:r>
      <w:r w:rsidR="00CA512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 در «بصره» صبح که مسافر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رود،</w:t>
      </w:r>
      <w:r w:rsidRPr="00BA20C6">
        <w:rPr>
          <w:rtl/>
          <w:lang w:bidi="fa-IR"/>
        </w:rPr>
        <w:t xml:space="preserve"> در گمرکخانه «محمّره»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عصر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در «بصره».</w:t>
      </w:r>
    </w:p>
    <w:p w:rsidR="00BA20C6" w:rsidRDefault="00BA20C6" w:rsidP="00CA512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من</w:t>
      </w:r>
      <w:r w:rsidRPr="00BA20C6">
        <w:rPr>
          <w:rtl/>
          <w:lang w:bidi="fa-IR"/>
        </w:rPr>
        <w:t xml:space="preserve"> امروز باز هم به گردش در «بصره» و «عشار»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آنچه </w:t>
      </w:r>
    </w:p>
    <w:p w:rsidR="00CA512D" w:rsidRPr="00BA20C6" w:rsidRDefault="00CA512D" w:rsidP="00CA512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CA512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آخر شوّال.</w:t>
      </w:r>
    </w:p>
    <w:p w:rsidR="00BA20C6" w:rsidRPr="00BA20C6" w:rsidRDefault="00BA20C6" w:rsidP="00CA512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 xml:space="preserve">2- 2- نام 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از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CA512D" w:rsidRDefault="00BA20C6" w:rsidP="00CA512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بندر خرّمشهر.</w:t>
      </w:r>
    </w:p>
    <w:p w:rsidR="00BA20C6" w:rsidRPr="00BA20C6" w:rsidRDefault="00CA512D" w:rsidP="00CA512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مشاهده</w:t>
      </w:r>
      <w:r w:rsidR="00BA20C6" w:rsidRPr="00BA20C6">
        <w:rPr>
          <w:rtl/>
          <w:lang w:bidi="fa-IR"/>
        </w:rPr>
        <w:t xml:space="preserve"> شد و آنچه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شنو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است که، 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از شهرها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«عراق» به قدر اهل «بصره» و «عشار» بداخلاق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ستند،</w:t>
      </w:r>
      <w:r w:rsidR="00BA20C6" w:rsidRPr="00BA20C6">
        <w:rPr>
          <w:rtl/>
          <w:lang w:bidi="fa-IR"/>
        </w:rPr>
        <w:t xml:space="preserve"> و در ارتکاب فسق و فجور و فحشا از هر قب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ل،</w:t>
      </w:r>
      <w:r w:rsidR="00BA20C6" w:rsidRPr="00BA20C6">
        <w:rPr>
          <w:rtl/>
          <w:lang w:bidi="fa-IR"/>
        </w:rPr>
        <w:t xml:space="preserve"> منحصر به فردند.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ذغال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طبخ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نازل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من تاکنون به استحکام و مرغوب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ذغال‌ها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ده‌ام،</w:t>
      </w:r>
      <w:r w:rsidRPr="00BA20C6">
        <w:rPr>
          <w:rtl/>
          <w:lang w:bidi="fa-IR"/>
        </w:rPr>
        <w:t xml:space="preserve"> ابداً نه دود دارد نه عفونت نه کثافت،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ذغال‌ها را از شهر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آوردند</w:t>
      </w:r>
      <w:r w:rsidRPr="00BA20C6">
        <w:rPr>
          <w:rtl/>
          <w:lang w:bidi="fa-IR"/>
        </w:rPr>
        <w:t xml:space="preserve"> که ما عازم آن هست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لوازم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موافق معمول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شب را در منزلگاه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امشب با «حاج ابوالحسن» خادم هم از تنبل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بدخلق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مشاجره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منته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اخراج او از خدمت شد. لکن به وساطت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دوباره بر سر کارش برگشت.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غرّه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</w:t>
      </w:r>
      <w:r w:rsidRPr="00CA512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سرطان»، حرکت ما به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تأخ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افتاد و بنا به فردا شد، امروز در چند نقطه «عشار»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دسته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زدند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اظهار شادمان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معلوم شد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پهلوان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مسلمان،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پهلوان هندو،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گرفته و او را به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زده، و حالا هند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مسلمان اظهار مباهات و مفاخرت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چند ساعت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منته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نزاع دو دسته و مداخله پل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مدت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چندروزه اقامت «عشار» همه‌روزه در نهر آب مجبوراً خودمان را شست و شو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هوا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مرطوب بود، از گرم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از حرکت هم عرق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غالباً 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پرگرد و غبار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</w:t>
      </w:r>
      <w:r w:rsidRPr="00BA20C6">
        <w:rPr>
          <w:rtl/>
          <w:lang w:bidi="fa-IR"/>
        </w:rPr>
        <w:t>.</w:t>
      </w:r>
    </w:p>
    <w:p w:rsidR="00BA20C6" w:rsidRPr="00BA20C6" w:rsidRDefault="00CA512D" w:rsidP="00CA512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CA512D" w:rsidRDefault="00BA20C6" w:rsidP="00CA512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اوّل 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القعده.</w:t>
      </w:r>
    </w:p>
    <w:p w:rsidR="00BA20C6" w:rsidRPr="00685F08" w:rsidRDefault="00CA512D" w:rsidP="00685F08">
      <w:pPr>
        <w:pStyle w:val="libNormal"/>
        <w:rPr>
          <w:rtl/>
        </w:rPr>
      </w:pPr>
      <w:r w:rsidRPr="00685F08">
        <w:rPr>
          <w:rtl/>
        </w:rPr>
        <w:br w:type="page"/>
      </w:r>
      <w:r w:rsidR="00BA20C6" w:rsidRPr="00685F08">
        <w:rPr>
          <w:rFonts w:hint="eastAsia"/>
          <w:rtl/>
        </w:rPr>
        <w:lastRenderedPageBreak/>
        <w:t>هوا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«بصره» به واسطه نزد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ک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به در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ا</w:t>
      </w:r>
      <w:r w:rsidR="00BA20C6" w:rsidRPr="00685F08">
        <w:rPr>
          <w:rtl/>
        </w:rPr>
        <w:t xml:space="preserve"> از 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ک</w:t>
      </w:r>
      <w:r w:rsidR="00BA20C6" w:rsidRPr="00685F08">
        <w:rPr>
          <w:rtl/>
        </w:rPr>
        <w:t xml:space="preserve"> طرف، و به «صحرا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عربستان» از طرف د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گر،</w:t>
      </w:r>
      <w:r w:rsidR="00BA20C6" w:rsidRPr="00685F08">
        <w:rPr>
          <w:rtl/>
        </w:rPr>
        <w:t xml:space="preserve"> خ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ل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گرم و مرطوب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و عفون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است، «مرض نوبه» خ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ل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آنجا ش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وع</w:t>
      </w:r>
      <w:r w:rsidR="00BA20C6" w:rsidRPr="00685F08">
        <w:rPr>
          <w:rtl/>
        </w:rPr>
        <w:t xml:space="preserve"> دارد معروف است که کسبه «بصره» 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ک</w:t>
      </w:r>
      <w:r w:rsidR="00BA20C6" w:rsidRPr="00685F08">
        <w:rPr>
          <w:rtl/>
        </w:rPr>
        <w:t xml:space="preserve"> دفعه از دکان پائ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ن</w:t>
      </w:r>
      <w:r w:rsidR="00BA20C6" w:rsidRPr="00685F08">
        <w:rPr>
          <w:rtl/>
        </w:rPr>
        <w:t xml:space="preserve"> آمده، م</w:t>
      </w:r>
      <w:r w:rsidR="00BA20C6" w:rsidRPr="00685F08">
        <w:rPr>
          <w:rFonts w:hint="cs"/>
          <w:rtl/>
        </w:rPr>
        <w:t>ی‌</w:t>
      </w:r>
      <w:r w:rsidR="00BA20C6" w:rsidRPr="00685F08">
        <w:rPr>
          <w:rFonts w:hint="eastAsia"/>
          <w:rtl/>
        </w:rPr>
        <w:t>گو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ند</w:t>
      </w:r>
      <w:r w:rsidR="00BA20C6" w:rsidRPr="00685F08">
        <w:rPr>
          <w:rtl/>
        </w:rPr>
        <w:t xml:space="preserve"> بروم خانه نوبه‌ام را بکنم و ب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ا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م،</w:t>
      </w:r>
      <w:r w:rsidR="00BA20C6" w:rsidRPr="00685F08">
        <w:rPr>
          <w:rtl/>
        </w:rPr>
        <w:t xml:space="preserve"> به هم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ن</w:t>
      </w:r>
      <w:r w:rsidR="00BA20C6" w:rsidRPr="00685F08">
        <w:rPr>
          <w:rtl/>
        </w:rPr>
        <w:t xml:space="preserve"> طر</w:t>
      </w:r>
      <w:r w:rsidR="00BA20C6" w:rsidRPr="00685F08">
        <w:rPr>
          <w:rFonts w:hint="cs"/>
          <w:rtl/>
        </w:rPr>
        <w:t>ی</w:t>
      </w:r>
      <w:r w:rsidR="00BA20C6" w:rsidRPr="00685F08">
        <w:rPr>
          <w:rFonts w:hint="eastAsia"/>
          <w:rtl/>
        </w:rPr>
        <w:t>ق</w:t>
      </w:r>
      <w:r w:rsidR="00BA20C6" w:rsidRPr="00685F08">
        <w:rPr>
          <w:rtl/>
        </w:rPr>
        <w:t xml:space="preserve"> م</w:t>
      </w:r>
      <w:r w:rsidR="00BA20C6" w:rsidRPr="00685F08">
        <w:rPr>
          <w:rFonts w:hint="cs"/>
          <w:rtl/>
        </w:rPr>
        <w:t>ی‌</w:t>
      </w:r>
      <w:r w:rsidR="00BA20C6" w:rsidRPr="00685F08">
        <w:rPr>
          <w:rtl/>
        </w:rPr>
        <w:t>رود خانه چند ساعت</w:t>
      </w:r>
      <w:r w:rsidR="00BA20C6" w:rsidRPr="00685F08">
        <w:rPr>
          <w:rFonts w:hint="cs"/>
          <w:rtl/>
        </w:rPr>
        <w:t>ی</w:t>
      </w:r>
      <w:r w:rsidR="00BA20C6" w:rsidRPr="00685F08">
        <w:rPr>
          <w:rtl/>
        </w:rPr>
        <w:t xml:space="preserve"> تب م</w:t>
      </w:r>
      <w:r w:rsidR="00BA20C6" w:rsidRPr="00685F08">
        <w:rPr>
          <w:rFonts w:hint="cs"/>
          <w:rtl/>
        </w:rPr>
        <w:t>ی‌</w:t>
      </w:r>
      <w:r w:rsidR="00BA20C6" w:rsidRPr="00685F08">
        <w:rPr>
          <w:rFonts w:hint="eastAsia"/>
          <w:rtl/>
        </w:rPr>
        <w:t>کنند</w:t>
      </w:r>
      <w:r w:rsidR="00BA20C6" w:rsidRPr="00685F08">
        <w:rPr>
          <w:rtl/>
        </w:rPr>
        <w:t xml:space="preserve"> و برم</w:t>
      </w:r>
      <w:r w:rsidR="00BA20C6" w:rsidRPr="00685F08">
        <w:rPr>
          <w:rFonts w:hint="cs"/>
          <w:rtl/>
        </w:rPr>
        <w:t>ی‌</w:t>
      </w:r>
      <w:r w:rsidR="00BA20C6" w:rsidRPr="00685F08">
        <w:rPr>
          <w:rFonts w:hint="eastAsia"/>
          <w:rtl/>
        </w:rPr>
        <w:t>گردند</w:t>
      </w:r>
      <w:r w:rsidR="00BA20C6" w:rsidRPr="00685F08">
        <w:rPr>
          <w:rtl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فراوان و خوب در «بصره» و «عشار» هست که از باغات و قراء دوردست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آورند،</w:t>
      </w:r>
      <w:r w:rsidRPr="00BA20C6">
        <w:rPr>
          <w:rtl/>
          <w:lang w:bidi="fa-IR"/>
        </w:rPr>
        <w:t xml:space="preserve"> و عموماً حمل و نقل آن به شهر توسط زنها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که سبدها را بر سر گذارده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به شهر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آورند</w:t>
      </w:r>
      <w:r w:rsidRPr="00BA20C6">
        <w:rPr>
          <w:rtl/>
          <w:lang w:bidi="fa-IR"/>
        </w:rPr>
        <w:t>. موقع ورود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دسته‌جات زنها به شهر، که در اول طلوع آفتاب است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تماشا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امشب</w:t>
      </w:r>
      <w:r w:rsidRPr="00BA20C6">
        <w:rPr>
          <w:rtl/>
          <w:lang w:bidi="fa-IR"/>
        </w:rPr>
        <w:t xml:space="preserve"> را شام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به واسطه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الات</w:t>
      </w:r>
      <w:r w:rsidRPr="00BA20C6">
        <w:rPr>
          <w:rtl/>
          <w:lang w:bidi="fa-IR"/>
        </w:rPr>
        <w:t xml:space="preserve"> حرکت فردا، و از وحشت انقلاب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که مسموع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درست خوابمان نبرد.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A512D">
      <w:pPr>
        <w:pStyle w:val="Heading1"/>
        <w:rPr>
          <w:rtl/>
          <w:lang w:bidi="fa-IR"/>
        </w:rPr>
      </w:pPr>
      <w:bookmarkStart w:id="146" w:name="_Toc56202925"/>
      <w:bookmarkStart w:id="147" w:name="_Toc56203585"/>
      <w:r w:rsidRPr="00BA20C6">
        <w:rPr>
          <w:rFonts w:hint="eastAsia"/>
          <w:rtl/>
          <w:lang w:bidi="fa-IR"/>
        </w:rPr>
        <w:t>حمل</w:t>
      </w:r>
      <w:r w:rsidRPr="00BA20C6">
        <w:rPr>
          <w:rtl/>
          <w:lang w:bidi="fa-IR"/>
        </w:rPr>
        <w:t xml:space="preserve"> بار به کشت</w:t>
      </w:r>
      <w:r w:rsidRPr="00BA20C6">
        <w:rPr>
          <w:rFonts w:hint="cs"/>
          <w:rtl/>
          <w:lang w:bidi="fa-IR"/>
        </w:rPr>
        <w:t>ی‌</w:t>
      </w:r>
      <w:bookmarkEnd w:id="146"/>
      <w:bookmarkEnd w:id="147"/>
    </w:p>
    <w:p w:rsidR="00BA20C6" w:rsidRPr="00BA20C6" w:rsidRDefault="00BA20C6" w:rsidP="00CA512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دوم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سرطان»، صبح زود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دسته دسته به طرف ساحل «شط</w:t>
      </w:r>
      <w:r w:rsidR="00CA512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رفتند،</w:t>
      </w:r>
      <w:r w:rsidRPr="00BA20C6">
        <w:rPr>
          <w:rtl/>
          <w:lang w:bidi="fa-IR"/>
        </w:rPr>
        <w:t xml:space="preserve"> ما هم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سفر را توسط حمال‌ها در دو بلم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خته،</w:t>
      </w:r>
      <w:r w:rsidRPr="00BA20C6">
        <w:rPr>
          <w:rtl/>
          <w:lang w:bidi="fa-IR"/>
        </w:rPr>
        <w:t xml:space="preserve"> خودمان هم با آن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رودخانه گذشته وارد «شط</w:t>
      </w:r>
      <w:r w:rsidR="00CA512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پس از چند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کنار ساحل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لنگر انداخته بود، دوباره توسّط حمال‌ها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نقل شد به محل گمرکخانه که تا کنار «شط»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فاصله دارد، آن‌جا در وسط صحرا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محوطه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مستط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از آهن مسقف کرده‌اند، که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تابش آفتاب محفوظ باشند لکن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به درجه‌ا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ه‌بانها</w:t>
      </w:r>
      <w:r w:rsidRPr="00BA20C6">
        <w:rPr>
          <w:rtl/>
          <w:lang w:bidi="fa-IR"/>
        </w:rPr>
        <w:t xml:space="preserve"> رفع آنرا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هزار نفر آنجا مجتمع بودند که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سوار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</w:t>
      </w:r>
      <w:r w:rsidRPr="00BA20C6">
        <w:rPr>
          <w:rtl/>
          <w:lang w:bidi="fa-IR"/>
        </w:rPr>
        <w:lastRenderedPageBreak/>
        <w:t>بشوند، از ظهر که وارد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محل 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تا چهار ساعت به غروب مانده، اسباب‌ها و اشخاص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و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کردند و در ساعت مزبور اجازه سوار شدن به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صادر شد، حمال‌ها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حاضر بودند لکن چون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شناسد</w:t>
      </w:r>
      <w:r w:rsidRPr="00BA20C6">
        <w:rPr>
          <w:rtl/>
          <w:lang w:bidi="fa-IR"/>
        </w:rPr>
        <w:t xml:space="preserve"> و نمره هم ندارند، مسافر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خودش همراه او تا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برود، و آن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مثل ما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دسته هستند،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اسباب را تحو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حمال‌ها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</w:t>
      </w:r>
      <w:r w:rsidRPr="00BA20C6">
        <w:rPr>
          <w:rtl/>
          <w:lang w:bidi="fa-IR"/>
        </w:rPr>
        <w:t xml:space="preserve">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تا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همراه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روند،</w:t>
      </w:r>
      <w:r w:rsidRPr="00BA20C6">
        <w:rPr>
          <w:rtl/>
          <w:lang w:bidi="fa-IR"/>
        </w:rPr>
        <w:t xml:space="preserve">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قبلًا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رفته، تحو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گرفته جمع‌آور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نوکر ممکن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از عهده برآ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حالت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ک‌مرتبه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هزار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اسباب‌ها و حمال‌ها بحرکت افتادند. نردبان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که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اسکله آو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</w:t>
      </w:r>
      <w:r w:rsidRPr="00BA20C6">
        <w:rPr>
          <w:rtl/>
          <w:lang w:bidi="fa-IR"/>
        </w:rPr>
        <w:t xml:space="preserve"> کرده بودند، عبارت از قطعه طناب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بافته است، که توسط پله‌ها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هم متصل شده، معلوم است در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اخلاق عموم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بسته‌ها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بود که به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خورد</w:t>
      </w:r>
      <w:r w:rsidRPr="00BA20C6">
        <w:rPr>
          <w:rtl/>
          <w:lang w:bidi="fa-IR"/>
        </w:rPr>
        <w:t xml:space="preserve"> و خورد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از نردبان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افتاد</w:t>
      </w:r>
      <w:r w:rsidRPr="00BA20C6">
        <w:rPr>
          <w:rtl/>
          <w:lang w:bidi="fa-IR"/>
        </w:rPr>
        <w:t xml:space="preserve"> و در شط غرق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! حمال‌ها بودند که اسباب به سرقت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بردند</w:t>
      </w:r>
      <w:r w:rsidRPr="00BA20C6">
        <w:rPr>
          <w:rtl/>
          <w:lang w:bidi="fa-IR"/>
        </w:rPr>
        <w:t>!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چاره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«ترک» و «خراسان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بودند که به واسطه عدم آشنائ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زبان و نظامات محل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مبتلا به شلاق پل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و همهمه از هر طرف بلند بود،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اسبابها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مفقود شده بود،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خود را گم کرده بود صدا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حمّال در مشاجره بود،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گران</w:t>
      </w:r>
      <w:r w:rsidRPr="00BA20C6">
        <w:rPr>
          <w:rtl/>
          <w:lang w:bidi="fa-IR"/>
        </w:rPr>
        <w:t xml:space="preserve">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سطحه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 گرفتن نزاع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>.</w:t>
      </w:r>
    </w:p>
    <w:p w:rsidR="00BB34D3" w:rsidRDefault="00BA20C6" w:rsidP="00BB34D3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بالأخره</w:t>
      </w:r>
      <w:r w:rsidRPr="00BA20C6">
        <w:rPr>
          <w:rtl/>
          <w:lang w:bidi="fa-IR"/>
        </w:rPr>
        <w:t xml:space="preserve"> طرف مغرب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سوار شده بودند، و ما هم همان‌طور که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گفته بود محل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عرشه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</w:t>
      </w:r>
      <w:r w:rsidRPr="00BA20C6">
        <w:rPr>
          <w:rtl/>
          <w:lang w:bidi="fa-IR"/>
        </w:rPr>
        <w:t xml:space="preserve">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 بود، زحمات شاقه امروز و گرم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و تحمل صدمات،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خسته و فرسوده کرده بود، که هرکس در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راحت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اناراحت</w:t>
      </w:r>
      <w:r w:rsidRPr="00BA20C6">
        <w:rPr>
          <w:rtl/>
          <w:lang w:bidi="fa-IR"/>
        </w:rPr>
        <w:t xml:space="preserve"> خود افتاد و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ساعت از شب که من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در کنار ساحل خلاص شده،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آمدم صدا از احد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خواب سنگ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رفته بودند من هم استراحت کردم.</w:t>
      </w:r>
    </w:p>
    <w:p w:rsidR="00BA20C6" w:rsidRPr="00BA20C6" w:rsidRDefault="00BB34D3" w:rsidP="00BB34D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8" w:name="_Toc56202926"/>
      <w:bookmarkStart w:id="149" w:name="_Toc56203586"/>
      <w:r w:rsidR="00BA20C6" w:rsidRPr="00BA20C6">
        <w:rPr>
          <w:rFonts w:hint="eastAsia"/>
          <w:rtl/>
          <w:lang w:bidi="fa-IR"/>
        </w:rPr>
        <w:lastRenderedPageBreak/>
        <w:t>حرکت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ی‌</w:t>
      </w:r>
      <w:bookmarkEnd w:id="148"/>
      <w:bookmarkEnd w:id="149"/>
    </w:p>
    <w:p w:rsidR="00BA20C6" w:rsidRPr="00BA20C6" w:rsidRDefault="00BA20C6" w:rsidP="00BB34D3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سوم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سرطان»، اول طلوع آفتاب در حالت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و اغلب هنوز خواب بودند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حرکت افتاد، اتفاقاً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کر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معادل هشتاد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مصارف آن تا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بود شب از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تنبل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بالا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صبح هم مجال نشد، در همان ساحل جا ماند و ما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هر</w:t>
      </w:r>
      <w:r w:rsidRPr="00BA20C6">
        <w:rPr>
          <w:rtl/>
          <w:lang w:bidi="fa-IR"/>
        </w:rPr>
        <w:t xml:space="preserve"> چه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«شط</w:t>
      </w:r>
      <w:r w:rsidR="00BB34D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 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="00BB34D3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‌تر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بعد از دو ساعت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مصبّ </w:t>
      </w:r>
      <w:r w:rsidRPr="00BB34D3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«شط کارون» که از خاک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شهر «محمّره» کنار آن است دست چپ ما همه جا خاک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است که صحرا و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رانه</w:t>
      </w:r>
      <w:r w:rsidRPr="00BA20C6">
        <w:rPr>
          <w:rtl/>
          <w:lang w:bidi="fa-IR"/>
        </w:rPr>
        <w:t xml:space="preserve"> است، دست راست تماماً باغات و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مزروعه است که از توابع «بصره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باشد،</w:t>
      </w:r>
      <w:r w:rsidRPr="00BA20C6">
        <w:rPr>
          <w:rtl/>
          <w:lang w:bidi="fa-IR"/>
        </w:rPr>
        <w:t xml:space="preserve"> بعد از دو ساعت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«شط</w:t>
      </w:r>
      <w:r w:rsidR="00BB34D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 تمام شد وارد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فارس»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خاک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نظر دور شد که ساحل به زحمت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تا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ن‌که</w:t>
      </w:r>
      <w:r w:rsidRPr="00BA20C6">
        <w:rPr>
          <w:rtl/>
          <w:lang w:bidi="fa-IR"/>
        </w:rPr>
        <w:t xml:space="preserve">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 چه اطرافمان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آب بود، و تا سه چهار ساعت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آب گل‌آلود «شط</w:t>
      </w:r>
      <w:r w:rsidR="00BB34D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العرب»، در خط مستق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آب صاف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تشخ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</w:t>
      </w:r>
      <w:r w:rsidRPr="00BA20C6">
        <w:rPr>
          <w:rtl/>
          <w:lang w:bidi="fa-IR"/>
        </w:rPr>
        <w:t xml:space="preserve"> دا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اما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سه ساعت به غروب آن رنگ هم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رفت و آب شط در آب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محو و مستهلک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</w:p>
    <w:p w:rsidR="00BB34D3" w:rsidRPr="00BA20C6" w:rsidRDefault="00BB34D3" w:rsidP="00BB34D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BB34D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محلّ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آب رودخانه وارد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B34D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امروز</w:t>
      </w:r>
      <w:r w:rsidR="00BA20C6" w:rsidRPr="00BA20C6">
        <w:rPr>
          <w:rtl/>
          <w:lang w:bidi="fa-IR"/>
        </w:rPr>
        <w:t xml:space="preserve"> هوا علاوه بر گرما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ش،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عفون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 شده بود، به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بد گذشت و غالباً مبتلا به خارش بدن و که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شدند.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هرچند از موقع ورود به «بصره» تا حال، هوا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</w:t>
      </w:r>
      <w:r w:rsidRPr="00BA20C6">
        <w:rPr>
          <w:rtl/>
          <w:lang w:bidi="fa-IR"/>
        </w:rPr>
        <w:t xml:space="preserve"> ابر و مه داشت و آفتاب کمتر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لکن امروز از طرف غروب به بعد، ابرها غلظت کردند و هوا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حبس و گرم شد، که با عفونت مختصه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فارس» دست به هم داده، تنفس آزاد را هم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سلب کردند و «زوجه حا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مش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با آن‌که «فرست کلاس» </w:t>
      </w:r>
      <w:r w:rsidRPr="00BB34D3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اول منزل داشت، و آن درجه اول از منازل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بادزن‌ها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متحرکه با قوّه برق است به رحمت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وست،</w:t>
      </w:r>
      <w:r w:rsidRPr="00BA20C6">
        <w:rPr>
          <w:rtl/>
          <w:lang w:bidi="fa-IR"/>
        </w:rPr>
        <w:t xml:space="preserve"> و جنازه او را پس از تغس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تکف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انداختند از قرار مذکور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اول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است و دنباله آن درا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است و هر روز چند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تلف شوند.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B34D3" w:rsidP="00BB34D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0" w:name="_Toc56202927"/>
      <w:bookmarkStart w:id="151" w:name="_Toc56203587"/>
      <w:r w:rsidR="00BA20C6" w:rsidRPr="00BA20C6">
        <w:rPr>
          <w:rFonts w:hint="eastAsia"/>
          <w:rtl/>
          <w:lang w:bidi="fa-IR"/>
        </w:rPr>
        <w:lastRenderedPageBreak/>
        <w:t>بوشهر</w:t>
      </w:r>
      <w:bookmarkEnd w:id="150"/>
      <w:bookmarkEnd w:id="15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چهارم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القعده،</w:t>
      </w:r>
      <w:r w:rsidRPr="00BA20C6">
        <w:rPr>
          <w:rtl/>
          <w:lang w:bidi="fa-IR"/>
        </w:rPr>
        <w:t xml:space="preserve"> مطابق «س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سرطان»، صبح از محاذات «بوشهر» گذشت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فوراً هوا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کرد، عفونت و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کمتر شد، تمام سطحه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هم عمله‌جات آن شستشو کردند و ضد عفون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نمودند و هرچه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هوا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ف‌تر</w:t>
      </w:r>
      <w:r w:rsidRPr="00BA20C6">
        <w:rPr>
          <w:rtl/>
          <w:lang w:bidi="fa-IR"/>
        </w:rPr>
        <w:t xml:space="preserve"> و خنک‌تر شد، بعد از ظهر به بعد نس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 که متدرجاً مبدّل به 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هم کولاک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متلاطم شد، امروز همه‌جا 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و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بحر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به شکل خوک و گوساله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به سرعت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همراه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آمدند،</w:t>
      </w:r>
      <w:r w:rsidRPr="00BA20C6">
        <w:rPr>
          <w:rtl/>
          <w:lang w:bidi="fa-IR"/>
        </w:rPr>
        <w:t xml:space="preserve"> و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آب در هوا جستک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زدند،</w:t>
      </w:r>
      <w:r w:rsidRPr="00BA20C6">
        <w:rPr>
          <w:rtl/>
          <w:lang w:bidi="fa-IR"/>
        </w:rPr>
        <w:t xml:space="preserve"> مرغ‌ها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BB34D3" w:rsidP="00BB34D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BB34D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بهتر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نقطه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محلّ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ژه</w:t>
      </w:r>
      <w:r w:rsidRPr="00BA20C6">
        <w:rPr>
          <w:rtl/>
          <w:lang w:bidi="fa-IR"/>
        </w:rPr>
        <w:t>.</w:t>
      </w:r>
    </w:p>
    <w:p w:rsidR="00BA20C6" w:rsidRPr="00BA20C6" w:rsidRDefault="00BB34D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در</w:t>
      </w:r>
      <w:r w:rsidR="00BA20C6" w:rsidRPr="00BA20C6">
        <w:rPr>
          <w:rtl/>
          <w:lang w:bidi="fa-IR"/>
        </w:rPr>
        <w:t xml:space="preserve"> هوا پرواز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کردند،</w:t>
      </w:r>
      <w:r w:rsidR="00BA20C6" w:rsidRPr="00BA20C6">
        <w:rPr>
          <w:rtl/>
          <w:lang w:bidi="fa-IR"/>
        </w:rPr>
        <w:t xml:space="preserve"> معلوم است که از سواحل مجاوره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آمده‌اند،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مرغ‌ها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آب هم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نشسته</w:t>
      </w:r>
      <w:r w:rsidR="00BA20C6" w:rsidRPr="00BA20C6">
        <w:rPr>
          <w:rtl/>
          <w:lang w:bidi="fa-IR"/>
        </w:rPr>
        <w:t xml:space="preserve"> و امواج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آنها را بالا و پائ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طرف و آن طرف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برد</w:t>
      </w:r>
      <w:r w:rsidR="00BA20C6" w:rsidRPr="00BA20C6">
        <w:rPr>
          <w:rtl/>
          <w:lang w:bidi="fa-IR"/>
        </w:rPr>
        <w:t xml:space="preserve"> تماشا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هوا هرچند خنک شده بود لکن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مرطوب بود که لباسها به بدن چسب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مسافر ترک خلخال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امروز مرحوم شد جنازه‌اش را به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انداختند خداوند ترحم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B34D3" w:rsidP="00BB34D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2" w:name="_Toc56202928"/>
      <w:bookmarkStart w:id="153" w:name="_Toc56203588"/>
      <w:r w:rsidR="00BA20C6" w:rsidRPr="00BA20C6">
        <w:rPr>
          <w:rFonts w:hint="eastAsia"/>
          <w:rtl/>
          <w:lang w:bidi="fa-IR"/>
        </w:rPr>
        <w:lastRenderedPageBreak/>
        <w:t>جنازه</w:t>
      </w:r>
      <w:r w:rsidR="00BA20C6" w:rsidRPr="00BA20C6">
        <w:rPr>
          <w:rtl/>
          <w:lang w:bidi="fa-IR"/>
        </w:rPr>
        <w:t xml:space="preserve"> به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انداخته شد</w:t>
      </w:r>
      <w:bookmarkEnd w:id="152"/>
      <w:bookmarkEnd w:id="15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پنجم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سرطان»، صبح تا ظهر حالت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هوا مثل روز گذشته بود، طرف دست راست «بحر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و طرف دست چپ «بندر عباس» و جزائر متعلقه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بود، از آنها گذشته در «تنگه هرمز» از هر دو طرف ساحل نمودار بود، مقارن ظهر وارد «بحر عم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کولاک و تلاطم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شدت کرد، و عفونت هوا برطرف شد لکن رطوبتش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اغلب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تنشان دانه‌ها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قرمز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زد، در حدود مغرب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مسافر ترک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زندگان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وداع گفت و جنازه‌اش طعمه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بحر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!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را به مناسبت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جمعه و انقلاب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غالب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اشتغال به تضرع و 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توسل به ائمه طاهر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داشتند.</w:t>
      </w:r>
    </w:p>
    <w:p w:rsidR="00BA20C6" w:rsidRPr="00BA20C6" w:rsidRDefault="00BB34D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BB34D3">
      <w:pPr>
        <w:pStyle w:val="Heading1"/>
        <w:rPr>
          <w:rtl/>
          <w:lang w:bidi="fa-IR"/>
        </w:rPr>
      </w:pPr>
      <w:bookmarkStart w:id="154" w:name="_Toc56202929"/>
      <w:bookmarkStart w:id="155" w:name="_Toc56203589"/>
      <w:r w:rsidRPr="00BA20C6">
        <w:rPr>
          <w:rFonts w:hint="eastAsia"/>
          <w:rtl/>
          <w:lang w:bidi="fa-IR"/>
        </w:rPr>
        <w:t>مرگ</w:t>
      </w:r>
      <w:r w:rsidRPr="00BA20C6">
        <w:rPr>
          <w:rtl/>
          <w:lang w:bidi="fa-IR"/>
        </w:rPr>
        <w:t xml:space="preserve"> سه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bookmarkEnd w:id="154"/>
      <w:bookmarkEnd w:id="155"/>
    </w:p>
    <w:p w:rsidR="00BA20C6" w:rsidRPr="00BA20C6" w:rsidRDefault="00BA20C6" w:rsidP="00BB34D3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ششم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«اول اسد»، ابرها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آسمان بر ضخامت و غلظت خود افزودند، مِه به درجه‌ا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اطراف را احاطه کرد که مثل شب تار شده بود و درست کس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طرف عصر</w:t>
      </w:r>
      <w:r w:rsidR="00BB34D3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طرف جنوب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دست راست ما 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گرفت، و هر چند مِه غل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ظ</w:t>
      </w:r>
      <w:r w:rsidRPr="00BA20C6">
        <w:rPr>
          <w:rtl/>
          <w:lang w:bidi="fa-IR"/>
        </w:rPr>
        <w:t xml:space="preserve"> تخف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افت،</w:t>
      </w:r>
      <w:r w:rsidRPr="00BA20C6">
        <w:rPr>
          <w:rtl/>
          <w:lang w:bidi="fa-IR"/>
        </w:rPr>
        <w:t xml:space="preserve"> لکن ضربات امواج کوه،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کر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مثل گاهواره پهلو به پهلو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>.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افتادند</w:t>
      </w:r>
      <w:r w:rsidRPr="00BA20C6">
        <w:rPr>
          <w:rtl/>
          <w:lang w:bidi="fa-IR"/>
        </w:rPr>
        <w:t xml:space="preserve"> و نماز را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ستاده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بخوانند و غالباً مبتلا به اسهال و استفراغ شدند، سه نفر هم فوت کردند که جنازه آنها پس از تغس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انداخته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حالت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همان برسات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معروف است، لکن بارندگ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شب هوا سرد شد و بالاپوش به درد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خورد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محتاج به لحاف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B34D3">
      <w:pPr>
        <w:pStyle w:val="Heading1"/>
        <w:rPr>
          <w:rtl/>
          <w:lang w:bidi="fa-IR"/>
        </w:rPr>
      </w:pPr>
      <w:bookmarkStart w:id="156" w:name="_Toc56202930"/>
      <w:bookmarkStart w:id="157" w:name="_Toc56203590"/>
      <w:r w:rsidRPr="00BA20C6">
        <w:rPr>
          <w:rFonts w:hint="eastAsia"/>
          <w:rtl/>
          <w:lang w:bidi="fa-IR"/>
        </w:rPr>
        <w:t>مرگ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bookmarkEnd w:id="156"/>
      <w:bookmarkEnd w:id="157"/>
    </w:p>
    <w:p w:rsidR="00BA20C6" w:rsidRPr="00BA20C6" w:rsidRDefault="00BA20C6" w:rsidP="00BB34D3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هفتم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«دوم اسد»، اوضاع و احوال مثل روز گذشته بود، لکن باد از جلو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سمت مشرق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ضربت امواج به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خورد،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 کوهها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بالا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رفت،</w:t>
      </w:r>
      <w:r w:rsidRPr="00BA20C6">
        <w:rPr>
          <w:rtl/>
          <w:lang w:bidi="fa-IR"/>
        </w:rPr>
        <w:t xml:space="preserve">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دره از دره‌ها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من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بلندت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جلوتر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نقاط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تماشا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کردم،</w:t>
      </w:r>
      <w:r w:rsidRPr="00BA20C6">
        <w:rPr>
          <w:rtl/>
          <w:lang w:bidi="fa-IR"/>
        </w:rPr>
        <w:t xml:space="preserve"> و با چشم اندازه گرفتم درست به قدر هفت هشت ذرع </w:t>
      </w:r>
      <w:r w:rsidRPr="00BA20C6">
        <w:rPr>
          <w:rtl/>
          <w:lang w:bidi="fa-IR"/>
        </w:rPr>
        <w:lastRenderedPageBreak/>
        <w:t>جلو و عقب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نسبت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ارتفاع و انخفاض </w:t>
      </w:r>
      <w:r w:rsidRPr="00BB34D3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معذلک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حالت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کمتر از حالت پهلو به پهلو صدمه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</w:t>
      </w:r>
      <w:r w:rsidRPr="00BA20C6">
        <w:rPr>
          <w:rtl/>
          <w:lang w:bidi="fa-IR"/>
        </w:rPr>
        <w:t>.</w:t>
      </w:r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از سرعت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کاسته شد عمله‌جات گفتند: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شب به ساحل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باشد، ظاهراً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نطور</w:t>
      </w:r>
      <w:r w:rsidRPr="00BA20C6">
        <w:rPr>
          <w:rtl/>
          <w:lang w:bidi="fa-IR"/>
        </w:rPr>
        <w:t xml:space="preserve"> بود شب را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کمال تأن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حرکت بود، امروز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فوت نشد!!</w:t>
      </w:r>
    </w:p>
    <w:p w:rsidR="00BB34D3" w:rsidRDefault="00BB34D3" w:rsidP="00BB34D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BB34D3" w:rsidRPr="00BA20C6" w:rsidRDefault="00BB34D3" w:rsidP="00BB34D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پا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رفتن.</w:t>
      </w:r>
    </w:p>
    <w:p w:rsidR="00BA20C6" w:rsidRPr="00BA20C6" w:rsidRDefault="00BB34D3" w:rsidP="00BB34D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8" w:name="_Toc56202931"/>
      <w:bookmarkStart w:id="159" w:name="_Toc56203591"/>
      <w:r w:rsidR="00BA20C6" w:rsidRPr="00BA20C6">
        <w:rPr>
          <w:rFonts w:hint="eastAsia"/>
          <w:rtl/>
          <w:lang w:bidi="fa-IR"/>
        </w:rPr>
        <w:lastRenderedPageBreak/>
        <w:t>ساحل</w:t>
      </w:r>
      <w:r w:rsidR="00BA20C6" w:rsidRPr="00BA20C6">
        <w:rPr>
          <w:rtl/>
          <w:lang w:bidi="fa-IR"/>
        </w:rPr>
        <w:t xml:space="preserve"> کراچ</w:t>
      </w:r>
      <w:r w:rsidR="00BA20C6" w:rsidRPr="00BA20C6">
        <w:rPr>
          <w:rFonts w:hint="cs"/>
          <w:rtl/>
          <w:lang w:bidi="fa-IR"/>
        </w:rPr>
        <w:t>ی‌</w:t>
      </w:r>
      <w:bookmarkEnd w:id="158"/>
      <w:bookmarkEnd w:id="159"/>
    </w:p>
    <w:p w:rsidR="00BA20C6" w:rsidRPr="00BA20C6" w:rsidRDefault="00BA20C6" w:rsidP="00EE3B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هشتم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«سوم اسد»، اول آفتاب مرغ‌ها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ادتر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ظاهر شدند، بعد از دو سه ساعت به ساحل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 در کنار سواحل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لنگر انداخته بودند، لکن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چون پست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دولت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رفت تا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اسکله که با الوار و چو</w:t>
      </w:r>
      <w:r w:rsidRPr="00BA20C6">
        <w:rPr>
          <w:rFonts w:hint="eastAsia"/>
          <w:rtl/>
          <w:lang w:bidi="fa-IR"/>
        </w:rPr>
        <w:t>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قطور ساخته‌اند، خطوط آهن با اسباب‌ها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جرثق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در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اسکله بنا شده است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نقل مال‌التجاره از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واگون‌ها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بالعکس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آسان است،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جان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ما، از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عجله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فرار، اسبابها را توسط طناب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و در طراده‌ها جا 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‌دادند، و اغلب طناب از دست درم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و اسبابها در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نردبان 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اسکله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کردند،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 کمال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شدند،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ل‌ها</w:t>
      </w:r>
      <w:r w:rsidRPr="00BA20C6">
        <w:rPr>
          <w:rtl/>
          <w:lang w:bidi="fa-IR"/>
        </w:rPr>
        <w:t xml:space="preserve"> و درشکه‌ها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دوچرخه و 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حمل اسباب آنها حاضر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حوال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مسافرخانه،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چاره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خورج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نش</w:t>
      </w:r>
      <w:r w:rsidRPr="00BA20C6">
        <w:rPr>
          <w:rtl/>
          <w:lang w:bidi="fa-IR"/>
        </w:rPr>
        <w:t xml:space="preserve"> افتاد و مرد،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مسافرخانه که در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مسطح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متصل به شهر ساخته شده، عبارت است از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سلسله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مجاوره متصله و از مشرق به طرف مغرب ممتد است و ماب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هر سلسله اطاق با سلسله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کوچه‌ا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</w:t>
      </w:r>
      <w:r w:rsidRPr="00BA20C6">
        <w:rPr>
          <w:rFonts w:hint="eastAsia"/>
          <w:rtl/>
          <w:lang w:bidi="fa-IR"/>
        </w:rPr>
        <w:t>عرض</w:t>
      </w:r>
      <w:r w:rsidRPr="00BA20C6">
        <w:rPr>
          <w:rtl/>
          <w:lang w:bidi="fa-IR"/>
        </w:rPr>
        <w:t xml:space="preserve"> پنج شش ذرع تعب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شده، </w:t>
      </w:r>
      <w:r w:rsidRPr="00EE3B0A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که درواقع هر اطاق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شمالًا و جنوباً به کوچه نگاه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در مشرق و مغربش اطاق است، کف </w:t>
      </w:r>
    </w:p>
    <w:p w:rsidR="00BA20C6" w:rsidRPr="00BA20C6" w:rsidRDefault="00EE3B0A" w:rsidP="00EE3B0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EE3B0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ساخته شده.</w:t>
      </w:r>
    </w:p>
    <w:p w:rsidR="00BA20C6" w:rsidRPr="00BA20C6" w:rsidRDefault="00EE3B0A" w:rsidP="00EE3B0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اطاق‌ها با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مساو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 و سقفش با خاک و سفال پوش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شده است، اطراف آن هم از طرف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پنجره و شبکه‌ها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چوب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است، که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جر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هوا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خوب است، در نها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شمال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اطاق‌ها،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مصطبه </w:t>
      </w:r>
      <w:r w:rsidR="00BA20C6" w:rsidRPr="00EE3B0A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ارتفاع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وجب از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نماز خواندن ساخته شده، که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س</w:t>
      </w:r>
      <w:r w:rsidR="00BA20C6" w:rsidRPr="00BA20C6">
        <w:rPr>
          <w:rFonts w:hint="eastAsia"/>
          <w:rtl/>
          <w:lang w:bidi="fa-IR"/>
        </w:rPr>
        <w:t>مت</w:t>
      </w:r>
      <w:r w:rsidR="00BA20C6" w:rsidRPr="00BA20C6">
        <w:rPr>
          <w:rtl/>
          <w:lang w:bidi="fa-IR"/>
        </w:rPr>
        <w:t xml:space="preserve"> آن چند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منصوب است، و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آب برداشتن و وضو ساختن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راحت است، قدر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دورتر مستراح‌ها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فرنگ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ساخته‌اند، که هر روزه کثافات آن در ظرف‌ها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مخصوص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برداشته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شود،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مسافرخانه گنجا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</w:t>
      </w:r>
      <w:r w:rsidR="00BA20C6" w:rsidRPr="00BA20C6">
        <w:rPr>
          <w:rtl/>
          <w:lang w:bidi="fa-IR"/>
        </w:rPr>
        <w:t xml:space="preserve"> سه چهار هزار نفر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شتر</w:t>
      </w:r>
      <w:r w:rsidR="00BA20C6" w:rsidRPr="00BA20C6">
        <w:rPr>
          <w:rtl/>
          <w:lang w:bidi="fa-IR"/>
        </w:rPr>
        <w:t xml:space="preserve"> را ندارد، ما هم که وارد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تمام اطاقها </w:t>
      </w:r>
      <w:r w:rsidR="00BA20C6" w:rsidRPr="00BA20C6">
        <w:rPr>
          <w:rFonts w:hint="eastAsia"/>
          <w:rtl/>
          <w:lang w:bidi="fa-IR"/>
        </w:rPr>
        <w:t>را</w:t>
      </w:r>
      <w:r w:rsidR="00BA20C6" w:rsidRPr="00BA20C6">
        <w:rPr>
          <w:rtl/>
          <w:lang w:bidi="fa-IR"/>
        </w:rPr>
        <w:t xml:space="preserve">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گرفته بودند.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ما</w:t>
      </w:r>
      <w:r w:rsidRPr="00BA20C6">
        <w:rPr>
          <w:rtl/>
          <w:lang w:bidi="fa-IR"/>
        </w:rPr>
        <w:t xml:space="preserve"> در صحرا نزول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اما وحشت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پل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مراقبت داشت،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از شب گذشته از شدت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داشتن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افتاده و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E3B0A" w:rsidP="00EE3B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0" w:name="_Toc56202932"/>
      <w:bookmarkStart w:id="161" w:name="_Toc56203592"/>
      <w:r w:rsidR="00BA20C6" w:rsidRPr="00BA20C6">
        <w:rPr>
          <w:rFonts w:hint="eastAsia"/>
          <w:rtl/>
          <w:lang w:bidi="fa-IR"/>
        </w:rPr>
        <w:lastRenderedPageBreak/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دار</w:t>
      </w:r>
      <w:r w:rsidR="00BA20C6" w:rsidRPr="00BA20C6">
        <w:rPr>
          <w:rtl/>
          <w:lang w:bidi="fa-IR"/>
        </w:rPr>
        <w:t xml:space="preserve"> از باغ وحش‌</w:t>
      </w:r>
      <w:bookmarkEnd w:id="160"/>
      <w:bookmarkEnd w:id="16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نهم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«چهارم اسد»، </w:t>
      </w:r>
      <w:r w:rsidRPr="00EE3B0A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صبح که از خواب برخواست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حالتمان خوب نبود، رطوبت هوا ما را لخت کرده بود،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سه ساعت از روز گذشته هوا کولاک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 و باران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 و ما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منزل،</w:t>
      </w:r>
      <w:r w:rsidRPr="00BA20C6">
        <w:rPr>
          <w:rtl/>
          <w:lang w:bidi="fa-IR"/>
        </w:rPr>
        <w:t xml:space="preserve">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سابق، و بعد از قطع شدن باران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دستگاه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خوب آوردند و در صحرا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برپا کردند، امورات مسافرخانه و مراقبت حال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</w:p>
    <w:p w:rsidR="00BA20C6" w:rsidRPr="00BA20C6" w:rsidRDefault="00EE3B0A" w:rsidP="00EE3B0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EE3B0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به کسر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فتح طاء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سکّو و مکان مرتفع است.</w:t>
      </w:r>
    </w:p>
    <w:p w:rsidR="00BA20C6" w:rsidRPr="00BA20C6" w:rsidRDefault="00BA20C6" w:rsidP="00EE3B0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پنجم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مرداد ماه.</w:t>
      </w:r>
    </w:p>
    <w:p w:rsidR="00BA20C6" w:rsidRPr="00BA20C6" w:rsidRDefault="00EE3B0A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از</w:t>
      </w:r>
      <w:r w:rsidR="00BA20C6" w:rsidRPr="00BA20C6">
        <w:rPr>
          <w:rtl/>
          <w:lang w:bidi="fa-IR"/>
        </w:rPr>
        <w:t xml:space="preserve"> طرف دولت به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نفر هند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موسوم به «ش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عبدالقادر» مفوض است، مأمور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نظم و امن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هم تحت فرمان و دستور او هستند، منازل هم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مجان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توسط واگون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مسافرخانه عبور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«باغ وحش» که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است و در ظرف دو سه ساعت به کنار آن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تمام باغ مشجر به درخت‌هائ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در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فقط درخت گل ابر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شم</w:t>
      </w:r>
      <w:r w:rsidRPr="00BA20C6">
        <w:rPr>
          <w:rtl/>
          <w:lang w:bidi="fa-IR"/>
        </w:rPr>
        <w:t xml:space="preserve"> را شناخت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tl/>
          <w:lang w:bidi="fa-IR"/>
        </w:rPr>
        <w:t xml:space="preserve"> به شکل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ممتد است، و در کنار آنها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قفس‌ها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خاک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هوائ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مصنوع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جانوران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ساخته شده است. هزاران قسم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غر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وحش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اهل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پرنده و چرنده بحر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ذوح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آنجا بود که فقط اشکال و </w:t>
      </w:r>
      <w:r w:rsidRPr="00BA20C6">
        <w:rPr>
          <w:rFonts w:hint="eastAsia"/>
          <w:rtl/>
          <w:lang w:bidi="fa-IR"/>
        </w:rPr>
        <w:t>صور</w:t>
      </w:r>
      <w:r w:rsidRPr="00BA20C6">
        <w:rPr>
          <w:rtl/>
          <w:lang w:bidi="fa-IR"/>
        </w:rPr>
        <w:t xml:space="preserve"> آن‌ها را، در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صفحات کتب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امروز 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خارج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را با چشم مشاهده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«پ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رمرد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باغ همراه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تماشاچ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افتاد،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آنها، ساز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به کمانچه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زد،</w:t>
      </w:r>
      <w:r w:rsidRPr="00BA20C6">
        <w:rPr>
          <w:rtl/>
          <w:lang w:bidi="fa-IR"/>
        </w:rPr>
        <w:t xml:space="preserve"> هرکس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</w:t>
      </w:r>
      <w:r w:rsidRPr="00BA20C6">
        <w:rPr>
          <w:rtl/>
          <w:lang w:bidi="fa-IR"/>
        </w:rPr>
        <w:t xml:space="preserve"> انعام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او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ساعت گردش خوش گذشت.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مجدداً</w:t>
      </w:r>
      <w:r w:rsidRPr="00BA20C6">
        <w:rPr>
          <w:rtl/>
          <w:lang w:bidi="fa-IR"/>
        </w:rPr>
        <w:t xml:space="preserve"> مراجعت به مسافرخانه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معلوم شد که هر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«آبله» بکوبند و إلّابل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او داده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آبله‌کوب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«حک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از طرف دولت موظف است.</w:t>
      </w:r>
    </w:p>
    <w:p w:rsidR="00BA20C6" w:rsidRPr="00BA20C6" w:rsidRDefault="00EE3B0A" w:rsidP="00EE3B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2" w:name="_Toc56202933"/>
      <w:bookmarkStart w:id="163" w:name="_Toc56203593"/>
      <w:r w:rsidR="00BA20C6" w:rsidRPr="00BA20C6">
        <w:rPr>
          <w:rFonts w:hint="eastAsia"/>
          <w:rtl/>
          <w:lang w:bidi="fa-IR"/>
        </w:rPr>
        <w:lastRenderedPageBreak/>
        <w:t>تماشا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شهر کراچ</w:t>
      </w:r>
      <w:r w:rsidR="00BA20C6" w:rsidRPr="00BA20C6">
        <w:rPr>
          <w:rFonts w:hint="cs"/>
          <w:rtl/>
          <w:lang w:bidi="fa-IR"/>
        </w:rPr>
        <w:t>ی‌</w:t>
      </w:r>
      <w:bookmarkEnd w:id="162"/>
      <w:bookmarkEnd w:id="163"/>
    </w:p>
    <w:p w:rsidR="00BA20C6" w:rsidRPr="00BA20C6" w:rsidRDefault="00BA20C6" w:rsidP="00EE3B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سه‌شنبه 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«پنجم اسد»، چند دفعه 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«حک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اطاق نشسته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آبله بکوب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ممکن</w:t>
      </w:r>
      <w:r w:rsidRPr="00BA20C6">
        <w:rPr>
          <w:rtl/>
          <w:lang w:bidi="fa-IR"/>
        </w:rPr>
        <w:t xml:space="preserve"> نشد،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ازدحام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و پل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با شلاق آنها را پس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داخل و خارج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ما از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دست</w:t>
      </w:r>
      <w:r w:rsidRPr="00BA20C6">
        <w:rPr>
          <w:rtl/>
          <w:lang w:bidi="fa-IR"/>
        </w:rPr>
        <w:t xml:space="preserve"> و پائ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تنبل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از ترس شلاق جلو نرفت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ظهر تعط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کردند.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از «بصره» وارد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شد که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تماماً عازم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ت‌اللَّه»</w:t>
      </w:r>
      <w:r w:rsidRPr="00BA20C6">
        <w:rPr>
          <w:rtl/>
          <w:lang w:bidi="fa-IR"/>
        </w:rPr>
        <w:t xml:space="preserve"> بودند، طرف عصر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>.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 که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اده‌رو</w:t>
      </w:r>
      <w:r w:rsidRPr="00BA20C6">
        <w:rPr>
          <w:rtl/>
          <w:lang w:bidi="fa-IR"/>
        </w:rPr>
        <w:t xml:space="preserve"> سنگ فرش است، و در هر طرف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مغازه‌ها و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 قشنگ نوساز 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است، 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ک واگون شهر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گذرد</w:t>
      </w:r>
      <w:r w:rsidRPr="00BA20C6">
        <w:rPr>
          <w:rtl/>
          <w:lang w:bidi="fa-IR"/>
        </w:rPr>
        <w:t xml:space="preserve"> که با بنز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مغازه‌ها و عمارات مسکون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 آن‌ها تماماً با سنگ و گچ و آجر است، در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باغات و عمارات 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E3B0A" w:rsidP="00EE3B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4" w:name="_Toc56202934"/>
      <w:bookmarkStart w:id="165" w:name="_Toc56203594"/>
      <w:r w:rsidR="00BA20C6" w:rsidRPr="00BA20C6">
        <w:rPr>
          <w:rFonts w:hint="eastAsia"/>
          <w:rtl/>
          <w:lang w:bidi="fa-IR"/>
        </w:rPr>
        <w:lastRenderedPageBreak/>
        <w:t>بتخانه</w:t>
      </w:r>
      <w:r w:rsidR="00BA20C6" w:rsidRPr="00BA20C6">
        <w:rPr>
          <w:rtl/>
          <w:lang w:bidi="fa-IR"/>
        </w:rPr>
        <w:t xml:space="preserve"> در کراچ</w:t>
      </w:r>
      <w:r w:rsidR="00BA20C6" w:rsidRPr="00BA20C6">
        <w:rPr>
          <w:rFonts w:hint="cs"/>
          <w:rtl/>
          <w:lang w:bidi="fa-IR"/>
        </w:rPr>
        <w:t>ی‌</w:t>
      </w:r>
      <w:bookmarkEnd w:id="164"/>
      <w:bookmarkEnd w:id="16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بتکده</w:t>
      </w:r>
      <w:r w:rsidRPr="00BA20C6">
        <w:rPr>
          <w:rtl/>
          <w:lang w:bidi="fa-IR"/>
        </w:rPr>
        <w:t xml:space="preserve"> که تا به حال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آن را بتخانه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 و هرچند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حق ورود به آن را ندارد، لکن از جلو درب بتخانه که شخص نگاه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اندازد،</w:t>
      </w:r>
      <w:r w:rsidRPr="00BA20C6">
        <w:rPr>
          <w:rtl/>
          <w:lang w:bidi="fa-IR"/>
        </w:rPr>
        <w:t xml:space="preserve"> بتها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که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آنها به شکل گربه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شکل آدم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شش دست و پا هستند، مخصوصاً در تمام بتخانه‌ها بت‌ها را قسمت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گذاشته‌اند که از جلو درب، خوب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«هندوها»</w:t>
      </w:r>
      <w:r w:rsidRPr="00BA20C6">
        <w:rPr>
          <w:rtl/>
          <w:lang w:bidi="fa-IR"/>
        </w:rPr>
        <w:t xml:space="preserve"> تماماً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خال قرمز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زرد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گذارند</w:t>
      </w:r>
      <w:r w:rsidRPr="00BA20C6">
        <w:rPr>
          <w:rtl/>
          <w:lang w:bidi="fa-IR"/>
        </w:rPr>
        <w:t xml:space="preserve"> که ما به الامت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آنهااست و جوهر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با آن خال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گذارند</w:t>
      </w:r>
      <w:r w:rsidRPr="00BA20C6">
        <w:rPr>
          <w:rtl/>
          <w:lang w:bidi="fa-IR"/>
        </w:rPr>
        <w:t xml:space="preserve"> برگ درخت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با بول مادّه‌گاو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کرده‌اند!!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شهر مسلمان کم است و غالبشان هندو هستند.</w:t>
      </w:r>
    </w:p>
    <w:p w:rsidR="00BA20C6" w:rsidRPr="00BA20C6" w:rsidRDefault="00BA20C6" w:rsidP="00EE3B0A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شهر</w:t>
      </w:r>
      <w:r w:rsidRPr="00BA20C6">
        <w:rPr>
          <w:rtl/>
          <w:lang w:bidi="fa-IR"/>
        </w:rPr>
        <w:t xml:space="preserve">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رفته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که هنوز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است،</w:t>
      </w:r>
      <w:r w:rsidRPr="00BA20C6">
        <w:rPr>
          <w:rtl/>
          <w:lang w:bidi="fa-IR"/>
        </w:rPr>
        <w:t xml:space="preserve"> منزل فقرا و بلوچ‌ها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مه‌وحش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شهر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به فرم و س</w:t>
      </w:r>
      <w:r w:rsidR="00EE3B0A">
        <w:rPr>
          <w:rFonts w:hint="cs"/>
          <w:rtl/>
          <w:lang w:bidi="fa-IR"/>
        </w:rPr>
        <w:t>لی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اروپا ساخته شده، فقط بازارش از آثار و علامات مشرق‌زم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است، تمام شهر با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روشن و به توسط لوله‌ها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مشروب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گفتند آب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لوله‌ها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آب‌انبار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کوه ساخته شده 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‌آ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درشکه‌ها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تماماً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اسب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دو اسبه معمول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دوچرخه‌ها عموماً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شتر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دو رأس الاغ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زوج گاو نر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زنها بچه خود را برخلاف وضع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از پهلو بغل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دماغ و گوشها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با گوشواره‌ها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نقره و طلا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اول شب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عال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تر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لکن</w:t>
      </w:r>
      <w:r w:rsidRPr="00BA20C6">
        <w:rPr>
          <w:rtl/>
          <w:lang w:bidi="fa-IR"/>
        </w:rPr>
        <w:t xml:space="preserve"> زودتر به مسافرخانه برگشت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کورس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درشکه در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ارزان است، و تمام شهر را با چند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گردش کرد.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شهر</w:t>
      </w:r>
      <w:r w:rsidRPr="00BA20C6">
        <w:rPr>
          <w:rtl/>
          <w:lang w:bidi="fa-IR"/>
        </w:rPr>
        <w:t xml:space="preserve">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جنوباً توسط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خط آهن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شمالًا به سرحدّات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متصل است، و مصنوعات و منسوجات در آنجا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 است،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انگور و انار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بود که اسم آنها 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انگورها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ناً</w:t>
      </w:r>
      <w:r w:rsidRPr="00BA20C6">
        <w:rPr>
          <w:rtl/>
          <w:lang w:bidi="fa-IR"/>
        </w:rPr>
        <w:t xml:space="preserve"> از نوع انگور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در «طهران» معروف به انگور کلاچه است، تصور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کنم</w:t>
      </w:r>
      <w:r w:rsidRPr="00BA20C6">
        <w:rPr>
          <w:rtl/>
          <w:lang w:bidi="fa-IR"/>
        </w:rPr>
        <w:t xml:space="preserve"> کلاچه محرف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باشد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انگور 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EE3B0A">
      <w:pPr>
        <w:pStyle w:val="Heading1"/>
        <w:rPr>
          <w:rtl/>
          <w:lang w:bidi="fa-IR"/>
        </w:rPr>
      </w:pPr>
      <w:bookmarkStart w:id="166" w:name="_Toc56202935"/>
      <w:bookmarkStart w:id="167" w:name="_Toc56203595"/>
      <w:r w:rsidRPr="00BA20C6">
        <w:rPr>
          <w:rFonts w:hint="eastAsia"/>
          <w:rtl/>
          <w:lang w:bidi="fa-IR"/>
        </w:rPr>
        <w:t>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ی‌</w:t>
      </w:r>
      <w:bookmarkEnd w:id="166"/>
      <w:bookmarkEnd w:id="167"/>
    </w:p>
    <w:p w:rsidR="00BA20C6" w:rsidRPr="00BA20C6" w:rsidRDefault="00BA20C6" w:rsidP="00EE3B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به هزار زحمت در اطاق 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رفته آبله کوب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ورقه تصد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دادند که با تذکره به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سپرد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تا «چت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="00EE3B0A">
        <w:rPr>
          <w:rFonts w:hint="cs"/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پاره کنند، آبله کوب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را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سوزن زدن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حمام شهر رفتند و شکل آن از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شرح دادند،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دکان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سلمان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عقب آن دو سه 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دارد، در هر 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به ارتفاع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ذرع از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آب گرم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آب سرد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منصوب است،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طشتک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 شده است، مشتر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اول اصلاح سر و صورت را کرده،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زوا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نشسته خود را شستشو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و صابون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چون</w:t>
      </w:r>
      <w:r w:rsidRPr="00BA20C6">
        <w:rPr>
          <w:rtl/>
          <w:lang w:bidi="fa-IR"/>
        </w:rPr>
        <w:t xml:space="preserve">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مطلوب نبود، و چنانچه مذکور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صاحب حمام‌ها هندو بودند، ما به همان شستشو در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کنار مسافرخانه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وضو ساختن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شده است اکتفا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مسافرخانه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گودال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بود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چشمه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نهر سر 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آب گرم،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دو سنگ آب داخل 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چند دفعه هم به </w:t>
      </w:r>
      <w:r w:rsidRPr="00BA20C6">
        <w:rPr>
          <w:rtl/>
          <w:lang w:bidi="fa-IR"/>
        </w:rPr>
        <w:lastRenderedPageBreak/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آن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آب، چشمه آب گرم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در آن شستشو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اتفاقاً آب مزبور مثل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آب گرم‌ها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عفونت هم داشت، لکن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راً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معلوم</w:t>
      </w:r>
      <w:r w:rsidRPr="00BA20C6">
        <w:rPr>
          <w:rtl/>
          <w:lang w:bidi="fa-IR"/>
        </w:rPr>
        <w:t xml:space="preserve"> شد که فاضلاب کارخانه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خ‌ساز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به توسط آن، آب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را تجز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 با آب خالص و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مصنوع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فاضل آن با مواد تلخ و شور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گودال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کنار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گودال آب هم،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کلبه‌ها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بناها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مسکن بلوچ‌ها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مه‌وحش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امشب عده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کابل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مشغول جمع آور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اسباب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خود بودند، که فردا صبح با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موسوم به «ن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رنگ»</w:t>
      </w:r>
      <w:r w:rsidRPr="00BA20C6">
        <w:rPr>
          <w:rtl/>
          <w:lang w:bidi="fa-IR"/>
        </w:rPr>
        <w:t xml:space="preserve"> حرکت کنند.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913E2">
      <w:pPr>
        <w:pStyle w:val="Heading1"/>
        <w:rPr>
          <w:rtl/>
          <w:lang w:bidi="fa-IR"/>
        </w:rPr>
      </w:pPr>
      <w:bookmarkStart w:id="168" w:name="_Toc56202936"/>
      <w:bookmarkStart w:id="169" w:name="_Toc56203596"/>
      <w:r w:rsidRPr="00BA20C6">
        <w:rPr>
          <w:rFonts w:hint="eastAsia"/>
          <w:rtl/>
          <w:lang w:bidi="fa-IR"/>
        </w:rPr>
        <w:t>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کابل</w:t>
      </w:r>
      <w:r w:rsidRPr="00BA20C6">
        <w:rPr>
          <w:rFonts w:hint="cs"/>
          <w:rtl/>
          <w:lang w:bidi="fa-IR"/>
        </w:rPr>
        <w:t>ی‌</w:t>
      </w:r>
      <w:bookmarkEnd w:id="168"/>
      <w:bookmarkEnd w:id="16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صبحِ زود،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کابل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طرف اسکله رفتند، و طرف ظهر با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رنگ»</w:t>
      </w:r>
      <w:r w:rsidRPr="00BA20C6">
        <w:rPr>
          <w:rtl/>
          <w:lang w:bidi="fa-IR"/>
        </w:rPr>
        <w:t xml:space="preserve"> حرکت کردند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«جده»، ما و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در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منزل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مشغول به سوزن زدن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آبله کوب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دفعه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شهر رفته شب را به مناسبت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جمعه،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دسته دسته اشتغال به ذکر مص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بت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داشتند،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 واعظ 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 که عازم «مکّه» است در مسافرخانه بساط نماز جماعت و موعظه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برپا کرده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جمعه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«هشتم اسد»، از طرف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اعلام شد که چون عده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حاضر،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معموله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که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حرکت کند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است،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نفر با خط آهن بروند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که از آن‌جا با حجاز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«جده» بر</w:t>
      </w:r>
      <w:r w:rsidRPr="00BA20C6">
        <w:rPr>
          <w:rFonts w:hint="eastAsia"/>
          <w:rtl/>
          <w:lang w:bidi="fa-IR"/>
        </w:rPr>
        <w:t>وند،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نطور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lastRenderedPageBreak/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عده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رهم</w:t>
      </w:r>
      <w:r w:rsidRPr="00BA20C6">
        <w:rPr>
          <w:rtl/>
          <w:lang w:bidi="fa-IR"/>
        </w:rPr>
        <w:t xml:space="preserve"> به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خود با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رفتند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913E2">
      <w:pPr>
        <w:pStyle w:val="Heading1"/>
        <w:rPr>
          <w:rtl/>
          <w:lang w:bidi="fa-IR"/>
        </w:rPr>
      </w:pPr>
      <w:bookmarkStart w:id="170" w:name="_Toc56202937"/>
      <w:bookmarkStart w:id="171" w:name="_Toc56203597"/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خوف و رجاء</w:t>
      </w:r>
      <w:bookmarkEnd w:id="170"/>
      <w:bookmarkEnd w:id="17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چهاردهم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«نهم اسد»، زمزمه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در ساحل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نخواهد آمد،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عده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خواهند ماند و تمام کسان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هنوز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نگرفته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مضطرب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تا عصر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خوف و رجا، از صدق و کذب قض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برگزار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شب 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خودش حاضر نبود اجزا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هم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913E2">
      <w:pPr>
        <w:pStyle w:val="Heading1"/>
        <w:rPr>
          <w:rtl/>
          <w:lang w:bidi="fa-IR"/>
        </w:rPr>
      </w:pPr>
      <w:bookmarkStart w:id="172" w:name="_Toc56202938"/>
      <w:bookmarkStart w:id="173" w:name="_Toc56203598"/>
      <w:r w:rsidRPr="00BA20C6">
        <w:rPr>
          <w:rFonts w:hint="eastAsia"/>
          <w:rtl/>
          <w:lang w:bidi="fa-IR"/>
        </w:rPr>
        <w:t>ظرف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 شد</w:t>
      </w:r>
      <w:bookmarkEnd w:id="172"/>
      <w:bookmarkEnd w:id="173"/>
    </w:p>
    <w:p w:rsidR="00BA20C6" w:rsidRPr="00BA20C6" w:rsidRDefault="00BA20C6" w:rsidP="00D913E2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در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شورش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طرف آزاد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خواهان</w:t>
      </w:r>
      <w:r w:rsidRPr="00BA20C6">
        <w:rPr>
          <w:rtl/>
          <w:lang w:bidi="fa-IR"/>
        </w:rPr>
        <w:t xml:space="preserve"> و استقلال‌طلبان «هندوستان» برپا شد، شهر به حال تعط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بود، اعلان حکومت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از طرف دولت داده شد و موجب مز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اضطراب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اول غروب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آمد و در اطاق 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نشست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خواس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که چت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را با تذکره و پاس به آنها رد کند، و صبح با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موسوم به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حرکت کنند، خواندن اسام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دادن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طها</w:t>
      </w:r>
      <w:r w:rsidRPr="00BA20C6">
        <w:rPr>
          <w:rtl/>
          <w:lang w:bidi="fa-IR"/>
        </w:rPr>
        <w:t xml:space="preserve">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بالأخره ساعت چهار از شب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اعلام کرد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هزار نفر که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به آنها داده شد، عدد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معمول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است، باق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ماندگان</w:t>
      </w:r>
      <w:r w:rsidRPr="00BA20C6">
        <w:rPr>
          <w:rtl/>
          <w:lang w:bidi="fa-IR"/>
        </w:rPr>
        <w:t xml:space="preserve"> چون </w:t>
      </w:r>
      <w:r w:rsidRPr="00BA20C6">
        <w:rPr>
          <w:rtl/>
          <w:lang w:bidi="fa-IR"/>
        </w:rPr>
        <w:lastRenderedPageBreak/>
        <w:t>نمرات سوزن‌زن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بعد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هزار نفر است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ندارند، و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به اوطان خود مراجعت کنند 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به «جده» ندار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!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که با کمال خونسرد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لاق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طرف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خ»</w:t>
      </w:r>
      <w:r w:rsidRPr="00BA20C6">
        <w:rPr>
          <w:rtl/>
          <w:lang w:bidi="fa-IR"/>
        </w:rPr>
        <w:t xml:space="preserve"> ادا شد، مثل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صاعقه آسمان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بر سر ما فرود آمد، کانّه خون در عروق ما منجمد شد و از حرکت افتاد، ندانست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چه بگوئ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چه بکن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هرچند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عجز و لابه افتادند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ش</w:t>
      </w:r>
      <w:r w:rsidRPr="00BA20C6">
        <w:rPr>
          <w:rFonts w:hint="eastAsia"/>
          <w:rtl/>
          <w:lang w:bidi="fa-IR"/>
        </w:rPr>
        <w:t>دت</w:t>
      </w:r>
      <w:r w:rsidRPr="00BA20C6">
        <w:rPr>
          <w:rtl/>
          <w:lang w:bidi="fa-IR"/>
        </w:rPr>
        <w:t xml:space="preserve"> غضب و اوقات تلخ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خ»</w:t>
      </w:r>
      <w:r w:rsidRPr="00BA20C6">
        <w:rPr>
          <w:rtl/>
          <w:lang w:bidi="fa-IR"/>
        </w:rPr>
        <w:t xml:space="preserve"> را مورد شماتت و بدگوئ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قرار دادند، لکن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ابداً متأثر نشد و باز تکرار کرد که مسئله‌ا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مانده</w:t>
      </w:r>
      <w:r w:rsidRPr="00BA20C6">
        <w:rPr>
          <w:rtl/>
          <w:lang w:bidi="fa-IR"/>
        </w:rPr>
        <w:t xml:space="preserve"> بروند به اوطان خود، و سال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به «مکه» بروند.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کل حال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بهت و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رت</w:t>
      </w:r>
      <w:r w:rsidRPr="00BA20C6">
        <w:rPr>
          <w:rtl/>
          <w:lang w:bidi="fa-IR"/>
        </w:rPr>
        <w:t xml:space="preserve"> به منازل خود برگشته و تا صبح نخواب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فکر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غوطه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مشاوره و چاره‌جوئ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با کمال حسرت نگاه به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ون،</w:t>
      </w:r>
      <w:r w:rsidRPr="00BA20C6">
        <w:rPr>
          <w:rtl/>
          <w:lang w:bidi="fa-IR"/>
        </w:rPr>
        <w:t xml:space="preserve"> که مشغول بستن بار و بنه خود بودند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«حاج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حمله‌دار، و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پسر عمو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فقط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نظرشان آمد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 که فردا صبح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منزل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نام و به او متوسّل بشو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قرار مذکور مشارٌال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تاجر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عه،</w:t>
      </w:r>
      <w:r w:rsidRPr="00BA20C6">
        <w:rPr>
          <w:rtl/>
          <w:lang w:bidi="fa-IR"/>
        </w:rPr>
        <w:t xml:space="preserve"> و همه‌ساله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خدمت و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حجاج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تموّل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مکنت فوق العاده او موجب اعتبارش در نظر اول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دولت است،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اعتبار را در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نوع‌پرست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عموم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اعمال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</w:t>
      </w:r>
    </w:p>
    <w:p w:rsidR="00BA20C6" w:rsidRPr="00BA20C6" w:rsidRDefault="00D913E2" w:rsidP="00D913E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74" w:name="_Toc56202939"/>
      <w:bookmarkStart w:id="175" w:name="_Toc56203599"/>
      <w:r w:rsidR="00BA20C6" w:rsidRPr="00BA20C6">
        <w:rPr>
          <w:rFonts w:hint="eastAsia"/>
          <w:rtl/>
          <w:lang w:bidi="fa-IR"/>
        </w:rPr>
        <w:lastRenderedPageBreak/>
        <w:t>فرصت‌طلبان‌</w:t>
      </w:r>
      <w:bookmarkEnd w:id="174"/>
      <w:bookmarkEnd w:id="175"/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از اول طلوع فجر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«جحاز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ون»،</w:t>
      </w:r>
      <w:r w:rsidRPr="00BA20C6">
        <w:rPr>
          <w:rtl/>
          <w:lang w:bidi="fa-IR"/>
        </w:rPr>
        <w:t xml:space="preserve"> </w:t>
      </w:r>
      <w:r w:rsidRPr="00D913E2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شروع به حرکت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اسکله کردند، 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درشکه‌ها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هم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حمل و نقل خودشان و اسبابشان حاضر بود، و هرچند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خوشحال باشند لکن افسردگ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ماندگان</w:t>
      </w:r>
      <w:r w:rsidRPr="00BA20C6">
        <w:rPr>
          <w:rtl/>
          <w:lang w:bidi="fa-IR"/>
        </w:rPr>
        <w:t xml:space="preserve"> آنها را هم ملول و افسرده کرده بود، هرکس با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و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مشغول وداع و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بود، «حاج ملا محمّد»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ماندن من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خودش را با کمال صم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اصرار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</w:t>
      </w:r>
      <w:r w:rsidRPr="00BA20C6">
        <w:rPr>
          <w:rtl/>
          <w:lang w:bidi="fa-IR"/>
        </w:rPr>
        <w:t xml:space="preserve"> به من بدهد بروم به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 شوم قبول نکردم، لکن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موقع استفاده کرده،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خود را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و </w:t>
      </w:r>
      <w:r w:rsidRPr="00BA20C6">
        <w:rPr>
          <w:rFonts w:hint="eastAsia"/>
          <w:rtl/>
          <w:lang w:bidi="fa-IR"/>
        </w:rPr>
        <w:t>پنجاه</w:t>
      </w:r>
      <w:r w:rsidRPr="00BA20C6">
        <w:rPr>
          <w:rtl/>
          <w:lang w:bidi="fa-IR"/>
        </w:rPr>
        <w:t xml:space="preserve">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گرفته بودند به مبلغ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صد</w:t>
      </w:r>
      <w:r w:rsidRPr="00BA20C6">
        <w:rPr>
          <w:rtl/>
          <w:lang w:bidi="fa-IR"/>
        </w:rPr>
        <w:t xml:space="preserve"> 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چهارصد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گران</w:t>
      </w:r>
      <w:r w:rsidRPr="00BA20C6">
        <w:rPr>
          <w:rtl/>
          <w:lang w:bidi="fa-IR"/>
        </w:rPr>
        <w:t xml:space="preserve"> فروختند،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از آفتاب گذشته تمام مسافرخانه و محوطه آن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بود، فقط به قدر چهارصد مسافر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مانده بود که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نفر آنها شهر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دهات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رعا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«ترک» و «خراسان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D913E2" w:rsidRPr="00BA20C6" w:rsidRDefault="00D913E2" w:rsidP="00D913E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D913E2" w:rsidRPr="00BA20C6" w:rsidRDefault="00D913E2" w:rsidP="00D913E2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D913E2" w:rsidP="00D913E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76" w:name="_Toc56202940"/>
      <w:bookmarkStart w:id="177" w:name="_Toc56203600"/>
      <w:r w:rsidR="00BA20C6" w:rsidRPr="00BA20C6">
        <w:rPr>
          <w:rFonts w:hint="eastAsia"/>
          <w:rtl/>
          <w:lang w:bidi="fa-IR"/>
        </w:rPr>
        <w:lastRenderedPageBreak/>
        <w:t>شکوه</w:t>
      </w:r>
      <w:r w:rsidR="00BA20C6" w:rsidRPr="00BA20C6">
        <w:rPr>
          <w:rtl/>
          <w:lang w:bidi="fa-IR"/>
        </w:rPr>
        <w:t xml:space="preserve"> از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عبدالقادر</w:t>
      </w:r>
      <w:bookmarkEnd w:id="176"/>
      <w:bookmarkEnd w:id="177"/>
    </w:p>
    <w:p w:rsidR="00BA20C6" w:rsidRPr="00BA20C6" w:rsidRDefault="00BA20C6" w:rsidP="00D913E2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بر</w:t>
      </w:r>
      <w:r w:rsidRPr="00BA20C6">
        <w:rPr>
          <w:rtl/>
          <w:lang w:bidi="fa-IR"/>
        </w:rPr>
        <w:t xml:space="preserve"> طبق قرارداد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ما شش هفت نفر، به راهنمائ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که زبان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دانست،</w:t>
      </w:r>
      <w:r w:rsidRPr="00BA20C6">
        <w:rPr>
          <w:rtl/>
          <w:lang w:bidi="fa-IR"/>
        </w:rPr>
        <w:t xml:space="preserve"> و با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آشنائ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سابقه داشت، سوار درشکه شده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شهر، در حجره 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مزبور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بالاخانه و عمارت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و بادزن‌ها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متحرکه، که با قوه برق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تلط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خنک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شرح حال خود را توسط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از منش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ان‌اش</w:t>
      </w:r>
      <w:r w:rsidRPr="00BA20C6">
        <w:rPr>
          <w:rtl/>
          <w:lang w:bidi="fa-IR"/>
        </w:rPr>
        <w:t xml:space="preserve"> که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</w:t>
      </w:r>
      <w:r w:rsidRPr="00BA20C6">
        <w:rPr>
          <w:rtl/>
          <w:lang w:bidi="fa-IR"/>
        </w:rPr>
        <w:t xml:space="preserve"> اظهار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جواب گفت که من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مطلع شدم، و با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و قائم‌مقام شهر که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مذاکرات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کردم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نبخش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مجدد دستور داد که شما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فلان</w:t>
      </w:r>
      <w:r w:rsidRPr="00BA20C6">
        <w:rPr>
          <w:rtl/>
          <w:lang w:bidi="fa-IR"/>
        </w:rPr>
        <w:t xml:space="preserve">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(اسمش را فراموش کرده‌ام) که وال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مضافات آن است، و از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شکا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روزه مکلف بوده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تدارک «حجاز» بنما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مثل آن عده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هم بفرستد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لااقل حرف امروز را در ابتدا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ورود به ما بگو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تا به فکر کار خود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نه آن که ما را تا امروز که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حج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نمانده معطل کند، بعد گفت من هم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با چند نفر به شما خواهم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D913E2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موافق دستور مزبور از عمارت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منزل وال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ضمن 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محمدحس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راقچ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همسفر ما آمد و گفت، من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خواهم</w:t>
      </w:r>
      <w:r w:rsidRPr="00BA20C6">
        <w:rPr>
          <w:rtl/>
          <w:lang w:bidi="fa-IR"/>
        </w:rPr>
        <w:t xml:space="preserve"> سوار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بروم، و حالا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وداع و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شما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آمده‌ام، و اظهار نمود که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ماه</w:t>
      </w:r>
      <w:r w:rsidRPr="00BA20C6">
        <w:rPr>
          <w:rFonts w:hint="eastAsia"/>
          <w:rtl/>
          <w:lang w:bidi="fa-IR"/>
        </w:rPr>
        <w:t>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همسفر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ما هم، به طور قاچاق خود را داخل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است، 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به خدا سپرد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نارفاقت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رفقا موجب مز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تحسر و تألم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بعد توسط سه دستگاه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دنبال مقصد</w:t>
      </w:r>
      <w:r w:rsidR="00D913E2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خود،</w:t>
      </w:r>
      <w:r w:rsidRPr="00BA20C6">
        <w:rPr>
          <w:rtl/>
          <w:lang w:bidi="fa-IR"/>
        </w:rPr>
        <w:t xml:space="preserve"> چون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زبان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نفر شوفر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ترجمان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خانه حاکم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شهر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8A6B8B">
      <w:pPr>
        <w:pStyle w:val="Heading1"/>
        <w:rPr>
          <w:rtl/>
          <w:lang w:bidi="fa-IR"/>
        </w:rPr>
      </w:pPr>
      <w:bookmarkStart w:id="178" w:name="_Toc56202941"/>
      <w:bookmarkStart w:id="179" w:name="_Toc56203601"/>
      <w:r w:rsidRPr="00BA20C6">
        <w:rPr>
          <w:rFonts w:hint="eastAsia"/>
          <w:rtl/>
          <w:lang w:bidi="fa-IR"/>
        </w:rPr>
        <w:t>حاکم</w:t>
      </w:r>
      <w:r w:rsidRPr="00BA20C6">
        <w:rPr>
          <w:rtl/>
          <w:lang w:bidi="fa-IR"/>
        </w:rPr>
        <w:t xml:space="preserve">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ی‌</w:t>
      </w:r>
      <w:bookmarkEnd w:id="178"/>
      <w:bookmarkEnd w:id="179"/>
    </w:p>
    <w:p w:rsidR="00BA20C6" w:rsidRPr="00BA20C6" w:rsidRDefault="00BA20C6" w:rsidP="008A6B8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ربع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آنجا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اطلاع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چند نفر از 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حجاج وقت ملاقات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عرض شکا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خواهند،</w:t>
      </w:r>
      <w:r w:rsidRPr="00BA20C6">
        <w:rPr>
          <w:rtl/>
          <w:lang w:bidi="fa-IR"/>
        </w:rPr>
        <w:t xml:space="preserve"> فوراً احضار نمود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که با کمال تفرعن و تبختر، در تالار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جلوس کرده، ترجمان ما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نه درست مطالب ما را فهم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که حا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کند، و نه سؤالات حاکم را درست به ما افهام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نمود،</w:t>
      </w:r>
      <w:r w:rsidRPr="00BA20C6">
        <w:rPr>
          <w:rtl/>
          <w:lang w:bidi="fa-IR"/>
        </w:rPr>
        <w:t xml:space="preserve"> من بدون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احتمال بدهم حاکم مزبور «فرانسه»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داند،</w:t>
      </w:r>
      <w:r w:rsidRPr="00BA20C6">
        <w:rPr>
          <w:rtl/>
          <w:lang w:bidi="fa-IR"/>
        </w:rPr>
        <w:t xml:space="preserve"> به اشاره و اصرار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به زبان «فرانسه» سؤال کردم (آقا شما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فرانسه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د؟</w:t>
      </w:r>
      <w:r w:rsidRPr="00BA20C6">
        <w:rPr>
          <w:rtl/>
          <w:lang w:bidi="fa-IR"/>
        </w:rPr>
        <w:t>) حاکم متوجه به من شده جواب داد: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دانم،</w:t>
      </w:r>
      <w:r w:rsidRPr="00BA20C6">
        <w:rPr>
          <w:rtl/>
          <w:lang w:bidi="fa-IR"/>
        </w:rPr>
        <w:t xml:space="preserve"> و پس از شروع به صحبت گفت: آقا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م‌تر</w:t>
      </w:r>
      <w:r w:rsidRPr="00BA20C6">
        <w:rPr>
          <w:rtl/>
          <w:lang w:bidi="fa-IR"/>
        </w:rPr>
        <w:t xml:space="preserve"> حرف بزن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«فرانسه» زبان امّ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در مدرسه تحص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کرده‌ام و درست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فهمم</w:t>
      </w:r>
      <w:r w:rsidRPr="00BA20C6">
        <w:rPr>
          <w:rtl/>
          <w:lang w:bidi="fa-IR"/>
        </w:rPr>
        <w:t>.</w:t>
      </w:r>
    </w:p>
    <w:p w:rsidR="00BA20C6" w:rsidRPr="00BA20C6" w:rsidRDefault="00BA20C6" w:rsidP="008A6B8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جواب</w:t>
      </w:r>
      <w:r w:rsidRPr="00BA20C6">
        <w:rPr>
          <w:rtl/>
          <w:lang w:bidi="fa-IR"/>
        </w:rPr>
        <w:t xml:space="preserve"> دادم اتفاقاً من هم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هستم، و «فرانسه» را در مدرسه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گرفته‌ام، و خلاصه حرفها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بعد از تذکار از دوست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مودت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ملت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و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س»،</w:t>
      </w:r>
      <w:r w:rsidRPr="00BA20C6">
        <w:rPr>
          <w:rtl/>
          <w:lang w:bidi="fa-IR"/>
        </w:rPr>
        <w:t xml:space="preserve"> و استحکام مبان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معاهدات دو دولت، خصوصاً قرارداد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که توسط 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س‌الوزراء</w:t>
      </w:r>
      <w:r w:rsidRPr="00BA20C6">
        <w:rPr>
          <w:rtl/>
          <w:lang w:bidi="fa-IR"/>
        </w:rPr>
        <w:t xml:space="preserve"> فعل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«وثوق‌ا</w:t>
      </w:r>
      <w:r w:rsidRPr="00BA20C6">
        <w:rPr>
          <w:rFonts w:hint="eastAsia"/>
          <w:rtl/>
          <w:lang w:bidi="fa-IR"/>
        </w:rPr>
        <w:t>لدوله»</w:t>
      </w:r>
      <w:r w:rsidRPr="00BA20C6">
        <w:rPr>
          <w:rtl/>
          <w:lang w:bidi="fa-IR"/>
        </w:rPr>
        <w:t xml:space="preserve"> منعقد شده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 که،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متحد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شما، از بلاد بع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با تحمل مخارج گزاف و زحمات شاقه، صحرانورد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کرده، و در قلمرو مملکت شما وارد شده‌اند،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وصول به مقصدشان که «مکّه» است، و اجرا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احکام و الزامات مذهب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آنها،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دفعه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نمانده،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وظا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مهمان‌دار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شما اقتضا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 xml:space="preserve"> که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درباره آنها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نوع رفتار کند؟ بعد شرح ورود به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آبله‌کوب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حرکت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ماندن</w:t>
      </w:r>
      <w:r w:rsidRPr="00BA20C6">
        <w:rPr>
          <w:rtl/>
          <w:lang w:bidi="fa-IR"/>
        </w:rPr>
        <w:t xml:space="preserve"> خودمان و امر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به مراجعت را داده، اضافه نم</w:t>
      </w:r>
      <w:r w:rsidRPr="00BA20C6">
        <w:rPr>
          <w:rFonts w:hint="eastAsia"/>
          <w:rtl/>
          <w:lang w:bidi="fa-IR"/>
        </w:rPr>
        <w:t>ودم</w:t>
      </w:r>
      <w:r w:rsidRPr="00BA20C6">
        <w:rPr>
          <w:rtl/>
          <w:lang w:bidi="fa-IR"/>
        </w:rPr>
        <w:t xml:space="preserve"> که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مردها در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سوار شده‌اند، که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الات</w:t>
      </w:r>
      <w:r w:rsidRPr="00BA20C6">
        <w:rPr>
          <w:rtl/>
          <w:lang w:bidi="fa-IR"/>
        </w:rPr>
        <w:t xml:space="preserve"> آنها مانده و عکس آن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شده است، و غالباً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رفته‌اند و خرج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همراهان با آنها است و بالعکس.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موقع حاکم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کلمات متأثر شده، لب‌ها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بعد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ورقه سفارش‌نامه از «مستر کاکس»، «سف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در «طهران» داشتم،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او گذاشتم بعد از خواندن گفت من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توانم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نفر را که مورد سفارش و توص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هستند، با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بدهم، گفتم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چکدام</w:t>
      </w:r>
      <w:r w:rsidRPr="00BA20C6">
        <w:rPr>
          <w:rtl/>
          <w:lang w:bidi="fa-IR"/>
        </w:rPr>
        <w:t xml:space="preserve"> 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ستند</w:t>
      </w:r>
      <w:r w:rsidRPr="00BA20C6">
        <w:rPr>
          <w:rtl/>
          <w:lang w:bidi="fa-IR"/>
        </w:rPr>
        <w:t xml:space="preserve"> و تمنا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اعزام تمام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A6B8B" w:rsidP="008A6B8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80" w:name="_Toc56202942"/>
      <w:bookmarkStart w:id="181" w:name="_Toc56203602"/>
      <w:r w:rsidR="00BA20C6" w:rsidRPr="00BA20C6">
        <w:rPr>
          <w:rFonts w:hint="eastAsia"/>
          <w:rtl/>
          <w:lang w:bidi="fa-IR"/>
        </w:rPr>
        <w:lastRenderedPageBreak/>
        <w:t>ماجرا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ون‌</w:t>
      </w:r>
      <w:bookmarkEnd w:id="180"/>
      <w:bookmarkEnd w:id="181"/>
    </w:p>
    <w:p w:rsidR="00BA20C6" w:rsidRPr="00BA20C6" w:rsidRDefault="00BA20C6" w:rsidP="008A6B8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ضمن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موجب قول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داده بود آمد،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رمرد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ش‌سف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معمم،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با عمامه زربفت همراه 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بودند، اما آن دو نفر را مقدم بر خود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داشت،</w:t>
      </w:r>
      <w:r w:rsidRPr="00BA20C6">
        <w:rPr>
          <w:rtl/>
          <w:lang w:bidi="fa-IR"/>
        </w:rPr>
        <w:t xml:space="preserve"> و حاکم نسبت به شخص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رالذکر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احترام و تجل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کرد، و به زبان «هند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مشغول صحب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شد. اتفاقاً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رمرد</w:t>
      </w:r>
      <w:r w:rsidRPr="00BA20C6">
        <w:rPr>
          <w:rtl/>
          <w:lang w:bidi="fa-IR"/>
        </w:rPr>
        <w:t xml:space="preserve">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نشسته بود، و صحبت‌ها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را به عرب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ترجمه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خود را «قاض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و آن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راجه‌ها و شاهزادگان «هندوستان» معرف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نمود.</w:t>
      </w:r>
    </w:p>
    <w:p w:rsidR="00BA20C6" w:rsidRPr="00BA20C6" w:rsidRDefault="00BA20C6" w:rsidP="008A6B8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خلاصه</w:t>
      </w:r>
      <w:r w:rsidRPr="00BA20C6">
        <w:rPr>
          <w:rtl/>
          <w:lang w:bidi="fa-IR"/>
        </w:rPr>
        <w:t xml:space="preserve"> صحبت‌ها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با حاکم همان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مذاکرات ما بود. بعلاوه شخص راجه گفت: هرگاه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من خود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فوراً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کنم،</w:t>
      </w:r>
      <w:r w:rsidRPr="00BA20C6">
        <w:rPr>
          <w:rtl/>
          <w:lang w:bidi="fa-IR"/>
        </w:rPr>
        <w:t xml:space="preserve"> و آنها را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دهم،</w:t>
      </w:r>
      <w:r w:rsidRPr="00BA20C6">
        <w:rPr>
          <w:rtl/>
          <w:lang w:bidi="fa-IR"/>
        </w:rPr>
        <w:t xml:space="preserve"> و چنانچه وهن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حکومت وارد شود مسئول نخواهم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مجدداً</w:t>
      </w:r>
      <w:r w:rsidRPr="00BA20C6">
        <w:rPr>
          <w:rtl/>
          <w:lang w:bidi="fa-IR"/>
        </w:rPr>
        <w:t xml:space="preserve"> حاکم به زبان «فرانسه» گفت: اشخاص مورد سفارش «مستر کاکس» را من حاضرم با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حرکت بدهم. جواب دادم آنها 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ستند</w:t>
      </w:r>
      <w:r w:rsidRPr="00BA20C6">
        <w:rPr>
          <w:rtl/>
          <w:lang w:bidi="fa-IR"/>
        </w:rPr>
        <w:t xml:space="preserve"> و استدعا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مساعدت با همه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گفت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موجود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چهارصد نفر هم که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بر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معمول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«حجاز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ا</w:t>
      </w:r>
      <w:r w:rsidRPr="00BA20C6">
        <w:rPr>
          <w:rFonts w:hint="eastAsia"/>
          <w:rtl/>
          <w:lang w:bidi="fa-IR"/>
        </w:rPr>
        <w:t>فزود،</w:t>
      </w:r>
      <w:r w:rsidRPr="00BA20C6">
        <w:rPr>
          <w:rtl/>
          <w:lang w:bidi="fa-IR"/>
        </w:rPr>
        <w:t xml:space="preserve"> پس 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ست؟</w:t>
      </w:r>
      <w:r w:rsidRPr="00BA20C6">
        <w:rPr>
          <w:rtl/>
          <w:lang w:bidi="fa-IR"/>
        </w:rPr>
        <w:t xml:space="preserve"> من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ترجمه کردم. فوراً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گفتند: 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عجالتاً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توق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شود تا فکر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حال ما کنند. به محض آن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جواب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حاکم ترجمه کردم فکر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 گفت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تلفن</w:t>
      </w:r>
      <w:r w:rsidRPr="00BA20C6">
        <w:rPr>
          <w:rtl/>
          <w:lang w:bidi="fa-IR"/>
        </w:rPr>
        <w:t xml:space="preserve"> را از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برداشت و به اسکله مخابره کرد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تا وصول دستور ثانو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باشد.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ضمناً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صورت تلگراف نوشت و گفت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تلگراف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زنم،</w:t>
      </w:r>
      <w:r w:rsidRPr="00BA20C6">
        <w:rPr>
          <w:rtl/>
          <w:lang w:bidi="fa-IR"/>
        </w:rPr>
        <w:t xml:space="preserve"> و کسب 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از حکومت مرکز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نموده تا دو ساعت به غروب در مسافرخانه جواب به شما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رسانم،</w:t>
      </w:r>
      <w:r w:rsidRPr="00BA20C6">
        <w:rPr>
          <w:rtl/>
          <w:lang w:bidi="fa-IR"/>
        </w:rPr>
        <w:t xml:space="preserve"> بعد از اظهار تشکر و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عمارت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8A6B8B">
      <w:pPr>
        <w:pStyle w:val="Heading1"/>
        <w:rPr>
          <w:rtl/>
          <w:lang w:bidi="fa-IR"/>
        </w:rPr>
      </w:pPr>
      <w:bookmarkStart w:id="182" w:name="_Toc56202943"/>
      <w:bookmarkStart w:id="183" w:name="_Toc56203603"/>
      <w:r w:rsidRPr="00BA20C6">
        <w:rPr>
          <w:rFonts w:hint="eastAsia"/>
          <w:rtl/>
          <w:lang w:bidi="fa-IR"/>
        </w:rPr>
        <w:t>مسافران</w:t>
      </w:r>
      <w:r w:rsidRPr="00BA20C6">
        <w:rPr>
          <w:rtl/>
          <w:lang w:bidi="fa-IR"/>
        </w:rPr>
        <w:t xml:space="preserve"> در انتظار</w:t>
      </w:r>
      <w:bookmarkEnd w:id="182"/>
      <w:bookmarkEnd w:id="183"/>
    </w:p>
    <w:p w:rsidR="00BA20C6" w:rsidRPr="00BA20C6" w:rsidRDefault="00BA20C6" w:rsidP="008A6B8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به حال اجتماع به خانه حاکم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آمدند،</w:t>
      </w:r>
      <w:r w:rsidRPr="00BA20C6">
        <w:rPr>
          <w:rtl/>
          <w:lang w:bidi="fa-IR"/>
        </w:rPr>
        <w:t xml:space="preserve"> و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مناسبت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 شهر گفت: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را متفرق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در مسافرخانه منتظر جواب تلگراف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ترت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رفتار کرده به مرکز خودمان برگشت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اقدامات و مذاکرات ابد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 xml:space="preserve"> ما را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دوار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امسال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8A6B8B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‌اللَّه»</w:t>
      </w:r>
      <w:r w:rsidRPr="00BA20C6">
        <w:rPr>
          <w:rtl/>
          <w:lang w:bidi="fa-IR"/>
        </w:rPr>
        <w:t xml:space="preserve"> محروم شده‌ا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محمّدحس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هم‌سفر ما چون نتوانسته بود 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کند، از اسکله برگشت و خبر توق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حجاز را آورد. ضمناً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حمله‌دار هم از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ما آمد و گفت: من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شما چند نفر مذاکره سر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کرده‌ام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حاضر است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سوار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گران</w:t>
      </w:r>
      <w:r w:rsidRPr="00BA20C6">
        <w:rPr>
          <w:rtl/>
          <w:lang w:bidi="fa-IR"/>
        </w:rPr>
        <w:t xml:space="preserve"> 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نداشته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لکن، ما قبول نکرد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به‌علاوه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«خراسان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«ترک» از مذاکرات محرمانه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با ما سوءظن بردند، و از گوشه و کنار جمع شده ما را در اطاق محاصره کردند، و با حالت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بلکه تهد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گفتند ممکن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بگذار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شما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اطاق خارج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تا 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ما معلوم شود!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«حاج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مأ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وسانه</w:t>
      </w:r>
      <w:r w:rsidRPr="00BA20C6">
        <w:rPr>
          <w:rtl/>
          <w:lang w:bidi="fa-IR"/>
        </w:rPr>
        <w:t xml:space="preserve"> به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برگشت و تا دو ساعت به غروب خبر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ما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مأ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وس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ضمناً اشتغال به ذکر مصائب «حضرت </w:t>
      </w:r>
      <w:r w:rsidRPr="00BA20C6">
        <w:rPr>
          <w:rtl/>
          <w:lang w:bidi="fa-IR"/>
        </w:rPr>
        <w:lastRenderedPageBreak/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دالشهداء»</w:t>
      </w:r>
      <w:r w:rsidRPr="00BA20C6">
        <w:rPr>
          <w:rtl/>
          <w:lang w:bidi="fa-IR"/>
        </w:rPr>
        <w:t xml:space="preserve"> و توسل به «ائمه طاهر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و قرائت 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کسا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ضجه و ناله و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هرطرف برپا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تا</w:t>
      </w:r>
      <w:r w:rsidRPr="00BA20C6">
        <w:rPr>
          <w:rtl/>
          <w:lang w:bidi="fa-IR"/>
        </w:rPr>
        <w:t xml:space="preserve"> آن که درست در خاتمه روضه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جناب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محمّدعل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نک‌چ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از در درآمد، و با کمال عجله پاکت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من داد و گفت بب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چه نوشته! من بدون آنکه عنوان پاکت را ملاحظه کنم فوراً آن را باز کردم، به زبان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فقط خواندن آن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دانستم</w:t>
      </w:r>
      <w:r w:rsidRPr="00BA20C6">
        <w:rPr>
          <w:rtl/>
          <w:lang w:bidi="fa-IR"/>
        </w:rPr>
        <w:t xml:space="preserve"> و از تکلم عاجز بودم نوشته بود: «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موافق تلگراف واصله، «حجاز 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ماندگان</w:t>
      </w:r>
      <w:r w:rsidRPr="00BA20C6">
        <w:rPr>
          <w:rtl/>
          <w:lang w:bidi="fa-IR"/>
        </w:rPr>
        <w:t xml:space="preserve"> حجاج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شده، آنها را به اسرع اوقات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 ده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که با 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نفر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ماندگان</w:t>
      </w:r>
      <w:r w:rsidRPr="00BA20C6">
        <w:rPr>
          <w:rtl/>
          <w:lang w:bidi="fa-IR"/>
        </w:rPr>
        <w:t xml:space="preserve"> حجاج آن‌جا، به طرف «جده» حرکت کنند».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مضمون کاغذ را ترج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کردم،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ک‌مرتبه</w:t>
      </w:r>
      <w:r w:rsidRPr="00BA20C6">
        <w:rPr>
          <w:rtl/>
          <w:lang w:bidi="fa-IR"/>
        </w:rPr>
        <w:t xml:space="preserve">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خنده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مسرت‌آم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بلند</w:t>
      </w:r>
      <w:r w:rsidRPr="00BA20C6">
        <w:rPr>
          <w:rtl/>
          <w:lang w:bidi="fa-IR"/>
        </w:rPr>
        <w:t xml:space="preserve"> شد،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محفل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نالان محزون و ماتم‌زده، مبدل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خنده و فرح و شادمان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عکام‌ها</w:t>
      </w:r>
      <w:r w:rsidRPr="00BA20C6">
        <w:rPr>
          <w:rtl/>
          <w:lang w:bidi="fa-IR"/>
        </w:rPr>
        <w:t xml:space="preserve"> </w:t>
      </w:r>
      <w:r w:rsidRPr="008A6B8B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شاگرد عکام‌ها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درست مشغول رقص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و بشکن زدن و تصن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</w:t>
      </w:r>
      <w:r w:rsidRPr="008A6B8B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خواندن شدند، و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صدا در صدا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نتوانست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آنها را آرام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کاغذ را گرفتند و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حال رفتند درب اطاق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عبدالقادر»، و مجال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ندادند که من عذر باز کردن پاکت </w:t>
      </w:r>
      <w:r w:rsidRPr="00BA20C6">
        <w:rPr>
          <w:rFonts w:hint="eastAsia"/>
          <w:rtl/>
          <w:lang w:bidi="fa-IR"/>
        </w:rPr>
        <w:t>را،</w:t>
      </w:r>
      <w:r w:rsidRPr="00BA20C6">
        <w:rPr>
          <w:rtl/>
          <w:lang w:bidi="fa-IR"/>
        </w:rPr>
        <w:t xml:space="preserve"> که بعد 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به عنوان او بوده است بخواهم. در هر حال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دستور داد که کارها و بارها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شبانه مرتب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صبح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حرکت کرد.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عمل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ساعت چهار از شب،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آمد و تذکره‌ها و جوازها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رد کرد و گفت،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تا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با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مجاناً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رفت،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در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از اسکله خبر </w:t>
      </w:r>
      <w:r w:rsidRPr="00BA20C6">
        <w:rPr>
          <w:rtl/>
          <w:lang w:bidi="fa-IR"/>
        </w:rPr>
        <w:lastRenderedPageBreak/>
        <w:t>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طرف غروب به راه افتاد و ر</w:t>
      </w:r>
      <w:r w:rsidRPr="00BA20C6">
        <w:rPr>
          <w:rFonts w:hint="eastAsia"/>
          <w:rtl/>
          <w:lang w:bidi="fa-IR"/>
        </w:rPr>
        <w:t>فت،</w:t>
      </w:r>
      <w:r w:rsidRPr="00BA20C6">
        <w:rPr>
          <w:rtl/>
          <w:lang w:bidi="fa-IR"/>
        </w:rPr>
        <w:t xml:space="preserve"> معلوم شد که حاکم توق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آن را همان ساعت مرتفع نموده، ما بعد از دو روز و دو شب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دوندگ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امشب ساعت شش از شب به خواب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8A6B8B" w:rsidP="008A6B8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84" w:name="_Toc56202944"/>
      <w:bookmarkStart w:id="185" w:name="_Toc56203604"/>
      <w:r w:rsidR="00BA20C6" w:rsidRPr="00BA20C6">
        <w:rPr>
          <w:rFonts w:hint="eastAsia"/>
          <w:rtl/>
          <w:lang w:bidi="fa-IR"/>
        </w:rPr>
        <w:lastRenderedPageBreak/>
        <w:t>حرکت</w:t>
      </w:r>
      <w:r w:rsidR="00BA20C6" w:rsidRPr="00BA20C6">
        <w:rPr>
          <w:rtl/>
          <w:lang w:bidi="fa-IR"/>
        </w:rPr>
        <w:t xml:space="preserve"> به بمبئ</w:t>
      </w:r>
      <w:r w:rsidR="00BA20C6" w:rsidRPr="00BA20C6">
        <w:rPr>
          <w:rFonts w:hint="cs"/>
          <w:rtl/>
          <w:lang w:bidi="fa-IR"/>
        </w:rPr>
        <w:t>ی‌</w:t>
      </w:r>
      <w:bookmarkEnd w:id="184"/>
      <w:bookmarkEnd w:id="185"/>
    </w:p>
    <w:p w:rsidR="00BA20C6" w:rsidRPr="00BA20C6" w:rsidRDefault="00BA20C6" w:rsidP="008A6B8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 شنبه هفدهم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«دوازدهم اسد»، صبح اول آفتاب، دوچرخه و 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در مسافرخانه حاضر شد، و هر دسته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اسباب‌ها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را،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آنها جا دادند و حاضر و قبراق </w:t>
      </w:r>
    </w:p>
    <w:p w:rsidR="00BA20C6" w:rsidRPr="00BA20C6" w:rsidRDefault="008A6B8B" w:rsidP="008A6B8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8A6B8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شترداران.</w:t>
      </w:r>
    </w:p>
    <w:p w:rsidR="00BA20C6" w:rsidRPr="00BA20C6" w:rsidRDefault="00BA20C6" w:rsidP="008A6B8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ترانه خواندن.</w:t>
      </w:r>
    </w:p>
    <w:p w:rsidR="00BA20C6" w:rsidRPr="00BA20C6" w:rsidRDefault="008A6B8B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آماده</w:t>
      </w:r>
      <w:r w:rsidR="00BA20C6" w:rsidRPr="00BA20C6">
        <w:rPr>
          <w:rtl/>
          <w:lang w:bidi="fa-IR"/>
        </w:rPr>
        <w:t xml:space="preserve"> حرکت شدند.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حال بر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منوال گذشت و خبر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</w:t>
      </w:r>
      <w:r w:rsidRPr="00BA20C6">
        <w:rPr>
          <w:rtl/>
          <w:lang w:bidi="fa-IR"/>
        </w:rPr>
        <w:t>. ظهر شد و نهار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باز هم اجازه حرکت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چند نفر نزد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رفته علت تأخ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را پرس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گفت: انتظار ورود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از «بصره» برسد و فوراً شما را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 بدهد، و اگر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شما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با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غروب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هست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هرگاه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شما را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برد،</w:t>
      </w:r>
      <w:r w:rsidRPr="00BA20C6">
        <w:rPr>
          <w:rtl/>
          <w:lang w:bidi="fa-IR"/>
        </w:rPr>
        <w:t xml:space="preserve">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چون در شهرها معطل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راهش مستق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دو سه روز طول خواهد داد تا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برسد.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درست</w:t>
      </w:r>
      <w:r w:rsidRPr="00BA20C6">
        <w:rPr>
          <w:rtl/>
          <w:lang w:bidi="fa-IR"/>
        </w:rPr>
        <w:t xml:space="preserve"> چهار ساعت به غروب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به مسافرخانه آمد و اجازه حرکت داد،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ک‌دفعه</w:t>
      </w:r>
      <w:r w:rsidRPr="00BA20C6">
        <w:rPr>
          <w:rtl/>
          <w:lang w:bidi="fa-IR"/>
        </w:rPr>
        <w:t xml:space="preserve"> تمام 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که حاضر و آماده بودند به حرکت افتادند، و غالب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 مجان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 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سوار درشگه و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شده، به طرف اسکله رفتند.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دو</w:t>
      </w:r>
      <w:r w:rsidRPr="00BA20C6">
        <w:rPr>
          <w:rtl/>
          <w:lang w:bidi="fa-IR"/>
        </w:rPr>
        <w:t xml:space="preserve"> ساعت به غروب مانده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آنجا حاضر بودند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آمد و به هر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 که 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(ده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>) نوشته شده بود، و از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تمام چهارصد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و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را شخص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داده بود، «حاج رمضان» نام که از 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است، و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زند</w:t>
      </w:r>
      <w:r w:rsidRPr="00BA20C6">
        <w:rPr>
          <w:rtl/>
          <w:lang w:bidi="fa-IR"/>
        </w:rPr>
        <w:t xml:space="preserve"> امروز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ما اظهار محبت و دل‌جوئ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محبت‌ها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 و بالخصوص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فراموش</w:t>
      </w:r>
      <w:r w:rsidR="007962B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‌نشدن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 گفتند: بسم‌اللَّه و با آن که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حاضر، پست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در کنار اسکله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امده</w:t>
      </w:r>
      <w:r w:rsidRPr="00BA20C6">
        <w:rPr>
          <w:rtl/>
          <w:lang w:bidi="fa-IR"/>
        </w:rPr>
        <w:t xml:space="preserve"> بود، به قدر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دور از ساحل لنگر انداخته بود و ما مجبوراً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توسط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باران نم‌نم شروع به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کرد، باد تند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بنا به 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نمود، ما سوار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طوفان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امواج به جوش و خروش افتادند،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همه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که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فقط معدود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قله امواج بودند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در پست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ناپد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بودند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به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موج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</w:t>
      </w:r>
      <w:r w:rsidRPr="00BA20C6">
        <w:rPr>
          <w:rtl/>
          <w:lang w:bidi="fa-IR"/>
        </w:rPr>
        <w:t xml:space="preserve"> و مرئ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سراز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در گودالها و ناپد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و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را که شخص در جلو خود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که در آب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غرق شد،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پس از چند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همان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خود را از لابلا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موج‌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کشد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اغلب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شدت وحشت، دست به جلو چشم‌ها گذارده، واللَّه و لبّ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ک‌شان</w:t>
      </w:r>
      <w:r w:rsidRPr="00BA20C6">
        <w:rPr>
          <w:rtl/>
          <w:lang w:bidi="fa-IR"/>
        </w:rPr>
        <w:t xml:space="preserve"> بلند، و تضرع و استغاثه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کلمه شهادت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 زبان 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ساختند،</w:t>
      </w:r>
      <w:r w:rsidRPr="00BA20C6">
        <w:rPr>
          <w:rtl/>
          <w:lang w:bidi="fa-IR"/>
        </w:rPr>
        <w:t xml:space="preserve"> من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کمتر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گران</w:t>
      </w:r>
      <w:r w:rsidRPr="00BA20C6">
        <w:rPr>
          <w:rtl/>
          <w:lang w:bidi="fa-IR"/>
        </w:rPr>
        <w:t xml:space="preserve"> متوحش بودم و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صعود و نزول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ق‌ها،</w:t>
      </w:r>
      <w:r w:rsidRPr="00BA20C6">
        <w:rPr>
          <w:rtl/>
          <w:lang w:bidi="fa-IR"/>
        </w:rPr>
        <w:t xml:space="preserve">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رنگ‌</w:t>
      </w:r>
      <w:r w:rsidR="007962B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پر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نمودم</w:t>
      </w:r>
      <w:r w:rsidRPr="00BA20C6">
        <w:rPr>
          <w:rtl/>
          <w:lang w:bidi="fa-IR"/>
        </w:rPr>
        <w:t>. 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چون صد نفر مسافر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نبود، به زود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 شدند، لکن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مهلت نداد که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را بب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نند</w:t>
      </w:r>
      <w:r w:rsidRPr="00BA20C6">
        <w:rPr>
          <w:rtl/>
          <w:lang w:bidi="fa-IR"/>
        </w:rPr>
        <w:t xml:space="preserve"> و اسبابها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جمع‌آور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</w:t>
      </w:r>
      <w:r w:rsidRPr="00BA20C6">
        <w:rPr>
          <w:rtl/>
          <w:lang w:bidi="fa-IR"/>
        </w:rPr>
        <w:t xml:space="preserve"> غروب آفتاب که آخر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مسافر بالا آمد نردبان را برداشتند 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حرکت افتاد، باران و باد هم شدت کرد و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بر انقلاب و تلاطمش افزوده 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قسم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پهلو به پهلو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آنقدر به سرعت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که هرکس ب</w:t>
      </w:r>
      <w:r w:rsidR="007962BD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هر حال و در هر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افتاد، و تا صبح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خبر نداشت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من هم بعد از خواندن نماز مغرب و عشا بدون غذا خوردن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حال</w:t>
      </w:r>
      <w:r w:rsidRPr="00BA20C6">
        <w:rPr>
          <w:rtl/>
          <w:lang w:bidi="fa-IR"/>
        </w:rPr>
        <w:t xml:space="preserve"> شده و در گوشه خن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7962BD" w:rsidP="007962B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86" w:name="_Toc56202945"/>
      <w:bookmarkStart w:id="187" w:name="_Toc56203605"/>
      <w:r w:rsidR="00BA20C6" w:rsidRPr="00BA20C6">
        <w:rPr>
          <w:rFonts w:hint="eastAsia"/>
          <w:rtl/>
          <w:lang w:bidi="fa-IR"/>
        </w:rPr>
        <w:lastRenderedPageBreak/>
        <w:t>طوفان</w:t>
      </w:r>
      <w:r w:rsidR="00BA20C6" w:rsidRPr="00BA20C6">
        <w:rPr>
          <w:rtl/>
          <w:lang w:bidi="fa-IR"/>
        </w:rPr>
        <w:t xml:space="preserve">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bookmarkEnd w:id="186"/>
      <w:bookmarkEnd w:id="187"/>
    </w:p>
    <w:p w:rsidR="00BA20C6" w:rsidRPr="00BA20C6" w:rsidRDefault="00BA20C6" w:rsidP="007962B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برج اسد»، صبح بعد از خواندن نماز،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صدا زدم نتوانستند برخ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زند،</w:t>
      </w:r>
      <w:r w:rsidRPr="00BA20C6">
        <w:rPr>
          <w:rtl/>
          <w:lang w:bidi="fa-IR"/>
        </w:rPr>
        <w:t xml:space="preserve"> فقط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آقا بزرگ» بلند شد و خواست حرکت کند، دوباره به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خورد و افتاد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از روز گذشته من در تمام خَن‌ها </w:t>
      </w:r>
      <w:r w:rsidRPr="007962B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سطحه کش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گردش کردم، ده نفر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سر پا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مابق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تماماً افتاده و غالباً مبتلا به مرض «داءالبحر» که عبارت از انقلاب مزاج و 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اسهال است بودند، و اسباب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به طور نامضبوط،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طرف و آن طرف و در هر گوشه و کنار سطحه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خته</w:t>
      </w:r>
      <w:r w:rsidRPr="00BA20C6">
        <w:rPr>
          <w:rtl/>
          <w:lang w:bidi="fa-IR"/>
        </w:rPr>
        <w:t xml:space="preserve"> بود، به قد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باران خورده بود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ک‌پارچه</w:t>
      </w:r>
      <w:r w:rsidRPr="00BA20C6">
        <w:rPr>
          <w:rtl/>
          <w:lang w:bidi="fa-IR"/>
        </w:rPr>
        <w:t xml:space="preserve"> آب بود، و قابل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استفاده نداشت.</w:t>
      </w:r>
      <w:r w:rsidR="007962BD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چاره</w:t>
      </w:r>
      <w:r w:rsidRPr="00BA20C6">
        <w:rPr>
          <w:rtl/>
          <w:lang w:bidi="fa-IR"/>
        </w:rPr>
        <w:t xml:space="preserve"> «حاج ابوالحسن» مستخدم خودمان، مثل موش آب‌کش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شده بود، باران قطع شده بود لکن تلاطم و انقلاب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به «حاج ابوالحسن» دستور دادم که آش رق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طبخ کند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نهار رفقا به مصرف برسد، دوباره برگشتم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گاه</w:t>
      </w:r>
      <w:r w:rsidRPr="00BA20C6">
        <w:rPr>
          <w:rtl/>
          <w:lang w:bidi="fa-IR"/>
        </w:rPr>
        <w:t xml:space="preserve"> خودمان در گوشه خن تنها نشسته، مشغول </w:t>
      </w:r>
      <w:r w:rsidRPr="00BA20C6">
        <w:rPr>
          <w:rFonts w:hint="eastAsia"/>
          <w:rtl/>
          <w:lang w:bidi="fa-IR"/>
        </w:rPr>
        <w:t>نوشتن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ادداشتها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روزه شدم.</w:t>
      </w:r>
      <w:r w:rsidRPr="00BA20C6">
        <w:rPr>
          <w:rFonts w:hint="eastAsia"/>
          <w:rtl/>
          <w:lang w:bidi="fa-IR"/>
        </w:rPr>
        <w:t>مقارن</w:t>
      </w:r>
      <w:r w:rsidRPr="00BA20C6">
        <w:rPr>
          <w:rtl/>
          <w:lang w:bidi="fa-IR"/>
        </w:rPr>
        <w:t xml:space="preserve"> ظهر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سطحه رفتم که به «حاج ابوالحسن» بگو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نهار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اورد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چاره</w:t>
      </w:r>
      <w:r w:rsidRPr="00BA20C6">
        <w:rPr>
          <w:rtl/>
          <w:lang w:bidi="fa-IR"/>
        </w:rPr>
        <w:t xml:space="preserve"> افتاده است، و چند نفر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بندند،</w:t>
      </w:r>
      <w:r w:rsidRPr="00BA20C6">
        <w:rPr>
          <w:rtl/>
          <w:lang w:bidi="fa-IR"/>
        </w:rPr>
        <w:t xml:space="preserve"> معلوم شد حرکت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منقل آتش را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 پرت کرده و سوزان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است.</w:t>
      </w:r>
      <w:r w:rsidRPr="00BA20C6">
        <w:rPr>
          <w:rFonts w:hint="eastAsia"/>
          <w:rtl/>
          <w:lang w:bidi="fa-IR"/>
        </w:rPr>
        <w:t>باران</w:t>
      </w:r>
      <w:r w:rsidRPr="00BA20C6">
        <w:rPr>
          <w:rtl/>
          <w:lang w:bidi="fa-IR"/>
        </w:rPr>
        <w:t xml:space="preserve"> مجدداً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شدت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گرفت و گاهگاه امواج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 سطحه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با کمال تهور و چابک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برسات </w:t>
      </w:r>
      <w:r w:rsidRPr="007962BD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</w:p>
    <w:p w:rsidR="00BA20C6" w:rsidRPr="00BA20C6" w:rsidRDefault="007962BD" w:rsidP="007962B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7962B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خَن، انبار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اطاق که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قرار داشته باشد را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 مخفّف خانه است.</w:t>
      </w:r>
    </w:p>
    <w:p w:rsidR="00BA20C6" w:rsidRPr="00BA20C6" w:rsidRDefault="00BA20C6" w:rsidP="007962B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موسم باران هند.</w:t>
      </w:r>
    </w:p>
    <w:p w:rsidR="00BA20C6" w:rsidRPr="00BA20C6" w:rsidRDefault="007962B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و</w:t>
      </w:r>
      <w:r w:rsidR="00BA20C6" w:rsidRPr="00BA20C6">
        <w:rPr>
          <w:rtl/>
          <w:lang w:bidi="fa-IR"/>
        </w:rPr>
        <w:t xml:space="preserve"> امواج کوه‌پ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کر</w:t>
      </w:r>
      <w:r w:rsidR="00BA20C6" w:rsidRPr="00BA20C6">
        <w:rPr>
          <w:rtl/>
          <w:lang w:bidi="fa-IR"/>
        </w:rPr>
        <w:t xml:space="preserve"> دست به 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بان</w:t>
      </w:r>
      <w:r w:rsidR="00BA20C6" w:rsidRPr="00BA20C6">
        <w:rPr>
          <w:rtl/>
          <w:lang w:bidi="fa-IR"/>
        </w:rPr>
        <w:t xml:space="preserve"> بود، نه باد و باران طوفان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نه ابر و مه ظلمان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چ‌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او را از کار باز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داشت</w:t>
      </w:r>
      <w:r w:rsidR="00BA20C6" w:rsidRPr="00BA20C6">
        <w:rPr>
          <w:rtl/>
          <w:lang w:bidi="fa-IR"/>
        </w:rPr>
        <w:t xml:space="preserve"> بلکه ساعت به ساعت بر سرعت خود افزوده، مانند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</w:t>
      </w:r>
      <w:r w:rsidR="00BA20C6" w:rsidRPr="00BA20C6">
        <w:rPr>
          <w:rtl/>
          <w:lang w:bidi="fa-IR"/>
        </w:rPr>
        <w:t xml:space="preserve"> بحر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آب غوطه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زد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و اغلب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نهار نتوانستند بخورند، و جملگ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حال</w:t>
      </w:r>
      <w:r w:rsidRPr="00BA20C6">
        <w:rPr>
          <w:rtl/>
          <w:lang w:bidi="fa-IR"/>
        </w:rPr>
        <w:t xml:space="preserve"> و مدهوش افتاده بودند، بالجمله امروز و امشب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اوضاع و احوال داده نشد، هوا هم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ساعت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آرام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گرفت،</w:t>
      </w:r>
      <w:r w:rsidRPr="00BA20C6">
        <w:rPr>
          <w:rtl/>
          <w:lang w:bidi="fa-IR"/>
        </w:rPr>
        <w:t xml:space="preserve"> و عموماً صدا از احد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من هم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و صرف شام خوا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7962BD">
      <w:pPr>
        <w:pStyle w:val="Heading1"/>
        <w:rPr>
          <w:rtl/>
          <w:lang w:bidi="fa-IR"/>
        </w:rPr>
      </w:pPr>
      <w:bookmarkStart w:id="188" w:name="_Toc56202946"/>
      <w:bookmarkStart w:id="189" w:name="_Toc56203606"/>
      <w:r w:rsidRPr="00BA20C6">
        <w:rPr>
          <w:rFonts w:hint="eastAsia"/>
          <w:rtl/>
          <w:lang w:bidi="fa-IR"/>
        </w:rPr>
        <w:t>آرامش</w:t>
      </w:r>
      <w:r w:rsidRPr="00BA20C6">
        <w:rPr>
          <w:rtl/>
          <w:lang w:bidi="fa-IR"/>
        </w:rPr>
        <w:t xml:space="preserve"> بعد از طوفان‌</w:t>
      </w:r>
      <w:bookmarkEnd w:id="188"/>
      <w:bookmarkEnd w:id="189"/>
    </w:p>
    <w:p w:rsidR="00BA20C6" w:rsidRPr="00BA20C6" w:rsidRDefault="00BA20C6" w:rsidP="007962B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نوزدهم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«چهاردهم اسد»، صبح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نسبتاً آرام شده بود،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غالباً بهوش و حواس آمدند، صبح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ظهر نهار توانستند بخورند، و از حال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استخبار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تا ظهر دو سه مرتبه باران رگبار آمد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ظهر به بعد هوا درست آرام گر</w:t>
      </w:r>
      <w:r w:rsidRPr="00BA20C6">
        <w:rPr>
          <w:rFonts w:hint="eastAsia"/>
          <w:rtl/>
          <w:lang w:bidi="fa-IR"/>
        </w:rPr>
        <w:t>فت،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از سرعت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رش</w:t>
      </w:r>
      <w:r w:rsidRPr="00BA20C6">
        <w:rPr>
          <w:rtl/>
          <w:lang w:bidi="fa-IR"/>
        </w:rPr>
        <w:t xml:space="preserve"> کاسته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و امروز سواحل هندوستان در اغلب نقاط، در جانب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سار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طرف مشرق نمودار بود،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 مانده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ساحل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7962BD" w:rsidP="007962B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0" w:name="_Toc56202947"/>
      <w:bookmarkStart w:id="191" w:name="_Toc56203607"/>
      <w:r w:rsidR="00BA20C6" w:rsidRPr="00BA20C6">
        <w:rPr>
          <w:rFonts w:hint="eastAsia"/>
          <w:rtl/>
          <w:lang w:bidi="fa-IR"/>
        </w:rPr>
        <w:lastRenderedPageBreak/>
        <w:t>ورود</w:t>
      </w:r>
      <w:r w:rsidR="00BA20C6" w:rsidRPr="00BA20C6">
        <w:rPr>
          <w:rtl/>
          <w:lang w:bidi="fa-IR"/>
        </w:rPr>
        <w:t xml:space="preserve"> به بمبئ</w:t>
      </w:r>
      <w:r w:rsidR="00BA20C6" w:rsidRPr="00BA20C6">
        <w:rPr>
          <w:rFonts w:hint="cs"/>
          <w:rtl/>
          <w:lang w:bidi="fa-IR"/>
        </w:rPr>
        <w:t>ی‌</w:t>
      </w:r>
      <w:bookmarkEnd w:id="190"/>
      <w:bookmarkEnd w:id="191"/>
    </w:p>
    <w:p w:rsidR="00BA20C6" w:rsidRPr="00BA20C6" w:rsidRDefault="00BA20C6" w:rsidP="007962B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کنار اسکله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</w:t>
      </w:r>
      <w:r w:rsidRPr="00BA20C6">
        <w:rPr>
          <w:rtl/>
          <w:lang w:bidi="fa-IR"/>
        </w:rPr>
        <w:t xml:space="preserve"> و با کمال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پلکان 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ساحل برپا کردند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«خان صاحب» پسر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را هم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با ما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شد، اسباب‌ها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در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گمرکخانه</w:t>
      </w:r>
      <w:r w:rsidRPr="00BA20C6">
        <w:rPr>
          <w:rtl/>
          <w:lang w:bidi="fa-IR"/>
        </w:rPr>
        <w:t xml:space="preserve"> گذاشتند و خودمان را با درشکه فرستادند به مسافرخانه، ورود ما به مسافرخانه اول مغرب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مسافرخانه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شباهت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مسافرخانه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ندارد و عبارت است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صحن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[است که دور تا دور آن، عمارت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قشنگ مستحکم دو طبقه ساخته شده است، و در جلو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 دو طبقه،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غلام گردش است، که با کمال ظرافت و وسعت بنا شده و اطاقها را به هم مربوط نموده، و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کنار صحن مسجد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نمازگاه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قطعه تمثال «جعفر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مان»</w:t>
      </w:r>
      <w:r w:rsidRPr="00BA20C6">
        <w:rPr>
          <w:rtl/>
          <w:lang w:bidi="fa-IR"/>
        </w:rPr>
        <w:t xml:space="preserve"> 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واقف مسافرخانه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آن منصوب است،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وضو ساختن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آب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شده است که آب آن از کوه توسط لوله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شب گذشته سه دستگاه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آوردند و در سه طرف مسافرخانه گذاشتند، و کنار هر چراغ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سه نفر نشستند.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ملاحظه تذکره‌ها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دادن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دسته دسته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رفتند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چراغ، تذکره خود را ارائه داده امضاء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و به اصطلاح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«قول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دند»</w:t>
      </w:r>
      <w:r w:rsidRPr="00BA20C6">
        <w:rPr>
          <w:rtl/>
          <w:lang w:bidi="fa-IR"/>
        </w:rPr>
        <w:t xml:space="preserve"> بعد آن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بردند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چراغ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به مأمور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ارائه داده بر طبق آن ورقه پاس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گرفتند،</w:t>
      </w:r>
      <w:r w:rsidRPr="00BA20C6">
        <w:rPr>
          <w:rtl/>
          <w:lang w:bidi="fa-IR"/>
        </w:rPr>
        <w:t xml:space="preserve"> سپس ورقه پاس را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چراغ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برده نشان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</w:t>
      </w:r>
      <w:r w:rsidRPr="00BA20C6">
        <w:rPr>
          <w:rtl/>
          <w:lang w:bidi="fa-IR"/>
        </w:rPr>
        <w:t xml:space="preserve">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گرفتند،</w:t>
      </w:r>
      <w:r w:rsidRPr="00BA20C6">
        <w:rPr>
          <w:rtl/>
          <w:lang w:bidi="fa-IR"/>
        </w:rPr>
        <w:t xml:space="preserve">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کسره</w:t>
      </w:r>
      <w:r w:rsidRPr="00BA20C6">
        <w:rPr>
          <w:rtl/>
          <w:lang w:bidi="fa-IR"/>
        </w:rPr>
        <w:t xml:space="preserve"> تا «جده» نود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بود،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و ا</w:t>
      </w:r>
      <w:r w:rsidRPr="00BA20C6">
        <w:rPr>
          <w:rFonts w:hint="eastAsia"/>
          <w:rtl/>
          <w:lang w:bidi="fa-IR"/>
        </w:rPr>
        <w:t>غلب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دوسره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و </w:t>
      </w:r>
      <w:r w:rsidRPr="00BA20C6">
        <w:rPr>
          <w:rtl/>
          <w:lang w:bidi="fa-IR"/>
        </w:rPr>
        <w:lastRenderedPageBreak/>
        <w:t>پنجاه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ساعت چهار از شب گذشته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کارشان تمام شده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7962BD">
      <w:pPr>
        <w:pStyle w:val="Heading1"/>
        <w:rPr>
          <w:rtl/>
          <w:lang w:bidi="fa-IR"/>
        </w:rPr>
      </w:pPr>
      <w:bookmarkStart w:id="192" w:name="_Toc56202948"/>
      <w:bookmarkStart w:id="193" w:name="_Toc56203608"/>
      <w:r w:rsidRPr="00BA20C6">
        <w:rPr>
          <w:rFonts w:hint="eastAsia"/>
          <w:rtl/>
          <w:lang w:bidi="fa-IR"/>
        </w:rPr>
        <w:t>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نوران</w:t>
      </w:r>
      <w:r w:rsidRPr="00BA20C6">
        <w:rPr>
          <w:rFonts w:hint="cs"/>
          <w:rtl/>
          <w:lang w:bidi="fa-IR"/>
        </w:rPr>
        <w:t>ی‌</w:t>
      </w:r>
      <w:bookmarkEnd w:id="192"/>
      <w:bookmarkEnd w:id="193"/>
    </w:p>
    <w:p w:rsidR="00BA20C6" w:rsidRPr="00BA20C6" w:rsidRDefault="00BA20C6" w:rsidP="007962B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از اجزا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گمرک‌خانه، موسوم به «حاج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جوهر» که </w:t>
      </w:r>
      <w:r w:rsidRPr="00BA20C6">
        <w:rPr>
          <w:rFonts w:hint="eastAsia"/>
          <w:rtl/>
          <w:lang w:bidi="fa-IR"/>
        </w:rPr>
        <w:t>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مذهب</w:t>
      </w:r>
      <w:r w:rsidRPr="00BA20C6">
        <w:rPr>
          <w:rtl/>
          <w:lang w:bidi="fa-IR"/>
        </w:rPr>
        <w:t xml:space="preserve"> بود و زبان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تکلم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از ابتدا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 از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ما همراه بود و در راهنمائ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اظهار خدمت، و حال‌جوئ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</w:t>
      </w:r>
      <w:r w:rsidRPr="007962B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همه قسم کمک و مساعدت و بذل محبت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</w:t>
      </w:r>
      <w:r w:rsidRPr="00BA20C6">
        <w:rPr>
          <w:rtl/>
          <w:lang w:bidi="fa-IR"/>
        </w:rPr>
        <w:t>: حاکم 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«خان صاحب» پسر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عبدالقادر» را مأمور کرده ک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شما را در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سوار کرده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</w:t>
      </w:r>
      <w:r w:rsidRPr="00BA20C6">
        <w:rPr>
          <w:rtl/>
          <w:lang w:bidi="fa-IR"/>
        </w:rPr>
        <w:t xml:space="preserve"> و برگردد، و حکم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نوشته است که شما را به اسرع اوقات به «جده» برسانند و از تمام 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فات</w:t>
      </w:r>
      <w:r w:rsidRPr="00BA20C6">
        <w:rPr>
          <w:rtl/>
          <w:lang w:bidi="fa-IR"/>
        </w:rPr>
        <w:t xml:space="preserve"> و تحم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لات</w:t>
      </w:r>
      <w:r w:rsidRPr="00BA20C6">
        <w:rPr>
          <w:rtl/>
          <w:lang w:bidi="fa-IR"/>
        </w:rPr>
        <w:t xml:space="preserve"> مسافرت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از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گمرک‌خانه و قرنط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معاف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شما را امشب در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گمرک‌خانه نگاه ن</w:t>
      </w:r>
      <w:r w:rsidRPr="00BA20C6">
        <w:rPr>
          <w:rFonts w:hint="eastAsia"/>
          <w:rtl/>
          <w:lang w:bidi="fa-IR"/>
        </w:rPr>
        <w:t>داشتند،</w:t>
      </w:r>
      <w:r w:rsidRPr="00BA20C6">
        <w:rPr>
          <w:rtl/>
          <w:lang w:bidi="fa-IR"/>
        </w:rPr>
        <w:t xml:space="preserve"> و کم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سه‌گانه از «قونسول‌خانه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و «نظم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شهر» و «کمپان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تذکره‌ها و دادن ورقه پاس، و پاره کردن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مسافرخانه فرستادند، والا معمولًا مسافر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تمام اسباب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خود را، در گمرک‌خانه نشان بدهد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ارائه</w:t>
      </w:r>
      <w:r w:rsidRPr="00BA20C6">
        <w:rPr>
          <w:rtl/>
          <w:lang w:bidi="fa-IR"/>
        </w:rPr>
        <w:t xml:space="preserve"> دادن تذکره در «قونسول‌خانه» و گرفتن پاس از «نظم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ه»،</w:t>
      </w:r>
      <w:r w:rsidRPr="00BA20C6">
        <w:rPr>
          <w:rtl/>
          <w:lang w:bidi="fa-IR"/>
        </w:rPr>
        <w:t xml:space="preserve"> و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از اداره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روز وقت و مقدار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معطل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لازم دارد.</w:t>
      </w:r>
    </w:p>
    <w:p w:rsidR="00BA20C6" w:rsidRPr="00BA20C6" w:rsidRDefault="00C4055B" w:rsidP="00C4055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4" w:name="_Toc56202949"/>
      <w:bookmarkStart w:id="195" w:name="_Toc56203609"/>
      <w:r w:rsidR="00BA20C6" w:rsidRPr="00BA20C6">
        <w:rPr>
          <w:rFonts w:hint="eastAsia"/>
          <w:rtl/>
          <w:lang w:bidi="fa-IR"/>
        </w:rPr>
        <w:lastRenderedPageBreak/>
        <w:t>مغول</w:t>
      </w:r>
      <w:r w:rsidR="00BA20C6" w:rsidRPr="00BA20C6">
        <w:rPr>
          <w:rtl/>
          <w:lang w:bidi="fa-IR"/>
        </w:rPr>
        <w:t xml:space="preserve"> مسجد</w:t>
      </w:r>
      <w:bookmarkEnd w:id="194"/>
      <w:bookmarkEnd w:id="195"/>
    </w:p>
    <w:p w:rsidR="00BA20C6" w:rsidRPr="00BA20C6" w:rsidRDefault="00BA20C6" w:rsidP="00C4055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بعد از چند روز ناراحت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صدمات، امشب را در کمال آسا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خوشوقت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استراحت کرده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من خوابم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</w:t>
      </w:r>
      <w:r w:rsidRPr="00BA20C6">
        <w:rPr>
          <w:rtl/>
          <w:lang w:bidi="fa-IR"/>
        </w:rPr>
        <w:t xml:space="preserve"> و ساعت شش از شب برخواسته به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فردا صبح بنا هست از آن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آمدم.</w:t>
      </w:r>
    </w:p>
    <w:p w:rsidR="00BA20C6" w:rsidRPr="00BA20C6" w:rsidRDefault="00C4055B" w:rsidP="00C4055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C4055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اظهار خرسند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همدرد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ارآمش ده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C4055B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مشهد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وه‌فروش</w:t>
      </w:r>
      <w:r w:rsidR="00BA20C6" w:rsidRPr="00BA20C6">
        <w:rPr>
          <w:rtl/>
          <w:lang w:bidi="fa-IR"/>
        </w:rPr>
        <w:t xml:space="preserve"> «طهران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هم، به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ال</w:t>
      </w:r>
      <w:r w:rsidR="00BA20C6" w:rsidRPr="00BA20C6">
        <w:rPr>
          <w:rtl/>
          <w:lang w:bidi="fa-IR"/>
        </w:rPr>
        <w:t xml:space="preserve"> کنار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ابان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ستاده</w:t>
      </w:r>
      <w:r w:rsidR="00BA20C6" w:rsidRPr="00BA20C6">
        <w:rPr>
          <w:rtl/>
          <w:lang w:bidi="fa-IR"/>
        </w:rPr>
        <w:t xml:space="preserve"> منتظر 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بود. با هم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درشکه گرفته از مسافرخانه که در محله موسوم به «وار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بندر» است حرکت کرده، و تا دو سه ساعت در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ابان‌ها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عر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ض</w:t>
      </w:r>
      <w:r w:rsidR="00BA20C6" w:rsidRPr="00BA20C6">
        <w:rPr>
          <w:rtl/>
          <w:lang w:bidi="fa-IR"/>
        </w:rPr>
        <w:t xml:space="preserve"> و قشنگ شهر گردش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تمام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ابانها</w:t>
      </w:r>
      <w:r w:rsidR="00BA20C6" w:rsidRPr="00BA20C6">
        <w:rPr>
          <w:rtl/>
          <w:lang w:bidi="fa-IR"/>
        </w:rPr>
        <w:t xml:space="preserve"> و تمام مغازه</w:t>
      </w:r>
      <w:r w:rsidR="00BA20C6" w:rsidRPr="00BA20C6">
        <w:rPr>
          <w:rFonts w:hint="eastAsia"/>
          <w:rtl/>
          <w:lang w:bidi="fa-IR"/>
        </w:rPr>
        <w:t>‌ها</w:t>
      </w:r>
      <w:r w:rsidR="00BA20C6" w:rsidRPr="00BA20C6">
        <w:rPr>
          <w:rtl/>
          <w:lang w:bidi="fa-IR"/>
        </w:rPr>
        <w:t xml:space="preserve"> و عمارات طرف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آن، عموماً شش و هفت طبقه است با چراغ‌ها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الکتر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ک،</w:t>
      </w:r>
      <w:r w:rsidR="00BA20C6" w:rsidRPr="00BA20C6">
        <w:rPr>
          <w:rtl/>
          <w:lang w:bidi="fa-IR"/>
        </w:rPr>
        <w:t xml:space="preserve"> هنوز هم مثل روز روشن بود.</w:t>
      </w:r>
    </w:p>
    <w:p w:rsidR="00BA20C6" w:rsidRPr="00BA20C6" w:rsidRDefault="00BA20C6" w:rsidP="00C4055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کرورها</w:t>
      </w:r>
      <w:r w:rsidRPr="00BA20C6">
        <w:rPr>
          <w:rtl/>
          <w:lang w:bidi="fa-IR"/>
        </w:rPr>
        <w:t xml:space="preserve"> </w:t>
      </w:r>
      <w:r w:rsidRPr="00C4055B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تا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شب مشغول گردش و آمد و شد بودند،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ل‌ها</w:t>
      </w:r>
      <w:r w:rsidRPr="00BA20C6">
        <w:rPr>
          <w:rtl/>
          <w:lang w:bidi="fa-IR"/>
        </w:rPr>
        <w:t xml:space="preserve"> و درشکه‌ها و واگون‌ها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هم لا تُعدُّ ولا تُحص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C4055B">
        <w:rPr>
          <w:rStyle w:val="libFootnotenumChar"/>
          <w:rtl/>
        </w:rPr>
        <w:t>(2)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حرکت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هر چند قدم فاصله،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ساز و آواز و رقص و موز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از تماشاخانه‌ها و تئاترها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بلند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قسمت</w:t>
      </w:r>
      <w:r w:rsidRPr="00BA20C6">
        <w:rPr>
          <w:rtl/>
          <w:lang w:bidi="fa-IR"/>
        </w:rPr>
        <w:t xml:space="preserve"> تحتان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عمارات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tl/>
          <w:lang w:bidi="fa-IR"/>
        </w:rPr>
        <w:t xml:space="preserve"> تمام عبارت از مغازه‌ها و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دارالتجاره‌ها بود، که تا آن‌وقت شب مشغول کار و داد و ستد بودند، در محله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عه‌ها</w:t>
      </w:r>
      <w:r w:rsidRPr="00BA20C6">
        <w:rPr>
          <w:rtl/>
          <w:lang w:bidi="fa-IR"/>
        </w:rPr>
        <w:t xml:space="preserve"> هم که «مغول محلّه»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گردش کامل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مسجد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باشکوه آن را هم که به «مسجد مغول» معروف است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مربا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بالنگ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معطر اعل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جهت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که 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شده است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به مسافرخانه برگشت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C4055B" w:rsidP="00C4055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6" w:name="_Toc56202950"/>
      <w:bookmarkStart w:id="197" w:name="_Toc56203610"/>
      <w:r w:rsidR="00BA20C6" w:rsidRPr="00BA20C6">
        <w:rPr>
          <w:rFonts w:hint="eastAsia"/>
          <w:rtl/>
          <w:lang w:bidi="fa-IR"/>
        </w:rPr>
        <w:lastRenderedPageBreak/>
        <w:t>بازرس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افراد</w:t>
      </w:r>
      <w:bookmarkEnd w:id="196"/>
      <w:bookmarkEnd w:id="19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«پانزدهم برج اسد»، صبح پس از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توسط درشکه و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C4055B" w:rsidP="00C4055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C4055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هزاران.</w:t>
      </w:r>
    </w:p>
    <w:p w:rsidR="00BA20C6" w:rsidRPr="00BA20C6" w:rsidRDefault="00BA20C6" w:rsidP="00C4055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اندازه</w:t>
      </w:r>
      <w:r w:rsidRPr="00BA20C6">
        <w:rPr>
          <w:rtl/>
          <w:lang w:bidi="fa-IR"/>
        </w:rPr>
        <w:t xml:space="preserve"> و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شمار</w:t>
      </w:r>
      <w:r w:rsidRPr="00BA20C6">
        <w:rPr>
          <w:rtl/>
          <w:lang w:bidi="fa-IR"/>
        </w:rPr>
        <w:t>.</w:t>
      </w:r>
    </w:p>
    <w:p w:rsidR="00BA20C6" w:rsidRPr="00BA20C6" w:rsidRDefault="00C4055B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اسکله</w:t>
      </w:r>
      <w:r w:rsidR="00BA20C6" w:rsidRPr="00BA20C6">
        <w:rPr>
          <w:rtl/>
          <w:lang w:bidi="fa-IR"/>
        </w:rPr>
        <w:t xml:space="preserve"> حرکت کردند، آنجا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محوطه بزرگ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با آهن، مسقف و تمام اطراف آن پنجره و شبکه‌ها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آهن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 جمع‌آور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شدند،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محوطه‌ها را قفس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ند</w:t>
      </w:r>
      <w:r w:rsidR="00BA20C6" w:rsidRPr="00BA20C6">
        <w:rPr>
          <w:rtl/>
          <w:lang w:bidi="fa-IR"/>
        </w:rPr>
        <w:t xml:space="preserve"> و واقعاً اسم بامسمائ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است، بعد آنها را منظماً صف‌بند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کردند، دکتر دولت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آمده نبض و 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افه</w:t>
      </w:r>
      <w:r w:rsidR="00BA20C6" w:rsidRPr="00BA20C6">
        <w:rPr>
          <w:rtl/>
          <w:lang w:bidi="fa-IR"/>
        </w:rPr>
        <w:t xml:space="preserve"> آنها را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که مبادا مر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>ض در آنها باشد، ول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بحمداللَّه به مسامحه برگزار کردند و متعرض کس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نشده، بعد مم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کمپان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آمدند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طها</w:t>
      </w:r>
      <w:r w:rsidR="00BA20C6" w:rsidRPr="00BA20C6">
        <w:rPr>
          <w:rtl/>
          <w:lang w:bidi="fa-IR"/>
        </w:rPr>
        <w:t xml:space="preserve"> را که در دست صاحبانش بود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ده،</w:t>
      </w:r>
      <w:r w:rsidR="00BA20C6" w:rsidRPr="00BA20C6">
        <w:rPr>
          <w:rtl/>
          <w:lang w:bidi="fa-IR"/>
        </w:rPr>
        <w:t xml:space="preserve"> نصفه آن را که متعلق به رفتن بود پاره کرده گرفتند، و نصفه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را که متعلق به مراجعت بود پس دادند.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طرف قفس خانه، درب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طرف اسکله باز کرده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به سوار شدن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دلالت کردند، حمال‌ها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هم جهت حمل و نقل اسباب حاضر بودند، تا ظهر تمام کارها مرتب شده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هر دسته در جائ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منزل گرفتند، کسبه دوره‌گرد نان‌ها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خوب و نارنگ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پرتقال و انب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تازه، و موز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آورده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فروختند،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آنها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>.</w:t>
      </w:r>
    </w:p>
    <w:p w:rsidR="00C4055B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و امروز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مرتبه باران‌ها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تند آمد و قطع شد، و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«برج اسد» و به اصطلاح «قلب‌الاسد» است، و شهر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تحت «خط استوا» واقع است، هوا خوب و خنک بود و لطافت فوق‌العاده‌ا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 و از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نقل کردند سه ماه «سرطان» و «اسد» و «سنبله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فصل زمستان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است،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برسات هم که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شدت بارندگ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مطابق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سه ماه است، کثرت مرکبات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زمستان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مصدّق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حرف و موجب قبول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است، در حالت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ما، در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گرم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خشک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C4055B" w:rsidP="00C4055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8" w:name="_Toc56202951"/>
      <w:bookmarkStart w:id="199" w:name="_Toc56203611"/>
      <w:r w:rsidR="00BA20C6" w:rsidRPr="00BA20C6">
        <w:rPr>
          <w:rFonts w:hint="eastAsia"/>
          <w:rtl/>
          <w:lang w:bidi="fa-IR"/>
        </w:rPr>
        <w:lastRenderedPageBreak/>
        <w:t>حرکت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نوران</w:t>
      </w:r>
      <w:r w:rsidR="00BA20C6" w:rsidRPr="00BA20C6">
        <w:rPr>
          <w:rFonts w:hint="cs"/>
          <w:rtl/>
          <w:lang w:bidi="fa-IR"/>
        </w:rPr>
        <w:t>ی‌</w:t>
      </w:r>
      <w:bookmarkEnd w:id="198"/>
      <w:bookmarkEnd w:id="199"/>
    </w:p>
    <w:p w:rsidR="00BA20C6" w:rsidRPr="00BA20C6" w:rsidRDefault="00BA20C6" w:rsidP="00C4055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خلاصه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عدّه 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نفر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از حجاج «کابل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«بخارائ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رهم،</w:t>
      </w:r>
      <w:r w:rsidRPr="00BA20C6">
        <w:rPr>
          <w:rtl/>
          <w:lang w:bidi="fa-IR"/>
        </w:rPr>
        <w:t xml:space="preserve"> بعد از ما سوار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موسوم به «نوران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و ما به نام آن در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تفأل 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موجب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شد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است و به قدر دو هزار نفر مسافر گنجا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دارد، اما مثل دو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</w:t>
      </w:r>
      <w:r w:rsidRPr="00BA20C6">
        <w:rPr>
          <w:rFonts w:hint="eastAsia"/>
          <w:rtl/>
          <w:lang w:bidi="fa-IR"/>
        </w:rPr>
        <w:t>بق</w:t>
      </w:r>
      <w:r w:rsidRPr="00BA20C6">
        <w:rPr>
          <w:rtl/>
          <w:lang w:bidi="fa-IR"/>
        </w:rPr>
        <w:t xml:space="preserve"> پست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بلکه تجار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سرعت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آنها را ندارد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پانزده روزه به «جده»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رسد،</w:t>
      </w:r>
      <w:r w:rsidRPr="00BA20C6">
        <w:rPr>
          <w:rtl/>
          <w:lang w:bidi="fa-IR"/>
        </w:rPr>
        <w:t xml:space="preserve"> و تا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حج که ما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در «مکه»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</w:t>
      </w:r>
      <w:r w:rsidRPr="00BA20C6">
        <w:rPr>
          <w:rtl/>
          <w:lang w:bidi="fa-IR"/>
        </w:rPr>
        <w:t xml:space="preserve"> روز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مجال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که دو سه روز آن هم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صرف رفتن از «جده» به «مکه» بشود. خداوند خودش ترحم فرموده و ما را به مقصد و مقصود مقدّس برساند.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بالجمله</w:t>
      </w:r>
      <w:r w:rsidRPr="00BA20C6">
        <w:rPr>
          <w:rtl/>
          <w:lang w:bidi="fa-IR"/>
        </w:rPr>
        <w:t xml:space="preserve"> سه ساعت به غروب مانده جهاز حرکت کرد و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رفت،</w:t>
      </w:r>
      <w:r w:rsidRPr="00BA20C6">
        <w:rPr>
          <w:rtl/>
          <w:lang w:bidi="fa-IR"/>
        </w:rPr>
        <w:t xml:space="preserve"> حوال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غروب وارد 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tl/>
          <w:lang w:bidi="fa-IR"/>
        </w:rPr>
        <w:t xml:space="preserve"> شد باران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گرفت، و امواج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جنبش افتادند، هوا هم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سرد شد،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چاره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وحشت منظره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سرما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سخت، در گوشه و کنار خن‌ها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گرفته بعد از نماز و </w:t>
      </w:r>
      <w:r w:rsidRPr="00BA20C6">
        <w:rPr>
          <w:rFonts w:hint="eastAsia"/>
          <w:rtl/>
          <w:lang w:bidi="fa-IR"/>
        </w:rPr>
        <w:t>طعام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«شانزدهم اسد»، موقع نماز صبح باران به شدت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از روز گذشته شروع به تقس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آب خوردن شد، در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سابقه، آب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آشام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 بود، و در هر موقع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توانستند</w:t>
      </w:r>
      <w:r w:rsidRPr="00BA20C6">
        <w:rPr>
          <w:rtl/>
          <w:lang w:bidi="fa-IR"/>
        </w:rPr>
        <w:t xml:space="preserve"> به قدر کفا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آب از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منص</w:t>
      </w:r>
      <w:r w:rsidRPr="00BA20C6">
        <w:rPr>
          <w:rFonts w:hint="eastAsia"/>
          <w:rtl/>
          <w:lang w:bidi="fa-IR"/>
        </w:rPr>
        <w:t>وبه</w:t>
      </w:r>
      <w:r w:rsidRPr="00BA20C6">
        <w:rPr>
          <w:rtl/>
          <w:lang w:bidi="fa-IR"/>
        </w:rPr>
        <w:t xml:space="preserve">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بردارند، لکن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ساعت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صبح، آب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قسمت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ب</w:t>
      </w:r>
      <w:r w:rsidR="00C4055B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قدر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من تبر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</w:t>
      </w:r>
      <w:r w:rsidRPr="00BA20C6">
        <w:rPr>
          <w:rtl/>
          <w:lang w:bidi="fa-IR"/>
        </w:rPr>
        <w:t>.</w:t>
      </w:r>
    </w:p>
    <w:p w:rsidR="00BA20C6" w:rsidRPr="00BA20C6" w:rsidRDefault="00BA20C6" w:rsidP="00C4055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ظهر هم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مرتبه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رگبار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 و ما به وسائل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عرشه جا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قرار شد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صاحب منصب کشت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آن محل مختص به او،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جلو اطاق مخصوص او بود بده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. شب را با </w:t>
      </w:r>
      <w:r w:rsidRPr="00BA20C6">
        <w:rPr>
          <w:rtl/>
          <w:lang w:bidi="fa-IR"/>
        </w:rPr>
        <w:lastRenderedPageBreak/>
        <w:t>آن که برسات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بود و کسان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سطحه منزل داشتند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باران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شدند،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راحت بود و در کمال آسودگ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4055B">
      <w:pPr>
        <w:pStyle w:val="Heading1"/>
        <w:rPr>
          <w:rtl/>
          <w:lang w:bidi="fa-IR"/>
        </w:rPr>
      </w:pPr>
      <w:bookmarkStart w:id="200" w:name="_Toc56202952"/>
      <w:bookmarkStart w:id="201" w:name="_Toc56203612"/>
      <w:r w:rsidRPr="00BA20C6">
        <w:rPr>
          <w:rFonts w:hint="eastAsia"/>
          <w:rtl/>
          <w:lang w:bidi="fa-IR"/>
        </w:rPr>
        <w:t>حجاج</w:t>
      </w:r>
      <w:r w:rsidRPr="00BA20C6">
        <w:rPr>
          <w:rtl/>
          <w:lang w:bidi="fa-IR"/>
        </w:rPr>
        <w:t xml:space="preserve"> کابل</w:t>
      </w:r>
      <w:r w:rsidRPr="00BA20C6">
        <w:rPr>
          <w:rFonts w:hint="cs"/>
          <w:rtl/>
          <w:lang w:bidi="fa-IR"/>
        </w:rPr>
        <w:t>ی‌</w:t>
      </w:r>
      <w:bookmarkEnd w:id="200"/>
      <w:bookmarkEnd w:id="201"/>
    </w:p>
    <w:p w:rsidR="00BA20C6" w:rsidRPr="00BA20C6" w:rsidRDefault="00BA20C6" w:rsidP="00C4055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«هفدهم اسد»، صبح پرنده‌ها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قدر گنجشک نمودار شدند که هم پرواز و 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هم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نشستند</w:t>
      </w:r>
      <w:r w:rsidRPr="00BA20C6">
        <w:rPr>
          <w:rtl/>
          <w:lang w:bidi="fa-IR"/>
        </w:rPr>
        <w:t xml:space="preserve"> و هم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رفتند،</w:t>
      </w:r>
      <w:r w:rsidRPr="00BA20C6">
        <w:rPr>
          <w:rtl/>
          <w:lang w:bidi="fa-IR"/>
        </w:rPr>
        <w:t xml:space="preserve"> ممکن است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بوده باشد.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صبح تا ظهر حال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خوب بود، لکن از عصر به بعد 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حرکت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تا آن وقت از قدام </w:t>
      </w:r>
      <w:r w:rsidRPr="00C4055B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به خلف </w:t>
      </w:r>
      <w:r w:rsidRPr="00C4055B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بود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کرد، و مبدل به حرکت گاهواره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C4055B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سار</w:t>
      </w:r>
      <w:r w:rsidRPr="00BA20C6">
        <w:rPr>
          <w:rtl/>
          <w:lang w:bidi="fa-IR"/>
        </w:rPr>
        <w:t xml:space="preserve"> </w:t>
      </w:r>
      <w:r w:rsidRPr="00C4055B">
        <w:rPr>
          <w:rStyle w:val="libFootnotenumChar"/>
          <w:rtl/>
        </w:rPr>
        <w:t>(4)</w:t>
      </w:r>
      <w:r w:rsidRPr="00BA20C6">
        <w:rPr>
          <w:rtl/>
          <w:lang w:bidi="fa-IR"/>
        </w:rPr>
        <w:t xml:space="preserve"> شد و احوال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عموماً منقلب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 و تا صبح اش</w:t>
      </w:r>
      <w:r w:rsidRPr="00BA20C6">
        <w:rPr>
          <w:rFonts w:hint="eastAsia"/>
          <w:rtl/>
          <w:lang w:bidi="fa-IR"/>
        </w:rPr>
        <w:t>تغال</w:t>
      </w:r>
      <w:r w:rsidRPr="00BA20C6">
        <w:rPr>
          <w:rtl/>
          <w:lang w:bidi="fa-IR"/>
        </w:rPr>
        <w:t xml:space="preserve"> به تضرع و 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دعا داشتند. سرما هم شدت کرده بود و شخص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لحاف و روپوش گرم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و امشب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دفعه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باران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</w:t>
      </w:r>
      <w:r w:rsidRPr="00BA20C6">
        <w:rPr>
          <w:rtl/>
          <w:lang w:bidi="fa-IR"/>
        </w:rPr>
        <w:t xml:space="preserve"> و از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عمله‌جات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هرچه از سواحل «هندوستان» دور، و به حدود</w:t>
      </w:r>
    </w:p>
    <w:p w:rsidR="00C4055B" w:rsidRDefault="00C4055B" w:rsidP="00C4055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C4055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جلو.</w:t>
      </w:r>
    </w:p>
    <w:p w:rsidR="00BA20C6" w:rsidRPr="00BA20C6" w:rsidRDefault="00BA20C6" w:rsidP="00C4055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پشت.</w:t>
      </w:r>
    </w:p>
    <w:p w:rsidR="00BA20C6" w:rsidRPr="00BA20C6" w:rsidRDefault="00BA20C6" w:rsidP="00C4055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راست.</w:t>
      </w:r>
    </w:p>
    <w:p w:rsidR="00C4055B" w:rsidRDefault="00BA20C6" w:rsidP="00C4055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4- 4- چپ.</w:t>
      </w:r>
    </w:p>
    <w:p w:rsidR="00BA20C6" w:rsidRPr="00BA20C6" w:rsidRDefault="00C4055B" w:rsidP="00C4055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«جز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رةالعرب»</w:t>
      </w:r>
      <w:r w:rsidR="00BA20C6" w:rsidRPr="00BA20C6">
        <w:rPr>
          <w:rtl/>
          <w:lang w:bidi="fa-IR"/>
        </w:rPr>
        <w:t xml:space="preserve"> نزد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شو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باران کمتر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شود،</w:t>
      </w:r>
      <w:r w:rsidR="00BA20C6" w:rsidRPr="00BA20C6">
        <w:rPr>
          <w:rtl/>
          <w:lang w:bidi="fa-IR"/>
        </w:rPr>
        <w:t xml:space="preserve"> امشب در حدود ساعت پنج و شش از شب صدا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و فغان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شد از عرشه به سطحه پائ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آمده تفحص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معلوم شد حجاج کابل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مشغول دعا و تضرع‌اند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دسته پنجاه شصت نفر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خن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</w:t>
      </w:r>
      <w:r w:rsidR="00BA20C6" w:rsidRPr="00C0594D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حلقه‌وار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ستاده،</w:t>
      </w:r>
      <w:r w:rsidR="00BA20C6" w:rsidRPr="00BA20C6">
        <w:rPr>
          <w:rtl/>
          <w:lang w:bidi="fa-IR"/>
        </w:rPr>
        <w:t xml:space="preserve"> دست به گردن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انداخته ذکر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خواندند</w:t>
      </w:r>
      <w:r w:rsidR="00BA20C6" w:rsidRPr="00BA20C6">
        <w:rPr>
          <w:rtl/>
          <w:lang w:bidi="fa-IR"/>
        </w:rPr>
        <w:t xml:space="preserve"> و جست‌وخ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کردند</w:t>
      </w:r>
      <w:r w:rsidR="00BA20C6" w:rsidRPr="00BA20C6">
        <w:rPr>
          <w:rtl/>
          <w:lang w:bidi="fa-IR"/>
        </w:rPr>
        <w:t xml:space="preserve"> و 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و عربده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دند</w:t>
      </w:r>
      <w:r w:rsidR="00BA20C6" w:rsidRPr="00BA20C6">
        <w:rPr>
          <w:rtl/>
          <w:lang w:bidi="fa-IR"/>
        </w:rPr>
        <w:t xml:space="preserve"> و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حالت آنقدر طول کش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که دهان آنها کف کرد و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افتادند.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0594D">
      <w:pPr>
        <w:pStyle w:val="Heading1"/>
        <w:rPr>
          <w:rtl/>
          <w:lang w:bidi="fa-IR"/>
        </w:rPr>
      </w:pPr>
      <w:bookmarkStart w:id="202" w:name="_Toc56202953"/>
      <w:bookmarkStart w:id="203" w:name="_Toc56203613"/>
      <w:r w:rsidRPr="00BA20C6">
        <w:rPr>
          <w:rFonts w:hint="eastAsia"/>
          <w:rtl/>
          <w:lang w:bidi="fa-IR"/>
        </w:rPr>
        <w:t>امواج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bookmarkEnd w:id="202"/>
      <w:bookmarkEnd w:id="203"/>
    </w:p>
    <w:p w:rsidR="00BA20C6" w:rsidRPr="00BA20C6" w:rsidRDefault="00BA20C6" w:rsidP="00C0594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جدهم</w:t>
      </w:r>
      <w:r w:rsidRPr="00BA20C6">
        <w:rPr>
          <w:rtl/>
          <w:lang w:bidi="fa-IR"/>
        </w:rPr>
        <w:t xml:space="preserve"> اسد»، صبح تا ظهر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چهارموجه، و حرکات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رمنظم</w:t>
      </w:r>
      <w:r w:rsidRPr="00BA20C6">
        <w:rPr>
          <w:rtl/>
          <w:lang w:bidi="fa-IR"/>
        </w:rPr>
        <w:t xml:space="preserve"> بود، غالباً اشخاص در حال حرکت به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خوردند،</w:t>
      </w:r>
      <w:r w:rsidRPr="00BA20C6">
        <w:rPr>
          <w:rtl/>
          <w:lang w:bidi="fa-IR"/>
        </w:rPr>
        <w:t xml:space="preserve"> سماورها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آتش کرده با قور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سرنگون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اسباب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خت،</w:t>
      </w:r>
      <w:r w:rsidRPr="00BA20C6">
        <w:rPr>
          <w:rtl/>
          <w:lang w:bidi="fa-IR"/>
        </w:rPr>
        <w:t xml:space="preserve"> لکن طرف ظهر ب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بعد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آرام گرفت. کابل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که در خن منزل داشتند، طرف عصر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سطحه آمده صفا کرده بودند، هر کدام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چپق حش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چرس درست کرده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و پس از چند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تأمل، در عالم خلسه خودشان و مشاهده امواج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ک‌مرتبه</w:t>
      </w:r>
      <w:r w:rsidRPr="00BA20C6">
        <w:rPr>
          <w:rtl/>
          <w:lang w:bidi="fa-IR"/>
        </w:rPr>
        <w:t xml:space="preserve"> جستک زده مشغول وجد و سماع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</w:t>
      </w:r>
      <w:r w:rsidRPr="00BA20C6">
        <w:rPr>
          <w:rtl/>
          <w:lang w:bidi="fa-IR"/>
        </w:rPr>
        <w:t xml:space="preserve"> و حرکات مستانه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ما هم از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عوالم آنها عالم 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جماعت تماماً فق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نگرفته‌اند و مجاناً مسافرت کرده‌اند، و 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زم</w:t>
      </w:r>
      <w:r w:rsidRPr="00BA20C6">
        <w:rPr>
          <w:rtl/>
          <w:lang w:bidi="fa-IR"/>
        </w:rPr>
        <w:t xml:space="preserve"> و آذوقه هم هرروز از طرف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به آنها مجاناً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</w:t>
      </w:r>
      <w:r w:rsidRPr="00BA20C6">
        <w:rPr>
          <w:rtl/>
          <w:lang w:bidi="fa-IR"/>
        </w:rPr>
        <w:t>.</w:t>
      </w:r>
    </w:p>
    <w:p w:rsidR="00BA20C6" w:rsidRPr="00BA20C6" w:rsidRDefault="00C0594D" w:rsidP="00C059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C0594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اطاق پا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C0594D" w:rsidP="00C05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از</w:t>
      </w:r>
      <w:r w:rsidR="00BA20C6" w:rsidRPr="00BA20C6">
        <w:rPr>
          <w:rtl/>
          <w:lang w:bidi="fa-IR"/>
        </w:rPr>
        <w:t xml:space="preserve"> غروب به بعد، مجدداً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متلاطم و منقلب شد، هوا هم بر برودت خود افزود، و با آن‌که با لباس‌ها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کلفت زمستان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لحاف رفته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باز سرما اذ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کرد،</w:t>
      </w:r>
      <w:r w:rsidR="00BA20C6" w:rsidRPr="00BA20C6">
        <w:rPr>
          <w:rtl/>
          <w:lang w:bidi="fa-IR"/>
        </w:rPr>
        <w:t xml:space="preserve"> و تا صبح حرکات عن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tl/>
          <w:lang w:bidi="fa-IR"/>
        </w:rPr>
        <w:t xml:space="preserve"> </w:t>
      </w:r>
      <w:r w:rsidR="00BA20C6" w:rsidRPr="00C0594D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و عربده‌ها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tl/>
          <w:lang w:bidi="fa-IR"/>
        </w:rPr>
        <w:t xml:space="preserve">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ا،</w:t>
      </w:r>
      <w:r w:rsidR="00BA20C6" w:rsidRPr="00BA20C6">
        <w:rPr>
          <w:rtl/>
          <w:lang w:bidi="fa-IR"/>
        </w:rPr>
        <w:t xml:space="preserve"> و تراکم امواج کوه‌پ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کر،</w:t>
      </w:r>
      <w:r w:rsidR="00BA20C6" w:rsidRPr="00BA20C6">
        <w:rPr>
          <w:rtl/>
          <w:lang w:bidi="fa-IR"/>
        </w:rPr>
        <w:t xml:space="preserve"> خواب را بر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حرام کر</w:t>
      </w:r>
      <w:r w:rsidR="00BA20C6" w:rsidRPr="00BA20C6">
        <w:rPr>
          <w:rFonts w:hint="eastAsia"/>
          <w:rtl/>
          <w:lang w:bidi="fa-IR"/>
        </w:rPr>
        <w:t>دند،</w:t>
      </w:r>
      <w:r w:rsidR="00BA20C6" w:rsidRPr="00BA20C6">
        <w:rPr>
          <w:rtl/>
          <w:lang w:bidi="fa-IR"/>
        </w:rPr>
        <w:t xml:space="preserve"> لکن صدا از احد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بلند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</w:t>
      </w:r>
      <w:r w:rsidR="00BA20C6" w:rsidRPr="00BA20C6">
        <w:rPr>
          <w:rtl/>
          <w:lang w:bidi="fa-IR"/>
        </w:rPr>
        <w:t xml:space="preserve"> و 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</w:t>
      </w:r>
      <w:r w:rsidR="00BA20C6" w:rsidRPr="00BA20C6">
        <w:rPr>
          <w:rtl/>
          <w:lang w:bidi="fa-IR"/>
        </w:rPr>
        <w:t xml:space="preserve"> کس از 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خود حرکت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کرد،</w:t>
      </w:r>
      <w:r w:rsidR="00BA20C6" w:rsidRPr="00BA20C6">
        <w:rPr>
          <w:rtl/>
          <w:lang w:bidi="fa-IR"/>
        </w:rPr>
        <w:t xml:space="preserve"> و جملگ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وحشت و دهشت بودند، و چند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مرتبه آب در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خت</w:t>
      </w:r>
      <w:r w:rsidR="00BA20C6" w:rsidRPr="00BA20C6">
        <w:rPr>
          <w:rtl/>
          <w:lang w:bidi="fa-IR"/>
        </w:rPr>
        <w:t xml:space="preserve"> و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دو مرتبه، در عرشه هم که منزلگاه ما بود آب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خت،</w:t>
      </w:r>
      <w:r w:rsidR="00BA20C6" w:rsidRPr="00BA20C6">
        <w:rPr>
          <w:rtl/>
          <w:lang w:bidi="fa-IR"/>
        </w:rPr>
        <w:t xml:space="preserve"> با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ن‌که</w:t>
      </w:r>
      <w:r w:rsidR="00BA20C6" w:rsidRPr="00BA20C6">
        <w:rPr>
          <w:rtl/>
          <w:lang w:bidi="fa-IR"/>
        </w:rPr>
        <w:t xml:space="preserve"> از سطح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تا آن‌جا، به قدر ده ذرع ارتفاع بود.</w:t>
      </w:r>
      <w:r w:rsidR="00BA20C6" w:rsidRPr="00BA20C6">
        <w:rPr>
          <w:rFonts w:hint="eastAsia"/>
          <w:rtl/>
          <w:lang w:bidi="fa-IR"/>
        </w:rPr>
        <w:t>در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شب به خاطرم آمد حکا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تهائ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در «کاظم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و «بصره» از برسات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نقل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کردند</w:t>
      </w:r>
      <w:r w:rsidR="00BA20C6" w:rsidRPr="00BA20C6">
        <w:rPr>
          <w:rtl/>
          <w:lang w:bidi="fa-IR"/>
        </w:rPr>
        <w:t xml:space="preserve"> و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گفتند</w:t>
      </w:r>
      <w:r w:rsidR="00BA20C6" w:rsidRPr="00BA20C6">
        <w:rPr>
          <w:rtl/>
          <w:lang w:bidi="fa-IR"/>
        </w:rPr>
        <w:t>: گاه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آب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به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زد،</w:t>
      </w:r>
      <w:r w:rsidR="00BA20C6" w:rsidRPr="00BA20C6">
        <w:rPr>
          <w:rtl/>
          <w:lang w:bidi="fa-IR"/>
        </w:rPr>
        <w:t xml:space="preserve"> و بعض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اوقات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افتند</w:t>
      </w:r>
      <w:r w:rsidR="00BA20C6" w:rsidRPr="00BA20C6">
        <w:rPr>
          <w:rtl/>
          <w:lang w:bidi="fa-IR"/>
        </w:rPr>
        <w:t>. و فکر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کردم</w:t>
      </w:r>
      <w:r w:rsidR="00BA20C6" w:rsidRPr="00BA20C6">
        <w:rPr>
          <w:rtl/>
          <w:lang w:bidi="fa-IR"/>
        </w:rPr>
        <w:t xml:space="preserve"> که ما تمام ساعت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که در کشت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tl/>
          <w:lang w:bidi="fa-IR"/>
        </w:rPr>
        <w:t xml:space="preserve">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به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ات،</w:t>
      </w:r>
      <w:r w:rsidR="00BA20C6" w:rsidRPr="00BA20C6">
        <w:rPr>
          <w:rtl/>
          <w:lang w:bidi="fa-IR"/>
        </w:rPr>
        <w:t xml:space="preserve"> بلکه به أش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مراتب آن گذران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ده‌ا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خداوند خودش ما را از شرور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محفوظ، و به مقصد مقدس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صال</w:t>
      </w:r>
      <w:r w:rsidR="00BA20C6" w:rsidRPr="00BA20C6">
        <w:rPr>
          <w:rtl/>
          <w:lang w:bidi="fa-IR"/>
        </w:rPr>
        <w:t xml:space="preserve"> فرما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>. امروز دو سه نفر در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تلف شده و جنازه آنها نص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tl/>
          <w:lang w:bidi="fa-IR"/>
        </w:rPr>
        <w:t xml:space="preserve"> ماه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و 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وانات</w:t>
      </w:r>
      <w:r w:rsidR="00BA20C6" w:rsidRPr="00BA20C6">
        <w:rPr>
          <w:rtl/>
          <w:lang w:bidi="fa-IR"/>
        </w:rPr>
        <w:t xml:space="preserve"> بحر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شد.</w:t>
      </w:r>
      <w:r w:rsidRPr="00BA20C6">
        <w:rPr>
          <w:rFonts w:hint="eastAsia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امروز</w:t>
      </w:r>
      <w:r w:rsidR="00BA20C6" w:rsidRPr="00BA20C6">
        <w:rPr>
          <w:rtl/>
          <w:lang w:bidi="fa-IR"/>
        </w:rPr>
        <w:t xml:space="preserve"> سه‌شنبه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و چهارم ذ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القعده</w:t>
      </w:r>
      <w:r w:rsidR="00BA20C6" w:rsidRPr="00BA20C6">
        <w:rPr>
          <w:rtl/>
          <w:lang w:bidi="fa-IR"/>
        </w:rPr>
        <w:t xml:space="preserve"> مطابق «نوزدهم اسد»، صبح تا ظهر انقلاب هوا و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به حال خود بود، سه چهار جنازه تلف‌شدگانِ شب را در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ختند،</w:t>
      </w:r>
      <w:r w:rsidR="00BA20C6" w:rsidRPr="00BA20C6">
        <w:rPr>
          <w:rtl/>
          <w:lang w:bidi="fa-IR"/>
        </w:rPr>
        <w:t xml:space="preserve"> دو مرتبه هم باران آمد لکن مقارن ظهر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آرام گرفت و هوا باز شد، و خورش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جهان‌تاب،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را از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دار</w:t>
      </w:r>
      <w:r w:rsidR="00BA20C6" w:rsidRPr="00BA20C6">
        <w:rPr>
          <w:rtl/>
          <w:lang w:bidi="fa-IR"/>
        </w:rPr>
        <w:t xml:space="preserve"> خود محظوظ و بهره‌مند نمود، و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وجد و شعف فوق‌العاده در همگ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حادث شد،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</w:t>
      </w:r>
      <w:r w:rsidR="00BA20C6" w:rsidRPr="00BA20C6">
        <w:rPr>
          <w:rtl/>
          <w:lang w:bidi="fa-IR"/>
        </w:rPr>
        <w:t xml:space="preserve"> که از بندر عباس که گذشت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تا امروز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روز</w:t>
      </w:r>
    </w:p>
    <w:p w:rsidR="00BA20C6" w:rsidRPr="00BA20C6" w:rsidRDefault="00C0594D" w:rsidP="00C059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C0594D" w:rsidRDefault="00BA20C6" w:rsidP="00C0594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سخت و خشن.</w:t>
      </w:r>
    </w:p>
    <w:p w:rsidR="00BA20C6" w:rsidRPr="00BA20C6" w:rsidRDefault="00C0594D" w:rsidP="00C05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بود</w:t>
      </w:r>
      <w:r w:rsidR="00BA20C6" w:rsidRPr="00BA20C6">
        <w:rPr>
          <w:rtl/>
          <w:lang w:bidi="fa-IR"/>
        </w:rPr>
        <w:t xml:space="preserve"> که آفتاب نداشت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قرص خورش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را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جز در پس پرده ابرها.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جنبش افتادند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اسباب خودشان را که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بود در آفتاب خشک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که از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آن طرف 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و مبتلا به داءالبحر بود، حالش افاقه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«حاج</w:t>
      </w:r>
      <w:r w:rsidRPr="00BA20C6">
        <w:rPr>
          <w:rtl/>
          <w:lang w:bidi="fa-IR"/>
        </w:rPr>
        <w:t xml:space="preserve"> ابوالحسن» طباخ هم که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منقل آتش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</w:t>
      </w:r>
      <w:r w:rsidRPr="00BA20C6">
        <w:rPr>
          <w:rtl/>
          <w:lang w:bidi="fa-IR"/>
        </w:rPr>
        <w:t xml:space="preserve"> و تاکنون حالش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رقت بود بهتر شد و به حرکت افتاد، بعد از نماز عصر مشغول قرائت کلام‌اللَّه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اتفاقاً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مبارکه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>:</w:t>
      </w:r>
    </w:p>
    <w:p w:rsidR="00BA20C6" w:rsidRPr="00BA20C6" w:rsidRDefault="00C0594D" w:rsidP="00BA20C6">
      <w:pPr>
        <w:pStyle w:val="libNormal"/>
        <w:rPr>
          <w:rtl/>
          <w:lang w:bidi="fa-IR"/>
        </w:rPr>
      </w:pPr>
      <w:r w:rsidRPr="00C0594D">
        <w:rPr>
          <w:rStyle w:val="libAlaemChar"/>
          <w:rFonts w:hint="cs"/>
          <w:rtl/>
        </w:rPr>
        <w:t>(</w:t>
      </w:r>
      <w:r w:rsidR="00BA20C6" w:rsidRPr="00C0594D">
        <w:rPr>
          <w:rStyle w:val="libAieChar"/>
          <w:rFonts w:hint="eastAsia"/>
          <w:rtl/>
        </w:rPr>
        <w:t>وَالَّذِ</w:t>
      </w:r>
      <w:r w:rsidR="00BA20C6" w:rsidRPr="00C0594D">
        <w:rPr>
          <w:rStyle w:val="libAieChar"/>
          <w:rFonts w:hint="cs"/>
          <w:rtl/>
        </w:rPr>
        <w:t>ی</w:t>
      </w:r>
      <w:r w:rsidR="00BA20C6" w:rsidRPr="00C0594D">
        <w:rPr>
          <w:rStyle w:val="libAieChar"/>
          <w:rtl/>
        </w:rPr>
        <w:t xml:space="preserve"> خَلَقَ الْأَزْوَاجَ کُلَّهَا وَجَعَلَ لَکُمْ مِنْ الْفُلْکِ وَالْأَنْعَامِ مَا تَرْکَبُونَ* لِتَسْتَوُوا عَلَ</w:t>
      </w:r>
      <w:r w:rsidR="00BA20C6" w:rsidRPr="00C0594D">
        <w:rPr>
          <w:rStyle w:val="libAieChar"/>
          <w:rFonts w:hint="cs"/>
          <w:rtl/>
        </w:rPr>
        <w:t>ی</w:t>
      </w:r>
      <w:r w:rsidR="00BA20C6" w:rsidRPr="00C0594D">
        <w:rPr>
          <w:rStyle w:val="libAieChar"/>
          <w:rtl/>
        </w:rPr>
        <w:t xml:space="preserve"> ظُهُورِهِ ثُمَّ تَذْکُرُوا نِعْمَةَ رَبِّکُمْ إِذَا اسْتَوَ</w:t>
      </w:r>
      <w:r w:rsidR="00BA20C6" w:rsidRPr="00C0594D">
        <w:rPr>
          <w:rStyle w:val="libAieChar"/>
          <w:rFonts w:hint="cs"/>
          <w:rtl/>
        </w:rPr>
        <w:t>یْ</w:t>
      </w:r>
      <w:r w:rsidR="00BA20C6" w:rsidRPr="00C0594D">
        <w:rPr>
          <w:rStyle w:val="libAieChar"/>
          <w:rFonts w:hint="eastAsia"/>
          <w:rtl/>
        </w:rPr>
        <w:t>تُمْ</w:t>
      </w:r>
      <w:r w:rsidR="00BA20C6" w:rsidRPr="00C0594D">
        <w:rPr>
          <w:rStyle w:val="libAieChar"/>
          <w:rtl/>
        </w:rPr>
        <w:t xml:space="preserve"> عَلَ</w:t>
      </w:r>
      <w:r w:rsidR="00BA20C6" w:rsidRPr="00C0594D">
        <w:rPr>
          <w:rStyle w:val="libAieChar"/>
          <w:rFonts w:hint="cs"/>
          <w:rtl/>
        </w:rPr>
        <w:t>یْ</w:t>
      </w:r>
      <w:r w:rsidR="00BA20C6" w:rsidRPr="00C0594D">
        <w:rPr>
          <w:rStyle w:val="libAieChar"/>
          <w:rFonts w:hint="eastAsia"/>
          <w:rtl/>
        </w:rPr>
        <w:t>هِ</w:t>
      </w:r>
      <w:r w:rsidR="00BA20C6" w:rsidRPr="00C0594D">
        <w:rPr>
          <w:rStyle w:val="libAieChar"/>
          <w:rtl/>
        </w:rPr>
        <w:t xml:space="preserve"> وَتَقُولُوا سُبْحانَ الَّذِ</w:t>
      </w:r>
      <w:r w:rsidR="00BA20C6" w:rsidRPr="00C0594D">
        <w:rPr>
          <w:rStyle w:val="libAieChar"/>
          <w:rFonts w:hint="cs"/>
          <w:rtl/>
        </w:rPr>
        <w:t>ی</w:t>
      </w:r>
      <w:r w:rsidR="00BA20C6" w:rsidRPr="00C0594D">
        <w:rPr>
          <w:rStyle w:val="libAieChar"/>
          <w:rtl/>
        </w:rPr>
        <w:t xml:space="preserve"> سَخَّرَ لَنَا هَذَا وَمَا کُنَّ</w:t>
      </w:r>
      <w:r w:rsidR="00BA20C6" w:rsidRPr="00C0594D">
        <w:rPr>
          <w:rStyle w:val="libAieChar"/>
          <w:rFonts w:hint="eastAsia"/>
          <w:rtl/>
        </w:rPr>
        <w:t>ا</w:t>
      </w:r>
      <w:r w:rsidR="00BA20C6" w:rsidRPr="00C0594D">
        <w:rPr>
          <w:rStyle w:val="libAieChar"/>
          <w:rtl/>
        </w:rPr>
        <w:t xml:space="preserve"> لَهُ مُقْرِنِ</w:t>
      </w:r>
      <w:r w:rsidR="00BA20C6" w:rsidRPr="00C0594D">
        <w:rPr>
          <w:rStyle w:val="libAieChar"/>
          <w:rFonts w:hint="cs"/>
          <w:rtl/>
        </w:rPr>
        <w:t>ی</w:t>
      </w:r>
      <w:r w:rsidR="00BA20C6" w:rsidRPr="00C0594D">
        <w:rPr>
          <w:rStyle w:val="libAieChar"/>
          <w:rFonts w:hint="eastAsia"/>
          <w:rtl/>
        </w:rPr>
        <w:t>نَ</w:t>
      </w:r>
      <w:r w:rsidR="00BA20C6" w:rsidRPr="00C0594D">
        <w:rPr>
          <w:rStyle w:val="libAieChar"/>
          <w:rtl/>
        </w:rPr>
        <w:t>* وَإِنَّا إِلَ</w:t>
      </w:r>
      <w:r w:rsidR="00BA20C6" w:rsidRPr="00C0594D">
        <w:rPr>
          <w:rStyle w:val="libAieChar"/>
          <w:rFonts w:hint="cs"/>
          <w:rtl/>
        </w:rPr>
        <w:t>ی</w:t>
      </w:r>
      <w:r w:rsidR="00BA20C6" w:rsidRPr="00C0594D">
        <w:rPr>
          <w:rStyle w:val="libAieChar"/>
          <w:rtl/>
        </w:rPr>
        <w:t xml:space="preserve"> رَبِّنَا لَمُنقَلِبُونَ</w:t>
      </w:r>
      <w:r w:rsidR="00BA20C6" w:rsidRPr="00BA20C6">
        <w:rPr>
          <w:rtl/>
          <w:lang w:bidi="fa-IR"/>
        </w:rPr>
        <w:t>.</w:t>
      </w:r>
      <w:r w:rsidRPr="00C0594D">
        <w:rPr>
          <w:rStyle w:val="libAlaemChar"/>
          <w:rFonts w:hint="cs"/>
          <w:rtl/>
        </w:rPr>
        <w:t>)</w:t>
      </w:r>
      <w:r w:rsidR="00BA20C6" w:rsidRPr="00BA20C6">
        <w:rPr>
          <w:rtl/>
          <w:lang w:bidi="fa-IR"/>
        </w:rPr>
        <w:t xml:space="preserve"> </w:t>
      </w:r>
      <w:r w:rsidR="00BA20C6" w:rsidRPr="00C0594D">
        <w:rPr>
          <w:rStyle w:val="libFootnotenumChar"/>
          <w:rtl/>
        </w:rPr>
        <w:t>(1)</w:t>
      </w:r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خود</w:t>
      </w:r>
      <w:r w:rsidRPr="00BA20C6">
        <w:rPr>
          <w:rtl/>
          <w:lang w:bidi="fa-IR"/>
        </w:rPr>
        <w:t xml:space="preserve"> را درست مشمول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شده و تا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حال 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متوال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سبحان الذ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سخّر لنا هذا و از غروب به بعد هم هوا صاف بود و ستاره‌ها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معروفه تشخ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</w:t>
      </w:r>
      <w:r w:rsidRPr="00BA20C6">
        <w:rPr>
          <w:rtl/>
          <w:lang w:bidi="fa-IR"/>
        </w:rPr>
        <w:t xml:space="preserve"> داده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سرد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هم مثل شب گذشته بود، لکن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آرام بود، تا صب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خواب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9A22D3" w:rsidRPr="00BA20C6" w:rsidRDefault="009A22D3" w:rsidP="009A22D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9A22D3" w:rsidRPr="00BA20C6" w:rsidRDefault="009A22D3" w:rsidP="009A22D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زخرف: 12، 14.</w:t>
      </w:r>
    </w:p>
    <w:p w:rsidR="00BA20C6" w:rsidRPr="00BA20C6" w:rsidRDefault="00C0594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C0594D">
      <w:pPr>
        <w:pStyle w:val="Heading1"/>
        <w:rPr>
          <w:rtl/>
          <w:lang w:bidi="fa-IR"/>
        </w:rPr>
      </w:pPr>
      <w:bookmarkStart w:id="204" w:name="_Toc56202954"/>
      <w:bookmarkStart w:id="205" w:name="_Toc56203614"/>
      <w:r w:rsidRPr="00BA20C6">
        <w:rPr>
          <w:rFonts w:hint="eastAsia"/>
          <w:rtl/>
          <w:lang w:bidi="fa-IR"/>
        </w:rPr>
        <w:t>دره‌ها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م‌الجثه‌</w:t>
      </w:r>
      <w:bookmarkEnd w:id="204"/>
      <w:bookmarkEnd w:id="20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9A22D3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اسد»، صبح </w:t>
      </w:r>
      <w:r w:rsidRPr="00BA20C6">
        <w:rPr>
          <w:rFonts w:hint="eastAsia"/>
          <w:rtl/>
          <w:lang w:bidi="fa-IR"/>
        </w:rPr>
        <w:t>تا</w:t>
      </w:r>
      <w:r w:rsidRPr="00BA20C6">
        <w:rPr>
          <w:rtl/>
          <w:lang w:bidi="fa-IR"/>
        </w:rPr>
        <w:t xml:space="preserve"> غروب هوا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م‌صاف</w:t>
      </w:r>
      <w:r w:rsidRPr="00BA20C6">
        <w:rPr>
          <w:rtl/>
          <w:lang w:bidi="fa-IR"/>
        </w:rPr>
        <w:t xml:space="preserve"> بود، لکن 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هر طرف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امواج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خورد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هم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کوهها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متصاعد شده،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قعر دره‌ها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نزول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حال ما درست مثل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سلسله دره و ماهور، اسب‌</w:t>
      </w:r>
      <w:r w:rsidR="009A22D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و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باد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جهت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</w:t>
      </w:r>
      <w:r w:rsidRPr="00BA20C6">
        <w:rPr>
          <w:rtl/>
          <w:lang w:bidi="fa-IR"/>
        </w:rPr>
        <w:t xml:space="preserve"> امواج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سارِ</w:t>
      </w:r>
      <w:r w:rsidRPr="00BA20C6">
        <w:rPr>
          <w:rtl/>
          <w:lang w:bidi="fa-IR"/>
        </w:rPr>
        <w:t xml:space="preserve"> ما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ختند،</w:t>
      </w:r>
      <w:r w:rsidRPr="00BA20C6">
        <w:rPr>
          <w:rtl/>
          <w:lang w:bidi="fa-IR"/>
        </w:rPr>
        <w:t xml:space="preserve"> 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پهلو به آن پهلو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م‌الجثه</w:t>
      </w:r>
      <w:r w:rsidRPr="00BA20C6">
        <w:rPr>
          <w:rtl/>
          <w:lang w:bidi="fa-IR"/>
        </w:rPr>
        <w:t xml:space="preserve"> و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ب‌الشکل</w:t>
      </w:r>
      <w:r w:rsidRPr="00BA20C6">
        <w:rPr>
          <w:rtl/>
          <w:lang w:bidi="fa-IR"/>
        </w:rPr>
        <w:t xml:space="preserve"> بحر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دسته دسته، منظماً </w:t>
      </w:r>
      <w:r w:rsidRPr="009A22D3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با کمال سرعت تعق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کرده و همراه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آمدند،</w:t>
      </w:r>
      <w:r w:rsidRPr="00BA20C6">
        <w:rPr>
          <w:rtl/>
          <w:lang w:bidi="fa-IR"/>
        </w:rPr>
        <w:t xml:space="preserve"> مثل آن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مشت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مه‌جان</w:t>
      </w:r>
      <w:r w:rsidRPr="00BA20C6">
        <w:rPr>
          <w:rtl/>
          <w:lang w:bidi="fa-IR"/>
        </w:rPr>
        <w:t xml:space="preserve"> دهان باز کرده‌اند، طرف عصر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قسم مرغ‌ها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نمودار شده، و در خط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پرواز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tl/>
          <w:lang w:bidi="fa-IR"/>
        </w:rPr>
        <w:t>کردند، مسلم است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موجود باشد.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انقلاب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از غروب به بعد مرتفع شد و تمام شب را آسوده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9A22D3" w:rsidP="009A22D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06" w:name="_Toc56202955"/>
      <w:bookmarkStart w:id="207" w:name="_Toc56203615"/>
      <w:r w:rsidR="00BA20C6" w:rsidRPr="00BA20C6">
        <w:rPr>
          <w:rFonts w:hint="eastAsia"/>
          <w:rtl/>
          <w:lang w:bidi="fa-IR"/>
        </w:rPr>
        <w:lastRenderedPageBreak/>
        <w:t>خبر</w:t>
      </w:r>
      <w:r w:rsidR="00BA20C6" w:rsidRPr="00BA20C6">
        <w:rPr>
          <w:rtl/>
          <w:lang w:bidi="fa-IR"/>
        </w:rPr>
        <w:t xml:space="preserve"> ناگوار</w:t>
      </w:r>
      <w:bookmarkEnd w:id="206"/>
      <w:bookmarkEnd w:id="207"/>
    </w:p>
    <w:p w:rsidR="00BA20C6" w:rsidRPr="00BA20C6" w:rsidRDefault="00BA20C6" w:rsidP="009A22D3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از اجزا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9A22D3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دانست،</w:t>
      </w:r>
      <w:r w:rsidRPr="00BA20C6">
        <w:rPr>
          <w:rtl/>
          <w:lang w:bidi="fa-IR"/>
        </w:rPr>
        <w:t xml:space="preserve"> در ضمن صحبت‌ها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راجع به مسافرت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سرعت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گفت: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برسات،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روزه به «جده»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 xml:space="preserve"> و ما حساب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درست روز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اضح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«جده»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اول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کّه</w:t>
      </w:r>
      <w:r w:rsidRPr="00BA20C6">
        <w:rPr>
          <w:rtl/>
          <w:lang w:bidi="fa-IR"/>
        </w:rPr>
        <w:t xml:space="preserve"> خورده، از عمله‌جات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که</w:t>
      </w:r>
      <w:r w:rsidRPr="00BA20C6">
        <w:rPr>
          <w:rtl/>
          <w:lang w:bidi="fa-IR"/>
        </w:rPr>
        <w:t xml:space="preserve"> کم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زبان آنها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استفاده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آنها هم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جواب دادند،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مطلب دهان به </w:t>
      </w:r>
    </w:p>
    <w:p w:rsidR="00BA20C6" w:rsidRPr="00BA20C6" w:rsidRDefault="009A22D3" w:rsidP="009A22D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BA20C6" w:rsidRPr="00BA20C6" w:rsidRDefault="00BA20C6" w:rsidP="009A22D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با ترت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نظم.</w:t>
      </w:r>
    </w:p>
    <w:p w:rsidR="00BA20C6" w:rsidRPr="00BA20C6" w:rsidRDefault="00BA20C6" w:rsidP="009A22D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کارکنان.</w:t>
      </w:r>
    </w:p>
    <w:p w:rsidR="00BA20C6" w:rsidRPr="00BA20C6" w:rsidRDefault="009A22D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دهان</w:t>
      </w:r>
      <w:r w:rsidR="00BA20C6" w:rsidRPr="00BA20C6">
        <w:rPr>
          <w:rtl/>
          <w:lang w:bidi="fa-IR"/>
        </w:rPr>
        <w:t xml:space="preserve"> گذشت و عموم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وحشت و اضطراب فوق‌العاده افتادند و حق هم داشتند،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</w:t>
      </w:r>
      <w:r w:rsidR="00BA20C6" w:rsidRPr="00BA20C6">
        <w:rPr>
          <w:rtl/>
          <w:lang w:bidi="fa-IR"/>
        </w:rPr>
        <w:t xml:space="preserve"> که بعد از چند ماه مسافرت، و تحمل آن همه صدمات و زحمات، شن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دن</w:t>
      </w:r>
      <w:r w:rsidR="00BA20C6" w:rsidRPr="00BA20C6">
        <w:rPr>
          <w:rtl/>
          <w:lang w:bidi="fa-IR"/>
        </w:rPr>
        <w:t xml:space="preserve"> چن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حرف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تحمل‌ناپذ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رفقا</w:t>
      </w:r>
      <w:r w:rsidRPr="00BA20C6">
        <w:rPr>
          <w:rtl/>
          <w:lang w:bidi="fa-IR"/>
        </w:rPr>
        <w:t xml:space="preserve"> قرار دادند که من خود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را ملاقات کرده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خصوص و در باب اطلاع دادن در موقع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به کوه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لملم»</w:t>
      </w:r>
      <w:r w:rsidRPr="00BA20C6">
        <w:rPr>
          <w:rtl/>
          <w:lang w:bidi="fa-IR"/>
        </w:rPr>
        <w:t xml:space="preserve"> </w:t>
      </w:r>
      <w:r w:rsidRPr="009A22D3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جهت محرم شدن، و اگر مقتض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باشد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دادن وعده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چه</w:t>
      </w:r>
      <w:r w:rsidRPr="00BA20C6">
        <w:rPr>
          <w:rtl/>
          <w:lang w:bidi="fa-IR"/>
        </w:rPr>
        <w:t xml:space="preserve"> به عنوان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ادگار</w:t>
      </w:r>
      <w:r w:rsidRPr="00BA20C6">
        <w:rPr>
          <w:rtl/>
          <w:lang w:bidi="fa-IR"/>
        </w:rPr>
        <w:t xml:space="preserve"> مذاکرات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بکنم،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بعض از اجزا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گفتند ممکن است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به طمع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رشوه بر سرعت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افزا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شما را چند روز زودتر به «جده» برساند.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به ملاقات مشارٌال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در اطاق مخصوص به خودش رفتم، و چون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از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زبان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کنفر</w:t>
      </w:r>
      <w:r w:rsidRPr="00BA20C6">
        <w:rPr>
          <w:rtl/>
          <w:lang w:bidi="fa-IR"/>
        </w:rPr>
        <w:t xml:space="preserve"> از معاون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ن‌اش</w:t>
      </w:r>
      <w:r w:rsidRPr="00BA20C6">
        <w:rPr>
          <w:rtl/>
          <w:lang w:bidi="fa-IR"/>
        </w:rPr>
        <w:t xml:space="preserve"> که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 و «فرانسه»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انه</w:t>
      </w:r>
      <w:r w:rsidRPr="00BA20C6">
        <w:rPr>
          <w:rtl/>
          <w:lang w:bidi="fa-IR"/>
        </w:rPr>
        <w:t xml:space="preserve"> ما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لماج</w:t>
      </w:r>
      <w:r w:rsidRPr="00BA20C6">
        <w:rPr>
          <w:rtl/>
          <w:lang w:bidi="fa-IR"/>
        </w:rPr>
        <w:t xml:space="preserve"> </w:t>
      </w:r>
      <w:r w:rsidRPr="009A22D3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شد و خلاصه جواب‌هائ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سؤالات و تقاضاها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داد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 که،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ده 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 مسافت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«جده» را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و چند مرتبه است که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جده،</w:t>
      </w:r>
      <w:r w:rsidRPr="00BA20C6">
        <w:rPr>
          <w:rtl/>
          <w:lang w:bidi="fa-IR"/>
        </w:rPr>
        <w:t xml:space="preserve"> نوزده روزه آمده است، لکن برسات تخف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افته</w:t>
      </w:r>
      <w:r w:rsidRPr="00BA20C6">
        <w:rPr>
          <w:rtl/>
          <w:lang w:bidi="fa-IR"/>
        </w:rPr>
        <w:t xml:space="preserve"> و خوشبختانه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دفعه باد مخالف هم که از جلو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کمتر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«جده»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شما اطم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نان</w:t>
      </w:r>
      <w:r w:rsidRPr="00BA20C6">
        <w:rPr>
          <w:rtl/>
          <w:lang w:bidi="fa-IR"/>
        </w:rPr>
        <w:t xml:space="preserve"> بدهم که شب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در «عدن» و سه روز بعد از آن در «جده»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بود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مسافرت از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تا «جده»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زده،</w:t>
      </w:r>
      <w:r w:rsidRPr="00BA20C6">
        <w:rPr>
          <w:rtl/>
          <w:lang w:bidi="fa-IR"/>
        </w:rPr>
        <w:t xml:space="preserve"> چهارده روز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طول نخواهد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در باب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لملم»</w:t>
      </w:r>
      <w:r w:rsidRPr="00BA20C6">
        <w:rPr>
          <w:rtl/>
          <w:lang w:bidi="fa-IR"/>
        </w:rPr>
        <w:t xml:space="preserve"> گفت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سال است من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</w:p>
    <w:p w:rsidR="00BA20C6" w:rsidRPr="00BA20C6" w:rsidRDefault="009A22D3" w:rsidP="009A22D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9A22D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 xml:space="preserve">1- 1-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مواق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حج است.</w:t>
      </w:r>
    </w:p>
    <w:p w:rsidR="00BA20C6" w:rsidRDefault="00BA20C6" w:rsidP="009A22D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مترجم.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خط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و سال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مرتبه حجاج را به «جده» برده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در محاذات </w:t>
      </w:r>
      <w:r w:rsidRPr="009A22D3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کوه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لملم»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لباس بدهند به شما هم به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پور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اعلام خواهم کرد، و در خصوص تعارفات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من کردم گفت ابداً توقع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طمع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ندارم، لکن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حسن حمله‌دار»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من زده است بگوئ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فراموش نکند.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مذاکرات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رفقا نقل کردم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دوار</w:t>
      </w:r>
      <w:r w:rsidRPr="00BA20C6">
        <w:rPr>
          <w:rtl/>
          <w:lang w:bidi="fa-IR"/>
        </w:rPr>
        <w:t xml:space="preserve"> و خوشحال شدند،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حسن» را صدا 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آمد، معلوم شد روز اول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وعده دو قطعه قال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چه</w:t>
      </w:r>
      <w:r w:rsidRPr="00BA20C6">
        <w:rPr>
          <w:rtl/>
          <w:lang w:bidi="fa-IR"/>
        </w:rPr>
        <w:t xml:space="preserve"> به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داده بود که زودتر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به «جده» برساند، لذا وجه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انه</w:t>
      </w:r>
      <w:r w:rsidRPr="00BA20C6">
        <w:rPr>
          <w:rtl/>
          <w:lang w:bidi="fa-IR"/>
        </w:rPr>
        <w:t xml:space="preserve"> جمع‌آور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کرده، دو قطعه قال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چه</w:t>
      </w:r>
      <w:r w:rsidRPr="00BA20C6">
        <w:rPr>
          <w:rtl/>
          <w:lang w:bidi="fa-IR"/>
        </w:rPr>
        <w:t xml:space="preserve"> از دو نفر مسافر 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بردند، ضمناً از مذاکرات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معلوم شد که فرنگ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کوه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لملم»</w:t>
      </w:r>
      <w:r w:rsidRPr="00BA20C6">
        <w:rPr>
          <w:rtl/>
          <w:lang w:bidi="fa-IR"/>
        </w:rPr>
        <w:t xml:space="preserve"> را «لملم»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در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نقشه بحر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من نشان داد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لملم به حروف لات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نوشته شده بود.</w:t>
      </w:r>
    </w:p>
    <w:p w:rsidR="00BA20C6" w:rsidRPr="00BA20C6" w:rsidRDefault="009A22D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A20C6" w:rsidRPr="00BA20C6" w:rsidRDefault="00BA20C6" w:rsidP="009A22D3">
      <w:pPr>
        <w:pStyle w:val="Heading1"/>
        <w:rPr>
          <w:rtl/>
          <w:lang w:bidi="fa-IR"/>
        </w:rPr>
      </w:pPr>
      <w:bookmarkStart w:id="208" w:name="_Toc56202956"/>
      <w:bookmarkStart w:id="209" w:name="_Toc56203616"/>
      <w:r w:rsidRPr="00BA20C6">
        <w:rPr>
          <w:rFonts w:hint="eastAsia"/>
          <w:rtl/>
          <w:lang w:bidi="fa-IR"/>
        </w:rPr>
        <w:t>ذکر</w:t>
      </w:r>
      <w:r w:rsidRPr="00BA20C6">
        <w:rPr>
          <w:rtl/>
          <w:lang w:bidi="fa-IR"/>
        </w:rPr>
        <w:t xml:space="preserve"> و رقص!</w:t>
      </w:r>
      <w:bookmarkEnd w:id="208"/>
      <w:bookmarkEnd w:id="209"/>
    </w:p>
    <w:p w:rsidR="00BA20C6" w:rsidRPr="00BA20C6" w:rsidRDefault="00BA20C6" w:rsidP="009A22D3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با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اسد»، صبح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وضو ساختن به سطحه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معلوم شد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باران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و تمام راکب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نِ</w:t>
      </w:r>
      <w:r w:rsidRPr="00BA20C6">
        <w:rPr>
          <w:rtl/>
          <w:lang w:bidi="fa-IR"/>
        </w:rPr>
        <w:t xml:space="preserve"> سطحه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آنها را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قله 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نمودار بود و ارتفاع آن از سطح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نظر پانصد متر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آمد،</w:t>
      </w:r>
      <w:r w:rsidRPr="00BA20C6">
        <w:rPr>
          <w:rtl/>
          <w:lang w:bidi="fa-IR"/>
        </w:rPr>
        <w:t xml:space="preserve"> طرف عصر کابل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در سطحه مشغول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بنگ و حش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وجد و سماع بودند، و اول شب در خن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اشتغال به ذکر و رقص داشتند، تا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دهانشان کف کرد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افتادند. امروز</w:t>
      </w:r>
    </w:p>
    <w:p w:rsidR="00BA20C6" w:rsidRPr="00BA20C6" w:rsidRDefault="003E3DC4" w:rsidP="003E3D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3E3DC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مقابل، روبرو.</w:t>
      </w:r>
    </w:p>
    <w:p w:rsidR="00BA20C6" w:rsidRPr="00BA20C6" w:rsidRDefault="003E3DC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و</w:t>
      </w:r>
      <w:r w:rsidR="00BA20C6" w:rsidRPr="00BA20C6">
        <w:rPr>
          <w:rtl/>
          <w:lang w:bidi="fa-IR"/>
        </w:rPr>
        <w:t xml:space="preserve"> امشب هوا صاف و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آرام بود لکن من از ظهر تب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عارضم شد و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</w:t>
      </w:r>
      <w:r w:rsidR="00BA20C6" w:rsidRPr="00BA20C6">
        <w:rPr>
          <w:rtl/>
          <w:lang w:bidi="fa-IR"/>
        </w:rPr>
        <w:t xml:space="preserve"> شب عرق کردم.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E3DC4">
      <w:pPr>
        <w:pStyle w:val="Heading1"/>
        <w:rPr>
          <w:rtl/>
          <w:lang w:bidi="fa-IR"/>
        </w:rPr>
      </w:pPr>
      <w:bookmarkStart w:id="210" w:name="_Toc56202957"/>
      <w:bookmarkStart w:id="211" w:name="_Toc56203617"/>
      <w:r w:rsidRPr="00BA20C6">
        <w:rPr>
          <w:rFonts w:hint="eastAsia"/>
          <w:rtl/>
          <w:lang w:bidi="fa-IR"/>
        </w:rPr>
        <w:t>ملح‌الاثمار</w:t>
      </w:r>
      <w:bookmarkEnd w:id="210"/>
      <w:bookmarkEnd w:id="211"/>
    </w:p>
    <w:p w:rsidR="00BA20C6" w:rsidRPr="00BA20C6" w:rsidRDefault="00BA20C6" w:rsidP="003E3DC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اسد»، من ده مثقال «ملح‌الاثمار» </w:t>
      </w:r>
      <w:r w:rsidRPr="003E3DC4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خوردم 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واقع شد،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رشته کوه در طرف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نمودار شد که تا مدت پنج شش ساعت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دنباله آن قطع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معلوم است که هم قله کوه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هم سلسله امروزه از کوهها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من»</w:t>
      </w:r>
      <w:r w:rsidRPr="00BA20C6">
        <w:rPr>
          <w:rtl/>
          <w:lang w:bidi="fa-IR"/>
        </w:rPr>
        <w:t xml:space="preserve"> است که ما از جنوب 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قاعدةً تا فردا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فردا شب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به شهر «عدن» برس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امروز و امشب هم هوا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صاف، و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آرام و سرماها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سخت مبدل به گرما شده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E3DC4">
      <w:pPr>
        <w:pStyle w:val="Heading1"/>
        <w:rPr>
          <w:rtl/>
          <w:lang w:bidi="fa-IR"/>
        </w:rPr>
      </w:pPr>
      <w:bookmarkStart w:id="212" w:name="_Toc56202958"/>
      <w:bookmarkStart w:id="213" w:name="_Toc56203618"/>
      <w:r w:rsidRPr="00BA20C6">
        <w:rPr>
          <w:rFonts w:hint="eastAsia"/>
          <w:rtl/>
          <w:lang w:bidi="fa-IR"/>
        </w:rPr>
        <w:t>عدن‌</w:t>
      </w:r>
      <w:bookmarkEnd w:id="212"/>
      <w:bookmarkEnd w:id="213"/>
    </w:p>
    <w:p w:rsidR="00BA20C6" w:rsidRPr="00BA20C6" w:rsidRDefault="00BA20C6" w:rsidP="003E3DC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با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اسد»، صبح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گَنه‌گَنه </w:t>
      </w:r>
      <w:r w:rsidRPr="003E3DC4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خوردم فوراً حالم منقلب شد و مبتلا به مرض «داءالبحر» شدم که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ناً</w:t>
      </w:r>
      <w:r w:rsidRPr="00BA20C6">
        <w:rPr>
          <w:rtl/>
          <w:lang w:bidi="fa-IR"/>
        </w:rPr>
        <w:t xml:space="preserve"> اثرات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را دارد، تا ظهر از پا در افتاده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هوش</w:t>
      </w:r>
      <w:r w:rsidRPr="00BA20C6">
        <w:rPr>
          <w:rtl/>
          <w:lang w:bidi="fa-IR"/>
        </w:rPr>
        <w:t xml:space="preserve"> شدم،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سه ساعت به غروب، چشم باز کردم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رفقا دور من جمع‌اند و آب هندوانه به من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خورانند،</w:t>
      </w:r>
      <w:r w:rsidRPr="00BA20C6">
        <w:rPr>
          <w:rtl/>
          <w:lang w:bidi="fa-IR"/>
        </w:rPr>
        <w:t xml:space="preserve"> فوراً تمام سطح بدنم قرمز شد و که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زد و تب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عارض شد، تا حال فرج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مسرت و خوشحال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رفقا معلوم شد که در ساحل شهر «عدن»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</w:p>
    <w:p w:rsidR="00BA20C6" w:rsidRPr="00BA20C6" w:rsidRDefault="003E3DC4" w:rsidP="003E3D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3E3DC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نوع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نمک که در مصارف دارو</w:t>
      </w:r>
      <w:r w:rsidRPr="00BA20C6">
        <w:rPr>
          <w:rFonts w:hint="cs"/>
          <w:rtl/>
          <w:lang w:bidi="fa-IR"/>
        </w:rPr>
        <w:t>یی</w:t>
      </w:r>
      <w:r w:rsidRPr="00BA20C6">
        <w:rPr>
          <w:rtl/>
          <w:lang w:bidi="fa-IR"/>
        </w:rPr>
        <w:t xml:space="preserve"> به 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>.</w:t>
      </w:r>
    </w:p>
    <w:p w:rsidR="00BA20C6" w:rsidRPr="00BA20C6" w:rsidRDefault="00BA20C6" w:rsidP="003E3DC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lastRenderedPageBreak/>
        <w:t>2- 2- درخت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درشت و گل‌ها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سرخ، از پوست آن ماده‌ا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شودکه</w:t>
      </w:r>
      <w:r w:rsidRPr="00BA20C6">
        <w:rPr>
          <w:rtl/>
          <w:lang w:bidi="fa-IR"/>
        </w:rPr>
        <w:t xml:space="preserve"> در طب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مالار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>.</w:t>
      </w:r>
    </w:p>
    <w:p w:rsidR="00BA20C6" w:rsidRPr="00BA20C6" w:rsidRDefault="003E3DC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و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لنگر انداخته، طراده‌چ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«عدن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هندوانه و پر شتر مرغ آورده به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فروختند،</w:t>
      </w:r>
      <w:r w:rsidR="00BA20C6" w:rsidRPr="00BA20C6">
        <w:rPr>
          <w:rtl/>
          <w:lang w:bidi="fa-IR"/>
        </w:rPr>
        <w:t xml:space="preserve"> از بالا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پول به توسط 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سمان</w:t>
      </w:r>
      <w:r w:rsidR="00BA20C6" w:rsidRPr="00BA20C6">
        <w:rPr>
          <w:rtl/>
          <w:lang w:bidi="fa-IR"/>
        </w:rPr>
        <w:t xml:space="preserve"> پائ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رفت</w:t>
      </w:r>
      <w:r w:rsidR="00BA20C6" w:rsidRPr="00BA20C6">
        <w:rPr>
          <w:rtl/>
          <w:lang w:bidi="fa-IR"/>
        </w:rPr>
        <w:t xml:space="preserve"> و جنس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خر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شده بود بالا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آمد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غروب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دکتر از ساحل به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 که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کند، از خوف قرنط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در ساحل «قمران»، من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چنان چابکانه به حرکت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چنان وانمود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کمال صحت و سلامت هست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بحمداللَّه از قرنط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جست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دکتر اجازه حرکت داد </w:t>
      </w:r>
      <w:r w:rsidRPr="00BA20C6">
        <w:rPr>
          <w:rFonts w:hint="eastAsia"/>
          <w:rtl/>
          <w:lang w:bidi="fa-IR"/>
        </w:rPr>
        <w:t>لکن</w:t>
      </w:r>
      <w:r w:rsidRPr="00BA20C6">
        <w:rPr>
          <w:rtl/>
          <w:lang w:bidi="fa-IR"/>
        </w:rPr>
        <w:t xml:space="preserve"> بارگ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ذغال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تا ساعت چهار از شب متوقف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E3DC4">
      <w:pPr>
        <w:pStyle w:val="Heading1"/>
        <w:rPr>
          <w:rtl/>
          <w:lang w:bidi="fa-IR"/>
        </w:rPr>
      </w:pPr>
      <w:bookmarkStart w:id="214" w:name="_Toc56202959"/>
      <w:bookmarkStart w:id="215" w:name="_Toc56203619"/>
      <w:r w:rsidRPr="00BA20C6">
        <w:rPr>
          <w:rFonts w:hint="eastAsia"/>
          <w:rtl/>
          <w:lang w:bidi="fa-IR"/>
        </w:rPr>
        <w:t>عدن</w:t>
      </w:r>
      <w:r w:rsidRPr="00BA20C6">
        <w:rPr>
          <w:rtl/>
          <w:lang w:bidi="fa-IR"/>
        </w:rPr>
        <w:t xml:space="preserve"> قلعه نظام</w:t>
      </w:r>
      <w:r w:rsidRPr="00BA20C6">
        <w:rPr>
          <w:rFonts w:hint="cs"/>
          <w:rtl/>
          <w:lang w:bidi="fa-IR"/>
        </w:rPr>
        <w:t>ی‌</w:t>
      </w:r>
      <w:bookmarkEnd w:id="214"/>
      <w:bookmarkEnd w:id="215"/>
    </w:p>
    <w:p w:rsidR="00BA20C6" w:rsidRPr="00BA20C6" w:rsidRDefault="00BA20C6" w:rsidP="003E3DC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منظره</w:t>
      </w:r>
      <w:r w:rsidRPr="00BA20C6">
        <w:rPr>
          <w:rtl/>
          <w:lang w:bidi="fa-IR"/>
        </w:rPr>
        <w:t xml:space="preserve"> کوهستان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«عدن» از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tl/>
          <w:lang w:bidi="fa-IR"/>
        </w:rPr>
        <w:t xml:space="preserve"> در ساحل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تماشا</w:t>
      </w:r>
      <w:r w:rsidRPr="00BA20C6">
        <w:rPr>
          <w:rtl/>
          <w:lang w:bidi="fa-IR"/>
        </w:rPr>
        <w:t xml:space="preserve"> نبود، شهر «عدن» از زمان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تصرف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س‌ها</w:t>
      </w:r>
      <w:r w:rsidRPr="00BA20C6">
        <w:rPr>
          <w:rtl/>
          <w:lang w:bidi="fa-IR"/>
        </w:rPr>
        <w:t xml:space="preserve"> درآمد در حکم قلعه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واحَد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حق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 و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ندارد، و دولت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توپ و قورخانه </w:t>
      </w:r>
      <w:r w:rsidRPr="003E3DC4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تواند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تمام ممالک «اروپا» را از ورود به «اق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tl/>
          <w:lang w:bidi="fa-IR"/>
        </w:rPr>
        <w:t xml:space="preserve"> هند» ممانعت و جلوگ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کند،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چهار ساعت از شب گذشته،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کرد و به ملاحظه آرام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 کمال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القعده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اسد»،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آرام بود لکن هوا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حبس و گرم شد که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</w:p>
    <w:p w:rsidR="00BA20C6" w:rsidRPr="00BA20C6" w:rsidRDefault="003E3DC4" w:rsidP="003E3D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3E3DC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زرادخانه، کارخانه اسلحه‌ساز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3E3DC4" w:rsidP="003E3D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BA20C6">
        <w:rPr>
          <w:rFonts w:hint="eastAsia"/>
          <w:rtl/>
          <w:lang w:bidi="fa-IR"/>
        </w:rPr>
        <w:lastRenderedPageBreak/>
        <w:t xml:space="preserve"> </w:t>
      </w:r>
      <w:r w:rsidR="00BA20C6" w:rsidRPr="00BA20C6">
        <w:rPr>
          <w:rFonts w:hint="eastAsia"/>
          <w:rtl/>
          <w:lang w:bidi="fa-IR"/>
        </w:rPr>
        <w:t>حسرت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ام</w:t>
      </w:r>
      <w:r w:rsidR="00BA20C6" w:rsidRPr="00BA20C6">
        <w:rPr>
          <w:rtl/>
          <w:lang w:bidi="fa-IR"/>
        </w:rPr>
        <w:t xml:space="preserve"> برسات را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خوردند،</w:t>
      </w:r>
      <w:r w:rsidR="00BA20C6" w:rsidRPr="00BA20C6">
        <w:rPr>
          <w:rtl/>
          <w:lang w:bidi="fa-IR"/>
        </w:rPr>
        <w:t xml:space="preserve"> مرغ‌ها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شمار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کوچک و بزرگ در هوا 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ران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کردند</w:t>
      </w:r>
      <w:r w:rsidR="00BA20C6" w:rsidRPr="00BA20C6">
        <w:rPr>
          <w:rtl/>
          <w:lang w:bidi="fa-IR"/>
        </w:rPr>
        <w:t xml:space="preserve"> و در طرف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فاصله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همه‌جا کوهستان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بود، معلوم است که کوهها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دست راست ما از خاک «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من»</w:t>
      </w:r>
      <w:r w:rsidR="00BA20C6" w:rsidRPr="00BA20C6">
        <w:rPr>
          <w:rtl/>
          <w:lang w:bidi="fa-IR"/>
        </w:rPr>
        <w:t xml:space="preserve"> و کوهها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سار</w:t>
      </w:r>
      <w:r w:rsidR="00BA20C6" w:rsidRPr="00BA20C6">
        <w:rPr>
          <w:rtl/>
          <w:lang w:bidi="fa-IR"/>
        </w:rPr>
        <w:t xml:space="preserve"> جزو قطعه «سومال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است، و در 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«عدن» ماب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قاره «آفر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قا»</w:t>
      </w:r>
      <w:r w:rsidR="00BA20C6" w:rsidRPr="00BA20C6">
        <w:rPr>
          <w:rtl/>
          <w:lang w:bidi="fa-IR"/>
        </w:rPr>
        <w:t xml:space="preserve"> عبور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از گرما و حبس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هوا شب هم در زحمت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E3DC4">
      <w:pPr>
        <w:pStyle w:val="Heading1"/>
        <w:rPr>
          <w:rtl/>
          <w:lang w:bidi="fa-IR"/>
        </w:rPr>
      </w:pPr>
      <w:bookmarkStart w:id="216" w:name="_Toc56202960"/>
      <w:bookmarkStart w:id="217" w:name="_Toc56203620"/>
      <w:r w:rsidRPr="00BA20C6">
        <w:rPr>
          <w:rFonts w:hint="eastAsia"/>
          <w:rtl/>
          <w:lang w:bidi="fa-IR"/>
        </w:rPr>
        <w:t>محاذات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لملم‌</w:t>
      </w:r>
      <w:bookmarkEnd w:id="216"/>
      <w:bookmarkEnd w:id="217"/>
    </w:p>
    <w:p w:rsidR="00BA20C6" w:rsidRPr="00BA20C6" w:rsidRDefault="00BA20C6" w:rsidP="003E3DC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غره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اسد»، صبحِ زود،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به توسط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پور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به محاذات کوه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لملم»</w:t>
      </w:r>
      <w:r w:rsidRPr="00BA20C6">
        <w:rPr>
          <w:rtl/>
          <w:lang w:bidi="fa-IR"/>
        </w:rPr>
        <w:t xml:space="preserve"> را اعلام کرد و مردم محرم شدند،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به موجب نذر محرم شده بودند، هوا در تمام روز آن قدر حبس و گرم بود، که نفس‌ها به زحمت از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آمد،</w:t>
      </w:r>
      <w:r w:rsidRPr="00BA20C6">
        <w:rPr>
          <w:rtl/>
          <w:lang w:bidi="fa-IR"/>
        </w:rPr>
        <w:t xml:space="preserve"> من هم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دفعه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مبتلا به داءالبحر شدم و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قطع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اتم</w:t>
      </w:r>
      <w:r w:rsidRPr="00BA20C6">
        <w:rPr>
          <w:rtl/>
          <w:lang w:bidi="fa-IR"/>
        </w:rPr>
        <w:t xml:space="preserve"> شد، طرف عصر 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هوش آمدم که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رفقا مشغول پرستار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من‌اند، و آب هندوانه به گلو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زند</w:t>
      </w:r>
      <w:r w:rsidRPr="00BA20C6">
        <w:rPr>
          <w:rtl/>
          <w:lang w:bidi="fa-IR"/>
        </w:rPr>
        <w:t xml:space="preserve"> باز جوش‌ها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قرمز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سطح بدنم ظاهر شد و تب کردم و افاقه </w:t>
      </w:r>
      <w:r w:rsidRPr="003E3DC4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افتم،</w:t>
      </w:r>
      <w:r w:rsidRPr="00BA20C6">
        <w:rPr>
          <w:rtl/>
          <w:lang w:bidi="fa-IR"/>
        </w:rPr>
        <w:t xml:space="preserve"> به قدر دو سه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هم، از عمله‌جات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دو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به من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بحمداللَّه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دفعه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از چنگ مرگ جستم، اما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و امروز سه چهار جنازه در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انداختند،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ساعت به ساعت در اشتداد بود.</w:t>
      </w:r>
    </w:p>
    <w:p w:rsidR="00BA20C6" w:rsidRPr="00BA20C6" w:rsidRDefault="003E3DC4" w:rsidP="003E3D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3E3DC4" w:rsidRPr="00BA20C6" w:rsidRDefault="003E3DC4" w:rsidP="003E3DC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بهبود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3E3DC4" w:rsidP="003E3DC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18" w:name="_Toc56202961"/>
      <w:bookmarkStart w:id="219" w:name="_Toc56203621"/>
      <w:r w:rsidR="00BA20C6" w:rsidRPr="00BA20C6">
        <w:rPr>
          <w:rFonts w:hint="eastAsia"/>
          <w:rtl/>
          <w:lang w:bidi="fa-IR"/>
        </w:rPr>
        <w:lastRenderedPageBreak/>
        <w:t>ساحل</w:t>
      </w:r>
      <w:r w:rsidR="00BA20C6" w:rsidRPr="00BA20C6">
        <w:rPr>
          <w:rtl/>
          <w:lang w:bidi="fa-IR"/>
        </w:rPr>
        <w:t xml:space="preserve"> جده‌</w:t>
      </w:r>
      <w:bookmarkEnd w:id="218"/>
      <w:bookmarkEnd w:id="21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3E3DC4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 شنبه دوم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اسد»،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</w:t>
      </w:r>
      <w:r w:rsidR="003E3DC4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ساعت</w:t>
      </w:r>
      <w:r w:rsidRPr="00BA20C6">
        <w:rPr>
          <w:rtl/>
          <w:lang w:bidi="fa-IR"/>
        </w:rPr>
        <w:t xml:space="preserve"> به غروب مانده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ساحل «جده»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مسرت و شعف فوق‌العاده، در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حاصل شده بود، حق هم داشتند.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موجبات محروم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از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به مقصد از هر جهت فراهم بود، شب را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چند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قبل از ما به ساحل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مشغول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 بودند، به‌علاوه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دولت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کند.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سوم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اسد»، بعد از آنکه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وارده قبل از ما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بارها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کردند،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حکومت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 آمد و ما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کرد و اجازه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 داد،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توسط بلم‌ها و طراده‌ها با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خود به ساحل شهر در گمرکخان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شدند، و دسته دسته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ک،</w:t>
      </w:r>
      <w:r w:rsidRPr="00BA20C6">
        <w:rPr>
          <w:rtl/>
          <w:lang w:bidi="fa-IR"/>
        </w:rPr>
        <w:t xml:space="preserve"> تذکره‌ها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ارائه داده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توسط 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به شهر حمل نمودند.</w:t>
      </w:r>
    </w:p>
    <w:p w:rsidR="00BA20C6" w:rsidRPr="00BA20C6" w:rsidRDefault="00BA20C6" w:rsidP="003E3DC4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در گمرک‌خانه از جهت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فوق‌العاده و عفونت هوا و ازدحام و مصادمه چند هزار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محوطه کوچک،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سخت گذشت اما من با ضعف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اد،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و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گمرک‌خانه ماندم و چند جنازه و چند نفر محتضر در گوشه و کنار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چه شد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 ملتفت شدم که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جمال‌الد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کتابفروش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بالاخانه مرا پرستار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و هندوانه به من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خوراند</w:t>
      </w:r>
      <w:r w:rsidRPr="00BA20C6">
        <w:rPr>
          <w:rtl/>
          <w:lang w:bidi="fa-IR"/>
        </w:rPr>
        <w:t xml:space="preserve"> فوراً تب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به هوش و حواس آمدم، معلوم شد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جمال» که با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از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 و سه روز قبل از ما </w:t>
      </w:r>
      <w:r w:rsidRPr="00BA20C6">
        <w:rPr>
          <w:rFonts w:hint="eastAsia"/>
          <w:rtl/>
          <w:lang w:bidi="fa-IR"/>
        </w:rPr>
        <w:t>وارد</w:t>
      </w:r>
      <w:r w:rsidRPr="00BA20C6">
        <w:rPr>
          <w:rtl/>
          <w:lang w:bidi="fa-IR"/>
        </w:rPr>
        <w:t xml:space="preserve"> «جده» شده، امروز در </w:t>
      </w:r>
      <w:r w:rsidRPr="00BA20C6">
        <w:rPr>
          <w:rtl/>
          <w:lang w:bidi="fa-IR"/>
        </w:rPr>
        <w:lastRenderedPageBreak/>
        <w:t>گمرکخانه به تماشا آمده، و رفقا مرا که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حال</w:t>
      </w:r>
      <w:r w:rsidRPr="00BA20C6">
        <w:rPr>
          <w:rtl/>
          <w:lang w:bidi="fa-IR"/>
        </w:rPr>
        <w:t xml:space="preserve"> بوده‌ام به او سپرده‌اند، خداوند او را ثواب 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اجر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عنا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  <w:r w:rsidRPr="00BA20C6">
        <w:rPr>
          <w:rFonts w:hint="eastAsia"/>
          <w:rtl/>
          <w:lang w:bidi="fa-IR"/>
        </w:rPr>
        <w:t>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غروب مرا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خودم که در خانه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عباس» پسر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مختار» منزل گرفته بودند برد، در کوچه‌ها و معابر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نفر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محتضر به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افتاده بودند، شب را با کمال ناراحت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گرما و رطوبت هوا به‌سربرد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E3DC4">
      <w:pPr>
        <w:pStyle w:val="Heading1"/>
        <w:rPr>
          <w:rtl/>
          <w:lang w:bidi="fa-IR"/>
        </w:rPr>
      </w:pPr>
      <w:bookmarkStart w:id="220" w:name="_Toc56202962"/>
      <w:bookmarkStart w:id="221" w:name="_Toc56203622"/>
      <w:r w:rsidRPr="00BA20C6">
        <w:rPr>
          <w:rFonts w:hint="eastAsia"/>
          <w:rtl/>
          <w:lang w:bidi="fa-IR"/>
        </w:rPr>
        <w:t>حضرت</w:t>
      </w:r>
      <w:r w:rsidRPr="00BA20C6">
        <w:rPr>
          <w:rtl/>
          <w:lang w:bidi="fa-IR"/>
        </w:rPr>
        <w:t xml:space="preserve"> حوّا</w:t>
      </w:r>
      <w:bookmarkEnd w:id="220"/>
      <w:bookmarkEnd w:id="221"/>
    </w:p>
    <w:p w:rsidR="00BA20C6" w:rsidRPr="00BA20C6" w:rsidRDefault="00BA20C6" w:rsidP="003E3DC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پنجشنبه چهارم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اسد»، رفقا رفتند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حوا» که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شهر است، و من با وجود قطع تب قوه رفتن را نداشته، نشستم و مشغول نوشتن گزارش چند روز گذشته شدم. رفقا برگشتند و «حاج محمد» حمله‌دار را فرستادند که شتر و شُقْدُف </w:t>
      </w:r>
      <w:r w:rsidRPr="003E3DC4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رفتن از «جده» به «مکه» که ده فرسخ است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آن که در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 و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 حمله‌دار» جدائ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افتاد و او با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قبل از ما حرکت کرد، ما خدمات مربوط به حمله‌دار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به «حاج محمد» نام حمله‌دار ارجاع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(شقدف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 کجاوه‌ا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معمول است،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سبک‌تر و جادارتر از کجاوه است)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«حاج</w:t>
      </w:r>
      <w:r w:rsidRPr="00BA20C6">
        <w:rPr>
          <w:rtl/>
          <w:lang w:bidi="fa-IR"/>
        </w:rPr>
        <w:t xml:space="preserve"> محمّد»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عرب جمّال برگشت، و قرار شد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امشب با شقدف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ورق برگشت،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«مغاربه» و حجاج «جاوه» به حکومت «جده» متظلم شده بودند که «جمال آقا» حجاج عجم را چون پول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دهند،</w:t>
      </w:r>
      <w:r w:rsidRPr="00BA20C6">
        <w:rPr>
          <w:rtl/>
          <w:lang w:bidi="fa-IR"/>
        </w:rPr>
        <w:t xml:space="preserve"> مرتباً و به زود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به «مکه»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دهند،</w:t>
      </w:r>
      <w:r w:rsidRPr="00BA20C6">
        <w:rPr>
          <w:rtl/>
          <w:lang w:bidi="fa-IR"/>
        </w:rPr>
        <w:t xml:space="preserve">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ما ده پانزده روز است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</w:p>
    <w:p w:rsidR="00BA20C6" w:rsidRPr="00BA20C6" w:rsidRDefault="003E3DC4" w:rsidP="003E3D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</w:t>
      </w:r>
    </w:p>
    <w:p w:rsidR="00BA20C6" w:rsidRPr="00BA20C6" w:rsidRDefault="00BA20C6" w:rsidP="003E3DC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شُقدُف، نوع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هودج معمول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حجاز است.</w:t>
      </w:r>
    </w:p>
    <w:p w:rsidR="00BA20C6" w:rsidRPr="00BA20C6" w:rsidRDefault="003E3DC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مانده‌ا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حکومت هم چند نفر از جمالها و حمله‌دارها را توق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ف،</w:t>
      </w:r>
      <w:r w:rsidR="00BA20C6" w:rsidRPr="00BA20C6">
        <w:rPr>
          <w:rtl/>
          <w:lang w:bidi="fa-IR"/>
        </w:rPr>
        <w:t xml:space="preserve"> و حکم کرده که تا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سابقه حرکت نکنند کس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حجاج تازه‌وارد شتر ندهد، ما هم به علت 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وقت به «حاج محمد» دستور داد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الاغ کرا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کند، مکار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tl/>
          <w:lang w:bidi="fa-IR"/>
        </w:rPr>
        <w:t xml:space="preserve"> آمدند و کرا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هر الاغ به 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مت</w:t>
      </w:r>
      <w:r w:rsidR="00BA20C6" w:rsidRPr="00BA20C6">
        <w:rPr>
          <w:rtl/>
          <w:lang w:bidi="fa-IR"/>
        </w:rPr>
        <w:t xml:space="preserve"> چهار 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مقطوع شد، عصر که آمدند پول بگ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رند</w:t>
      </w:r>
      <w:r w:rsidR="00BA20C6" w:rsidRPr="00BA20C6">
        <w:rPr>
          <w:rtl/>
          <w:lang w:bidi="fa-IR"/>
        </w:rPr>
        <w:t xml:space="preserve"> دبه درآوردند،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گفتند مقصود ما «ل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انگل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بوده است (جن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>) نه «ل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عثمان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»،</w:t>
      </w:r>
      <w:r w:rsidR="00BA20C6" w:rsidRPr="00BA20C6">
        <w:rPr>
          <w:rtl/>
          <w:lang w:bidi="fa-IR"/>
        </w:rPr>
        <w:t xml:space="preserve"> ما بعد از گفتگوها قبول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ده فرسخ، هر نفر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چهار «ل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انگل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که معادل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و چهار تومان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</w:t>
      </w:r>
      <w:r w:rsidR="00BA20C6" w:rsidRPr="00BA20C6">
        <w:rPr>
          <w:rtl/>
          <w:lang w:bidi="fa-IR"/>
        </w:rPr>
        <w:t xml:space="preserve"> به حساب روپ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پرداخت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</w:t>
      </w:r>
      <w:r w:rsidRPr="00BA20C6">
        <w:rPr>
          <w:rtl/>
          <w:lang w:bidi="fa-IR"/>
        </w:rPr>
        <w:t xml:space="preserve"> آن که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هر مسافر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و دو نفر سوار شقدف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اما حق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اولا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الاغ‌ها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ک‌شبه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روند</w:t>
      </w:r>
      <w:r w:rsidRPr="00BA20C6">
        <w:rPr>
          <w:rtl/>
          <w:lang w:bidi="fa-IR"/>
        </w:rPr>
        <w:t xml:space="preserve"> به «مکه» و شترها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در منزل «جدّه» که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بدهوا و محلّ باد سام است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مانند،</w:t>
      </w:r>
      <w:r w:rsidRPr="00BA20C6">
        <w:rPr>
          <w:rtl/>
          <w:lang w:bidi="fa-IR"/>
        </w:rPr>
        <w:t xml:space="preserve"> 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 xml:space="preserve"> با 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وقت و جلوگ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حکومت ناچار و لابد ب</w:t>
      </w:r>
      <w:r w:rsidRPr="00BA20C6">
        <w:rPr>
          <w:rFonts w:hint="eastAsia"/>
          <w:rtl/>
          <w:lang w:bidi="fa-IR"/>
        </w:rPr>
        <w:t>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با هر گونه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ممکنه هست خود را به «مکه» برسان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خلاصه</w:t>
      </w:r>
      <w:r w:rsidRPr="00BA20C6">
        <w:rPr>
          <w:rtl/>
          <w:lang w:bidi="fa-IR"/>
        </w:rPr>
        <w:t xml:space="preserve"> طرف عصر هر کدام خورج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 اسباب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لباس و احرام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لحاف مرتب کرده،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هم گذاشت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«حاج ابوالحسن» بعد از ما با شتر به «مکه»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اورد،</w:t>
      </w:r>
      <w:r w:rsidRPr="00BA20C6">
        <w:rPr>
          <w:rtl/>
          <w:lang w:bidi="fa-IR"/>
        </w:rPr>
        <w:t xml:space="preserve"> و مقدار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اسباب هم که ما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حتاج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در «جده» به امانت گذارد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اول مغرب نماز را خواند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مال‌ها را آوردند، با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تقلب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به کار زد و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الاغ،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قاطر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شتر هم ضم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کرد، باز از ناچار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قبول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الاغ‌ها آنقدر به سرعت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رفتند</w:t>
      </w:r>
      <w:r w:rsidRPr="00BA20C6">
        <w:rPr>
          <w:rtl/>
          <w:lang w:bidi="fa-IR"/>
        </w:rPr>
        <w:t xml:space="preserve"> که ساعت پنج از شب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منزلگاه «جدّه» که تا «جده» و </w:t>
      </w:r>
      <w:r w:rsidRPr="00BA20C6">
        <w:rPr>
          <w:rtl/>
          <w:lang w:bidi="fa-IR"/>
        </w:rPr>
        <w:lastRenderedPageBreak/>
        <w:t>«مکه» پنج فرسخ فاصله دارد، و درست وسط است. از زحمت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آق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و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تب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بودند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«آقا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آقا بزرگ» و «مشهد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محمّدحس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هم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مجروح شده بود،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حال من با آن ناخوش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ضعف مزاج معلوم است چه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بالجمله</w:t>
      </w:r>
      <w:r w:rsidRPr="00BA20C6">
        <w:rPr>
          <w:rtl/>
          <w:lang w:bidi="fa-IR"/>
        </w:rPr>
        <w:t xml:space="preserve">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رفتن عاجز شده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مکار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عجله در رفتن داشتند، و بعد از مشاجرات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تعرض کردند و ما چند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قهوه‌خانه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سحر قهوه‌چ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دارمان</w:t>
      </w:r>
      <w:r w:rsidRPr="00BA20C6">
        <w:rPr>
          <w:rtl/>
          <w:lang w:bidi="fa-IR"/>
        </w:rPr>
        <w:t xml:space="preserve"> کرد و گفت: اگر وسط روز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بمان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ممکن است دچار باد سام بشو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چنانچه دو روز قبل شصت </w:t>
      </w:r>
      <w:r w:rsidRPr="00BA20C6">
        <w:rPr>
          <w:rFonts w:hint="eastAsia"/>
          <w:rtl/>
          <w:lang w:bidi="fa-IR"/>
        </w:rPr>
        <w:t>هفتاد</w:t>
      </w:r>
      <w:r w:rsidRPr="00BA20C6">
        <w:rPr>
          <w:rtl/>
          <w:lang w:bidi="fa-IR"/>
        </w:rPr>
        <w:t xml:space="preserve"> نفر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 مبتلا و تلف شدند، 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عجله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93A39">
      <w:pPr>
        <w:pStyle w:val="Heading1"/>
        <w:rPr>
          <w:rtl/>
          <w:lang w:bidi="fa-IR"/>
        </w:rPr>
      </w:pPr>
      <w:bookmarkStart w:id="222" w:name="_Toc56202963"/>
      <w:bookmarkStart w:id="223" w:name="_Toc56203623"/>
      <w:r w:rsidRPr="00BA20C6">
        <w:rPr>
          <w:rFonts w:hint="eastAsia"/>
          <w:rtl/>
          <w:lang w:bidi="fa-IR"/>
        </w:rPr>
        <w:t>ورود</w:t>
      </w:r>
      <w:r w:rsidRPr="00BA20C6">
        <w:rPr>
          <w:rtl/>
          <w:lang w:bidi="fa-IR"/>
        </w:rPr>
        <w:t xml:space="preserve"> به مکه‌</w:t>
      </w:r>
      <w:bookmarkEnd w:id="222"/>
      <w:bookmarkEnd w:id="223"/>
    </w:p>
    <w:p w:rsidR="00BA20C6" w:rsidRPr="00BA20C6" w:rsidRDefault="00BA20C6" w:rsidP="00A93A39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پنجم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الحجّة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اسد»، نماز صبح را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قهوه‌خانه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خوانده باز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چون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ساعت به ساعت اشتداد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مال‌ها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سرعت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رفتند،</w:t>
      </w:r>
      <w:r w:rsidRPr="00BA20C6">
        <w:rPr>
          <w:rtl/>
          <w:lang w:bidi="fa-IR"/>
        </w:rPr>
        <w:t xml:space="preserve"> ما هم آن‌قدر خسته و عاجز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به ظهر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قهوه‌خا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فرود 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آب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به سر و بدن خود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اتفاقاً خورج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آذوقه و نان ما در آن بود،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شتر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بزرگ» بود که از ما جلو افتاده و رفته بود. در قهوه‌خانه هم جز آب و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گرسنگ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مز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بر علت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بع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سوار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دو نفر از کسبه «مکه» که از «جده» آمده بودند ما را منع کردند و گفتند اگر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فوراً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مسموم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باد و هوا تلف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شد، تا «مکه» دو ساعت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نمانده، صبر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عصر با ما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. چون </w:t>
      </w:r>
      <w:r w:rsidRPr="00BA20C6">
        <w:rPr>
          <w:rtl/>
          <w:lang w:bidi="fa-IR"/>
        </w:rPr>
        <w:lastRenderedPageBreak/>
        <w:t>مردمان معقول و نج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نظر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</w:t>
      </w:r>
      <w:r w:rsidRPr="00BA20C6">
        <w:rPr>
          <w:rtl/>
          <w:lang w:bidi="fa-IR"/>
        </w:rPr>
        <w:t xml:space="preserve"> ما هم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به غروب سوار شده، و در</w:t>
      </w:r>
      <w:r w:rsidR="00A93A39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فرسودگ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ناتوان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="00A93A39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راه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اول غروب به «مکه معظمه» وارد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و همسفرما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که‌در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از ما جدا شد، و با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حرکت کرد قبل از ما به «مکه»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منزل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گرفته منتظر ما بود، در همان منزل وارد شده فوراً نماز خوانده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A93A39" w:rsidP="00A93A3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24" w:name="_Toc56202964"/>
      <w:bookmarkStart w:id="225" w:name="_Toc56203624"/>
      <w:r w:rsidR="00BA20C6" w:rsidRPr="00BA20C6">
        <w:rPr>
          <w:rFonts w:hint="eastAsia"/>
          <w:rtl/>
          <w:lang w:bidi="fa-IR"/>
        </w:rPr>
        <w:lastRenderedPageBreak/>
        <w:t>عبدالرحمان</w:t>
      </w:r>
      <w:r w:rsidR="00BA20C6" w:rsidRPr="00BA20C6">
        <w:rPr>
          <w:rtl/>
          <w:lang w:bidi="fa-IR"/>
        </w:rPr>
        <w:t xml:space="preserve"> مطوف‌</w:t>
      </w:r>
      <w:bookmarkEnd w:id="224"/>
      <w:bookmarkEnd w:id="22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شنبه ششم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اسد»، «عبدالرحمان مطوف» که در «مکه» معروف به تش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ع،</w:t>
      </w:r>
      <w:r w:rsidRPr="00BA20C6">
        <w:rPr>
          <w:rtl/>
          <w:lang w:bidi="fa-IR"/>
        </w:rPr>
        <w:t xml:space="preserve"> و امورات حجاج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به او سپرده است،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از خدام حرم را،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راهنمائ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منزل ما فرستاد و رفقا عازم حرکت شدند، من هم با آن همه سوابق کسالت و مرض، و با آن که از «جدّه» تا «مکّه» هم تب سوزان داشتم، چون امروز حال خود را خوب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و به شکرانه وصول به «مکه معظمه» مسرت و فرح فوق‌العاده داشتم، و چون تخلف از رفقا را در به‌جاآوردن اعمال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زحمت دانستم، از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برخاسته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سره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کنار «برکه ابوطالب»، و در برکه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استخر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آن را با چاه توسط گاوها پر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تنظ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غسل نموده، جامه‌ها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احرام را تطه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حرم مطهر و اجرا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اعمال عمره تمتع روانه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هفت بار طواف خانه «کعبه»، و دو رکعت نماز طواف در «مقام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م»،</w:t>
      </w:r>
      <w:r w:rsidRPr="00BA20C6">
        <w:rPr>
          <w:rtl/>
          <w:lang w:bidi="fa-IR"/>
        </w:rPr>
        <w:t xml:space="preserve"> و هفت‌بار سع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</w:t>
      </w:r>
      <w:r w:rsidRPr="00BA20C6">
        <w:rPr>
          <w:rFonts w:hint="eastAsia"/>
          <w:rtl/>
          <w:lang w:bidi="fa-IR"/>
        </w:rPr>
        <w:t>صفا»</w:t>
      </w:r>
      <w:r w:rsidRPr="00BA20C6">
        <w:rPr>
          <w:rtl/>
          <w:lang w:bidi="fa-IR"/>
        </w:rPr>
        <w:t xml:space="preserve"> و «مروه» در کنار دکان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نشسته، به ناخن گرفتن و شارب زدن تقص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نسبت 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که بر خود حرام کرده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جز سر تراش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دن،</w:t>
      </w:r>
      <w:r w:rsidRPr="00BA20C6">
        <w:rPr>
          <w:rtl/>
          <w:lang w:bidi="fa-IR"/>
        </w:rPr>
        <w:t xml:space="preserve"> مُحلّ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. سپس طواف نساء </w:t>
      </w:r>
      <w:r w:rsidRPr="00A93A39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را با دو رکعت نماز آن بجا آورده بعد از</w:t>
      </w:r>
    </w:p>
    <w:p w:rsidR="00BA20C6" w:rsidRPr="00BA20C6" w:rsidRDefault="00A93A39" w:rsidP="00A93A3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A93A3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 xml:space="preserve">1- 1- عمره‌تمتع طواف‌نساءندارد، لذا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درعمل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درنوشتن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اشتباه از 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مؤلف صورت گرفته است.</w:t>
      </w:r>
    </w:p>
    <w:p w:rsidR="00BA20C6" w:rsidRPr="00BA20C6" w:rsidRDefault="00A93A39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ظهر</w:t>
      </w:r>
      <w:r w:rsidR="00BA20C6" w:rsidRPr="00BA20C6">
        <w:rPr>
          <w:rtl/>
          <w:lang w:bidi="fa-IR"/>
        </w:rPr>
        <w:t xml:space="preserve"> به منزل مراجعت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مطوف را که همه‌جا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دلالت همراه بود مرخص نموده و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روز را با شب راحت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93A39">
      <w:pPr>
        <w:pStyle w:val="Heading1"/>
        <w:rPr>
          <w:rtl/>
          <w:lang w:bidi="fa-IR"/>
        </w:rPr>
      </w:pPr>
      <w:bookmarkStart w:id="226" w:name="_Toc56202965"/>
      <w:bookmarkStart w:id="227" w:name="_Toc56203625"/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حرم مطهّر</w:t>
      </w:r>
      <w:bookmarkEnd w:id="226"/>
      <w:bookmarkEnd w:id="22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هفتم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اسد»،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باز من تب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کردم، و امروز پس از مشاوره با رفقا، «حاج عبداللَّه» صاحب خانه چند نفر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را معرف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کرد، و استخاره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مراجعه به «حک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مح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خوب آمد، به راهنمائ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عبداللَّه» و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به منزلش رفته، و دستور گرفته مراجعت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شب را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حرم مطهر مشرف شده، سپس مراجعت و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93A39">
      <w:pPr>
        <w:pStyle w:val="Heading1"/>
        <w:rPr>
          <w:rtl/>
          <w:lang w:bidi="fa-IR"/>
        </w:rPr>
      </w:pPr>
      <w:bookmarkStart w:id="228" w:name="_Toc56202966"/>
      <w:bookmarkStart w:id="229" w:name="_Toc56203626"/>
      <w:r w:rsidRPr="00BA20C6">
        <w:rPr>
          <w:rFonts w:hint="eastAsia"/>
          <w:rtl/>
          <w:lang w:bidi="fa-IR"/>
        </w:rPr>
        <w:t>مِن</w:t>
      </w:r>
      <w:r w:rsidRPr="00BA20C6">
        <w:rPr>
          <w:rFonts w:hint="cs"/>
          <w:rtl/>
          <w:lang w:bidi="fa-IR"/>
        </w:rPr>
        <w:t>ی‌</w:t>
      </w:r>
      <w:bookmarkEnd w:id="228"/>
      <w:bookmarkEnd w:id="22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هشتم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اول «برج سنبله»، (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</w:t>
      </w:r>
      <w:r w:rsidRPr="00BA20C6">
        <w:rPr>
          <w:rtl/>
          <w:lang w:bidi="fa-IR"/>
        </w:rPr>
        <w:t xml:space="preserve"> الترو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) </w:t>
      </w:r>
      <w:r w:rsidRPr="00A93A39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چند صورت تلگراف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و به «طهران» مخابره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هر کلمه را سه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معادل شش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دو تومان پول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است پرداخت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امروزمجدداً</w:t>
      </w:r>
      <w:r w:rsidRPr="00BA20C6">
        <w:rPr>
          <w:rtl/>
          <w:lang w:bidi="fa-IR"/>
        </w:rPr>
        <w:t xml:space="preserve"> نزد «حک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م‌مح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رفته، چون‌عازم «من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عرفات»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دستور چهار روزه گرفتم،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غروب، پس از محرم شدن جهت حج تمتع، توسط الاغ‌هائ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«حاج محمد حمله‌دار» 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</w:t>
      </w:r>
      <w:r w:rsidRPr="00BA20C6">
        <w:rPr>
          <w:rtl/>
          <w:lang w:bidi="fa-IR"/>
        </w:rPr>
        <w:t xml:space="preserve">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 بود، به طرف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تا «مکه»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است </w:t>
      </w:r>
    </w:p>
    <w:p w:rsidR="00BA20C6" w:rsidRPr="00BA20C6" w:rsidRDefault="00A93A39" w:rsidP="00A93A3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A93A3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روز هشتم از ماه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حجّه</w:t>
      </w:r>
      <w:r w:rsidRPr="00BA20C6">
        <w:rPr>
          <w:rtl/>
          <w:lang w:bidi="fa-IR"/>
        </w:rPr>
        <w:t>.</w:t>
      </w:r>
    </w:p>
    <w:p w:rsidR="00BA20C6" w:rsidRPr="00BA20C6" w:rsidRDefault="00A93A39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حرکت</w:t>
      </w:r>
      <w:r w:rsidR="00BA20C6" w:rsidRPr="00BA20C6">
        <w:rPr>
          <w:rtl/>
          <w:lang w:bidi="fa-IR"/>
        </w:rPr>
        <w:t xml:space="preserve">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شب در چادر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قبلًا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مان</w:t>
      </w:r>
      <w:r w:rsidR="00BA20C6" w:rsidRPr="00BA20C6">
        <w:rPr>
          <w:rtl/>
          <w:lang w:bidi="fa-IR"/>
        </w:rPr>
        <w:t xml:space="preserve"> زده بودند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توته</w:t>
      </w:r>
      <w:r w:rsidR="00BA20C6" w:rsidRPr="00BA20C6">
        <w:rPr>
          <w:rtl/>
          <w:lang w:bidi="fa-IR"/>
        </w:rPr>
        <w:t xml:space="preserve"> نمود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93A39">
      <w:pPr>
        <w:pStyle w:val="Heading1"/>
        <w:rPr>
          <w:rtl/>
          <w:lang w:bidi="fa-IR"/>
        </w:rPr>
      </w:pPr>
      <w:bookmarkStart w:id="230" w:name="_Toc56202967"/>
      <w:bookmarkStart w:id="231" w:name="_Toc56203627"/>
      <w:r w:rsidRPr="00BA20C6">
        <w:rPr>
          <w:rFonts w:hint="eastAsia"/>
          <w:rtl/>
          <w:lang w:bidi="fa-IR"/>
        </w:rPr>
        <w:t>عرفات‌</w:t>
      </w:r>
      <w:bookmarkEnd w:id="230"/>
      <w:bookmarkEnd w:id="231"/>
    </w:p>
    <w:p w:rsidR="00BA20C6" w:rsidRPr="00BA20C6" w:rsidRDefault="00BA20C6" w:rsidP="00A93A39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اول صبح سه‌شنبه نهم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دوم «برج سنبله»، </w:t>
      </w:r>
      <w:r w:rsidRPr="00A93A39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(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</w:t>
      </w:r>
      <w:r w:rsidRPr="00BA20C6">
        <w:rPr>
          <w:rtl/>
          <w:lang w:bidi="fa-IR"/>
        </w:rPr>
        <w:t xml:space="preserve"> العرفة) سوار شده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«عرفات» که تا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متجاوز است حرکت کرده، آنجا هم چادر برپا کرده بودند، وقوف در «عرفات» که دوم از واجبات حج است به عمل آمد، دعا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عرفه معروف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دالشهدا»</w:t>
      </w:r>
      <w:r w:rsidRPr="00BA20C6">
        <w:rPr>
          <w:rtl/>
          <w:lang w:bidi="fa-IR"/>
        </w:rPr>
        <w:t>- س</w:t>
      </w:r>
      <w:r w:rsidRPr="00BA20C6">
        <w:rPr>
          <w:rFonts w:hint="eastAsia"/>
          <w:rtl/>
          <w:lang w:bidi="fa-IR"/>
        </w:rPr>
        <w:t>لام‌اللَّه</w:t>
      </w:r>
      <w:r w:rsidRPr="00BA20C6">
        <w:rPr>
          <w:rtl/>
          <w:lang w:bidi="fa-IR"/>
        </w:rPr>
        <w:t xml:space="preserve"> و صلواته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>- و دعا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دالساجد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هر دو قرائت، و حال 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دست داده بود، خداوند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دوستان و ما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و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استخر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آب «قنات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پر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آب</w:t>
      </w:r>
      <w:r w:rsidR="00A93A39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چادرهائ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تمام سطح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کوه «عرفات» زده شده بود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اول غروب سوار شده به «مشعرالحرام» که تا «عرفات»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کمتر است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شب را در چادر خودمان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توته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وقوف به «مش</w:t>
      </w:r>
      <w:r w:rsidRPr="00BA20C6">
        <w:rPr>
          <w:rFonts w:hint="eastAsia"/>
          <w:rtl/>
          <w:lang w:bidi="fa-IR"/>
        </w:rPr>
        <w:t>عر»</w:t>
      </w:r>
      <w:r w:rsidRPr="00BA20C6">
        <w:rPr>
          <w:rtl/>
          <w:lang w:bidi="fa-IR"/>
        </w:rPr>
        <w:t xml:space="preserve"> که سوّم از واجبات حج است به عمل آمد، و به قدر کاف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مخطط منقط، </w:t>
      </w:r>
      <w:r w:rsidRPr="00A93A39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از دامنه کوه جهت 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جمرات جمع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A93A39" w:rsidP="00A93A3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32" w:name="_Toc56202968"/>
      <w:bookmarkStart w:id="233" w:name="_Toc56203628"/>
      <w:r w:rsidR="00BA20C6" w:rsidRPr="00BA20C6">
        <w:rPr>
          <w:rFonts w:hint="eastAsia"/>
          <w:rtl/>
          <w:lang w:bidi="fa-IR"/>
        </w:rPr>
        <w:lastRenderedPageBreak/>
        <w:t>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أضح</w:t>
      </w:r>
      <w:r w:rsidR="00BA20C6" w:rsidRPr="00BA20C6">
        <w:rPr>
          <w:rFonts w:hint="cs"/>
          <w:rtl/>
          <w:lang w:bidi="fa-IR"/>
        </w:rPr>
        <w:t>ی‌</w:t>
      </w:r>
      <w:bookmarkEnd w:id="232"/>
      <w:bookmarkEnd w:id="233"/>
    </w:p>
    <w:p w:rsidR="00BA20C6" w:rsidRPr="00BA20C6" w:rsidRDefault="00BA20C6" w:rsidP="00A93A39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«سوم سنبله»، صبح پس از طلوع آفتاب سوار شده، از «مشعرالحرام» حرکت و به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فرسخ فاصله دارد نزول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بدواً 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جمره به عمل آمد، و بعد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که مشغول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گوسفند، و دقت در تحقق شرا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و اوصاف آن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ذبح 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که از واجبات حج است به عمل آورد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A93A39" w:rsidP="00A93A3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BA20C6" w:rsidRPr="00BA20C6" w:rsidRDefault="00BA20C6" w:rsidP="00A93A3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ششم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شهر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ور</w:t>
      </w:r>
      <w:r w:rsidRPr="00BA20C6">
        <w:rPr>
          <w:rtl/>
          <w:lang w:bidi="fa-IR"/>
        </w:rPr>
        <w:t xml:space="preserve"> ماه.</w:t>
      </w:r>
    </w:p>
    <w:p w:rsidR="00BA20C6" w:rsidRPr="00BA20C6" w:rsidRDefault="00BA20C6" w:rsidP="00A93A3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خط دار و نقطه‌دار، نقش و نگار دار.</w:t>
      </w:r>
    </w:p>
    <w:p w:rsidR="00BA20C6" w:rsidRPr="00BA20C6" w:rsidRDefault="00A93A39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حلق</w:t>
      </w:r>
      <w:r w:rsidR="00BA20C6" w:rsidRPr="00BA20C6">
        <w:rPr>
          <w:rtl/>
          <w:lang w:bidi="fa-IR"/>
        </w:rPr>
        <w:t xml:space="preserve"> رأس مدت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انتظار سلمان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کش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</w:t>
      </w:r>
      <w:r w:rsidR="00BA20C6" w:rsidRPr="00BA20C6">
        <w:rPr>
          <w:rtl/>
          <w:lang w:bidi="fa-IR"/>
        </w:rPr>
        <w:t xml:space="preserve"> که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همه جمع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ت،</w:t>
      </w:r>
      <w:r w:rsidR="00BA20C6" w:rsidRPr="00BA20C6">
        <w:rPr>
          <w:rtl/>
          <w:lang w:bidi="fa-IR"/>
        </w:rPr>
        <w:t xml:space="preserve"> پنج شش نفر سلمان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شتر</w:t>
      </w:r>
      <w:r w:rsidR="00BA20C6" w:rsidRPr="00BA20C6">
        <w:rPr>
          <w:rtl/>
          <w:lang w:bidi="fa-IR"/>
        </w:rPr>
        <w:t xml:space="preserve"> نبود، و آنها هر کدام در دست چند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نفر بودند که به التماس و خواهش آنها را کش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بردند،</w:t>
      </w:r>
      <w:r w:rsidR="00BA20C6" w:rsidRPr="00BA20C6">
        <w:rPr>
          <w:rtl/>
          <w:lang w:bidi="fa-IR"/>
        </w:rPr>
        <w:t xml:space="preserve"> بالأخره نزد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ظهر حلق رأس نمود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از زن و 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و بو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خوش، مابق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و چها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از محرمات حج تمتع بر ما حلال شد، و من از ترس تابش آفتاب و صدمات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شن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بودم به سر وارد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آ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از «طهران» تا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نجا</w:t>
      </w:r>
      <w:r w:rsidR="00BA20C6" w:rsidRPr="00BA20C6">
        <w:rPr>
          <w:rtl/>
          <w:lang w:bidi="fa-IR"/>
        </w:rPr>
        <w:t xml:space="preserve"> که نزد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چهار ماه طول کش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ده،</w:t>
      </w:r>
      <w:r w:rsidR="00BA20C6" w:rsidRPr="00BA20C6">
        <w:rPr>
          <w:rtl/>
          <w:lang w:bidi="fa-IR"/>
        </w:rPr>
        <w:t xml:space="preserve"> سر خود را، نه تراش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و نه کوتاه کرده بودم.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هرچند فض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لت</w:t>
      </w:r>
      <w:r w:rsidRPr="00BA20C6">
        <w:rPr>
          <w:rtl/>
          <w:lang w:bidi="fa-IR"/>
        </w:rPr>
        <w:t xml:space="preserve"> در آن است که 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روز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به «مکه» مشرف شده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اعمال را بجا آورد، و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رفتند. لکن ما از جهت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و حرارت فوق‌العاده بعد از ظهر، و عدم قدرت نتوانست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درک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لت</w:t>
      </w:r>
      <w:r w:rsidRPr="00BA20C6">
        <w:rPr>
          <w:rtl/>
          <w:lang w:bidi="fa-IR"/>
        </w:rPr>
        <w:t xml:space="preserve"> را بنمائ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روز و شب را در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D3B5C">
      <w:pPr>
        <w:pStyle w:val="Heading1"/>
        <w:rPr>
          <w:rtl/>
          <w:lang w:bidi="fa-IR"/>
        </w:rPr>
      </w:pPr>
      <w:bookmarkStart w:id="234" w:name="_Toc56202969"/>
      <w:bookmarkStart w:id="235" w:name="_Toc56203629"/>
      <w:r w:rsidRPr="00BA20C6">
        <w:rPr>
          <w:rFonts w:hint="eastAsia"/>
          <w:rtl/>
          <w:lang w:bidi="fa-IR"/>
        </w:rPr>
        <w:t>شل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توپ‌</w:t>
      </w:r>
      <w:bookmarkEnd w:id="234"/>
      <w:bookmarkEnd w:id="235"/>
    </w:p>
    <w:p w:rsidR="00BA20C6" w:rsidRPr="00BA20C6" w:rsidRDefault="00BA20C6" w:rsidP="00CD3B5C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و ظهر و غروب هر دفعه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توپ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کردند،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خود با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عش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و دربار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انش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مُحرِماً به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نزول نمودند، و موکب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مرکب از دسته اعراب تفنگ</w:t>
      </w:r>
      <w:r w:rsidR="00CD3B5C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زه‌دار</w:t>
      </w:r>
      <w:r w:rsidRPr="00BA20C6">
        <w:rPr>
          <w:rtl/>
          <w:lang w:bidi="fa-IR"/>
        </w:rPr>
        <w:t xml:space="preserve"> و موز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</w:t>
      </w:r>
      <w:r w:rsidR="00CD3B5C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همراه داشت، و «محمل 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شه»</w:t>
      </w:r>
      <w:r w:rsidRPr="00BA20C6">
        <w:rPr>
          <w:rtl/>
          <w:lang w:bidi="fa-IR"/>
        </w:rPr>
        <w:t xml:space="preserve"> را هم در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موکبه با تجل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تعظ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تم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وارد کردند، امسال «محمل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غمبر»</w:t>
      </w:r>
      <w:r w:rsidRPr="00BA20C6">
        <w:rPr>
          <w:rtl/>
          <w:lang w:bidi="fa-IR"/>
        </w:rPr>
        <w:t xml:space="preserve"> را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اورده‌اند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معمولًا از «شام»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داده‌اند،</w:t>
      </w:r>
      <w:r w:rsidRPr="00BA20C6">
        <w:rPr>
          <w:rtl/>
          <w:lang w:bidi="fa-IR"/>
        </w:rPr>
        <w:t xml:space="preserve"> و امسال چون «فرانسو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«شام» را تصرف کرده‌اند و مل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و احرار، با آنها در جنگ‌اند تمام حدود «شامات» منقلب است، و ابداً حاج شام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«مکه»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امده</w:t>
      </w:r>
      <w:r w:rsidRPr="00BA20C6">
        <w:rPr>
          <w:rtl/>
          <w:lang w:bidi="fa-IR"/>
        </w:rPr>
        <w:t xml:space="preserve"> است، تا چه رسد ب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آوردن محمل، شب را از اول غروب تا دو ساعت آتش باز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طرف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کردند.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D3B5C">
      <w:pPr>
        <w:pStyle w:val="Heading1"/>
        <w:rPr>
          <w:rtl/>
          <w:lang w:bidi="fa-IR"/>
        </w:rPr>
      </w:pPr>
      <w:bookmarkStart w:id="236" w:name="_Toc56202970"/>
      <w:bookmarkStart w:id="237" w:name="_Toc56203630"/>
      <w:r w:rsidRPr="00BA20C6">
        <w:rPr>
          <w:rFonts w:hint="eastAsia"/>
          <w:rtl/>
          <w:lang w:bidi="fa-IR"/>
        </w:rPr>
        <w:t>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جمرات‌</w:t>
      </w:r>
      <w:bookmarkEnd w:id="236"/>
      <w:bookmarkEnd w:id="237"/>
    </w:p>
    <w:p w:rsidR="00BA20C6" w:rsidRPr="00BA20C6" w:rsidRDefault="00BA20C6" w:rsidP="00CD3B5C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«چهارم سنبله»، بعد از طلوع فجر نماز صبح را، در «مسجد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ف»</w:t>
      </w:r>
      <w:r w:rsidRPr="00BA20C6">
        <w:rPr>
          <w:rtl/>
          <w:lang w:bidi="fa-IR"/>
        </w:rPr>
        <w:t xml:space="preserve"> که با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بود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بعد از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جمرات ثلاثه که «جمره اول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«جمره وسط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«جمره عقبه» است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سپس سواره به «مکه معظمه»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ارت «مسجدالحرام» موفق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از بجا آوردن اعمال از «طواف» حج تمتع، و دو رکعت «نماز طواف» در «مقام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و سع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«صفا و مروه» و «طواف نساء» و دو رکعت «نماز طواف نساء»، از آداب و مناسک «مسجدالحرام» خلاص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سه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به حرمت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مانده بود بر ما حلال شد،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استشمام بو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خوش بعد از سع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«صفا و مروه» حلال شد، و زن و 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</w:t>
      </w:r>
      <w:r w:rsidRPr="00CD3B5C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بعد از نماز «طواف نساء».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ظهر بود که از اعمال فارغ شده به منزل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صرف طعام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در «برکه ابوطالب» شست‌وشو و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جامه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 مجدداً سوار شده به طرف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شب را در آنجا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توته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امشب هم از طرف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آتش</w:t>
      </w:r>
      <w:r w:rsidR="00CD3B5C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‌باز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کردند، و مردم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 دسته دسته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و تجسس رفقا و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خود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رفتند</w:t>
      </w:r>
      <w:r w:rsidRPr="00BA20C6">
        <w:rPr>
          <w:rtl/>
          <w:lang w:bidi="fa-IR"/>
        </w:rPr>
        <w:t>. سماورها در چادرها آتش و مشغول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بودند، و لفظ 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جلو تمام اسام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گرفته بود، و آثار خوشحال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مسرت فوق‌العاده در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ظاهر بود، من هم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بعد هر کجا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اوراق اسم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هم‌سفر خود ذکر کنم به لفظ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آقا» و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و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آقا بزرگ» و «حاج </w:t>
      </w:r>
      <w:r w:rsidR="00CD3B5C" w:rsidRPr="00BA20C6">
        <w:rPr>
          <w:rFonts w:hint="eastAsia"/>
          <w:rtl/>
          <w:lang w:bidi="fa-IR"/>
        </w:rPr>
        <w:t>محمّدحس</w:t>
      </w:r>
      <w:r w:rsidR="00CD3B5C" w:rsidRPr="00BA20C6">
        <w:rPr>
          <w:rFonts w:hint="cs"/>
          <w:rtl/>
          <w:lang w:bidi="fa-IR"/>
        </w:rPr>
        <w:t>ی</w:t>
      </w:r>
      <w:r w:rsidR="00CD3B5C" w:rsidRPr="00BA20C6">
        <w:rPr>
          <w:rFonts w:hint="eastAsia"/>
          <w:rtl/>
          <w:lang w:bidi="fa-IR"/>
        </w:rPr>
        <w:t>ن»</w:t>
      </w:r>
    </w:p>
    <w:p w:rsidR="00BA20C6" w:rsidRPr="00BA20C6" w:rsidRDefault="00CD3B5C" w:rsidP="00CD3B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</w:t>
      </w:r>
    </w:p>
    <w:p w:rsidR="00BA20C6" w:rsidRPr="00BA20C6" w:rsidRDefault="00BA20C6" w:rsidP="00CD3B5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در حرم حلال نم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شود و ربط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اعمال حج ندارد.</w:t>
      </w:r>
    </w:p>
    <w:p w:rsidR="00BA20C6" w:rsidRPr="00BA20C6" w:rsidRDefault="00CD3B5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tl/>
          <w:lang w:bidi="fa-IR"/>
        </w:rPr>
        <w:lastRenderedPageBreak/>
        <w:t>خواهد بود، واقعاً شب خوش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تا ساعت پنج و شش از شب در حرکت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از کثرت چادرها و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ام</w:t>
      </w:r>
      <w:r w:rsidR="00BA20C6" w:rsidRPr="00BA20C6">
        <w:rPr>
          <w:rtl/>
          <w:lang w:bidi="fa-IR"/>
        </w:rPr>
        <w:t xml:space="preserve"> غالباً راه را گم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از ناح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خودمان پرت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صحرا و دامنه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ع،</w:t>
      </w:r>
      <w:r w:rsidRPr="00BA20C6">
        <w:rPr>
          <w:rtl/>
          <w:lang w:bidi="fa-IR"/>
        </w:rPr>
        <w:t xml:space="preserve"> به هر طرف که شخص نگاه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چادر بود و چراغ، هوا هم امشب و چند شب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بود، عموماً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محتاج به لحاف و روپوش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آب «قنات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را که در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عذوبت و گوارائ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در شربه‌ها </w:t>
      </w:r>
      <w:r w:rsidRPr="00CD3B5C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جلو نس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مث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آب چشمه‌ها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کوهستانها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مملکت خودمان خنک و سرد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آن خطرات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که از وقوف در «من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عرفات و مشعر» قبلًا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عفونت هوا و تلفات حجاج، بحمداللَّه امسال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وجود نداشت، و 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هم نشن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تلف شده باشد.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D3B5C">
      <w:pPr>
        <w:pStyle w:val="Heading1"/>
        <w:rPr>
          <w:rtl/>
          <w:lang w:bidi="fa-IR"/>
        </w:rPr>
      </w:pPr>
      <w:bookmarkStart w:id="238" w:name="_Toc56202971"/>
      <w:bookmarkStart w:id="239" w:name="_Toc56203631"/>
      <w:r w:rsidRPr="00BA20C6">
        <w:rPr>
          <w:rFonts w:hint="eastAsia"/>
          <w:rtl/>
          <w:lang w:bidi="fa-IR"/>
        </w:rPr>
        <w:t>دکان‌ها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مِن</w:t>
      </w:r>
      <w:r w:rsidRPr="00BA20C6">
        <w:rPr>
          <w:rFonts w:hint="cs"/>
          <w:rtl/>
          <w:lang w:bidi="fa-IR"/>
        </w:rPr>
        <w:t>ی‌</w:t>
      </w:r>
      <w:bookmarkEnd w:id="238"/>
      <w:bookmarkEnd w:id="239"/>
    </w:p>
    <w:p w:rsidR="00BA20C6" w:rsidRPr="00BA20C6" w:rsidRDefault="00BA20C6" w:rsidP="00CD3B5C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دوازدهم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«پنجم سنبله»، صبح پس از 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جمرات ثلاثه،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بازد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تجسس از حال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سفر برگزار کرده، و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قسم است: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 عبارت است از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کسبه «مکه»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آورده، و در صحرا در 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دو خط مستط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زده‌اند،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چادر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درست شده است، که حجاج در آن گردش و عبور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حتاج</w:t>
      </w:r>
      <w:r w:rsidRPr="00BA20C6">
        <w:rPr>
          <w:rtl/>
          <w:lang w:bidi="fa-IR"/>
        </w:rPr>
        <w:t xml:space="preserve"> را،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و اطعمه و</w:t>
      </w:r>
    </w:p>
    <w:p w:rsidR="00BA20C6" w:rsidRPr="00BA20C6" w:rsidRDefault="00CD3B5C" w:rsidP="00CD3B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CD3B5C" w:rsidRDefault="00BA20C6" w:rsidP="00CD3B5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حوضچه‌ها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گرداگرد</w:t>
      </w:r>
      <w:r w:rsidRPr="00BA20C6">
        <w:rPr>
          <w:rtl/>
          <w:lang w:bidi="fa-IR"/>
        </w:rPr>
        <w:t xml:space="preserve"> نخلستان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نخل‌ها به‌کار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مراد کوزه‌ها است.</w:t>
      </w:r>
    </w:p>
    <w:p w:rsidR="00BA20C6" w:rsidRPr="00BA20C6" w:rsidRDefault="00CD3B5C" w:rsidP="00CD3B5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اغذ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توانند</w:t>
      </w:r>
      <w:r w:rsidR="00BA20C6" w:rsidRPr="00BA20C6">
        <w:rPr>
          <w:rtl/>
          <w:lang w:bidi="fa-IR"/>
        </w:rPr>
        <w:t xml:space="preserve"> از کسبه خر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کنند.</w:t>
      </w:r>
      <w:r w:rsidR="00BA20C6" w:rsidRPr="00BA20C6">
        <w:rPr>
          <w:rFonts w:hint="eastAsia"/>
          <w:rtl/>
          <w:lang w:bidi="fa-IR"/>
        </w:rPr>
        <w:t>قسم</w:t>
      </w:r>
      <w:r w:rsidR="00BA20C6" w:rsidRPr="00BA20C6">
        <w:rPr>
          <w:rtl/>
          <w:lang w:bidi="fa-IR"/>
        </w:rPr>
        <w:t xml:space="preserve"> دوم عبارتست از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عده بناها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سنگ و آجر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در تمام سال دائر و متعلق به سکنه «من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است، از قرار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که حمله‌دارها و عکام‌ها نقل کردند، سابقاً در «من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»،</w:t>
      </w:r>
      <w:r w:rsidR="00BA20C6" w:rsidRPr="00BA20C6">
        <w:rPr>
          <w:rtl/>
          <w:lang w:bidi="fa-IR"/>
        </w:rPr>
        <w:t xml:space="preserve"> 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</w:t>
      </w:r>
      <w:r w:rsidR="00BA20C6" w:rsidRPr="00BA20C6">
        <w:rPr>
          <w:rtl/>
          <w:lang w:bidi="fa-IR"/>
        </w:rPr>
        <w:t xml:space="preserve"> آباد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سکنه نبوده است، 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کن</w:t>
      </w:r>
      <w:r w:rsidR="00BA20C6" w:rsidRPr="00BA20C6">
        <w:rPr>
          <w:rtl/>
          <w:lang w:bidi="fa-IR"/>
        </w:rPr>
        <w:t xml:space="preserve"> بنا بر آن‌چه امسال مشاهده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آباد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«من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»،</w:t>
      </w:r>
      <w:r w:rsidR="00BA20C6" w:rsidRPr="00BA20C6">
        <w:rPr>
          <w:rtl/>
          <w:lang w:bidi="fa-IR"/>
        </w:rPr>
        <w:t xml:space="preserve"> از خانه‌ها و دکاک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درجه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قصبه است، امشب هم که شب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زدهم</w:t>
      </w:r>
      <w:r w:rsidR="00BA20C6" w:rsidRPr="00BA20C6">
        <w:rPr>
          <w:rtl/>
          <w:lang w:bidi="fa-IR"/>
        </w:rPr>
        <w:t xml:space="preserve"> بود باز آتش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‌باز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کردند و ما به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و بازد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و گردش و استراحت برگزار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D3B5C">
      <w:pPr>
        <w:pStyle w:val="Heading1"/>
        <w:rPr>
          <w:rtl/>
          <w:lang w:bidi="fa-IR"/>
        </w:rPr>
      </w:pPr>
      <w:bookmarkStart w:id="240" w:name="_Toc56202972"/>
      <w:bookmarkStart w:id="241" w:name="_Toc56203632"/>
      <w:r w:rsidRPr="00BA20C6">
        <w:rPr>
          <w:rFonts w:hint="eastAsia"/>
          <w:rtl/>
          <w:lang w:bidi="fa-IR"/>
        </w:rPr>
        <w:t>کوچ</w:t>
      </w:r>
      <w:r w:rsidRPr="00BA20C6">
        <w:rPr>
          <w:rtl/>
          <w:lang w:bidi="fa-IR"/>
        </w:rPr>
        <w:t xml:space="preserve"> به مکه‌</w:t>
      </w:r>
      <w:bookmarkEnd w:id="240"/>
      <w:bookmarkEnd w:id="241"/>
    </w:p>
    <w:p w:rsidR="00BA20C6" w:rsidRPr="00BA20C6" w:rsidRDefault="00BA20C6" w:rsidP="00CD3B5C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</w:t>
      </w:r>
      <w:r w:rsidRPr="00CD3B5C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مطابق «ششم سنبله»، صبح از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کوچ کرده، و در حال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جمرات نموده، به «مکه معظمه» مشرف شده در خانه خود ورود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و آمد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چندروزه ما از «مکه» به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«عرفات» و «مشعر» و مراجعت، تماماً توسط الاغ بود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کار بهتر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آسانتر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راحت‌</w:t>
      </w:r>
      <w:r w:rsidR="00CD3B5C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مراکب و نواقل است، لکن عموماً حجاج توسط کجاوه و شقدف، که ارزانتر تمام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رفت و آمد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پس از شست‌وشو و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جامه، به حرم مشرف شده، طواف و آداب مستحبه به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پدر بزرگوار و مادر گرام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بجا آورده، به منزل «حک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مح</w:t>
      </w:r>
      <w:r w:rsidRPr="00BA20C6">
        <w:rPr>
          <w:rFonts w:hint="cs"/>
          <w:rtl/>
          <w:lang w:bidi="fa-IR"/>
        </w:rPr>
        <w:t>یی‌</w:t>
      </w:r>
      <w:r w:rsidRPr="00BA20C6">
        <w:rPr>
          <w:rFonts w:hint="eastAsia"/>
          <w:rtl/>
          <w:lang w:bidi="fa-IR"/>
        </w:rPr>
        <w:t>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دستورالعمل سه روزه گرفتم، چون که هنوز رفع کسالت و ضعف از من نشده بود، سپس به منزل برگشته پس از صرف طعام خ</w:t>
      </w:r>
      <w:r w:rsidRPr="00BA20C6">
        <w:rPr>
          <w:rFonts w:hint="eastAsia"/>
          <w:rtl/>
          <w:lang w:bidi="fa-IR"/>
        </w:rPr>
        <w:t>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اما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شدت کرده بود و مانع خواب بود.</w:t>
      </w:r>
    </w:p>
    <w:p w:rsidR="00BA20C6" w:rsidRDefault="00CD3B5C" w:rsidP="00BA20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CD3B5C" w:rsidRPr="00BA20C6" w:rsidRDefault="00CD3B5C" w:rsidP="00CD3B5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ماندن حاج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در من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تا ظهر روز دوازدهم واجب است، و معلوم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چرا مؤلف همراه با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گران،</w:t>
      </w:r>
      <w:r w:rsidRPr="00BA20C6">
        <w:rPr>
          <w:rtl/>
          <w:lang w:bidi="fa-IR"/>
        </w:rPr>
        <w:t xml:space="preserve"> شب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را مانده است!</w:t>
      </w:r>
    </w:p>
    <w:p w:rsidR="00CD3B5C" w:rsidRPr="00BA20C6" w:rsidRDefault="00CD3B5C" w:rsidP="00BA20C6">
      <w:pPr>
        <w:pStyle w:val="libNormal"/>
        <w:rPr>
          <w:rtl/>
          <w:lang w:bidi="fa-IR"/>
        </w:rPr>
      </w:pPr>
    </w:p>
    <w:p w:rsidR="00BA20C6" w:rsidRPr="00BA20C6" w:rsidRDefault="00CD3B5C" w:rsidP="00CD3B5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42" w:name="_Toc56202973"/>
      <w:bookmarkStart w:id="243" w:name="_Toc56203633"/>
      <w:r w:rsidR="00BA20C6" w:rsidRPr="00BA20C6">
        <w:rPr>
          <w:rFonts w:hint="eastAsia"/>
          <w:rtl/>
          <w:lang w:bidi="fa-IR"/>
        </w:rPr>
        <w:lastRenderedPageBreak/>
        <w:t>احضار</w:t>
      </w:r>
      <w:r w:rsidR="00BA20C6" w:rsidRPr="00BA20C6">
        <w:rPr>
          <w:rtl/>
          <w:lang w:bidi="fa-IR"/>
        </w:rPr>
        <w:t xml:space="preserve"> پادشاه‌</w:t>
      </w:r>
      <w:bookmarkEnd w:id="242"/>
      <w:bookmarkEnd w:id="243"/>
    </w:p>
    <w:p w:rsidR="00BA20C6" w:rsidRPr="00BA20C6" w:rsidRDefault="00BA20C6" w:rsidP="00CD3B5C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صبح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چهاردهم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هفتم سنبله «عبدالرحمن مطوف»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ما آمده، ضمناً اظهار نمود که «اعل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حضرت</w:t>
      </w:r>
      <w:r w:rsidRPr="00BA20C6">
        <w:rPr>
          <w:rtl/>
          <w:lang w:bidi="fa-IR"/>
        </w:rPr>
        <w:t xml:space="preserve"> پادشاه»، سابقاً شرفاء مکه را به عنوان «حضرةالشر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ف»</w:t>
      </w:r>
      <w:r w:rsidRPr="00BA20C6">
        <w:rPr>
          <w:rtl/>
          <w:lang w:bidi="fa-IR"/>
        </w:rPr>
        <w:t xml:space="preserve"> خطاب و تعب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کرده‌اند،</w:t>
      </w:r>
      <w:r w:rsidRPr="00BA20C6">
        <w:rPr>
          <w:rtl/>
          <w:lang w:bidi="fa-IR"/>
        </w:rPr>
        <w:t xml:space="preserve"> لکن از دو سال قبل که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در ضمن جنگ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ن‌الملل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اعلان ا</w:t>
      </w:r>
      <w:r w:rsidRPr="00BA20C6">
        <w:rPr>
          <w:rFonts w:hint="eastAsia"/>
          <w:rtl/>
          <w:lang w:bidi="fa-IR"/>
        </w:rPr>
        <w:t>ستقلال</w:t>
      </w:r>
      <w:r w:rsidRPr="00BA20C6">
        <w:rPr>
          <w:rtl/>
          <w:lang w:bidi="fa-IR"/>
        </w:rPr>
        <w:t xml:space="preserve"> حجاز را داده، و تأس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«حکومة الهاشم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العرب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نموده او را به عنوان «جلالة الملک» تعب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خطاب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که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به زبان ما «اعل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حضرت</w:t>
      </w:r>
      <w:r w:rsidRPr="00BA20C6">
        <w:rPr>
          <w:rtl/>
          <w:lang w:bidi="fa-IR"/>
        </w:rPr>
        <w:t xml:space="preserve"> پاد شاه» گفته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امروز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حجاج ممالک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مختلفه را احضار و دعوت کرده‌اند، و من از جانب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شما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تشرف حضور دعوت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ساعت به غروب با چند نفر از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تجار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دربار حکومت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قبلًا در بالاخانه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با قال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تخته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مفروش بود نشست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بزرگان اعراب «حجاز» و «مصر» و «عراق»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بودند که جمعاً 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چهل نفر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از ربع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اجازه حضور داده شد، و وارد اطاق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از دو طرف [م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به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نگاه کرد، فرش‌ها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تماماً قال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قال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ران،</w:t>
      </w:r>
      <w:r w:rsidRPr="00BA20C6">
        <w:rPr>
          <w:rtl/>
          <w:lang w:bidi="fa-IR"/>
        </w:rPr>
        <w:t xml:space="preserve"> و دور تا دور صندل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 شده بود، و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سمت اطاق، تابلو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منصوب بود که پارچه آن مخمل مشک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به خط نسخ درشت با زردوز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مبارکه نوشته شده بود</w:t>
      </w:r>
      <w:r w:rsidR="002947BC" w:rsidRPr="002947BC">
        <w:rPr>
          <w:rStyle w:val="libAlaemChar"/>
          <w:rFonts w:hint="cs"/>
          <w:rtl/>
        </w:rPr>
        <w:t>(</w:t>
      </w:r>
      <w:r w:rsidRPr="00BA20C6">
        <w:rPr>
          <w:rtl/>
          <w:lang w:bidi="fa-IR"/>
        </w:rPr>
        <w:t xml:space="preserve"> </w:t>
      </w:r>
      <w:r w:rsidRPr="002947BC">
        <w:rPr>
          <w:rStyle w:val="libAieChar"/>
          <w:rtl/>
        </w:rPr>
        <w:t>قُلْ لَاأَسْأَلُکُمْ عَلَ</w:t>
      </w:r>
      <w:r w:rsidRPr="002947BC">
        <w:rPr>
          <w:rStyle w:val="libAieChar"/>
          <w:rFonts w:hint="cs"/>
          <w:rtl/>
        </w:rPr>
        <w:t>یْ</w:t>
      </w:r>
      <w:r w:rsidRPr="002947BC">
        <w:rPr>
          <w:rStyle w:val="libAieChar"/>
          <w:rFonts w:hint="eastAsia"/>
          <w:rtl/>
        </w:rPr>
        <w:t>هِ</w:t>
      </w:r>
      <w:r w:rsidRPr="002947BC">
        <w:rPr>
          <w:rStyle w:val="libAieChar"/>
          <w:rtl/>
        </w:rPr>
        <w:t xml:space="preserve"> أَجْراً إِلَّا الْمَوَدَّةَ فِ</w:t>
      </w:r>
      <w:r w:rsidRPr="002947BC">
        <w:rPr>
          <w:rStyle w:val="libAieChar"/>
          <w:rFonts w:hint="cs"/>
          <w:rtl/>
        </w:rPr>
        <w:t>ی</w:t>
      </w:r>
      <w:r w:rsidRPr="002947BC">
        <w:rPr>
          <w:rStyle w:val="libAieChar"/>
          <w:rtl/>
        </w:rPr>
        <w:t xml:space="preserve"> الْقُرْبَ</w:t>
      </w:r>
      <w:r w:rsidRPr="002947BC">
        <w:rPr>
          <w:rStyle w:val="libAieChar"/>
          <w:rFonts w:hint="cs"/>
          <w:rtl/>
        </w:rPr>
        <w:t>ی</w:t>
      </w:r>
      <w:r w:rsidRPr="00BA20C6">
        <w:rPr>
          <w:rtl/>
          <w:lang w:bidi="fa-IR"/>
        </w:rPr>
        <w:t xml:space="preserve"> </w:t>
      </w:r>
      <w:r w:rsidR="002947BC" w:rsidRPr="002947BC">
        <w:rPr>
          <w:rStyle w:val="libAlaemChar"/>
          <w:rFonts w:hint="cs"/>
          <w:rtl/>
        </w:rPr>
        <w:t>)</w:t>
      </w:r>
      <w:r w:rsidRPr="002947BC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شخص «سلطان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که به نظر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رمرد</w:t>
      </w:r>
      <w:r w:rsidRPr="00BA20C6">
        <w:rPr>
          <w:rtl/>
          <w:lang w:bidi="fa-IR"/>
        </w:rPr>
        <w:t xml:space="preserve"> هفتادساله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آمد،</w:t>
      </w:r>
      <w:r w:rsidRPr="00BA20C6">
        <w:rPr>
          <w:rtl/>
          <w:lang w:bidi="fa-IR"/>
        </w:rPr>
        <w:t xml:space="preserve"> با لباس و</w:t>
      </w:r>
    </w:p>
    <w:p w:rsidR="00BA20C6" w:rsidRPr="00BA20C6" w:rsidRDefault="002947BC" w:rsidP="002947B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BA20C6" w:rsidRPr="00BA20C6" w:rsidRDefault="00BA20C6" w:rsidP="002947B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شور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: 23.</w:t>
      </w:r>
    </w:p>
    <w:p w:rsidR="00BA20C6" w:rsidRPr="00BA20C6" w:rsidRDefault="002947BC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عمامه</w:t>
      </w:r>
      <w:r w:rsidR="00BA20C6" w:rsidRPr="00BA20C6">
        <w:rPr>
          <w:rtl/>
          <w:lang w:bidi="fa-IR"/>
        </w:rPr>
        <w:t xml:space="preserve"> سف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گوشه اطاق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صندل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دسته‌دار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نشسته، «شر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د»</w:t>
      </w:r>
      <w:r w:rsidR="00BA20C6" w:rsidRPr="00BA20C6">
        <w:rPr>
          <w:rtl/>
          <w:lang w:bidi="fa-IR"/>
        </w:rPr>
        <w:t xml:space="preserve"> ولد اکبرش، با چند نفر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از دربار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طرف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او بودند، و پس از ورود و اجازه جلوس، شخص سلطان با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tl/>
          <w:lang w:bidi="fa-IR"/>
        </w:rPr>
        <w:t xml:space="preserve"> فص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ح</w:t>
      </w:r>
      <w:r w:rsidR="00BA20C6" w:rsidRPr="00BA20C6">
        <w:rPr>
          <w:rtl/>
          <w:lang w:bidi="fa-IR"/>
        </w:rPr>
        <w:t xml:space="preserve"> عرب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نطق غرّائ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2947BC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راد</w:t>
      </w:r>
      <w:r w:rsidR="00BA20C6" w:rsidRPr="00BA20C6">
        <w:rPr>
          <w:rtl/>
          <w:lang w:bidi="fa-IR"/>
        </w:rPr>
        <w:t xml:space="preserve"> نمود که خلاصه و ما حصل ترجمه آن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بود: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علت احضار شما چند امر بوده: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اولًا</w:t>
      </w:r>
      <w:r w:rsidRPr="00BA20C6">
        <w:rPr>
          <w:rtl/>
          <w:lang w:bidi="fa-IR"/>
        </w:rPr>
        <w:t>: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خواستم</w:t>
      </w:r>
      <w:r w:rsidRPr="00BA20C6">
        <w:rPr>
          <w:rtl/>
          <w:lang w:bidi="fa-IR"/>
        </w:rPr>
        <w:t xml:space="preserve"> تبر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اضح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موفق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به مناسک و اعمال حج را به شما گفته، و خوشوقت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مسرت خودم را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ن‌که</w:t>
      </w:r>
      <w:r w:rsidRPr="00BA20C6">
        <w:rPr>
          <w:rtl/>
          <w:lang w:bidi="fa-IR"/>
        </w:rPr>
        <w:t xml:space="preserve"> امسال آداب «مِن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«عرفات» با کمال سلامت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انجام گرفت اظهار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>: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خواستم</w:t>
      </w:r>
      <w:r w:rsidRPr="00BA20C6">
        <w:rPr>
          <w:rtl/>
          <w:lang w:bidi="fa-IR"/>
        </w:rPr>
        <w:t xml:space="preserve"> در خصوص مراجعت به اوطان و تشرف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با شما مذاکره و مشاوره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اما</w:t>
      </w:r>
      <w:r w:rsidRPr="00BA20C6">
        <w:rPr>
          <w:rtl/>
          <w:lang w:bidi="fa-IR"/>
        </w:rPr>
        <w:t xml:space="preserve"> قسمت اول: چون مملکت «شام» امروز تحت تصرف و 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«فرانسه» است، و به واسطه طغ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قبا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مخالفت احرار در هر گوشه جنگ و خون‌ر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شورش برپا است، وسائل حرکت به آن‌جا از هر جهت مقطوع است، و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ممکن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«شام» را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مراجعت قرار داد و راه من</w:t>
      </w:r>
      <w:r w:rsidRPr="00BA20C6">
        <w:rPr>
          <w:rFonts w:hint="eastAsia"/>
          <w:rtl/>
          <w:lang w:bidi="fa-IR"/>
        </w:rPr>
        <w:t>حصر</w:t>
      </w:r>
      <w:r w:rsidRPr="00BA20C6">
        <w:rPr>
          <w:rtl/>
          <w:lang w:bidi="fa-IR"/>
        </w:rPr>
        <w:t xml:space="preserve"> است به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«جده» به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و در باب تشرف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تمام راهها باز و دائر و امن است، لکن من خط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از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«رابغ» و «غا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و از آن‌جا به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نْبُعْ»</w:t>
      </w:r>
      <w:r w:rsidRPr="00BA20C6">
        <w:rPr>
          <w:rtl/>
          <w:lang w:bidi="fa-IR"/>
        </w:rPr>
        <w:t xml:space="preserve"> را اصلح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معذلک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استماع نظر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حاضرم که موافقت با تما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لات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بنما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 واعظ 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از طرف ما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تقد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تشکرات و ادع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صم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مانه</w:t>
      </w:r>
      <w:r w:rsidRPr="00BA20C6">
        <w:rPr>
          <w:rtl/>
          <w:lang w:bidi="fa-IR"/>
        </w:rPr>
        <w:t xml:space="preserve"> و اظهار تسل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اوامر حضرت سلطان </w:t>
      </w:r>
    </w:p>
    <w:p w:rsidR="00BA20C6" w:rsidRPr="00BA20C6" w:rsidRDefault="002947BC" w:rsidP="002947B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BA20C6" w:rsidRPr="00BA20C6" w:rsidRDefault="00BA20C6" w:rsidP="002947B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غرّاء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و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2947BC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نمودند،</w:t>
      </w:r>
      <w:r w:rsidRPr="00BA20C6">
        <w:rPr>
          <w:rtl/>
          <w:lang w:bidi="fa-IR"/>
        </w:rPr>
        <w:t xml:space="preserve"> و چند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به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ممالک خود، تبادل تعارفات و عرض اطاعت کردند و برخاست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  <w:r w:rsidR="002947BC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هوا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شده بود و صدمه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شب هم به واسطه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حبس هوا نتوانست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2947BC">
      <w:pPr>
        <w:pStyle w:val="Heading1"/>
        <w:rPr>
          <w:rtl/>
          <w:lang w:bidi="fa-IR"/>
        </w:rPr>
      </w:pPr>
      <w:bookmarkStart w:id="244" w:name="_Toc56202974"/>
      <w:bookmarkStart w:id="245" w:name="_Toc56203634"/>
      <w:r w:rsidRPr="00BA20C6">
        <w:rPr>
          <w:rFonts w:hint="eastAsia"/>
          <w:rtl/>
          <w:lang w:bidi="fa-IR"/>
        </w:rPr>
        <w:t>قبرستان</w:t>
      </w:r>
      <w:r w:rsidRPr="00BA20C6">
        <w:rPr>
          <w:rtl/>
          <w:lang w:bidi="fa-IR"/>
        </w:rPr>
        <w:t xml:space="preserve"> ابوطالب‌</w:t>
      </w:r>
      <w:bookmarkEnd w:id="244"/>
      <w:bookmarkEnd w:id="245"/>
    </w:p>
    <w:p w:rsidR="00BA20C6" w:rsidRPr="00BA20C6" w:rsidRDefault="00BA20C6" w:rsidP="002947BC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پانزدهم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«هشتم سنبله»، صبح به حرم مشرف شده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روز را از شدت گرما در منزل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طرف عصر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«حجون» که به قبرستان «اب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طالب»</w:t>
      </w:r>
      <w:r w:rsidRPr="00BA20C6">
        <w:rPr>
          <w:rtl/>
          <w:lang w:bidi="fa-IR"/>
        </w:rPr>
        <w:t xml:space="preserve"> مشهورتر است، و تا شهر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فاصله است اول «حضرت عبد مناف» و «حضرت عبدالمطلب» را که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بقعه م</w:t>
      </w:r>
      <w:r w:rsidRPr="00BA20C6">
        <w:rPr>
          <w:rFonts w:hint="eastAsia"/>
          <w:rtl/>
          <w:lang w:bidi="fa-IR"/>
        </w:rPr>
        <w:t>دفون</w:t>
      </w:r>
      <w:r w:rsidRPr="00BA20C6">
        <w:rPr>
          <w:rtl/>
          <w:lang w:bidi="fa-IR"/>
        </w:rPr>
        <w:t xml:space="preserve"> و 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صندوق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حده</w:t>
      </w:r>
      <w:r w:rsidRPr="00BA20C6">
        <w:rPr>
          <w:rtl/>
          <w:lang w:bidi="fa-IR"/>
        </w:rPr>
        <w:t xml:space="preserve"> دارند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«حضرت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طالب»</w:t>
      </w:r>
      <w:r w:rsidRPr="00BA20C6">
        <w:rPr>
          <w:rtl/>
          <w:lang w:bidi="fa-IR"/>
        </w:rPr>
        <w:t xml:space="preserve"> را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بقعه‌اش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بقعه سابقه است، و بعد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آمنه» </w:t>
      </w:r>
      <w:r w:rsidRPr="002947BC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«حضرت خد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جه»</w:t>
      </w:r>
      <w:r w:rsidRPr="00BA20C6">
        <w:rPr>
          <w:rtl/>
          <w:lang w:bidi="fa-IR"/>
        </w:rPr>
        <w:t xml:space="preserve"> که در بقعه جداگانه مدفون‌اند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واقعاً کاش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بقعه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قابل توجه و تماشا بود و چشم را 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ظرافت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همچن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در اطراف بقاع مزبوره، سنگ قبرها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مرمر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قشنگ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موجود بود، که مدفن بزرگان از علماء و قضات و 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عثمان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است، شب را پس از تشرف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2947BC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‌اللَّه»</w:t>
      </w:r>
      <w:r w:rsidRPr="00BA20C6">
        <w:rPr>
          <w:rtl/>
          <w:lang w:bidi="fa-IR"/>
        </w:rPr>
        <w:t xml:space="preserve"> به منزل‌مراجعت، و باز هم‌از گرما خواب راحت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Default="002947BC" w:rsidP="002947B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2947BC" w:rsidRPr="00BA20C6" w:rsidRDefault="002947BC" w:rsidP="002947BC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مؤلف محترم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اشتباه کرده، حضرت آمنه مادر رسول گرام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اسلام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مکه و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درمحلّ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نام «ابواء» مدفون شده‌اند.</w:t>
      </w:r>
    </w:p>
    <w:p w:rsidR="002947BC" w:rsidRPr="002947BC" w:rsidRDefault="002947BC" w:rsidP="002947BC">
      <w:pPr>
        <w:pStyle w:val="libNormal0"/>
        <w:rPr>
          <w:rtl/>
          <w:lang w:bidi="fa-IR"/>
        </w:rPr>
      </w:pPr>
    </w:p>
    <w:p w:rsidR="00BA20C6" w:rsidRPr="00BA20C6" w:rsidRDefault="002947BC" w:rsidP="002947B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46" w:name="_Toc56202975"/>
      <w:bookmarkStart w:id="247" w:name="_Toc56203635"/>
      <w:r w:rsidR="00BA20C6" w:rsidRPr="00BA20C6">
        <w:rPr>
          <w:rFonts w:hint="eastAsia"/>
          <w:rtl/>
          <w:lang w:bidi="fa-IR"/>
        </w:rPr>
        <w:lastRenderedPageBreak/>
        <w:t>حرکت</w:t>
      </w:r>
      <w:r w:rsidR="00BA20C6" w:rsidRPr="00BA20C6">
        <w:rPr>
          <w:rtl/>
          <w:lang w:bidi="fa-IR"/>
        </w:rPr>
        <w:t xml:space="preserve"> به 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نه‌</w:t>
      </w:r>
      <w:bookmarkEnd w:id="246"/>
      <w:bookmarkEnd w:id="247"/>
    </w:p>
    <w:p w:rsidR="00BA20C6" w:rsidRPr="00BA20C6" w:rsidRDefault="00BA20C6" w:rsidP="002947BC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شانزدهم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«نهم سنبله»، صبح و شب </w:t>
      </w:r>
      <w:r w:rsidRPr="00BA20C6">
        <w:rPr>
          <w:rFonts w:hint="eastAsia"/>
          <w:rtl/>
          <w:lang w:bidi="fa-IR"/>
        </w:rPr>
        <w:t>باز</w:t>
      </w:r>
      <w:r w:rsidRPr="00BA20C6">
        <w:rPr>
          <w:rtl/>
          <w:lang w:bidi="fa-IR"/>
        </w:rPr>
        <w:t xml:space="preserve"> به حرم مشرف شده، و من هر دفعه طواف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اخوان و عش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خود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تاً</w:t>
      </w:r>
      <w:r w:rsidRPr="00BA20C6">
        <w:rPr>
          <w:rtl/>
          <w:lang w:bidi="fa-IR"/>
        </w:rPr>
        <w:t xml:space="preserve">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آوردم، امروز از طرف «سلطان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جار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که حجاج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توانند</w:t>
      </w:r>
      <w:r w:rsidRPr="00BA20C6">
        <w:rPr>
          <w:rtl/>
          <w:lang w:bidi="fa-IR"/>
        </w:rPr>
        <w:t xml:space="preserve"> از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به بعد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از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«رابُغْ» و «غا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حرکت و از راه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نْبُع»</w:t>
      </w:r>
      <w:r w:rsidRPr="00BA20C6">
        <w:rPr>
          <w:rtl/>
          <w:lang w:bidi="fa-IR"/>
        </w:rPr>
        <w:t xml:space="preserve"> به «جد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مراجعت کنند، حمله‌دارها غالباً ناراض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بودند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رفتن و برگشتن از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«جده» و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نْبُع»</w:t>
      </w:r>
      <w:r w:rsidRPr="00BA20C6">
        <w:rPr>
          <w:rtl/>
          <w:lang w:bidi="fa-IR"/>
        </w:rPr>
        <w:t xml:space="preserve"> آسان‌تر و ارزان</w:t>
      </w:r>
      <w:r w:rsidR="002947BC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‌تر بود، و سلطان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ن‌که</w:t>
      </w:r>
      <w:r w:rsidRPr="00BA20C6">
        <w:rPr>
          <w:rtl/>
          <w:lang w:bidi="fa-IR"/>
        </w:rPr>
        <w:t xml:space="preserve"> تمام قبائل و عشا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از حجاج منتفع و از خود خوشنود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را اتخاذ نمود.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هفدهم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«دهم سنبله»،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لازمه از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عموماً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راجع به اغتشاش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عدم تمک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عرب از «سلطان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امروز و امشب را هم به زندگان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زوار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2947BC" w:rsidP="002947B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48" w:name="_Toc56202976"/>
      <w:bookmarkStart w:id="249" w:name="_Toc56203636"/>
      <w:r w:rsidR="00BA20C6" w:rsidRPr="00BA20C6">
        <w:rPr>
          <w:rFonts w:hint="eastAsia"/>
          <w:rtl/>
          <w:lang w:bidi="fa-IR"/>
        </w:rPr>
        <w:lastRenderedPageBreak/>
        <w:t>روز</w:t>
      </w:r>
      <w:r w:rsidR="00BA20C6" w:rsidRPr="00BA20C6">
        <w:rPr>
          <w:rtl/>
          <w:lang w:bidi="fa-IR"/>
        </w:rPr>
        <w:t xml:space="preserve"> 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غد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bookmarkEnd w:id="248"/>
      <w:bookmarkEnd w:id="24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پنجشنبه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</w:t>
      </w:r>
      <w:r w:rsidRPr="00BA20C6">
        <w:rPr>
          <w:rtl/>
          <w:lang w:bidi="fa-IR"/>
        </w:rPr>
        <w:t xml:space="preserve"> الغد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ر»،</w:t>
      </w:r>
      <w:r w:rsidRPr="00BA20C6">
        <w:rPr>
          <w:rtl/>
          <w:lang w:bidi="fa-IR"/>
        </w:rPr>
        <w:t xml:space="preserve"> مطابق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سنبله»، مثل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و امروز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در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رسومات و آداب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لکن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اثر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خبر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نبود.</w:t>
      </w:r>
    </w:p>
    <w:p w:rsidR="00BA20C6" w:rsidRPr="00BA20C6" w:rsidRDefault="00BA20C6" w:rsidP="00CF760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رفقا رفتند به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قاتگاه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بجا آوردن عمره مفرده، لکن من به واسطه عجز از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نتوانستم موفق شوم،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هنوز ضعف و ناتوان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ناخوش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عارض شده بود برطرف نشده، و همه‌روزه تحت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و معالجه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بودم،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من 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معرو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به «مح</w:t>
      </w:r>
      <w:r w:rsidRPr="00BA20C6">
        <w:rPr>
          <w:rFonts w:hint="cs"/>
          <w:rtl/>
          <w:lang w:bidi="fa-IR"/>
        </w:rPr>
        <w:t>یی‌</w:t>
      </w:r>
      <w:r w:rsidRPr="00BA20C6">
        <w:rPr>
          <w:rFonts w:hint="eastAsia"/>
          <w:rtl/>
          <w:lang w:bidi="fa-IR"/>
        </w:rPr>
        <w:t>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که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هفتادساله و اصلًا «هند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است، لکن چهل سال است که مجاورت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ت‌اللَّه»</w:t>
      </w:r>
      <w:r w:rsidRPr="00BA20C6">
        <w:rPr>
          <w:rtl/>
          <w:lang w:bidi="fa-IR"/>
        </w:rPr>
        <w:t xml:space="preserve">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کرده، مشارٌال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اهل </w:t>
      </w:r>
      <w:r w:rsidRPr="00BA20C6">
        <w:rPr>
          <w:rFonts w:hint="eastAsia"/>
          <w:rtl/>
          <w:lang w:bidi="fa-IR"/>
        </w:rPr>
        <w:t>ذوق</w:t>
      </w:r>
      <w:r w:rsidRPr="00BA20C6">
        <w:rPr>
          <w:rtl/>
          <w:lang w:bidi="fa-IR"/>
        </w:rPr>
        <w:t xml:space="preserve"> و عارف مسلک و دائم‌الذکر است، اتفاقاً با من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محبت و مؤانست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کرده بود، و همه‌روزه صبح و عصر که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رفتم</w:t>
      </w:r>
      <w:r w:rsidRPr="00BA20C6">
        <w:rPr>
          <w:rtl/>
          <w:lang w:bidi="fa-IR"/>
        </w:rPr>
        <w:t xml:space="preserve"> مرا به صحبت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گرفت،</w:t>
      </w:r>
      <w:r w:rsidRPr="00BA20C6">
        <w:rPr>
          <w:rtl/>
          <w:lang w:bidi="fa-IR"/>
        </w:rPr>
        <w:t xml:space="preserve"> و از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جغراف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و آداب و رسوم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استفسار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با آن‌که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</w:t>
      </w:r>
      <w:r w:rsidRPr="00BA20C6">
        <w:rPr>
          <w:rtl/>
          <w:lang w:bidi="fa-IR"/>
        </w:rPr>
        <w:t xml:space="preserve"> حرف بزند غالباً 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ضمن صحبت به مناسبت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اشعار «مولو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«حک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سنائ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خواند،</w:t>
      </w:r>
      <w:r w:rsidRPr="00BA20C6">
        <w:rPr>
          <w:rtl/>
          <w:lang w:bidi="fa-IR"/>
        </w:rPr>
        <w:t xml:space="preserve"> پسر بزرگش «عبدالغن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 که از معلم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مکاتب متوسطه است، و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«ترک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داند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من مأنوس شده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CF760D" w:rsidP="00CF760D">
      <w:pPr>
        <w:pStyle w:val="Heading1"/>
        <w:rPr>
          <w:rtl/>
          <w:lang w:bidi="fa-IR"/>
        </w:rPr>
      </w:pPr>
      <w:r>
        <w:rPr>
          <w:rtl/>
          <w:lang w:bidi="fa-IR"/>
        </w:rPr>
        <w:br w:type="column"/>
      </w:r>
      <w:bookmarkStart w:id="250" w:name="_Toc56202977"/>
      <w:bookmarkStart w:id="251" w:name="_Toc56203637"/>
      <w:r w:rsidR="00BA20C6" w:rsidRPr="00BA20C6">
        <w:rPr>
          <w:rFonts w:hint="eastAsia"/>
          <w:rtl/>
          <w:lang w:bidi="fa-IR"/>
        </w:rPr>
        <w:lastRenderedPageBreak/>
        <w:t>اقامه</w:t>
      </w:r>
      <w:r w:rsidR="00BA20C6" w:rsidRPr="00BA20C6">
        <w:rPr>
          <w:rtl/>
          <w:lang w:bidi="fa-IR"/>
        </w:rPr>
        <w:t xml:space="preserve"> نماز جمعه‌</w:t>
      </w:r>
      <w:bookmarkEnd w:id="250"/>
      <w:bookmarkEnd w:id="251"/>
    </w:p>
    <w:p w:rsidR="00BA20C6" w:rsidRPr="00BA20C6" w:rsidRDefault="00BA20C6" w:rsidP="00CF760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نوزدهم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«دوازدهم سنبله»، اقامه نماز جمعه به امامت شخص «سلطان»،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شکوه قابل تماشائ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انجام گرفت، عده مأموم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به طور دائره اطراف خانه کعبه صف بسته بودند دوازده هزار نفر بل متجاوز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امروز و امشب هم به زندگ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معمول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برگزار شد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ادداشت</w:t>
      </w:r>
      <w:r w:rsidRPr="00BA20C6">
        <w:rPr>
          <w:rtl/>
          <w:lang w:bidi="fa-IR"/>
        </w:rPr>
        <w:t xml:space="preserve"> چند مسئله را مخصوصاً ذکر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کنم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اولًا</w:t>
      </w:r>
      <w:r w:rsidRPr="00BA20C6">
        <w:rPr>
          <w:rtl/>
          <w:lang w:bidi="fa-IR"/>
        </w:rPr>
        <w:t>: راجع به نقود، پول‌ها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رائجه «مکه» همان پول‌ها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که واحد آن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معادل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قروش است، و هر قروش چهار هلاله است، و هر هلاله ده پاره است، کوچک‌تر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پول‌ها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هلاله است که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پنج پاره نوشته شده و بزرگتر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پول‌ها «ل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که معادل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«ل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«جن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معادل با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دو قروش داد و ستد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CF760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متداول است ده قروش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معامله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به حساب پول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که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دو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هر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معادل پنج </w:t>
      </w:r>
      <w:r w:rsidRPr="00BA20C6">
        <w:rPr>
          <w:rFonts w:hint="eastAsia"/>
          <w:rtl/>
          <w:lang w:bidi="fa-IR"/>
        </w:rPr>
        <w:t>قران</w:t>
      </w:r>
      <w:r w:rsidRPr="00BA20C6">
        <w:rPr>
          <w:rtl/>
          <w:lang w:bidi="fa-IR"/>
        </w:rPr>
        <w:t xml:space="preserve"> و ده شاه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هر قروش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پنج شاه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هر هلاله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پول‌ها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«فرانک» و «ر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فرانسه» و «پول هلند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به‌طور تجار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 و ستد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عموماً هر پول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سکه آن صاف شده باشد بر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دارند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«هذا منسوخ»، «هذ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بطل» </w:t>
      </w:r>
      <w:r w:rsidRPr="00CF760D">
        <w:rPr>
          <w:rStyle w:val="libFootnotenumChar"/>
          <w:rtl/>
        </w:rPr>
        <w:t>(1)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CF760D" w:rsidP="00CF760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52" w:name="_Toc56202978"/>
      <w:bookmarkStart w:id="253" w:name="_Toc56203638"/>
      <w:r w:rsidR="00BA20C6" w:rsidRPr="00BA20C6">
        <w:rPr>
          <w:rFonts w:hint="eastAsia"/>
          <w:rtl/>
          <w:lang w:bidi="fa-IR"/>
        </w:rPr>
        <w:lastRenderedPageBreak/>
        <w:t>مدارس</w:t>
      </w:r>
      <w:r w:rsidR="00BA20C6" w:rsidRPr="00BA20C6">
        <w:rPr>
          <w:rtl/>
          <w:lang w:bidi="fa-IR"/>
        </w:rPr>
        <w:t xml:space="preserve"> مکه‌</w:t>
      </w:r>
      <w:bookmarkEnd w:id="252"/>
      <w:bookmarkEnd w:id="25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>: در خصوص معارف، هر چند به واسطه تعط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مدارس در ماه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نتوانستم گردش در مدارس بکنم، لکن موافق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«عبدالغن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پسر «مح</w:t>
      </w:r>
      <w:r w:rsidRPr="00BA20C6">
        <w:rPr>
          <w:rFonts w:hint="cs"/>
          <w:rtl/>
          <w:lang w:bidi="fa-IR"/>
        </w:rPr>
        <w:t>یی‌</w:t>
      </w:r>
      <w:r w:rsidRPr="00BA20C6">
        <w:rPr>
          <w:rFonts w:hint="eastAsia"/>
          <w:rtl/>
          <w:lang w:bidi="fa-IR"/>
        </w:rPr>
        <w:t>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دو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از معلم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نظام‌نامه‌ها و پروگرام‌هائ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«عبدالغن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نشان داد، در «مکه معظمه» ده باب مکتب ا</w:t>
      </w:r>
      <w:r w:rsidRPr="00BA20C6">
        <w:rPr>
          <w:rFonts w:hint="eastAsia"/>
          <w:rtl/>
          <w:lang w:bidi="fa-IR"/>
        </w:rPr>
        <w:t>بتدائ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ساله، و پنج باب مکتب ثانو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(متوسطه)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باب مدرسه راق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است، مدرسه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«دارالفنون» ما است، و پروگرام </w:t>
      </w:r>
      <w:r w:rsidRPr="00CF760D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آن‌ها عموماً حساب و جغراف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نحو و صرف و فقه و تفس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است، و در مدرسه راق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</w:t>
      </w:r>
      <w:r w:rsidRPr="00CF760D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تحص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زبان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تحص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لات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از 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و علوم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ابداً در کار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پروگرام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امروزه «جز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رةالعرب»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مناسب و کاف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نظر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تمام مکتب‌ها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ابتدائ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ثانو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مجان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خرج آن با حکومت است، و فقط در مدرسه راق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دو روزنامه در «مکه» با صفحه بزرگ منتشر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«الفلاح»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«القبله» که هر شماره را دو هلاله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صد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نار</w:t>
      </w:r>
      <w:r w:rsidRPr="00BA20C6">
        <w:rPr>
          <w:rtl/>
          <w:lang w:bidi="fa-IR"/>
        </w:rPr>
        <w:t xml:space="preserve">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فروشند،</w:t>
      </w:r>
      <w:r w:rsidRPr="00BA20C6">
        <w:rPr>
          <w:rtl/>
          <w:lang w:bidi="fa-IR"/>
        </w:rPr>
        <w:t xml:space="preserve"> و نسبت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جرائد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CF760D" w:rsidP="00CF760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CF760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پول از 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بودن خارج و باطل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CF760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لفظ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فرانسو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به معنو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دستور و برنامه تعل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مات</w:t>
      </w:r>
      <w:r w:rsidRPr="00BA20C6">
        <w:rPr>
          <w:rtl/>
          <w:lang w:bidi="fa-IR"/>
        </w:rPr>
        <w:t xml:space="preserve"> مدارس به 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>.</w:t>
      </w:r>
    </w:p>
    <w:p w:rsidR="00BA20C6" w:rsidRPr="00BA20C6" w:rsidRDefault="00BA20C6" w:rsidP="00CF760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شرفته،</w:t>
      </w:r>
      <w:r w:rsidRPr="00BA20C6">
        <w:rPr>
          <w:rtl/>
          <w:lang w:bidi="fa-IR"/>
        </w:rPr>
        <w:t xml:space="preserve"> مدارس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دارالفنون.</w:t>
      </w:r>
    </w:p>
    <w:p w:rsidR="00BA20C6" w:rsidRPr="00BA20C6" w:rsidRDefault="00CF760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ارزان</w:t>
      </w:r>
      <w:r w:rsidR="00BA20C6" w:rsidRPr="00BA20C6">
        <w:rPr>
          <w:rtl/>
          <w:lang w:bidi="fa-IR"/>
        </w:rPr>
        <w:t xml:space="preserve"> است، و از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جهت همه روزه من خر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F760D">
      <w:pPr>
        <w:pStyle w:val="Heading1"/>
        <w:rPr>
          <w:rtl/>
          <w:lang w:bidi="fa-IR"/>
        </w:rPr>
      </w:pPr>
      <w:bookmarkStart w:id="254" w:name="_Toc56202979"/>
      <w:bookmarkStart w:id="255" w:name="_Toc56203639"/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بزرگ مکه‌</w:t>
      </w:r>
      <w:bookmarkEnd w:id="254"/>
      <w:bookmarkEnd w:id="25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ثالثاً</w:t>
      </w:r>
      <w:r w:rsidRPr="00BA20C6">
        <w:rPr>
          <w:rtl/>
          <w:lang w:bidi="fa-IR"/>
        </w:rPr>
        <w:t>: در باب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بزرگ «مکه» که خانه و منزل ما به آن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است، عموماً تمام بارها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آذوقه و علوفه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و حبوبات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که از «طائف» و سائر نقاط به «مکه»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در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فروخته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که آن را «محطّه» </w:t>
      </w:r>
      <w:r w:rsidRPr="00CF760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«حلقه»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تمام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بارها که شب وا</w:t>
      </w:r>
      <w:r w:rsidRPr="00BA20C6">
        <w:rPr>
          <w:rFonts w:hint="eastAsia"/>
          <w:rtl/>
          <w:lang w:bidi="fa-IR"/>
        </w:rPr>
        <w:t>رد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از اول طل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فجر تا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بعد از آفتاب، به طور مزا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حراج فروخته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به توسط مأمور حکومت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قپان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حکومت وجه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بابت حق قپان از فروشنده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</w:t>
      </w:r>
      <w:r w:rsidRPr="00BA20C6">
        <w:rPr>
          <w:rtl/>
          <w:lang w:bidi="fa-IR"/>
        </w:rPr>
        <w:t xml:space="preserve"> و بعد از دو سه ساعت از آفتاب،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خوراک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در شهر «مکه» دکان سبز</w:t>
      </w:r>
      <w:r w:rsidRPr="00BA20C6">
        <w:rPr>
          <w:rFonts w:hint="cs"/>
          <w:rtl/>
          <w:lang w:bidi="fa-IR"/>
        </w:rPr>
        <w:t>ی</w:t>
      </w:r>
      <w:r w:rsidR="00CF760D">
        <w:rPr>
          <w:rFonts w:hint="cs"/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‌</w:t>
      </w:r>
      <w:r w:rsidRPr="00BA20C6">
        <w:rPr>
          <w:rFonts w:hint="eastAsia"/>
          <w:rtl/>
          <w:lang w:bidi="fa-IR"/>
        </w:rPr>
        <w:t>فروش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</w:t>
      </w:r>
      <w:r w:rsidR="00CF760D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‌فروش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قصّاب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گوشت را هم صبح در محطّه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فروشند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F760D">
      <w:pPr>
        <w:pStyle w:val="Heading1"/>
        <w:rPr>
          <w:rtl/>
          <w:lang w:bidi="fa-IR"/>
        </w:rPr>
      </w:pPr>
      <w:bookmarkStart w:id="256" w:name="_Toc56202980"/>
      <w:bookmarkStart w:id="257" w:name="_Toc56203640"/>
      <w:r w:rsidRPr="00BA20C6">
        <w:rPr>
          <w:rFonts w:hint="eastAsia"/>
          <w:rtl/>
          <w:lang w:bidi="fa-IR"/>
        </w:rPr>
        <w:t>مسجد</w:t>
      </w:r>
      <w:r w:rsidRPr="00BA20C6">
        <w:rPr>
          <w:rtl/>
          <w:lang w:bidi="fa-IR"/>
        </w:rPr>
        <w:t xml:space="preserve"> تنع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قبرستان شهدا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فخ‌</w:t>
      </w:r>
      <w:bookmarkEnd w:id="256"/>
      <w:bookmarkEnd w:id="257"/>
    </w:p>
    <w:p w:rsidR="00BA20C6" w:rsidRPr="00BA20C6" w:rsidRDefault="00BA20C6" w:rsidP="00CF760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سنبله»، من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انجام عمره مفرده از «مکه» حرکت کرده و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غسل کرده، مُحرِماً مراجعت و اعمال عمره را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CF760D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‌اللَّه‌الحرام</w:t>
      </w:r>
      <w:r w:rsidRPr="00BA20C6">
        <w:rPr>
          <w:rtl/>
          <w:lang w:bidi="fa-IR"/>
        </w:rPr>
        <w:t xml:space="preserve"> به‌جا آورد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عمل را من به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ابت</w:t>
      </w:r>
      <w:r w:rsidRPr="00BA20C6">
        <w:rPr>
          <w:rtl/>
          <w:lang w:bidi="fa-IR"/>
        </w:rPr>
        <w:t xml:space="preserve"> مرحوم اخو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نجف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» به‌جا آوردم، و آن</w:t>
      </w:r>
      <w:r w:rsidR="00CF760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طور که تصوّر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</w:t>
      </w:r>
      <w:r w:rsidRPr="00BA20C6">
        <w:rPr>
          <w:rtl/>
          <w:lang w:bidi="fa-IR"/>
        </w:rPr>
        <w:t xml:space="preserve"> چندان صدمه از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رفت و آمد نکش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«مسجد</w:t>
      </w:r>
      <w:r w:rsidRPr="00BA20C6">
        <w:rPr>
          <w:rtl/>
          <w:lang w:bidi="fa-IR"/>
        </w:rPr>
        <w:t xml:space="preserve"> تنع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تا «مکّه»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فاصله دارد که توسط الاغ‌ها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CF760D" w:rsidP="00CF760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CF760D" w:rsidRDefault="00BA20C6" w:rsidP="00CF760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محل فرود آمدن کاروان،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>.</w:t>
      </w:r>
    </w:p>
    <w:p w:rsidR="00BA20C6" w:rsidRPr="00BA20C6" w:rsidRDefault="00CF760D" w:rsidP="00CF760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کرا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روند</w:t>
      </w:r>
      <w:r w:rsidR="00BA20C6" w:rsidRPr="00BA20C6">
        <w:rPr>
          <w:rtl/>
          <w:lang w:bidi="fa-IR"/>
        </w:rPr>
        <w:t xml:space="preserve"> و برم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گردند،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راه کنار جاده چند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دستگاه قهوه‌خانه‌ها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حص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هست که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رفع خستگ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اده</w:t>
      </w:r>
      <w:r w:rsidR="00BA20C6" w:rsidRPr="00BA20C6">
        <w:rPr>
          <w:rtl/>
          <w:lang w:bidi="fa-IR"/>
        </w:rPr>
        <w:t xml:space="preserve"> شده 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خورند</w:t>
      </w:r>
      <w:r w:rsidR="00BA20C6" w:rsidRPr="00BA20C6">
        <w:rPr>
          <w:rtl/>
          <w:lang w:bidi="fa-IR"/>
        </w:rPr>
        <w:t xml:space="preserve"> و قبرستان «شهدا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فخّ»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طرف جاده به فاصله کم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واقع است، چند بقعه آنجا بود که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آنها مدفن «عبداللَّه بن عمر بن الخطاب»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«مکه» چند روز است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و عفون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است، و صبح زود و عصر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از خانه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آمد، از هر طرف شخص جنازه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که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دهند،</w:t>
      </w:r>
      <w:r w:rsidRPr="00BA20C6">
        <w:rPr>
          <w:rtl/>
          <w:lang w:bidi="fa-IR"/>
        </w:rPr>
        <w:t xml:space="preserve"> و غالب اموات از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«جاوه» و «مغاربه» است، حجاج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غالباً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جهات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نان و آذوقه و اخبار وحشتناک که از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ده‌اند،</w:t>
      </w:r>
      <w:r w:rsidRPr="00BA20C6">
        <w:rPr>
          <w:rtl/>
          <w:lang w:bidi="fa-IR"/>
        </w:rPr>
        <w:t xml:space="preserve"> دسته دسته به «جده»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روند</w:t>
      </w:r>
      <w:r w:rsidRPr="00BA20C6">
        <w:rPr>
          <w:rtl/>
          <w:lang w:bidi="fa-IR"/>
        </w:rPr>
        <w:t xml:space="preserve"> که بدون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مراجعت به اوطان خود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CF760D">
      <w:pPr>
        <w:pStyle w:val="Heading1"/>
        <w:rPr>
          <w:rtl/>
          <w:lang w:bidi="fa-IR"/>
        </w:rPr>
      </w:pPr>
      <w:bookmarkStart w:id="258" w:name="_Toc56202981"/>
      <w:bookmarkStart w:id="259" w:name="_Toc56203641"/>
      <w:r w:rsidRPr="00BA20C6">
        <w:rPr>
          <w:rFonts w:hint="eastAsia"/>
          <w:rtl/>
          <w:lang w:bidi="fa-IR"/>
        </w:rPr>
        <w:t>باران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bookmarkEnd w:id="258"/>
      <w:bookmarkEnd w:id="259"/>
    </w:p>
    <w:p w:rsidR="00576655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و امروز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«چهاردهم سنبله»، هوا ابر غل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 و گرما به شدت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ما در منزل لخت بوده، و دائماً آب به سر و بدن خود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طرف عصر باد تند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 و باران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متعاقب آن آمد،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باران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آنقدر تند </w:t>
      </w:r>
      <w:r w:rsidRPr="00BA20C6">
        <w:rPr>
          <w:rFonts w:hint="eastAsia"/>
          <w:rtl/>
          <w:lang w:bidi="fa-IR"/>
        </w:rPr>
        <w:t>بود</w:t>
      </w:r>
      <w:r w:rsidRPr="00BA20C6">
        <w:rPr>
          <w:rtl/>
          <w:lang w:bidi="fa-IR"/>
        </w:rPr>
        <w:t xml:space="preserve"> که از بالا خانه نگاه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تمام کوچه‌ها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«مکه» مثل رودخانه‌هائ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بود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قابل عبور، و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کوچه‌ها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فراز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</w:t>
      </w:r>
      <w:r w:rsidRPr="00BA20C6">
        <w:rPr>
          <w:rtl/>
          <w:lang w:bidi="fa-IR"/>
        </w:rPr>
        <w:t xml:space="preserve"> همه را به وحشت انداخته بود، و مسلماً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«مکه» اگر از سنگ نبود تماماً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ان‌کن</w:t>
      </w:r>
      <w:r w:rsidRPr="00BA20C6">
        <w:rPr>
          <w:rtl/>
          <w:lang w:bidi="fa-IR"/>
        </w:rPr>
        <w:t xml:space="preserve"> رفته بود، و بعد از قطع شدن باران هوا برخلاف معمول گرمتر و عفون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تر</w:t>
      </w:r>
      <w:r w:rsidRPr="00BA20C6">
        <w:rPr>
          <w:rtl/>
          <w:lang w:bidi="fa-IR"/>
        </w:rPr>
        <w:t xml:space="preserve"> شد.</w:t>
      </w:r>
    </w:p>
    <w:p w:rsidR="00BA20C6" w:rsidRPr="00BA20C6" w:rsidRDefault="00576655" w:rsidP="0057665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0" w:name="_Toc56202982"/>
      <w:bookmarkStart w:id="261" w:name="_Toc56203642"/>
      <w:r w:rsidR="00BA20C6" w:rsidRPr="00BA20C6">
        <w:rPr>
          <w:rFonts w:hint="eastAsia"/>
          <w:rtl/>
          <w:lang w:bidi="fa-IR"/>
        </w:rPr>
        <w:lastRenderedPageBreak/>
        <w:t>کوه</w:t>
      </w:r>
      <w:r w:rsidR="00BA20C6" w:rsidRPr="00BA20C6">
        <w:rPr>
          <w:rtl/>
          <w:lang w:bidi="fa-IR"/>
        </w:rPr>
        <w:t xml:space="preserve"> ابوقب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س‌</w:t>
      </w:r>
      <w:bookmarkEnd w:id="260"/>
      <w:bookmarkEnd w:id="261"/>
    </w:p>
    <w:p w:rsidR="00BA20C6" w:rsidRPr="00BA20C6" w:rsidRDefault="00BA20C6" w:rsidP="00576655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«پانزدهم سنبله»، صبح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در «مسجدالحرام» من با «حاج محمّدعل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اط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طرف کوه «ابوقب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قدم‌زنان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قبلا در مسجد «مولدالنب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="00576655" w:rsidRPr="00576655">
        <w:rPr>
          <w:rStyle w:val="libAlaemChar"/>
          <w:rFonts w:eastAsiaTheme="minorHAnsi"/>
          <w:rtl/>
        </w:rPr>
        <w:t>صلى‌الله‌عليه‌وآله‌وسلم</w:t>
      </w:r>
      <w:r w:rsidR="00576655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دو رکعت نماز بجا آورد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مسجد اوّل خانه بوده است که ارثاً به حضرت رسالت</w:t>
      </w:r>
      <w:r w:rsidR="00576655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‌پناه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آن حضرت، آن را به «عق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بن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طالب»</w:t>
      </w:r>
      <w:r w:rsidRPr="00BA20C6">
        <w:rPr>
          <w:rtl/>
          <w:lang w:bidi="fa-IR"/>
        </w:rPr>
        <w:t xml:space="preserve"> پسر عم خود بخش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پس از نقل و انتقالات، «زب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زن «هارون‌الرش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آن را مبدل به مسجد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 که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ارتگاه</w:t>
      </w:r>
      <w:r w:rsidRPr="00BA20C6">
        <w:rPr>
          <w:rtl/>
          <w:lang w:bidi="fa-IR"/>
        </w:rPr>
        <w:t xml:space="preserve"> عامه است، و از قرار مذکور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«مکه» خصوصاً طبقه نسوان در شب مولود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</w:t>
      </w:r>
      <w:r w:rsidRPr="00BA20C6">
        <w:rPr>
          <w:rtl/>
          <w:lang w:bidi="fa-IR"/>
        </w:rPr>
        <w:t xml:space="preserve"> </w:t>
      </w:r>
      <w:r w:rsidR="00576655" w:rsidRPr="00576655">
        <w:rPr>
          <w:rStyle w:val="libAlaemChar"/>
          <w:rFonts w:eastAsiaTheme="minorHAnsi"/>
          <w:rtl/>
        </w:rPr>
        <w:t>صلى‌الله‌عليه‌وآله‌وسلم</w:t>
      </w:r>
      <w:r w:rsidRPr="00BA20C6">
        <w:rPr>
          <w:rtl/>
          <w:lang w:bidi="fa-IR"/>
        </w:rPr>
        <w:t xml:space="preserve"> به آنجا رفته هلهله و اظهار مسرت و شادمان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اشعار و قصائد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مدح آن حضرت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خوانند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آن‌جا دامنه کوه را گرفته بالا رفته به مسجد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نوشته بود «هذا مولد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رالمؤمن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طالب»</w:t>
      </w:r>
      <w:r w:rsidRPr="00BA20C6">
        <w:rPr>
          <w:rtl/>
          <w:lang w:bidi="fa-IR"/>
        </w:rPr>
        <w:t>- رض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اللَّه</w:t>
      </w:r>
      <w:r w:rsidRPr="00BA20C6">
        <w:rPr>
          <w:rtl/>
          <w:lang w:bidi="fa-IR"/>
        </w:rPr>
        <w:t xml:space="preserve"> عنه-، و با آن که ما مولد آن جناب را «خانه کعبه»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دو رکعت نماز بجا آورد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سپس از کوه متصاعد شده به «مسجد شق‌القمر» </w:t>
      </w:r>
      <w:r w:rsidRPr="00BA20C6">
        <w:rPr>
          <w:rFonts w:hint="eastAsia"/>
          <w:rtl/>
          <w:lang w:bidi="fa-IR"/>
        </w:rPr>
        <w:t>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خادم آن دو نفر زن بودند، و پس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ماذنه هلال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چهارطاق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آنجا ساخته شده، و مسلّط</w:t>
      </w:r>
      <w:r w:rsidR="00576655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نقاط کوه به «مکه» است و تمام «مسجدالحرام» و کوچه‌ها و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و اطراف آن در آنجا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است و منظرگاه باشکوه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576655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پس از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استراحت و رفع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همان خط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رفته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مراجعت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مسجد و بقعه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نشان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</w:t>
      </w:r>
      <w:r w:rsidRPr="00BA20C6">
        <w:rPr>
          <w:rtl/>
          <w:lang w:bidi="fa-IR"/>
        </w:rPr>
        <w:t xml:space="preserve"> که خانه‌ها و منازل اعمام و بن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اعمام</w:t>
      </w:r>
      <w:r w:rsidRPr="00BA20C6">
        <w:rPr>
          <w:rtl/>
          <w:lang w:bidi="fa-IR"/>
        </w:rPr>
        <w:t xml:space="preserve"> حضرت رسالت بوده، و مسلماً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همان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در کتاب‌ها به «شعب هاشم» معروف </w:t>
      </w:r>
      <w:r w:rsidRPr="00BA20C6">
        <w:rPr>
          <w:rFonts w:hint="eastAsia"/>
          <w:rtl/>
          <w:lang w:bidi="fa-IR"/>
        </w:rPr>
        <w:t>است</w:t>
      </w:r>
      <w:r w:rsidRPr="00BA20C6">
        <w:rPr>
          <w:rtl/>
          <w:lang w:bidi="fa-IR"/>
        </w:rPr>
        <w:t xml:space="preserve"> و امروز مسکون و معمور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</w:t>
      </w:r>
      <w:r w:rsidR="00576655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بعد از سه چهار ساعت از روز به منزل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گرما و عفونت </w:t>
      </w:r>
      <w:r w:rsidRPr="00BA20C6">
        <w:rPr>
          <w:rtl/>
          <w:lang w:bidi="fa-IR"/>
        </w:rPr>
        <w:lastRenderedPageBreak/>
        <w:t>هوا ساعت به ساعت در تزا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است، من و دو سه نفر از رفقا چند شب است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قهوه‌خانه‌ا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شهر که مشهور به قهوه‌خانه قنبر است، و در سر جاده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واقع شده، به واسطه نس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</w:t>
      </w:r>
      <w:r w:rsidRPr="00BA20C6">
        <w:rPr>
          <w:rFonts w:hint="eastAsia"/>
          <w:rtl/>
          <w:lang w:bidi="fa-IR"/>
        </w:rPr>
        <w:t>تنگه</w:t>
      </w:r>
      <w:r w:rsidRPr="00BA20C6">
        <w:rPr>
          <w:rtl/>
          <w:lang w:bidi="fa-IR"/>
        </w:rPr>
        <w:t xml:space="preserve"> راه «من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عرفات»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خنک‌تر از شهر است، و عده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«مکه»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آنجا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در کنار جاده و اطراف صحرا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خوابند،</w:t>
      </w:r>
      <w:r w:rsidRPr="00BA20C6">
        <w:rPr>
          <w:rtl/>
          <w:lang w:bidi="fa-IR"/>
        </w:rPr>
        <w:t xml:space="preserve"> و قهوه‌چ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تختخواب‌ها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آنجا گذاشته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تخت خوابها را سر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شبانه هر کدام در پ</w:t>
      </w:r>
      <w:r w:rsidRPr="00BA20C6">
        <w:rPr>
          <w:rFonts w:hint="eastAsia"/>
          <w:rtl/>
          <w:lang w:bidi="fa-IR"/>
        </w:rPr>
        <w:t>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قروش است که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ده شاه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شبانه هر سر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بام پنج قروش است که به پول ما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</w:t>
      </w:r>
      <w:r w:rsidR="00576655">
        <w:rPr>
          <w:rFonts w:hint="cs"/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شربه آب،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لولهنگ کوچک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منضمات آن است و ما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شب از سر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پشت بام گرفته، با لحاف تا صبح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جبران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سابق را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چند نفر از 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«مکه» هم آنجا را مرکز استراحت شبانه خود قرار داده بودند، و چند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با آن‌ها انس و صحبت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576655" w:rsidP="0057665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2" w:name="_Toc56202983"/>
      <w:bookmarkStart w:id="263" w:name="_Toc56203643"/>
      <w:r w:rsidR="00BA20C6" w:rsidRPr="00BA20C6">
        <w:rPr>
          <w:rFonts w:hint="eastAsia"/>
          <w:rtl/>
          <w:lang w:bidi="fa-IR"/>
        </w:rPr>
        <w:lastRenderedPageBreak/>
        <w:t>ورود</w:t>
      </w:r>
      <w:r w:rsidR="00BA20C6" w:rsidRPr="00BA20C6">
        <w:rPr>
          <w:rtl/>
          <w:lang w:bidi="fa-IR"/>
        </w:rPr>
        <w:t xml:space="preserve"> به کعبه‌</w:t>
      </w:r>
      <w:bookmarkEnd w:id="262"/>
      <w:bookmarkEnd w:id="263"/>
    </w:p>
    <w:p w:rsidR="00BA20C6" w:rsidRPr="00BA20C6" w:rsidRDefault="00BA20C6" w:rsidP="00576655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«شانزدهم سنبله»، صبح من و «حاج محمّدحس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راقچ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تشرف به «کعبه منوره» و تنظ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کامل به حمام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موافق آن چه مسموع شد شهر «مکه» فقط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حمام را دارد، که از اول رجب تا آخر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باز است، خود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خانه‌ها و منازل تنظ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استحمام و غسل 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حمام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م‌البنا</w:t>
      </w:r>
      <w:r w:rsidRPr="00BA20C6">
        <w:rPr>
          <w:rtl/>
          <w:lang w:bidi="fa-IR"/>
        </w:rPr>
        <w:t xml:space="preserve"> است و دور تا دور آن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گرم و سرد دارد، و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حوضچه مرمر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 شده که شخص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با</w:t>
      </w:r>
      <w:r w:rsidR="00576655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صابون و 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سه‌هائ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خرما تنظ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بعلاوه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حوض از آهن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گوشه حمام گذاشته شده، که سه چهار کر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غسل ارتماس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رود،</w:t>
      </w:r>
      <w:r w:rsidRPr="00BA20C6">
        <w:rPr>
          <w:rtl/>
          <w:lang w:bidi="fa-IR"/>
        </w:rPr>
        <w:t xml:space="preserve"> و پس از تنظ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غسل و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لباس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آمده به مسجدالحرام مشرف شده، از نردبان کوچک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درب خانه گذاشته بودند بالا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دو</w:t>
      </w:r>
      <w:r w:rsidRPr="00BA20C6">
        <w:rPr>
          <w:rtl/>
          <w:lang w:bidi="fa-IR"/>
        </w:rPr>
        <w:t xml:space="preserve"> نفر از «بن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به»</w:t>
      </w:r>
      <w:r w:rsidRPr="00BA20C6">
        <w:rPr>
          <w:rtl/>
          <w:lang w:bidi="fa-IR"/>
        </w:rPr>
        <w:t xml:space="preserve"> که از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م‌الا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به دربان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خانه کعبه مفتخراند جلو درب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ستاده،</w:t>
      </w:r>
      <w:r w:rsidRPr="00BA20C6">
        <w:rPr>
          <w:rtl/>
          <w:lang w:bidi="fa-IR"/>
        </w:rPr>
        <w:t xml:space="preserve"> و از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گرفتند،</w:t>
      </w:r>
      <w:r w:rsidRPr="00BA20C6">
        <w:rPr>
          <w:rtl/>
          <w:lang w:bidi="fa-IR"/>
        </w:rPr>
        <w:t xml:space="preserve"> و پس از ورود به «کعبه منوره» و بجا آوردن نماز در چهار گوشه حرم و انجام آداب و ادع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وارده، چشم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انداخته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قطعه سنگ </w:t>
      </w:r>
      <w:r w:rsidRPr="00BA20C6">
        <w:rPr>
          <w:rFonts w:hint="eastAsia"/>
          <w:rtl/>
          <w:lang w:bidi="fa-IR"/>
        </w:rPr>
        <w:t>حجار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منصوب به اطراف حرم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که 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شرح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و خدمات خود را نسبت به «مسجدالحرام»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آن‌ها نوشته و حجار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ادگار</w:t>
      </w:r>
      <w:r w:rsidRPr="00BA20C6">
        <w:rPr>
          <w:rtl/>
          <w:lang w:bidi="fa-IR"/>
        </w:rPr>
        <w:t xml:space="preserve"> گذاشته، خواستم از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بامداد بنو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سم</w:t>
      </w:r>
      <w:r w:rsidRPr="00BA20C6">
        <w:rPr>
          <w:rtl/>
          <w:lang w:bidi="fa-IR"/>
        </w:rPr>
        <w:t xml:space="preserve"> دربان‌ها آمدند و مانع شدند و گفتند تا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اجازه ندهد ممکن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مقصود از </w:t>
      </w:r>
      <w:r w:rsidRPr="00BA20C6">
        <w:rPr>
          <w:rFonts w:hint="eastAsia"/>
          <w:rtl/>
          <w:lang w:bidi="fa-IR"/>
        </w:rPr>
        <w:t>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خ،</w:t>
      </w:r>
      <w:r w:rsidRPr="00BA20C6">
        <w:rPr>
          <w:rtl/>
          <w:lang w:bidi="fa-IR"/>
        </w:rPr>
        <w:t xml:space="preserve"> 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آنها بود که گفتند فقط روزها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جمعه مشرف به حرم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اجمالًا در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سنگ اسم «سلطان محمّد خان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بود، و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اسم «ملک‌الاشراف برسبا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اسم </w:t>
      </w:r>
      <w:r w:rsidRPr="00BA20C6">
        <w:rPr>
          <w:rtl/>
          <w:lang w:bidi="fa-IR"/>
        </w:rPr>
        <w:lastRenderedPageBreak/>
        <w:t>«خادم‌الحرم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 که دو پادشاه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از 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«چراکسه» بوده و در حدود قرن نهم </w:t>
      </w:r>
      <w:r w:rsidRPr="00BA20C6">
        <w:rPr>
          <w:rFonts w:hint="eastAsia"/>
          <w:rtl/>
          <w:lang w:bidi="fa-IR"/>
        </w:rPr>
        <w:t>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«مصر» و «حجاز» و «شامات» سلطنت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کرده‌اند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پاگذاشتن در صحن مسجد زحمت داشت، و از شدت گرما پا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سوخت،</w:t>
      </w:r>
      <w:r w:rsidRPr="00BA20C6">
        <w:rPr>
          <w:rtl/>
          <w:lang w:bidi="fa-IR"/>
        </w:rPr>
        <w:t xml:space="preserve"> طرف عصر دفعه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«حجون» رفته «حضرت عبد مناف» و «عبدالمطلب» و «اب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طالب»</w:t>
      </w:r>
      <w:r w:rsidRPr="00BA20C6">
        <w:rPr>
          <w:rtl/>
          <w:lang w:bidi="fa-IR"/>
        </w:rPr>
        <w:t xml:space="preserve"> و «آمنه» و «خد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جه»</w:t>
      </w:r>
      <w:r w:rsidRPr="00BA20C6">
        <w:rPr>
          <w:rtl/>
          <w:lang w:bidi="fa-IR"/>
        </w:rPr>
        <w:t xml:space="preserve"> </w:t>
      </w:r>
      <w:r w:rsidR="008F6785" w:rsidRPr="008F6785">
        <w:rPr>
          <w:rStyle w:val="libAlaemChar"/>
          <w:rtl/>
        </w:rPr>
        <w:t xml:space="preserve">عليهم‌السلام </w:t>
      </w:r>
      <w:r w:rsidRPr="00BA20C6">
        <w:rPr>
          <w:rtl/>
          <w:lang w:bidi="fa-IR"/>
        </w:rPr>
        <w:t xml:space="preserve"> را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«جاوه» </w:t>
      </w:r>
      <w:r w:rsidRPr="00576655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«مغاربه» </w:t>
      </w:r>
      <w:r w:rsidRPr="00576655">
        <w:rPr>
          <w:rStyle w:val="libFootnotenumChar"/>
          <w:rtl/>
        </w:rPr>
        <w:t xml:space="preserve">(2) </w:t>
      </w:r>
      <w:r w:rsidRPr="00BA20C6">
        <w:rPr>
          <w:rtl/>
          <w:lang w:bidi="fa-IR"/>
        </w:rPr>
        <w:t>قسمت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رفته و مابق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مشغول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تدارک مراجعت به اوطان خود هستند، و شهر نسبتاً خلوت شده است،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مراجعت به وطن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تشرف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در وسوسه و ترد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افتاده‌اند،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تخلف حرکت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از روز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دوم، همچنان که از طرف «سلطان» جار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بودند مؤ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صحت خبر اغتشاشات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است تا خدا چه خواهد.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576655">
      <w:pPr>
        <w:pStyle w:val="Heading1"/>
        <w:rPr>
          <w:rtl/>
          <w:lang w:bidi="fa-IR"/>
        </w:rPr>
      </w:pPr>
      <w:bookmarkStart w:id="264" w:name="_Toc56202984"/>
      <w:bookmarkStart w:id="265" w:name="_Toc56203644"/>
      <w:r w:rsidRPr="00BA20C6">
        <w:rPr>
          <w:rFonts w:hint="eastAsia"/>
          <w:rtl/>
          <w:lang w:bidi="fa-IR"/>
        </w:rPr>
        <w:t>ذبح</w:t>
      </w:r>
      <w:r w:rsidRPr="00BA20C6">
        <w:rPr>
          <w:rtl/>
          <w:lang w:bidi="fa-IR"/>
        </w:rPr>
        <w:t xml:space="preserve"> گوسفند</w:t>
      </w:r>
      <w:bookmarkEnd w:id="264"/>
      <w:bookmarkEnd w:id="265"/>
    </w:p>
    <w:p w:rsidR="00BA20C6" w:rsidRPr="00BA20C6" w:rsidRDefault="00BA20C6" w:rsidP="00576655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«هفدهم سنبله»، صبح بدون تشرف به حرم، من و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احمد»، از قهوه‌خانه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شهر که خوابگاه قرار داده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حرکت به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گوسفند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فروشند،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کرده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گوسفند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ذبح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فق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تقس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576655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من</w:t>
      </w:r>
      <w:r w:rsidRPr="00BA20C6">
        <w:rPr>
          <w:rtl/>
          <w:lang w:bidi="fa-IR"/>
        </w:rPr>
        <w:t xml:space="preserve"> دو تقص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کرده بودم،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استظلال در «جده» به واسطه شدت گرما و مرض،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در راه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«جده» به «مکه» به علت حدوث رعاف، </w:t>
      </w:r>
      <w:r w:rsidRPr="00576655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تقص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 که در موقع عمره اشتباهاً مباشرت به تقص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واجب شخص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کرده، و با مقراض </w:t>
      </w:r>
      <w:r w:rsidRPr="00576655">
        <w:rPr>
          <w:rStyle w:val="libFootnotenumChar"/>
          <w:rtl/>
        </w:rPr>
        <w:t>(4)</w:t>
      </w:r>
      <w:r w:rsidRPr="00BA20C6">
        <w:rPr>
          <w:rtl/>
          <w:lang w:bidi="fa-IR"/>
        </w:rPr>
        <w:t xml:space="preserve"> قد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</w:t>
      </w:r>
      <w:r w:rsidRPr="00BA20C6">
        <w:rPr>
          <w:rtl/>
          <w:lang w:bidi="fa-IR"/>
        </w:rPr>
        <w:lastRenderedPageBreak/>
        <w:t>شارب او را زده بود.</w:t>
      </w:r>
      <w:r w:rsidR="00576655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غروب پس از تشرف به حرم، به منزل مراجعت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چند</w:t>
      </w:r>
    </w:p>
    <w:p w:rsidR="00BA20C6" w:rsidRPr="00BA20C6" w:rsidRDefault="00A63CFE" w:rsidP="00A63CF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A63CF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بزرگتر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معتبرتر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اندونز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A63CF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مغرب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>.</w:t>
      </w:r>
    </w:p>
    <w:p w:rsidR="00BA20C6" w:rsidRPr="00BA20C6" w:rsidRDefault="00BA20C6" w:rsidP="00A63CF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خون دماغ شدن و خون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آمدن.</w:t>
      </w:r>
    </w:p>
    <w:p w:rsidR="00BA20C6" w:rsidRPr="00BA20C6" w:rsidRDefault="00BA20C6" w:rsidP="00A63CF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4- 4-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A63CFE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شب</w:t>
      </w:r>
      <w:r w:rsidR="00BA20C6" w:rsidRPr="00BA20C6">
        <w:rPr>
          <w:rtl/>
          <w:lang w:bidi="fa-IR"/>
        </w:rPr>
        <w:t xml:space="preserve"> است که من و چند نفر از رفقا، پس از خروج از مسجد در دکه کوچک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نزد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«صفا» بستن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خور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هرچند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مسئله قابل ذکر به نظر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آ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لکن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کسان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متجاوز از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ماه است ابداً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آب خنک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ده‌اند</w:t>
      </w:r>
      <w:r w:rsidR="00BA20C6" w:rsidRPr="00BA20C6">
        <w:rPr>
          <w:rtl/>
          <w:lang w:bidi="fa-IR"/>
        </w:rPr>
        <w:t xml:space="preserve"> و گرما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«اسد و سنبله» را آن‌هم در «جز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رةالعرب»</w:t>
      </w:r>
      <w:r w:rsidR="00BA20C6" w:rsidRPr="00BA20C6">
        <w:rPr>
          <w:rtl/>
          <w:lang w:bidi="fa-IR"/>
        </w:rPr>
        <w:t xml:space="preserve"> تحمل </w:t>
      </w:r>
      <w:r w:rsidR="00BA20C6" w:rsidRPr="00BA20C6">
        <w:rPr>
          <w:rFonts w:hint="eastAsia"/>
          <w:rtl/>
          <w:lang w:bidi="fa-IR"/>
        </w:rPr>
        <w:t>کرده‌اند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قابل اهم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است،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بستن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نفر حاج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با اسباب و دواها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مخصوص درست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</w:t>
      </w:r>
      <w:r w:rsidR="00BA20C6" w:rsidRPr="00BA20C6">
        <w:rPr>
          <w:rtl/>
          <w:lang w:bidi="fa-IR"/>
        </w:rPr>
        <w:t xml:space="preserve"> و ابداً تفاوت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با بستن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 که با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سازند</w:t>
      </w:r>
      <w:r w:rsidR="00BA20C6" w:rsidRPr="00BA20C6">
        <w:rPr>
          <w:rtl/>
          <w:lang w:bidi="fa-IR"/>
        </w:rPr>
        <w:t xml:space="preserve"> ندارد، و واقعاً پس از خوردن، چشم انسان روشن و قلب فرحناک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شود،</w:t>
      </w:r>
      <w:r w:rsidR="00BA20C6" w:rsidRPr="00BA20C6">
        <w:rPr>
          <w:rtl/>
          <w:lang w:bidi="fa-IR"/>
        </w:rPr>
        <w:t xml:space="preserve"> و رفع گرفتگ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انقلاب حاصل از گرما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روز </w:t>
      </w:r>
      <w:r w:rsidR="00BA20C6" w:rsidRPr="00BA20C6">
        <w:rPr>
          <w:rFonts w:hint="eastAsia"/>
          <w:rtl/>
          <w:lang w:bidi="fa-IR"/>
        </w:rPr>
        <w:t>را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کند،</w:t>
      </w:r>
      <w:r w:rsidR="00BA20C6" w:rsidRPr="00BA20C6">
        <w:rPr>
          <w:rtl/>
          <w:lang w:bidi="fa-IR"/>
        </w:rPr>
        <w:t xml:space="preserve"> و تعجب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است که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شخص هند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بستن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مصنوع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سازد</w:t>
      </w:r>
      <w:r w:rsidR="00BA20C6" w:rsidRPr="00BA20C6">
        <w:rPr>
          <w:rtl/>
          <w:lang w:bidi="fa-IR"/>
        </w:rPr>
        <w:t xml:space="preserve"> و به 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مت</w:t>
      </w:r>
      <w:r w:rsidR="00BA20C6" w:rsidRPr="00BA20C6">
        <w:rPr>
          <w:rtl/>
          <w:lang w:bidi="fa-IR"/>
        </w:rPr>
        <w:t xml:space="preserve"> گران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فروشد،</w:t>
      </w:r>
      <w:r w:rsidR="00BA20C6" w:rsidRPr="00BA20C6">
        <w:rPr>
          <w:rtl/>
          <w:lang w:bidi="fa-IR"/>
        </w:rPr>
        <w:t xml:space="preserve"> لکن از ساختن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مصنوع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در «بمبئ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و «کراچ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و «بصره» و «بغداد» متداول و 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tl/>
          <w:lang w:bidi="fa-IR"/>
        </w:rPr>
        <w:t xml:space="preserve"> است اظهار عجز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A63CFE" w:rsidP="00A63CF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6" w:name="_Toc56202985"/>
      <w:bookmarkStart w:id="267" w:name="_Toc56203645"/>
      <w:r w:rsidR="00BA20C6" w:rsidRPr="00BA20C6">
        <w:rPr>
          <w:rFonts w:hint="eastAsia"/>
          <w:rtl/>
          <w:lang w:bidi="fa-IR"/>
        </w:rPr>
        <w:lastRenderedPageBreak/>
        <w:t>کتابخانه</w:t>
      </w:r>
      <w:r w:rsidR="00BA20C6" w:rsidRPr="00BA20C6">
        <w:rPr>
          <w:rtl/>
          <w:lang w:bidi="fa-IR"/>
        </w:rPr>
        <w:t xml:space="preserve"> مسجدالحرام‌</w:t>
      </w:r>
      <w:bookmarkEnd w:id="266"/>
      <w:bookmarkEnd w:id="267"/>
    </w:p>
    <w:p w:rsidR="00BA20C6" w:rsidRPr="00BA20C6" w:rsidRDefault="00BA20C6" w:rsidP="00A63CF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امروزپنجشنبه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وپنجم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جدهم</w:t>
      </w:r>
      <w:r w:rsidRPr="00BA20C6">
        <w:rPr>
          <w:rtl/>
          <w:lang w:bidi="fa-IR"/>
        </w:rPr>
        <w:t xml:space="preserve"> سنبله»، بعد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طواف حرم،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«کتابخانه مسجد» که در 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مقابل «رکن‌عراق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واقع‌است رفتم، و گمان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</w:t>
      </w:r>
      <w:r w:rsidRPr="00BA20C6">
        <w:rPr>
          <w:rtl/>
          <w:lang w:bidi="fa-IR"/>
        </w:rPr>
        <w:t xml:space="preserve"> که کتاب‌ها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آنجا هست، لکن موافق فهرست و صورت‌هائ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خواستم ونشان دا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صد</w:t>
      </w:r>
      <w:r w:rsidRPr="00BA20C6">
        <w:rPr>
          <w:rtl/>
          <w:lang w:bidi="fa-IR"/>
        </w:rPr>
        <w:t xml:space="preserve"> جلد کتاب‌ها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چاپ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خط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نبود، و در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تعجب من، کتابدار گفت: آن‌قدر سال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کتابخانه دائر شده، و مؤسس آن «سلطان 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خان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بوده، فقط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کتاب خط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که پشت جلد آن نوشته شده بود (هذاترجمة الزبور بخطّ مولانا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أب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</w:t>
      </w:r>
      <w:r w:rsidRPr="00BA20C6">
        <w:rPr>
          <w:rtl/>
          <w:lang w:bidi="fa-IR"/>
        </w:rPr>
        <w:t>- رض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اللَّه</w:t>
      </w:r>
      <w:r w:rsidRPr="00BA20C6">
        <w:rPr>
          <w:rtl/>
          <w:lang w:bidi="fa-IR"/>
        </w:rPr>
        <w:t xml:space="preserve"> عنه-)،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چون آشنائ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خط کوف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نداشتم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و در صورت صحت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انتساب کتاب مزبور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ور</w:t>
      </w:r>
      <w:r w:rsidRPr="00BA20C6">
        <w:rPr>
          <w:rtl/>
          <w:lang w:bidi="fa-IR"/>
        </w:rPr>
        <w:t xml:space="preserve"> کتابخانه است، در هر حال آنرا بوس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و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دگان</w:t>
      </w:r>
      <w:r w:rsidRPr="00BA20C6">
        <w:rPr>
          <w:rtl/>
          <w:lang w:bidi="fa-IR"/>
        </w:rPr>
        <w:t xml:space="preserve"> مال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رجاء واثق آن‌که تا آخر عمر از نور بصر محروم نمانم.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چند</w:t>
      </w:r>
      <w:r w:rsidRPr="00BA20C6">
        <w:rPr>
          <w:rtl/>
          <w:lang w:bidi="fa-IR"/>
        </w:rPr>
        <w:t xml:space="preserve"> روز است به واسطه رفتن «حجاج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«مغاربه» از «مکه»،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مت‌ها</w:t>
      </w:r>
      <w:r w:rsidRPr="00BA20C6">
        <w:rPr>
          <w:rtl/>
          <w:lang w:bidi="fa-IR"/>
        </w:rPr>
        <w:t xml:space="preserve"> ارزان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روبه تنزل گذاشته، و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مناسب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حجاج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مانده</w:t>
      </w:r>
      <w:r w:rsidRPr="00BA20C6">
        <w:rPr>
          <w:rtl/>
          <w:lang w:bidi="fa-IR"/>
        </w:rPr>
        <w:t xml:space="preserve"> که غالباً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هستند، مشغول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سوغات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تسب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یُ</w:t>
      </w:r>
      <w:r w:rsidRPr="00BA20C6">
        <w:rPr>
          <w:rFonts w:hint="eastAsia"/>
          <w:rtl/>
          <w:lang w:bidi="fa-IR"/>
        </w:rPr>
        <w:t>سر</w:t>
      </w:r>
      <w:r w:rsidRPr="00BA20C6">
        <w:rPr>
          <w:rtl/>
          <w:lang w:bidi="fa-IR"/>
        </w:rPr>
        <w:t xml:space="preserve"> و روغن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سان</w:t>
      </w:r>
      <w:r w:rsidRPr="00BA20C6">
        <w:rPr>
          <w:rtl/>
          <w:lang w:bidi="fa-IR"/>
        </w:rPr>
        <w:t xml:space="preserve"> و موم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و تدارک وسائل حرکت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هستند، ما هم به واسطه سابقه شناسائ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 حمله‌دار» و اصرارها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او مجدداً قرار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رفتن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ر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با «مشارال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داده، و بنا هست با حمل او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کجاوه و روپوش و آذوقه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هم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امروز طرف عصر به مناسبت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جمعه، دفعه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«حجون» رفته، به فاتحه اهل قبور و </w:t>
      </w:r>
      <w:r w:rsidRPr="00BA20C6">
        <w:rPr>
          <w:rtl/>
          <w:lang w:bidi="fa-IR"/>
        </w:rPr>
        <w:lastRenderedPageBreak/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عبد مناف» و «عبدالمطلب» و «ابوطالب» و «آمنه» و «خد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جه»</w:t>
      </w:r>
      <w:r w:rsidRPr="00BA20C6">
        <w:rPr>
          <w:rtl/>
          <w:lang w:bidi="fa-IR"/>
        </w:rPr>
        <w:t xml:space="preserve"> </w:t>
      </w:r>
      <w:r w:rsidR="008F6785" w:rsidRPr="008F6785">
        <w:rPr>
          <w:rStyle w:val="libAlaemChar"/>
          <w:rtl/>
        </w:rPr>
        <w:t xml:space="preserve">عليهم‌السلام </w:t>
      </w:r>
      <w:r w:rsidRPr="00BA20C6">
        <w:rPr>
          <w:rtl/>
          <w:lang w:bidi="fa-IR"/>
        </w:rPr>
        <w:t xml:space="preserve"> موفق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A63CFE" w:rsidP="00A63CF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8" w:name="_Toc56202986"/>
      <w:bookmarkStart w:id="269" w:name="_Toc56203646"/>
      <w:r w:rsidR="00BA20C6" w:rsidRPr="00BA20C6">
        <w:rPr>
          <w:rFonts w:hint="eastAsia"/>
          <w:rtl/>
          <w:lang w:bidi="fa-IR"/>
        </w:rPr>
        <w:lastRenderedPageBreak/>
        <w:t>کتاب‌</w:t>
      </w:r>
      <w:r w:rsidR="002F1341">
        <w:rPr>
          <w:rFonts w:hint="cs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فروش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مکّه:</w:t>
      </w:r>
      <w:bookmarkEnd w:id="268"/>
      <w:bookmarkEnd w:id="269"/>
    </w:p>
    <w:p w:rsidR="00BA20C6" w:rsidRPr="00BA20C6" w:rsidRDefault="00BA20C6" w:rsidP="00A63CF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«نوزدهم سنبله»، امروز پس از تشرف به حرم چند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دکان‌ها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کتاب‌فروش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طرف «درب بن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به»</w:t>
      </w:r>
      <w:r w:rsidRPr="00BA20C6">
        <w:rPr>
          <w:rtl/>
          <w:lang w:bidi="fa-IR"/>
        </w:rPr>
        <w:t xml:space="preserve"> است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بدست آوردن چند کتاب گردش و تفحص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</w:t>
      </w:r>
      <w:r w:rsidRPr="00BA20C6">
        <w:rPr>
          <w:rtl/>
          <w:lang w:bidi="fa-IR"/>
        </w:rPr>
        <w:t xml:space="preserve">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نکردم، ضمناً چند جلد کتاب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کردم،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«مخلاة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بهائ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- </w:t>
      </w:r>
      <w:r w:rsidR="00A63CFE" w:rsidRPr="00A63CFE">
        <w:rPr>
          <w:rStyle w:val="libAlaemChar"/>
          <w:rtl/>
        </w:rPr>
        <w:t>رحمه‌الله</w:t>
      </w:r>
      <w:r w:rsidR="00A63CFE" w:rsidRPr="00685F08">
        <w:rPr>
          <w:rtl/>
        </w:rPr>
        <w:t xml:space="preserve"> </w:t>
      </w:r>
      <w:r w:rsidRPr="00BA20C6">
        <w:rPr>
          <w:rtl/>
          <w:lang w:bidi="fa-IR"/>
        </w:rPr>
        <w:t>- که در «طهران» کم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</w:t>
      </w:r>
      <w:r w:rsidRPr="00BA20C6">
        <w:rPr>
          <w:rtl/>
          <w:lang w:bidi="fa-IR"/>
        </w:rPr>
        <w:t xml:space="preserve"> است،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کتاب «تأر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الأُمم الإسلام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والدولة العباس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ة»</w:t>
      </w:r>
      <w:r w:rsidRPr="00BA20C6">
        <w:rPr>
          <w:rtl/>
          <w:lang w:bidi="fa-IR"/>
        </w:rPr>
        <w:t xml:space="preserve"> که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داً</w:t>
      </w:r>
      <w:r w:rsidRPr="00BA20C6">
        <w:rPr>
          <w:rtl/>
          <w:lang w:bidi="fa-IR"/>
        </w:rPr>
        <w:t xml:space="preserve"> به اسلوب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تأل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شده، و از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خلفاء عباس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موجبات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سلسله خلافت آنها، و علل ارتقاء و انحطاط و زوال آنها بحث، و ضمناً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ملل مختلف اسلام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در زمان آنها تحت مطالعه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گذارد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کتاب «خلاصة الکلام 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امراء البلد الحرام» که در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شرفاء و «امراء مکه» از زمان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</w:t>
      </w:r>
      <w:r w:rsidRPr="00BA20C6">
        <w:rPr>
          <w:rtl/>
          <w:lang w:bidi="fa-IR"/>
        </w:rPr>
        <w:t xml:space="preserve"> تا ده سال قبل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نوشته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کتاب موسوم به «الإعلام بأعلام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A63CFE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</w:t>
      </w:r>
      <w:r w:rsidRPr="00BA20C6">
        <w:rPr>
          <w:rtl/>
          <w:lang w:bidi="fa-IR"/>
        </w:rPr>
        <w:t xml:space="preserve"> الحرام» که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«مسجدالحرام» و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ازمنه مختلفه توسط خلفا و 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در آن داده شده، و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مشاهد و مقابر و آثار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«مکه» و اطراف آن است شرح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کتاب «رحله ابن بطوطه» که عبارت 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شرح مسافرت «ابن بطوطه» است در قرن هفتم 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ممالک «الجز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ره»</w:t>
      </w:r>
      <w:r w:rsidRPr="00BA20C6">
        <w:rPr>
          <w:rtl/>
          <w:lang w:bidi="fa-IR"/>
        </w:rPr>
        <w:t xml:space="preserve"> و «تونس» و «مصر» و «شام» و «روم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الکبر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«حجاز» و «عراق» و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و «هندوستان» و «چ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و فقط از کتابهائ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تجسس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</w:t>
      </w:r>
      <w:r w:rsidRPr="00BA20C6">
        <w:rPr>
          <w:rtl/>
          <w:lang w:bidi="fa-IR"/>
        </w:rPr>
        <w:t xml:space="preserve"> و بدست آوردم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کتاب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رالذکر</w:t>
      </w:r>
      <w:r w:rsidRPr="00BA20C6">
        <w:rPr>
          <w:rtl/>
          <w:lang w:bidi="fa-IR"/>
        </w:rPr>
        <w:t xml:space="preserve"> است که وصف آنرا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اسم شخص «ابن بطوطه» را در 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شرق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بودم که با اهم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ذکر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مورخ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فرنگ، مخصوصاً استناد به اقوال او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63CFE">
      <w:pPr>
        <w:pStyle w:val="Heading1"/>
        <w:rPr>
          <w:rtl/>
          <w:lang w:bidi="fa-IR"/>
        </w:rPr>
      </w:pPr>
      <w:bookmarkStart w:id="270" w:name="_Toc56202987"/>
      <w:bookmarkStart w:id="271" w:name="_Toc56203647"/>
      <w:r w:rsidRPr="00BA20C6">
        <w:rPr>
          <w:rFonts w:hint="eastAsia"/>
          <w:rtl/>
          <w:lang w:bidi="fa-IR"/>
        </w:rPr>
        <w:t>وداع</w:t>
      </w:r>
      <w:r w:rsidRPr="00BA20C6">
        <w:rPr>
          <w:rtl/>
          <w:lang w:bidi="fa-IR"/>
        </w:rPr>
        <w:t xml:space="preserve"> با مکه‌</w:t>
      </w:r>
      <w:bookmarkEnd w:id="270"/>
      <w:bookmarkEnd w:id="27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سنبله»،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ابوالحسن طباخ» و «حاج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که به عنوان عکام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ما آمده، آذوقه و لوازم سفر را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مرتب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پارچه جهت روپوش کجاوه‌ها ابت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اع</w:t>
      </w:r>
      <w:r w:rsidRPr="00BA20C6">
        <w:rPr>
          <w:rtl/>
          <w:lang w:bidi="fa-IR"/>
        </w:rPr>
        <w:t xml:space="preserve"> و دوخته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سنبله»، طرف عصر اسباب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کجاوه‌ها را بردند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شهر، در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تمام حجاج آن‌جا متدرجاً جمع شده حاضر باشند، و مجتمعاً به طرف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حرکت کنند شب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«مکه» به‌سربرد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A63CFE">
      <w:pPr>
        <w:pStyle w:val="Heading1"/>
        <w:rPr>
          <w:rtl/>
          <w:lang w:bidi="fa-IR"/>
        </w:rPr>
      </w:pPr>
      <w:bookmarkStart w:id="272" w:name="_Toc56202988"/>
      <w:bookmarkStart w:id="273" w:name="_Toc56203648"/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طرف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</w:t>
      </w:r>
      <w:bookmarkEnd w:id="272"/>
      <w:bookmarkEnd w:id="273"/>
    </w:p>
    <w:p w:rsidR="00BA20C6" w:rsidRPr="00BA20C6" w:rsidRDefault="00BA20C6" w:rsidP="00A63CF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سنبله»، صبح پس از تشرف به «حرم مطهر»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وداع، به خارج شهر که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آنجا زده شده بود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هر چند مفارقت از «مکه معظمه»، و محروم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ت‌اللَّه»،</w:t>
      </w:r>
      <w:r w:rsidRPr="00BA20C6">
        <w:rPr>
          <w:rtl/>
          <w:lang w:bidi="fa-IR"/>
        </w:rPr>
        <w:t xml:space="preserve"> تأسف و ملال بود، لکن از جهت آن که بر خ</w:t>
      </w:r>
      <w:r w:rsidRPr="00BA20C6">
        <w:rPr>
          <w:rFonts w:hint="eastAsia"/>
          <w:rtl/>
          <w:lang w:bidi="fa-IR"/>
        </w:rPr>
        <w:t>لاف</w:t>
      </w:r>
      <w:r w:rsidRPr="00BA20C6">
        <w:rPr>
          <w:rtl/>
          <w:lang w:bidi="fa-IR"/>
        </w:rPr>
        <w:t xml:space="preserve"> اکثر حجاج، پشت</w:t>
      </w:r>
      <w:r w:rsidR="00A63CFE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‌پا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رسالت</w:t>
      </w:r>
      <w:r w:rsidR="00A63CFE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‌پناه» نزده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آن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تاسوعا و عاشورا را، در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صرف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خامس آل عبا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نمود، کمال خرسند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خوشوقت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مسرت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طرف عصر باد گرم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اسباب زحمت شد، بدتر آن‌که حرکت امشب هم به تأخ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افتاد و شب را در همان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شهر ماندن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A63CFE" w:rsidP="00A63CF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74" w:name="_Toc56202989"/>
      <w:bookmarkStart w:id="275" w:name="_Toc56203649"/>
      <w:r w:rsidR="00BA20C6" w:rsidRPr="00BA20C6">
        <w:rPr>
          <w:rFonts w:hint="eastAsia"/>
          <w:rtl/>
          <w:lang w:bidi="fa-IR"/>
        </w:rPr>
        <w:lastRenderedPageBreak/>
        <w:t>ناامن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حرم:</w:t>
      </w:r>
      <w:bookmarkEnd w:id="274"/>
      <w:bookmarkEnd w:id="275"/>
    </w:p>
    <w:p w:rsidR="00BA20C6" w:rsidRPr="00BA20C6" w:rsidRDefault="00BA20C6" w:rsidP="00A63CF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سلخ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سنبله»، صبح مجدداً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«مسجدالحرام» مشرف، و به منزلگاه خود در خارج شهر مراجعت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هرچند شب از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خنک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راحت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از جهت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صدمه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معلوم شد که امشب هم در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بود، و مسلم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«تاسوعا» و «عاشورا»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نخواه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تا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ده منزل راه است، و دو سه روز هم لنگ دارد،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مسئله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اندازه</w:t>
      </w:r>
      <w:r w:rsidRPr="00BA20C6">
        <w:rPr>
          <w:rtl/>
          <w:lang w:bidi="fa-IR"/>
        </w:rPr>
        <w:t xml:space="preserve"> موجب ملامت عموم حجاج شده بود،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را زده‌اند موسوم به «جروه» است و تا «مسجدالحرام»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ربع فرسخ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فاصله دارد، و آن‌</w:t>
      </w:r>
      <w:r w:rsidR="00A63CFE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 xml:space="preserve">جا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قلعه بزرگ مستحکم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گفتند سابقاً «اردوگاه ترک‌ها» بوده، و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</w:t>
      </w:r>
      <w:r w:rsidRPr="00BA20C6">
        <w:rPr>
          <w:rtl/>
          <w:lang w:bidi="fa-IR"/>
        </w:rPr>
        <w:t xml:space="preserve"> چهار پنج هزار نفر قشون در آن‌جا ساخلو </w:t>
      </w:r>
      <w:r w:rsidRPr="00314E6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داشته، اما امروز «دارالحکوم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مکه» است، در «جروه»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</w:t>
      </w:r>
      <w:r w:rsidR="00314E6D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عدد</w:t>
      </w:r>
      <w:r w:rsidRPr="00BA20C6">
        <w:rPr>
          <w:rtl/>
          <w:lang w:bidi="fa-IR"/>
        </w:rPr>
        <w:t xml:space="preserve"> ازچادرها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طرف کسبه «مکه»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زده شده است، که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و آذوقه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حتاج</w:t>
      </w:r>
      <w:r w:rsidRPr="00BA20C6">
        <w:rPr>
          <w:rtl/>
          <w:lang w:bidi="fa-IR"/>
        </w:rPr>
        <w:t xml:space="preserve"> حجاج را آورده در آن‌</w:t>
      </w:r>
      <w:r w:rsidR="00314E6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فروختند،</w:t>
      </w:r>
      <w:r w:rsidRPr="00BA20C6">
        <w:rPr>
          <w:rtl/>
          <w:lang w:bidi="fa-IR"/>
        </w:rPr>
        <w:t xml:space="preserve"> بستن</w:t>
      </w:r>
      <w:r w:rsidRPr="00BA20C6">
        <w:rPr>
          <w:rFonts w:hint="cs"/>
          <w:rtl/>
          <w:lang w:bidi="fa-IR"/>
        </w:rPr>
        <w:t>ی</w:t>
      </w:r>
      <w:r w:rsidR="00314E6D">
        <w:rPr>
          <w:rFonts w:hint="cs"/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‌</w:t>
      </w:r>
      <w:r w:rsidRPr="00BA20C6">
        <w:rPr>
          <w:rFonts w:hint="eastAsia"/>
          <w:rtl/>
          <w:lang w:bidi="fa-IR"/>
        </w:rPr>
        <w:t>فروش</w:t>
      </w:r>
      <w:r w:rsidRPr="00BA20C6">
        <w:rPr>
          <w:rtl/>
          <w:lang w:bidi="fa-IR"/>
        </w:rPr>
        <w:t xml:space="preserve">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ما هم، که هر شب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«کوه صفا» به ما بستن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="00314E6D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‌جا</w:t>
      </w:r>
      <w:r w:rsidRPr="00BA20C6">
        <w:rPr>
          <w:rtl/>
          <w:lang w:bidi="fa-IR"/>
        </w:rPr>
        <w:t xml:space="preserve"> آمده چادر به چادر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tl/>
          <w:lang w:bidi="fa-IR"/>
        </w:rPr>
        <w:t>گشت و به حجاج بستن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فروخت،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کسبه هم متاع خود را در دست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بر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 گرفته از هر طرف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داد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</w:t>
      </w:r>
      <w:r w:rsidRPr="00BA20C6">
        <w:rPr>
          <w:rtl/>
          <w:lang w:bidi="fa-IR"/>
        </w:rPr>
        <w:t xml:space="preserve"> «انارالخوب»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="00314E6D">
        <w:rPr>
          <w:rFonts w:hint="cs"/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</w:t>
      </w:r>
      <w:r w:rsidRPr="00BA20C6">
        <w:rPr>
          <w:rtl/>
          <w:lang w:bidi="fa-IR"/>
        </w:rPr>
        <w:t xml:space="preserve"> «ماست‌الخوب»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</w:t>
      </w:r>
      <w:r w:rsidRPr="00BA20C6">
        <w:rPr>
          <w:rtl/>
          <w:lang w:bidi="fa-IR"/>
        </w:rPr>
        <w:t xml:space="preserve"> «دوغ الخنک»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قش</w:t>
      </w:r>
      <w:r w:rsidRPr="00BA20C6">
        <w:rPr>
          <w:rtl/>
          <w:lang w:bidi="fa-IR"/>
        </w:rPr>
        <w:t xml:space="preserve"> از عقب به شوخ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«دوغ الداغ» و بالجم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حرکات و صداها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نبود، شب را 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حرم مشرف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گفتند مراجعت خطرناک است و دچار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(دزد)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شد.</w:t>
      </w:r>
    </w:p>
    <w:p w:rsidR="00BA20C6" w:rsidRDefault="00314E6D" w:rsidP="00314E6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314E6D" w:rsidRPr="00BA20C6" w:rsidRDefault="00314E6D" w:rsidP="00314E6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لفظ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پادگان.</w:t>
      </w:r>
    </w:p>
    <w:p w:rsidR="00BA20C6" w:rsidRPr="00BA20C6" w:rsidRDefault="00314E6D" w:rsidP="00314E6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76" w:name="_Toc56202990"/>
      <w:bookmarkStart w:id="277" w:name="_Toc56203650"/>
      <w:r w:rsidR="00BA20C6" w:rsidRPr="00BA20C6">
        <w:rPr>
          <w:rFonts w:hint="eastAsia"/>
          <w:rtl/>
          <w:lang w:bidi="fa-IR"/>
        </w:rPr>
        <w:lastRenderedPageBreak/>
        <w:t>حرکت</w:t>
      </w:r>
      <w:r w:rsidR="00BA20C6" w:rsidRPr="00BA20C6">
        <w:rPr>
          <w:rtl/>
          <w:lang w:bidi="fa-IR"/>
        </w:rPr>
        <w:t xml:space="preserve"> قافله‌</w:t>
      </w:r>
      <w:bookmarkEnd w:id="276"/>
      <w:bookmarkEnd w:id="27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314E6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چهارشنبه</w:t>
      </w:r>
      <w:r w:rsidRPr="00BA20C6">
        <w:rPr>
          <w:rtl/>
          <w:lang w:bidi="fa-IR"/>
        </w:rPr>
        <w:t xml:space="preserve"> غره محرم‌الحرام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سنبله»، صبح </w:t>
      </w:r>
      <w:r w:rsidRPr="00BA20C6">
        <w:rPr>
          <w:rFonts w:hint="eastAsia"/>
          <w:rtl/>
          <w:lang w:bidi="fa-IR"/>
        </w:rPr>
        <w:t>زود</w:t>
      </w:r>
      <w:r w:rsidRPr="00BA20C6">
        <w:rPr>
          <w:rtl/>
          <w:lang w:bidi="fa-IR"/>
        </w:rPr>
        <w:t xml:space="preserve"> به حرم مشرف شده،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بازارها و کوچه‌ها گردش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«مکه» به مناسبت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سال، اظهار شادمان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نوش چنانچه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ر؟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از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کسبه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مکار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کنجکاو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استفسار کردم گفتند: در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معمول بوده، لک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سابق غدغن سخت کرد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عادت را چون موجب رنجش و تألم رافض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</w:t>
      </w:r>
      <w:r w:rsidRPr="00314E6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بود متروک نمود.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از مراجعت به «جروه»، خبر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امشب مسلماً حرکت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نمود، مقارن ظهر باد گرم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 و از دو ساعت به غروب، حجاج مشغول باربند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حرکت بودند تا غروب، و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مغرب و عشا، متدرجاً </w:t>
      </w:r>
      <w:r w:rsidRPr="00314E6D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سوار کجاوه‌ها شده و حدود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ساعت، سه ربع از شب رفته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تمام قافله به حرکت افتاد و تا صبح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مرتبه در حال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314E6D" w:rsidP="00314E6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78" w:name="_Toc56202991"/>
      <w:bookmarkStart w:id="279" w:name="_Toc56203651"/>
      <w:r w:rsidR="00BA20C6" w:rsidRPr="00BA20C6">
        <w:rPr>
          <w:rFonts w:hint="eastAsia"/>
          <w:rtl/>
          <w:lang w:bidi="fa-IR"/>
        </w:rPr>
        <w:lastRenderedPageBreak/>
        <w:t>جده‌</w:t>
      </w:r>
      <w:bookmarkEnd w:id="278"/>
      <w:bookmarkEnd w:id="27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دوم محرم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سنبله»، در قهوه‌خانه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نماز صبح را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مجدداً سوار شده سه ساعت از دسته گذشته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«جده» که آن را «بحره»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تا «مکه» پنج شش فرسخ </w:t>
      </w:r>
      <w:r w:rsidRPr="00314E6D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مسافت ندارد، و ما در ظرف دوازده ساعت، مسافت</w:t>
      </w:r>
      <w:r w:rsidR="00314E6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‌مزبور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ط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سابقاًکه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ده</w:t>
      </w:r>
      <w:r w:rsidR="00314E6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‌پانزده‌ساعت 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 شتر است، گمان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</w:t>
      </w:r>
      <w:r w:rsidRPr="00BA20C6">
        <w:rPr>
          <w:rtl/>
          <w:lang w:bidi="fa-IR"/>
        </w:rPr>
        <w:t xml:space="preserve"> ده پانزده فرسخ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حال معلوم شد که مطلب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ن‌طور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شتر هر دو ساعت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راه </w:t>
      </w:r>
    </w:p>
    <w:p w:rsidR="00BA20C6" w:rsidRPr="00BA20C6" w:rsidRDefault="00314E6D" w:rsidP="00314E6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A20C6" w:rsidRPr="00BA20C6" w:rsidRDefault="00BA20C6" w:rsidP="00314E6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اصطلاح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برخ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اهل سنت درباره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بکار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برند</w:t>
      </w:r>
      <w:r w:rsidRPr="00BA20C6">
        <w:rPr>
          <w:rtl/>
          <w:lang w:bidi="fa-IR"/>
        </w:rPr>
        <w:t>.</w:t>
      </w:r>
    </w:p>
    <w:p w:rsidR="00BA20C6" w:rsidRPr="00BA20C6" w:rsidRDefault="00BA20C6" w:rsidP="00314E6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آرام آرام و به تدر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>.</w:t>
      </w:r>
    </w:p>
    <w:p w:rsidR="00BA20C6" w:rsidRPr="00BA20C6" w:rsidRDefault="00BA20C6" w:rsidP="00314E6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فاصله مکه تا جده حدود 70 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لومتر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314E6D" w:rsidP="00314E6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رود،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است که به نظر، مسافت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منازل دور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آ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>.</w:t>
      </w:r>
      <w:r w:rsidR="00BA20C6" w:rsidRPr="00BA20C6">
        <w:rPr>
          <w:rFonts w:hint="eastAsia"/>
          <w:rtl/>
          <w:lang w:bidi="fa-IR"/>
        </w:rPr>
        <w:t>در</w:t>
      </w:r>
      <w:r w:rsidR="00BA20C6" w:rsidRPr="00BA20C6">
        <w:rPr>
          <w:rtl/>
          <w:lang w:bidi="fa-IR"/>
        </w:rPr>
        <w:t xml:space="preserve"> «جدّه»، چادرها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حجاج را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رون</w:t>
      </w:r>
      <w:r w:rsidR="00BA20C6" w:rsidRPr="00BA20C6">
        <w:rPr>
          <w:rtl/>
          <w:lang w:bidi="fa-IR"/>
        </w:rPr>
        <w:t xml:space="preserve"> قصبه در صحرا زده بودند، و باد سام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هر ساعت انتظار وز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دن</w:t>
      </w:r>
      <w:r w:rsidR="00BA20C6" w:rsidRPr="00BA20C6">
        <w:rPr>
          <w:rtl/>
          <w:lang w:bidi="fa-IR"/>
        </w:rPr>
        <w:t xml:space="preserve"> آن را 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بحمداللَّه امروز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امد،</w:t>
      </w:r>
      <w:r w:rsidR="00BA20C6" w:rsidRPr="00BA20C6">
        <w:rPr>
          <w:rtl/>
          <w:lang w:bidi="fa-IR"/>
        </w:rPr>
        <w:t xml:space="preserve"> در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«جده» بود که وقت رفتن به «مکه» من و تمام رفقا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حالت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tl/>
          <w:lang w:bidi="fa-IR"/>
        </w:rPr>
        <w:t xml:space="preserve"> سخت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در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«جده» بود که قبل از ورود ما در موقع ت</w:t>
      </w:r>
      <w:r w:rsidR="00BA20C6" w:rsidRPr="00BA20C6">
        <w:rPr>
          <w:rFonts w:hint="eastAsia"/>
          <w:rtl/>
          <w:lang w:bidi="fa-IR"/>
        </w:rPr>
        <w:t>شرف</w:t>
      </w:r>
      <w:r w:rsidR="00BA20C6" w:rsidRPr="00BA20C6">
        <w:rPr>
          <w:rtl/>
          <w:lang w:bidi="fa-IR"/>
        </w:rPr>
        <w:t xml:space="preserve"> به «مکه» شصت هفتاد نفر از باد سام تلف شدند، و در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جا بوده است که چند سال قبل مرحوم «حاج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فضل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‌اللَّه» را دستبرد زده مجروح و زخم‌دار کردند.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عصر مجلس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چادر خودمان منعقد کرده، «جناب 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عباسعل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ما را مستف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کردند، و از مشارٌال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دعوت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همه‌روزه در هر منزل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حاضر شده روضه بخواند.</w:t>
      </w:r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مغرب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هر چه به «جده»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ک‌تر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هوا حبس</w:t>
      </w:r>
      <w:r w:rsidR="00314E6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‌تر و گرمتر و مرطوبتر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آب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گوارا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«قنات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را هم که در قربه‌ها </w:t>
      </w:r>
      <w:r w:rsidRPr="00314E6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همراه آورده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تمام شد، و مبتلا به آبها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بد مزه و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«جده»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«محمد» و «سع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که به عنوان شاگرد عکام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ما آمده‌اند، در راه مراقبت کجاوه‌ها با آنها است، امشب تا صبح حالت وجد و طرب و نشاط غر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داشتند و 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نقطع</w:t>
      </w:r>
      <w:r w:rsidRPr="00BA20C6">
        <w:rPr>
          <w:rtl/>
          <w:lang w:bidi="fa-IR"/>
        </w:rPr>
        <w:t xml:space="preserve"> مشغول خواندن شعر و تصن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رقص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بودند از جمله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شعر به خاطرم ماند: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13"/>
        <w:gridCol w:w="267"/>
        <w:gridCol w:w="3677"/>
      </w:tblGrid>
      <w:tr w:rsidR="00314E6D" w:rsidTr="00314E6D">
        <w:trPr>
          <w:trHeight w:val="350"/>
        </w:trPr>
        <w:tc>
          <w:tcPr>
            <w:tcW w:w="4013" w:type="dxa"/>
            <w:shd w:val="clear" w:color="auto" w:fill="auto"/>
          </w:tcPr>
          <w:p w:rsidR="00314E6D" w:rsidRDefault="00314E6D" w:rsidP="002F1341">
            <w:pPr>
              <w:pStyle w:val="libPoem"/>
              <w:rPr>
                <w:rtl/>
              </w:rPr>
            </w:pPr>
            <w:r w:rsidRPr="00BA20C6">
              <w:rPr>
                <w:rFonts w:hint="eastAsia"/>
                <w:rtl/>
                <w:lang w:bidi="fa-IR"/>
              </w:rPr>
              <w:t>قالوا</w:t>
            </w:r>
            <w:r w:rsidRPr="00BA20C6">
              <w:rPr>
                <w:rtl/>
                <w:lang w:bidi="fa-IR"/>
              </w:rPr>
              <w:t xml:space="preserve"> حَب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بُکِ</w:t>
            </w:r>
            <w:r w:rsidRPr="00BA20C6">
              <w:rPr>
                <w:rtl/>
                <w:lang w:bidi="fa-IR"/>
              </w:rPr>
              <w:t xml:space="preserve"> مسافر 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ا</w:t>
            </w:r>
            <w:r w:rsidRPr="00BA20C6">
              <w:rPr>
                <w:rtl/>
                <w:lang w:bidi="fa-IR"/>
              </w:rPr>
              <w:t xml:space="preserve"> 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انا قلت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314E6D" w:rsidRDefault="00314E6D" w:rsidP="002F1341">
            <w:pPr>
              <w:pStyle w:val="libPoem"/>
              <w:rPr>
                <w:rtl/>
              </w:rPr>
            </w:pPr>
          </w:p>
        </w:tc>
        <w:tc>
          <w:tcPr>
            <w:tcW w:w="3677" w:type="dxa"/>
            <w:shd w:val="clear" w:color="auto" w:fill="auto"/>
          </w:tcPr>
          <w:p w:rsidR="00314E6D" w:rsidRDefault="00314E6D" w:rsidP="002F1341">
            <w:pPr>
              <w:pStyle w:val="libPoem"/>
              <w:rPr>
                <w:rtl/>
              </w:rPr>
            </w:pPr>
            <w:r w:rsidRPr="00BA20C6">
              <w:rPr>
                <w:rtl/>
                <w:lang w:bidi="fa-IR"/>
              </w:rPr>
              <w:t>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ت</w:t>
            </w:r>
            <w:r w:rsidRPr="00BA20C6">
              <w:rPr>
                <w:rtl/>
                <w:lang w:bidi="fa-IR"/>
              </w:rPr>
              <w:t xml:space="preserve"> السفر لم 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کن</w:t>
            </w:r>
            <w:r w:rsidRPr="00BA20C6">
              <w:rPr>
                <w:rtl/>
                <w:lang w:bidi="fa-IR"/>
              </w:rPr>
              <w:t xml:space="preserve"> 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ا</w:t>
            </w:r>
            <w:r w:rsidRPr="00BA20C6">
              <w:rPr>
                <w:rtl/>
                <w:lang w:bidi="fa-IR"/>
              </w:rPr>
              <w:t xml:space="preserve"> 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ا</w:t>
            </w:r>
            <w:r w:rsidRPr="00BA20C6">
              <w:rPr>
                <w:rtl/>
                <w:lang w:bidi="fa-IR"/>
              </w:rPr>
              <w:t xml:space="preserve"> 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Fonts w:hint="eastAsia"/>
                <w:rtl/>
                <w:lang w:bidi="fa-IR"/>
              </w:rPr>
              <w:t>ل</w:t>
            </w:r>
            <w:r w:rsidRPr="00BA20C6">
              <w:rPr>
                <w:rFonts w:hint="cs"/>
                <w:rtl/>
                <w:lang w:bidi="fa-IR"/>
              </w:rPr>
              <w:t>ی</w:t>
            </w:r>
            <w:r w:rsidRPr="00BA20C6">
              <w:rPr>
                <w:rtl/>
                <w:lang w:bidi="fa-IR"/>
              </w:rPr>
              <w:t xml:space="preserve"> </w:t>
            </w:r>
            <w:r w:rsidRPr="00314E6D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14E6D" w:rsidRDefault="00314E6D" w:rsidP="00314E6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314E6D" w:rsidRPr="00BA20C6" w:rsidRDefault="00314E6D" w:rsidP="00596D2D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Pr="00BA20C6">
        <w:rPr>
          <w:rtl/>
          <w:lang w:bidi="fa-IR"/>
        </w:rPr>
        <w:t>- 1- مشک‌ها.</w:t>
      </w:r>
    </w:p>
    <w:p w:rsidR="00314E6D" w:rsidRPr="00BA20C6" w:rsidRDefault="00314E6D" w:rsidP="00596D2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شعر در متن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شکل آمده،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tl/>
          <w:lang w:bidi="fa-IR"/>
        </w:rPr>
        <w:t xml:space="preserve"> با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اق</w:t>
      </w:r>
      <w:r w:rsidRPr="00BA20C6">
        <w:rPr>
          <w:rtl/>
          <w:lang w:bidi="fa-IR"/>
        </w:rPr>
        <w:t xml:space="preserve"> شعر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سازگار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</w:t>
      </w:r>
    </w:p>
    <w:p w:rsidR="00314E6D" w:rsidRDefault="00314E6D" w:rsidP="00BA20C6">
      <w:pPr>
        <w:pStyle w:val="libNormal"/>
        <w:rPr>
          <w:rtl/>
          <w:lang w:bidi="fa-IR"/>
        </w:rPr>
      </w:pPr>
    </w:p>
    <w:p w:rsidR="00BA20C6" w:rsidRPr="00BA20C6" w:rsidRDefault="00314E6D" w:rsidP="00314E6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80" w:name="_Toc56202992"/>
      <w:bookmarkStart w:id="281" w:name="_Toc56203652"/>
      <w:r w:rsidR="00BA20C6" w:rsidRPr="00BA20C6">
        <w:rPr>
          <w:rFonts w:hint="eastAsia"/>
          <w:rtl/>
          <w:lang w:bidi="fa-IR"/>
        </w:rPr>
        <w:lastRenderedPageBreak/>
        <w:t>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حضرت حوّا</w:t>
      </w:r>
      <w:bookmarkEnd w:id="280"/>
      <w:bookmarkEnd w:id="281"/>
    </w:p>
    <w:p w:rsidR="00BA20C6" w:rsidRPr="00BA20C6" w:rsidRDefault="00BA20C6" w:rsidP="00596D2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سوم محرم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سنبله»، صبح قبل از طلوع آفتاب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چادرهائ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خارج شهر «جده»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زده بودند، شب را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لنگ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2F1341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بعد از ظهر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رفع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واسطه رطوبت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هوا، حال من بعد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شدن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بد بود، و به اصطلاح تخته‌بند شده بودم، بعد از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تب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کردم، رفقا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حوا» رفتند و من نتوانستم.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و امشب از جهت کم‌آب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خوراک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زحمت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معادل هشت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دو تومان ماست، پول آب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سهم ما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چهارم محرم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سنبله»، صبح بحمداللَّه تب من قطع شده بود، رفقا به شهر رفته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حتاج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آوردند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به غروب مانده قافله حرکت کرد و تا صبح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2F1341" w:rsidP="002F134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82" w:name="_Toc56202993"/>
      <w:bookmarkStart w:id="283" w:name="_Toc56203653"/>
      <w:r w:rsidR="00BA20C6" w:rsidRPr="00BA20C6">
        <w:rPr>
          <w:rFonts w:hint="eastAsia"/>
          <w:rtl/>
          <w:lang w:bidi="fa-IR"/>
        </w:rPr>
        <w:lastRenderedPageBreak/>
        <w:t>ذهبان‌</w:t>
      </w:r>
      <w:bookmarkEnd w:id="282"/>
      <w:bookmarkEnd w:id="28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پنجم محرم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سنبله»،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به طلوع آفتاب مانده به منزل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نماز صبح را آنجا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اسم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منزل «ذهبان» است که املا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آن را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و بر طبق تلفظ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2F1341" w:rsidP="002F134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2F134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توقّف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2F1341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نوشتم،</w:t>
      </w:r>
      <w:r w:rsidR="00BA20C6" w:rsidRPr="00BA20C6">
        <w:rPr>
          <w:rtl/>
          <w:lang w:bidi="fa-IR"/>
        </w:rPr>
        <w:t xml:space="preserve">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نجا</w:t>
      </w:r>
      <w:r w:rsidR="00BA20C6" w:rsidRPr="00BA20C6">
        <w:rPr>
          <w:rtl/>
          <w:lang w:bidi="fa-IR"/>
        </w:rPr>
        <w:t xml:space="preserve"> دو قطعه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مشجر به درختها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خرما، و چند چادر از اعراب موجود بود. و از 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حتاج</w:t>
      </w:r>
      <w:r w:rsidR="00BA20C6" w:rsidRPr="00BA20C6">
        <w:rPr>
          <w:rtl/>
          <w:lang w:bidi="fa-IR"/>
        </w:rPr>
        <w:t xml:space="preserve"> قافله فقط 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زم</w:t>
      </w:r>
      <w:r w:rsidR="00BA20C6" w:rsidRPr="00BA20C6">
        <w:rPr>
          <w:rtl/>
          <w:lang w:bidi="fa-IR"/>
        </w:rPr>
        <w:t xml:space="preserve"> و علوفه داشتند که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فروختند،</w:t>
      </w:r>
      <w:r w:rsidR="00BA20C6" w:rsidRPr="00BA20C6">
        <w:rPr>
          <w:rtl/>
          <w:lang w:bidi="fa-IR"/>
        </w:rPr>
        <w:t xml:space="preserve"> و آب چاه‌ها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شور بالإختلاف فروخته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«جده» تا «ذهبان» چهارده ساعت سوار شتر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مسافت آن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شش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هفت فرسخ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امروز هم مثل روزها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گذشته مجلس روضه در چادر ما منعقد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قافله</w:t>
      </w:r>
      <w:r w:rsidRPr="00BA20C6">
        <w:rPr>
          <w:rtl/>
          <w:lang w:bidi="fa-IR"/>
        </w:rPr>
        <w:t xml:space="preserve"> از ظهر شروع به حرکت کرد، ما هم به نوبه خود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ساعت به غروب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مدت روز تا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شب که مهتاب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راحت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نصف شب تا صبح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دفعه از جلو و عقب ما،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ضجّه و ناله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بلند شد،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(دزد) دست</w:t>
      </w:r>
      <w:r w:rsidR="002F1341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 xml:space="preserve">‌برد زده است، </w:t>
      </w:r>
      <w:r w:rsidRPr="00BA20C6">
        <w:rPr>
          <w:rFonts w:hint="eastAsia"/>
          <w:rtl/>
          <w:lang w:bidi="fa-IR"/>
        </w:rPr>
        <w:t>تمام</w:t>
      </w:r>
      <w:r w:rsidRPr="00BA20C6">
        <w:rPr>
          <w:rtl/>
          <w:lang w:bidi="fa-IR"/>
        </w:rPr>
        <w:t xml:space="preserve"> مردم در وحشت و اضطراب بودند.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2F1341">
      <w:pPr>
        <w:pStyle w:val="Heading1"/>
        <w:rPr>
          <w:rtl/>
          <w:lang w:bidi="fa-IR"/>
        </w:rPr>
      </w:pPr>
      <w:bookmarkStart w:id="284" w:name="_Toc56202994"/>
      <w:bookmarkStart w:id="285" w:name="_Toc56203654"/>
      <w:r w:rsidRPr="00BA20C6">
        <w:rPr>
          <w:rFonts w:hint="eastAsia"/>
          <w:rtl/>
          <w:lang w:bidi="fa-IR"/>
        </w:rPr>
        <w:t>حمله</w:t>
      </w:r>
      <w:r w:rsidRPr="00BA20C6">
        <w:rPr>
          <w:rtl/>
          <w:lang w:bidi="fa-IR"/>
        </w:rPr>
        <w:t xml:space="preserve"> حرام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bookmarkEnd w:id="284"/>
      <w:bookmarkEnd w:id="285"/>
    </w:p>
    <w:p w:rsidR="00BA20C6" w:rsidRPr="00BA20C6" w:rsidRDefault="00BA20C6" w:rsidP="002F134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ششم محرم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سنبله»،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به طلوع آفتاب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 «کُظَ</w:t>
      </w:r>
      <w:r w:rsidRPr="00BA20C6">
        <w:rPr>
          <w:rFonts w:hint="cs"/>
          <w:rtl/>
          <w:lang w:bidi="fa-IR"/>
        </w:rPr>
        <w:t>یْ</w:t>
      </w:r>
      <w:r w:rsidRPr="00BA20C6">
        <w:rPr>
          <w:rFonts w:hint="eastAsia"/>
          <w:rtl/>
          <w:lang w:bidi="fa-IR"/>
        </w:rPr>
        <w:t>مه»</w:t>
      </w:r>
      <w:r w:rsidRPr="00BA20C6">
        <w:rPr>
          <w:rtl/>
          <w:lang w:bidi="fa-IR"/>
        </w:rPr>
        <w:t xml:space="preserve"> بالتصغ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که تا «ذهبان» هفت فرسخ فاصله دارد و ما در ظرف پانزده ساعت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«کظ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مه»</w:t>
      </w:r>
      <w:r w:rsidRPr="00BA20C6">
        <w:rPr>
          <w:rtl/>
          <w:lang w:bidi="fa-IR"/>
        </w:rPr>
        <w:t xml:space="preserve"> در واقع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قصبه‌ا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ده پانزده باب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خانه خشت و 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دارد.</w:t>
      </w:r>
      <w:r w:rsidRPr="00BA20C6">
        <w:rPr>
          <w:rtl/>
          <w:lang w:bidi="fa-IR"/>
        </w:rPr>
        <w:cr/>
      </w:r>
      <w:r w:rsidRPr="00BA20C6">
        <w:rPr>
          <w:rFonts w:hint="eastAsia"/>
          <w:rtl/>
          <w:lang w:bidi="fa-IR"/>
        </w:rPr>
        <w:t>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زم</w:t>
      </w:r>
      <w:r w:rsidRPr="00BA20C6">
        <w:rPr>
          <w:rtl/>
          <w:lang w:bidi="fa-IR"/>
        </w:rPr>
        <w:t xml:space="preserve"> و علوفه و نان و هندوانه و خربزه و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مو</w:t>
      </w:r>
      <w:r w:rsidRPr="00BA20C6">
        <w:rPr>
          <w:rtl/>
          <w:lang w:bidi="fa-IR"/>
        </w:rPr>
        <w:t xml:space="preserve"> و انواع آذوقه در آنجا بود.</w:t>
      </w:r>
    </w:p>
    <w:p w:rsidR="00BA20C6" w:rsidRPr="00BA20C6" w:rsidRDefault="00BA20C6" w:rsidP="002F134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معلوم شد که شب گذشته حرام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ها،</w:t>
      </w:r>
      <w:r w:rsidRPr="00BA20C6">
        <w:rPr>
          <w:rtl/>
          <w:lang w:bidi="fa-IR"/>
        </w:rPr>
        <w:t xml:space="preserve"> چند رأس الاغ را با بار برده،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بار شتر را شکافته، اسباب آنرا دزد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نفر را زخم زده، از جمله مجروح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 کاشان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ساکن نجف بوده است که با سر شکسته و بدن خون‌آلود به چادر ما آمد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</w:t>
      </w:r>
      <w:r w:rsidRPr="00BA20C6">
        <w:rPr>
          <w:rtl/>
          <w:lang w:bidi="fa-IR"/>
        </w:rPr>
        <w:t xml:space="preserve"> چند نفر حر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سرم </w:t>
      </w:r>
      <w:r w:rsidRPr="00BA20C6">
        <w:rPr>
          <w:rtl/>
          <w:lang w:bidi="fa-IR"/>
        </w:rPr>
        <w:lastRenderedPageBreak/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ختند</w:t>
      </w:r>
      <w:r w:rsidRPr="00BA20C6">
        <w:rPr>
          <w:rtl/>
          <w:lang w:bidi="fa-IR"/>
        </w:rPr>
        <w:t xml:space="preserve"> و چون مقاومت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کردم،</w:t>
      </w:r>
      <w:r w:rsidRPr="00BA20C6">
        <w:rPr>
          <w:rtl/>
          <w:lang w:bidi="fa-IR"/>
        </w:rPr>
        <w:t xml:space="preserve"> مرا زدند و الاغم را با خورج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بردند، و از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حمّود جمّال اطلاع داد شب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نده</w:t>
      </w:r>
      <w:r w:rsidRPr="00BA20C6">
        <w:rPr>
          <w:rtl/>
          <w:lang w:bidi="fa-IR"/>
        </w:rPr>
        <w:t xml:space="preserve">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ادتر</w:t>
      </w:r>
      <w:r w:rsidRPr="00BA20C6">
        <w:rPr>
          <w:rtl/>
          <w:lang w:bidi="fa-IR"/>
        </w:rPr>
        <w:t xml:space="preserve"> خواهد بود، خداوند ترحم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ما را از شر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وحش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قس</w:t>
      </w:r>
      <w:r w:rsidRPr="00BA20C6">
        <w:rPr>
          <w:rFonts w:hint="cs"/>
          <w:rtl/>
          <w:lang w:bidi="fa-IR"/>
        </w:rPr>
        <w:t>یّ‌</w:t>
      </w:r>
      <w:r w:rsidRPr="00BA20C6">
        <w:rPr>
          <w:rFonts w:hint="eastAsia"/>
          <w:rtl/>
          <w:lang w:bidi="fa-IR"/>
        </w:rPr>
        <w:t>القلب</w:t>
      </w:r>
      <w:r w:rsidRPr="00BA20C6">
        <w:rPr>
          <w:rtl/>
          <w:lang w:bidi="fa-IR"/>
        </w:rPr>
        <w:t xml:space="preserve"> حفظ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  <w:r w:rsidRPr="00BA20C6">
        <w:rPr>
          <w:rFonts w:hint="eastAsia"/>
          <w:rtl/>
          <w:lang w:bidi="fa-IR"/>
        </w:rPr>
        <w:t>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چند نفر اعراب با تفنگ و خنجر به چادرها آمده و از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قروش به عنوان حق‌الارض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ساعت توقف گرفتند،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از ظهر گذشته سوار شده با قافله به حرکت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حدود به واسطه مجاورت با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که از دور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مرطوب و گل‌آلود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</w:t>
      </w:r>
      <w:r w:rsidRPr="00BA20C6">
        <w:rPr>
          <w:rtl/>
          <w:lang w:bidi="fa-IR"/>
        </w:rPr>
        <w:t xml:space="preserve"> شب عکام‌ها و جمال‌ها سفارش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که امشب نخواب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غفلت نکن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خطر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است و تا مهتاب بود اثر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ظاهر نشد، لکن بعد از غروب ماه، در تمام قافله که طول آن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فرسخ، و مرکّب از چهار پنج صف در 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بود، مشعل‌ها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روشن کر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از هر گوشه تفنگ شل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نمودند،</w:t>
      </w:r>
      <w:r w:rsidRPr="00BA20C6">
        <w:rPr>
          <w:rtl/>
          <w:lang w:bidi="fa-IR"/>
        </w:rPr>
        <w:t xml:space="preserve"> و به محض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تفنگ صدا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تمام عکامها و شاگرد عکامها،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دفعه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«بره بره» بعد به فاصله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قه،</w:t>
      </w:r>
      <w:r w:rsidRPr="00BA20C6">
        <w:rPr>
          <w:rtl/>
          <w:lang w:bidi="fa-IR"/>
        </w:rPr>
        <w:t xml:space="preserve"> دسته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زدند</w:t>
      </w:r>
      <w:r w:rsidRPr="00BA20C6">
        <w:rPr>
          <w:rtl/>
          <w:lang w:bidi="fa-IR"/>
        </w:rPr>
        <w:t xml:space="preserve"> «اذبحوه اذبحوه» جمله اول کنا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را به‌پائ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است، جمله 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است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حال که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او را بکش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سرش را ببر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هر چند عموماً در وحشت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لکن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باتماشائ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اتفاقاً امشب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دستبرد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نزد و فقط «حاج حسّون» حمله‌دار چون روز با جمال‌ها نزاع کرده بود، شب او را غافلگ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به اسم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کتک مفرط و زخم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او زدند.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2F1341" w:rsidP="002F134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86" w:name="_Toc56202995"/>
      <w:bookmarkStart w:id="287" w:name="_Toc56203655"/>
      <w:r w:rsidR="00BA20C6" w:rsidRPr="00BA20C6">
        <w:rPr>
          <w:rFonts w:hint="eastAsia"/>
          <w:rtl/>
          <w:lang w:bidi="fa-IR"/>
        </w:rPr>
        <w:lastRenderedPageBreak/>
        <w:t>رابغ‌</w:t>
      </w:r>
      <w:bookmarkEnd w:id="286"/>
      <w:bookmarkEnd w:id="287"/>
    </w:p>
    <w:p w:rsidR="00BA20C6" w:rsidRPr="00BA20C6" w:rsidRDefault="00BA20C6" w:rsidP="002F134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هفتم محرم مطابق «س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سنبله»، قبل از طلوع آفتاب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«رابغ»،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در خارج قصبه زده بودند،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گردش</w:t>
      </w:r>
      <w:r w:rsidRPr="00BA20C6">
        <w:rPr>
          <w:rtl/>
          <w:lang w:bidi="fa-IR"/>
        </w:rPr>
        <w:t xml:space="preserve"> به داخل قصبه هم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کوچه به شکل بازار بود، و از خوراک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فقط گوشت و مرغ زنده و خرما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فروش داشتند، و اطراف قصبه باغات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مشجر به درخت خرما بود، روغن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سان</w:t>
      </w:r>
      <w:r w:rsidRPr="00BA20C6">
        <w:rPr>
          <w:rtl/>
          <w:lang w:bidi="fa-IR"/>
        </w:rPr>
        <w:t xml:space="preserve"> اصل، در «رابغ» فراوان است، رفقا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کردند. از قرار معلوم اس</w:t>
      </w:r>
      <w:r w:rsidRPr="00BA20C6">
        <w:rPr>
          <w:rFonts w:hint="eastAsia"/>
          <w:rtl/>
          <w:lang w:bidi="fa-IR"/>
        </w:rPr>
        <w:t>تخراج</w:t>
      </w:r>
      <w:r w:rsidRPr="00BA20C6">
        <w:rPr>
          <w:rtl/>
          <w:lang w:bidi="fa-IR"/>
        </w:rPr>
        <w:t xml:space="preserve"> آن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نواح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عمل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به «مکه»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نقاط به عنوان مال‌التجاره فرستاده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«رابغ» به واسطه اتصال و مجاورت آن با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مرطوب و عفون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از چاه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شور و بدمزه است، در کنار صحرائ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را زده بودند چاه‌ها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کنده‌اند، و کنار هر چاه گودال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حفر نموده‌اند به شکل حوض، که از آب چاه پر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tl/>
          <w:lang w:bidi="fa-IR"/>
        </w:rPr>
        <w:t xml:space="preserve">کنند، و حجاج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قروش داده، در آن گودال آب شستشو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اما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گذاشتند</w:t>
      </w:r>
      <w:r w:rsidRPr="00BA20C6">
        <w:rPr>
          <w:rtl/>
          <w:lang w:bidi="fa-IR"/>
        </w:rPr>
        <w:t xml:space="preserve">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 صابون بزند،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گودال‌ها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چندان محتاج‌ال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نبود،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شام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«مکه»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روند</w:t>
      </w:r>
      <w:r w:rsidRPr="00BA20C6">
        <w:rPr>
          <w:rtl/>
          <w:lang w:bidi="fa-IR"/>
        </w:rPr>
        <w:t xml:space="preserve"> ساخته شده‌اند،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</w:t>
      </w:r>
      <w:r w:rsidRPr="00BA20C6">
        <w:rPr>
          <w:rtl/>
          <w:lang w:bidi="fa-IR"/>
        </w:rPr>
        <w:t xml:space="preserve"> شام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«جحفه» است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زمان مخروبه و غ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رمسکون است و «رابغ» که محاذات با «جحفه» دارد، امروز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حجاج شام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گذرند</w:t>
      </w:r>
      <w:r w:rsidRPr="00BA20C6">
        <w:rPr>
          <w:rtl/>
          <w:lang w:bidi="fa-IR"/>
        </w:rPr>
        <w:t xml:space="preserve"> و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آنجا محرم شوند،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گودال‌ها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غسل احرام آنها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شده است. امشب را معمولًا در «رابغ» لنگ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2F1341" w:rsidP="002F134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88" w:name="_Toc56202996"/>
      <w:bookmarkStart w:id="289" w:name="_Toc56203656"/>
      <w:r w:rsidR="00BA20C6" w:rsidRPr="00BA20C6">
        <w:rPr>
          <w:rFonts w:hint="eastAsia"/>
          <w:rtl/>
          <w:lang w:bidi="fa-IR"/>
        </w:rPr>
        <w:lastRenderedPageBreak/>
        <w:t>عزادار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کاروان‌</w:t>
      </w:r>
      <w:bookmarkEnd w:id="288"/>
      <w:bookmarkEnd w:id="289"/>
    </w:p>
    <w:p w:rsidR="00BA20C6" w:rsidRPr="00BA20C6" w:rsidRDefault="00BA20C6" w:rsidP="002F134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هشتم محرم مطابق «اول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</w:t>
      </w:r>
      <w:r w:rsidRPr="002F1341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علاوه بر مجلس روضه ما،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مجلس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در قافله منعقد شده بود، و به مناسبت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</w:t>
      </w:r>
    </w:p>
    <w:p w:rsidR="00BA20C6" w:rsidRPr="00BA20C6" w:rsidRDefault="002F1341" w:rsidP="002F134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2F134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هفتم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مهرماه.</w:t>
      </w:r>
    </w:p>
    <w:p w:rsidR="00BA20C6" w:rsidRPr="00BA20C6" w:rsidRDefault="002F1341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تاسوعا</w:t>
      </w:r>
      <w:r w:rsidR="00BA20C6" w:rsidRPr="00BA20C6">
        <w:rPr>
          <w:rtl/>
          <w:lang w:bidi="fa-IR"/>
        </w:rPr>
        <w:t xml:space="preserve"> عزادار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عمل آمد، اما افسوس که در «مد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</w:t>
      </w:r>
      <w:r w:rsidR="00BA20C6" w:rsidRPr="00BA20C6">
        <w:rPr>
          <w:rtl/>
          <w:lang w:bidi="fa-IR"/>
        </w:rPr>
        <w:t xml:space="preserve"> منوره» نبود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«رابغ» در تعصب و عداوت با روافض مشهوراند، و به حالت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استهزاء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حمله‌دارها و عکام‌ها، آنها را تهد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دفع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از قرار مذکور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کس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حدود جرأت نداشت اظهار تش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کند، و نماز را هم مجبور بود از راه 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دست</w:t>
      </w:r>
      <w:r w:rsidRPr="00BA20C6">
        <w:rPr>
          <w:rtl/>
          <w:lang w:bidi="fa-IR"/>
        </w:rPr>
        <w:t xml:space="preserve"> بسته بخواند والّا خون او مباح و هدر بود، لکن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بحمداللَّه، ما در کمال آزاد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قافله که در «جده» از ما عقب افتاده بود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از قرار مسموع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آنها هم اذ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آزار کرده است، امشب بنا بود ما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لکن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به چه سبب باز لنگ کردند،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علتش سه چهار قروش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چند نفر عرب شبانه در چادرها آمده و به عنوان حق‌الحفاظ ا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هر 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527461">
      <w:pPr>
        <w:pStyle w:val="Heading1"/>
        <w:rPr>
          <w:rtl/>
          <w:lang w:bidi="fa-IR"/>
        </w:rPr>
      </w:pPr>
      <w:bookmarkStart w:id="290" w:name="_Toc56202997"/>
      <w:bookmarkStart w:id="291" w:name="_Toc56203657"/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تاسوعا</w:t>
      </w:r>
      <w:bookmarkEnd w:id="290"/>
      <w:bookmarkEnd w:id="291"/>
    </w:p>
    <w:p w:rsidR="00BA20C6" w:rsidRPr="00BA20C6" w:rsidRDefault="00BA20C6" w:rsidP="0052746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نهم محرم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وم‌التاسوعا،</w:t>
      </w:r>
      <w:r w:rsidRPr="00BA20C6">
        <w:rPr>
          <w:rtl/>
          <w:lang w:bidi="fa-IR"/>
        </w:rPr>
        <w:t xml:space="preserve"> مطابق «دوم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سه ساعت از روز گذشته، قافله حرکت کرد، و طرف عصر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ن‌ها</w:t>
      </w:r>
      <w:r w:rsidRPr="00BA20C6">
        <w:rPr>
          <w:rtl/>
          <w:lang w:bidi="fa-IR"/>
        </w:rPr>
        <w:t xml:space="preserve"> و جلگه‌ها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مسطح تمام شده، داخل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رشته کوهستان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معبر آن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تنگ و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بود، و هرچند حرکت ما در وسط روز بود، به واسطه وزش نس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هوا خنک بود و بد نگذشت.</w:t>
      </w:r>
    </w:p>
    <w:p w:rsidR="00BA20C6" w:rsidRPr="00BA20C6" w:rsidRDefault="00BA20C6" w:rsidP="0052746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سوار «شوپا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بود، غفلتاً سرش 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رفت و هر چند جمالها او را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شتر نگاه داشتند و نگذاشتند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فتد</w:t>
      </w:r>
      <w:r w:rsidRPr="00BA20C6">
        <w:rPr>
          <w:rtl/>
          <w:lang w:bidi="fa-IR"/>
        </w:rPr>
        <w:t xml:space="preserve"> بالأخره افتاد، و بعد از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مرد و جنازه‌اش را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شتر بسته </w:t>
      </w:r>
      <w:r w:rsidRPr="00BA20C6">
        <w:rPr>
          <w:rFonts w:hint="eastAsia"/>
          <w:rtl/>
          <w:lang w:bidi="fa-IR"/>
        </w:rPr>
        <w:t>حمل</w:t>
      </w:r>
      <w:r w:rsidRPr="00BA20C6">
        <w:rPr>
          <w:rtl/>
          <w:lang w:bidi="fa-IR"/>
        </w:rPr>
        <w:t xml:space="preserve"> نمودند، تا در منزل به خاک بسپارند!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هر چه گفت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قافله را نگاه دارند نماز </w:t>
      </w:r>
      <w:r w:rsidRPr="00BA20C6">
        <w:rPr>
          <w:rtl/>
          <w:lang w:bidi="fa-IR"/>
        </w:rPr>
        <w:lastRenderedPageBreak/>
        <w:t>بکنند قبول نشد، و هرکس خود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به عجله نماز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خوانده و دوان و دوان خود را به کجاوه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ساعت از شب گذشته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چادرهائ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دامنه کوه زده بودند، و از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افتاده و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527461">
      <w:pPr>
        <w:pStyle w:val="Heading1"/>
        <w:rPr>
          <w:rtl/>
          <w:lang w:bidi="fa-IR"/>
        </w:rPr>
      </w:pPr>
      <w:bookmarkStart w:id="292" w:name="_Toc56202998"/>
      <w:bookmarkStart w:id="293" w:name="_Toc56203658"/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عاشورا</w:t>
      </w:r>
      <w:bookmarkEnd w:id="292"/>
      <w:bookmarkEnd w:id="293"/>
    </w:p>
    <w:p w:rsidR="00BA20C6" w:rsidRPr="00BA20C6" w:rsidRDefault="00BA20C6" w:rsidP="0052746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دهم محرم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وم‌العاشور،</w:t>
      </w:r>
      <w:r w:rsidRPr="00BA20C6">
        <w:rPr>
          <w:rtl/>
          <w:lang w:bidi="fa-IR"/>
        </w:rPr>
        <w:t xml:space="preserve"> مطابق «سوم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</w:t>
      </w:r>
      <w:r w:rsidRPr="00BA20C6">
        <w:rPr>
          <w:rtl/>
          <w:lang w:bidi="fa-IR"/>
        </w:rPr>
        <w:t xml:space="preserve"> در تمام قافله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ندبه و 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بود،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دل‌سوز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چرا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روز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مانده و موفق نشد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 خدمت «حضرت رسول اللَّه» </w:t>
      </w:r>
      <w:r w:rsidR="00527461" w:rsidRPr="00527461">
        <w:rPr>
          <w:rStyle w:val="libAlaemChar"/>
          <w:rFonts w:eastAsiaTheme="minorHAnsi"/>
          <w:rtl/>
        </w:rPr>
        <w:t>صلى‌الله‌عليه‌وآله‌وسلم</w:t>
      </w:r>
      <w:r w:rsidR="00527461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، مشارکت در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فرزند دلبند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اولاد امجادش بنمائ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لااقل عرض تسل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تقد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آن بزرگوار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منزل موسوم است به «بئرالبرکه»، و مناسبت آن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چاه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هست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آب،</w:t>
      </w:r>
      <w:r w:rsidRPr="00BA20C6">
        <w:rPr>
          <w:rtl/>
          <w:lang w:bidi="fa-IR"/>
        </w:rPr>
        <w:t xml:space="preserve"> و شاگرد عکامها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رفته با دست، شن‌ها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کف چاه را پس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جوشد،</w:t>
      </w:r>
      <w:r w:rsidRPr="00BA20C6">
        <w:rPr>
          <w:rtl/>
          <w:lang w:bidi="fa-IR"/>
        </w:rPr>
        <w:t xml:space="preserve"> و هر اندازه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آب برداشته ظرفها و قربه‌ها را پر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تمام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آب از سطح کف چاه بالاتر هم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من خود به تماشا رفته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نگاه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کردم،</w:t>
      </w:r>
      <w:r w:rsidRPr="00BA20C6">
        <w:rPr>
          <w:rtl/>
          <w:lang w:bidi="fa-IR"/>
        </w:rPr>
        <w:t xml:space="preserve"> ابداً مقدار آب از برداشتن کاسته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علاوه بر حجاج که تماماً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چاه استشراب </w:t>
      </w:r>
      <w:r w:rsidRPr="00527461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نمودند،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 هم از پشت کوه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</w:t>
      </w:r>
      <w:r w:rsidRPr="00BA20C6">
        <w:rPr>
          <w:rtl/>
          <w:lang w:bidi="fa-IR"/>
        </w:rPr>
        <w:t xml:space="preserve"> و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بردند،</w:t>
      </w:r>
      <w:r w:rsidRPr="00BA20C6">
        <w:rPr>
          <w:rtl/>
          <w:lang w:bidi="fa-IR"/>
        </w:rPr>
        <w:t xml:space="preserve"> گفته شد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در آن طرف کوه اقامت دارد و آب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برند</w:t>
      </w:r>
      <w:r w:rsidRPr="00BA20C6">
        <w:rPr>
          <w:rtl/>
          <w:lang w:bidi="fa-IR"/>
        </w:rPr>
        <w:t>.</w:t>
      </w:r>
    </w:p>
    <w:p w:rsidR="00BA20C6" w:rsidRPr="00BA20C6" w:rsidRDefault="00527461" w:rsidP="0052746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52746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آب برداشتن، آب نوش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از ظهر قافله حرکت کرد و تماماً از پست و بلند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کوهها عبور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نماز ظهر و عصر و مغرب و عشا، به </w:t>
      </w:r>
      <w:r w:rsidRPr="00BA20C6">
        <w:rPr>
          <w:rtl/>
          <w:lang w:bidi="fa-IR"/>
        </w:rPr>
        <w:lastRenderedPageBreak/>
        <w:t>زحمت دو دفعه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و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ساعت شش از شب به منزل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استراحت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527461">
      <w:pPr>
        <w:pStyle w:val="Heading1"/>
        <w:rPr>
          <w:rtl/>
          <w:lang w:bidi="fa-IR"/>
        </w:rPr>
      </w:pPr>
      <w:bookmarkStart w:id="294" w:name="_Toc56202999"/>
      <w:bookmarkStart w:id="295" w:name="_Toc56203659"/>
      <w:r w:rsidRPr="00BA20C6">
        <w:rPr>
          <w:rFonts w:hint="eastAsia"/>
          <w:rtl/>
          <w:lang w:bidi="fa-IR"/>
        </w:rPr>
        <w:t>ام‌البئار</w:t>
      </w:r>
      <w:bookmarkEnd w:id="294"/>
      <w:bookmarkEnd w:id="295"/>
    </w:p>
    <w:p w:rsidR="00BA20C6" w:rsidRPr="00BA20C6" w:rsidRDefault="00BA20C6" w:rsidP="0052746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شنبه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محرم مطابق «چهارم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منزلگاه ما موسوم به «امّ‌البِئار» است،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مادر چاهها. و وجه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آن، چاه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آب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دارد، و کفا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از مصارف تمام قوافل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و چون تا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چهار پنج فرسخ فاصله دارد، آبش نسبتاً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گوارا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چند دکان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علوفه و گوشت و هندوانه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فروش داشتند، آثار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آبادان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ظاهر نبود و بعد از ذکر مص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بت</w:t>
      </w:r>
      <w:r w:rsidRPr="00BA20C6">
        <w:rPr>
          <w:rtl/>
          <w:lang w:bidi="fa-IR"/>
        </w:rPr>
        <w:t xml:space="preserve"> و صرف نهار و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ساعت به غروب مانده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باز در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کوهستان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با آن که امشب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خوف 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بحمداللَّه خطر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ساعت هشت از شب گذشته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منزل، و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صبح، استراحت کرده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527461" w:rsidP="0052746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96" w:name="_Toc56203000"/>
      <w:bookmarkStart w:id="297" w:name="_Toc56203660"/>
      <w:r w:rsidR="00BA20C6" w:rsidRPr="00BA20C6">
        <w:rPr>
          <w:rFonts w:hint="eastAsia"/>
          <w:rtl/>
          <w:lang w:bidi="fa-IR"/>
        </w:rPr>
        <w:lastRenderedPageBreak/>
        <w:t>محله</w:t>
      </w:r>
      <w:r w:rsidR="00BA20C6" w:rsidRPr="00BA20C6">
        <w:rPr>
          <w:rtl/>
          <w:lang w:bidi="fa-IR"/>
        </w:rPr>
        <w:t xml:space="preserve"> حفا</w:t>
      </w:r>
      <w:bookmarkEnd w:id="296"/>
      <w:bookmarkEnd w:id="297"/>
    </w:p>
    <w:p w:rsidR="00BA20C6" w:rsidRPr="00BA20C6" w:rsidRDefault="00BA20C6" w:rsidP="0052746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دوازدهم محرم مطابق پنجم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زان،</w:t>
      </w:r>
      <w:r w:rsidRPr="00BA20C6">
        <w:rPr>
          <w:rtl/>
          <w:lang w:bidi="fa-IR"/>
        </w:rPr>
        <w:t xml:space="preserve"> منزل امروز ما موسوم به محله «حفا» است، وجه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ه‌اش</w:t>
      </w:r>
      <w:r w:rsidRPr="00BA20C6">
        <w:rPr>
          <w:rtl/>
          <w:lang w:bidi="fa-IR"/>
        </w:rPr>
        <w:t xml:space="preserve"> چنانچه «حامد مقوم» ذکر کرد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که، هر کس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برهنه آنجا راه برود از اثر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خاک آنجا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سائ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زخم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منزل هم چند دکان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در آن </w:t>
      </w:r>
      <w:r w:rsidRPr="00BA20C6">
        <w:rPr>
          <w:rFonts w:hint="eastAsia"/>
          <w:rtl/>
          <w:lang w:bidi="fa-IR"/>
        </w:rPr>
        <w:t>خرما</w:t>
      </w:r>
      <w:r w:rsidRPr="00BA20C6">
        <w:rPr>
          <w:rtl/>
          <w:lang w:bidi="fa-IR"/>
        </w:rPr>
        <w:t xml:space="preserve"> و علوفه گذاشته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فروختند،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بحمداللَّه از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تلخ و شور چاه‌ها خلاص شده، و آب برکه </w:t>
      </w:r>
      <w:r w:rsidRPr="00527461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کمال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عذوبت بود،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برکه که از آن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آوردند،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است و اگر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سال هم باران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آب باران سال گذشته که در آن جمع </w:t>
      </w:r>
      <w:r w:rsidRPr="00BA20C6">
        <w:rPr>
          <w:rFonts w:hint="eastAsia"/>
          <w:rtl/>
          <w:lang w:bidi="fa-IR"/>
        </w:rPr>
        <w:t>شده</w:t>
      </w:r>
      <w:r w:rsidRPr="00BA20C6">
        <w:rPr>
          <w:rtl/>
          <w:lang w:bidi="fa-IR"/>
        </w:rPr>
        <w:t xml:space="preserve"> خشک و تمام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«جده» تا محله «حفا»، غالباً در جنگل‌ها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خار مغ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لان</w:t>
      </w:r>
      <w:r w:rsidRPr="00BA20C6">
        <w:rPr>
          <w:rtl/>
          <w:lang w:bidi="fa-IR"/>
        </w:rPr>
        <w:t xml:space="preserve"> </w:t>
      </w:r>
      <w:r w:rsidRPr="00527461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که عرب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آن ام‌غ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لان</w:t>
      </w:r>
      <w:r w:rsidRPr="00BA20C6">
        <w:rPr>
          <w:rtl/>
          <w:lang w:bidi="fa-IR"/>
        </w:rPr>
        <w:t xml:space="preserve"> است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درختها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نوع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که شاخه‌ها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انبوه و سبز است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شباهت دارند به درختها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گل طاووس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چهار</w:t>
      </w:r>
      <w:r w:rsidRPr="00BA20C6">
        <w:rPr>
          <w:rtl/>
          <w:lang w:bidi="fa-IR"/>
        </w:rPr>
        <w:t xml:space="preserve"> ساعت به غروب مانده قافله حرکت کرد و تا غروب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دره 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صعود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کف آن رمل غلطان، و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تا چشم کار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مستور از ام‌غ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لان</w:t>
      </w:r>
      <w:r w:rsidRPr="00BA20C6">
        <w:rPr>
          <w:rtl/>
          <w:lang w:bidi="fa-IR"/>
        </w:rPr>
        <w:t xml:space="preserve"> و انواع و اقسام درختها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کهن جنگل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</w:t>
      </w:r>
      <w:r w:rsidRPr="00BA20C6">
        <w:rPr>
          <w:rtl/>
          <w:lang w:bidi="fa-IR"/>
        </w:rPr>
        <w:t xml:space="preserve"> شب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کوه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مرتفع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معبر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تنگ و ناهموار و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آن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بگذر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تماماً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کردند و شترها را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قطار 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نمودند،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کوه موسوم به «جبل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است و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مناسبت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از «مکه»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را، «طر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معابر</w:t>
      </w:r>
      <w:r w:rsidRPr="00BA20C6">
        <w:rPr>
          <w:rtl/>
          <w:lang w:bidi="fa-IR"/>
        </w:rPr>
        <w:t xml:space="preserve"> «کوه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نه فقط تنگ و پست و بلند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چ‌درپ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است، بلکه آن قدر سنگلاخ و پرتگاه دارد و آنقدر طولان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که جان مسافر را به لب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رساند،</w:t>
      </w:r>
      <w:r w:rsidRPr="00BA20C6">
        <w:rPr>
          <w:rtl/>
          <w:lang w:bidi="fa-IR"/>
        </w:rPr>
        <w:t xml:space="preserve"> تا صبح ما و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در هر قدم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527461" w:rsidP="0052746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52746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تالاب، آب انبار.</w:t>
      </w:r>
    </w:p>
    <w:p w:rsidR="00BA20C6" w:rsidRPr="00BA20C6" w:rsidRDefault="00BA20C6" w:rsidP="0052746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درخت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خار دار است که در مصر و عربستان فراوان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 xml:space="preserve"> شود و 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درخت اقاق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527461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شترها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افتاده و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مه‌جان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تلف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‌شده در کنار راه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هر شتر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خورد</w:t>
      </w:r>
      <w:r w:rsidR="00BA20C6" w:rsidRPr="00BA20C6">
        <w:rPr>
          <w:rtl/>
          <w:lang w:bidi="fa-IR"/>
        </w:rPr>
        <w:t xml:space="preserve"> و جمالها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توانستند</w:t>
      </w:r>
      <w:r w:rsidR="00BA20C6" w:rsidRPr="00BA20C6">
        <w:rPr>
          <w:rtl/>
          <w:lang w:bidi="fa-IR"/>
        </w:rPr>
        <w:t xml:space="preserve"> حرکتش بدهند، فوراً بار او را برداشته و آن 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</w:t>
      </w:r>
      <w:r w:rsidR="00BA20C6" w:rsidRPr="00BA20C6">
        <w:rPr>
          <w:rtl/>
          <w:lang w:bidi="fa-IR"/>
        </w:rPr>
        <w:t xml:space="preserve"> را به حال خود گذاشته و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گذشتند</w:t>
      </w:r>
      <w:r w:rsidR="00BA20C6" w:rsidRPr="00BA20C6">
        <w:rPr>
          <w:rtl/>
          <w:lang w:bidi="fa-IR"/>
        </w:rPr>
        <w:t>!! حسن اتفاق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بود که امشب، ماه شب چهارده هم، با اشعه عالم تابش ما ر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روشن داشت، وگرنه ممکن نبود از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راه در شب تار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بتوان عبور نمود.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</w:t>
      </w:r>
      <w:r w:rsidRPr="00BA20C6">
        <w:rPr>
          <w:rtl/>
          <w:lang w:bidi="fa-IR"/>
        </w:rPr>
        <w:t xml:space="preserve"> طل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فجر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قله کوه که آن را «رأس‌الغا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بعد وارد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هموار و صاف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موسوم به «سطح‌الغا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است، نماز صبح را آنجا خوانده و به اجازه جمال‌ها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له‌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خواب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درکجاوه، جبران‌خستگ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را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527461">
      <w:pPr>
        <w:pStyle w:val="Heading1"/>
        <w:rPr>
          <w:rtl/>
          <w:lang w:bidi="fa-IR"/>
        </w:rPr>
      </w:pPr>
      <w:bookmarkStart w:id="298" w:name="_Toc56203001"/>
      <w:bookmarkStart w:id="299" w:name="_Toc56203661"/>
      <w:r w:rsidRPr="00BA20C6">
        <w:rPr>
          <w:rFonts w:hint="eastAsia"/>
          <w:rtl/>
          <w:lang w:bidi="fa-IR"/>
        </w:rPr>
        <w:t>بئرخط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</w:t>
      </w:r>
      <w:bookmarkEnd w:id="298"/>
      <w:bookmarkEnd w:id="299"/>
    </w:p>
    <w:p w:rsidR="00BA20C6" w:rsidRPr="00BA20C6" w:rsidRDefault="00BA20C6" w:rsidP="0052746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دوشنبه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محرم مطابق «ششم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منزلگاه امروز ما در کنار چاه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موسوم به «بئر خط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بالتصغ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وجه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آن را نفهم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لکن آب صاف و گوارائ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محل جزو «سطح‌الغا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است و مشجر به «امّ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لان»،</w:t>
      </w:r>
      <w:r w:rsidRPr="00BA20C6">
        <w:rPr>
          <w:rtl/>
          <w:lang w:bidi="fa-IR"/>
        </w:rPr>
        <w:t xml:space="preserve">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قسم درخت‌ها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جنگل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 از آنها، </w:t>
      </w:r>
      <w:r w:rsidRPr="00BA20C6">
        <w:rPr>
          <w:rFonts w:hint="eastAsia"/>
          <w:rtl/>
          <w:lang w:bidi="fa-IR"/>
        </w:rPr>
        <w:t>گل‌ها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کوچک و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معطر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داشت، اسم آنرا پرس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گفتند «طرفاء» است،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قسم 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ور</w:t>
      </w:r>
      <w:r w:rsidRPr="00BA20C6">
        <w:rPr>
          <w:rtl/>
          <w:lang w:bidi="fa-IR"/>
        </w:rPr>
        <w:t xml:space="preserve"> کوچک، از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سار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</w:t>
      </w:r>
      <w:r w:rsidRPr="00BA20C6">
        <w:rPr>
          <w:rtl/>
          <w:lang w:bidi="fa-IR"/>
        </w:rPr>
        <w:t xml:space="preserve"> و قمر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گنجشک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بود، که از شاخه‌ا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شاخه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فضا را از نغمات خود پر کرده بودند، هوا هم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اندازه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معطر بود واق</w:t>
      </w:r>
      <w:r w:rsidRPr="00BA20C6">
        <w:rPr>
          <w:rFonts w:hint="eastAsia"/>
          <w:rtl/>
          <w:lang w:bidi="fa-IR"/>
        </w:rPr>
        <w:t>عاً</w:t>
      </w:r>
      <w:r w:rsidRPr="00BA20C6">
        <w:rPr>
          <w:rtl/>
          <w:lang w:bidi="fa-IR"/>
        </w:rPr>
        <w:t xml:space="preserve"> خستگ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چندماهه ما امروز مرمت و جبران شد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روز 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52746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چند باب دکان بود که در کوه حفر کرده، و در آن خرما و علوفه گذاشته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فروختند،</w:t>
      </w:r>
      <w:r w:rsidRPr="00BA20C6">
        <w:rPr>
          <w:rtl/>
          <w:lang w:bidi="fa-IR"/>
        </w:rPr>
        <w:t xml:space="preserve"> امشب را به واسطه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شترها، لنگ 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شب با لحاف و بالاپوش تا صبح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جمله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قابل ذکر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نمونه از سرسخت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ضخامت جلد اعراب کاف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آن‌که امروز «سع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و «ابراه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را که هر دو شاگرد عکام ما هستند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نشسته آواز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خواندند،</w:t>
      </w:r>
      <w:r w:rsidRPr="00BA20C6">
        <w:rPr>
          <w:rtl/>
          <w:lang w:bidi="fa-IR"/>
        </w:rPr>
        <w:t xml:space="preserve"> «ابراه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سوزن درشت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دست گرفته، و شکافها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کف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را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انگشت در آ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دوخت،</w:t>
      </w:r>
      <w:r w:rsidRPr="00BA20C6">
        <w:rPr>
          <w:rtl/>
          <w:lang w:bidi="fa-IR"/>
        </w:rPr>
        <w:t xml:space="preserve"> بدون آن که 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ابداً اظهار تألم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کند، و بعد 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آتش سرخ کرده، شکاف‌ها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را داغ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«ابراه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مشغول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گاره</w:t>
      </w:r>
      <w:r w:rsidRPr="00BA20C6">
        <w:rPr>
          <w:rtl/>
          <w:lang w:bidi="fa-IR"/>
        </w:rPr>
        <w:t xml:space="preserve"> و زمزمه‌اش بود و ابداً متأثر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>!! «ابراه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به قول خودش از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«سنگال فرانسه» </w:t>
      </w:r>
      <w:r w:rsidRPr="00DB0A44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بود، که در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مجاورت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کرده، و چون چند سال خدمت بزرگان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کرده معقول و باترب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است، اما «سع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جوان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از اهل «مکه»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ه‌المنظر،</w:t>
      </w:r>
      <w:r w:rsidRPr="00BA20C6">
        <w:rPr>
          <w:rtl/>
          <w:lang w:bidi="fa-IR"/>
        </w:rPr>
        <w:t xml:space="preserve"> لکن به واسطه لودگ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حرکات مضحکه‌آم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و ادا و اصول‌ها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خوش</w:t>
      </w:r>
      <w:r w:rsidR="00DB0A44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 xml:space="preserve">‌مزه‌اش، خاطر تمام حجاج 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به خود جلب کرده، و همه با او شوخ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مزاح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DB0A44" w:rsidP="00DB0A4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00" w:name="_Toc56203002"/>
      <w:bookmarkStart w:id="301" w:name="_Toc56203662"/>
      <w:r w:rsidR="00BA20C6" w:rsidRPr="00BA20C6">
        <w:rPr>
          <w:rFonts w:hint="eastAsia"/>
          <w:rtl/>
          <w:lang w:bidi="fa-IR"/>
        </w:rPr>
        <w:lastRenderedPageBreak/>
        <w:t>بئر</w:t>
      </w:r>
      <w:r w:rsidR="00BA20C6" w:rsidRPr="00BA20C6">
        <w:rPr>
          <w:rtl/>
          <w:lang w:bidi="fa-IR"/>
        </w:rPr>
        <w:t xml:space="preserve"> عل</w:t>
      </w:r>
      <w:r w:rsidR="00BA20C6" w:rsidRPr="00BA20C6">
        <w:rPr>
          <w:rFonts w:hint="cs"/>
          <w:rtl/>
          <w:lang w:bidi="fa-IR"/>
        </w:rPr>
        <w:t>ی‌</w:t>
      </w:r>
      <w:bookmarkEnd w:id="300"/>
      <w:bookmarkEnd w:id="301"/>
    </w:p>
    <w:p w:rsidR="00BA20C6" w:rsidRPr="00BA20C6" w:rsidRDefault="00BA20C6" w:rsidP="00DB0A4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سه‌شنبه</w:t>
      </w:r>
      <w:r w:rsidRPr="00BA20C6">
        <w:rPr>
          <w:rtl/>
          <w:lang w:bidi="fa-IR"/>
        </w:rPr>
        <w:t xml:space="preserve"> چهاردهم محرم مطابق «هفتم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امروز اول آفتاب از «بئر خط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همه‌جا از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 و بلند واقعه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کوه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جاده هم مستور از درخت‌ها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جنگل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لان</w:t>
      </w:r>
      <w:r w:rsidRPr="00BA20C6">
        <w:rPr>
          <w:rtl/>
          <w:lang w:bidi="fa-IR"/>
        </w:rPr>
        <w:t xml:space="preserve"> بود، امروز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قافله کوچک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قا،</w:t>
      </w:r>
      <w:r w:rsidRPr="00BA20C6">
        <w:rPr>
          <w:rtl/>
          <w:lang w:bidi="fa-IR"/>
        </w:rPr>
        <w:t xml:space="preserve"> که هر کدام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ظرف آب و خوراک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کمان با خود داشتند و</w:t>
      </w:r>
    </w:p>
    <w:p w:rsidR="00BA20C6" w:rsidRPr="00BA20C6" w:rsidRDefault="00DB0A44" w:rsidP="00DB0A4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DB0A44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آن زمان سنگال مستعمره فرانسه بوده است.</w:t>
      </w:r>
    </w:p>
    <w:p w:rsidR="00BA20C6" w:rsidRPr="00BA20C6" w:rsidRDefault="00DB0A44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اده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رفتند،</w:t>
      </w:r>
      <w:r w:rsidR="00BA20C6" w:rsidRPr="00BA20C6">
        <w:rPr>
          <w:rtl/>
          <w:lang w:bidi="fa-IR"/>
        </w:rPr>
        <w:t xml:space="preserve"> و انسان را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وضع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نظام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دو سه هزار سال قبل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انداختند،</w:t>
      </w:r>
      <w:r w:rsidR="00BA20C6" w:rsidRPr="00BA20C6">
        <w:rPr>
          <w:rtl/>
          <w:lang w:bidi="fa-IR"/>
        </w:rPr>
        <w:t xml:space="preserve"> از قرار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خودشان گفتند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ن‌ها</w:t>
      </w:r>
      <w:r w:rsidR="00BA20C6" w:rsidRPr="00BA20C6">
        <w:rPr>
          <w:rtl/>
          <w:lang w:bidi="fa-IR"/>
        </w:rPr>
        <w:t xml:space="preserve"> جملگ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مذهب، و از مردمان فق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«سودان» و «حبشه» هستند.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طرف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 و چون شب بود چادر نزده بودند،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منزلگاه موسوم به «بئر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وجه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آن چاه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که آب فراوان و خوشگوار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دارد، امشب هم از لطافت و خنک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هوا، با لحاف و بالاپوش تا صبح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B0A44">
      <w:pPr>
        <w:pStyle w:val="Heading1"/>
        <w:rPr>
          <w:rtl/>
          <w:lang w:bidi="fa-IR"/>
        </w:rPr>
      </w:pPr>
      <w:bookmarkStart w:id="302" w:name="_Toc56203003"/>
      <w:bookmarkStart w:id="303" w:name="_Toc56203663"/>
      <w:r w:rsidRPr="00BA20C6">
        <w:rPr>
          <w:rFonts w:hint="eastAsia"/>
          <w:rtl/>
          <w:lang w:bidi="fa-IR"/>
        </w:rPr>
        <w:t>مسجد</w:t>
      </w:r>
      <w:r w:rsidRPr="00BA20C6">
        <w:rPr>
          <w:rtl/>
          <w:lang w:bidi="fa-IR"/>
        </w:rPr>
        <w:t xml:space="preserve"> شجره‌</w:t>
      </w:r>
      <w:bookmarkEnd w:id="302"/>
      <w:bookmarkEnd w:id="303"/>
    </w:p>
    <w:p w:rsidR="00BA20C6" w:rsidRPr="00BA20C6" w:rsidRDefault="00BA20C6" w:rsidP="00DB0A4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پانزدهم محرم مطابق «هشتم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بعد از طل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فجر قافله به راه افتاد، و از دور و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اعراب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که جمالها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نها</w:t>
      </w:r>
      <w:r w:rsidRPr="00BA20C6">
        <w:rPr>
          <w:rtl/>
          <w:lang w:bidi="fa-IR"/>
        </w:rPr>
        <w:t xml:space="preserve">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هستند، و هرچند در وحشت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لکن بحمداللَّه خطر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</w:t>
      </w:r>
      <w:r w:rsidRPr="00BA20C6">
        <w:rPr>
          <w:rtl/>
          <w:lang w:bidi="fa-IR"/>
        </w:rPr>
        <w:t xml:space="preserve"> و هر 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درخت‌ها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اطرا</w:t>
      </w:r>
      <w:r w:rsidRPr="00BA20C6">
        <w:rPr>
          <w:rFonts w:hint="eastAsia"/>
          <w:rtl/>
          <w:lang w:bidi="fa-IR"/>
        </w:rPr>
        <w:t>ف،</w:t>
      </w:r>
      <w:r w:rsidRPr="00BA20C6">
        <w:rPr>
          <w:rtl/>
          <w:lang w:bidi="fa-IR"/>
        </w:rPr>
        <w:t xml:space="preserve"> کوچک‌تر و کوتاهتر، و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سنگلاخ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اواسط راه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درخت و 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 از قلوه‌سنگ‌ها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</w:t>
      </w:r>
      <w:r w:rsidRPr="00BA20C6">
        <w:rPr>
          <w:rtl/>
          <w:lang w:bidi="fa-IR"/>
        </w:rPr>
        <w:t xml:space="preserve"> مشبک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جنس سنگ</w:t>
      </w:r>
      <w:r w:rsidR="00DB0A44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‌پا،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منظره تا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امتداد داشت،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دو ساعت از ظهر گذشته، مناره‌ها و آثار «مسجد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از دور نم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شد، و مسرت و نشاط و شعف فوق‌العاده‌ا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جاد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تبر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 شادباش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DB0A44" w:rsidP="00DB0A4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04" w:name="_Toc56203004"/>
      <w:bookmarkStart w:id="305" w:name="_Toc56203664"/>
      <w:r w:rsidR="00BA20C6" w:rsidRPr="00BA20C6">
        <w:rPr>
          <w:rFonts w:hint="eastAsia"/>
          <w:rtl/>
          <w:lang w:bidi="fa-IR"/>
        </w:rPr>
        <w:lastRenderedPageBreak/>
        <w:t>ورود</w:t>
      </w:r>
      <w:r w:rsidR="00BA20C6" w:rsidRPr="00BA20C6">
        <w:rPr>
          <w:rtl/>
          <w:lang w:bidi="fa-IR"/>
        </w:rPr>
        <w:t xml:space="preserve"> به 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نه‌</w:t>
      </w:r>
      <w:bookmarkEnd w:id="304"/>
      <w:bookmarkEnd w:id="305"/>
    </w:p>
    <w:p w:rsidR="00BA20C6" w:rsidRPr="00BA20C6" w:rsidRDefault="00BA20C6" w:rsidP="00DB0A4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متدرجاً</w:t>
      </w:r>
      <w:r w:rsidRPr="00BA20C6">
        <w:rPr>
          <w:rtl/>
          <w:lang w:bidi="fa-IR"/>
        </w:rPr>
        <w:t xml:space="preserve"> آثار مساجد و بناهائ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اطراف ظاهر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از آن‌جمله «مسجد ذوالحل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فه»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قات‌گاه</w:t>
      </w:r>
      <w:r w:rsidRPr="00BA20C6">
        <w:rPr>
          <w:rtl/>
          <w:lang w:bidi="fa-IR"/>
        </w:rPr>
        <w:t xml:space="preserve"> حجاج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از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به «مکه»</w:t>
      </w:r>
    </w:p>
    <w:p w:rsidR="00BA20C6" w:rsidRPr="00BA20C6" w:rsidRDefault="00BA20C6" w:rsidP="00DB0A44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مشرف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شوند</w:t>
      </w:r>
      <w:r w:rsidRPr="00BA20C6">
        <w:rPr>
          <w:rtl/>
          <w:lang w:bidi="fa-IR"/>
        </w:rPr>
        <w:t xml:space="preserve"> و به «مسجد شجره» مشهورتر است،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به غروب مانده وارد کوچه‌ها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شده، و پس از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محله «نخاوله» ورود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خانه‌ا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قبلًا حاج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عکام آمده و اجاره کرده بود نزول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همان ساعت با کمال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متوجه به آن نبود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سرا پا سعادت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دالمرسل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="00DB0A44" w:rsidRPr="00DB0A44">
        <w:rPr>
          <w:rStyle w:val="libAlaemChar"/>
          <w:rFonts w:eastAsiaTheme="minorHAnsi"/>
          <w:rtl/>
        </w:rPr>
        <w:t>صلى‌الله‌عليه‌وآله‌وسلم</w:t>
      </w:r>
      <w:r w:rsidR="00DB0A44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مشرف و موفق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عجز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به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گذارده، شکر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توف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پس از آن همه صدمات و مصائب به‌جا آورد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خداوند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دوستان و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آرزومندان را نص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پس از طواف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ساعت سه از شب به منزل آمده، صرف شام نموده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بام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B0A44">
      <w:pPr>
        <w:pStyle w:val="Heading1"/>
        <w:rPr>
          <w:rtl/>
          <w:lang w:bidi="fa-IR"/>
        </w:rPr>
      </w:pPr>
      <w:bookmarkStart w:id="306" w:name="_Toc56203005"/>
      <w:bookmarkStart w:id="307" w:name="_Toc56203665"/>
      <w:r w:rsidRPr="00BA20C6">
        <w:rPr>
          <w:rFonts w:hint="eastAsia"/>
          <w:rtl/>
          <w:lang w:bidi="fa-IR"/>
        </w:rPr>
        <w:t>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</w:t>
      </w:r>
      <w:bookmarkEnd w:id="306"/>
      <w:bookmarkEnd w:id="307"/>
    </w:p>
    <w:p w:rsidR="00BA20C6" w:rsidRPr="00BA20C6" w:rsidRDefault="00BA20C6" w:rsidP="00DB0A4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شانزدهم محرم مطابق «نهم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صبح به خارج شهر در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رفته،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ائمه اربعه </w:t>
      </w:r>
      <w:r w:rsidR="008F6785" w:rsidRPr="008F6785">
        <w:rPr>
          <w:rStyle w:val="libAlaemChar"/>
          <w:rtl/>
        </w:rPr>
        <w:t xml:space="preserve">عليهم‌السلام 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امام حسن مجتب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«حضرت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ن‌العابد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الحس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«حضرت باقر محمد بن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«حضرت جعفر الصادق» </w:t>
      </w:r>
      <w:r w:rsidR="008F6785" w:rsidRPr="008F6785">
        <w:rPr>
          <w:rStyle w:val="libAlaemChar"/>
          <w:rtl/>
        </w:rPr>
        <w:t xml:space="preserve">عليهم‌السلام </w:t>
      </w:r>
      <w:r w:rsidRPr="00BA20C6">
        <w:rPr>
          <w:rtl/>
          <w:lang w:bidi="fa-IR"/>
        </w:rPr>
        <w:t xml:space="preserve"> که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بقعه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ضر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ح مدفون‌اند، و همچن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«حضرت عباس بن عبدالمطلب» و «حضرت فاطمه بنت اسد» که در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همان بقعه مدفون‌اند مشرف، و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ض‌مند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باز هم خداوند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دوستان و آرزومندان نص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روضه</w:t>
      </w:r>
      <w:r w:rsidRPr="00BA20C6">
        <w:rPr>
          <w:rtl/>
          <w:lang w:bidi="fa-IR"/>
        </w:rPr>
        <w:t xml:space="preserve"> معمول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امروز در آن‌جا خوانده، و عرض تسل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شهادت جد مظلوم را، خدمت پسر و برادر بزرگوارش تقد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به «حرم مطهر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مشرف شده، و پس‌از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به‌منزل‌مراجعت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مجدداً اقامه عزا در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نموده، شب در «مسجد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مشرف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تمام مدت مسافرت ما از «مکه» تا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پانزده روز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با آن‌که ده منزل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علت تأخ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لنگ‌ها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مورد</w:t>
      </w:r>
      <w:r w:rsidRPr="00BA20C6">
        <w:rPr>
          <w:rtl/>
          <w:lang w:bidi="fa-IR"/>
        </w:rPr>
        <w:t xml:space="preserve"> بود که در راه کردند.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DB0A44">
      <w:pPr>
        <w:pStyle w:val="Heading1"/>
        <w:rPr>
          <w:rtl/>
          <w:lang w:bidi="fa-IR"/>
        </w:rPr>
      </w:pPr>
      <w:bookmarkStart w:id="308" w:name="_Toc56203006"/>
      <w:bookmarkStart w:id="309" w:name="_Toc56203666"/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حضرت فاطمه </w:t>
      </w:r>
      <w:r w:rsidR="00BE5AB0" w:rsidRPr="00BE5AB0">
        <w:rPr>
          <w:rStyle w:val="libAlaemChar"/>
          <w:rtl/>
        </w:rPr>
        <w:t xml:space="preserve">عليها‌السلام </w:t>
      </w:r>
      <w:r w:rsidRPr="00BA20C6">
        <w:rPr>
          <w:rtl/>
          <w:lang w:bidi="fa-IR"/>
        </w:rPr>
        <w:t>‌</w:t>
      </w:r>
      <w:bookmarkEnd w:id="308"/>
      <w:bookmarkEnd w:id="309"/>
    </w:p>
    <w:p w:rsidR="00BA20C6" w:rsidRPr="00BA20C6" w:rsidRDefault="00BA20C6" w:rsidP="00DB0A44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هفدهم محرم مطابق «دهم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</w:t>
      </w:r>
      <w:r w:rsidRPr="00BA20C6">
        <w:rPr>
          <w:rtl/>
          <w:lang w:bidi="fa-IR"/>
        </w:rPr>
        <w:t xml:space="preserve"> گذشته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رسالت» و «ائمه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</w:t>
      </w:r>
      <w:r w:rsidR="00DB0A44" w:rsidRPr="00DB0A44">
        <w:rPr>
          <w:rStyle w:val="libAlaemChar"/>
          <w:rFonts w:eastAsiaTheme="minorHAnsi"/>
          <w:rtl/>
        </w:rPr>
        <w:t>عليهم‌السلام</w:t>
      </w:r>
      <w:r w:rsidR="00DB0A44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، «حضرت صد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طاهره» جده مظلومه </w:t>
      </w:r>
      <w:r w:rsidR="00DB0A44" w:rsidRPr="00DB0A44">
        <w:rPr>
          <w:rStyle w:val="libAlaemChar"/>
          <w:rFonts w:eastAsiaTheme="minorHAnsi"/>
          <w:rtl/>
        </w:rPr>
        <w:t>عليها‌السلام</w:t>
      </w:r>
      <w:r w:rsidR="00DB0A44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را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کامل اختصاص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حضرت را در موارد خمسه که موافق روا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مدفن آن بزرگوار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آنه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باشد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اول در خانه آن حضرت که داخل مسجد شده است، و امروز گوشه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مقدس نبو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دوم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و محراب نبو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ستون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آنجا 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«ما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قبر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منبر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روضة من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اض</w:t>
      </w:r>
      <w:r w:rsidRPr="00BA20C6">
        <w:rPr>
          <w:rtl/>
          <w:lang w:bidi="fa-IR"/>
        </w:rPr>
        <w:t xml:space="preserve"> الجنة» به خط درشت نوشته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سوم</w:t>
      </w:r>
      <w:r w:rsidRPr="00BA20C6">
        <w:rPr>
          <w:rtl/>
          <w:lang w:bidi="fa-IR"/>
        </w:rPr>
        <w:t xml:space="preserve"> در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«ائمه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</w:t>
      </w:r>
      <w:r w:rsidR="008F6785" w:rsidRPr="008F6785">
        <w:rPr>
          <w:rStyle w:val="libAlaemChar"/>
          <w:rtl/>
        </w:rPr>
        <w:t xml:space="preserve">عليهم‌السلام 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چهارم</w:t>
      </w:r>
      <w:r w:rsidRPr="00BA20C6">
        <w:rPr>
          <w:rtl/>
          <w:lang w:bidi="fa-IR"/>
        </w:rPr>
        <w:t xml:space="preserve"> در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«عباس» و «فاطمه بنت اسد»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پنجم</w:t>
      </w:r>
      <w:r w:rsidRPr="00BA20C6">
        <w:rPr>
          <w:rtl/>
          <w:lang w:bidi="fa-IR"/>
        </w:rPr>
        <w:t xml:space="preserve"> در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ت‌الاحزان»</w:t>
      </w:r>
      <w:r w:rsidRPr="00BA20C6">
        <w:rPr>
          <w:rtl/>
          <w:lang w:bidi="fa-IR"/>
        </w:rPr>
        <w:t xml:space="preserve"> که در قبرستان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واقع است، و در موضع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مظلوم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آن بزرگوار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و مدت دو سه ساعت در آن‌جا به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فرزند دلبندش مشغول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طرف عصر و شب هم در «مسجد مطهر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دعا اشتغال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DB0A44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امروز</w:t>
      </w:r>
      <w:r w:rsidRPr="00BA20C6">
        <w:rPr>
          <w:rtl/>
          <w:lang w:bidi="fa-IR"/>
        </w:rPr>
        <w:t xml:space="preserve"> شنبه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جدهم</w:t>
      </w:r>
      <w:r w:rsidRPr="00BA20C6">
        <w:rPr>
          <w:rtl/>
          <w:lang w:bidi="fa-IR"/>
        </w:rPr>
        <w:t xml:space="preserve"> محرم مطابق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علاوه بر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گردش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«قبرستان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حضرت </w:t>
      </w:r>
      <w:r w:rsidRPr="00BA20C6">
        <w:rPr>
          <w:rFonts w:hint="eastAsia"/>
          <w:rtl/>
          <w:lang w:bidi="fa-IR"/>
        </w:rPr>
        <w:t>«عق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بن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طالب»</w:t>
      </w:r>
      <w:r w:rsidRPr="00BA20C6">
        <w:rPr>
          <w:rtl/>
          <w:lang w:bidi="fa-IR"/>
        </w:rPr>
        <w:t xml:space="preserve"> را که بقعه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حده</w:t>
      </w:r>
      <w:r w:rsidRPr="00BA20C6">
        <w:rPr>
          <w:rtl/>
          <w:lang w:bidi="fa-IR"/>
        </w:rPr>
        <w:t xml:space="preserve"> دارد،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«حضرت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فرزند «پ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</w:t>
      </w:r>
      <w:r w:rsidRPr="00BA20C6">
        <w:rPr>
          <w:rtl/>
          <w:lang w:bidi="fa-IR"/>
        </w:rPr>
        <w:t xml:space="preserve"> </w:t>
      </w:r>
      <w:r w:rsidR="00DB0A44" w:rsidRPr="00DB0A44">
        <w:rPr>
          <w:rStyle w:val="libAlaemChar"/>
          <w:rFonts w:eastAsiaTheme="minorHAnsi"/>
          <w:rtl/>
        </w:rPr>
        <w:t>صلى‌الله‌عليه‌وآله‌وسلم</w:t>
      </w:r>
      <w:r w:rsidR="00DB0A44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را که بقعه مخصوص دارد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«بنات رسول‌اللَّه» «ز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نب</w:t>
      </w:r>
      <w:r w:rsidRPr="00BA20C6">
        <w:rPr>
          <w:rtl/>
          <w:lang w:bidi="fa-IR"/>
        </w:rPr>
        <w:t xml:space="preserve"> و رق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ام‌کلثوم» را که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بقعه مدفون‌اند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همچن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«حل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سعد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را در بقع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مخصوص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«زوجات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غمبر»</w:t>
      </w:r>
      <w:r w:rsidRPr="00BA20C6">
        <w:rPr>
          <w:rtl/>
          <w:lang w:bidi="fa-IR"/>
        </w:rPr>
        <w:t xml:space="preserve"> که هشت نفر آنها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بقعه مدفون‌اند، و هشت قبر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حده</w:t>
      </w:r>
      <w:r w:rsidRPr="00BA20C6">
        <w:rPr>
          <w:rtl/>
          <w:lang w:bidi="fa-IR"/>
        </w:rPr>
        <w:t xml:space="preserve"> دارند فاتحه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زوجات فقط «حضرت خد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جه»</w:t>
      </w:r>
      <w:r w:rsidRPr="00BA20C6">
        <w:rPr>
          <w:rtl/>
          <w:lang w:bidi="fa-IR"/>
        </w:rPr>
        <w:t xml:space="preserve"> است که در «مکه» در «حجون» مدفون است، مابق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اند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بقعه عال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«عثمان بن عفان» که در </w:t>
      </w:r>
      <w:r w:rsidRPr="00BA20C6">
        <w:rPr>
          <w:rFonts w:hint="eastAsia"/>
          <w:rtl/>
          <w:lang w:bidi="fa-IR"/>
        </w:rPr>
        <w:t>آخر</w:t>
      </w:r>
      <w:r w:rsidRPr="00BA20C6">
        <w:rPr>
          <w:rtl/>
          <w:lang w:bidi="fa-IR"/>
        </w:rPr>
        <w:t xml:space="preserve">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واقع است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با آن که دستگاه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باشکوه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 رفت و آمد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اهل سنت در آن‌جا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متروک است،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داخل حصار شهر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اسماع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بن جعفر الصادق»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بقعه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باشکوه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 و علاوه بر جماعت اسماع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که آن‌جناب را امام منصوص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دانند،</w:t>
      </w:r>
      <w:r w:rsidRPr="00BA20C6">
        <w:rPr>
          <w:rtl/>
          <w:lang w:bidi="fa-IR"/>
        </w:rPr>
        <w:t xml:space="preserve"> و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روند،</w:t>
      </w:r>
      <w:r w:rsidRPr="00BA20C6">
        <w:rPr>
          <w:rtl/>
          <w:lang w:bidi="fa-IR"/>
        </w:rPr>
        <w:t xml:space="preserve"> اهل تش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آن حضرت را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قسمت عصر و شب را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رسالت» و صرف شام و خواب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DB0A44" w:rsidP="00DB0A4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10" w:name="_Toc56203007"/>
      <w:bookmarkStart w:id="311" w:name="_Toc56203667"/>
      <w:r w:rsidR="00BA20C6" w:rsidRPr="00BA20C6">
        <w:rPr>
          <w:rFonts w:hint="eastAsia"/>
          <w:rtl/>
          <w:lang w:bidi="fa-IR"/>
        </w:rPr>
        <w:lastRenderedPageBreak/>
        <w:t>مجادله</w:t>
      </w:r>
      <w:r w:rsidR="00BA20C6" w:rsidRPr="00BA20C6">
        <w:rPr>
          <w:rtl/>
          <w:lang w:bidi="fa-IR"/>
        </w:rPr>
        <w:t xml:space="preserve"> با حمله‌داران‌</w:t>
      </w:r>
      <w:bookmarkEnd w:id="310"/>
      <w:bookmarkEnd w:id="311"/>
    </w:p>
    <w:p w:rsidR="00BA20C6" w:rsidRPr="00BA20C6" w:rsidRDefault="00BA20C6" w:rsidP="00DB0A4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نوزدهم محرم مطابق «دوازدهم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حمله‌دارها به حجاج اطلاع دادند که بر حسب قرارداد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ما و مقوم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 جمال‌ها در «مکه» گذارده‌ا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مدت توقف در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پنج روز بوده است، و فردا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حرکت کرد.</w:t>
      </w:r>
      <w:r w:rsidR="00DB0A44" w:rsidRPr="00BA20C6">
        <w:rPr>
          <w:rFonts w:hint="eastAsia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ما</w:t>
      </w:r>
      <w:r w:rsidRPr="00BA20C6">
        <w:rPr>
          <w:rtl/>
          <w:lang w:bidi="fa-IR"/>
        </w:rPr>
        <w:t xml:space="preserve"> و تمام حجاج اظهار عدم رضا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تسل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کار منجر به مجادله با جمال‌ها و مقوم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شد، گفتند پس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روز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(قر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تومان) خرج هر شتر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بده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ضمناً رفتند به «قائم‌مقام»،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حاکم شهر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تظلم کردند، و 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فرستاد در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حجاج جار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که هرکس فردا حاضر به حرکت از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نشود، حق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وجه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داده است ندارد.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>(توض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آنکه مسافت از «مکه»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دو برابر مسافت از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به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نبع»</w:t>
      </w:r>
      <w:r w:rsidRPr="00BA20C6">
        <w:rPr>
          <w:rtl/>
          <w:lang w:bidi="fa-IR"/>
        </w:rPr>
        <w:t xml:space="preserve"> است و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تمام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مسافت را مقوم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جمال‌ها در «مکه» قبلًا گرفته بودند، و مقصود قائم‌مقام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بوده است، که در هر حال فردا جمال‌ها، شترها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برند،</w:t>
      </w:r>
      <w:r w:rsidRPr="00BA20C6">
        <w:rPr>
          <w:rtl/>
          <w:lang w:bidi="fa-IR"/>
        </w:rPr>
        <w:t xml:space="preserve"> و هرکس با آنها نرود، 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ک ثلث از پول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داده به هدر خواهد رفت و حق مطالبه ندارند).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مسئله جار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هرچند موجب تفرق آراء حجاج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حاضر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شدند، لکن بر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لجاجت اغلب مردم افزود و حق هم داشتند،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اولًا</w:t>
      </w:r>
      <w:r w:rsidRPr="00BA20C6">
        <w:rPr>
          <w:rtl/>
          <w:lang w:bidi="fa-IR"/>
        </w:rPr>
        <w:t>: مدت اقامت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کم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>: حجاج مستق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جمال‌ها در باب توقف نبسته بودند.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ثالثاً</w:t>
      </w:r>
      <w:r w:rsidRPr="00BA20C6">
        <w:rPr>
          <w:rtl/>
          <w:lang w:bidi="fa-IR"/>
        </w:rPr>
        <w:t>: قافله معظم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حجاج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ما، در راه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از ما عقب افتادند، و در مدت پنج روز توقف ما هنوز به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بودند، </w:t>
      </w:r>
      <w:r w:rsidRPr="00BA20C6">
        <w:rPr>
          <w:rtl/>
          <w:lang w:bidi="fa-IR"/>
        </w:rPr>
        <w:lastRenderedPageBreak/>
        <w:t>بعلاوه دو سه روز بود که زمزمه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آنها در راه مصادف با خطرات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قتل و غارت شده‌اند،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وجوه حجاج، از ع</w:t>
      </w:r>
      <w:r w:rsidRPr="00BA20C6">
        <w:rPr>
          <w:rFonts w:hint="eastAsia"/>
          <w:rtl/>
          <w:lang w:bidi="fa-IR"/>
        </w:rPr>
        <w:t>لما</w:t>
      </w:r>
      <w:r w:rsidRPr="00BA20C6">
        <w:rPr>
          <w:rtl/>
          <w:lang w:bidi="fa-IR"/>
        </w:rPr>
        <w:t xml:space="preserve"> و تجار، طرف عصر اجلاس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380C5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کرده و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خصوص مذاکره و مشاوره نمودند، بالأخره قرار شد کاغذ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مبن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شکا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از قائم‌مقام به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نوشته، جمعاً مهر کنند و توسط من بفرستند که شفاهاً هم مذاکرات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</w:p>
    <w:p w:rsidR="00BA20C6" w:rsidRPr="00BA20C6" w:rsidRDefault="00380C5D" w:rsidP="00380C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BA20C6" w:rsidRPr="00BA20C6" w:rsidRDefault="00BA20C6" w:rsidP="00380C5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با هم نشستن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گفتگو و مشاوره.</w:t>
      </w:r>
    </w:p>
    <w:p w:rsidR="00BA20C6" w:rsidRPr="00BA20C6" w:rsidRDefault="00380C5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بکنم،</w:t>
      </w:r>
      <w:r w:rsidR="00BA20C6" w:rsidRPr="00BA20C6">
        <w:rPr>
          <w:rtl/>
          <w:lang w:bidi="fa-IR"/>
        </w:rPr>
        <w:t xml:space="preserve"> و پس از مذاکرات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راجع به طرز نوشتن و تع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مواد شکا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ت،</w:t>
      </w:r>
      <w:r w:rsidR="00BA20C6" w:rsidRPr="00BA20C6">
        <w:rPr>
          <w:rtl/>
          <w:lang w:bidi="fa-IR"/>
        </w:rPr>
        <w:t xml:space="preserve"> قرار شد من شخصاً و به نما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ندگ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طرف آقا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رفته شفاهاً شکا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و تع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تکل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tl/>
          <w:lang w:bidi="fa-IR"/>
        </w:rPr>
        <w:t xml:space="preserve"> نما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80C5D">
      <w:pPr>
        <w:pStyle w:val="Heading1"/>
        <w:rPr>
          <w:rtl/>
          <w:lang w:bidi="fa-IR"/>
        </w:rPr>
      </w:pPr>
      <w:bookmarkStart w:id="312" w:name="_Toc56203008"/>
      <w:bookmarkStart w:id="313" w:name="_Toc56203668"/>
      <w:r w:rsidRPr="00BA20C6">
        <w:rPr>
          <w:rFonts w:hint="eastAsia"/>
          <w:rtl/>
          <w:lang w:bidi="fa-IR"/>
        </w:rPr>
        <w:t>شکا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به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</w:t>
      </w:r>
      <w:bookmarkEnd w:id="312"/>
      <w:bookmarkEnd w:id="313"/>
    </w:p>
    <w:p w:rsidR="00BA20C6" w:rsidRPr="00BA20C6" w:rsidRDefault="00BA20C6" w:rsidP="00380C5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بناء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من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برخاسته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کوچه‌ها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سراغ از منزل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دانست</w:t>
      </w:r>
      <w:r w:rsidRPr="00BA20C6">
        <w:rPr>
          <w:rtl/>
          <w:lang w:bidi="fa-IR"/>
        </w:rPr>
        <w:t>.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خانه «قائم‌مقام» را نشان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دادند،</w:t>
      </w:r>
      <w:r w:rsidRPr="00BA20C6">
        <w:rPr>
          <w:rtl/>
          <w:lang w:bidi="fa-IR"/>
        </w:rPr>
        <w:t xml:space="preserve"> بالأخره 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</w:t>
      </w:r>
      <w:r w:rsidRPr="00BA20C6">
        <w:rPr>
          <w:rtl/>
          <w:lang w:bidi="fa-IR"/>
        </w:rPr>
        <w:t xml:space="preserve"> که لفظ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مصطلح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تعب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به مقصود کردم از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منصوب از طرف </w:t>
      </w:r>
      <w:r w:rsidRPr="00BA20C6">
        <w:rPr>
          <w:rFonts w:hint="eastAsia"/>
          <w:rtl/>
          <w:lang w:bidi="fa-IR"/>
        </w:rPr>
        <w:t>«سلطان</w:t>
      </w:r>
      <w:r w:rsidRPr="00BA20C6">
        <w:rPr>
          <w:rtl/>
          <w:lang w:bidi="fa-IR"/>
        </w:rPr>
        <w:t xml:space="preserve">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و مضافات آن </w:t>
      </w:r>
      <w:r w:rsidRPr="00380C5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حکومت دارد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شکا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از «قائم‌مقام» را به او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کرد، عاقبت معلوم شد که مطلوب ما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ف‌الشخاص</w:t>
      </w:r>
      <w:r w:rsidRPr="00BA20C6">
        <w:rPr>
          <w:rtl/>
          <w:lang w:bidi="fa-IR"/>
        </w:rPr>
        <w:t xml:space="preserve"> احمد بن منصور» است، منزل او را پرس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دلالت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صعود از پله‌ها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سرسرائ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وارد چند بالاخانه تو 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تو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آنها چند نفر عرب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صندل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نشسته، و چون تشخ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</w:t>
      </w:r>
      <w:r w:rsidRPr="00BA20C6">
        <w:rPr>
          <w:rtl/>
          <w:lang w:bidi="fa-IR"/>
        </w:rPr>
        <w:t xml:space="preserve"> 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از مرئوس داده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تأمّل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دو نفر وارد شدند و دست به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گذارده سلام کردند،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 چند نفر زانو به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گذارده، دست او را بوس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به چشم 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دند، معلوم شد که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ف»</w:t>
      </w:r>
      <w:r w:rsidRPr="00BA20C6">
        <w:rPr>
          <w:rtl/>
          <w:lang w:bidi="fa-IR"/>
        </w:rPr>
        <w:t xml:space="preserve"> همان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من</w:t>
      </w:r>
      <w:r w:rsidRPr="00BA20C6">
        <w:rPr>
          <w:rtl/>
          <w:lang w:bidi="fa-IR"/>
        </w:rPr>
        <w:t xml:space="preserve"> هم وارد شده سلام کردم و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خودش که جا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داد نشستم، و عنوان مطالب را با عذرخواه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هرگاه عرب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فص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حاً</w:t>
      </w:r>
      <w:r w:rsidRPr="00BA20C6">
        <w:rPr>
          <w:rtl/>
          <w:lang w:bidi="fa-IR"/>
        </w:rPr>
        <w:t xml:space="preserve"> تکلم نکنم معذورم بدارد آغاز کردم.</w:t>
      </w:r>
    </w:p>
    <w:p w:rsidR="00BA20C6" w:rsidRPr="00BA20C6" w:rsidRDefault="00380C5D" w:rsidP="00380C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380C5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نواح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اطراف آن.</w:t>
      </w:r>
    </w:p>
    <w:p w:rsidR="00BA20C6" w:rsidRPr="00BA20C6" w:rsidRDefault="00380C5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مشارال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ابتدا حق به جمالها و مقوم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داد،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</w:t>
      </w:r>
      <w:r w:rsidR="00BA20C6" w:rsidRPr="00BA20C6">
        <w:rPr>
          <w:rtl/>
          <w:lang w:bidi="fa-IR"/>
        </w:rPr>
        <w:t xml:space="preserve"> که گفت معمولًا توقف حجاج در «مد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نه»</w:t>
      </w:r>
      <w:r w:rsidR="00BA20C6" w:rsidRPr="00BA20C6">
        <w:rPr>
          <w:rtl/>
          <w:lang w:bidi="fa-IR"/>
        </w:rPr>
        <w:t xml:space="preserve"> پنج روز است، و قرارداد با جمال‌ها همه توسط مقوم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بدون اطلاع حاج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tl/>
          <w:lang w:bidi="fa-IR"/>
        </w:rPr>
        <w:t xml:space="preserve"> بسته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شود،</w:t>
      </w:r>
      <w:r w:rsidR="00BA20C6" w:rsidRPr="00BA20C6">
        <w:rPr>
          <w:rtl/>
          <w:lang w:bidi="fa-IR"/>
        </w:rPr>
        <w:t xml:space="preserve"> و البته شما 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صرف‌نظر از ثلث کرا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متعلقه به «مد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نه»</w:t>
      </w:r>
      <w:r w:rsidR="00BA20C6" w:rsidRPr="00BA20C6">
        <w:rPr>
          <w:rtl/>
          <w:lang w:bidi="fa-IR"/>
        </w:rPr>
        <w:t xml:space="preserve"> تا «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نبع»</w:t>
      </w:r>
      <w:r w:rsidR="00BA20C6" w:rsidRPr="00BA20C6">
        <w:rPr>
          <w:rtl/>
          <w:lang w:bidi="fa-IR"/>
        </w:rPr>
        <w:t xml:space="preserve"> بکن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و جمال‌ها برو</w:t>
      </w:r>
      <w:r w:rsidR="00BA20C6" w:rsidRPr="00BA20C6">
        <w:rPr>
          <w:rFonts w:hint="eastAsia"/>
          <w:rtl/>
          <w:lang w:bidi="fa-IR"/>
        </w:rPr>
        <w:t>ند</w:t>
      </w:r>
      <w:r w:rsidR="00BA20C6" w:rsidRPr="00BA20C6">
        <w:rPr>
          <w:rtl/>
          <w:lang w:bidi="fa-IR"/>
        </w:rPr>
        <w:t xml:space="preserve">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کار خود، و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مخارج شترها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آنها را روزانه بده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و هرچه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خواه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توقف 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منتها اگر دو مج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باشد ممکن است بگوئ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کمتر بگ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رند،</w:t>
      </w:r>
      <w:r w:rsidR="00BA20C6" w:rsidRPr="00BA20C6">
        <w:rPr>
          <w:rtl/>
          <w:lang w:bidi="fa-IR"/>
        </w:rPr>
        <w:t xml:space="preserve"> بعد به مناسبت پرسش از مملکت و شهر و شغل و خانواده من، داخل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رشته سؤالات راجع به وضع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حکومت حاضره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ران،</w:t>
      </w:r>
      <w:r w:rsidR="00BA20C6" w:rsidRPr="00BA20C6">
        <w:rPr>
          <w:rtl/>
          <w:lang w:bidi="fa-IR"/>
        </w:rPr>
        <w:t xml:space="preserve"> و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است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eastAsia"/>
          <w:rtl/>
          <w:lang w:bidi="fa-IR"/>
        </w:rPr>
        <w:t>ولت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«روس» و «انگل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س»</w:t>
      </w:r>
      <w:r w:rsidR="00BA20C6" w:rsidRPr="00BA20C6">
        <w:rPr>
          <w:rtl/>
          <w:lang w:bidi="fa-IR"/>
        </w:rPr>
        <w:t xml:space="preserve"> در آن مملکت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گرد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و جالس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را به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از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نفر مرخص کرد، من هم بدون اظهار عق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شخص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جوابهائ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مطابق افکار دسته‌جات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دادم، معلوم شد مشارال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ه،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علاقه‌مند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امور و 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مسائل مربوط به ممالک اسلام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دارد، و 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از صحبت‌ها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من هم مشعوف شد، در خاتمه انجام حاجت خود را تکرار و تمنا کرده و ضمناً اشعار نمودم، که ممکن است تا به دربار متبوع خودمان در «طهران»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به مقام «جلالةالملک» در «مکه» تلگراف و تظلم کن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جواب داد 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دوارم</w:t>
      </w:r>
      <w:r w:rsidR="00BA20C6" w:rsidRPr="00BA20C6">
        <w:rPr>
          <w:rtl/>
          <w:lang w:bidi="fa-IR"/>
        </w:rPr>
        <w:t xml:space="preserve"> مقصود شما به عمل آ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فعلًا شما آسوده باش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و</w:t>
      </w:r>
      <w:r w:rsidR="00BA20C6" w:rsidRPr="00BA20C6">
        <w:rPr>
          <w:rtl/>
          <w:lang w:bidi="fa-IR"/>
        </w:rPr>
        <w:t xml:space="preserve"> راجع به قافله عقب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‌مانده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نگران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نداشته باش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</w:t>
      </w:r>
      <w:r w:rsidR="00BA20C6" w:rsidRPr="00BA20C6">
        <w:rPr>
          <w:rtl/>
          <w:lang w:bidi="fa-IR"/>
        </w:rPr>
        <w:t xml:space="preserve"> که آنها فردا وارد «مد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نه»</w:t>
      </w:r>
      <w:r w:rsidR="00BA20C6" w:rsidRPr="00BA20C6">
        <w:rPr>
          <w:rtl/>
          <w:lang w:bidi="fa-IR"/>
        </w:rPr>
        <w:t xml:space="preserve"> خواهند شد. بعد از 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دوار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اطم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نان</w:t>
      </w:r>
      <w:r w:rsidR="00BA20C6" w:rsidRPr="00BA20C6">
        <w:rPr>
          <w:rtl/>
          <w:lang w:bidi="fa-IR"/>
        </w:rPr>
        <w:t xml:space="preserve"> کامل، مرخص شده خبر خوشحال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رفقا برده به منازل خود متفرق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380C5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محرم مطابق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عصر جمال‌ها آمدند، و با کمال ادب و معقول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قرار گذاردند روز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علوفه هر شتر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رند،</w:t>
      </w:r>
      <w:r w:rsidRPr="00BA20C6">
        <w:rPr>
          <w:rtl/>
          <w:lang w:bidi="fa-IR"/>
        </w:rPr>
        <w:t xml:space="preserve"> تا چند 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لنگ باشند، معلوم شد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ف‌الشخاص»</w:t>
      </w:r>
      <w:r w:rsidRPr="00BA20C6">
        <w:rPr>
          <w:rtl/>
          <w:lang w:bidi="fa-IR"/>
        </w:rPr>
        <w:t xml:space="preserve"> از آنها رضا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حجاج را</w:t>
      </w:r>
      <w:r w:rsidR="00380C5D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خواسته</w:t>
      </w:r>
      <w:r w:rsidRPr="00BA20C6">
        <w:rPr>
          <w:rtl/>
          <w:lang w:bidi="fa-IR"/>
        </w:rPr>
        <w:t xml:space="preserve"> است، و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</w:t>
      </w:r>
      <w:r w:rsidRPr="00BA20C6">
        <w:rPr>
          <w:rtl/>
          <w:lang w:bidi="fa-IR"/>
        </w:rPr>
        <w:lastRenderedPageBreak/>
        <w:t>همانطور که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خبر داده بود، قافله عقب</w:t>
      </w:r>
      <w:r w:rsidR="00380C5D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‌مانده وارد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هرچند صدمه جان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بود، لکن از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خودشان نقل کردند، در راه مصادف خطرات و دچار وحش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اعراب شده بودند، در هر حال از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آنها مشعوف و </w:t>
      </w:r>
      <w:r w:rsidRPr="00BA20C6">
        <w:rPr>
          <w:rFonts w:hint="eastAsia"/>
          <w:rtl/>
          <w:lang w:bidi="fa-IR"/>
        </w:rPr>
        <w:t>خوشوقت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صبح و شب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</w:t>
      </w:r>
      <w:r w:rsidRPr="00380C5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برگزار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80C5D">
      <w:pPr>
        <w:pStyle w:val="Heading1"/>
        <w:rPr>
          <w:rtl/>
          <w:lang w:bidi="fa-IR"/>
        </w:rPr>
      </w:pPr>
      <w:bookmarkStart w:id="314" w:name="_Toc56203009"/>
      <w:bookmarkStart w:id="315" w:name="_Toc56203669"/>
      <w:r w:rsidRPr="00BA20C6">
        <w:rPr>
          <w:rFonts w:hint="eastAsia"/>
          <w:rtl/>
          <w:lang w:bidi="fa-IR"/>
        </w:rPr>
        <w:t>روزها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خوش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</w:t>
      </w:r>
      <w:bookmarkEnd w:id="314"/>
      <w:bookmarkEnd w:id="31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محرم، مطابق «چهاردهم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وارد شدند برگزار شد،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معتدل و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بود، و شب‌ها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بام خانه با لحاف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و بقولات، </w:t>
      </w:r>
      <w:r w:rsidRPr="00380C5D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از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هندوانه و خرب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اعلا و انار و کدو و سبز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جات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نازک موجود بود، که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آن‌ها نسبت به «مکه» ارزانتر، و نسبت به مملکت ما گران بود، و انواع و اقسام خرماها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خوش خوراک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به حد وفور بود، غالباً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صرف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مقدار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خرما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منسوب ب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«فدک»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در سبدها و قوط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حلب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خته،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سوغات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متبرک تدارک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آب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گوارا و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قنات معروف به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ن‌الزرقاء»،</w:t>
      </w:r>
      <w:r w:rsidRPr="00BA20C6">
        <w:rPr>
          <w:rtl/>
          <w:lang w:bidi="fa-IR"/>
        </w:rPr>
        <w:t xml:space="preserve"> که در شربه‌ها و کوزه‌ها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سفال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نازک، در هر خانه حاضر دارند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آشام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تلاف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شور و تلخ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راه، در شرب و</w:t>
      </w:r>
    </w:p>
    <w:p w:rsidR="00BA20C6" w:rsidRPr="00BA20C6" w:rsidRDefault="00380C5D" w:rsidP="00380C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80C5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مراد حرم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امبر</w:t>
      </w:r>
      <w:r w:rsidRPr="00BA20C6">
        <w:rPr>
          <w:rtl/>
          <w:lang w:bidi="fa-IR"/>
        </w:rPr>
        <w:t xml:space="preserve"> 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الله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آله و حرم ائمه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380C5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lastRenderedPageBreak/>
        <w:t>2- 2- جمع بَقَل است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سبز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جات</w:t>
      </w:r>
      <w:r w:rsidRPr="00BA20C6">
        <w:rPr>
          <w:rtl/>
          <w:lang w:bidi="fa-IR"/>
        </w:rPr>
        <w:t xml:space="preserve"> و تره‌بار.</w:t>
      </w:r>
    </w:p>
    <w:p w:rsidR="00BA20C6" w:rsidRPr="00BA20C6" w:rsidRDefault="00380C5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آشام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دن</w:t>
      </w:r>
      <w:r w:rsidR="00BA20C6" w:rsidRPr="00BA20C6">
        <w:rPr>
          <w:rtl/>
          <w:lang w:bidi="fa-IR"/>
        </w:rPr>
        <w:t xml:space="preserve"> آن افراط هم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نمود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رو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هم‌رفته</w:t>
      </w:r>
      <w:r w:rsidR="00BA20C6" w:rsidRPr="00BA20C6">
        <w:rPr>
          <w:rtl/>
          <w:lang w:bidi="fa-IR"/>
        </w:rPr>
        <w:t xml:space="preserve"> از هر جهت روزها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دوستان خال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80C5D">
      <w:pPr>
        <w:pStyle w:val="Heading1"/>
        <w:rPr>
          <w:rtl/>
          <w:lang w:bidi="fa-IR"/>
        </w:rPr>
      </w:pPr>
      <w:bookmarkStart w:id="316" w:name="_Toc56203010"/>
      <w:bookmarkStart w:id="317" w:name="_Toc56203670"/>
      <w:r w:rsidRPr="00BA20C6">
        <w:rPr>
          <w:rFonts w:hint="eastAsia"/>
          <w:rtl/>
          <w:lang w:bidi="fa-IR"/>
        </w:rPr>
        <w:t>شهدا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احد</w:t>
      </w:r>
      <w:bookmarkEnd w:id="316"/>
      <w:bookmarkEnd w:id="317"/>
    </w:p>
    <w:p w:rsidR="00BA20C6" w:rsidRPr="00BA20C6" w:rsidRDefault="00BA20C6" w:rsidP="00380C5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محرم، مطابق «پانزدهم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پس از مراجعت از «حرم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به عزم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«شهدا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احد» برخاسته، و با چند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دو عربانه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سوار شده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لکن مستحفظ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380C5D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دروازه احُد نگذاشتند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عذر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کم است و روز بل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نشده و خطر حمله حرام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است، و بعد از دو سه ساعت معطل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عربانه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به اتفاق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فرسخ راه که در جانب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بقعه مبارکه «حضرت حمزه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دالشهداء»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 و به قدر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 مکان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مشغول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آن</w:t>
      </w:r>
      <w:r w:rsidRPr="00BA20C6">
        <w:rPr>
          <w:rtl/>
          <w:lang w:bidi="fa-IR"/>
        </w:rPr>
        <w:t xml:space="preserve"> جناب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شهدا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«غزوه احد»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بعد در مسجد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معروف است دندان مبارک حضرت رسالت در آن‌جا شکسته شده، نماز خوانده و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تلاوت قرآن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«عبداللَّه بن جحش» برادر «ز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نب</w:t>
      </w:r>
      <w:r w:rsidRPr="00BA20C6">
        <w:rPr>
          <w:rtl/>
          <w:lang w:bidi="fa-IR"/>
        </w:rPr>
        <w:t xml:space="preserve"> زوجه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غمبر»</w:t>
      </w:r>
      <w:r w:rsidRPr="00BA20C6">
        <w:rPr>
          <w:rtl/>
          <w:lang w:bidi="fa-IR"/>
        </w:rPr>
        <w:t xml:space="preserve"> را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از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«شهدا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احد» ابداً آثار قبر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بقع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دامنه کوه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تنگه‌ها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«احد»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از مواضع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در غزوه معروف «احد»، «حضرت رسالت»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را، به محافظت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تنگه‌ها مأمور نموده بود، و پس از آن که آثار مغلوب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عقب‌نش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قشون خصم ظاهر شد، آنها به طمع 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مت،</w:t>
      </w:r>
      <w:r w:rsidRPr="00BA20C6">
        <w:rPr>
          <w:rtl/>
          <w:lang w:bidi="fa-IR"/>
        </w:rPr>
        <w:t xml:space="preserve"> قر</w:t>
      </w:r>
      <w:r w:rsidRPr="00BA20C6">
        <w:rPr>
          <w:rFonts w:hint="eastAsia"/>
          <w:rtl/>
          <w:lang w:bidi="fa-IR"/>
        </w:rPr>
        <w:t>ارگاه</w:t>
      </w:r>
      <w:r w:rsidRPr="00BA20C6">
        <w:rPr>
          <w:rtl/>
          <w:lang w:bidi="fa-IR"/>
        </w:rPr>
        <w:t xml:space="preserve"> خود را ترک گفته مشغول غارت و جمع 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شدند، و</w:t>
      </w:r>
    </w:p>
    <w:p w:rsidR="00BA20C6" w:rsidRPr="00BA20C6" w:rsidRDefault="00380C5D" w:rsidP="00380C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380C5D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نگهبان‌ها.</w:t>
      </w:r>
    </w:p>
    <w:p w:rsidR="00BA20C6" w:rsidRPr="00BA20C6" w:rsidRDefault="00380C5D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دسته‌ها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لشکر مخالف، از همان تنگه سراز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شده و بر قشون اسلام تاختند، و چنان شکست و لطمه فاحش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بر مسلم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وارد آوردند.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 از دو سه ساعت سوار شده به شهر مراجعت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طرف عصر جمال‌ها آمدند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خرج علوفه شترها را گرفتند، امروز عصر که در حرم «ائمه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مشرف و مشغول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مقارن غروب، خدام‌ها خواستند مردم را مثل روزها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گذشته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کنند و درب حرم را ببندند، و در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تعج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خشونت آنها، کار به مشاجره و منازعه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منزل «قائم‌مقام» رفته، شکا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از کج‌رفتار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سوء سلوک خدام کردند،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«مسجد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صرف طعام و خواب گذشت.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80C5D">
      <w:pPr>
        <w:pStyle w:val="Heading1"/>
        <w:rPr>
          <w:rtl/>
          <w:lang w:bidi="fa-IR"/>
        </w:rPr>
      </w:pPr>
      <w:bookmarkStart w:id="318" w:name="_Toc56203011"/>
      <w:bookmarkStart w:id="319" w:name="_Toc56203671"/>
      <w:r w:rsidRPr="00BA20C6">
        <w:rPr>
          <w:rFonts w:hint="eastAsia"/>
          <w:rtl/>
          <w:lang w:bidi="fa-IR"/>
        </w:rPr>
        <w:t>کتابخانه</w:t>
      </w:r>
      <w:r w:rsidRPr="00BA20C6">
        <w:rPr>
          <w:rtl/>
          <w:lang w:bidi="fa-IR"/>
        </w:rPr>
        <w:t xml:space="preserve">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</w:t>
      </w:r>
      <w:bookmarkEnd w:id="318"/>
      <w:bookmarkEnd w:id="319"/>
    </w:p>
    <w:p w:rsidR="00BA20C6" w:rsidRPr="00BA20C6" w:rsidRDefault="00BA20C6" w:rsidP="00380C5D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محرم، مطابق «شانزدهم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پس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حرم مطهر،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کتابخانه عموم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خارج «مسجد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متصل به آن است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کتابخانه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مفصل و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و مشتمل بر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صحن و چند اطاق بزرگ تو در تو است، و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صد هزار، کتاب‌ها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 و بزرگ خط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چاپ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فنون مختلفه از فقه و 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و تفس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و ادب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است، کتب فارس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هند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دارد،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سه چهار نفر کتابدار مراقب آن، و مواظب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Fonts w:hint="cs"/>
          <w:rtl/>
          <w:lang w:bidi="fa-IR"/>
        </w:rPr>
        <w:t>یی</w:t>
      </w:r>
      <w:r w:rsidRPr="00BA20C6">
        <w:rPr>
          <w:rtl/>
          <w:lang w:bidi="fa-IR"/>
        </w:rPr>
        <w:t xml:space="preserve"> وارد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انجام حاجت آنها هستند.</w:t>
      </w:r>
    </w:p>
    <w:p w:rsidR="00BA20C6" w:rsidRPr="00BA20C6" w:rsidRDefault="00BA20C6" w:rsidP="00EF35D8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وسط اطاق بزرگ،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کوتاه و 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و طو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 شده است، هر کس وارد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تعارف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کنار آن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نند،</w:t>
      </w:r>
      <w:r w:rsidRPr="00BA20C6">
        <w:rPr>
          <w:rtl/>
          <w:lang w:bidi="fa-IR"/>
        </w:rPr>
        <w:t xml:space="preserve"> و فهرست‌ها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کتب </w:t>
      </w:r>
      <w:r w:rsidRPr="00BA20C6">
        <w:rPr>
          <w:rtl/>
          <w:lang w:bidi="fa-IR"/>
        </w:rPr>
        <w:lastRenderedPageBreak/>
        <w:t>را که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است برداشته مطالعه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هر</w:t>
      </w:r>
      <w:r w:rsidR="00EF35D8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کتاب</w:t>
      </w:r>
      <w:r w:rsidRPr="00BA20C6">
        <w:rPr>
          <w:rtl/>
          <w:lang w:bidi="fa-IR"/>
        </w:rPr>
        <w:t xml:space="preserve"> را که خواست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طلبد</w:t>
      </w:r>
      <w:r w:rsidRPr="00BA20C6">
        <w:rPr>
          <w:rtl/>
          <w:lang w:bidi="fa-IR"/>
        </w:rPr>
        <w:t xml:space="preserve"> و کتابدار مطابق نمره فوراً حاضر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من</w:t>
      </w:r>
      <w:r w:rsidRPr="00BA20C6">
        <w:rPr>
          <w:rtl/>
          <w:lang w:bidi="fa-IR"/>
        </w:rPr>
        <w:t xml:space="preserve">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کتاب را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خواستم و پس از نظر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رد کردم، کتابدار ابداً اظهار کراهت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بلکه در جواب عذرخواه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گفت: اگر تمام کتابها را بخواه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ما در ساعات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هست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مکلف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آورده به شما ارائه بده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پشت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قفسه‌ها، که دور </w:t>
      </w:r>
      <w:r w:rsidRPr="00BA20C6">
        <w:rPr>
          <w:rFonts w:hint="eastAsia"/>
          <w:rtl/>
          <w:lang w:bidi="fa-IR"/>
        </w:rPr>
        <w:t>تا</w:t>
      </w:r>
      <w:r w:rsidRPr="00BA20C6">
        <w:rPr>
          <w:rtl/>
          <w:lang w:bidi="fa-IR"/>
        </w:rPr>
        <w:t xml:space="preserve"> دور کتابخانه بود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کتابها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را که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جلد نوشته شده بود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کردم،</w:t>
      </w:r>
      <w:r w:rsidRPr="00BA20C6">
        <w:rPr>
          <w:rtl/>
          <w:lang w:bidi="fa-IR"/>
        </w:rPr>
        <w:t xml:space="preserve"> و غالب کتب اهل تش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را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و 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«سعد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«حافظ» هم در آنجا بود، و تمام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کتاب‌ها با جلدها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 و در کمال نظافت و پاک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نگاهداشته شده است، و 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جلد کتاب پاره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چرک و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درها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کتابخانه هم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پاک و 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بود که انسان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همان‌جا بماند،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با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کتابدارها مشغول صحبت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اظهار محبت و حسن خلق نمودند مقارن ظهر به منزل برگشت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خانه که ما منزل کرده‌ا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متعلق است به «عط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ةاللَّه</w:t>
      </w:r>
      <w:r w:rsidRPr="00BA20C6">
        <w:rPr>
          <w:rtl/>
          <w:lang w:bidi="fa-IR"/>
        </w:rPr>
        <w:t xml:space="preserve"> نخاوله‌ا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که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آدم نج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عف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خوش‌خلق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مدت خود و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الش</w:t>
      </w:r>
      <w:r w:rsidRPr="00BA20C6">
        <w:rPr>
          <w:rtl/>
          <w:lang w:bidi="fa-IR"/>
        </w:rPr>
        <w:t xml:space="preserve"> «مر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و دخترش «ز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نب»</w:t>
      </w:r>
      <w:r w:rsidRPr="00BA20C6">
        <w:rPr>
          <w:rtl/>
          <w:lang w:bidi="fa-IR"/>
        </w:rPr>
        <w:t xml:space="preserve"> و پسرش «عل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منتها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محبت و حسن خدمت نسبت به ما بجا آوردند، مخصوصاً چون دو سه روز است «حاج ابوالحسن طباخ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از ما قهر کرده و رفته، «مر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غذاها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مطبوع و لذ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ذ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F35D8" w:rsidP="00EF35D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20" w:name="_Toc56203012"/>
      <w:bookmarkStart w:id="321" w:name="_Toc56203672"/>
      <w:r w:rsidR="00BA20C6" w:rsidRPr="00BA20C6">
        <w:rPr>
          <w:rFonts w:hint="eastAsia"/>
          <w:rtl/>
          <w:lang w:bidi="fa-IR"/>
        </w:rPr>
        <w:lastRenderedPageBreak/>
        <w:t>ساختمان</w:t>
      </w:r>
      <w:r w:rsidR="00BA20C6" w:rsidRPr="00BA20C6">
        <w:rPr>
          <w:rtl/>
          <w:lang w:bidi="fa-IR"/>
        </w:rPr>
        <w:t xml:space="preserve"> شهر 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نه‌</w:t>
      </w:r>
      <w:bookmarkEnd w:id="320"/>
      <w:bookmarkEnd w:id="321"/>
    </w:p>
    <w:p w:rsidR="00BA20C6" w:rsidRPr="00BA20C6" w:rsidRDefault="00BA20C6" w:rsidP="00EF35D8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ساختمان</w:t>
      </w:r>
      <w:r w:rsidRPr="00BA20C6">
        <w:rPr>
          <w:rtl/>
          <w:lang w:bidi="fa-IR"/>
        </w:rPr>
        <w:t xml:space="preserve"> شهر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به شهرها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«کربلا» و «نجف» و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است،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تنگ و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خم، و عمارات دو</w:t>
      </w:r>
      <w:r w:rsidR="00EF35D8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سه</w:t>
      </w:r>
      <w:r w:rsidRPr="00BA20C6">
        <w:rPr>
          <w:rtl/>
          <w:lang w:bidi="fa-IR"/>
        </w:rPr>
        <w:t xml:space="preserve"> طبقه است که به کوچه نگاه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و مشابهت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ساختمان شهر «مکه» و «جده» ندارد، لکن حجاج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عموماً در محله «اعراب نخاوله» که خارج شهر است منزل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منازل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محله بر دو قسم است: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کاروان‌سرا که دور تا دور آن منزل ساخته است،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محوطه سطح‌الارض، 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سرپوش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که مخصوص موقع گرما است،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بالاخانه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که محل استراحت و گذاشتن اسباب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است، و 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محوطه‌ها در عقب ساختمان، دا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چاه آب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حوض کوچک و مطبخ و مستراح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قسم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از منازل،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«نخاوله» است، که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باً</w:t>
      </w:r>
      <w:r w:rsidRPr="00BA20C6">
        <w:rPr>
          <w:rtl/>
          <w:lang w:bidi="fa-IR"/>
        </w:rPr>
        <w:t xml:space="preserve"> ساختمان آنها با تفاوت کوچک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شکل و متشابه است، از درب خانه که وارد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 سرپوش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دو طبقه را فرش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محل نشستن روز و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است، در صفه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حوض کوچک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چاه است، که هر روز از چاه آب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حوض را لبالب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چهارپا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دو سه حُبّ سفال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ظرف آب 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 و همه روزه سقّاها آنرا از آب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ن‌الزرقا»</w:t>
      </w:r>
      <w:r w:rsidRPr="00BA20C6">
        <w:rPr>
          <w:rtl/>
          <w:lang w:bidi="fa-IR"/>
        </w:rPr>
        <w:t xml:space="preserve"> پر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شربه که قلقلک‌ها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EF35D8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دهان‌گشاد است، با چند ظرف کوچک آب‌خور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 شده است و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سرپوش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عمارت فوقان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بلکه پشت بام است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شب به درد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خورد،</w:t>
      </w:r>
      <w:r w:rsidRPr="00BA20C6">
        <w:rPr>
          <w:rtl/>
          <w:lang w:bidi="fa-IR"/>
        </w:rPr>
        <w:t xml:space="preserve">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قسمت‌ها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محتاج‌ال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ها،</w:t>
      </w:r>
      <w:r w:rsidRPr="00BA20C6">
        <w:rPr>
          <w:rtl/>
          <w:lang w:bidi="fa-IR"/>
        </w:rPr>
        <w:t xml:space="preserve"> </w:t>
      </w:r>
      <w:r w:rsidRPr="00EF35D8">
        <w:rPr>
          <w:rStyle w:val="libFootnotenumChar"/>
          <w:rtl/>
        </w:rPr>
        <w:t xml:space="preserve">(2) </w:t>
      </w:r>
      <w:r w:rsidRPr="00BA20C6">
        <w:rPr>
          <w:rtl/>
          <w:lang w:bidi="fa-IR"/>
        </w:rPr>
        <w:t xml:space="preserve">در عقب </w:t>
      </w:r>
    </w:p>
    <w:p w:rsidR="00BA20C6" w:rsidRPr="00BA20C6" w:rsidRDefault="00EF35D8" w:rsidP="00EF35D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</w:t>
      </w:r>
    </w:p>
    <w:p w:rsidR="00BA20C6" w:rsidRPr="00BA20C6" w:rsidRDefault="00BA20C6" w:rsidP="00EF35D8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کاسه‌ها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کوزه‌ا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شکل.</w:t>
      </w:r>
    </w:p>
    <w:p w:rsidR="00BA20C6" w:rsidRPr="00BA20C6" w:rsidRDefault="00BA20C6" w:rsidP="00EF35D8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مورد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>.</w:t>
      </w:r>
    </w:p>
    <w:p w:rsidR="00BA20C6" w:rsidRPr="00BA20C6" w:rsidRDefault="00EF35D8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سر</w:t>
      </w:r>
      <w:r w:rsidR="00BA20C6" w:rsidRPr="00BA20C6">
        <w:rPr>
          <w:rtl/>
          <w:lang w:bidi="fa-IR"/>
        </w:rPr>
        <w:t xml:space="preserve"> پوش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است. رو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هم‌رفته</w:t>
      </w:r>
      <w:r w:rsidR="00BA20C6" w:rsidRPr="00BA20C6">
        <w:rPr>
          <w:rtl/>
          <w:lang w:bidi="fa-IR"/>
        </w:rPr>
        <w:t xml:space="preserve"> با آن که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منزل تماماً خشت و 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است، لکن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زندگان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راحت است، اما خانه‌ها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داخل شهر با آن که با گچ و آجر و مصالح 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ساخته شده است چندان خوش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‌بنا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EF35D8">
      <w:pPr>
        <w:pStyle w:val="Heading1"/>
        <w:rPr>
          <w:rtl/>
          <w:lang w:bidi="fa-IR"/>
        </w:rPr>
      </w:pPr>
      <w:bookmarkStart w:id="322" w:name="_Toc56203013"/>
      <w:bookmarkStart w:id="323" w:name="_Toc56203673"/>
      <w:r w:rsidRPr="00BA20C6">
        <w:rPr>
          <w:rFonts w:hint="eastAsia"/>
          <w:rtl/>
          <w:lang w:bidi="fa-IR"/>
        </w:rPr>
        <w:t>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تا صبح باز است‌</w:t>
      </w:r>
      <w:bookmarkEnd w:id="322"/>
      <w:bookmarkEnd w:id="32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عصر خبر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درب ائمه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ع،</w:t>
      </w:r>
      <w:r w:rsidRPr="00BA20C6">
        <w:rPr>
          <w:rtl/>
          <w:lang w:bidi="fa-IR"/>
        </w:rPr>
        <w:t xml:space="preserve"> از امشب به بعد تا هر وقت حجاج آنجا باشند باز خواهد بود، معلوم شد «قائم‌مقام»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استرضاء </w:t>
      </w:r>
      <w:r w:rsidRPr="00EF35D8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استمالت </w:t>
      </w:r>
      <w:r w:rsidRPr="00EF35D8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از حجاج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عه،</w:t>
      </w:r>
      <w:r w:rsidRPr="00BA20C6">
        <w:rPr>
          <w:rtl/>
          <w:lang w:bidi="fa-IR"/>
        </w:rPr>
        <w:t xml:space="preserve"> در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واقعه روز گذشته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حکم را کرده است، ما هم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اطلاع داده شب را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«ائمه بق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ع» و اقامه عزا در آن‌جا اختصاص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درب «مسجد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تا «دروازه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ع»،</w:t>
      </w:r>
      <w:r w:rsidRPr="00BA20C6">
        <w:rPr>
          <w:rtl/>
          <w:lang w:bidi="fa-IR"/>
        </w:rPr>
        <w:t xml:space="preserve"> در تمام کوچه‌ها چراغ نصب کرده بودند،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دروازه هم تا بقعه ائمه </w:t>
      </w:r>
      <w:r w:rsidR="008F6785" w:rsidRPr="008F6785">
        <w:rPr>
          <w:rStyle w:val="libAlaemChar"/>
          <w:rtl/>
        </w:rPr>
        <w:t xml:space="preserve">عليهم‌السلام </w:t>
      </w:r>
      <w:r w:rsidRPr="00BA20C6">
        <w:rPr>
          <w:rtl/>
          <w:lang w:bidi="fa-IR"/>
        </w:rPr>
        <w:t>، چند مشعل و دو دستگاه چراغ بلند زنبور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 بودند، که تمام محوطه روشن بود و فاصله به فاصله، پل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جهت محافظت مردم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ستاده</w:t>
      </w:r>
      <w:r w:rsidRPr="00BA20C6">
        <w:rPr>
          <w:rtl/>
          <w:lang w:bidi="fa-IR"/>
        </w:rPr>
        <w:t xml:space="preserve"> بود، واقعاً شب </w:t>
      </w: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تا ساعت چهار از شب مشغول به روضه‌خوان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حالت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روزها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سابق و همچن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سنوات سابقه، معمولًا اول غروب درب «بقعه مطهره» و درب «دروازه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بستند،</w:t>
      </w:r>
      <w:r w:rsidRPr="00BA20C6">
        <w:rPr>
          <w:rtl/>
          <w:lang w:bidi="fa-IR"/>
        </w:rPr>
        <w:t xml:space="preserve">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احد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جرأت رفت و آمد در آن‌جا نداشت.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اقدام و مساعدت «قائم‌مقام» و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ف‌الشخاص»</w:t>
      </w:r>
      <w:r w:rsidRPr="00BA20C6">
        <w:rPr>
          <w:rtl/>
          <w:lang w:bidi="fa-IR"/>
        </w:rPr>
        <w:t xml:space="preserve"> که در 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</w:t>
      </w:r>
    </w:p>
    <w:p w:rsidR="00BA20C6" w:rsidRPr="00BA20C6" w:rsidRDefault="00EF35D8" w:rsidP="00EF35D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EF35D8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طلب رضا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کردن.</w:t>
      </w:r>
    </w:p>
    <w:p w:rsidR="00BA20C6" w:rsidRPr="00BA20C6" w:rsidRDefault="00BA20C6" w:rsidP="00EF35D8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دلجو</w:t>
      </w:r>
      <w:r w:rsidRPr="00BA20C6">
        <w:rPr>
          <w:rFonts w:hint="cs"/>
          <w:rtl/>
          <w:lang w:bidi="fa-IR"/>
        </w:rPr>
        <w:t>یی</w:t>
      </w:r>
      <w:r w:rsidRPr="00BA20C6">
        <w:rPr>
          <w:rtl/>
          <w:lang w:bidi="fa-IR"/>
        </w:rPr>
        <w:t>.</w:t>
      </w:r>
    </w:p>
    <w:p w:rsidR="00BA20C6" w:rsidRPr="00BA20C6" w:rsidRDefault="00EF35D8" w:rsidP="00EF35D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اتحاد</w:t>
      </w:r>
      <w:r w:rsidR="00BA20C6" w:rsidRPr="00BA20C6">
        <w:rPr>
          <w:rtl/>
          <w:lang w:bidi="fa-IR"/>
        </w:rPr>
        <w:t xml:space="preserve"> و جد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خودمان به عمل آمد، نها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تشکر و امتنان دست داد، ساعت چهار از شب مأمور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پل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</w:t>
      </w:r>
      <w:r w:rsidR="00BA20C6" w:rsidRPr="00BA20C6">
        <w:rPr>
          <w:rtl/>
          <w:lang w:bidi="fa-IR"/>
        </w:rPr>
        <w:t xml:space="preserve"> ما را دسته دسته با مشعل به منازل خودمان رسان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دند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EF35D8">
      <w:pPr>
        <w:pStyle w:val="Heading1"/>
        <w:rPr>
          <w:rtl/>
          <w:lang w:bidi="fa-IR"/>
        </w:rPr>
      </w:pPr>
      <w:bookmarkStart w:id="324" w:name="_Toc56203014"/>
      <w:bookmarkStart w:id="325" w:name="_Toc56203674"/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رانداز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فرار مردم‌</w:t>
      </w:r>
      <w:bookmarkEnd w:id="324"/>
      <w:bookmarkEnd w:id="325"/>
    </w:p>
    <w:p w:rsidR="00BA20C6" w:rsidRPr="00BA20C6" w:rsidRDefault="00BA20C6" w:rsidP="00EF35D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محرم، مطابق «هفدهم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صبح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تفنگ در شهر بلند شد،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ک‌دفعه</w:t>
      </w:r>
      <w:r w:rsidRPr="00BA20C6">
        <w:rPr>
          <w:rtl/>
          <w:lang w:bidi="fa-IR"/>
        </w:rPr>
        <w:t xml:space="preserve"> شهر به‌هم خورد و مردم رو به منازل خود فرار کردند، بعد از دو سه ساعت، معلوم شد خبر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نبوده فقط دو نفر با هم نزاع کرده، و به طرف هوا شل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نموده است. دو سه دفعه 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روزها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گذشته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اتفاق افتاد، معلوم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معمولٌ‌به و متداول است، و جهت آن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تمام مردم با اسلحه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حکومت قدرت ندارد از همه خلع سلاح بکند، و هر منازعه جزئ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منجر به شل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در شهر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ن‌طور</w:t>
      </w:r>
      <w:r w:rsidRPr="00BA20C6">
        <w:rPr>
          <w:rtl/>
          <w:lang w:bidi="fa-IR"/>
        </w:rPr>
        <w:t xml:space="preserve"> باشد از ناامن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«راه احد» ک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فرسخ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است نبا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متعجب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چند</w:t>
      </w:r>
      <w:r w:rsidRPr="00BA20C6">
        <w:rPr>
          <w:rtl/>
          <w:lang w:bidi="fa-IR"/>
        </w:rPr>
        <w:t xml:space="preserve"> روز متوال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ما عزم تشرف به «مسجد قبا» و امکنه متبرکه اطراف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نه،</w:t>
      </w:r>
      <w:r w:rsidRPr="00BA20C6">
        <w:rPr>
          <w:rtl/>
          <w:lang w:bidi="fa-IR"/>
        </w:rPr>
        <w:t xml:space="preserve"> و همچن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«فدک» را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با هرکس صحبت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راهها ناامن است، و عربانه‌چ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و خرکچ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هم جرأت رفتن ندارند.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F35D8" w:rsidP="00EF35D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26" w:name="_Toc56203015"/>
      <w:bookmarkStart w:id="327" w:name="_Toc56203675"/>
      <w:r w:rsidR="00BA20C6" w:rsidRPr="00BA20C6">
        <w:rPr>
          <w:rFonts w:hint="eastAsia"/>
          <w:rtl/>
          <w:lang w:bidi="fa-IR"/>
        </w:rPr>
        <w:lastRenderedPageBreak/>
        <w:t>عزادار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منزل قائم‌مقام‌</w:t>
      </w:r>
      <w:bookmarkEnd w:id="326"/>
      <w:bookmarkEnd w:id="327"/>
    </w:p>
    <w:p w:rsidR="00BA20C6" w:rsidRPr="00BA20C6" w:rsidRDefault="00BA20C6" w:rsidP="00EF35D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از طرف «قائم‌مقام»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غام</w:t>
      </w:r>
      <w:r w:rsidRPr="00BA20C6">
        <w:rPr>
          <w:rtl/>
          <w:lang w:bidi="fa-IR"/>
        </w:rPr>
        <w:t xml:space="preserve"> آوردند که هرچند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خودم در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بودم، و در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شما شرکت داشتم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مستف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شدم، لکن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توسل به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دالشهدا»</w:t>
      </w:r>
      <w:r w:rsidRPr="00BA20C6">
        <w:rPr>
          <w:rtl/>
          <w:lang w:bidi="fa-IR"/>
        </w:rPr>
        <w:t xml:space="preserve"> و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ض‌مند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کامل،</w:t>
      </w:r>
      <w:r w:rsidRPr="00BA20C6">
        <w:rPr>
          <w:rtl/>
          <w:lang w:bidi="fa-IR"/>
        </w:rPr>
        <w:t xml:space="preserve"> امشب و دو شب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مجلس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خانه شخص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خودم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ده‌ام،</w:t>
      </w:r>
      <w:r w:rsidRPr="00BA20C6">
        <w:rPr>
          <w:rtl/>
          <w:lang w:bidi="fa-IR"/>
        </w:rPr>
        <w:t xml:space="preserve"> خواهشمندم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سه شب را زودتر از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مراجعت 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در خانه مشترکاً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ضمناً</w:t>
      </w:r>
      <w:r w:rsidRPr="00BA20C6">
        <w:rPr>
          <w:rtl/>
          <w:lang w:bidi="fa-IR"/>
        </w:rPr>
        <w:t xml:space="preserve"> تقاضا نموده بود که روضه‌خوان هم از خودمان همراه ببر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شام هم در آنجا صرف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ما هم با تقد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تشکرات از نظر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عال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شان،</w:t>
      </w:r>
      <w:r w:rsidRPr="00BA20C6">
        <w:rPr>
          <w:rtl/>
          <w:lang w:bidi="fa-IR"/>
        </w:rPr>
        <w:t xml:space="preserve"> که مبن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همان‌نواز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جاد</w:t>
      </w:r>
      <w:r w:rsidRPr="00BA20C6">
        <w:rPr>
          <w:rtl/>
          <w:lang w:bidi="fa-IR"/>
        </w:rPr>
        <w:t xml:space="preserve"> اتحاد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فرق اسلام است، قبول نموده اول شب در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نه‌زن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کرده، به راه</w:t>
      </w:r>
      <w:r w:rsidRPr="00BA20C6">
        <w:rPr>
          <w:rFonts w:hint="eastAsia"/>
          <w:rtl/>
          <w:lang w:bidi="fa-IR"/>
        </w:rPr>
        <w:t>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مشعل‌دارها به طرف خانه «قائم‌مقام»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باغچه مصفا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که تمام آن را با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زنبور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فانوس روشن کرده بودند،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طرف،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با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مجاور آن مفروش کرده بودند، خود «قائم‌مقام» و پسرها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ف‌الشخاص»</w:t>
      </w:r>
      <w:r w:rsidRPr="00BA20C6">
        <w:rPr>
          <w:rtl/>
          <w:lang w:bidi="fa-IR"/>
        </w:rPr>
        <w:t xml:space="preserve"> با چند نفر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ستاده،</w:t>
      </w:r>
      <w:r w:rsidRPr="00BA20C6">
        <w:rPr>
          <w:rtl/>
          <w:lang w:bidi="fa-IR"/>
        </w:rPr>
        <w:t xml:space="preserve"> و با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خوش‌روئ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تواضع، از وار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اشاره به جلوس در اطاق‌ها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نمودند،</w:t>
      </w:r>
      <w:r w:rsidRPr="00BA20C6">
        <w:rPr>
          <w:rtl/>
          <w:lang w:bidi="fa-IR"/>
        </w:rPr>
        <w:t xml:space="preserve">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شخدمت‌ها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هرکس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فنجان قهوه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آوردند،</w:t>
      </w:r>
      <w:r w:rsidRPr="00BA20C6">
        <w:rPr>
          <w:rtl/>
          <w:lang w:bidi="fa-IR"/>
        </w:rPr>
        <w:t xml:space="preserve"> دو ساعت از شب گذشته شروع به روضه توسط چهار نفر روضه‌خوان عرب و عجم که قبلًا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شد، و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نه‌زن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عمل آمد و الحق جناب </w:t>
      </w:r>
      <w:r w:rsidRPr="00BA20C6">
        <w:rPr>
          <w:rFonts w:hint="eastAsia"/>
          <w:rtl/>
          <w:lang w:bidi="fa-IR"/>
        </w:rPr>
        <w:t>«حاج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عباسعل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ختم مجلس با او بود، داد سخن به مناسبت مجلس و مقام از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ذکر فضائل ائمه و مظلوم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آنها، و لزوم وحدت مسلم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عالم داد، و تمام مستندات کلام را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قرآن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اخبار وارده از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اهل سنت قرار داد، و با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حال ابداً از نزاکت </w:t>
      </w:r>
      <w:r w:rsidRPr="00BA20C6">
        <w:rPr>
          <w:rtl/>
          <w:lang w:bidi="fa-IR"/>
        </w:rPr>
        <w:lastRenderedPageBreak/>
        <w:t>لازمه در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مجلس،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ثلث آن سن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مذهب‌اند خارج نشد، پس از ختم مجلس و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مانده صرف شام کردند.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EF35D8">
      <w:pPr>
        <w:pStyle w:val="Heading1"/>
        <w:rPr>
          <w:rtl/>
          <w:lang w:bidi="fa-IR"/>
        </w:rPr>
      </w:pPr>
      <w:bookmarkStart w:id="328" w:name="_Toc56203016"/>
      <w:bookmarkStart w:id="329" w:name="_Toc56203676"/>
      <w:r w:rsidRPr="00BA20C6">
        <w:rPr>
          <w:rFonts w:hint="eastAsia"/>
          <w:rtl/>
          <w:lang w:bidi="fa-IR"/>
        </w:rPr>
        <w:t>کتابفروش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</w:t>
      </w:r>
      <w:bookmarkEnd w:id="328"/>
      <w:bookmarkEnd w:id="329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محرم، مطابق «ه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مدت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هفته بود که من در دکان‌ها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کتابفروش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تجسس از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نمودم</w:t>
      </w:r>
      <w:r w:rsidRPr="00BA20C6">
        <w:rPr>
          <w:rtl/>
          <w:lang w:bidi="fa-IR"/>
        </w:rPr>
        <w:t xml:space="preserve"> و کتاب مهم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افتم،</w:t>
      </w:r>
      <w:r w:rsidRPr="00BA20C6">
        <w:rPr>
          <w:rtl/>
          <w:lang w:bidi="fa-IR"/>
        </w:rPr>
        <w:t xml:space="preserve"> جز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جلد کتاب موسوم به «وفاء الوفاء باخبار آل‌المصطف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در واقع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زندگان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ختم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مرتبت» است، با تفص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«مسجد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توسط خلفا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در ازمنه مختلفه در آن داده شده، و شرح تمام مقامات متبرکه و مساجد و «مشاهد»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و اطراف آن. ضمناً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کتابفروش موسوم به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حسن اول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ازاده»</w:t>
      </w:r>
      <w:r w:rsidRPr="00BA20C6">
        <w:rPr>
          <w:rtl/>
          <w:lang w:bidi="fa-IR"/>
        </w:rPr>
        <w:t xml:space="preserve"> آشنا و مأنوس شده بودم، و با 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در دکانش کراراً مباحثا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مذهب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کردم،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مستعد و متما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به تش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EB3F0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امروز بر حسب وعده‌ا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با 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«حاج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عباس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واعظ 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در محضر «قاض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کابل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الأصل»</w:t>
      </w:r>
      <w:r w:rsidRPr="00BA20C6">
        <w:rPr>
          <w:rtl/>
          <w:lang w:bidi="fa-IR"/>
        </w:rPr>
        <w:t xml:space="preserve"> مجاور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رفته، و مدت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قاض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مزبور که مرد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فاضل و عالم و مطلع از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کتب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و عقا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فتاوا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علما ما بود، و در فن محاوره و </w:t>
      </w:r>
      <w:r w:rsidRPr="00BA20C6">
        <w:rPr>
          <w:rFonts w:hint="eastAsia"/>
          <w:rtl/>
          <w:lang w:bidi="fa-IR"/>
        </w:rPr>
        <w:t>مجادله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طولائ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 مشغول مباحثه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موضوع صحبت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بود، که حکم اله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باب تع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جانشن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مسلم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ست؟</w:t>
      </w:r>
      <w:r w:rsidRPr="00BA20C6">
        <w:rPr>
          <w:rtl/>
          <w:lang w:bidi="fa-IR"/>
        </w:rPr>
        <w:t xml:space="preserve"> هرگاه عدم تع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تنص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تفو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به جماعت مسلم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بوده، چنان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«پ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</w:t>
      </w:r>
      <w:r w:rsidRPr="00BA20C6">
        <w:rPr>
          <w:rtl/>
          <w:lang w:bidi="fa-IR"/>
        </w:rPr>
        <w:t xml:space="preserve"> اکرم» کرده، پس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اول» چرا برخلاف آن رفتار، و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جانش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خود قرار داد؟ و اگر نصب جانش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لازم بوده چرا «پ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غمبر»</w:t>
      </w:r>
      <w:r w:rsidRPr="00BA20C6">
        <w:rPr>
          <w:rtl/>
          <w:lang w:bidi="fa-IR"/>
        </w:rPr>
        <w:t xml:space="preserve"> و «عثمان بن </w:t>
      </w:r>
      <w:r w:rsidRPr="00BA20C6">
        <w:rPr>
          <w:rtl/>
          <w:lang w:bidi="fa-IR"/>
        </w:rPr>
        <w:lastRenderedPageBreak/>
        <w:t>عفان» نکردند؟ و اگر رأ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جماعت در انتخاب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لازم بوده، چرا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امر را به نظر چند نفر احاله نمود،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حق را از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مسلم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سلب کرده؟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صحبت از عدم اخت</w:t>
      </w:r>
      <w:r w:rsidRPr="00BA20C6">
        <w:rPr>
          <w:rFonts w:hint="eastAsia"/>
          <w:rtl/>
          <w:lang w:bidi="fa-IR"/>
        </w:rPr>
        <w:t>صاص</w:t>
      </w:r>
      <w:r w:rsidRPr="00BA20C6">
        <w:rPr>
          <w:rtl/>
          <w:lang w:bidi="fa-IR"/>
        </w:rPr>
        <w:t xml:space="preserve"> «آ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تطه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به «خمسه 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به»</w:t>
      </w:r>
      <w:r w:rsidRPr="00BA20C6">
        <w:rPr>
          <w:rtl/>
          <w:lang w:bidi="fa-IR"/>
        </w:rPr>
        <w:t xml:space="preserve"> چنانچه عامه </w:t>
      </w:r>
      <w:r w:rsidRPr="00BA20C6">
        <w:rPr>
          <w:rFonts w:hint="eastAsia"/>
          <w:rtl/>
          <w:lang w:bidi="fa-IR"/>
        </w:rPr>
        <w:t>قائل‌اند</w:t>
      </w:r>
      <w:r w:rsidRPr="00BA20C6">
        <w:rPr>
          <w:rtl/>
          <w:lang w:bidi="fa-IR"/>
        </w:rPr>
        <w:t xml:space="preserve"> بود، با آن که ضما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ما قبل و ما بعد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مبارکه، همه جمع مؤنث و راجع به «نساء نب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است، و ضما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جمع مذکراند، که مرجع آنها «اهل‌الب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ت»</w:t>
      </w:r>
      <w:r w:rsidRPr="00BA20C6">
        <w:rPr>
          <w:rtl/>
          <w:lang w:bidi="fa-IR"/>
        </w:rPr>
        <w:t xml:space="preserve"> است، و به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مبارکه و عدم مراعات ترت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«مک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«مدن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قرآن، استناد به تحر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وضع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آن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بالأخره</w:t>
      </w:r>
      <w:r w:rsidRPr="00BA20C6">
        <w:rPr>
          <w:rtl/>
          <w:lang w:bidi="fa-IR"/>
        </w:rPr>
        <w:t xml:space="preserve"> مجلس بدون تسل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احدالطرف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ختم، و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حسن اول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ازاده»</w:t>
      </w:r>
      <w:r w:rsidRPr="00BA20C6">
        <w:rPr>
          <w:rtl/>
          <w:lang w:bidi="fa-IR"/>
        </w:rPr>
        <w:t xml:space="preserve"> بر مراتب تما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اجتذاب‌اش به مذهب تش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افزوده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</w:t>
      </w:r>
      <w:r w:rsidRPr="00BA20C6">
        <w:rPr>
          <w:rtl/>
          <w:lang w:bidi="fa-IR"/>
        </w:rPr>
        <w:t xml:space="preserve"> ان‌شاءاللَّه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شهر فوراً به «عراق» رفته مجاور خواهم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بعد از ظهر خبر آوردند، که پس فردا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است. و معلوم شد که همان روزها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اول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ف‌الشخاص»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جلب رضا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انجام خواهش ما،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ثلث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از جمالها که از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ن‌الحرم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بودند گرفته، و آنها را مرخص کرده و با همان وجه از جمال‌ها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شت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به قدر کفا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 است، ضمناً مکشوف شد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روز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حجاج به عنوان خرج لنگ گرفته است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اساس</w:t>
      </w:r>
      <w:r w:rsidRPr="00BA20C6">
        <w:rPr>
          <w:rtl/>
          <w:lang w:bidi="fa-IR"/>
        </w:rPr>
        <w:t xml:space="preserve"> بوده، و حمله‌دارها و مقوم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 وجوهات را خودشان جمع کرده و خورده‌اند.</w:t>
      </w:r>
    </w:p>
    <w:p w:rsidR="00BA20C6" w:rsidRPr="00BA20C6" w:rsidRDefault="00EB3F0D" w:rsidP="00EB3F0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0" w:name="_Toc56203017"/>
      <w:bookmarkStart w:id="331" w:name="_Toc56203677"/>
      <w:r w:rsidR="00BA20C6" w:rsidRPr="00BA20C6">
        <w:rPr>
          <w:rFonts w:hint="eastAsia"/>
          <w:rtl/>
          <w:lang w:bidi="fa-IR"/>
        </w:rPr>
        <w:lastRenderedPageBreak/>
        <w:t>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حضرت عبداللَّه‌</w:t>
      </w:r>
      <w:bookmarkEnd w:id="330"/>
      <w:bookmarkEnd w:id="33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EB3F0D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طرف عصر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عبداللَّه بن عبدالمطلب» پدر بزرگوار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دالمرسل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در جانب شمال غرب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«حرم مطهر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حدود اواخر شهر مدفون است، و بقعه و صحن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دارد. بعد در خارج دروازه باب‌السلام،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tl/>
          <w:lang w:bidi="fa-IR"/>
        </w:rPr>
        <w:t xml:space="preserve"> گردش کرده، در «مسجد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«مسجد غمامه» و «مسجد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بکر»</w:t>
      </w:r>
      <w:r w:rsidRPr="00BA20C6">
        <w:rPr>
          <w:rtl/>
          <w:lang w:bidi="fa-IR"/>
        </w:rPr>
        <w:t xml:space="preserve"> نماز بجا آورده تماشائ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به «حرم مطهر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مشرف شده به جانب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ضمناً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«حضرت اسم</w:t>
      </w:r>
      <w:r w:rsidR="00EB3F0D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بن جعفر الصادق» را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«حضرت 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بن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طالب»</w:t>
      </w:r>
      <w:r w:rsidRPr="00BA20C6">
        <w:rPr>
          <w:rtl/>
          <w:lang w:bidi="fa-IR"/>
        </w:rPr>
        <w:t xml:space="preserve"> را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شب را بعد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به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ماض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</w:t>
      </w:r>
      <w:r w:rsidRPr="00EB3F0D">
        <w:rPr>
          <w:rStyle w:val="libFootnotenumChar"/>
          <w:rtl/>
        </w:rPr>
        <w:t xml:space="preserve">(1) </w:t>
      </w:r>
      <w:r w:rsidRPr="00BA20C6">
        <w:rPr>
          <w:rtl/>
          <w:lang w:bidi="fa-IR"/>
        </w:rPr>
        <w:t>مشعل‌چ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ما را به طرف خانه «قائم‌مقام» دلالت کردند، در آن‌جا هم به شرح شب گذشته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کامل به عمل آمد، و الحق «قائم‌مقام» و خانواده‌اش ولو بنا به مصلحت و صورت ظاهر بود، درست با ما شرکت در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سوگوار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 و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احترامات و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ما نمودند، و باز «حاج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عباسعل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مجلس را 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انات</w:t>
      </w:r>
      <w:r w:rsidRPr="00BA20C6">
        <w:rPr>
          <w:rtl/>
          <w:lang w:bidi="fa-IR"/>
        </w:rPr>
        <w:t xml:space="preserve"> جامع سودمند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ذکر فضائل «اهل الب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</w:t>
      </w:r>
      <w:r w:rsidR="008F6785" w:rsidRPr="008F6785">
        <w:rPr>
          <w:rStyle w:val="libAlaemChar"/>
          <w:rtl/>
        </w:rPr>
        <w:t xml:space="preserve">عليهم‌السلام </w:t>
      </w:r>
      <w:r w:rsidRPr="00BA20C6">
        <w:rPr>
          <w:rtl/>
          <w:lang w:bidi="fa-IR"/>
        </w:rPr>
        <w:t>» مز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به دعا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علما و امراء و پادشاهان اسلام، خاصه «پادشاه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و «سلطان حجاز» ختم نمود امشب هم جمع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نگاهداشته اطعام نمودند.</w:t>
      </w:r>
    </w:p>
    <w:p w:rsidR="00BA20C6" w:rsidRPr="00BA20C6" w:rsidRDefault="00EB3F0D" w:rsidP="00EB3F0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2" w:name="_Toc56203018"/>
      <w:bookmarkStart w:id="333" w:name="_Toc56203678"/>
      <w:r w:rsidR="00BA20C6" w:rsidRPr="00BA20C6">
        <w:rPr>
          <w:rFonts w:hint="eastAsia"/>
          <w:rtl/>
          <w:lang w:bidi="fa-IR"/>
        </w:rPr>
        <w:lastRenderedPageBreak/>
        <w:t>راه‌آهن</w:t>
      </w:r>
      <w:r w:rsidR="00BA20C6" w:rsidRPr="00BA20C6">
        <w:rPr>
          <w:rtl/>
          <w:lang w:bidi="fa-IR"/>
        </w:rPr>
        <w:t xml:space="preserve"> 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نه‌</w:t>
      </w:r>
      <w:bookmarkEnd w:id="332"/>
      <w:bookmarkEnd w:id="33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محرم، مطابق «نوزدهم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پس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«حرم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هرچه سع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مرکوب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جهت رفتن به «مسجد قبا»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«فدک»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فراهم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امد،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راهها امن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عبداللَّه بن عبدالمطلب»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بعد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گارد را</w:t>
      </w:r>
      <w:r w:rsidRPr="00BA20C6">
        <w:rPr>
          <w:rFonts w:hint="eastAsia"/>
          <w:rtl/>
          <w:lang w:bidi="fa-IR"/>
        </w:rPr>
        <w:t>ه‌آهن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به «شام»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به واسطه انقلابات «شام»، و شورش‌ها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«مل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آنجا بر ضد مداخلات دولت «فرانسه» و لنگ بودن، شمن‌دوفر </w:t>
      </w:r>
      <w:r w:rsidRPr="00EA299A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دائر است، مؤسس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شمن‌دوفر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</w:p>
    <w:p w:rsidR="00BA20C6" w:rsidRPr="00BA20C6" w:rsidRDefault="00EA299A" w:rsidP="00EA29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EA299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شب گذشته.</w:t>
      </w:r>
    </w:p>
    <w:p w:rsidR="00BA20C6" w:rsidRPr="00BA20C6" w:rsidRDefault="00BA20C6" w:rsidP="00EA299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لفظ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فرانسو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قطار و راه آهن.</w:t>
      </w:r>
    </w:p>
    <w:p w:rsidR="00BA20C6" w:rsidRPr="00BA20C6" w:rsidRDefault="00EA299A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گارد،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مسجد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قشنگ و باشکوه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ساخته است که قابل تماشا است، تمام در و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وار</w:t>
      </w:r>
      <w:r w:rsidR="00BA20C6" w:rsidRPr="00BA20C6">
        <w:rPr>
          <w:rtl/>
          <w:lang w:bidi="fa-IR"/>
        </w:rPr>
        <w:t xml:space="preserve"> و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وان‌ها</w:t>
      </w:r>
      <w:r w:rsidR="00BA20C6" w:rsidRPr="00BA20C6">
        <w:rPr>
          <w:rtl/>
          <w:lang w:bidi="fa-IR"/>
        </w:rPr>
        <w:t xml:space="preserve"> و سقف مسجد، از سنگ‌ها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اه</w:t>
      </w:r>
      <w:r w:rsidR="00BA20C6" w:rsidRPr="00BA20C6">
        <w:rPr>
          <w:rtl/>
          <w:lang w:bidi="fa-IR"/>
        </w:rPr>
        <w:t xml:space="preserve"> تراش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بنا شده است، و به قدر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فواصل قطعات سنگها را تنگ گرفته‌اند، که تا شخص نزد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نرود آن فواصل را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ند،</w:t>
      </w:r>
      <w:r w:rsidR="00BA20C6" w:rsidRPr="00BA20C6">
        <w:rPr>
          <w:rtl/>
          <w:lang w:bidi="fa-IR"/>
        </w:rPr>
        <w:t xml:space="preserve"> و از داخل و خارج گمان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</w:t>
      </w:r>
      <w:r w:rsidR="00BA20C6" w:rsidRPr="00BA20C6">
        <w:rPr>
          <w:rtl/>
          <w:lang w:bidi="fa-IR"/>
        </w:rPr>
        <w:t xml:space="preserve"> که مسجد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قطعه سنگ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اه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ک‌پارچه</w:t>
      </w:r>
      <w:r w:rsidR="00BA20C6" w:rsidRPr="00BA20C6">
        <w:rPr>
          <w:rtl/>
          <w:lang w:bidi="fa-IR"/>
        </w:rPr>
        <w:t xml:space="preserve"> حجار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مراجعت از آن‌جا به «باب‌السلام»، تمام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tl/>
          <w:lang w:bidi="fa-IR"/>
        </w:rPr>
        <w:t xml:space="preserve"> و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در چند موضع طاق نصرت جهت ورود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عبداللَّه» پسر «سلطان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بسته بودند. تاکنون چه در «مکه» و چه در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هرجا اسم «سلطان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 القاب (جلالةالملک،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مؤسس الحکومة العرب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الدولة الهاشم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>) و جز آن تعب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شده بود، امروز در طاق نصرت‌ها، به خط درشت او را به عنوان (خل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فة</w:t>
      </w:r>
      <w:r w:rsidRPr="00BA20C6">
        <w:rPr>
          <w:rtl/>
          <w:lang w:bidi="fa-IR"/>
        </w:rPr>
        <w:t xml:space="preserve"> رسول‌اللَّه) اسم برده بودند، چون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فات</w:t>
      </w:r>
      <w:r w:rsidRPr="00BA20C6">
        <w:rPr>
          <w:rtl/>
          <w:lang w:bidi="fa-IR"/>
        </w:rPr>
        <w:t xml:space="preserve"> به دستور حکومت تدارک شده است، معلوم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که «سلطان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داع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خلافت مطلقه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دارد.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مراجعت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دفعه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کتابخانه «مسجد مطهر» که شرح آن داده شده است رفته به خانه برگشت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بعد از آن که چند روز بود صحبت حرکت از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نه»،</w:t>
      </w:r>
      <w:r w:rsidRPr="00BA20C6">
        <w:rPr>
          <w:rtl/>
          <w:lang w:bidi="fa-IR"/>
        </w:rPr>
        <w:t xml:space="preserve"> و اخبار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اساس</w:t>
      </w:r>
      <w:r w:rsidRPr="00BA20C6">
        <w:rPr>
          <w:rtl/>
          <w:lang w:bidi="fa-IR"/>
        </w:rPr>
        <w:t xml:space="preserve"> راجع به اغتشاش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نْبُع»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بود.</w:t>
      </w:r>
    </w:p>
    <w:p w:rsidR="00EA299A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طرف عصر خبر قطع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حجاج که قسمت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آنها خسته و نگران شده بودند،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و نقل مکان به خارج شهر،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دروازه «احد» گذاشتند، ما هم اسباب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توسط «حاج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عکام» و «حاج ابوالحسن طباخ» که دو سه روز بود آشت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="00EA299A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‌مان</w:t>
      </w:r>
      <w:r w:rsidRPr="00BA20C6">
        <w:rPr>
          <w:rtl/>
          <w:lang w:bidi="fa-IR"/>
        </w:rPr>
        <w:t xml:space="preserve"> آمده بو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حمل و </w:t>
      </w:r>
      <w:r w:rsidRPr="00BA20C6">
        <w:rPr>
          <w:rtl/>
          <w:lang w:bidi="fa-IR"/>
        </w:rPr>
        <w:lastRenderedPageBreak/>
        <w:t>نقل به خارج شهر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خودمان در شهر توقف، و دستور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ةاللَّه»</w:t>
      </w:r>
      <w:r w:rsidRPr="00BA20C6">
        <w:rPr>
          <w:rtl/>
          <w:lang w:bidi="fa-IR"/>
        </w:rPr>
        <w:t xml:space="preserve"> صاحب خانه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EA299A" w:rsidP="00EA299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4" w:name="_Toc56203019"/>
      <w:bookmarkStart w:id="335" w:name="_Toc56203679"/>
      <w:r w:rsidR="00BA20C6" w:rsidRPr="00BA20C6">
        <w:rPr>
          <w:rFonts w:hint="eastAsia"/>
          <w:rtl/>
          <w:lang w:bidi="fa-IR"/>
        </w:rPr>
        <w:lastRenderedPageBreak/>
        <w:t>سادات</w:t>
      </w:r>
      <w:r w:rsidR="00BA20C6" w:rsidRPr="00BA20C6">
        <w:rPr>
          <w:rtl/>
          <w:lang w:bidi="fa-IR"/>
        </w:rPr>
        <w:t xml:space="preserve"> مد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نه‌</w:t>
      </w:r>
      <w:bookmarkEnd w:id="334"/>
      <w:bookmarkEnd w:id="33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و چند روز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ش،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«سادات حسن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ساکن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قراء اطراف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نه»،</w:t>
      </w:r>
      <w:r w:rsidRPr="00BA20C6">
        <w:rPr>
          <w:rtl/>
          <w:lang w:bidi="fa-IR"/>
        </w:rPr>
        <w:t xml:space="preserve"> دسته دسته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حجاج آمده، و هرکس به فراخور حال خود، به آنها اعانت و دستگ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و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تعجب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جماعت، عرب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ح‌تر</w:t>
      </w:r>
      <w:r w:rsidRPr="00BA20C6">
        <w:rPr>
          <w:rtl/>
          <w:lang w:bidi="fa-IR"/>
        </w:rPr>
        <w:t xml:space="preserve"> و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ن‌تر</w:t>
      </w:r>
      <w:r w:rsidRPr="00BA20C6">
        <w:rPr>
          <w:rtl/>
          <w:lang w:bidi="fa-IR"/>
        </w:rPr>
        <w:t xml:space="preserve"> از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ساکن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«مکه و م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تکلم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حمله‌دار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گفت،</w:t>
      </w:r>
      <w:r w:rsidRPr="00BA20C6">
        <w:rPr>
          <w:rtl/>
          <w:lang w:bidi="fa-IR"/>
        </w:rPr>
        <w:t xml:space="preserve"> علتش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ن‌ها</w:t>
      </w:r>
      <w:r w:rsidRPr="00BA20C6">
        <w:rPr>
          <w:rtl/>
          <w:lang w:bidi="fa-IR"/>
        </w:rPr>
        <w:t xml:space="preserve"> عرب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الاصل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باشند،</w:t>
      </w:r>
      <w:r w:rsidRPr="00BA20C6">
        <w:rPr>
          <w:rtl/>
          <w:lang w:bidi="fa-IR"/>
        </w:rPr>
        <w:t xml:space="preserve"> و اغلب سکنه «مکه و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از مجاور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ن‌اند</w:t>
      </w:r>
      <w:r w:rsidRPr="00BA20C6">
        <w:rPr>
          <w:rtl/>
          <w:lang w:bidi="fa-IR"/>
        </w:rPr>
        <w:t xml:space="preserve"> که اصل آنها «هند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«کابل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«ترک»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غروب</w:t>
      </w:r>
      <w:r w:rsidRPr="00BA20C6">
        <w:rPr>
          <w:rtl/>
          <w:lang w:bidi="fa-IR"/>
        </w:rPr>
        <w:t xml:space="preserve"> در «مسجد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نماز خوانده،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«ائمه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مشرف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امشب هم مثل دو شب گذشته،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مشعل‌ها به امر «قائم‌مقام» در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روشن، و پل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س‌ها</w:t>
      </w:r>
      <w:r w:rsidRPr="00BA20C6">
        <w:rPr>
          <w:rtl/>
          <w:lang w:bidi="fa-IR"/>
        </w:rPr>
        <w:t xml:space="preserve"> مراقب انتظام و امن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بودند، افسوس که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فات،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شب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احترامات ما بعمل آمده، و بعد ا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باز اول غروب تمام «بق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قابل عبور و مرور خواهد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 از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دستور دو شب قبل به خانه «قائم‌مقام»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ختم روضه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نه‌زن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منزل برگشته صرف طعام و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A299A" w:rsidP="00EA299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6" w:name="_Toc56203020"/>
      <w:bookmarkStart w:id="337" w:name="_Toc56203680"/>
      <w:r w:rsidR="00BA20C6" w:rsidRPr="00BA20C6">
        <w:rPr>
          <w:rFonts w:hint="eastAsia"/>
          <w:rtl/>
          <w:lang w:bidi="fa-IR"/>
        </w:rPr>
        <w:lastRenderedPageBreak/>
        <w:t>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وداع‌</w:t>
      </w:r>
      <w:bookmarkEnd w:id="336"/>
      <w:bookmarkEnd w:id="33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محرم،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صبح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 در «حرم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«حرم ائمه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ع»</w:t>
      </w:r>
      <w:r w:rsidRPr="00BA20C6">
        <w:rPr>
          <w:rtl/>
          <w:lang w:bidi="fa-IR"/>
        </w:rPr>
        <w:t xml:space="preserve"> به‌جا آورده،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خارج «دروازه احد» که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حجاج را در آنجا زده بودند، و معلوم شد که امروز و امشب هم لنگ است، و هزاران صحبت راجع به عدم امن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راه </w:t>
      </w:r>
    </w:p>
    <w:p w:rsidR="00BA20C6" w:rsidRPr="00BA20C6" w:rsidRDefault="00BA20C6" w:rsidP="00EA299A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نْبُع»،</w:t>
      </w:r>
      <w:r w:rsidRPr="00BA20C6">
        <w:rPr>
          <w:rtl/>
          <w:lang w:bidi="fa-IR"/>
        </w:rPr>
        <w:t xml:space="preserve"> و احتمال مراجعت از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و «رابُغ» به «جده»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و از جهت گرما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فوق‌العاده ما به شهر مراجعت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ضمناً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مسجد و «حرم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مشرف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مسجد امروزه به شرح 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است: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محوطه که طول آن از شمال به جنوب است به دو قسمت شده: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اولًا</w:t>
      </w:r>
      <w:r w:rsidRPr="00BA20C6">
        <w:rPr>
          <w:rtl/>
          <w:lang w:bidi="fa-IR"/>
        </w:rPr>
        <w:t>: قسمت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سرگشوده و در حکم صحن مسجد است، در سه طرف غرب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شرق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شبستانهائ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 که مسقف است، که عرض‌آن دو سه طاق است، و طاق‌ها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ستون‌ها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قرار گرفته.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>: قسمت جنوب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تماماً مسقف و در حکم چهل ستون‌ها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مصطلح ما است، که ستونها از سنگ مرمر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سنگ معمول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«ضر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مطهر»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قسمت در جانب مشرق واقع شده،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قسمت تماماً مفروش از سنگ‌ها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مرمر قد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که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همه‌جا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نازک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پهن است، و در فواصل ستون‌ها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و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روغن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تون</w:t>
      </w:r>
      <w:r w:rsidRPr="00BA20C6">
        <w:rPr>
          <w:rtl/>
          <w:lang w:bidi="fa-IR"/>
        </w:rPr>
        <w:t xml:space="preserve"> در شب روشن است، سطح تمام مسجد و صحن شبستانها، متساو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در منتها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نظافت و پاک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ابداً عبور و مرور جز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نماز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A299A" w:rsidP="00EA299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8" w:name="_Toc56203021"/>
      <w:bookmarkStart w:id="339" w:name="_Toc56203681"/>
      <w:r w:rsidR="00BA20C6" w:rsidRPr="00BA20C6">
        <w:rPr>
          <w:rFonts w:hint="eastAsia"/>
          <w:rtl/>
          <w:lang w:bidi="fa-IR"/>
        </w:rPr>
        <w:lastRenderedPageBreak/>
        <w:t>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ژگ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مسجد نبو</w:t>
      </w:r>
      <w:r w:rsidR="00BA20C6" w:rsidRPr="00BA20C6">
        <w:rPr>
          <w:rFonts w:hint="cs"/>
          <w:rtl/>
          <w:lang w:bidi="fa-IR"/>
        </w:rPr>
        <w:t>ی‌</w:t>
      </w:r>
      <w:bookmarkEnd w:id="338"/>
      <w:bookmarkEnd w:id="339"/>
    </w:p>
    <w:p w:rsidR="00BA20C6" w:rsidRPr="00BA20C6" w:rsidRDefault="00BA20C6" w:rsidP="00EA299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مسجد</w:t>
      </w:r>
      <w:r w:rsidRPr="00BA20C6">
        <w:rPr>
          <w:rtl/>
          <w:lang w:bidi="fa-IR"/>
        </w:rPr>
        <w:t xml:space="preserve">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پنج در دارد، «باب مج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شمال، «باب‌الرحمن» و «باب‌السلام» در طرف مغرب، «باب‌النساء» و «باب فاطمه» که آن را «باب جبرئ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در طرف مشرق، و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تمام پنج درب، کفش‌داران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نگاهدار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کفشها در همه وقت نشسته و حاضراند.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«مرقدمطهرنبو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دوضر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دارد، و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داخل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محفوف و ملفوف به پرده‌ها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ماهوت اعل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به فاصله چند ذرع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که</w:t>
      </w:r>
      <w:r w:rsidRPr="00BA20C6">
        <w:rPr>
          <w:rtl/>
          <w:lang w:bidi="fa-IR"/>
        </w:rPr>
        <w:t xml:space="preserve"> از آهن و به طور مشبک ساخته شده، جزء قسمت جنوب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در طرف قبر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اول و 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و از برنج ساخته شده، خانه «حضرت صد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عليها‌السلام </w:t>
      </w:r>
      <w:r w:rsidRPr="00BA20C6">
        <w:rPr>
          <w:rtl/>
          <w:lang w:bidi="fa-IR"/>
        </w:rPr>
        <w:t>» در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 که امروز قسمت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داخل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مستخدم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حرم سه طبقه‌اند: اول کفشداران، دوم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ارتنامه‌خوان‌ها،</w:t>
      </w:r>
      <w:r w:rsidRPr="00BA20C6">
        <w:rPr>
          <w:rtl/>
          <w:lang w:bidi="fa-IR"/>
        </w:rPr>
        <w:t xml:space="preserve"> سوم خادم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طبقه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به نوبت در «صفه»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قرائت قرآن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حفظ انتظامات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چراغ‌ها را روشن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تمام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راهن</w:t>
      </w:r>
      <w:r w:rsidRPr="00BA20C6">
        <w:rPr>
          <w:rtl/>
          <w:lang w:bidi="fa-IR"/>
        </w:rPr>
        <w:t xml:space="preserve">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بلند در بر، و عمامه سف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بر سر دارند، و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ظر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پاک و پاک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زه‌اند</w:t>
      </w:r>
      <w:r w:rsidRPr="00BA20C6">
        <w:rPr>
          <w:rtl/>
          <w:lang w:bidi="fa-IR"/>
        </w:rPr>
        <w:t xml:space="preserve"> که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همه‌روزه صابون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زنند</w:t>
      </w:r>
      <w:r w:rsidRPr="00BA20C6">
        <w:rPr>
          <w:rtl/>
          <w:lang w:bidi="fa-IR"/>
        </w:rPr>
        <w:t xml:space="preserve"> و لباس عوض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 xml:space="preserve"> و مطلقاً اخاذ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طلب انعام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EA299A" w:rsidP="00EA299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0" w:name="_Toc56203022"/>
      <w:bookmarkStart w:id="341" w:name="_Toc56203682"/>
      <w:r w:rsidR="00BA20C6" w:rsidRPr="00BA20C6">
        <w:rPr>
          <w:rFonts w:hint="eastAsia"/>
          <w:rtl/>
          <w:lang w:bidi="fa-IR"/>
        </w:rPr>
        <w:lastRenderedPageBreak/>
        <w:t>ضر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ح</w:t>
      </w:r>
      <w:r w:rsidR="00BA20C6" w:rsidRPr="00BA20C6">
        <w:rPr>
          <w:rtl/>
          <w:lang w:bidi="fa-IR"/>
        </w:rPr>
        <w:t xml:space="preserve"> مطهر</w:t>
      </w:r>
      <w:bookmarkEnd w:id="340"/>
      <w:bookmarkEnd w:id="341"/>
    </w:p>
    <w:p w:rsidR="00BA20C6" w:rsidRPr="00BA20C6" w:rsidRDefault="00BA20C6" w:rsidP="00EA299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مطهر چند درب دارد: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</w:t>
      </w:r>
      <w:r w:rsidRPr="00BA20C6">
        <w:rPr>
          <w:rtl/>
          <w:lang w:bidi="fa-IR"/>
        </w:rPr>
        <w:t xml:space="preserve"> در طرف مشرق که غروب به غروب باز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و خدام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آداب و احترامات مخصوص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برده در 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گذارند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دوم</w:t>
      </w:r>
      <w:r w:rsidRPr="00BA20C6">
        <w:rPr>
          <w:rtl/>
          <w:lang w:bidi="fa-IR"/>
        </w:rPr>
        <w:t xml:space="preserve"> در جانب شمال، که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در آهن نوشته شده است «أنشأ هذه المقصورة الشر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فة</w:t>
      </w:r>
      <w:r w:rsidRPr="00BA20C6">
        <w:rPr>
          <w:rtl/>
          <w:lang w:bidi="fa-IR"/>
        </w:rPr>
        <w:t xml:space="preserve"> السلطان الملک الأشرف أبو النصر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تبا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عام ثمان و 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ثما نمائة من الهجرة النبو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ة»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سوم</w:t>
      </w:r>
      <w:r w:rsidRPr="00BA20C6">
        <w:rPr>
          <w:rtl/>
          <w:lang w:bidi="fa-IR"/>
        </w:rPr>
        <w:t xml:space="preserve"> در جانب مغرب که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 محسوب است و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درب، عبارت سابقه نوشته شده است با جزئ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تفاوت.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در 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«محراب تهجد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نوشته شده است </w:t>
      </w:r>
      <w:r w:rsidR="0026049F" w:rsidRPr="0026049F">
        <w:rPr>
          <w:rStyle w:val="libAlaemChar"/>
          <w:rFonts w:hint="cs"/>
          <w:rtl/>
        </w:rPr>
        <w:t>(</w:t>
      </w:r>
      <w:r w:rsidRPr="0026049F">
        <w:rPr>
          <w:rStyle w:val="libAieChar"/>
          <w:rtl/>
        </w:rPr>
        <w:t>وَمِنَ اللَّ</w:t>
      </w:r>
      <w:r w:rsidRPr="0026049F">
        <w:rPr>
          <w:rStyle w:val="libAieChar"/>
          <w:rFonts w:hint="cs"/>
          <w:rtl/>
        </w:rPr>
        <w:t>ی</w:t>
      </w:r>
      <w:r w:rsidRPr="0026049F">
        <w:rPr>
          <w:rStyle w:val="libAieChar"/>
          <w:rFonts w:hint="eastAsia"/>
          <w:rtl/>
        </w:rPr>
        <w:t>لِ</w:t>
      </w:r>
      <w:r w:rsidRPr="0026049F">
        <w:rPr>
          <w:rStyle w:val="libAieChar"/>
          <w:rtl/>
        </w:rPr>
        <w:t xml:space="preserve"> فَتَهَجَّدْ بِهِ نافِلَةً لَکَ عَس</w:t>
      </w:r>
      <w:r w:rsidRPr="0026049F">
        <w:rPr>
          <w:rStyle w:val="libAieChar"/>
          <w:rFonts w:hint="cs"/>
          <w:rtl/>
        </w:rPr>
        <w:t>ی</w:t>
      </w:r>
      <w:r w:rsidRPr="0026049F">
        <w:rPr>
          <w:rStyle w:val="libAieChar"/>
          <w:rtl/>
        </w:rPr>
        <w:t xml:space="preserve"> أنْ </w:t>
      </w:r>
      <w:r w:rsidRPr="0026049F">
        <w:rPr>
          <w:rStyle w:val="libAieChar"/>
          <w:rFonts w:hint="cs"/>
          <w:rtl/>
        </w:rPr>
        <w:t>یَ</w:t>
      </w:r>
      <w:r w:rsidRPr="0026049F">
        <w:rPr>
          <w:rStyle w:val="libAieChar"/>
          <w:rFonts w:hint="eastAsia"/>
          <w:rtl/>
        </w:rPr>
        <w:t>بْعَثَکَ</w:t>
      </w:r>
      <w:r w:rsidRPr="0026049F">
        <w:rPr>
          <w:rStyle w:val="libAieChar"/>
          <w:rtl/>
        </w:rPr>
        <w:t xml:space="preserve"> رَبُّکَ مقاماً مَحْموداً</w:t>
      </w:r>
      <w:r w:rsidR="0026049F" w:rsidRPr="0026049F">
        <w:rPr>
          <w:rStyle w:val="libAlaemChar"/>
          <w:rFonts w:hint="cs"/>
          <w:rtl/>
        </w:rPr>
        <w:t>)</w:t>
      </w:r>
      <w:r w:rsidRPr="00BA20C6">
        <w:rPr>
          <w:rtl/>
          <w:lang w:bidi="fa-IR"/>
        </w:rPr>
        <w:t xml:space="preserve"> </w:t>
      </w:r>
      <w:r w:rsidRPr="0026049F">
        <w:rPr>
          <w:rStyle w:val="libFootnotenumChar"/>
          <w:rtl/>
        </w:rPr>
        <w:t>(1)</w:t>
      </w:r>
    </w:p>
    <w:p w:rsidR="0026049F" w:rsidRPr="00BA20C6" w:rsidRDefault="00BA20C6" w:rsidP="0026049F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محراب نبو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نوشته شده است</w:t>
      </w:r>
      <w:r w:rsidR="0026049F" w:rsidRPr="0026049F">
        <w:rPr>
          <w:rStyle w:val="libAlaemChar"/>
          <w:rFonts w:hint="cs"/>
          <w:rtl/>
        </w:rPr>
        <w:t>(</w:t>
      </w:r>
      <w:r w:rsidRPr="00BA20C6">
        <w:rPr>
          <w:rtl/>
          <w:lang w:bidi="fa-IR"/>
        </w:rPr>
        <w:t xml:space="preserve"> </w:t>
      </w:r>
      <w:r w:rsidRPr="0026049F">
        <w:rPr>
          <w:rStyle w:val="libAieChar"/>
          <w:rtl/>
        </w:rPr>
        <w:t>کُلَّما دَخَلَ عَلَ</w:t>
      </w:r>
      <w:r w:rsidRPr="0026049F">
        <w:rPr>
          <w:rStyle w:val="libAieChar"/>
          <w:rFonts w:hint="cs"/>
          <w:rtl/>
        </w:rPr>
        <w:t>یْ</w:t>
      </w:r>
      <w:r w:rsidRPr="0026049F">
        <w:rPr>
          <w:rStyle w:val="libAieChar"/>
          <w:rFonts w:hint="eastAsia"/>
          <w:rtl/>
        </w:rPr>
        <w:t>ها</w:t>
      </w:r>
      <w:r w:rsidRPr="0026049F">
        <w:rPr>
          <w:rStyle w:val="libAieChar"/>
          <w:rtl/>
        </w:rPr>
        <w:t xml:space="preserve"> زَکَرِ</w:t>
      </w:r>
      <w:r w:rsidRPr="0026049F">
        <w:rPr>
          <w:rStyle w:val="libAieChar"/>
          <w:rFonts w:hint="cs"/>
          <w:rtl/>
        </w:rPr>
        <w:t>یَّ</w:t>
      </w:r>
      <w:r w:rsidRPr="0026049F">
        <w:rPr>
          <w:rStyle w:val="libAieChar"/>
          <w:rFonts w:hint="eastAsia"/>
          <w:rtl/>
        </w:rPr>
        <w:t>ا</w:t>
      </w:r>
      <w:r w:rsidR="0026049F" w:rsidRPr="0026049F">
        <w:rPr>
          <w:rStyle w:val="libAieChar"/>
          <w:rFonts w:hint="eastAsia"/>
          <w:rtl/>
        </w:rPr>
        <w:t xml:space="preserve"> الْمِحْرابَ</w:t>
      </w:r>
      <w:r w:rsidR="0026049F" w:rsidRPr="00BA20C6">
        <w:rPr>
          <w:rtl/>
          <w:lang w:bidi="fa-IR"/>
        </w:rPr>
        <w:t xml:space="preserve"> </w:t>
      </w:r>
      <w:r w:rsidR="0026049F" w:rsidRPr="0026049F">
        <w:rPr>
          <w:rStyle w:val="libAlaemChar"/>
          <w:rFonts w:hint="cs"/>
          <w:rtl/>
        </w:rPr>
        <w:t>)</w:t>
      </w:r>
      <w:r w:rsidR="0026049F" w:rsidRPr="0026049F">
        <w:rPr>
          <w:rStyle w:val="libFootnotenumChar"/>
          <w:rtl/>
        </w:rPr>
        <w:t>(1)</w:t>
      </w:r>
    </w:p>
    <w:p w:rsidR="00BA20C6" w:rsidRPr="00BA20C6" w:rsidRDefault="0026049F" w:rsidP="0026049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BA20C6" w:rsidRPr="00BA20C6" w:rsidRDefault="00BA20C6" w:rsidP="0026049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اسراء: 79.</w:t>
      </w:r>
    </w:p>
    <w:p w:rsidR="00BA20C6" w:rsidRPr="00BA20C6" w:rsidRDefault="0026049F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دست</w:t>
      </w:r>
      <w:r w:rsidR="00BA20C6" w:rsidRPr="00BA20C6">
        <w:rPr>
          <w:rtl/>
          <w:lang w:bidi="fa-IR"/>
        </w:rPr>
        <w:t xml:space="preserve"> راست آن هذا مُصَلّ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رسول‌اللَّه دست چپ آن قال رسول‌اللَّه: الصَّلاةُ عِمادُ الْدِّ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</w:t>
      </w:r>
      <w:r w:rsidR="00BA20C6" w:rsidRPr="0026049F">
        <w:rPr>
          <w:rStyle w:val="libFootnotenumChar"/>
          <w:rtl/>
        </w:rPr>
        <w:t>(2)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پشت</w:t>
      </w:r>
      <w:r w:rsidRPr="00BA20C6">
        <w:rPr>
          <w:rtl/>
          <w:lang w:bidi="fa-IR"/>
        </w:rPr>
        <w:t xml:space="preserve"> محراب (بسم اللَّه الرحمن الرح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صلّ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اللَّه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دنا</w:t>
      </w:r>
      <w:r w:rsidRPr="00BA20C6">
        <w:rPr>
          <w:rtl/>
          <w:lang w:bidi="fa-IR"/>
        </w:rPr>
        <w:t xml:space="preserve"> محمّد، أمر بعمارة هذا المحراب الشر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النبو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العبد الفق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المعرف بالتقص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مولانا السلطان الملک الأشرف أبوالنصر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تبا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خلّداللَّه ملکه، بتأر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شهر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الحجة</w:t>
      </w:r>
      <w:r w:rsidRPr="00BA20C6">
        <w:rPr>
          <w:rtl/>
          <w:lang w:bidi="fa-IR"/>
        </w:rPr>
        <w:t xml:space="preserve"> الحرام ثمان و 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ثمانمائة من الهج</w:t>
      </w:r>
      <w:r w:rsidRPr="00BA20C6">
        <w:rPr>
          <w:rFonts w:hint="eastAsia"/>
          <w:rtl/>
          <w:lang w:bidi="fa-IR"/>
        </w:rPr>
        <w:t>رة</w:t>
      </w:r>
      <w:r w:rsidRPr="00BA20C6">
        <w:rPr>
          <w:rtl/>
          <w:lang w:bidi="fa-IR"/>
        </w:rPr>
        <w:t xml:space="preserve"> النبو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منبر نبو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شعر نوشته شده که اول آن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أرسل</w:t>
      </w:r>
      <w:r w:rsidRPr="00BA20C6">
        <w:rPr>
          <w:rtl/>
          <w:lang w:bidi="fa-IR"/>
        </w:rPr>
        <w:t xml:space="preserve"> السلطان مراد بن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مستز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داً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زاد للمعاد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شعر ختم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قال</w:t>
      </w:r>
      <w:r w:rsidRPr="00BA20C6">
        <w:rPr>
          <w:rtl/>
          <w:lang w:bidi="fa-IR"/>
        </w:rPr>
        <w:t xml:space="preserve"> سعد ملهماً تأر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خه</w:t>
      </w:r>
      <w:r w:rsidRPr="00BA20C6">
        <w:rPr>
          <w:rtl/>
          <w:lang w:bidi="fa-IR"/>
        </w:rPr>
        <w:t xml:space="preserve"> (منبر عمّره سلطانْ مراد)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پشت</w:t>
      </w:r>
      <w:r w:rsidRPr="00BA20C6">
        <w:rPr>
          <w:rtl/>
          <w:lang w:bidi="fa-IR"/>
        </w:rPr>
        <w:t xml:space="preserve"> محراب عثمان نوشته شده است: «أنشأ هذا المحراب المبارک، الملک المظفّر السلطان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</w:t>
      </w:r>
      <w:r w:rsidRPr="00BA20C6">
        <w:rPr>
          <w:rtl/>
          <w:lang w:bidi="fa-IR"/>
        </w:rPr>
        <w:t xml:space="preserve"> شاه ابن السلطان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خان ابن السلطان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خان أعزّ اللَّه أنصاره بمحمد و آله، تأر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شهر جماد الأول سنة ثمان وتسعمائة من الهجرة النبو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ة»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لفظ</w:t>
      </w:r>
      <w:r w:rsidRPr="00BA20C6">
        <w:rPr>
          <w:rtl/>
          <w:lang w:bidi="fa-IR"/>
        </w:rPr>
        <w:t xml:space="preserve"> جماد الاول </w:t>
      </w:r>
      <w:r w:rsidRPr="0026049F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غلط و استعمال آن در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موضع و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شهر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تعجب است.</w:t>
      </w:r>
    </w:p>
    <w:p w:rsidR="00BA20C6" w:rsidRPr="00BA20C6" w:rsidRDefault="00BA20C6" w:rsidP="0026049F">
      <w:pPr>
        <w:pStyle w:val="libAie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درب «باب‌النساء»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مبارکه مرقوم است:</w:t>
      </w:r>
      <w:r w:rsidR="0026049F" w:rsidRPr="0026049F">
        <w:rPr>
          <w:rStyle w:val="libAlaemChar"/>
          <w:rFonts w:hint="cs"/>
          <w:rtl/>
        </w:rPr>
        <w:t>(</w:t>
      </w:r>
      <w:r w:rsidRPr="00BA20C6">
        <w:rPr>
          <w:rtl/>
          <w:lang w:bidi="fa-IR"/>
        </w:rPr>
        <w:t xml:space="preserve"> لِلرِّجَالِ نَصِ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بٌ</w:t>
      </w:r>
      <w:r w:rsidRPr="00BA20C6">
        <w:rPr>
          <w:rtl/>
          <w:lang w:bidi="fa-IR"/>
        </w:rPr>
        <w:t xml:space="preserve"> مِمَّا اکْتَسَبُوا وَلِلنِّسَاءِ نَصِ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بٌ</w:t>
      </w:r>
      <w:r w:rsidRPr="00BA20C6">
        <w:rPr>
          <w:rtl/>
          <w:lang w:bidi="fa-IR"/>
        </w:rPr>
        <w:t xml:space="preserve"> مِمَّا اکْتَسَبْنَ </w:t>
      </w:r>
      <w:r w:rsidRPr="0026049F">
        <w:rPr>
          <w:rStyle w:val="libFootnotenumChar"/>
          <w:rtl/>
        </w:rPr>
        <w:t>(4)</w:t>
      </w:r>
      <w:r w:rsidR="0026049F" w:rsidRPr="0026049F">
        <w:rPr>
          <w:rStyle w:val="libAlaemChar"/>
          <w:rFonts w:hint="cs"/>
          <w:rtl/>
        </w:rPr>
        <w:t>)</w:t>
      </w:r>
    </w:p>
    <w:p w:rsidR="00BA20C6" w:rsidRPr="00BA20C6" w:rsidRDefault="0026049F" w:rsidP="0026049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26049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آل عمران: 37.</w:t>
      </w:r>
    </w:p>
    <w:p w:rsidR="00BA20C6" w:rsidRPr="00BA20C6" w:rsidRDefault="00BA20C6" w:rsidP="0026049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کنز العمال ح 18869.</w:t>
      </w:r>
    </w:p>
    <w:p w:rsidR="00BA20C6" w:rsidRPr="00BA20C6" w:rsidRDefault="00BA20C6" w:rsidP="0026049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آن جماد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الأوّل است.</w:t>
      </w:r>
    </w:p>
    <w:p w:rsidR="00BA20C6" w:rsidRPr="00BA20C6" w:rsidRDefault="00BA20C6" w:rsidP="0026049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4- 4- نساء: 32.</w:t>
      </w:r>
    </w:p>
    <w:p w:rsidR="00BA20C6" w:rsidRPr="00BA20C6" w:rsidRDefault="0026049F" w:rsidP="0026049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BA20C6">
        <w:rPr>
          <w:rFonts w:hint="eastAsia"/>
          <w:rtl/>
          <w:lang w:bidi="fa-IR"/>
        </w:rPr>
        <w:lastRenderedPageBreak/>
        <w:t>،</w:t>
      </w:r>
      <w:r w:rsidRPr="00BA20C6">
        <w:rPr>
          <w:rtl/>
          <w:lang w:bidi="fa-IR"/>
        </w:rPr>
        <w:t xml:space="preserve"> </w:t>
      </w:r>
      <w:r w:rsidRPr="0026049F">
        <w:rPr>
          <w:rStyle w:val="libAlaemChar"/>
          <w:rFonts w:hint="cs"/>
          <w:rtl/>
        </w:rPr>
        <w:t>(</w:t>
      </w:r>
      <w:r w:rsidRPr="0026049F">
        <w:rPr>
          <w:rStyle w:val="libAieChar"/>
          <w:rtl/>
        </w:rPr>
        <w:t xml:space="preserve">وَمَنْ </w:t>
      </w:r>
      <w:r w:rsidRPr="0026049F">
        <w:rPr>
          <w:rStyle w:val="libAieChar"/>
          <w:rFonts w:hint="cs"/>
          <w:rtl/>
        </w:rPr>
        <w:t>یَ</w:t>
      </w:r>
      <w:r w:rsidRPr="0026049F">
        <w:rPr>
          <w:rStyle w:val="libAieChar"/>
          <w:rFonts w:hint="eastAsia"/>
          <w:rtl/>
        </w:rPr>
        <w:t>قْنُتْ</w:t>
      </w:r>
      <w:r w:rsidRPr="0026049F">
        <w:rPr>
          <w:rStyle w:val="libAieChar"/>
          <w:rtl/>
        </w:rPr>
        <w:t xml:space="preserve"> مِنْکُنَّ للَّهِ </w:t>
      </w:r>
      <w:r w:rsidRPr="0026049F">
        <w:rPr>
          <w:rStyle w:val="libAieChar"/>
          <w:rFonts w:hint="eastAsia"/>
          <w:rtl/>
        </w:rPr>
        <w:t>وَرَسُولِهِ</w:t>
      </w:r>
      <w:r w:rsidRPr="0026049F">
        <w:rPr>
          <w:rStyle w:val="libAieChar"/>
          <w:rtl/>
        </w:rPr>
        <w:t xml:space="preserve"> وَتَعْمَلْ صَالِحاً نُؤْتِهَا أَجْرَهَا مَرَّتَ</w:t>
      </w:r>
      <w:r w:rsidRPr="0026049F">
        <w:rPr>
          <w:rStyle w:val="libAieChar"/>
          <w:rFonts w:hint="cs"/>
          <w:rtl/>
        </w:rPr>
        <w:t>یْ</w:t>
      </w:r>
      <w:r w:rsidRPr="0026049F">
        <w:rPr>
          <w:rStyle w:val="libAieChar"/>
          <w:rFonts w:hint="eastAsia"/>
          <w:rtl/>
        </w:rPr>
        <w:t>نِ</w:t>
      </w:r>
      <w:r w:rsidRPr="00BA20C6">
        <w:rPr>
          <w:rFonts w:hint="eastAsia"/>
          <w:rtl/>
          <w:lang w:bidi="fa-IR"/>
        </w:rPr>
        <w:t xml:space="preserve"> </w:t>
      </w:r>
      <w:r w:rsidRPr="0026049F">
        <w:rPr>
          <w:rStyle w:val="libAlaemChar"/>
          <w:rFonts w:hint="cs"/>
          <w:rtl/>
        </w:rPr>
        <w:t>)</w:t>
      </w:r>
      <w:r w:rsidR="00BA20C6" w:rsidRPr="00BA20C6">
        <w:rPr>
          <w:rFonts w:hint="eastAsia"/>
          <w:rtl/>
          <w:lang w:bidi="fa-IR"/>
        </w:rPr>
        <w:t>و</w:t>
      </w:r>
      <w:r w:rsidR="00BA20C6" w:rsidRPr="00BA20C6">
        <w:rPr>
          <w:rtl/>
          <w:lang w:bidi="fa-IR"/>
        </w:rPr>
        <w:t xml:space="preserve"> علاوه بر کت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به‌ها</w:t>
      </w:r>
      <w:r w:rsidR="00BA20C6" w:rsidRPr="00BA20C6">
        <w:rPr>
          <w:rtl/>
          <w:lang w:bidi="fa-IR"/>
        </w:rPr>
        <w:t xml:space="preserve"> و آ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ات</w:t>
      </w:r>
      <w:r w:rsidR="00BA20C6" w:rsidRPr="00BA20C6">
        <w:rPr>
          <w:rtl/>
          <w:lang w:bidi="fa-IR"/>
        </w:rPr>
        <w:t xml:space="preserve"> قرآن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اسام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اصحاب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غمبر،</w:t>
      </w:r>
      <w:r w:rsidR="00BA20C6" w:rsidRPr="00BA20C6">
        <w:rPr>
          <w:rtl/>
          <w:lang w:bidi="fa-IR"/>
        </w:rPr>
        <w:t xml:space="preserve"> که دور تا دور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آهن و چوب، و به‌طور گچ‌بر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وارها</w:t>
      </w:r>
      <w:r w:rsidR="00BA20C6" w:rsidRPr="00BA20C6">
        <w:rPr>
          <w:rtl/>
          <w:lang w:bidi="fa-IR"/>
        </w:rPr>
        <w:t xml:space="preserve"> نوشته شده است، قطعات و تابلوهائ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خطوط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عال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همه طرف منصوب است، که در اغلب آنها اخبار وارده از طر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اهل سنت نوشته شده است از قب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«إنّ</w:t>
      </w:r>
      <w:r w:rsidRPr="00BA20C6">
        <w:rPr>
          <w:rtl/>
          <w:lang w:bidi="fa-IR"/>
        </w:rPr>
        <w:t xml:space="preserve"> حول العرش، ستّون ألف عالم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ستغفرون</w:t>
      </w:r>
      <w:r w:rsidRPr="00BA20C6">
        <w:rPr>
          <w:rtl/>
          <w:lang w:bidi="fa-IR"/>
        </w:rPr>
        <w:t xml:space="preserve"> لمحبّ أب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بکر</w:t>
      </w:r>
      <w:r w:rsidRPr="00BA20C6">
        <w:rPr>
          <w:rtl/>
          <w:lang w:bidi="fa-IR"/>
        </w:rPr>
        <w:t xml:space="preserve"> و عمر، 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لعنون</w:t>
      </w:r>
      <w:r w:rsidRPr="00BA20C6">
        <w:rPr>
          <w:rtl/>
          <w:lang w:bidi="fa-IR"/>
        </w:rPr>
        <w:t xml:space="preserve"> مبغض أب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بکر</w:t>
      </w:r>
      <w:r w:rsidRPr="00BA20C6">
        <w:rPr>
          <w:rtl/>
          <w:lang w:bidi="fa-IR"/>
        </w:rPr>
        <w:t xml:space="preserve"> و عمر»، «شفاعت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لأهل الکبائر من أمت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«إنّ الإ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أزر</w:t>
      </w:r>
      <w:r w:rsidRPr="00BA20C6">
        <w:rPr>
          <w:rtl/>
          <w:lang w:bidi="fa-IR"/>
        </w:rPr>
        <w:t xml:space="preserve"> إل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نة</w:t>
      </w:r>
      <w:r w:rsidRPr="00BA20C6">
        <w:rPr>
          <w:rtl/>
          <w:lang w:bidi="fa-IR"/>
        </w:rPr>
        <w:t xml:space="preserve"> کما أنّ الح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تأزر إل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جحرها»، «لکلّ نب</w:t>
      </w:r>
      <w:r w:rsidRPr="00BA20C6">
        <w:rPr>
          <w:rFonts w:hint="cs"/>
          <w:rtl/>
          <w:lang w:bidi="fa-IR"/>
        </w:rPr>
        <w:t>یّ</w:t>
      </w:r>
      <w:r w:rsidRPr="00BA20C6">
        <w:rPr>
          <w:rtl/>
          <w:lang w:bidi="fa-IR"/>
        </w:rPr>
        <w:t xml:space="preserve">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الجنّة ورف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عثمان ابن عفّان».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26049F">
      <w:pPr>
        <w:pStyle w:val="Heading1"/>
        <w:rPr>
          <w:rtl/>
          <w:lang w:bidi="fa-IR"/>
        </w:rPr>
      </w:pPr>
      <w:bookmarkStart w:id="342" w:name="_Toc56203023"/>
      <w:bookmarkStart w:id="343" w:name="_Toc56203683"/>
      <w:r w:rsidRPr="00BA20C6">
        <w:rPr>
          <w:rFonts w:hint="eastAsia"/>
          <w:rtl/>
          <w:lang w:bidi="fa-IR"/>
        </w:rPr>
        <w:t>ورود</w:t>
      </w:r>
      <w:r w:rsidRPr="00BA20C6">
        <w:rPr>
          <w:rtl/>
          <w:lang w:bidi="fa-IR"/>
        </w:rPr>
        <w:t xml:space="preserve">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رعبداللَّه</w:t>
      </w:r>
      <w:r w:rsidRPr="00BA20C6">
        <w:rPr>
          <w:rtl/>
          <w:lang w:bidi="fa-IR"/>
        </w:rPr>
        <w:t xml:space="preserve"> به 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</w:t>
      </w:r>
      <w:bookmarkEnd w:id="342"/>
      <w:bookmarkEnd w:id="34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الحاصل</w:t>
      </w:r>
      <w:r w:rsidRPr="00BA20C6">
        <w:rPr>
          <w:rtl/>
          <w:lang w:bidi="fa-IR"/>
        </w:rPr>
        <w:t xml:space="preserve"> پس از صرف نهار در خانه «عط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ةاللَّه»،</w:t>
      </w:r>
      <w:r w:rsidRPr="00BA20C6">
        <w:rPr>
          <w:rtl/>
          <w:lang w:bidi="fa-IR"/>
        </w:rPr>
        <w:t xml:space="preserve"> طرف عصر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خارج شهر،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ورود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عبداللَّه» تمام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tl/>
          <w:lang w:bidi="fa-IR"/>
        </w:rPr>
        <w:t xml:space="preserve"> را آئ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بسته بودند، و فاصله به فاصله طاق نصرت زده بودند، و همه‌جا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«حکومة العرب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الهاشم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ة»</w:t>
      </w:r>
      <w:r w:rsidRPr="00BA20C6">
        <w:rPr>
          <w:rtl/>
          <w:lang w:bidi="fa-IR"/>
        </w:rPr>
        <w:t xml:space="preserve"> در اهتزاز بود. شاگردان مدارس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من</w:t>
      </w:r>
      <w:r w:rsidRPr="00BA20C6">
        <w:rPr>
          <w:rFonts w:hint="eastAsia"/>
          <w:rtl/>
          <w:lang w:bidi="fa-IR"/>
        </w:rPr>
        <w:t>ظماً</w:t>
      </w:r>
      <w:r w:rsidRPr="00BA20C6">
        <w:rPr>
          <w:rtl/>
          <w:lang w:bidi="fa-IR"/>
        </w:rPr>
        <w:t xml:space="preserve"> با لباسها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مخصوص، و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دسته به دسته به استقبال رفته بودند.</w:t>
      </w:r>
    </w:p>
    <w:p w:rsidR="0026049F" w:rsidRDefault="00BA20C6" w:rsidP="0026049F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به غروب، غرش توپها ورود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را اخبار نمود و پس از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عبداللَّه» سواره آمد، در حالت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تفنگداران و دسته‌جات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جلو و عقب او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آمدند،</w:t>
      </w:r>
      <w:r w:rsidRPr="00BA20C6">
        <w:rPr>
          <w:rtl/>
          <w:lang w:bidi="fa-IR"/>
        </w:rPr>
        <w:t xml:space="preserve"> و دسته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پورچ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و موز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ان،</w:t>
      </w:r>
      <w:r w:rsidRPr="00BA20C6">
        <w:rPr>
          <w:rtl/>
          <w:lang w:bidi="fa-IR"/>
        </w:rPr>
        <w:t xml:space="preserve"> مقدم بر همه بودند،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دروازه،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با چند نفر همراهان و</w:t>
      </w:r>
    </w:p>
    <w:p w:rsidR="0026049F" w:rsidRDefault="0026049F" w:rsidP="0026049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26049F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احزاب: 31.</w:t>
      </w:r>
    </w:p>
    <w:p w:rsidR="00BA20C6" w:rsidRPr="00BA20C6" w:rsidRDefault="0026049F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مستقبل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سواره‌اش، از اسب‌ها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اده</w:t>
      </w:r>
      <w:r w:rsidR="00BA20C6" w:rsidRPr="00BA20C6">
        <w:rPr>
          <w:rtl/>
          <w:lang w:bidi="fa-IR"/>
        </w:rPr>
        <w:t xml:space="preserve"> شده و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اده</w:t>
      </w:r>
      <w:r w:rsidR="00BA20C6" w:rsidRPr="00BA20C6">
        <w:rPr>
          <w:rtl/>
          <w:lang w:bidi="fa-IR"/>
        </w:rPr>
        <w:t xml:space="preserve"> به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«مسجد مطهر نبو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شتافتند، و پس از طواف و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ارت،</w:t>
      </w:r>
      <w:r w:rsidR="00BA20C6" w:rsidRPr="00BA20C6">
        <w:rPr>
          <w:rtl/>
          <w:lang w:bidi="fa-IR"/>
        </w:rPr>
        <w:t xml:space="preserve"> به منزلگاه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پذ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ر»</w:t>
      </w:r>
      <w:r w:rsidR="00BA20C6" w:rsidRPr="00BA20C6">
        <w:rPr>
          <w:rtl/>
          <w:lang w:bidi="fa-IR"/>
        </w:rPr>
        <w:t xml:space="preserve"> 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شده بود بازگشتند.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قرار مذکور «سلطان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چهار پسر دارد: اول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که اکبر از همه است، و از زمان تصد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پدرش به امر سلطنت، مشارال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منصب شرافت «مکه» و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«مسجدالحرام»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دوم</w:t>
      </w:r>
      <w:r w:rsidRPr="00BA20C6">
        <w:rPr>
          <w:rtl/>
          <w:lang w:bidi="fa-IR"/>
        </w:rPr>
        <w:t xml:space="preserve">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عبداللَّه»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سوم</w:t>
      </w:r>
      <w:r w:rsidRPr="00BA20C6">
        <w:rPr>
          <w:rtl/>
          <w:lang w:bidi="fa-IR"/>
        </w:rPr>
        <w:t xml:space="preserve">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صل»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چهارم</w:t>
      </w:r>
      <w:r w:rsidRPr="00BA20C6">
        <w:rPr>
          <w:rtl/>
          <w:lang w:bidi="fa-IR"/>
        </w:rPr>
        <w:t xml:space="preserve">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که «شامات» و «عراق» از «دولت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مُجزّ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767936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منتزع شده است،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صل»</w:t>
      </w:r>
      <w:r w:rsidRPr="00BA20C6">
        <w:rPr>
          <w:rtl/>
          <w:lang w:bidi="fa-IR"/>
        </w:rPr>
        <w:t xml:space="preserve"> و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عبداللَّه» هر کدام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سلطنت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مملکت سع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کوشش</w:t>
      </w:r>
      <w:r w:rsidR="00767936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 «تا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ارکه‌راخواهد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لش</w:t>
      </w:r>
      <w:r w:rsidRPr="00BA20C6">
        <w:rPr>
          <w:rtl/>
          <w:lang w:bidi="fa-IR"/>
        </w:rPr>
        <w:t xml:space="preserve"> به که باشد».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سه‌شنبه بعد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روضه‌خوان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منزلگاه خود در خارج شهر رفته، و در چادر خودمان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امشب در شهر به مناسبت «ام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آتش</w:t>
      </w:r>
      <w:r w:rsidR="00767936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‌باز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کردند.</w:t>
      </w:r>
    </w:p>
    <w:p w:rsidR="00BA20C6" w:rsidRPr="00BA20C6" w:rsidRDefault="00767936" w:rsidP="0076793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4" w:name="_Toc56203024"/>
      <w:bookmarkStart w:id="345" w:name="_Toc56203684"/>
      <w:r w:rsidR="00BA20C6" w:rsidRPr="00BA20C6">
        <w:rPr>
          <w:rFonts w:hint="eastAsia"/>
          <w:rtl/>
          <w:lang w:bidi="fa-IR"/>
        </w:rPr>
        <w:lastRenderedPageBreak/>
        <w:t>وداع</w:t>
      </w:r>
      <w:r w:rsidR="00BA20C6" w:rsidRPr="00BA20C6">
        <w:rPr>
          <w:rtl/>
          <w:lang w:bidi="fa-IR"/>
        </w:rPr>
        <w:t xml:space="preserve"> با حسرت‌</w:t>
      </w:r>
      <w:bookmarkEnd w:id="344"/>
      <w:bookmarkEnd w:id="34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محرم،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از اول صبح تمام قافله حاضر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بودند، و هر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حمله‌دارها و جمال‌ها آمده، خبر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</w:t>
      </w:r>
      <w:r w:rsidRPr="00BA20C6">
        <w:rPr>
          <w:rtl/>
          <w:lang w:bidi="fa-IR"/>
        </w:rPr>
        <w:t xml:space="preserve"> که حاضر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سوار شد،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تا ظهر معطل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ضمن هزاران اخبار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س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گفته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>.</w:t>
      </w:r>
    </w:p>
    <w:p w:rsidR="00BA20C6" w:rsidRPr="00BA20C6" w:rsidRDefault="00767936" w:rsidP="0076793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767936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جدا.</w:t>
      </w:r>
    </w:p>
    <w:p w:rsidR="00BA20C6" w:rsidRPr="00BA20C6" w:rsidRDefault="00767936" w:rsidP="008415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قبا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ما 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از قلمرو آنها بگذر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خاوه و حق‌العبور را از مقوم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نگرفته‌اند، و در کم و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tl/>
          <w:lang w:bidi="fa-IR"/>
        </w:rPr>
        <w:t xml:space="preserve"> آن گفتگو دارند، و اعلام کرده‌اند که قافله را غارت خواهند کرد، بعد مسموع شد که «ام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عبداللَّه» مشا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و رؤسا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tl/>
          <w:lang w:bidi="fa-IR"/>
        </w:rPr>
        <w:t xml:space="preserve"> مزبوره را خواسته و ب</w:t>
      </w:r>
      <w:r w:rsidR="008415DB">
        <w:rPr>
          <w:rFonts w:hint="cs"/>
          <w:rtl/>
          <w:lang w:bidi="fa-IR"/>
        </w:rPr>
        <w:t xml:space="preserve">ه </w:t>
      </w:r>
      <w:r w:rsidR="00BA20C6" w:rsidRPr="00BA20C6">
        <w:rPr>
          <w:rtl/>
          <w:lang w:bidi="fa-IR"/>
        </w:rPr>
        <w:t>هر شکل بوده آنها را راض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قانع نموده، بالأخره چهار ساعت به غروب مانده قافله بنا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حرکت را گذارد، ما هم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سلام وداع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همان‌جا خدمت «حضرت رسالت </w:t>
      </w:r>
      <w:r w:rsidR="008415DB" w:rsidRPr="008415DB">
        <w:rPr>
          <w:rStyle w:val="libAlaemChar"/>
          <w:rFonts w:eastAsiaTheme="minorHAnsi"/>
          <w:rtl/>
        </w:rPr>
        <w:t>صلى‌الله‌عليه‌وآله‌وسلم</w:t>
      </w:r>
      <w:r w:rsidR="008415DB" w:rsidRPr="00685F08">
        <w:rPr>
          <w:rFonts w:eastAsiaTheme="minorHAnsi"/>
          <w:rtl/>
        </w:rPr>
        <w:t xml:space="preserve"> </w:t>
      </w:r>
      <w:r w:rsidR="00BA20C6" w:rsidRPr="00BA20C6">
        <w:rPr>
          <w:rtl/>
          <w:lang w:bidi="fa-IR"/>
        </w:rPr>
        <w:t>» و «ائمه بق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ع»</w:t>
      </w:r>
      <w:r w:rsidR="00BA20C6" w:rsidRPr="00BA20C6">
        <w:rPr>
          <w:rtl/>
          <w:lang w:bidi="fa-IR"/>
        </w:rPr>
        <w:t xml:space="preserve"> و «صد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قه</w:t>
      </w:r>
      <w:r w:rsidR="00BA20C6" w:rsidRPr="00BA20C6">
        <w:rPr>
          <w:rtl/>
          <w:lang w:bidi="fa-IR"/>
        </w:rPr>
        <w:t xml:space="preserve"> طاهره» </w:t>
      </w:r>
      <w:r w:rsidR="008F6785" w:rsidRPr="008F6785">
        <w:rPr>
          <w:rStyle w:val="libAlaemChar"/>
          <w:rtl/>
        </w:rPr>
        <w:t xml:space="preserve">عليهم‌السلام </w:t>
      </w:r>
      <w:r w:rsidR="00BA20C6" w:rsidRPr="00BA20C6">
        <w:rPr>
          <w:rtl/>
          <w:lang w:bidi="fa-IR"/>
        </w:rPr>
        <w:t xml:space="preserve"> داده، و با کمال حسرت و نگران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خواه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نخواه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سوار کجاوه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تا </w:t>
      </w:r>
      <w:r w:rsidR="00BA20C6" w:rsidRPr="00BA20C6">
        <w:rPr>
          <w:rFonts w:hint="eastAsia"/>
          <w:rtl/>
          <w:lang w:bidi="fa-IR"/>
        </w:rPr>
        <w:t>غروب</w:t>
      </w:r>
      <w:r w:rsidR="00BA20C6" w:rsidRPr="00BA20C6">
        <w:rPr>
          <w:rtl/>
          <w:lang w:bidi="fa-IR"/>
        </w:rPr>
        <w:t xml:space="preserve"> همه‌جا در اطراف خود آباد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r w:rsidR="00BA20C6" w:rsidRPr="00BA20C6">
        <w:rPr>
          <w:rtl/>
          <w:lang w:bidi="fa-IR"/>
        </w:rPr>
        <w:t xml:space="preserve"> و قراء و باغات سبز و خرم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«مسجد</w:t>
      </w:r>
      <w:r w:rsidRPr="00BA20C6">
        <w:rPr>
          <w:rtl/>
          <w:lang w:bidi="fa-IR"/>
        </w:rPr>
        <w:t xml:space="preserve"> شجره»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«ذوالحل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فه»</w:t>
      </w:r>
      <w:r w:rsidRPr="00BA20C6">
        <w:rPr>
          <w:rtl/>
          <w:lang w:bidi="fa-IR"/>
        </w:rPr>
        <w:t xml:space="preserve"> هم به فاصله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فرسخ از جاده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شد، در دو نقطه خط آهن شام را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از عرض آن عبور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از اوائل شب وارد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واقعه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کوهها، و مشجر به درختها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جنگل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ام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لان</w:t>
      </w:r>
      <w:r w:rsidRPr="00BA20C6">
        <w:rPr>
          <w:rtl/>
          <w:lang w:bidi="fa-IR"/>
        </w:rPr>
        <w:t xml:space="preserve"> شده، تا صبح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تمام</w:t>
      </w:r>
      <w:r w:rsidRPr="00BA20C6">
        <w:rPr>
          <w:rtl/>
          <w:lang w:bidi="fa-IR"/>
        </w:rPr>
        <w:t xml:space="preserve"> مدت اقامت ما در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منوره» چهارده روز شد و «بحمداللَّه والمنّه» به 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کمال خرسند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گذشت، و چنانچه حرکت از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را مبد</w:t>
      </w:r>
      <w:r w:rsidR="008415DB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ء مراجعت به وطن قرار ده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مسافت «طهران» تا امروز پنج ماه و دو روز شده،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است که به فضل اله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لطف «ائمه طاهر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="008F6785" w:rsidRPr="008F6785">
        <w:rPr>
          <w:rStyle w:val="libAlaemChar"/>
          <w:rtl/>
        </w:rPr>
        <w:t xml:space="preserve">عليهم‌السلام </w:t>
      </w:r>
      <w:r w:rsidRPr="00BA20C6">
        <w:rPr>
          <w:rtl/>
          <w:lang w:bidi="fa-IR"/>
        </w:rPr>
        <w:t>»،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حاً</w:t>
      </w:r>
      <w:r w:rsidRPr="00BA20C6">
        <w:rPr>
          <w:rtl/>
          <w:lang w:bidi="fa-IR"/>
        </w:rPr>
        <w:t xml:space="preserve"> سالماً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«اعتاب مقدسه عراق» موفق، و سپس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اران</w:t>
      </w:r>
      <w:r w:rsidRPr="00BA20C6">
        <w:rPr>
          <w:rtl/>
          <w:lang w:bidi="fa-IR"/>
        </w:rPr>
        <w:t xml:space="preserve"> در وطن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نائل و خوشوقت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415DB" w:rsidP="008415D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6" w:name="_Toc56203025"/>
      <w:bookmarkStart w:id="347" w:name="_Toc56203685"/>
      <w:r w:rsidR="00BA20C6" w:rsidRPr="00BA20C6">
        <w:rPr>
          <w:rFonts w:hint="eastAsia"/>
          <w:rtl/>
          <w:lang w:bidi="fa-IR"/>
        </w:rPr>
        <w:lastRenderedPageBreak/>
        <w:t>بئر</w:t>
      </w:r>
      <w:r w:rsidR="00BA20C6" w:rsidRPr="00BA20C6">
        <w:rPr>
          <w:rtl/>
          <w:lang w:bidi="fa-IR"/>
        </w:rPr>
        <w:t xml:space="preserve"> درو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ش‌</w:t>
      </w:r>
      <w:bookmarkEnd w:id="346"/>
      <w:bookmarkEnd w:id="347"/>
    </w:p>
    <w:p w:rsidR="00BA20C6" w:rsidRPr="00BA20C6" w:rsidRDefault="00BA20C6" w:rsidP="008415D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محرم،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اول طل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فجر به منزل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منزلگاه موسوم به «بئر</w:t>
      </w:r>
      <w:r w:rsidRPr="00BA20C6">
        <w:rPr>
          <w:rFonts w:hint="eastAsia"/>
          <w:rtl/>
          <w:lang w:bidi="fa-IR"/>
        </w:rPr>
        <w:t>درو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ش»</w:t>
      </w:r>
      <w:r w:rsidRPr="00BA20C6">
        <w:rPr>
          <w:rtl/>
          <w:lang w:bidi="fa-IR"/>
        </w:rPr>
        <w:t xml:space="preserve"> است، به مناسبت چاه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است، و کفا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از شرب و مصارف تمام قافله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علائم و آثار آبادان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نشد، هوا نسبت به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</w:t>
      </w:r>
      <w:r w:rsidRPr="00BA20C6">
        <w:rPr>
          <w:rtl/>
          <w:lang w:bidi="fa-IR"/>
        </w:rPr>
        <w:t xml:space="preserve"> خنک‌تر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بعد</w:t>
      </w:r>
      <w:r w:rsidRPr="00BA20C6">
        <w:rPr>
          <w:rtl/>
          <w:lang w:bidi="fa-IR"/>
        </w:rPr>
        <w:t xml:space="preserve"> از صرف نهار و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ساعت به غروب مانده قافله به حرکت افتاد، هوا ابر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خنک بود، آفتاب ابداً اذ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تمام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رهم</w:t>
      </w:r>
      <w:r w:rsidRPr="00BA20C6">
        <w:rPr>
          <w:rtl/>
          <w:lang w:bidi="fa-IR"/>
        </w:rPr>
        <w:t xml:space="preserve"> را امروز در قافله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خوشوقت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تا</w:t>
      </w:r>
      <w:r w:rsidRPr="00BA20C6">
        <w:rPr>
          <w:rtl/>
          <w:lang w:bidi="fa-IR"/>
        </w:rPr>
        <w:t xml:space="preserve"> غروب درخت‌ها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جنگل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مرتفع همه‌جا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بود، ساعت شش از شب گذشته،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تفنگ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شد، قافله از حرکت افتاد، و بعد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مجدداً به راه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گفته شد که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اعراب بدو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 راه قافله را گرفته و پول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خواستند،</w:t>
      </w:r>
      <w:r w:rsidRPr="00BA20C6">
        <w:rPr>
          <w:rtl/>
          <w:lang w:bidi="fa-IR"/>
        </w:rPr>
        <w:t xml:space="preserve"> مقوم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جلو رفته آنها را 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کردند، تمام شب را تا صبح در حرکت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415DB" w:rsidP="008415D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8" w:name="_Toc56203026"/>
      <w:bookmarkStart w:id="349" w:name="_Toc56203686"/>
      <w:r w:rsidR="00BA20C6" w:rsidRPr="00BA20C6">
        <w:rPr>
          <w:rFonts w:hint="eastAsia"/>
          <w:rtl/>
          <w:lang w:bidi="fa-IR"/>
        </w:rPr>
        <w:lastRenderedPageBreak/>
        <w:t>بئر</w:t>
      </w:r>
      <w:r w:rsidR="00BA20C6" w:rsidRPr="00BA20C6">
        <w:rPr>
          <w:rtl/>
          <w:lang w:bidi="fa-IR"/>
        </w:rPr>
        <w:t xml:space="preserve"> عباس‌</w:t>
      </w:r>
      <w:bookmarkEnd w:id="348"/>
      <w:bookmarkEnd w:id="349"/>
    </w:p>
    <w:p w:rsidR="00BA20C6" w:rsidRPr="00BA20C6" w:rsidRDefault="00BA20C6" w:rsidP="008415D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</w:t>
      </w:r>
      <w:r w:rsidRPr="00BA20C6">
        <w:rPr>
          <w:rtl/>
          <w:lang w:bidi="fa-IR"/>
        </w:rPr>
        <w:t xml:space="preserve"> پنجشنبه غره صفر المظفر،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قبل از آفتاب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منزلگاه موسوم به «بئر عباس»، که جز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چاه از آبادان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اثر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ندارد، و چون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اعراب خرما و گوشت آورده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فروختند،</w:t>
      </w:r>
      <w:r w:rsidRPr="00BA20C6">
        <w:rPr>
          <w:rtl/>
          <w:lang w:bidi="fa-IR"/>
        </w:rPr>
        <w:t xml:space="preserve"> معلوم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مسکن و ماوائ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قافله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پنج ساعت به غروب حرکت کرد، و چون آفتاب رو برو بود و از کوهستانها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لاق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خارج شده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گرما اذ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>. دو باب قهوه‌خانه 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 راه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و همه جا زنها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 هندوانه و بادزنها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 در دست گرفته، همراه قافله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</w:t>
      </w:r>
      <w:r w:rsidRPr="00BA20C6">
        <w:rPr>
          <w:rtl/>
          <w:lang w:bidi="fa-IR"/>
        </w:rPr>
        <w:t xml:space="preserve"> و التماس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و آباد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موسوم به «جُدَ</w:t>
      </w:r>
      <w:r w:rsidRPr="00BA20C6">
        <w:rPr>
          <w:rFonts w:hint="cs"/>
          <w:rtl/>
          <w:lang w:bidi="fa-IR"/>
        </w:rPr>
        <w:t>یْ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بالتصغ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ر،</w:t>
      </w:r>
      <w:r w:rsidRPr="00BA20C6">
        <w:rPr>
          <w:rtl/>
          <w:lang w:bidi="fa-IR"/>
        </w:rPr>
        <w:t xml:space="preserve"> و در حال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باغات سبز و خرم، و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معتبر و قهوه‌خانه‌ها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تماشا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آبها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داشت، در دامنه کوه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مقبره بزرگ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شد، از جمال‌ها ا</w:t>
      </w:r>
      <w:r w:rsidRPr="00BA20C6">
        <w:rPr>
          <w:rFonts w:hint="eastAsia"/>
          <w:rtl/>
          <w:lang w:bidi="fa-IR"/>
        </w:rPr>
        <w:t>ستعلام</w:t>
      </w:r>
      <w:r w:rsidRPr="00BA20C6">
        <w:rPr>
          <w:rtl/>
          <w:lang w:bidi="fa-IR"/>
        </w:rPr>
        <w:t xml:space="preserve"> کردم گفتند، مدفن «عبدالرح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البرع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که از شعرا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معروف بوده، و به مناسبت ناهموار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پست و بلند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جاده، از اول شب به بعد در زحمت و خوف سقوط بوده، ساعت پنج از شب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 و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415DB" w:rsidP="008415D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50" w:name="_Toc56203027"/>
      <w:bookmarkStart w:id="351" w:name="_Toc56203687"/>
      <w:r w:rsidR="00BA20C6" w:rsidRPr="00BA20C6">
        <w:rPr>
          <w:rFonts w:hint="eastAsia"/>
          <w:rtl/>
          <w:lang w:bidi="fa-IR"/>
        </w:rPr>
        <w:lastRenderedPageBreak/>
        <w:t>صفراء</w:t>
      </w:r>
      <w:bookmarkEnd w:id="350"/>
      <w:bookmarkEnd w:id="351"/>
    </w:p>
    <w:p w:rsidR="00BA20C6" w:rsidRPr="00BA20C6" w:rsidRDefault="00BA20C6" w:rsidP="008415D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دوم صفر،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منزلگاه ما در کنار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موسوم به «صفراء»، که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نهر بزرگ آب 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غالباً حجاج در آن آب‌تن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شست‌وشو کردند،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آب را گفتند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چشمه در دامنه کوه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تمام باغات و مزارع «صفراء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مشروب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را زده بودند،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دره است ماب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کوه، و عبارت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قطعه دهستان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پا در آن فرو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رود،</w:t>
      </w:r>
      <w:r w:rsidRPr="00BA20C6">
        <w:rPr>
          <w:rtl/>
          <w:lang w:bidi="fa-IR"/>
        </w:rPr>
        <w:t xml:space="preserve"> و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بعض شکافها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در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نخل‌ها و اشجار از کمر شکسته،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 رمل فرو رفته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از جمال‌ها استفسار کردم گفتند:</w:t>
      </w:r>
    </w:p>
    <w:p w:rsidR="00BA20C6" w:rsidRPr="00BA20C6" w:rsidRDefault="00BA20C6" w:rsidP="008415D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نطور</w:t>
      </w:r>
      <w:r w:rsidRPr="00BA20C6">
        <w:rPr>
          <w:rtl/>
          <w:lang w:bidi="fa-IR"/>
        </w:rPr>
        <w:t xml:space="preserve"> کرده و «عوان» نام جمال حکا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کرد که دو سال قبل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قافله هزار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از حجاج «جاوه» و «هند» و «مغاربه»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نزول کردند، که من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آن قافله بودم. اول غروب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رعد و برق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شد و باران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آمد، به فاصله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کوه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شد و در قافله افتاد، و هرکس توانست در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خود را به دامنه کوه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من با چند نفر جمال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نجات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صبح که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تمام حجاج و شترها و شقدفها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بارها را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آب برده،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رمل‌ها مدفون کرده و فقط پ</w:t>
      </w:r>
      <w:r w:rsidRPr="00BA20C6">
        <w:rPr>
          <w:rFonts w:hint="eastAsia"/>
          <w:rtl/>
          <w:lang w:bidi="fa-IR"/>
        </w:rPr>
        <w:t>نجاه</w:t>
      </w:r>
      <w:r w:rsidRPr="00BA20C6">
        <w:rPr>
          <w:rtl/>
          <w:lang w:bidi="fa-IR"/>
        </w:rPr>
        <w:t xml:space="preserve"> شصت نفر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مانده بودند.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415DB" w:rsidP="008415D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52" w:name="_Toc56203028"/>
      <w:bookmarkStart w:id="353" w:name="_Toc56203688"/>
      <w:r w:rsidR="00BA20C6" w:rsidRPr="00BA20C6">
        <w:rPr>
          <w:rFonts w:hint="eastAsia"/>
          <w:rtl/>
          <w:lang w:bidi="fa-IR"/>
        </w:rPr>
        <w:lastRenderedPageBreak/>
        <w:t>قبر</w:t>
      </w:r>
      <w:r w:rsidR="00BA20C6" w:rsidRPr="00BA20C6">
        <w:rPr>
          <w:rtl/>
          <w:lang w:bidi="fa-IR"/>
        </w:rPr>
        <w:t xml:space="preserve"> حضرت اب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ذر</w:t>
      </w:r>
      <w:bookmarkEnd w:id="352"/>
      <w:bookmarkEnd w:id="353"/>
    </w:p>
    <w:p w:rsidR="00BA20C6" w:rsidRPr="00BA20C6" w:rsidRDefault="00BA20C6" w:rsidP="008415D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اعراب، نان و خرما و هندوانه و توتون و حنا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 و روغن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ارزان در دست گرفته و در قافله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گشتند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فروختند،</w:t>
      </w:r>
      <w:r w:rsidRPr="00BA20C6">
        <w:rPr>
          <w:rtl/>
          <w:lang w:bidi="fa-IR"/>
        </w:rPr>
        <w:t xml:space="preserve"> و از قرار نقل جمال‌ها،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حدود 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چهل مزرعه و آباد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که جملگ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را «واد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الصفراء»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حدود آباد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هست که آنها را «واد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الحمراء»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نامند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آنها موسوم به «حمراء» است،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ک‌فرسخ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ن‌محل،</w:t>
      </w:r>
      <w:r w:rsidRPr="00BA20C6">
        <w:rPr>
          <w:rtl/>
          <w:lang w:bidi="fa-IR"/>
        </w:rPr>
        <w:t xml:space="preserve"> قبر «حضرت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ذر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است، که من از جمال‌ها خواهش کردم قافله را از آن‌جا عبور بدهند تا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آن بزرگوار را بنمائ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گفتند ممکن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حمله‌دار وعده کرد با قاطر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خودش مرا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ببرد، امروز و امشب تمام حمله‌دارها با حجاج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حمل آنها بودند، مشغول محاسبه تفر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حسابها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خودشان بودند و تمام نشد، و شب را لنگ کردند. حمله‌دارها گفتند ما همه‌ساله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با حاج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کم‌</w:t>
      </w:r>
      <w:r w:rsidRPr="00BA20C6">
        <w:rPr>
          <w:rFonts w:hint="eastAsia"/>
          <w:rtl/>
          <w:lang w:bidi="fa-IR"/>
        </w:rPr>
        <w:t>اعتبار</w:t>
      </w:r>
      <w:r w:rsidRPr="00BA20C6">
        <w:rPr>
          <w:rtl/>
          <w:lang w:bidi="fa-IR"/>
        </w:rPr>
        <w:t xml:space="preserve"> تفر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حساب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مطالبات و حقوق خود را ب</w:t>
      </w:r>
      <w:r w:rsidR="008415DB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هر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باشد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دو روز مانده است به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نْبُع»،</w:t>
      </w:r>
      <w:r w:rsidRPr="00BA20C6">
        <w:rPr>
          <w:rtl/>
          <w:lang w:bidi="fa-IR"/>
        </w:rPr>
        <w:t xml:space="preserve"> و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مسافر به کنار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تواند</w:t>
      </w:r>
      <w:r w:rsidRPr="00BA20C6">
        <w:rPr>
          <w:rtl/>
          <w:lang w:bidi="fa-IR"/>
        </w:rPr>
        <w:t xml:space="preserve"> ب</w:t>
      </w:r>
      <w:r w:rsidR="008415DB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هر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خود را از چن</w:t>
      </w:r>
      <w:r w:rsidR="008415DB">
        <w:rPr>
          <w:rFonts w:hint="cs"/>
          <w:rtl/>
          <w:lang w:bidi="fa-IR"/>
        </w:rPr>
        <w:t>گ</w:t>
      </w:r>
      <w:r w:rsidRPr="00BA20C6">
        <w:rPr>
          <w:rtl/>
          <w:lang w:bidi="fa-IR"/>
        </w:rPr>
        <w:t xml:space="preserve"> ما خلاص کرده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برود، معلوم شد لنگ امشب به تقاضا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حمله‌دارها بود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415DB" w:rsidP="008415D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54" w:name="_Toc56203029"/>
      <w:bookmarkStart w:id="355" w:name="_Toc56203689"/>
      <w:r w:rsidR="00BA20C6" w:rsidRPr="00BA20C6">
        <w:rPr>
          <w:rFonts w:hint="eastAsia"/>
          <w:rtl/>
          <w:lang w:bidi="fa-IR"/>
        </w:rPr>
        <w:lastRenderedPageBreak/>
        <w:t>مطالبات</w:t>
      </w:r>
      <w:r w:rsidR="00BA20C6" w:rsidRPr="00BA20C6">
        <w:rPr>
          <w:rtl/>
          <w:lang w:bidi="fa-IR"/>
        </w:rPr>
        <w:t xml:space="preserve"> حمله‌داران‌</w:t>
      </w:r>
      <w:bookmarkEnd w:id="354"/>
      <w:bookmarkEnd w:id="35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سوم صفر،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صبح زود ب</w:t>
      </w:r>
      <w:r w:rsidR="008415DB">
        <w:rPr>
          <w:rFonts w:hint="cs"/>
          <w:rtl/>
          <w:lang w:bidi="fa-IR"/>
        </w:rPr>
        <w:t xml:space="preserve">ه </w:t>
      </w:r>
      <w:r w:rsidRPr="00BA20C6">
        <w:rPr>
          <w:rtl/>
          <w:lang w:bidi="fa-IR"/>
        </w:rPr>
        <w:t>هر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داد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حمله‌دارها مطالبات خود را از ضعفا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گرفتند، بعد مسموع شد که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محل» اجازه عبور به قافله نداده، مطالبه «خاوه» و حق‌العبور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</w:t>
      </w:r>
      <w:r w:rsidRPr="00BA20C6">
        <w:rPr>
          <w:rtl/>
          <w:lang w:bidi="fa-IR"/>
        </w:rPr>
        <w:t>! بعد از صحبت‌ها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اد،</w:t>
      </w:r>
      <w:r w:rsidRPr="00BA20C6">
        <w:rPr>
          <w:rtl/>
          <w:lang w:bidi="fa-IR"/>
        </w:rPr>
        <w:t xml:space="preserve"> مقوم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حمله‌دار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رفتند و پس از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برگشته، ماب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خود پول جمع کرده و بردند، و تقد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وخ</w:t>
      </w:r>
      <w:r w:rsidRPr="00BA20C6">
        <w:rPr>
          <w:rtl/>
          <w:lang w:bidi="fa-IR"/>
        </w:rPr>
        <w:t xml:space="preserve"> محل نمودند و اجازه عبور گرفتند،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صورت ظاهر قض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بود،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باطن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ن‌گونه</w:t>
      </w:r>
      <w:r w:rsidRPr="00BA20C6">
        <w:rPr>
          <w:rtl/>
          <w:lang w:bidi="fa-IR"/>
        </w:rPr>
        <w:t xml:space="preserve"> امور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صورت‌ساز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 در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</w:t>
      </w:r>
      <w:r w:rsidRPr="00BA20C6">
        <w:rPr>
          <w:rtl/>
          <w:lang w:bidi="fa-IR"/>
        </w:rPr>
        <w:t>.</w:t>
      </w:r>
    </w:p>
    <w:p w:rsidR="00BA20C6" w:rsidRPr="00BA20C6" w:rsidRDefault="00BA20C6" w:rsidP="008415D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هر حال اشتغال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جعفر» باعث محروم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قبر «حضرت 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ذر»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قافله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ساعت به غروب مانده حرکت کرد، و مقارن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قبرستان، که چهارطاق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 بود، از قرار قول جمال‌ها قبر «ابوعب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دة</w:t>
      </w:r>
      <w:r w:rsidRPr="00BA20C6">
        <w:rPr>
          <w:rtl/>
          <w:lang w:bidi="fa-IR"/>
        </w:rPr>
        <w:t xml:space="preserve"> بن الحارث» ابن «عم رسول‌اللَّه </w:t>
      </w:r>
      <w:r w:rsidR="008415DB" w:rsidRPr="008415DB">
        <w:rPr>
          <w:rStyle w:val="libAlaemChar"/>
          <w:rFonts w:eastAsiaTheme="minorHAnsi"/>
          <w:rtl/>
        </w:rPr>
        <w:t>صلى‌الله‌عليه‌وآله‌وسلم</w:t>
      </w:r>
      <w:r w:rsidR="008415DB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است.</w:t>
      </w:r>
    </w:p>
    <w:p w:rsidR="00BA20C6" w:rsidRPr="00BA20C6" w:rsidRDefault="008415DB" w:rsidP="008415D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56" w:name="_Toc56203030"/>
      <w:bookmarkStart w:id="357" w:name="_Toc56203690"/>
      <w:r w:rsidR="00BA20C6" w:rsidRPr="00BA20C6">
        <w:rPr>
          <w:rFonts w:hint="eastAsia"/>
          <w:rtl/>
          <w:lang w:bidi="fa-IR"/>
        </w:rPr>
        <w:lastRenderedPageBreak/>
        <w:t>بدر</w:t>
      </w:r>
      <w:r w:rsidR="00BA20C6" w:rsidRPr="00BA20C6">
        <w:rPr>
          <w:rtl/>
          <w:lang w:bidi="fa-IR"/>
        </w:rPr>
        <w:t xml:space="preserve"> و حن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</w:t>
      </w:r>
      <w:bookmarkEnd w:id="356"/>
      <w:bookmarkEnd w:id="35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ما از 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موسوم به «بدر» است که غزوه معروف «بدر» در آن واقع شده،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را هم گفتند در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هاست،</w:t>
      </w:r>
      <w:r w:rsidRPr="00BA20C6">
        <w:rPr>
          <w:rtl/>
          <w:lang w:bidi="fa-IR"/>
        </w:rPr>
        <w:t xml:space="preserve"> مقارن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راه سراز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سنگلاخ و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خم، که تا دو سه ساعت به زحمت و وحشت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از 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بالأخره ساع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شش از شب گذشته،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منزلگاه و در چادرها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8415DB">
      <w:pPr>
        <w:pStyle w:val="Heading1"/>
        <w:rPr>
          <w:rtl/>
          <w:lang w:bidi="fa-IR"/>
        </w:rPr>
      </w:pPr>
      <w:bookmarkStart w:id="358" w:name="_Toc56203031"/>
      <w:bookmarkStart w:id="359" w:name="_Toc56203691"/>
      <w:r w:rsidRPr="00BA20C6">
        <w:rPr>
          <w:rFonts w:hint="eastAsia"/>
          <w:rtl/>
          <w:lang w:bidi="fa-IR"/>
        </w:rPr>
        <w:t>بئر</w:t>
      </w:r>
      <w:r w:rsidRPr="00BA20C6">
        <w:rPr>
          <w:rtl/>
          <w:lang w:bidi="fa-IR"/>
        </w:rPr>
        <w:t xml:space="preserve"> 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bookmarkEnd w:id="358"/>
      <w:bookmarkEnd w:id="359"/>
    </w:p>
    <w:p w:rsidR="00BA20C6" w:rsidRPr="00BA20C6" w:rsidRDefault="00BA20C6" w:rsidP="008415D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چهارم صفر،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منزلگاه امروز ما موسوم به «بئر سع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است که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و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خنک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دارد، اول ظهر از آنجا حرکت کرده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همان نسبت که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کوهها کوتاهتر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متدرجاً مبدل به تل‌ها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و اول غروب جاده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صاف و مسطح شد، و وارد صحرا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شن‌زار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از نصفه‌ها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هوا متدرجاً مرطوب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حبس، و مسلم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به 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نْبُعْ</w:t>
      </w:r>
      <w:r w:rsidRPr="00BA20C6">
        <w:rPr>
          <w:rtl/>
          <w:lang w:bidi="fa-IR"/>
        </w:rPr>
        <w:t xml:space="preserve"> و سواحل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F7D29" w:rsidP="008F7D2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60" w:name="_Toc56203032"/>
      <w:bookmarkStart w:id="361" w:name="_Toc56203692"/>
      <w:r w:rsidR="00BA20C6" w:rsidRPr="00BA20C6">
        <w:rPr>
          <w:rFonts w:hint="cs"/>
          <w:rtl/>
          <w:lang w:bidi="fa-IR"/>
        </w:rPr>
        <w:lastRenderedPageBreak/>
        <w:t>یَ</w:t>
      </w:r>
      <w:r w:rsidR="00BA20C6" w:rsidRPr="00BA20C6">
        <w:rPr>
          <w:rFonts w:hint="eastAsia"/>
          <w:rtl/>
          <w:lang w:bidi="fa-IR"/>
        </w:rPr>
        <w:t>نْبُع‌</w:t>
      </w:r>
      <w:bookmarkEnd w:id="360"/>
      <w:bookmarkEnd w:id="36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پنجم صفر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صبح قبل از آفتاب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نماز خواند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مجدد سوار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به ظهر مانده وارد شهر 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نْبُعْ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منزل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ما طو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ل‌تر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منازل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مدت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 سه ساعت تمام، سوار شتر بو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چون در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نبع»،</w:t>
      </w:r>
      <w:r w:rsidRPr="00BA20C6">
        <w:rPr>
          <w:rtl/>
          <w:lang w:bidi="fa-IR"/>
        </w:rPr>
        <w:t xml:space="preserve"> خانه‌ها و منازل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عفون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چادرها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در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دان</w:t>
      </w:r>
      <w:r w:rsidRPr="00BA20C6">
        <w:rPr>
          <w:rtl/>
          <w:lang w:bidi="fa-IR"/>
        </w:rPr>
        <w:t xml:space="preserve">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کنار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زده بودند، طرف عصر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آن طورها که از کثافت و عفونت و کثرت مگس آن نقل کرده بودند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جم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حتاج</w:t>
      </w:r>
      <w:r w:rsidRPr="00BA20C6">
        <w:rPr>
          <w:rtl/>
          <w:lang w:bidi="fa-IR"/>
        </w:rPr>
        <w:t xml:space="preserve"> مسافرت از اجناس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امتعه خارجه در آن موجود بود، شب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خنک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 و با کمال استراحت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8F7D29">
      <w:pPr>
        <w:pStyle w:val="Heading1"/>
        <w:rPr>
          <w:rtl/>
          <w:lang w:bidi="fa-IR"/>
        </w:rPr>
      </w:pPr>
      <w:bookmarkStart w:id="362" w:name="_Toc56203033"/>
      <w:bookmarkStart w:id="363" w:name="_Toc56203693"/>
      <w:r w:rsidRPr="00BA20C6">
        <w:rPr>
          <w:rFonts w:hint="eastAsia"/>
          <w:rtl/>
          <w:lang w:bidi="fa-IR"/>
        </w:rPr>
        <w:t>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ی‌</w:t>
      </w:r>
      <w:bookmarkEnd w:id="362"/>
      <w:bookmarkEnd w:id="36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ششم صفر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از صبح تا</w:t>
      </w:r>
    </w:p>
    <w:p w:rsidR="00BA20C6" w:rsidRPr="00BA20C6" w:rsidRDefault="00BA20C6" w:rsidP="008F7D29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عصر</w:t>
      </w:r>
      <w:r w:rsidRPr="00BA20C6">
        <w:rPr>
          <w:rtl/>
          <w:lang w:bidi="fa-IR"/>
        </w:rPr>
        <w:t xml:space="preserve"> هوا به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گرم و عفن و حبس بود، اگر 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از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ساحل بود، و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رطوبت هوا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تمام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لباس‌</w:t>
      </w:r>
      <w:r w:rsidR="008F7D29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شده بود، و افسوس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چرا در شهر منزل نگرفت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از طرف عصر نس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ساحل به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گرفت، و متدرجاً هوا </w:t>
      </w:r>
      <w:r w:rsidRPr="00BA20C6">
        <w:rPr>
          <w:rFonts w:hint="eastAsia"/>
          <w:rtl/>
          <w:lang w:bidi="fa-IR"/>
        </w:rPr>
        <w:t>خنک</w:t>
      </w:r>
      <w:r w:rsidRPr="00BA20C6">
        <w:rPr>
          <w:rtl/>
          <w:lang w:bidi="fa-IR"/>
        </w:rPr>
        <w:t xml:space="preserve"> و خشک و آزاد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لب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تماشا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ماه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و کوچک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آب بود که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ظرافت بودند، و سطح بدن آنها به الوان مختلفه مخطط و منقط بود، و به‌علاوه آن قدر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کوچک با رنگها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گوناگون و اشکال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و صور غ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لابلا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ساحل بود، که </w:t>
      </w:r>
      <w:r w:rsidRPr="00BA20C6">
        <w:rPr>
          <w:rtl/>
          <w:lang w:bidi="fa-IR"/>
        </w:rPr>
        <w:lastRenderedPageBreak/>
        <w:t>انسان از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باب قهوه‌خانه هم در ساحل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ساخته بودند که منظرگاه 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داشت.</w:t>
      </w:r>
      <w:r w:rsidRPr="00BA20C6">
        <w:rPr>
          <w:rFonts w:hint="eastAsia"/>
          <w:rtl/>
          <w:lang w:bidi="fa-IR"/>
        </w:rPr>
        <w:t>اوّل</w:t>
      </w:r>
      <w:r w:rsidRPr="00BA20C6">
        <w:rPr>
          <w:rtl/>
          <w:lang w:bidi="fa-IR"/>
        </w:rPr>
        <w:t xml:space="preserve"> شب گفته شد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روز شنبه از «سو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که به «جده» برود، حمله‌دارها رفتند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کردند، دو ساعت از شب گذشته تلگراف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«جده»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«جهاز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حرکت کرد و فردا به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نْبُعْ»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</w:t>
      </w:r>
      <w:r w:rsidRPr="00BA20C6">
        <w:rPr>
          <w:rtl/>
          <w:lang w:bidi="fa-IR"/>
        </w:rPr>
        <w:t xml:space="preserve"> که حجاج را به جده حمل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حمله‌دارها با ک</w:t>
      </w:r>
      <w:r w:rsidRPr="00BA20C6">
        <w:rPr>
          <w:rFonts w:hint="eastAsia"/>
          <w:rtl/>
          <w:lang w:bidi="fa-IR"/>
        </w:rPr>
        <w:t>مال</w:t>
      </w:r>
      <w:r w:rsidRPr="00BA20C6">
        <w:rPr>
          <w:rtl/>
          <w:lang w:bidi="fa-IR"/>
        </w:rPr>
        <w:t xml:space="preserve"> عجله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برده پس دادند،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گرفتند،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همان جهاز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در شهر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ما را جا گذاشت، و به شرح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ذکر شد حرکت به «جده» کرد و چون بارگ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جهاز مزبور هزار نفر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عده قافله ما از دو هزار نفر متجاو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بود،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گفتگو و مشاجره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حجاج و حمله‌دارها درگرفته بود، و بالأخره چون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مورد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از دست حجاج خارج است و مسافت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نبع»</w:t>
      </w:r>
      <w:r w:rsidRPr="00BA20C6">
        <w:rPr>
          <w:rtl/>
          <w:lang w:bidi="fa-IR"/>
        </w:rPr>
        <w:t xml:space="preserve"> تا «جده»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حجاج تماماً حاضر به رفتن با همان جهاز شدند.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F7D29" w:rsidP="008F7D2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64" w:name="_Toc56203034"/>
      <w:bookmarkStart w:id="365" w:name="_Toc56203694"/>
      <w:r w:rsidR="00BA20C6" w:rsidRPr="00BA20C6">
        <w:rPr>
          <w:rFonts w:hint="eastAsia"/>
          <w:rtl/>
          <w:lang w:bidi="fa-IR"/>
        </w:rPr>
        <w:lastRenderedPageBreak/>
        <w:t>جهاز</w:t>
      </w:r>
      <w:r w:rsidR="00BA20C6" w:rsidRPr="00BA20C6">
        <w:rPr>
          <w:rtl/>
          <w:lang w:bidi="fa-IR"/>
        </w:rPr>
        <w:t xml:space="preserve"> هما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ون‌</w:t>
      </w:r>
      <w:bookmarkEnd w:id="364"/>
      <w:bookmarkEnd w:id="36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هفتم صفر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صبح که از خواب ناراحت برخاست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تمام لباس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خود را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مثل آن که آن را در آب فرو برده و درآورده‌اند،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«جهاز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در ساحل لنگر انداخت، و فوراً تمام حجاج به جنبش آمده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دفع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مشغول جمع‌آور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اسباب و حمل آن به اطاق‌ها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شدند، و به واسطه گرم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و تزاحم دو سه هزار نفر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خواهند</w:t>
      </w:r>
      <w:r w:rsidRPr="00BA20C6">
        <w:rPr>
          <w:rtl/>
          <w:lang w:bidi="fa-IR"/>
        </w:rPr>
        <w:t xml:space="preserve"> بر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سبقت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صدمه به مردم وارد آمد، و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نصف حجاج با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در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جا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شدند،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«هند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از جهاز به ساحل آمد و گفت زحمت نکش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امروز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محمولات خود را که متعلق به حکومت است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کند، و نوبت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شما فردا است،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چاره</w:t>
      </w:r>
      <w:r w:rsidRPr="00BA20C6">
        <w:rPr>
          <w:rtl/>
          <w:lang w:bidi="fa-IR"/>
        </w:rPr>
        <w:t xml:space="preserve"> مردم مجدداً برگشته در خانه‌ها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صحرا منزل گرفتند، ما هم برگشته در بالاخانه منزل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هرچند امروز صدمه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خنک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خشک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منزل رفع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کرد، و به خواب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هشتم صفر مطابق «س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زان»،</w:t>
      </w:r>
      <w:r w:rsidRPr="00BA20C6">
        <w:rPr>
          <w:rtl/>
          <w:lang w:bidi="fa-IR"/>
        </w:rPr>
        <w:t xml:space="preserve"> از سحر حجاج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خود را در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جا دادند،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آفتاب گذشته اجازه سوار شدن از طرف «کاپ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تان»</w:t>
      </w:r>
      <w:r w:rsidRPr="00BA20C6">
        <w:rPr>
          <w:rtl/>
          <w:lang w:bidi="fa-IR"/>
        </w:rPr>
        <w:t xml:space="preserve"> داده شد، و تا ظهر مردم مشغول سوار شدن بودند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صدمه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.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هم در آب افتاد و غرق شد، و در تمام قسم</w:t>
      </w:r>
      <w:r w:rsidRPr="00BA20C6">
        <w:rPr>
          <w:rFonts w:hint="eastAsia"/>
          <w:rtl/>
          <w:lang w:bidi="fa-IR"/>
        </w:rPr>
        <w:t>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خن و سطحه و عرشه آنقدر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جا گرفته و پهلو به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نشسته بودند، که محل عبور و مرور بلکه مجال تنفس نبود، و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در عرشه مقدم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نسبتاً خوب بود، مقارن ظهر جهاز حرکت کرد و ما به واسطه </w:t>
      </w:r>
      <w:r w:rsidRPr="00BA20C6">
        <w:rPr>
          <w:rtl/>
          <w:lang w:bidi="fa-IR"/>
        </w:rPr>
        <w:lastRenderedPageBreak/>
        <w:t>ارتفاع مکان و عدم ازدحام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ت،</w:t>
      </w:r>
      <w:r w:rsidRPr="00BA20C6">
        <w:rPr>
          <w:rtl/>
          <w:lang w:bidi="fa-IR"/>
        </w:rPr>
        <w:t xml:space="preserve">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ن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خنک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واسطه صدمات و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اول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استراحت نموده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F7D29" w:rsidP="008F7D2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66" w:name="_Toc56203035"/>
      <w:bookmarkStart w:id="367" w:name="_Toc56203695"/>
      <w:r w:rsidR="00BA20C6" w:rsidRPr="00BA20C6">
        <w:rPr>
          <w:rFonts w:hint="eastAsia"/>
          <w:rtl/>
          <w:lang w:bidi="fa-IR"/>
        </w:rPr>
        <w:lastRenderedPageBreak/>
        <w:t>جده‌</w:t>
      </w:r>
      <w:bookmarkEnd w:id="366"/>
      <w:bookmarkEnd w:id="36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نهم صفر مطابق «اول عقرب»، </w:t>
      </w:r>
      <w:r w:rsidRPr="008F7D29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از صبح سواحل «جده» نمودار شد، و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سه ساعت از آفتاب گذشته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کنار ساحل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لنگر انداخت. تمام مسافت از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نبع»</w:t>
      </w:r>
      <w:r w:rsidRPr="00BA20C6">
        <w:rPr>
          <w:rtl/>
          <w:lang w:bidi="fa-IR"/>
        </w:rPr>
        <w:t xml:space="preserve"> تا «جده» را که شتر در خشک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شش‌روزه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مدت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ساعت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کرد، و به مجرد توقف </w:t>
      </w:r>
      <w:r w:rsidRPr="00BA20C6">
        <w:rPr>
          <w:rFonts w:hint="eastAsia"/>
          <w:rtl/>
          <w:lang w:bidi="fa-IR"/>
        </w:rPr>
        <w:t>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خود را، با طناب در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خته،</w:t>
      </w:r>
      <w:r w:rsidRPr="00BA20C6">
        <w:rPr>
          <w:rtl/>
          <w:lang w:bidi="fa-IR"/>
        </w:rPr>
        <w:t xml:space="preserve"> و خود از نردبان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به ساحل شتافتند.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ما</w:t>
      </w:r>
      <w:r w:rsidRPr="00BA20C6">
        <w:rPr>
          <w:rtl/>
          <w:lang w:bidi="fa-IR"/>
        </w:rPr>
        <w:t xml:space="preserve"> هم به نوبه خود توسط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قها</w:t>
      </w:r>
      <w:r w:rsidRPr="00BA20C6">
        <w:rPr>
          <w:rtl/>
          <w:lang w:bidi="fa-IR"/>
        </w:rPr>
        <w:t xml:space="preserve"> از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کم‌عمق و رنگارنگ، و خطوط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که مخصوص ساحل «جده» است عبور کرده، در خشک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چون دو شهر «</w:t>
      </w:r>
      <w:r w:rsidRPr="00BA20C6">
        <w:rPr>
          <w:rFonts w:hint="cs"/>
          <w:rtl/>
          <w:lang w:bidi="fa-IR"/>
        </w:rPr>
        <w:t>یَ</w:t>
      </w:r>
      <w:r w:rsidRPr="00BA20C6">
        <w:rPr>
          <w:rFonts w:hint="eastAsia"/>
          <w:rtl/>
          <w:lang w:bidi="fa-IR"/>
        </w:rPr>
        <w:t>نْبُعْ»</w:t>
      </w:r>
      <w:r w:rsidRPr="00BA20C6">
        <w:rPr>
          <w:rtl/>
          <w:lang w:bidi="fa-IR"/>
        </w:rPr>
        <w:t xml:space="preserve"> و «جده» هر دو متعلق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حکومت است،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ما را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گمرک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نکردند، و فقط از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پنج قروش بابت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گرفتند، و از خصا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</w:t>
      </w:r>
      <w:r w:rsidRPr="00BA20C6">
        <w:rPr>
          <w:rtl/>
          <w:lang w:bidi="fa-IR"/>
        </w:rPr>
        <w:t xml:space="preserve"> «جده»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 که تمام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متعلق به دولت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 کنترات دولت است، و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مأمور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گمرک از مردم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رند</w:t>
      </w:r>
      <w:r w:rsidRPr="00BA20C6">
        <w:rPr>
          <w:rtl/>
          <w:lang w:bidi="fa-IR"/>
        </w:rPr>
        <w:t xml:space="preserve"> و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ق‌بانها</w:t>
      </w:r>
      <w:r w:rsidRPr="00BA20C6">
        <w:rPr>
          <w:rtl/>
          <w:lang w:bidi="fa-IR"/>
        </w:rPr>
        <w:t xml:space="preserve"> حق اخذ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ندارند، و مثل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ق‌بانها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سواحل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آزاد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ستند</w:t>
      </w:r>
      <w:r w:rsidRPr="00BA20C6">
        <w:rPr>
          <w:rtl/>
          <w:lang w:bidi="fa-IR"/>
        </w:rPr>
        <w:t>.</w:t>
      </w:r>
    </w:p>
    <w:p w:rsidR="008F7D29" w:rsidRDefault="00BA20C6" w:rsidP="008F7D29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گمرک‌</w:t>
      </w:r>
      <w:r w:rsidR="008F7D29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خانه به زود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خارج و در شهر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بالاخانه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طبقه چهارم عمارت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سه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تا هر موقع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«جده» توقف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نمود،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منازل خود را روزانه اجاره کردند، اتفاقاً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 در «جده» معطل و به انتظار ورود</w:t>
      </w:r>
      <w:r w:rsidRPr="00BA20C6">
        <w:rPr>
          <w:rtl/>
          <w:lang w:bidi="fa-IR"/>
        </w:rPr>
        <w:cr/>
      </w:r>
    </w:p>
    <w:p w:rsidR="00BA20C6" w:rsidRPr="00BA20C6" w:rsidRDefault="008F7D29" w:rsidP="008F7D2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BA20C6" w:rsidRPr="00BA20C6" w:rsidRDefault="00BA20C6" w:rsidP="008F7D2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هشتم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آبان ماه.</w:t>
      </w:r>
    </w:p>
    <w:p w:rsidR="00BA20C6" w:rsidRPr="00BA20C6" w:rsidRDefault="008F7D29" w:rsidP="008F7D2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BA20C6">
        <w:rPr>
          <w:rFonts w:hint="eastAsia"/>
          <w:rtl/>
          <w:lang w:bidi="fa-IR"/>
        </w:rPr>
        <w:lastRenderedPageBreak/>
        <w:t xml:space="preserve"> </w:t>
      </w:r>
      <w:r w:rsidR="00BA20C6" w:rsidRPr="00BA20C6">
        <w:rPr>
          <w:rFonts w:hint="eastAsia"/>
          <w:rtl/>
          <w:lang w:bidi="fa-IR"/>
        </w:rPr>
        <w:t>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امرار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ام</w:t>
      </w:r>
      <w:r w:rsidR="00BA20C6" w:rsidRPr="00BA20C6">
        <w:rPr>
          <w:rtl/>
          <w:lang w:bidi="fa-IR"/>
        </w:rPr>
        <w:t xml:space="preserve"> نمود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8F7D29">
      <w:pPr>
        <w:pStyle w:val="Heading1"/>
        <w:rPr>
          <w:rtl/>
          <w:lang w:bidi="fa-IR"/>
        </w:rPr>
      </w:pPr>
      <w:bookmarkStart w:id="368" w:name="_Toc56203036"/>
      <w:bookmarkStart w:id="369" w:name="_Toc56203696"/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 در جدّه‌</w:t>
      </w:r>
      <w:bookmarkEnd w:id="368"/>
      <w:bookmarkEnd w:id="369"/>
    </w:p>
    <w:p w:rsidR="005E7CE3" w:rsidRDefault="00BA20C6" w:rsidP="005E7CE3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چون قضا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روزانه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من شرح گذران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ست‌</w:t>
      </w:r>
      <w:r w:rsidR="008F7D29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روزه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توقف را، با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مطالب در ضمن چند جمله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ادداشت</w:t>
      </w:r>
      <w:r w:rsidRPr="00BA20C6">
        <w:rPr>
          <w:rtl/>
          <w:lang w:bidi="fa-IR"/>
        </w:rPr>
        <w:t xml:space="preserve"> نمودم:</w:t>
      </w:r>
    </w:p>
    <w:p w:rsidR="00BA20C6" w:rsidRPr="00BA20C6" w:rsidRDefault="005E7CE3" w:rsidP="005E7CE3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اولًا</w:t>
      </w:r>
      <w:r w:rsidR="00BA20C6" w:rsidRPr="00BA20C6">
        <w:rPr>
          <w:rtl/>
          <w:lang w:bidi="fa-IR"/>
        </w:rPr>
        <w:t>: روز دوم ورود ما به «جده» «کشت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ون»</w:t>
      </w:r>
      <w:r w:rsidR="00BA20C6" w:rsidRPr="00BA20C6">
        <w:rPr>
          <w:rtl/>
          <w:lang w:bidi="fa-IR"/>
        </w:rPr>
        <w:t xml:space="preserve"> مسافر سوار کرده به طرف «بمبئ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حرکت نمود، و ما به 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ال</w:t>
      </w:r>
      <w:r w:rsidR="00BA20C6" w:rsidRPr="00BA20C6">
        <w:rPr>
          <w:rtl/>
          <w:lang w:bidi="fa-IR"/>
        </w:rPr>
        <w:t xml:space="preserve"> آن که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دو سره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نوران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آسوده نشسته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در حالت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بعد معلوم شد هر دو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متعلق به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کمپان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است، و بعض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همان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نوران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با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«کشت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ون»</w:t>
      </w:r>
      <w:r w:rsidR="00BA20C6" w:rsidRPr="00BA20C6">
        <w:rPr>
          <w:rtl/>
          <w:lang w:bidi="fa-IR"/>
        </w:rPr>
        <w:t xml:space="preserve"> تبد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tl/>
          <w:lang w:bidi="fa-IR"/>
        </w:rPr>
        <w:t xml:space="preserve"> کرده سوار شدند و رفتند، و دو روز بعد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موسوم به «کو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ت»</w:t>
      </w:r>
      <w:r w:rsidR="00BA20C6" w:rsidRPr="00BA20C6">
        <w:rPr>
          <w:rtl/>
          <w:lang w:bidi="fa-IR"/>
        </w:rPr>
        <w:t xml:space="preserve">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و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فروخته مستق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ماً</w:t>
      </w:r>
      <w:r w:rsidR="00BA20C6" w:rsidRPr="00BA20C6">
        <w:rPr>
          <w:rtl/>
          <w:lang w:bidi="fa-IR"/>
        </w:rPr>
        <w:t xml:space="preserve"> رفت، و ما چون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دو سره 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مجبوراً با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«بمبئ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برو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باز هم ماند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جمعاً به قدر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هزار نفر حجاج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ماند، و از آن به بعد چند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آمد و رفت کرد، لکن جملگ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خط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رشان</w:t>
      </w:r>
      <w:r w:rsidR="00BA20C6" w:rsidRPr="00BA20C6">
        <w:rPr>
          <w:rtl/>
          <w:lang w:bidi="fa-IR"/>
        </w:rPr>
        <w:t xml:space="preserve"> «اروپا» و «هند»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بالعکس بود و توقف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کردند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5E7CE3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هرچند</w:t>
      </w:r>
      <w:r w:rsidRPr="00BA20C6">
        <w:rPr>
          <w:rtl/>
          <w:lang w:bidi="fa-IR"/>
        </w:rPr>
        <w:t xml:space="preserve">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«جده» نسبت به دو ماه قبل که ما به آن وارد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خنک‌</w:t>
      </w:r>
      <w:r w:rsidR="005E7CE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تر و کم‌عفونت</w:t>
      </w:r>
      <w:r w:rsidR="005E7CE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‌تر و شهر کم‌جمع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</w:t>
      </w:r>
      <w:r w:rsidR="005E7CE3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تر</w:t>
      </w:r>
      <w:r w:rsidRPr="00BA20C6">
        <w:rPr>
          <w:rtl/>
          <w:lang w:bidi="fa-IR"/>
        </w:rPr>
        <w:t xml:space="preserve"> و ارزاق فراوان‌تر بود، معهذا به واسطه رطوبت هوا و دل‌تنگ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انتظار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جهاز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معاودت به وطن هر ساعت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ما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گذشت،</w:t>
      </w:r>
      <w:r w:rsidRPr="00BA20C6">
        <w:rPr>
          <w:rtl/>
          <w:lang w:bidi="fa-IR"/>
        </w:rPr>
        <w:t xml:space="preserve"> و تمام حجاج ملول و غمگ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افسرده بودند و غالباً مبتلا به تب مخصوص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شدند که دو سه روز طول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قطع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رفع دل‌تنگ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جهت تأنس و تجمع، و به مناسبت ماه صفر اغلب حجاج روضه‌</w:t>
      </w:r>
      <w:r w:rsidR="005E7CE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خوان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خصوص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سه روزه در منازل خود برپا، و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راه را دعوت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ما هم به </w:t>
      </w:r>
      <w:r w:rsidRPr="00BA20C6">
        <w:rPr>
          <w:rFonts w:hint="eastAsia"/>
          <w:rtl/>
          <w:lang w:bidi="fa-IR"/>
        </w:rPr>
        <w:t>نوبه</w:t>
      </w:r>
      <w:r w:rsidRPr="00BA20C6">
        <w:rPr>
          <w:rtl/>
          <w:lang w:bidi="fa-IR"/>
        </w:rPr>
        <w:t xml:space="preserve"> خود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اربع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در منزل، مجلس عزا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باشکوه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منعقد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قسمت‌ها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را به گردش بازار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ساحل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حوا» صرف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و ارزاق که دو ماه قبل کم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</w:t>
      </w:r>
      <w:r w:rsidRPr="00BA20C6">
        <w:rPr>
          <w:rtl/>
          <w:lang w:bidi="fa-IR"/>
        </w:rPr>
        <w:t xml:space="preserve"> و گران‌</w:t>
      </w:r>
      <w:r w:rsidR="005E7CE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بود،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وفور داشت و نسبتاً ارزانتر شده بود، نان‌ها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لواش خوب و پن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گوشت‌</w:t>
      </w:r>
      <w:r w:rsidR="005E7CE3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و مرغ‌ها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فراوان، و هندوانه و گرمک و انار و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مو</w:t>
      </w:r>
      <w:r w:rsidRPr="00BA20C6">
        <w:rPr>
          <w:rtl/>
          <w:lang w:bidi="fa-IR"/>
        </w:rPr>
        <w:t xml:space="preserve"> و پرتقال و بادمجان و به‌ها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درشت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زها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آب مک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توسط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مواد تلخ و شور آن را تجز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خارج کرده‌اند موجود بود، و هر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  <w:r w:rsidRPr="005E7CE3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آن را، که سه چهار من تبر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پنج قروش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فروختند،</w:t>
      </w:r>
      <w:r w:rsidRPr="00BA20C6">
        <w:rPr>
          <w:rtl/>
          <w:lang w:bidi="fa-IR"/>
        </w:rPr>
        <w:t xml:space="preserve"> در حالت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سابق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ارزاق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وجود نداشت،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کم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</w:t>
      </w:r>
      <w:r w:rsidRPr="00BA20C6">
        <w:rPr>
          <w:rtl/>
          <w:lang w:bidi="fa-IR"/>
        </w:rPr>
        <w:t xml:space="preserve"> بود و آ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آشام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همان آب برکه‌ها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چاهها بود که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بدمزه و متعفن و آلوده به کثافات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5E7CE3" w:rsidP="005E7C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70" w:name="_Toc56203037"/>
      <w:bookmarkStart w:id="371" w:name="_Toc56203697"/>
      <w:r w:rsidR="00BA20C6" w:rsidRPr="00BA20C6">
        <w:rPr>
          <w:rFonts w:hint="eastAsia"/>
          <w:rtl/>
          <w:lang w:bidi="fa-IR"/>
        </w:rPr>
        <w:lastRenderedPageBreak/>
        <w:t>قبر</w:t>
      </w:r>
      <w:r w:rsidR="00BA20C6" w:rsidRPr="00BA20C6">
        <w:rPr>
          <w:rtl/>
          <w:lang w:bidi="fa-IR"/>
        </w:rPr>
        <w:t xml:space="preserve"> حوّا</w:t>
      </w:r>
      <w:bookmarkEnd w:id="370"/>
      <w:bookmarkEnd w:id="371"/>
    </w:p>
    <w:p w:rsidR="00BA20C6" w:rsidRPr="00BA20C6" w:rsidRDefault="00BA20C6" w:rsidP="005E7CE3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ثالثاً</w:t>
      </w:r>
      <w:r w:rsidRPr="00BA20C6">
        <w:rPr>
          <w:rtl/>
          <w:lang w:bidi="fa-IR"/>
        </w:rPr>
        <w:t xml:space="preserve"> قبر «حضرت حوا» که اغلب روزها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آن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سمت شرق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خارج شهر واقع است، و دور آن قبرستان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از همه طرف محاط و محدود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باشد،</w:t>
      </w:r>
      <w:r w:rsidRPr="00BA20C6">
        <w:rPr>
          <w:rtl/>
          <w:lang w:bidi="fa-IR"/>
        </w:rPr>
        <w:t xml:space="preserve"> طول خود «قبر حوا» موافق علامات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گذاشته شده، و مطابق قدم‌شمار،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و چهل ذرع است، و سه مسجد با بقعه در نقاط سر و ناف و پا ساخته شده، و دور تا دور قبر به طول مزبور و به عرض دوازده ذرع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کوتاه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گذاشته‌اند، که مانع از عبور و مرور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قبر باشد، و بر طبق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علامات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مشاهده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</w:p>
    <w:p w:rsidR="00BA20C6" w:rsidRPr="00BA20C6" w:rsidRDefault="005E7CE3" w:rsidP="005E7CE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BA20C6" w:rsidRPr="00BA20C6" w:rsidRDefault="00BA20C6" w:rsidP="005E7CE3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از روس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گرفته شده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حلب بزرگ که در آن روغن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A20C6" w:rsidRPr="00BA20C6" w:rsidRDefault="005E7CE3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پا</w:t>
      </w:r>
      <w:r w:rsidR="00BA20C6" w:rsidRPr="00BA20C6">
        <w:rPr>
          <w:rtl/>
          <w:lang w:bidi="fa-IR"/>
        </w:rPr>
        <w:t xml:space="preserve"> به طرف شمال و سر به جانب جنوب است، و به اصطلاح جنازه را رو به مشرق و قبله دفن کرده‌اند،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را</w:t>
      </w:r>
      <w:r w:rsidR="00BA20C6" w:rsidRPr="00BA20C6">
        <w:rPr>
          <w:rtl/>
          <w:lang w:bidi="fa-IR"/>
        </w:rPr>
        <w:t xml:space="preserve"> که «مکه معظمه» درست در سمت مشرق «جده» واقع است، حالا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از صحت اصل دفن «حضرت حوا»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نقطه، و مطابقت طول مزبور با قامت آن حضرت، و وجود خانه «کعبه» و «مسجدا</w:t>
      </w:r>
      <w:r w:rsidR="00BA20C6" w:rsidRPr="00BA20C6">
        <w:rPr>
          <w:rFonts w:hint="eastAsia"/>
          <w:rtl/>
          <w:lang w:bidi="fa-IR"/>
        </w:rPr>
        <w:t>لحرام»</w:t>
      </w:r>
      <w:r w:rsidR="00BA20C6" w:rsidRPr="00BA20C6">
        <w:rPr>
          <w:rtl/>
          <w:lang w:bidi="fa-IR"/>
        </w:rPr>
        <w:t xml:space="preserve"> در آن زمان، و وجوب مواجهه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با آن، من به 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اطلاع</w:t>
      </w:r>
      <w:r w:rsidR="00BA20C6" w:rsidRPr="00BA20C6">
        <w:rPr>
          <w:rtl/>
          <w:lang w:bidi="fa-IR"/>
        </w:rPr>
        <w:t xml:space="preserve"> و ب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خبرم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رابعاً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توقف «جده» کتاب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مکه موسوم به «الإعلام بأعلام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</w:t>
      </w:r>
      <w:r w:rsidRPr="00BA20C6">
        <w:rPr>
          <w:rtl/>
          <w:lang w:bidi="fa-IR"/>
        </w:rPr>
        <w:t xml:space="preserve"> الحرام» که در «مکه معظمه»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دم،</w:t>
      </w:r>
      <w:r w:rsidRPr="00BA20C6">
        <w:rPr>
          <w:rtl/>
          <w:lang w:bidi="fa-IR"/>
        </w:rPr>
        <w:t xml:space="preserve"> و از تمام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تبد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لات</w:t>
      </w:r>
      <w:r w:rsidRPr="00BA20C6">
        <w:rPr>
          <w:rtl/>
          <w:lang w:bidi="fa-IR"/>
        </w:rPr>
        <w:t xml:space="preserve"> و احداثات که در ابن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«مسجدالحرام» و آثار مجاوره آن در هر زمان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داده بحث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تحت مطالعه من در آمد و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سلسله ا</w:t>
      </w:r>
      <w:r w:rsidRPr="00BA20C6">
        <w:rPr>
          <w:rFonts w:hint="eastAsia"/>
          <w:rtl/>
          <w:lang w:bidi="fa-IR"/>
        </w:rPr>
        <w:t>طلاعات</w:t>
      </w:r>
      <w:r w:rsidRPr="00BA20C6">
        <w:rPr>
          <w:rtl/>
          <w:lang w:bidi="fa-IR"/>
        </w:rPr>
        <w:t xml:space="preserve"> مف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برخوردم، که با عدم ضرورت ترجمه تمام آن لازم دانستم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قسمت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آن را ترجمه، و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اوراق که صورت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سفرنامه به خود گرفته است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ادداشت</w:t>
      </w:r>
      <w:r w:rsidRPr="00BA20C6">
        <w:rPr>
          <w:rtl/>
          <w:lang w:bidi="fa-IR"/>
        </w:rPr>
        <w:t xml:space="preserve">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633311" w:rsidP="005E7C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72" w:name="_Toc56203038"/>
      <w:bookmarkStart w:id="373" w:name="_Toc56203698"/>
      <w:r w:rsidR="00BA20C6" w:rsidRPr="00BA20C6">
        <w:rPr>
          <w:rFonts w:hint="eastAsia"/>
          <w:rtl/>
          <w:lang w:bidi="fa-IR"/>
        </w:rPr>
        <w:lastRenderedPageBreak/>
        <w:t>ترجمه</w:t>
      </w:r>
      <w:r w:rsidR="00BA20C6" w:rsidRPr="00BA20C6">
        <w:rPr>
          <w:rtl/>
          <w:lang w:bidi="fa-IR"/>
        </w:rPr>
        <w:t xml:space="preserve"> کتاب‌</w:t>
      </w:r>
      <w:bookmarkEnd w:id="372"/>
      <w:bookmarkEnd w:id="373"/>
    </w:p>
    <w:p w:rsidR="00BA20C6" w:rsidRPr="00BA20C6" w:rsidRDefault="00BA20C6" w:rsidP="0063331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راجع</w:t>
      </w:r>
      <w:r w:rsidRPr="00BA20C6">
        <w:rPr>
          <w:rtl/>
          <w:lang w:bidi="fa-IR"/>
        </w:rPr>
        <w:t xml:space="preserve"> به «مسجدالحرام»، زمان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حضرت «ابراه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- </w:t>
      </w:r>
      <w:r w:rsidR="00633311" w:rsidRPr="00633311">
        <w:rPr>
          <w:rStyle w:val="libAlaemChar"/>
          <w:rFonts w:eastAsiaTheme="minorHAnsi"/>
          <w:rtl/>
        </w:rPr>
        <w:t>عليه‌السلام</w:t>
      </w:r>
      <w:r w:rsidRPr="00BA20C6">
        <w:rPr>
          <w:rtl/>
          <w:lang w:bidi="fa-IR"/>
        </w:rPr>
        <w:t xml:space="preserve">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خانه «کعبه» را نمود، اطراف و حول و حوش آن ابداً معمور و مسکون نبود، متدرجاً اعقاب آن حضرت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قبائل و عشا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آن سرزم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شروع به مجاورت و سکونت در آنجا نمودند، </w:t>
      </w:r>
      <w:r w:rsidRPr="00BA20C6">
        <w:rPr>
          <w:rFonts w:hint="eastAsia"/>
          <w:rtl/>
          <w:lang w:bidi="fa-IR"/>
        </w:rPr>
        <w:t>لکن</w:t>
      </w:r>
      <w:r w:rsidRPr="00BA20C6">
        <w:rPr>
          <w:rtl/>
          <w:lang w:bidi="fa-IR"/>
        </w:rPr>
        <w:t xml:space="preserve"> از نقطه‌نظر حرمت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633311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‌اللَّه»،</w:t>
      </w:r>
      <w:r w:rsidRPr="00BA20C6">
        <w:rPr>
          <w:rtl/>
          <w:lang w:bidi="fa-IR"/>
        </w:rPr>
        <w:t xml:space="preserve"> خانه‌ها و منازل خود را مجاور و متصل به حرم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ساختند،</w:t>
      </w:r>
      <w:r w:rsidRPr="00BA20C6">
        <w:rPr>
          <w:rtl/>
          <w:lang w:bidi="fa-IR"/>
        </w:rPr>
        <w:t xml:space="preserve"> و منازل آنها با «کعبه»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فاصله داشت، تا آن که «قص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کلاب»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اجداد «حضرت رسول </w:t>
      </w:r>
      <w:r w:rsidR="00633311" w:rsidRPr="00633311">
        <w:rPr>
          <w:rStyle w:val="libAlaemChar"/>
          <w:rFonts w:eastAsiaTheme="minorHAnsi"/>
          <w:rtl/>
        </w:rPr>
        <w:t>صلى‌الله‌عليه‌وآله‌وسلم</w:t>
      </w:r>
      <w:r w:rsidR="00633311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و در زمان خود 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قوم و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و حافظ حرم بود امر ن</w:t>
      </w:r>
      <w:r w:rsidRPr="00BA20C6">
        <w:rPr>
          <w:rFonts w:hint="eastAsia"/>
          <w:rtl/>
          <w:lang w:bidi="fa-IR"/>
        </w:rPr>
        <w:t>مود،</w:t>
      </w:r>
      <w:r w:rsidRPr="00BA20C6">
        <w:rPr>
          <w:rtl/>
          <w:lang w:bidi="fa-IR"/>
        </w:rPr>
        <w:t xml:space="preserve"> که تمام عش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و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بستگان</w:t>
      </w:r>
      <w:r w:rsidRPr="00BA20C6">
        <w:rPr>
          <w:rtl/>
          <w:lang w:bidi="fa-IR"/>
        </w:rPr>
        <w:t xml:space="preserve"> آن جناب منازل دوردست را ترک گفته، و در مجاورت حرم خانه‌ها بنا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که از امن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احترام «کعبه» بهتر استفاده کرده، و از حملات و هجوم دشمنان خود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کوتر</w:t>
      </w:r>
      <w:r w:rsidRPr="00BA20C6">
        <w:rPr>
          <w:rtl/>
          <w:lang w:bidi="fa-IR"/>
        </w:rPr>
        <w:t xml:space="preserve"> در امان باشند، امر آن جناب به فور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انجام گرفت و «مکه» عنوان شهر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کرد، و روز به ر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tl/>
          <w:lang w:bidi="fa-IR"/>
        </w:rPr>
        <w:t xml:space="preserve"> آبادتر و معمورتر و پرجمع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</w:t>
      </w:r>
      <w:r w:rsidR="00633311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تر</w:t>
      </w:r>
      <w:r w:rsidRPr="00BA20C6">
        <w:rPr>
          <w:rtl/>
          <w:lang w:bidi="fa-IR"/>
        </w:rPr>
        <w:t xml:space="preserve"> شد، و عده زائر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633311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‌اللَّه»</w:t>
      </w:r>
      <w:r w:rsidRPr="00BA20C6">
        <w:rPr>
          <w:rtl/>
          <w:lang w:bidi="fa-IR"/>
        </w:rPr>
        <w:t xml:space="preserve"> سال به سال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ادتر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حال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منوال بود تا ظهور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اسلام.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چون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سال هفدهم از هجرت به حج رفت، مشاهده نمود که اطراف «کعبه» چند ذرع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مطاف زائر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مانده،</w:t>
      </w:r>
      <w:r w:rsidRPr="00BA20C6">
        <w:rPr>
          <w:rtl/>
          <w:lang w:bidi="fa-IR"/>
        </w:rPr>
        <w:t xml:space="preserve"> تماماً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 و کوچه‌ها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تنگ و پرپ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است، و مسلم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عده آنان روز بروز افزوده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اعمال حج و عمره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زحم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مشقت افتاده‌اند، لهذا چند باب خانه از مجاور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حرم نمود، و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فروش رضا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ندادند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 را عُنْفاً </w:t>
      </w:r>
      <w:r w:rsidRPr="00633311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گرفته منهدم کرد،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آن را در «کعبه» امانت گذاشت، تا متدرجاً به صاحبانش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صال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سپس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ثالث» در سنه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ه</w:t>
      </w:r>
      <w:r w:rsidRPr="00BA20C6">
        <w:rPr>
          <w:rFonts w:hint="eastAsia"/>
          <w:rtl/>
          <w:lang w:bidi="fa-IR"/>
        </w:rPr>
        <w:t>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همان ملاحظات،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باب خانه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را به رضا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عنف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منهدم نمود، و اطراف «کعبه»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صحن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رمنظم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شد که از اطراف، آن را به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</w:t>
      </w:r>
      <w:r w:rsidRPr="00BA20C6">
        <w:rPr>
          <w:rtl/>
          <w:lang w:bidi="fa-IR"/>
        </w:rPr>
        <w:t xml:space="preserve"> کوتاه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محصور نمودند.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«عبدالملک بن مروان» در سنه نود و پنج هجر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بر وسعت صحن مسجد افزود،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مرتفع نمود، و در اطراف آن سرادقات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شبستانها برپا کرد، که ستون‌ها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آنرا از بلاد بع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وارد</w:t>
      </w:r>
    </w:p>
    <w:p w:rsidR="00BA20C6" w:rsidRPr="00BA20C6" w:rsidRDefault="00633311" w:rsidP="0063331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63331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به زور.</w:t>
      </w:r>
    </w:p>
    <w:p w:rsidR="00BA20C6" w:rsidRPr="00BA20C6" w:rsidRDefault="00633311" w:rsidP="0063331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کرده</w:t>
      </w:r>
      <w:r w:rsidR="00BA20C6" w:rsidRPr="00BA20C6">
        <w:rPr>
          <w:rtl/>
          <w:lang w:bidi="fa-IR"/>
        </w:rPr>
        <w:t xml:space="preserve"> بود، و در سنه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کصد</w:t>
      </w:r>
      <w:r w:rsidR="00BA20C6" w:rsidRPr="00BA20C6">
        <w:rPr>
          <w:rtl/>
          <w:lang w:bidi="fa-IR"/>
        </w:rPr>
        <w:t xml:space="preserve"> و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هجرت، «خل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فه</w:t>
      </w:r>
      <w:r w:rsidR="00BA20C6" w:rsidRPr="00BA20C6">
        <w:rPr>
          <w:rtl/>
          <w:lang w:bidi="fa-IR"/>
        </w:rPr>
        <w:t xml:space="preserve"> عباس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ابوجعفر منصور» خانه‌ها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خر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منهدم کرد و داخل مسجد نمود، و وسعت مسجد را دو برابر سابقش نمود، و در سنه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کصد</w:t>
      </w:r>
      <w:r w:rsidR="00BA20C6" w:rsidRPr="00BA20C6">
        <w:rPr>
          <w:rtl/>
          <w:lang w:bidi="fa-IR"/>
        </w:rPr>
        <w:t xml:space="preserve"> و شصت هجر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«المهد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پسر «منصور عباس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که متصد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امر خلافت شده بود به حج رفت، و بر وسعت م</w:t>
      </w:r>
      <w:r w:rsidR="00BA20C6" w:rsidRPr="00BA20C6">
        <w:rPr>
          <w:rFonts w:hint="eastAsia"/>
          <w:rtl/>
          <w:lang w:bidi="fa-IR"/>
        </w:rPr>
        <w:t>سجد</w:t>
      </w:r>
      <w:r w:rsidR="00BA20C6" w:rsidRPr="00BA20C6">
        <w:rPr>
          <w:rtl/>
          <w:lang w:bidi="fa-IR"/>
        </w:rPr>
        <w:t xml:space="preserve"> از طرف اعل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اسفل افزود، و خل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فه</w:t>
      </w:r>
      <w:r w:rsidR="00BA20C6" w:rsidRPr="00BA20C6">
        <w:rPr>
          <w:rtl/>
          <w:lang w:bidi="fa-IR"/>
        </w:rPr>
        <w:t xml:space="preserve"> مزبور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که در سنه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کصد</w:t>
      </w:r>
      <w:r w:rsidR="00BA20C6" w:rsidRPr="00BA20C6">
        <w:rPr>
          <w:rtl/>
          <w:lang w:bidi="fa-IR"/>
        </w:rPr>
        <w:t xml:space="preserve"> و شصت و چهار، بار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به حج رفت مشاهده نمود، که حدود مسجد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tl/>
          <w:lang w:bidi="fa-IR"/>
        </w:rPr>
        <w:t xml:space="preserve">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رمنظم</w:t>
      </w:r>
      <w:r w:rsidR="00BA20C6" w:rsidRPr="00BA20C6">
        <w:rPr>
          <w:rtl/>
          <w:lang w:bidi="fa-IR"/>
        </w:rPr>
        <w:t xml:space="preserve"> است، و کعبه در وسط مسجد واقع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ست،</w:t>
      </w:r>
      <w:r w:rsidR="00BA20C6" w:rsidRPr="00BA20C6">
        <w:rPr>
          <w:rtl/>
          <w:lang w:bidi="fa-IR"/>
        </w:rPr>
        <w:t xml:space="preserve"> معماران و مهندس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زبردست را طلب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نقشه مربع و منظم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کردند که «کعبه منوره» </w:t>
      </w:r>
      <w:r w:rsidR="00BA20C6" w:rsidRPr="00BA20C6">
        <w:rPr>
          <w:rFonts w:hint="eastAsia"/>
          <w:rtl/>
          <w:lang w:bidi="fa-IR"/>
        </w:rPr>
        <w:t>در</w:t>
      </w:r>
      <w:r w:rsidR="00BA20C6" w:rsidRPr="00BA20C6">
        <w:rPr>
          <w:rtl/>
          <w:lang w:bidi="fa-IR"/>
        </w:rPr>
        <w:t xml:space="preserve"> وسط حق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واقع بود، به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هم قناعت نکرده امر کرد مطابق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نقشه، بالا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بام‌ها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خ‌کوب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سمان‌کش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نمودند، و خود بالا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«کوه ابوقب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س»</w:t>
      </w:r>
      <w:r w:rsidR="00BA20C6" w:rsidRPr="00BA20C6">
        <w:rPr>
          <w:rtl/>
          <w:lang w:bidi="fa-IR"/>
        </w:rPr>
        <w:t xml:space="preserve"> رفته تماشا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وضع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خارج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نقشه مزبور را نموده، امر کرد تمام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بناها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مسجد و خانه‌هائ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داخل نقشه واقع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و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قسمت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«مسع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را هم شامل بود خراب و منهدم نمودند، و «مسع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را هم عقب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 xml:space="preserve">‌تر بردند، و دور تا دور مسجد سرادقات </w:t>
      </w:r>
      <w:r w:rsidR="00BA20C6" w:rsidRPr="00633311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و شبستانها و ابواب به شکل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هنوز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 بنا کردند.</w:t>
      </w:r>
      <w:r w:rsidRPr="00BA20C6">
        <w:rPr>
          <w:rFonts w:hint="eastAsia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مؤلف</w:t>
      </w:r>
      <w:r w:rsidR="00BA20C6" w:rsidRPr="00BA20C6">
        <w:rPr>
          <w:rtl/>
          <w:lang w:bidi="fa-IR"/>
        </w:rPr>
        <w:t xml:space="preserve"> کتاب در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ن‌جا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>: با آن‌که تمام موثق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از علماء و مورخ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ن،</w:t>
      </w:r>
      <w:r w:rsidR="00BA20C6" w:rsidRPr="00BA20C6">
        <w:rPr>
          <w:rtl/>
          <w:lang w:bidi="fa-IR"/>
        </w:rPr>
        <w:t xml:space="preserve">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قض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را نوشته‌اند، 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متعرض 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نشده‌اند که سع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کردن در «مسعائ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که زمان «پ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غمبر»</w:t>
      </w:r>
      <w:r w:rsidR="00BA20C6" w:rsidRPr="00BA20C6">
        <w:rPr>
          <w:rtl/>
          <w:lang w:bidi="fa-IR"/>
        </w:rPr>
        <w:t xml:space="preserve"> نبوده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مکف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و بالنت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جه</w:t>
      </w:r>
      <w:r w:rsidR="00BA20C6" w:rsidRPr="00BA20C6">
        <w:rPr>
          <w:rtl/>
          <w:lang w:bidi="fa-IR"/>
        </w:rPr>
        <w:t xml:space="preserve"> موجب بطلان حج خواهد بود.</w:t>
      </w:r>
      <w:r w:rsidRPr="00BA20C6">
        <w:rPr>
          <w:rFonts w:hint="eastAsia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بعد</w:t>
      </w:r>
      <w:r w:rsidR="00BA20C6" w:rsidRPr="00BA20C6">
        <w:rPr>
          <w:rtl/>
          <w:lang w:bidi="fa-IR"/>
        </w:rPr>
        <w:t xml:space="preserve"> مؤلف مزبور که خود از علما است به وجوه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اشکال مزبور را رفع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کند،</w:t>
      </w:r>
      <w:r w:rsidR="00BA20C6" w:rsidRPr="00BA20C6">
        <w:rPr>
          <w:rtl/>
          <w:lang w:bidi="fa-IR"/>
        </w:rPr>
        <w:t xml:space="preserve"> که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آنها عدم تغ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تمام «مسع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»،</w:t>
      </w:r>
      <w:r w:rsidR="00BA20C6" w:rsidRPr="00BA20C6">
        <w:rPr>
          <w:rtl/>
          <w:lang w:bidi="fa-IR"/>
        </w:rPr>
        <w:t xml:space="preserve"> و بقاء قسمت عمده </w:t>
      </w:r>
    </w:p>
    <w:p w:rsidR="00BA20C6" w:rsidRPr="00BA20C6" w:rsidRDefault="00633311" w:rsidP="0063331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633311" w:rsidRDefault="00BA20C6" w:rsidP="0063331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مه،</w:t>
      </w:r>
      <w:r w:rsidRPr="00BA20C6">
        <w:rPr>
          <w:rtl/>
          <w:lang w:bidi="fa-IR"/>
        </w:rPr>
        <w:t xml:space="preserve"> سراپرده.</w:t>
      </w:r>
    </w:p>
    <w:p w:rsidR="00BA20C6" w:rsidRPr="00BA20C6" w:rsidRDefault="00633311" w:rsidP="0063331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آن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باشد</w:t>
      </w:r>
      <w:r w:rsidR="00BA20C6" w:rsidRPr="00BA20C6">
        <w:rPr>
          <w:rtl/>
          <w:lang w:bidi="fa-IR"/>
        </w:rPr>
        <w:t xml:space="preserve"> و با آن که اموال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«المهد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در آن سال صرف مسجد کرد و بنا ناتمام ماند، و سال بعد اموال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«عراق» فرستاد که به مصرف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باز هم بنا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مسجد تمام نشد و خل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فه</w:t>
      </w:r>
      <w:r w:rsidR="00BA20C6" w:rsidRPr="00BA20C6">
        <w:rPr>
          <w:rtl/>
          <w:lang w:bidi="fa-IR"/>
        </w:rPr>
        <w:t xml:space="preserve"> فوت گرد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و پسرش «الهاد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»،</w:t>
      </w:r>
      <w:r w:rsidR="00BA20C6" w:rsidRPr="00BA20C6">
        <w:rPr>
          <w:rtl/>
          <w:lang w:bidi="fa-IR"/>
        </w:rPr>
        <w:t xml:space="preserve">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که به مسند خلافت مستقر شد، در حدود سنه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کصد</w:t>
      </w:r>
      <w:r w:rsidR="00BA20C6" w:rsidRPr="00BA20C6">
        <w:rPr>
          <w:rtl/>
          <w:lang w:bidi="fa-IR"/>
        </w:rPr>
        <w:t xml:space="preserve"> و هفتا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هجر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نواقص مسجد را تکم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</w:t>
      </w:r>
      <w:r w:rsidR="00BA20C6" w:rsidRPr="00BA20C6">
        <w:rPr>
          <w:rtl/>
          <w:lang w:bidi="fa-IR"/>
        </w:rPr>
        <w:t xml:space="preserve"> و بنا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را به انجام رسان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و تجملات و ظاهرساز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را به طر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tl/>
          <w:lang w:bidi="fa-IR"/>
        </w:rPr>
        <w:t xml:space="preserve"> قشنگ و باشکوه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تمام نمود، و در سنه دو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و هفتاد و دو هجر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،</w:t>
      </w:r>
      <w:r w:rsidR="00BA20C6" w:rsidRPr="00BA20C6">
        <w:rPr>
          <w:rtl/>
          <w:lang w:bidi="fa-IR"/>
        </w:rPr>
        <w:t xml:space="preserve"> شبستان جانب غرب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مسجد، به واسطه سقوط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باب خانه مرتفع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آن منهدم شد، و به امر «خل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فه</w:t>
      </w:r>
      <w:r w:rsidR="00BA20C6" w:rsidRPr="00BA20C6">
        <w:rPr>
          <w:rtl/>
          <w:lang w:bidi="fa-IR"/>
        </w:rPr>
        <w:t xml:space="preserve"> الموفق باللَّه» که ملقب به «الناصر لد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ن‌اللَّه»</w:t>
      </w:r>
      <w:r w:rsidR="00BA20C6" w:rsidRPr="00BA20C6">
        <w:rPr>
          <w:rtl/>
          <w:lang w:bidi="fa-IR"/>
        </w:rPr>
        <w:t xml:space="preserve">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بود تعم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و مرمت گرد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و در سنه دو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و هشتاد هجر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«المعتضد باللَّه عباس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»،</w:t>
      </w:r>
      <w:r w:rsidR="00BA20C6" w:rsidRPr="00BA20C6">
        <w:rPr>
          <w:rtl/>
          <w:lang w:bidi="fa-IR"/>
        </w:rPr>
        <w:t xml:space="preserve"> «دارالندوه» را که از قد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م‌الا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ام</w:t>
      </w:r>
      <w:r w:rsidR="00BA20C6" w:rsidRPr="00BA20C6">
        <w:rPr>
          <w:rtl/>
          <w:lang w:bidi="fa-IR"/>
        </w:rPr>
        <w:t xml:space="preserve"> «مجلس شورا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اشراف» و «ش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وخ</w:t>
      </w:r>
      <w:r w:rsidR="00BA20C6" w:rsidRPr="00BA20C6">
        <w:rPr>
          <w:rtl/>
          <w:lang w:bidi="fa-IR"/>
        </w:rPr>
        <w:t xml:space="preserve"> 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ش»</w:t>
      </w:r>
      <w:r w:rsidR="00BA20C6" w:rsidRPr="00BA20C6">
        <w:rPr>
          <w:rtl/>
          <w:lang w:bidi="fa-IR"/>
        </w:rPr>
        <w:t xml:space="preserve"> و در جانب شمال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مسجد بود، منهدم و جزو مسجد کرد.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در سنه هشتصد و دو هجر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«مکه»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داد، که به مسجد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سرا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ثلث آن را منهدم کرد، و به امر «فرج بن برقوق بن قانصوه دوم» پادشاه چرکس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صورت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گرفت.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راقم</w:t>
      </w:r>
      <w:r w:rsidRPr="00BA20C6">
        <w:rPr>
          <w:rtl/>
          <w:lang w:bidi="fa-IR"/>
        </w:rPr>
        <w:t xml:space="preserve">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: «چراکسه»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ممال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ترک «چرکس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بودند که در دربار 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وب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مصر» خدمت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متدرجاً زمام امور مملکت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به دست گرفتند، تا بالأخره به سلطنت «مصر» و «حجاز» نائل شدند، و مدت سلطنت آنها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و چهل سال از سنه هفتصد و هشتاد و </w:t>
      </w:r>
      <w:r w:rsidRPr="00BA20C6">
        <w:rPr>
          <w:rFonts w:hint="eastAsia"/>
          <w:rtl/>
          <w:lang w:bidi="fa-IR"/>
        </w:rPr>
        <w:t>چهار،</w:t>
      </w:r>
      <w:r w:rsidRPr="00BA20C6">
        <w:rPr>
          <w:rtl/>
          <w:lang w:bidi="fa-IR"/>
        </w:rPr>
        <w:t xml:space="preserve"> تا سنه نهصد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سه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به دست «سلطان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منقرض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>.</w:t>
      </w:r>
    </w:p>
    <w:p w:rsidR="00BA20C6" w:rsidRPr="00BA20C6" w:rsidRDefault="00BA20C6" w:rsidP="0063331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و</w:t>
      </w:r>
      <w:r w:rsidRPr="00BA20C6">
        <w:rPr>
          <w:rtl/>
          <w:lang w:bidi="fa-IR"/>
        </w:rPr>
        <w:t xml:space="preserve"> در سنه هشتصد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 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«ملک‌الأشرف برسبا»، که معروفتر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هشتم پادشاه «چرکس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است، در ضمن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اقدامات </w:t>
      </w:r>
      <w:r w:rsidRPr="00BA20C6">
        <w:rPr>
          <w:rFonts w:hint="eastAsia"/>
          <w:rtl/>
          <w:lang w:bidi="fa-IR"/>
        </w:rPr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از ساختن «مسجد مطهّر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«مد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نه»،</w:t>
      </w:r>
      <w:r w:rsidRPr="00BA20C6">
        <w:rPr>
          <w:rtl/>
          <w:lang w:bidi="fa-IR"/>
        </w:rPr>
        <w:t xml:space="preserve"> و ساختن «مسجد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ف»،</w:t>
      </w:r>
      <w:r w:rsidRPr="00BA20C6">
        <w:rPr>
          <w:rtl/>
          <w:lang w:bidi="fa-IR"/>
        </w:rPr>
        <w:t xml:space="preserve"> و تأس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مدارس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«مسجدالحرام» نموده، و سنگ فرش تمام مسجد را تبد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عوض کرد، و شرح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و خدمات خود را،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داخل «کعبه منوره» منصوب نمود، که هنوز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در سنه نهصد و نوزده 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«ملک‌الأشرف قانصوه الغور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پادشاهان «چرکس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است، در ضمن اعمال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از ساختن حصار شهر «جده»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وضوخانه (م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ضاة</w:t>
      </w:r>
      <w:r w:rsidRPr="00BA20C6">
        <w:rPr>
          <w:rtl/>
          <w:lang w:bidi="fa-IR"/>
        </w:rPr>
        <w:t>) بزرگ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کنار مسجد ساخت، و اقدام به ترخ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«حجر اسم</w:t>
      </w:r>
      <w:r w:rsidR="00633311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نمود،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تمام حجر 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را، با سنگ‌ها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مرمر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هنوز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مفروش و مز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کرد، و در سنه نهصد و هفتاد و نه 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«سلطان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پس از 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«مسجدالحرام» و «مکه»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داده بود،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مسجد نمود، و سنگ فرش فعل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مطاف از او است، و وضوخانه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آب بنا کرد، و جانب شرق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جنوب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مسجد را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تز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نمود، به علاوه آب به موضع «تنع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چهار باب مدرسه در «مکه» احداث نمود، و پس از فوت «سلطان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فرزندش «سلطان مراد»، در سنه نهصد و هشتاد و چهار هجر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بناها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پدر را که ناقص مانده تکم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ل،</w:t>
      </w:r>
      <w:r w:rsidRPr="00BA20C6">
        <w:rPr>
          <w:rtl/>
          <w:lang w:bidi="fa-IR"/>
        </w:rPr>
        <w:t xml:space="preserve"> و دو طرف غرب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مسجد را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ساختمان و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کرد، و اسم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پادشاه در تمام نقاط مسجد و ابواب و مناره‌ها ثبت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است، و در ضمن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ماده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ختم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مسجدالحرام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عبارت «عمر سلطان مرادالحرم»،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مصراع از اشعار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اصح و انسب واقع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0C2722" w:rsidP="000C272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74" w:name="_Toc56203039"/>
      <w:bookmarkStart w:id="375" w:name="_Toc56203699"/>
      <w:r w:rsidR="00BA20C6" w:rsidRPr="00BA20C6">
        <w:rPr>
          <w:rFonts w:hint="eastAsia"/>
          <w:rtl/>
          <w:lang w:bidi="fa-IR"/>
        </w:rPr>
        <w:lastRenderedPageBreak/>
        <w:t>کعبه</w:t>
      </w:r>
      <w:r w:rsidR="00BA20C6" w:rsidRPr="00BA20C6">
        <w:rPr>
          <w:rtl/>
          <w:lang w:bidi="fa-IR"/>
        </w:rPr>
        <w:t xml:space="preserve"> منوره‌</w:t>
      </w:r>
      <w:bookmarkEnd w:id="374"/>
      <w:bookmarkEnd w:id="375"/>
    </w:p>
    <w:p w:rsidR="00BA20C6" w:rsidRPr="00BA20C6" w:rsidRDefault="00BA20C6" w:rsidP="000C2722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دوم</w:t>
      </w:r>
      <w:r w:rsidRPr="00BA20C6">
        <w:rPr>
          <w:rtl/>
          <w:lang w:bidi="fa-IR"/>
        </w:rPr>
        <w:t xml:space="preserve"> راجع به «کعبه منوره»- زادهااللَّه شرفاً-، پس از حذف و اسقاط اقوال و اخبار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راجع به انهدام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بار، و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ساختمان «کعبه»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دفعه، به دست «عمالقه»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«جرهم»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«قص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کلاب»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ش»</w:t>
      </w:r>
      <w:r w:rsidRPr="00BA20C6">
        <w:rPr>
          <w:rtl/>
          <w:lang w:bidi="fa-IR"/>
        </w:rPr>
        <w:t xml:space="preserve"> ذکر شده، قدر جامع و مسلم آن است که هرگونه ت</w:t>
      </w:r>
      <w:r w:rsidRPr="00BA20C6">
        <w:rPr>
          <w:rFonts w:hint="eastAsia"/>
          <w:rtl/>
          <w:lang w:bidi="fa-IR"/>
        </w:rPr>
        <w:t>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«کعبه» داده شده باشد، محققاً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اساس و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«حضرت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بوده است،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خلاف آن را احد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ذکر نکرده، و آنچه بعد از ظهور اسلام به آن مطلعم، آن است که «عبداللَّه بن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ر»،</w:t>
      </w:r>
      <w:r w:rsidRPr="00BA20C6">
        <w:rPr>
          <w:rtl/>
          <w:lang w:bidi="fa-IR"/>
        </w:rPr>
        <w:t xml:space="preserve"> پس از 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«مکه» در سنه شصت و چهار از هجرت، «کعبه معظ</w:t>
      </w:r>
      <w:r w:rsidRPr="00BA20C6">
        <w:rPr>
          <w:rFonts w:hint="eastAsia"/>
          <w:rtl/>
          <w:lang w:bidi="fa-IR"/>
        </w:rPr>
        <w:t>مه»</w:t>
      </w:r>
      <w:r w:rsidRPr="00BA20C6">
        <w:rPr>
          <w:rtl/>
          <w:lang w:bidi="fa-IR"/>
        </w:rPr>
        <w:t xml:space="preserve"> را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منهدم کرده، مجدداً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همان اساس سابق بنا نمود، و نه ذرع بر طول آن از جانب شمال افزود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«حجر اسم</w:t>
      </w:r>
      <w:r w:rsidR="000C2722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را که مدفن آن حضرت همان‌جا است، جزء کعبه نمود و کف خانه را مساو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قرار داد، و دو درب در جانب شرق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غرب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دائر نمود، که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داخل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خارج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و «عبداللَّه بن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که مادرش «اسماء ذات‌النطاق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دختر «اب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بکر»،</w:t>
      </w:r>
      <w:r w:rsidRPr="00BA20C6">
        <w:rPr>
          <w:rtl/>
          <w:lang w:bidi="fa-IR"/>
        </w:rPr>
        <w:t xml:space="preserve"> و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خواهرزاده «عا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شه»</w:t>
      </w:r>
      <w:r w:rsidRPr="00BA20C6">
        <w:rPr>
          <w:rtl/>
          <w:lang w:bidi="fa-IR"/>
        </w:rPr>
        <w:t xml:space="preserve"> بود،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عمل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را به استناد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نبو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به چند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از «عا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شه»</w:t>
      </w:r>
      <w:r w:rsidRPr="00BA20C6">
        <w:rPr>
          <w:rtl/>
          <w:lang w:bidi="fa-IR"/>
        </w:rPr>
        <w:t xml:space="preserve"> روا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شده نموده است و 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</w:t>
      </w:r>
      <w:r w:rsidRPr="00BA20C6">
        <w:rPr>
          <w:rtl/>
          <w:lang w:bidi="fa-IR"/>
        </w:rPr>
        <w:t xml:space="preserve"> مزبور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«لو</w:t>
      </w:r>
      <w:r w:rsidRPr="00BA20C6">
        <w:rPr>
          <w:rtl/>
          <w:lang w:bidi="fa-IR"/>
        </w:rPr>
        <w:t xml:space="preserve"> لا إنَّ قومک حد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ثو</w:t>
      </w:r>
      <w:r w:rsidRPr="00BA20C6">
        <w:rPr>
          <w:rtl/>
          <w:lang w:bidi="fa-IR"/>
        </w:rPr>
        <w:t xml:space="preserve"> عهد بالشرک لهدمت الکعبة فألزقتها بالأرض، ولجعلت لها باباً شرق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</w:t>
      </w:r>
      <w:r w:rsidRPr="00BA20C6">
        <w:rPr>
          <w:rtl/>
          <w:lang w:bidi="fa-IR"/>
        </w:rPr>
        <w:t xml:space="preserve"> وباباً غرب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اً،</w:t>
      </w:r>
      <w:r w:rsidRPr="00BA20C6">
        <w:rPr>
          <w:rtl/>
          <w:lang w:bidi="fa-IR"/>
        </w:rPr>
        <w:t xml:space="preserve"> وزدت 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ستّة أذرع من الحجر، فإنّ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شاً</w:t>
      </w:r>
      <w:r w:rsidRPr="00BA20C6">
        <w:rPr>
          <w:rtl/>
          <w:lang w:bidi="fa-IR"/>
        </w:rPr>
        <w:t xml:space="preserve"> استقصرتها،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بنت الکعبة فإنْ بدا لقومک من بعد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أن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بنوه</w:t>
      </w:r>
      <w:r w:rsidRPr="00BA20C6">
        <w:rPr>
          <w:rtl/>
          <w:lang w:bidi="fa-IR"/>
        </w:rPr>
        <w:t xml:space="preserve"> فهلمّ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لأُر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ما ترکوا منه، فأراها نحواً من سبعة أذرع</w:t>
      </w:r>
      <w:r w:rsidRPr="00BA20C6">
        <w:rPr>
          <w:rFonts w:hint="eastAsia"/>
          <w:rtl/>
          <w:lang w:bidi="fa-IR"/>
        </w:rPr>
        <w:t>»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نو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سنده</w:t>
      </w:r>
      <w:r w:rsidRPr="00BA20C6">
        <w:rPr>
          <w:rtl/>
          <w:lang w:bidi="fa-IR"/>
        </w:rPr>
        <w:t xml:space="preserve">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: اختلاف شش ذرع و هفت ذرع و نه ذرع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ناش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مشابهت لفظ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سته و سبعه و تسعه باشد، که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موجب اختلاف اعداد در روا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و توار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هم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در سنه هفتاد و چهار 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«حجاج بن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وسف</w:t>
      </w:r>
      <w:r w:rsidRPr="00BA20C6">
        <w:rPr>
          <w:rtl/>
          <w:lang w:bidi="fa-IR"/>
        </w:rPr>
        <w:t xml:space="preserve"> ثقف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امر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امو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«عبدالملک بن مروان»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«عبداللَّه بن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را خراب کرد و «حجر اسماع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را به حال اول از «کعبه» خارج نمود،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درب غرب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«کعبه» را مسدود و کف خانه را به قدر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ذرع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مرتفع کرد چنانچه هنوز به آن حال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0C2722">
      <w:pPr>
        <w:pStyle w:val="Heading1"/>
        <w:rPr>
          <w:rtl/>
          <w:lang w:bidi="fa-IR"/>
        </w:rPr>
      </w:pPr>
      <w:bookmarkStart w:id="376" w:name="_Toc56203040"/>
      <w:bookmarkStart w:id="377" w:name="_Toc56203700"/>
      <w:r w:rsidRPr="00BA20C6">
        <w:rPr>
          <w:rFonts w:hint="eastAsia"/>
          <w:rtl/>
          <w:lang w:bidi="fa-IR"/>
        </w:rPr>
        <w:t>قرامطه‌</w:t>
      </w:r>
      <w:bookmarkEnd w:id="376"/>
      <w:bookmarkEnd w:id="377"/>
    </w:p>
    <w:p w:rsidR="00BA20C6" w:rsidRPr="00BA20C6" w:rsidRDefault="00BA20C6" w:rsidP="000C2722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سوم</w:t>
      </w:r>
      <w:r w:rsidRPr="00BA20C6">
        <w:rPr>
          <w:rtl/>
          <w:lang w:bidi="fa-IR"/>
        </w:rPr>
        <w:t>: راجع به «حجرالأسود»-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اطلاع از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«حجرالأسود» داده شده، احوال «قرامطه» با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اختصار در ضمن چند سطر ترجمه و نوشته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: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«قرامطه»</w:t>
      </w:r>
      <w:r w:rsidRPr="00BA20C6">
        <w:rPr>
          <w:rtl/>
          <w:lang w:bidi="fa-IR"/>
        </w:rPr>
        <w:t xml:space="preserve"> قوم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بودند که در اواخر قرن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اوائل قرن چهارم از هجرت ظهور کردند، و مؤسس سلسله آنها شخص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خوزستان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موسوم به «کرم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ته»،</w:t>
      </w:r>
      <w:r w:rsidRPr="00BA20C6">
        <w:rPr>
          <w:rtl/>
          <w:lang w:bidi="fa-IR"/>
        </w:rPr>
        <w:t xml:space="preserve"> که به سبب تحر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تعر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«قرمط»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اساس</w:t>
      </w:r>
      <w:r w:rsidRPr="00BA20C6">
        <w:rPr>
          <w:rtl/>
          <w:lang w:bidi="fa-IR"/>
        </w:rPr>
        <w:t xml:space="preserve"> معتقدات آنها، امامت و مهدو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«محمد بن عبداللَّه بن محمّد ابن اسم</w:t>
      </w:r>
      <w:r w:rsidR="000C2722">
        <w:rPr>
          <w:rFonts w:hint="cs"/>
          <w:rtl/>
          <w:lang w:bidi="fa-IR"/>
        </w:rPr>
        <w:t>ا</w:t>
      </w:r>
      <w:r w:rsidRPr="00BA20C6">
        <w:rPr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بن جعفر الصادق» بوده، و متدرجاً به حدود «بحر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«بصره» و «کوفه» و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من»</w:t>
      </w:r>
      <w:r w:rsidRPr="00BA20C6">
        <w:rPr>
          <w:rtl/>
          <w:lang w:bidi="fa-IR"/>
        </w:rPr>
        <w:t xml:space="preserve"> و «حجاز» و «شام» 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</w:t>
      </w:r>
      <w:r w:rsidRPr="00BA20C6">
        <w:rPr>
          <w:rtl/>
          <w:lang w:bidi="fa-IR"/>
        </w:rPr>
        <w:t xml:space="preserve"> و حکمران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افتند،</w:t>
      </w:r>
      <w:r w:rsidRPr="00BA20C6">
        <w:rPr>
          <w:rtl/>
          <w:lang w:bidi="fa-IR"/>
        </w:rPr>
        <w:t xml:space="preserve"> و کراراً با «خلفا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جنگ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غلبه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از قتل و نهب </w:t>
      </w:r>
      <w:r w:rsidRPr="000C2722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قوافل</w:t>
      </w:r>
      <w:r w:rsidRPr="00BA20C6">
        <w:rPr>
          <w:rtl/>
          <w:lang w:bidi="fa-IR"/>
        </w:rPr>
        <w:t xml:space="preserve"> و حجاج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0C2722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</w:t>
      </w:r>
      <w:r w:rsidRPr="00BA20C6">
        <w:rPr>
          <w:rtl/>
          <w:lang w:bidi="fa-IR"/>
        </w:rPr>
        <w:t xml:space="preserve"> کوتاه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نمودند،</w:t>
      </w:r>
      <w:r w:rsidRPr="00BA20C6">
        <w:rPr>
          <w:rtl/>
          <w:lang w:bidi="fa-IR"/>
        </w:rPr>
        <w:t xml:space="preserve"> تا آن‌که در سنه 317 هجر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</w:p>
    <w:p w:rsidR="00BA20C6" w:rsidRPr="00BA20C6" w:rsidRDefault="000C2722" w:rsidP="000C272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BA20C6" w:rsidRPr="00BA20C6" w:rsidRDefault="00BA20C6" w:rsidP="000C2722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غارت.</w:t>
      </w:r>
    </w:p>
    <w:p w:rsidR="00BA20C6" w:rsidRPr="00BA20C6" w:rsidRDefault="000C2722" w:rsidP="000C272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«ابوطاهر</w:t>
      </w:r>
      <w:r w:rsidR="00BA20C6" w:rsidRPr="00BA20C6">
        <w:rPr>
          <w:rtl/>
          <w:lang w:bidi="fa-IR"/>
        </w:rPr>
        <w:t xml:space="preserve"> قرمط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در روز «ترو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ه»</w:t>
      </w:r>
      <w:r w:rsidR="00BA20C6" w:rsidRPr="00BA20C6">
        <w:rPr>
          <w:rtl/>
          <w:lang w:bidi="fa-IR"/>
        </w:rPr>
        <w:t xml:space="preserve"> </w:t>
      </w:r>
      <w:r w:rsidR="00BA20C6" w:rsidRPr="000C2722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با قشون جرار </w:t>
      </w:r>
      <w:r w:rsidR="00BA20C6" w:rsidRPr="000C2722">
        <w:rPr>
          <w:rStyle w:val="libFootnotenumChar"/>
          <w:rtl/>
        </w:rPr>
        <w:t>(2)</w:t>
      </w:r>
      <w:r w:rsidR="00BA20C6" w:rsidRPr="00BA20C6">
        <w:rPr>
          <w:rtl/>
          <w:lang w:bidi="fa-IR"/>
        </w:rPr>
        <w:t xml:space="preserve"> فراوان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بغتة </w:t>
      </w:r>
      <w:r w:rsidR="00BA20C6" w:rsidRPr="000C2722">
        <w:rPr>
          <w:rStyle w:val="libFootnotenumChar"/>
          <w:rtl/>
        </w:rPr>
        <w:t>(3)</w:t>
      </w:r>
      <w:r w:rsidR="00BA20C6" w:rsidRPr="00BA20C6">
        <w:rPr>
          <w:rtl/>
          <w:lang w:bidi="fa-IR"/>
        </w:rPr>
        <w:t xml:space="preserve"> به «مکه» وارد شده و به محض ورود، شمش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در 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طائف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مصل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محرم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اهال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«مکه» گذارده، مشغول قتل عام شدند و متجاوز از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هزار نفوس را در «مسجدالحرام» و کوچه‌ها و خانه‌ها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«مکه» گردن زدند، و سرها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کشتگان را در «زمزم» و چاه‌ها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برکه‌ها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«مکه» 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ختند،</w:t>
      </w:r>
      <w:r w:rsidR="00BA20C6" w:rsidRPr="00BA20C6">
        <w:rPr>
          <w:rtl/>
          <w:lang w:bidi="fa-IR"/>
        </w:rPr>
        <w:t xml:space="preserve"> و تمام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اموال و مکنت مردم را غارت نمودند، و تمام اثاث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و خزانه حرم را 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خود تقس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کردند، و در روز چهاردهم «ابوطاهر» امر نمود که سنگ «مقام» را که در آن 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«حضرت خل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ل»</w:t>
      </w:r>
      <w:r w:rsidR="00BA20C6" w:rsidRPr="00BA20C6">
        <w:rPr>
          <w:rtl/>
          <w:lang w:bidi="fa-IR"/>
        </w:rPr>
        <w:t xml:space="preserve"> بوده است ا</w:t>
      </w:r>
      <w:r w:rsidR="00BA20C6" w:rsidRPr="00BA20C6">
        <w:rPr>
          <w:rFonts w:hint="eastAsia"/>
          <w:rtl/>
          <w:lang w:bidi="fa-IR"/>
        </w:rPr>
        <w:t>ز</w:t>
      </w:r>
      <w:r w:rsidR="00BA20C6" w:rsidRPr="00BA20C6">
        <w:rPr>
          <w:rtl/>
          <w:lang w:bidi="fa-IR"/>
        </w:rPr>
        <w:t xml:space="preserve"> جا بکنند، و چون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خدام حرم آن را قبلًا برده بود و مخف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کرده بود، امر کرد «حجرالأسود» را از 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درآورده، حمل به «هجر» که از نواح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«بصره» است نمودند، و در «مسجد ضرار» منصوب نمودند.</w:t>
      </w:r>
      <w:r w:rsidRPr="00BA20C6">
        <w:rPr>
          <w:rFonts w:hint="eastAsia"/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«ابوطاهر»</w:t>
      </w:r>
      <w:r w:rsidR="00BA20C6" w:rsidRPr="00BA20C6">
        <w:rPr>
          <w:rtl/>
          <w:lang w:bidi="fa-IR"/>
        </w:rPr>
        <w:t xml:space="preserve"> پس از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ازده</w:t>
      </w:r>
      <w:r w:rsidR="00BA20C6" w:rsidRPr="00BA20C6">
        <w:rPr>
          <w:rtl/>
          <w:lang w:bidi="fa-IR"/>
        </w:rPr>
        <w:t xml:space="preserve"> روز توقف در «مکه»، به «هجر» رفت و آن را موسوم به «دارالهجر</w:t>
      </w:r>
      <w:r>
        <w:rPr>
          <w:rFonts w:hint="cs"/>
          <w:rtl/>
          <w:lang w:bidi="fa-IR"/>
        </w:rPr>
        <w:t>ه</w:t>
      </w:r>
      <w:r w:rsidR="00BA20C6" w:rsidRPr="00BA20C6">
        <w:rPr>
          <w:rtl/>
          <w:lang w:bidi="fa-IR"/>
        </w:rPr>
        <w:t>» نمود، و در نظر داشت که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ارتگاه</w:t>
      </w:r>
      <w:r w:rsidR="00BA20C6" w:rsidRPr="00BA20C6">
        <w:rPr>
          <w:rtl/>
          <w:lang w:bidi="fa-IR"/>
        </w:rPr>
        <w:t xml:space="preserve"> خلق را به آنجا انتقال دهد، و چند بار خلفاء و اع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</w:t>
      </w:r>
      <w:r w:rsidR="00BA20C6" w:rsidRPr="00BA20C6">
        <w:rPr>
          <w:rtl/>
          <w:lang w:bidi="fa-IR"/>
        </w:rPr>
        <w:t xml:space="preserve"> زمان، مبالغ گزاف طلا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او فرستادند که سنگ را به محل خود عودت دهد، قبول ننمود! تا آن که </w:t>
      </w:r>
      <w:r w:rsidR="00BA20C6" w:rsidRPr="00BA20C6">
        <w:rPr>
          <w:rFonts w:hint="eastAsia"/>
          <w:rtl/>
          <w:lang w:bidi="fa-IR"/>
        </w:rPr>
        <w:t>به</w:t>
      </w:r>
      <w:r w:rsidR="00BA20C6" w:rsidRPr="00BA20C6">
        <w:rPr>
          <w:rtl/>
          <w:lang w:bidi="fa-IR"/>
        </w:rPr>
        <w:t xml:space="preserve"> امر «خل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فه</w:t>
      </w:r>
      <w:r w:rsidR="00BA20C6" w:rsidRPr="00BA20C6">
        <w:rPr>
          <w:rtl/>
          <w:lang w:bidi="fa-IR"/>
        </w:rPr>
        <w:t xml:space="preserve"> فاطم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مصر»،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به جهات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که مختلف ذکر شده است، در سنه 339 هجر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روز «ع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اضح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»،</w:t>
      </w:r>
      <w:r w:rsidR="00BA20C6" w:rsidRPr="00BA20C6">
        <w:rPr>
          <w:rtl/>
          <w:lang w:bidi="fa-IR"/>
        </w:rPr>
        <w:t xml:space="preserve"> «سنبر بن الحس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قرمط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»،</w:t>
      </w:r>
      <w:r w:rsidR="00BA20C6" w:rsidRPr="00BA20C6">
        <w:rPr>
          <w:rtl/>
          <w:lang w:bidi="fa-IR"/>
        </w:rPr>
        <w:t xml:space="preserve"> سنگ را به «مکه» آورده به 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اولش نصب نمود و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گفت</w:t>
      </w:r>
      <w:r w:rsidR="00BA20C6" w:rsidRPr="00BA20C6">
        <w:rPr>
          <w:rtl/>
          <w:lang w:bidi="fa-IR"/>
        </w:rPr>
        <w:t>: «قد اخذناه بقدرة اللَّه، وأعدناه بمش</w:t>
      </w:r>
      <w:r w:rsidR="00BA20C6" w:rsidRPr="00BA20C6">
        <w:rPr>
          <w:rFonts w:hint="cs"/>
          <w:rtl/>
          <w:lang w:bidi="fa-IR"/>
        </w:rPr>
        <w:t>یّ</w:t>
      </w:r>
      <w:r w:rsidR="00BA20C6" w:rsidRPr="00BA20C6">
        <w:rPr>
          <w:rFonts w:hint="eastAsia"/>
          <w:rtl/>
          <w:lang w:bidi="fa-IR"/>
        </w:rPr>
        <w:t>ته،</w:t>
      </w:r>
      <w:r w:rsidR="00BA20C6" w:rsidRPr="00BA20C6">
        <w:rPr>
          <w:rtl/>
          <w:lang w:bidi="fa-IR"/>
        </w:rPr>
        <w:t xml:space="preserve"> وقد أخذناه بأمرٍ، ورددناهُ بأمر» و پس </w:t>
      </w:r>
      <w:r w:rsidR="00BA20C6" w:rsidRPr="00BA20C6">
        <w:rPr>
          <w:rFonts w:hint="eastAsia"/>
          <w:rtl/>
          <w:lang w:bidi="fa-IR"/>
        </w:rPr>
        <w:t>از</w:t>
      </w:r>
      <w:r w:rsidR="00BA20C6" w:rsidRPr="00BA20C6">
        <w:rPr>
          <w:rtl/>
          <w:lang w:bidi="fa-IR"/>
        </w:rPr>
        <w:t xml:space="preserve"> مدت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ست</w:t>
      </w:r>
      <w:r w:rsidR="00BA20C6" w:rsidRPr="00BA20C6">
        <w:rPr>
          <w:rtl/>
          <w:lang w:bidi="fa-IR"/>
        </w:rPr>
        <w:t xml:space="preserve"> و دو سال که سنگ به جا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اولش اعاده شد، آن را شکسته و در حلقه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</w:t>
      </w:r>
    </w:p>
    <w:p w:rsidR="00BA20C6" w:rsidRPr="00BA20C6" w:rsidRDefault="000C2722" w:rsidP="000C272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0C2722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روز هشتم ذ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حجّه</w:t>
      </w:r>
      <w:r w:rsidRPr="00BA20C6">
        <w:rPr>
          <w:rtl/>
          <w:lang w:bidi="fa-IR"/>
        </w:rPr>
        <w:t>.</w:t>
      </w:r>
    </w:p>
    <w:p w:rsidR="00BA20C6" w:rsidRPr="00BA20C6" w:rsidRDefault="00BA20C6" w:rsidP="000C2722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باک</w:t>
      </w:r>
      <w:r w:rsidRPr="00BA20C6">
        <w:rPr>
          <w:rtl/>
          <w:lang w:bidi="fa-IR"/>
        </w:rPr>
        <w:t>.</w:t>
      </w:r>
    </w:p>
    <w:p w:rsidR="00BA20C6" w:rsidRPr="00BA20C6" w:rsidRDefault="00BA20C6" w:rsidP="000C2722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ناگهان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0C2722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cs"/>
          <w:rtl/>
          <w:lang w:bidi="fa-IR"/>
        </w:rPr>
        <w:lastRenderedPageBreak/>
        <w:t>ی</w:t>
      </w:r>
      <w:r w:rsidR="00BA20C6" w:rsidRPr="00BA20C6">
        <w:rPr>
          <w:rFonts w:hint="eastAsia"/>
          <w:rtl/>
          <w:lang w:bidi="fa-IR"/>
        </w:rPr>
        <w:t>افتند،</w:t>
      </w:r>
      <w:r w:rsidR="00BA20C6" w:rsidRPr="00BA20C6">
        <w:rPr>
          <w:rtl/>
          <w:lang w:bidi="fa-IR"/>
        </w:rPr>
        <w:t xml:space="preserve"> سپس حجاج حرم چند سال آن را در «کعبه منوّره» مخف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کرده، بالأخره توسط زرگرها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بامهارت آن را در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حلقه بزرگ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نقره گذاشتند، به قسم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قطعات آن از جدا شدن و تفرق محفوظ گرد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د،</w:t>
      </w:r>
      <w:r w:rsidR="00BA20C6" w:rsidRPr="00BA20C6">
        <w:rPr>
          <w:rtl/>
          <w:lang w:bidi="fa-IR"/>
        </w:rPr>
        <w:t xml:space="preserve"> و در محل اولش به طور استحکام منصوب شد، به همان حالت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تا امروز باق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6178DE">
      <w:pPr>
        <w:pStyle w:val="Heading1"/>
        <w:rPr>
          <w:rtl/>
          <w:lang w:bidi="fa-IR"/>
        </w:rPr>
      </w:pPr>
      <w:bookmarkStart w:id="378" w:name="_Toc56203041"/>
      <w:bookmarkStart w:id="379" w:name="_Toc56203701"/>
      <w:r w:rsidRPr="00BA20C6">
        <w:rPr>
          <w:rFonts w:hint="eastAsia"/>
          <w:rtl/>
          <w:lang w:bidi="fa-IR"/>
        </w:rPr>
        <w:t>قنات</w:t>
      </w:r>
      <w:r w:rsidRPr="00BA20C6">
        <w:rPr>
          <w:rtl/>
          <w:lang w:bidi="fa-IR"/>
        </w:rPr>
        <w:t xml:space="preserve">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</w:t>
      </w:r>
      <w:bookmarkEnd w:id="378"/>
      <w:bookmarkEnd w:id="379"/>
    </w:p>
    <w:p w:rsidR="00BA20C6" w:rsidRPr="00BA20C6" w:rsidRDefault="00BA20C6" w:rsidP="006178D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چهارم</w:t>
      </w:r>
      <w:r w:rsidRPr="00BA20C6">
        <w:rPr>
          <w:rtl/>
          <w:lang w:bidi="fa-IR"/>
        </w:rPr>
        <w:t>: راجع به قنات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چون</w:t>
      </w:r>
      <w:r w:rsidRPr="00BA20C6">
        <w:rPr>
          <w:rtl/>
          <w:lang w:bidi="fa-IR"/>
        </w:rPr>
        <w:t xml:space="preserve"> آب آشام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«مکه» منحصر بود به آب باران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گودال‌ها جمع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غالباً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متعفن بود و آن هم کفاف از تمام مردم، خاصه در موسم حج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نمود،</w:t>
      </w:r>
      <w:r w:rsidRPr="00BA20C6">
        <w:rPr>
          <w:rtl/>
          <w:lang w:bidi="fa-IR"/>
        </w:rPr>
        <w:t xml:space="preserve"> و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«حجاج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6178DE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‌اللَّه»</w:t>
      </w:r>
      <w:r w:rsidRPr="00BA20C6">
        <w:rPr>
          <w:rtl/>
          <w:lang w:bidi="fa-IR"/>
        </w:rPr>
        <w:t xml:space="preserve">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شدت و زحمت و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بودند، و بسا اوقات که دسته دسته مردم از عطش ه</w:t>
      </w:r>
      <w:r w:rsidRPr="00BA20C6">
        <w:rPr>
          <w:rFonts w:hint="eastAsia"/>
          <w:rtl/>
          <w:lang w:bidi="fa-IR"/>
        </w:rPr>
        <w:t>لاک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دختر «ابوجعفر منصور» زوجه «هارون‌الرش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د»،</w:t>
      </w:r>
      <w:r w:rsidRPr="00BA20C6">
        <w:rPr>
          <w:rtl/>
          <w:lang w:bidi="fa-IR"/>
        </w:rPr>
        <w:t xml:space="preserve"> در حدود سنه 180 هجر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مهندس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مُغنّ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ماهر به «مکه» فرستاد، که به هر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و به هر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هست از اطراف، آب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گوارائ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«مکه» برسانند، و مأمور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مزبور پس از طراح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دقت کامل،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را که د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«طا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ف»</w:t>
      </w:r>
      <w:r w:rsidRPr="00BA20C6">
        <w:rPr>
          <w:rtl/>
          <w:lang w:bidi="fa-IR"/>
        </w:rPr>
        <w:t xml:space="preserve"> واقع، و غزوه معروفه «حن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بدان منسوب است تحت نظر گرفته، و آب آن را که صرف مزارع و باغات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توسط مجراها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تحت‌الجبال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«مکه معظمه»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و در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قنات هر کجا گودال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که قابل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جمع آب باران دارد، چاه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کنده و به قنات ات</w:t>
      </w:r>
      <w:r w:rsidRPr="00BA20C6">
        <w:rPr>
          <w:rFonts w:hint="eastAsia"/>
          <w:rtl/>
          <w:lang w:bidi="fa-IR"/>
        </w:rPr>
        <w:t>صال</w:t>
      </w:r>
      <w:r w:rsidRPr="00BA20C6">
        <w:rPr>
          <w:rtl/>
          <w:lang w:bidi="fa-IR"/>
        </w:rPr>
        <w:t xml:space="preserve"> دادند که آب باران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کمک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آب «حن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سپس</w:t>
      </w:r>
      <w:r w:rsidRPr="00BA20C6">
        <w:rPr>
          <w:rtl/>
          <w:lang w:bidi="fa-IR"/>
        </w:rPr>
        <w:t xml:space="preserve"> به واسطه عدم کفا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</w:t>
      </w:r>
      <w:r w:rsidRPr="006178DE">
        <w:rPr>
          <w:rStyle w:val="libFootnotenumChar"/>
          <w:rtl/>
        </w:rPr>
        <w:t xml:space="preserve">(1) </w:t>
      </w:r>
      <w:r w:rsidRPr="00BA20C6">
        <w:rPr>
          <w:rtl/>
          <w:lang w:bidi="fa-IR"/>
        </w:rPr>
        <w:t>و ضرورت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صال</w:t>
      </w:r>
      <w:r w:rsidRPr="00BA20C6">
        <w:rPr>
          <w:rtl/>
          <w:lang w:bidi="fa-IR"/>
        </w:rPr>
        <w:t xml:space="preserve"> </w:t>
      </w:r>
      <w:r w:rsidRPr="006178DE">
        <w:rPr>
          <w:rStyle w:val="libFootnotenumChar"/>
          <w:rtl/>
        </w:rPr>
        <w:t xml:space="preserve">(2) </w:t>
      </w:r>
      <w:r w:rsidRPr="00BA20C6">
        <w:rPr>
          <w:rtl/>
          <w:lang w:bidi="fa-IR"/>
        </w:rPr>
        <w:t xml:space="preserve">آب 2 به عرفات، کوهستان 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لاق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در نظر گرفتند، که آب خوشگوار آن را به </w:t>
      </w:r>
      <w:r w:rsidRPr="00BA20C6">
        <w:rPr>
          <w:rtl/>
          <w:lang w:bidi="fa-IR"/>
        </w:rPr>
        <w:lastRenderedPageBreak/>
        <w:t>«عرفات» برسانند، و کوهستان مزبور عبارت از «جبل نعمان» بود که موضوع تشب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6178DE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و تغزلات </w:t>
      </w:r>
      <w:r w:rsidRPr="006178DE">
        <w:rPr>
          <w:rStyle w:val="libFootnotenumChar"/>
          <w:rtl/>
        </w:rPr>
        <w:t>(4)</w:t>
      </w:r>
      <w:r w:rsidRPr="00BA20C6">
        <w:rPr>
          <w:rtl/>
          <w:lang w:bidi="fa-IR"/>
        </w:rPr>
        <w:t xml:space="preserve"> عشاق و شعرا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 بوده است، و آب «</w:t>
      </w:r>
      <w:r w:rsidRPr="00BA20C6">
        <w:rPr>
          <w:rFonts w:hint="eastAsia"/>
          <w:rtl/>
          <w:lang w:bidi="fa-IR"/>
        </w:rPr>
        <w:t>جبل</w:t>
      </w:r>
      <w:r w:rsidRPr="00BA20C6">
        <w:rPr>
          <w:rtl/>
          <w:lang w:bidi="fa-IR"/>
        </w:rPr>
        <w:t xml:space="preserve"> نعمان» را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که به مصرف سقا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مزارع و باغات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به همان دستور مسطور، از مجار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تحت‌الجبال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«عرفات»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آب از «عرفات» گذشته،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رسد</w:t>
      </w:r>
      <w:r w:rsidRPr="00BA20C6">
        <w:rPr>
          <w:rtl/>
          <w:lang w:bidi="fa-IR"/>
        </w:rPr>
        <w:t xml:space="preserve"> به «مشعرالحرام» در دامنه «جبل‌الرحمة»، بعد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</w:t>
      </w:r>
      <w:r w:rsidRPr="00BA20C6">
        <w:rPr>
          <w:rtl/>
          <w:lang w:bidi="fa-IR"/>
        </w:rPr>
        <w:t xml:space="preserve"> به «مزدلفه» و از آنجا دور زده در پشت کوه «من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</w:t>
      </w:r>
      <w:r w:rsidRPr="00BA20C6">
        <w:rPr>
          <w:rtl/>
          <w:lang w:bidi="fa-IR"/>
        </w:rPr>
        <w:t xml:space="preserve"> در چاه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موسوم به «بئر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است، و امروز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«ع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نعمان»، هر دو به «قنات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تعب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که معادل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و هفتصد و پنجاه هزار مثقال طلا صرف احداث آن شده است، و چنانچه طلا را مثقال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تومان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بگذار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مبلغ متجاوز از ده کرور تو</w:t>
      </w:r>
      <w:r w:rsidRPr="00BA20C6">
        <w:rPr>
          <w:rFonts w:hint="eastAsia"/>
          <w:rtl/>
          <w:lang w:bidi="fa-IR"/>
        </w:rPr>
        <w:t>مان</w:t>
      </w:r>
      <w:r w:rsidRPr="00BA20C6">
        <w:rPr>
          <w:rtl/>
          <w:lang w:bidi="fa-IR"/>
        </w:rPr>
        <w:t xml:space="preserve"> پول امروزه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</w:t>
      </w:r>
      <w:r w:rsidRPr="00BA20C6">
        <w:rPr>
          <w:rtl/>
          <w:lang w:bidi="fa-IR"/>
        </w:rPr>
        <w:t xml:space="preserve">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هرچند صرف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مبلغ هنگفت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جهت احداث دو رشته قنات به نظر،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تعجب و بهت‌آور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باشد،</w:t>
      </w:r>
      <w:r w:rsidRPr="00BA20C6">
        <w:rPr>
          <w:rtl/>
          <w:lang w:bidi="fa-IR"/>
        </w:rPr>
        <w:t xml:space="preserve"> لکن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گردش مجرا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مزبور را در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کوهها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سخت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باشد، و فکر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چگونگ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ثقب و حفر آن، با فقدان اسباب و آلات در آن زمان نموده باشد، ابداً تعجب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نخواهد داشت.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="006178DE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‌تر</w:t>
      </w:r>
      <w:r w:rsidRPr="00BA20C6">
        <w:rPr>
          <w:rtl/>
          <w:lang w:bidi="fa-IR"/>
        </w:rPr>
        <w:t xml:space="preserve"> آن است که مباشر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متصد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ان،</w:t>
      </w:r>
      <w:r w:rsidRPr="00BA20C6">
        <w:rPr>
          <w:rtl/>
          <w:lang w:bidi="fa-IR"/>
        </w:rPr>
        <w:t xml:space="preserve"> چون صورت مخارج و مصارف قنات مزبور را در «بغداد» به خدمت «زب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به‌دون </w:t>
      </w:r>
    </w:p>
    <w:p w:rsidR="00BA20C6" w:rsidRPr="00BA20C6" w:rsidRDefault="006178DE" w:rsidP="006178D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BA20C6" w:rsidRPr="00BA20C6" w:rsidRDefault="00BA20C6" w:rsidP="006178D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چشمه حن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>.</w:t>
      </w:r>
    </w:p>
    <w:p w:rsidR="00BA20C6" w:rsidRPr="00BA20C6" w:rsidRDefault="00BA20C6" w:rsidP="006178D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رساندن.</w:t>
      </w:r>
    </w:p>
    <w:p w:rsidR="00BA20C6" w:rsidRPr="00BA20C6" w:rsidRDefault="00BA20C6" w:rsidP="006178D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 xml:space="preserve">3- 3-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جوان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کردن، آوردن 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عشق و جوان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وصف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در اوّل قص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>.</w:t>
      </w:r>
    </w:p>
    <w:p w:rsidR="00BA20C6" w:rsidRPr="00BA20C6" w:rsidRDefault="00BA20C6" w:rsidP="006178DE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4- 4- اشعار عاشقانه.</w:t>
      </w:r>
    </w:p>
    <w:p w:rsidR="00BA20C6" w:rsidRPr="00BA20C6" w:rsidRDefault="006178DE" w:rsidP="006178D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BA20C6">
        <w:rPr>
          <w:rFonts w:hint="eastAsia"/>
          <w:rtl/>
          <w:lang w:bidi="fa-IR"/>
        </w:rPr>
        <w:lastRenderedPageBreak/>
        <w:t xml:space="preserve"> 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چ‌گونه</w:t>
      </w:r>
      <w:r w:rsidR="00BA20C6" w:rsidRPr="00BA20C6">
        <w:rPr>
          <w:rtl/>
          <w:lang w:bidi="fa-IR"/>
        </w:rPr>
        <w:t xml:space="preserve">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دقت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گفت «ترکنا الحساب 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وم</w:t>
      </w:r>
      <w:r w:rsidR="00BA20C6" w:rsidRPr="00BA20C6">
        <w:rPr>
          <w:rtl/>
          <w:lang w:bidi="fa-IR"/>
        </w:rPr>
        <w:t xml:space="preserve"> الحساب؛ فمن بق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عنده ش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ء</w:t>
      </w:r>
      <w:r w:rsidR="00BA20C6" w:rsidRPr="00BA20C6">
        <w:rPr>
          <w:rtl/>
          <w:lang w:bidi="fa-IR"/>
        </w:rPr>
        <w:t xml:space="preserve"> من بق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ة</w:t>
      </w:r>
      <w:r w:rsidR="00BA20C6" w:rsidRPr="00BA20C6">
        <w:rPr>
          <w:rtl/>
          <w:lang w:bidi="fa-IR"/>
        </w:rPr>
        <w:t xml:space="preserve"> المال فهو له، ومن بق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له ش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ء</w:t>
      </w:r>
      <w:r w:rsidR="00BA20C6" w:rsidRPr="00BA20C6">
        <w:rPr>
          <w:rtl/>
          <w:lang w:bidi="fa-IR"/>
        </w:rPr>
        <w:t xml:space="preserve"> عندنا أعط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ناه»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چون غبار و خاک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</w:t>
      </w:r>
      <w:r w:rsidRPr="00BA20C6">
        <w:rPr>
          <w:rtl/>
          <w:lang w:bidi="fa-IR"/>
        </w:rPr>
        <w:t xml:space="preserve"> در «قنات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</w:t>
      </w:r>
      <w:r w:rsidRPr="00BA20C6">
        <w:rPr>
          <w:rtl/>
          <w:lang w:bidi="fa-IR"/>
        </w:rPr>
        <w:t xml:space="preserve"> و موجب سد آب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آن را پاک و به اصطلاح 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کرده، و در ازمنه مختلفه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نفر از «خلفا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«سلاط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چرکس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خصوصاً زوجات و صبا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آنها، اقدام به بنّائ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«قنات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نم</w:t>
      </w:r>
      <w:r w:rsidRPr="00BA20C6">
        <w:rPr>
          <w:rFonts w:hint="eastAsia"/>
          <w:rtl/>
          <w:lang w:bidi="fa-IR"/>
        </w:rPr>
        <w:t>وده‌اند،</w:t>
      </w:r>
      <w:r w:rsidRPr="00BA20C6">
        <w:rPr>
          <w:rtl/>
          <w:lang w:bidi="fa-IR"/>
        </w:rPr>
        <w:t xml:space="preserve"> و نظر به فقدان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گونه وسائل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زمان، امسال در «مکه معظمه»، انجمن مخصوص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تأس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شده بود که بوس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جمع کردن اعانه از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زائر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اقدام به 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قنات مزبور بکنند.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 مطالب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جسته جسته، در ابواب طولان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کتاب «الاعلام باعلام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ت‌اللَّه</w:t>
      </w:r>
      <w:r w:rsidRPr="00BA20C6">
        <w:rPr>
          <w:rtl/>
          <w:lang w:bidi="fa-IR"/>
        </w:rPr>
        <w:t xml:space="preserve"> الحرام» تحت نظر من آمد، و با صرف‌نظر از قسمت‌ها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مهم آن ترجمه، و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اوراق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ادداشت</w:t>
      </w:r>
      <w:r w:rsidRPr="00BA20C6">
        <w:rPr>
          <w:rtl/>
          <w:lang w:bidi="fa-IR"/>
        </w:rPr>
        <w:t xml:space="preserve"> درج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بود حالت امروزه «قنات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ده»</w:t>
      </w:r>
      <w:r w:rsidRPr="00BA20C6">
        <w:rPr>
          <w:rtl/>
          <w:lang w:bidi="fa-IR"/>
        </w:rPr>
        <w:t xml:space="preserve"> که بدان اشاره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6178DE" w:rsidP="006178D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0" w:name="_Toc56203042"/>
      <w:bookmarkStart w:id="381" w:name="_Toc56203702"/>
      <w:r w:rsidR="00BA20C6" w:rsidRPr="00BA20C6">
        <w:rPr>
          <w:rFonts w:hint="eastAsia"/>
          <w:rtl/>
          <w:lang w:bidi="fa-IR"/>
        </w:rPr>
        <w:lastRenderedPageBreak/>
        <w:t>وضع</w:t>
      </w:r>
      <w:r w:rsidR="00BA20C6" w:rsidRPr="00BA20C6">
        <w:rPr>
          <w:rFonts w:hint="cs"/>
          <w:rtl/>
          <w:lang w:bidi="fa-IR"/>
        </w:rPr>
        <w:t>یّ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مسجدالحرام و کعبه‌</w:t>
      </w:r>
      <w:bookmarkEnd w:id="380"/>
      <w:bookmarkEnd w:id="38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اما</w:t>
      </w:r>
      <w:r w:rsidRPr="00BA20C6">
        <w:rPr>
          <w:rtl/>
          <w:lang w:bidi="fa-IR"/>
        </w:rPr>
        <w:t xml:space="preserve"> در خصوص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حاضره «مسجدالحرام» و «کعبه منوره» چون مؤلف کتاب مزبور، خود معاصر با «سلطان مراد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بوده است، و از سنه 984 به بعد، اطلاعات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اظهار نکرده رجوع به کتاب «خلاصة الکلام 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امراء البلد الحرام» نمودم، که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«مکه معظمه» ابت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اع</w:t>
      </w:r>
      <w:r w:rsidRPr="00BA20C6">
        <w:rPr>
          <w:rtl/>
          <w:lang w:bidi="fa-IR"/>
        </w:rPr>
        <w:t xml:space="preserve"> شد، و ت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«مکه» را به سال 1304 هجر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در زمان شرافت «شر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عون» و سلطنت «سلطان عبدالحم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د»</w:t>
      </w:r>
      <w:r w:rsidRPr="00BA20C6">
        <w:rPr>
          <w:rtl/>
          <w:lang w:bidi="fa-IR"/>
        </w:rPr>
        <w:t xml:space="preserve"> ختم کرده، و مکشوف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در خلال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صدساله</w:t>
      </w:r>
      <w:r w:rsidRPr="00BA20C6">
        <w:rPr>
          <w:rtl/>
          <w:lang w:bidi="fa-IR"/>
        </w:rPr>
        <w:t xml:space="preserve">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«مسجدالحرام» و «کعبه» داده نشده، و فقط جزئ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و مرمت‌هائ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 صورت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گرفته،</w:t>
      </w:r>
      <w:r w:rsidRPr="00BA20C6">
        <w:rPr>
          <w:rtl/>
          <w:lang w:bidi="fa-IR"/>
        </w:rPr>
        <w:t xml:space="preserve"> موافق آنچه امسال مشاهده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سنه 1304 تا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زمان، که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پنج شش سال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نه تغ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اساس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نه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مهم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مسجد به عمل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امده،</w:t>
      </w:r>
      <w:r w:rsidRPr="00BA20C6">
        <w:rPr>
          <w:rtl/>
          <w:lang w:bidi="fa-IR"/>
        </w:rPr>
        <w:t xml:space="preserve">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گفت «کعبه» امروزه با همان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«عبداللَّه بن زب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ر»</w:t>
      </w:r>
      <w:r w:rsidRPr="00BA20C6">
        <w:rPr>
          <w:rtl/>
          <w:lang w:bidi="fa-IR"/>
        </w:rPr>
        <w:t xml:space="preserve"> است، که قسمت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«حجاج بن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وسف»</w:t>
      </w:r>
      <w:r w:rsidRPr="00BA20C6">
        <w:rPr>
          <w:rtl/>
          <w:lang w:bidi="fa-IR"/>
        </w:rPr>
        <w:t xml:space="preserve"> منهدم، و پس از اخراج و تجز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«حجر اس</w:t>
      </w:r>
      <w:r w:rsidRPr="00BA20C6">
        <w:rPr>
          <w:rFonts w:hint="eastAsia"/>
          <w:rtl/>
          <w:lang w:bidi="fa-IR"/>
        </w:rPr>
        <w:t>م</w:t>
      </w:r>
      <w:r w:rsidR="006178DE">
        <w:rPr>
          <w:rFonts w:hint="cs"/>
          <w:rtl/>
          <w:lang w:bidi="fa-IR"/>
        </w:rPr>
        <w:t>ا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بنا نموده، و وضع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حاضره «مسجدالحرام» همان وضع و اساس است که «المهد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عباس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شالوده آنرا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خته</w:t>
      </w:r>
      <w:r w:rsidRPr="00BA20C6">
        <w:rPr>
          <w:rtl/>
          <w:lang w:bidi="fa-IR"/>
        </w:rPr>
        <w:t xml:space="preserve"> و بنا نموده، و فرزندش «الهاد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آن بنا را به اتمام رسان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و «سلطان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و «سلطان مراد عثمان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خراب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همان بنا را که از حر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حاصل شده بود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نموده‌اند.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6178DE" w:rsidP="006178D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2" w:name="_Toc56203043"/>
      <w:bookmarkStart w:id="383" w:name="_Toc56203703"/>
      <w:r w:rsidR="00BA20C6" w:rsidRPr="00BA20C6">
        <w:rPr>
          <w:rFonts w:hint="eastAsia"/>
          <w:rtl/>
          <w:lang w:bidi="fa-IR"/>
        </w:rPr>
        <w:lastRenderedPageBreak/>
        <w:t>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شجاع‌</w:t>
      </w:r>
      <w:bookmarkEnd w:id="382"/>
      <w:bookmarkEnd w:id="383"/>
    </w:p>
    <w:p w:rsidR="00BA20C6" w:rsidRPr="00BA20C6" w:rsidRDefault="00BA20C6" w:rsidP="006178DE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چهارشنبه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صفر مطابق «ه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جدهم</w:t>
      </w:r>
      <w:r w:rsidRPr="00BA20C6">
        <w:rPr>
          <w:rtl/>
          <w:lang w:bidi="fa-IR"/>
        </w:rPr>
        <w:t xml:space="preserve"> عقرب»، پس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روز معطل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توقف در «جده» به شرح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گذشت، بالأخره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موسوم به شجاع، وارد ساحل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چون متعلق به همان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«حجاز نوران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بود،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برده تبد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کردند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شجاع» گرفتند، و امروز از اول آفتاب حجاج شروع به گذشتن از گمرک‌خانه و سوار شدن به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ق‌ها،</w:t>
      </w:r>
      <w:r w:rsidRPr="00BA20C6">
        <w:rPr>
          <w:rtl/>
          <w:lang w:bidi="fa-IR"/>
        </w:rPr>
        <w:t xml:space="preserve"> و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گرفتن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نمودند، و هرچند مأمور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گمرک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مزاحمت جهت جلوگ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حمل مسکوکات طلا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چون ما در عقب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آخر کار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بدون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صدمه و زحمت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گمرک‌</w:t>
      </w:r>
      <w:r w:rsidR="006178DE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خانه گذش</w:t>
      </w:r>
      <w:r w:rsidRPr="00BA20C6">
        <w:rPr>
          <w:rFonts w:hint="eastAsia"/>
          <w:rtl/>
          <w:lang w:bidi="fa-IR"/>
        </w:rPr>
        <w:t>ته،</w:t>
      </w:r>
      <w:r w:rsidRPr="00BA20C6">
        <w:rPr>
          <w:rtl/>
          <w:lang w:bidi="fa-IR"/>
        </w:rPr>
        <w:t xml:space="preserve"> و توسط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ق‌ها</w:t>
      </w:r>
      <w:r w:rsidRPr="00BA20C6">
        <w:rPr>
          <w:rtl/>
          <w:lang w:bidi="fa-IR"/>
        </w:rPr>
        <w:t xml:space="preserve"> به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ساعت به غروب مانده،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صداها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کرده به حرکت افتاد، و متدرجاً آثار و علائم شهر «جده» از نظر</w:t>
      </w:r>
      <w:r w:rsidRPr="00BA20C6">
        <w:rPr>
          <w:rFonts w:hint="eastAsia"/>
          <w:rtl/>
          <w:lang w:bidi="fa-IR"/>
        </w:rPr>
        <w:t>دور</w:t>
      </w:r>
      <w:r w:rsidRPr="00BA20C6">
        <w:rPr>
          <w:rtl/>
          <w:lang w:bidi="fa-IR"/>
        </w:rPr>
        <w:t xml:space="preserve"> و ناپد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موافق</w:t>
      </w:r>
      <w:r w:rsidRPr="00BA20C6">
        <w:rPr>
          <w:rtl/>
          <w:lang w:bidi="fa-IR"/>
        </w:rPr>
        <w:t xml:space="preserve"> آنچه صاحب کتاب الاعلام باعلام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6178DE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</w:t>
      </w:r>
      <w:r w:rsidRPr="00BA20C6">
        <w:rPr>
          <w:rtl/>
          <w:lang w:bidi="fa-IR"/>
        </w:rPr>
        <w:t xml:space="preserve"> الحرام نوشته، بندر شهر «مکه» در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م‌الا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قصبه‌ا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بوده است موسوم به «شعب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ه»،</w:t>
      </w:r>
      <w:r w:rsidRPr="00BA20C6">
        <w:rPr>
          <w:rtl/>
          <w:lang w:bidi="fa-IR"/>
        </w:rPr>
        <w:t xml:space="preserve"> و در سنه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 هجر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</w:t>
      </w:r>
      <w:r w:rsidRPr="00BA20C6">
        <w:rPr>
          <w:rtl/>
          <w:lang w:bidi="fa-IR"/>
        </w:rPr>
        <w:t xml:space="preserve"> ثالث» که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="006178DE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‌اللَّه</w:t>
      </w:r>
      <w:r w:rsidRPr="00BA20C6">
        <w:rPr>
          <w:rtl/>
          <w:lang w:bidi="fa-IR"/>
        </w:rPr>
        <w:t xml:space="preserve"> رفت، بندر مزبور را انتقال به محل دفن «حضرت حوا» نمود، که متدرجاً آباد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معتبر و موسوم به «جده»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بندر سابق متروک و منهدم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6178DE" w:rsidP="006178D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4" w:name="_Toc56203044"/>
      <w:bookmarkStart w:id="385" w:name="_Toc56203704"/>
      <w:r w:rsidR="00BA20C6" w:rsidRPr="00BA20C6">
        <w:rPr>
          <w:rFonts w:hint="eastAsia"/>
          <w:rtl/>
          <w:lang w:bidi="fa-IR"/>
        </w:rPr>
        <w:lastRenderedPageBreak/>
        <w:t>عزادار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کشت</w:t>
      </w:r>
      <w:r w:rsidR="00BA20C6" w:rsidRPr="00BA20C6">
        <w:rPr>
          <w:rFonts w:hint="cs"/>
          <w:rtl/>
          <w:lang w:bidi="fa-IR"/>
        </w:rPr>
        <w:t>ی‌</w:t>
      </w:r>
      <w:bookmarkEnd w:id="384"/>
      <w:bookmarkEnd w:id="385"/>
    </w:p>
    <w:p w:rsidR="00BA20C6" w:rsidRPr="00BA20C6" w:rsidRDefault="00BA20C6" w:rsidP="006178DE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پنجشنبه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صفر مطابق «نوزدهم عقرب»، چون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در خن گرفته بودند، و شب گذشته ناراحت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امروز کاپ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تان</w:t>
      </w:r>
      <w:r w:rsidRPr="00BA20C6">
        <w:rPr>
          <w:rtl/>
          <w:lang w:bidi="fa-IR"/>
        </w:rPr>
        <w:t xml:space="preserve"> را ملاقات کرده،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قسمت مقدم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کرد، و از هر نفر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قرار شد پانزده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به عنوان تعارف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محل که در موا</w:t>
      </w:r>
      <w:r w:rsidRPr="00BA20C6">
        <w:rPr>
          <w:rFonts w:hint="eastAsia"/>
          <w:rtl/>
          <w:lang w:bidi="fa-IR"/>
        </w:rPr>
        <w:t>قع</w:t>
      </w:r>
      <w:r w:rsidRPr="00BA20C6">
        <w:rPr>
          <w:rtl/>
          <w:lang w:bidi="fa-IR"/>
        </w:rPr>
        <w:t xml:space="preserve"> فوق‌العاده مخصوص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مرض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6178DE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است، به شکل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سالن و تالار مسقف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که از دو طرف دارا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دربها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به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نگاه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و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ظر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قشنگ ساخته شده است، و به واسطه درها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فوق‌العاده،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متجدد و خنک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دارد.</w:t>
      </w:r>
    </w:p>
    <w:p w:rsidR="00BA20C6" w:rsidRDefault="00BA20C6" w:rsidP="008631E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و امشب به مناسبت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جمعه، و به مناسبت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که روز شهادت «حضرت مجتب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رحلت «حضرت رسول </w:t>
      </w:r>
      <w:r w:rsidR="008631E1" w:rsidRPr="008631E1">
        <w:rPr>
          <w:rStyle w:val="libAlaemChar"/>
          <w:rFonts w:eastAsiaTheme="minorHAnsi"/>
          <w:rtl/>
        </w:rPr>
        <w:t>صلى‌الله‌عليه‌وآله‌وسلم</w:t>
      </w:r>
      <w:r w:rsidR="008631E1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» بود، و ما مجال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مجلس عزا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باشکوه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نموده، و از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حجاج هم دعوت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عزادار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عمل آمد و جناب «حاج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عباس</w:t>
      </w:r>
      <w:r w:rsidRPr="00BA20C6">
        <w:rPr>
          <w:rFonts w:hint="eastAsia"/>
          <w:rtl/>
          <w:lang w:bidi="fa-IR"/>
        </w:rPr>
        <w:t>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خراسان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ما را مستف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نمودند.</w:t>
      </w:r>
    </w:p>
    <w:p w:rsidR="008631E1" w:rsidRPr="00BA20C6" w:rsidRDefault="008631E1" w:rsidP="008631E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8631E1" w:rsidRPr="00BA20C6" w:rsidRDefault="008631E1" w:rsidP="008631E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مورد رضا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631E1" w:rsidP="008631E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6" w:name="_Toc56203045"/>
      <w:bookmarkStart w:id="387" w:name="_Toc56203705"/>
      <w:r w:rsidR="00BA20C6" w:rsidRPr="00BA20C6">
        <w:rPr>
          <w:rFonts w:hint="eastAsia"/>
          <w:rtl/>
          <w:lang w:bidi="fa-IR"/>
        </w:rPr>
        <w:lastRenderedPageBreak/>
        <w:t>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قمران‌</w:t>
      </w:r>
      <w:bookmarkEnd w:id="386"/>
      <w:bookmarkEnd w:id="38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غره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عقرب»، صبح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«قمران» که معمولًا محل قرنط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است، 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توقف کرد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نفر «دکتر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بالا آمد،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نمود، و چون آثار ناخوش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ملاحظه نکرد اجازه حرکت داد، ضمناً طراده‌چ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ها،</w:t>
      </w:r>
      <w:r w:rsidRPr="00BA20C6">
        <w:rPr>
          <w:rtl/>
          <w:lang w:bidi="fa-IR"/>
        </w:rPr>
        <w:t xml:space="preserve"> و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ق‌چ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قمران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مقدار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گوسفند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آورده به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فروختند.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لفظ</w:t>
      </w:r>
      <w:r w:rsidRPr="00BA20C6">
        <w:rPr>
          <w:rtl/>
          <w:lang w:bidi="fa-IR"/>
        </w:rPr>
        <w:t xml:space="preserve"> «قرنط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محرف و معرب «کارنت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است، که به فرانسه به معن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چهل وچله است، و چون مدت توق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جلوگ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سرا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امراض عموم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در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چهل روز بوده است،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عمل را کارانت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ده‌اند</w:t>
      </w:r>
      <w:r w:rsidRPr="00BA20C6">
        <w:rPr>
          <w:rtl/>
          <w:lang w:bidi="fa-IR"/>
        </w:rPr>
        <w:t xml:space="preserve"> که به سبب تعر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قرنط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 از دو ساعت توقف در ساحل «قمران»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حرکت افتاد، و از «باب اسکندر» خارج شده وارد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عدن»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چون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مزبور متصل به «اق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tl/>
          <w:lang w:bidi="fa-IR"/>
        </w:rPr>
        <w:t xml:space="preserve"> هند» است، مقدمات تلاطم و انقلاب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شروع شد و موجب سرگ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و انقلاب حال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631E1" w:rsidP="008631E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8" w:name="_Toc56203046"/>
      <w:bookmarkStart w:id="389" w:name="_Toc56203706"/>
      <w:r w:rsidR="00BA20C6" w:rsidRPr="00BA20C6">
        <w:rPr>
          <w:rFonts w:hint="eastAsia"/>
          <w:rtl/>
          <w:lang w:bidi="fa-IR"/>
        </w:rPr>
        <w:lastRenderedPageBreak/>
        <w:t>باب</w:t>
      </w:r>
      <w:r w:rsidR="00BA20C6" w:rsidRPr="00BA20C6">
        <w:rPr>
          <w:rtl/>
          <w:lang w:bidi="fa-IR"/>
        </w:rPr>
        <w:t xml:space="preserve"> المندب‌</w:t>
      </w:r>
      <w:bookmarkEnd w:id="388"/>
      <w:bookmarkEnd w:id="389"/>
    </w:p>
    <w:p w:rsidR="00BA20C6" w:rsidRPr="00BA20C6" w:rsidRDefault="00BA20C6" w:rsidP="008631E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باب</w:t>
      </w:r>
      <w:r w:rsidRPr="00BA20C6">
        <w:rPr>
          <w:rtl/>
          <w:lang w:bidi="fa-IR"/>
        </w:rPr>
        <w:t xml:space="preserve"> اسکندر «تنگه بغاز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که «بحر احمر»،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جده» را به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عدن» و «اق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tl/>
          <w:lang w:bidi="fa-IR"/>
        </w:rPr>
        <w:t xml:space="preserve"> هند» اتصال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دهد،</w:t>
      </w:r>
      <w:r w:rsidRPr="00BA20C6">
        <w:rPr>
          <w:rtl/>
          <w:lang w:bidi="fa-IR"/>
        </w:rPr>
        <w:t xml:space="preserve"> و شمالًا محصور به کوهستانها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من»</w:t>
      </w:r>
      <w:r w:rsidRPr="00BA20C6">
        <w:rPr>
          <w:rtl/>
          <w:lang w:bidi="fa-IR"/>
        </w:rPr>
        <w:t xml:space="preserve"> است، که جزو آس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است، و جنوباً محدود به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«سومال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است که قسمت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«آفر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باشد،</w:t>
      </w:r>
      <w:r w:rsidRPr="00BA20C6">
        <w:rPr>
          <w:rtl/>
          <w:lang w:bidi="fa-IR"/>
        </w:rPr>
        <w:t xml:space="preserve"> و وجه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«بغاز»، ب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باب اسکندر چنانچه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حدود مشهور است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دانم</w:t>
      </w:r>
      <w:r w:rsidRPr="00BA20C6">
        <w:rPr>
          <w:rtl/>
          <w:lang w:bidi="fa-IR"/>
        </w:rPr>
        <w:t xml:space="preserve">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لکن در اصطلاح اهل جغراف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«بغاز» مزبور، معروف به «باب‌المندب» است و</w:t>
      </w:r>
      <w:r w:rsidR="008631E1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مناسبت</w:t>
      </w:r>
      <w:r w:rsidRPr="00BA20C6">
        <w:rPr>
          <w:rtl/>
          <w:lang w:bidi="fa-IR"/>
        </w:rPr>
        <w:t xml:space="preserve"> آن را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نوشته‌اند که: در ازمنه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که هنوز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بخار اختراع نشده بود، و کشت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جرأت نداشتند از سواحل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دور شده در وسط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اها</w:t>
      </w:r>
      <w:r w:rsidRPr="00BA20C6">
        <w:rPr>
          <w:rtl/>
          <w:lang w:bidi="fa-IR"/>
        </w:rPr>
        <w:t xml:space="preserve"> عبور کنند،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عرب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از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آرام «جده» خارج، و وارد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عدن» و «اق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tl/>
          <w:lang w:bidi="fa-IR"/>
        </w:rPr>
        <w:t xml:space="preserve"> هند»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متلاطم و منقلب و موّاج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مشاهده کرده،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</w:t>
      </w:r>
      <w:r w:rsidRPr="00BA20C6">
        <w:rPr>
          <w:rtl/>
          <w:lang w:bidi="fa-IR"/>
        </w:rPr>
        <w:t xml:space="preserve"> و فغان و 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گذاشتند،</w:t>
      </w:r>
      <w:r w:rsidRPr="00BA20C6">
        <w:rPr>
          <w:rtl/>
          <w:lang w:bidi="fa-IR"/>
        </w:rPr>
        <w:t xml:space="preserve"> متدرجاً «بغاز» مزبور، معروف به «باب‌المندب»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«ا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باب الندبة و البکاء» </w:t>
      </w:r>
      <w:r w:rsidRPr="008631E1">
        <w:rPr>
          <w:rStyle w:val="libFootnotenumChar"/>
          <w:rtl/>
        </w:rPr>
        <w:t>(1)</w:t>
      </w:r>
      <w:r w:rsidRPr="00BA20C6">
        <w:rPr>
          <w:rtl/>
          <w:lang w:bidi="fa-IR"/>
        </w:rPr>
        <w:t>. شب حالت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آرام گرفت و هوا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خنک شد و با کمال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دوم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عقرب»، تا غروب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عدن»، ماب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قاره آس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آفر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</w:t>
      </w:r>
      <w:r w:rsidRPr="00BA20C6">
        <w:rPr>
          <w:rtl/>
          <w:lang w:bidi="fa-IR"/>
        </w:rPr>
        <w:t xml:space="preserve">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و از شمال و جنوب،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دو قاره مزبور همه‌جا مشهود بود،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در ساحل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سار</w:t>
      </w:r>
      <w:r w:rsidRPr="00BA20C6">
        <w:rPr>
          <w:rtl/>
          <w:lang w:bidi="fa-IR"/>
        </w:rPr>
        <w:t xml:space="preserve"> ما،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شهر کوهستان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«عدن»،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شکوه و منظره جالب توجه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نمودار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چراغ ساحل‌نما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چشمک‌زن، از مسافات بع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ساعت حرکت از «جده» تا وصول به «عدن»، درست سه شبانه‌روز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سه‌روزه، ده پانزده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اشکال مختلفه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از طرف </w:t>
      </w:r>
      <w:r w:rsidRPr="00BA20C6">
        <w:rPr>
          <w:rtl/>
          <w:lang w:bidi="fa-IR"/>
        </w:rPr>
        <w:lastRenderedPageBreak/>
        <w:t>«هندوستان» به جانب «اروپا»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رفتند،</w:t>
      </w:r>
      <w:r w:rsidRPr="00BA20C6">
        <w:rPr>
          <w:rtl/>
          <w:lang w:bidi="fa-IR"/>
        </w:rPr>
        <w:t xml:space="preserve"> و تقو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امروز را اول ماه گرفته‌اند.</w:t>
      </w:r>
    </w:p>
    <w:p w:rsidR="00BA20C6" w:rsidRDefault="008631E1" w:rsidP="008631E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8631E1" w:rsidRPr="00BA20C6" w:rsidRDefault="008631E1" w:rsidP="008631E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درِ 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اشک.</w:t>
      </w:r>
    </w:p>
    <w:p w:rsidR="008631E1" w:rsidRPr="00BA20C6" w:rsidRDefault="008631E1" w:rsidP="00BA20C6">
      <w:pPr>
        <w:pStyle w:val="libNormal"/>
        <w:rPr>
          <w:rtl/>
          <w:lang w:bidi="fa-IR"/>
        </w:rPr>
      </w:pPr>
    </w:p>
    <w:p w:rsidR="00BA20C6" w:rsidRPr="00BA20C6" w:rsidRDefault="008631E1" w:rsidP="008631E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90" w:name="_Toc56203047"/>
      <w:bookmarkStart w:id="391" w:name="_Toc56203707"/>
      <w:r w:rsidR="00BA20C6" w:rsidRPr="00BA20C6">
        <w:rPr>
          <w:rFonts w:hint="eastAsia"/>
          <w:rtl/>
          <w:lang w:bidi="fa-IR"/>
        </w:rPr>
        <w:lastRenderedPageBreak/>
        <w:t>تلف</w:t>
      </w:r>
      <w:r w:rsidR="00BA20C6" w:rsidRPr="00BA20C6">
        <w:rPr>
          <w:rtl/>
          <w:lang w:bidi="fa-IR"/>
        </w:rPr>
        <w:t xml:space="preserve"> شدن حاج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ان‌</w:t>
      </w:r>
      <w:bookmarkEnd w:id="390"/>
      <w:bookmarkEnd w:id="391"/>
    </w:p>
    <w:p w:rsidR="00BA20C6" w:rsidRPr="00BA20C6" w:rsidRDefault="00BA20C6" w:rsidP="008631E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سوم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عقرب»، صبح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جنوب از نظر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شدند، و تا غروب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و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متعلقه به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من»</w:t>
      </w:r>
      <w:r w:rsidRPr="00BA20C6">
        <w:rPr>
          <w:rtl/>
          <w:lang w:bidi="fa-IR"/>
        </w:rPr>
        <w:t xml:space="preserve"> همه‌جا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بود،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هم نسبتاً آرام و هوا خنک‌تر از روزها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گذشته شده بود، معذلک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چندروزه روز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سه نفر از «حجاج 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«جاوه‌ا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تلف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شدند،</w:t>
      </w:r>
      <w:r w:rsidRPr="00BA20C6">
        <w:rPr>
          <w:rtl/>
          <w:lang w:bidi="fa-IR"/>
        </w:rPr>
        <w:t xml:space="preserve"> و جنازه آنها طعمه ماه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عجم بحمداللَّه همگ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سالم بودند، </w:t>
      </w:r>
      <w:r w:rsidRPr="00BA20C6">
        <w:rPr>
          <w:rFonts w:hint="eastAsia"/>
          <w:rtl/>
          <w:lang w:bidi="fa-IR"/>
        </w:rPr>
        <w:t>جهتش</w:t>
      </w:r>
      <w:r w:rsidRPr="00BA20C6">
        <w:rPr>
          <w:rtl/>
          <w:lang w:bidi="fa-IR"/>
        </w:rPr>
        <w:t xml:space="preserve"> ظاهراً سابقه 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دسته 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که عموماً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کثافت و عفونت زندگ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</w:t>
      </w:r>
      <w:r w:rsidRPr="00BA20C6">
        <w:rPr>
          <w:rtl/>
          <w:lang w:bidi="fa-IR"/>
        </w:rPr>
        <w:t>.</w:t>
      </w:r>
      <w:r w:rsidRPr="00BA20C6">
        <w:rPr>
          <w:rFonts w:hint="eastAsia"/>
          <w:rtl/>
          <w:lang w:bidi="fa-IR"/>
        </w:rPr>
        <w:t>امشب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و به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چهارم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عقرب»، تا شام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حرکت و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آرام و هوا خنک و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سلسله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همه‌جا مشهود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8631E1" w:rsidP="008631E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92" w:name="_Toc56203048"/>
      <w:bookmarkStart w:id="393" w:name="_Toc56203708"/>
      <w:r w:rsidR="00BA20C6" w:rsidRPr="00BA20C6">
        <w:rPr>
          <w:rFonts w:hint="eastAsia"/>
          <w:rtl/>
          <w:lang w:bidi="fa-IR"/>
        </w:rPr>
        <w:lastRenderedPageBreak/>
        <w:t>گم</w:t>
      </w:r>
      <w:r w:rsidR="00BA20C6" w:rsidRPr="00BA20C6">
        <w:rPr>
          <w:rtl/>
          <w:lang w:bidi="fa-IR"/>
        </w:rPr>
        <w:t xml:space="preserve"> کردن راه‌</w:t>
      </w:r>
      <w:bookmarkEnd w:id="392"/>
      <w:bookmarkEnd w:id="393"/>
    </w:p>
    <w:p w:rsidR="00BA20C6" w:rsidRPr="00BA20C6" w:rsidRDefault="00BA20C6" w:rsidP="008631E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پنجم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عقرب»، طرف غروب کوه‌ها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شمال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نظر غا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شد، 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وسط 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انوس</w:t>
      </w:r>
      <w:r w:rsidRPr="00BA20C6">
        <w:rPr>
          <w:rtl/>
          <w:lang w:bidi="fa-IR"/>
        </w:rPr>
        <w:t xml:space="preserve"> افتاد، و خط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آن به طرف شمال شرق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متما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معلوم شد که مستق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رود،</w:t>
      </w:r>
      <w:r w:rsidRPr="00BA20C6">
        <w:rPr>
          <w:rtl/>
          <w:lang w:bidi="fa-IR"/>
        </w:rPr>
        <w:t xml:space="preserve"> بلکه مقصد اول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آن شهر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امشب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سه ساعت از شب گذشته،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حال سرعت حرکت خود،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ک‌دفعه</w:t>
      </w:r>
      <w:r w:rsidRPr="00BA20C6">
        <w:rPr>
          <w:rtl/>
          <w:lang w:bidi="fa-IR"/>
        </w:rPr>
        <w:t xml:space="preserve"> حرکت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8631E1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به عقب نمود، و فوراً از حرکت افتاد و صدا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صوت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آن بلند شد، مثل آن که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کوه تحت‌البحر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8631E1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برخورده و شکسته شده،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تماماً در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</w:t>
      </w:r>
    </w:p>
    <w:p w:rsidR="00BA20C6" w:rsidRPr="00BA20C6" w:rsidRDefault="008631E1" w:rsidP="008631E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8631E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خشن و سخت.</w:t>
      </w:r>
    </w:p>
    <w:p w:rsidR="00BA20C6" w:rsidRPr="00BA20C6" w:rsidRDefault="00BA20C6" w:rsidP="008631E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>.</w:t>
      </w:r>
    </w:p>
    <w:p w:rsidR="00BA20C6" w:rsidRPr="00BA20C6" w:rsidRDefault="008631E1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وحشت</w:t>
      </w:r>
      <w:r w:rsidR="00BA20C6" w:rsidRPr="00BA20C6">
        <w:rPr>
          <w:rtl/>
          <w:lang w:bidi="fa-IR"/>
        </w:rPr>
        <w:t xml:space="preserve"> و اضطراب افتادند، و پس از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ربع ساعت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مجدداً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حرکت افتاد، گفته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</w:t>
      </w:r>
      <w:r w:rsidR="00BA20C6" w:rsidRPr="00BA20C6">
        <w:rPr>
          <w:rtl/>
          <w:lang w:bidi="fa-IR"/>
        </w:rPr>
        <w:t xml:space="preserve"> که ناخدا راه را گم کرده و دفعةً ملتفت اشتباه خود شده بوده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ششم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عقرب»،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کمال آرام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داشت، و هوا خنک‌تر شده بود و امر تازه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هفتم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عقرب»، از صبح تا شام باد تند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متلاطم بود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مبتلا به سرگ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جه</w:t>
      </w:r>
      <w:r w:rsidRPr="00BA20C6">
        <w:rPr>
          <w:rtl/>
          <w:lang w:bidi="fa-IR"/>
        </w:rPr>
        <w:t xml:space="preserve"> شدند، اما بحمداللَّه اثر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«داءالبحر» </w:t>
      </w:r>
      <w:r w:rsidRPr="008631E1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معروف، و برسات که وقت رفتن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ظاهر نبود، و معلوم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 xml:space="preserve"> چنانچه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آن آ</w:t>
      </w:r>
      <w:r w:rsidRPr="00BA20C6">
        <w:rPr>
          <w:rFonts w:hint="eastAsia"/>
          <w:rtl/>
          <w:lang w:bidi="fa-IR"/>
        </w:rPr>
        <w:t>ثار</w:t>
      </w:r>
      <w:r w:rsidRPr="00BA20C6">
        <w:rPr>
          <w:rtl/>
          <w:lang w:bidi="fa-IR"/>
        </w:rPr>
        <w:t xml:space="preserve"> و آن برسات مخصوص سه ماه تابستان است، و فقط تلاطم و انقلاب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علت آن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امشب</w:t>
      </w:r>
      <w:r w:rsidRPr="00BA20C6">
        <w:rPr>
          <w:rtl/>
          <w:lang w:bidi="fa-IR"/>
        </w:rPr>
        <w:t xml:space="preserve"> هوا آن‌قدر خنک شده بود، که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محتاج به لحاف و بالا پوش شدند.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8631E1">
      <w:pPr>
        <w:pStyle w:val="Heading1"/>
        <w:rPr>
          <w:rtl/>
          <w:lang w:bidi="fa-IR"/>
        </w:rPr>
      </w:pPr>
      <w:bookmarkStart w:id="394" w:name="_Toc56203049"/>
      <w:bookmarkStart w:id="395" w:name="_Toc56203709"/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عار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عکام‌ها</w:t>
      </w:r>
      <w:bookmarkEnd w:id="394"/>
      <w:bookmarkEnd w:id="39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هشتم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عقرب»، حالت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هوا آرام و معتدل بود، و امشب که شب نهم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بود اغلب رفقا در جا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گاه</w:t>
      </w:r>
      <w:r w:rsidRPr="00BA20C6">
        <w:rPr>
          <w:rtl/>
          <w:lang w:bidi="fa-IR"/>
        </w:rPr>
        <w:t xml:space="preserve"> ما آمده، و به مزاح و شوخ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أنس و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برگزار نمودند، و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 واعظ 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منبر رفته، حاضر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محظوظ فرمودند. لکن عکام‌ها که لباس‌ها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مسخره پوش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بودند، آنقدر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شوخ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رمعقولانه</w:t>
      </w:r>
      <w:r w:rsidRPr="00BA20C6">
        <w:rPr>
          <w:rtl/>
          <w:lang w:bidi="fa-IR"/>
        </w:rPr>
        <w:t xml:space="preserve"> کردند، که موجب </w:t>
      </w:r>
    </w:p>
    <w:p w:rsidR="00BA20C6" w:rsidRPr="00BA20C6" w:rsidRDefault="008631E1" w:rsidP="008631E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8631E1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درد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>.</w:t>
      </w:r>
    </w:p>
    <w:p w:rsidR="00BA20C6" w:rsidRPr="00BA20C6" w:rsidRDefault="008631E1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اوقات‌تلخ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 شد، و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مراعات مقام و احترام حجاج هند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کابل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رهم</w:t>
      </w:r>
      <w:r w:rsidR="00BA20C6" w:rsidRPr="00BA20C6">
        <w:rPr>
          <w:rtl/>
          <w:lang w:bidi="fa-IR"/>
        </w:rPr>
        <w:t xml:space="preserve"> که در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بودند مجلس را منحل، و اشخاص را متفرق نموده ساعت هشت از شب گذشته خواب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E7D64">
      <w:pPr>
        <w:pStyle w:val="Heading1"/>
        <w:rPr>
          <w:rtl/>
          <w:lang w:bidi="fa-IR"/>
        </w:rPr>
      </w:pPr>
      <w:bookmarkStart w:id="396" w:name="_Toc56203050"/>
      <w:bookmarkStart w:id="397" w:name="_Toc56203710"/>
      <w:r w:rsidRPr="00BA20C6">
        <w:rPr>
          <w:rFonts w:hint="eastAsia"/>
          <w:rtl/>
          <w:lang w:bidi="fa-IR"/>
        </w:rPr>
        <w:t>کراچ</w:t>
      </w:r>
      <w:r w:rsidRPr="00BA20C6">
        <w:rPr>
          <w:rFonts w:hint="cs"/>
          <w:rtl/>
          <w:lang w:bidi="fa-IR"/>
        </w:rPr>
        <w:t>ی‌</w:t>
      </w:r>
      <w:bookmarkEnd w:id="396"/>
      <w:bookmarkEnd w:id="397"/>
    </w:p>
    <w:p w:rsidR="00BA20C6" w:rsidRPr="00BA20C6" w:rsidRDefault="00BA20C6" w:rsidP="00BE7D6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نهم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عقرب»، صبح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ساحل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توقف کرد،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بالغ به هفتصد هشتصد نفر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شدند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شدند که از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«بصره» بروند،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از خط «دزداب» به «مشهد مقدس» رهسپار شوند.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تمام محوطه اسکله از طرف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تاجر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سفره نهار گسترده بودند که تمام حجاج صرف نمودند، خود «حاج عبدالغن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 با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استقبال حجاج آمده بود، و از آنها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باق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ماندگان</w:t>
      </w:r>
      <w:r w:rsidRPr="00BA20C6">
        <w:rPr>
          <w:rtl/>
          <w:lang w:bidi="fa-IR"/>
        </w:rPr>
        <w:t xml:space="preserve"> حجاج که ما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از جمله آنها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نشده عازم </w:t>
      </w:r>
      <w:r w:rsidRPr="00BA20C6">
        <w:rPr>
          <w:rFonts w:hint="eastAsia"/>
          <w:rtl/>
          <w:lang w:bidi="fa-IR"/>
        </w:rPr>
        <w:t>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بودند، و چون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عصر بود،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شهر رفته آذوقه و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هم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انار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خوب، و سبز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جات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مصنوع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آوردند، و با آن‌که هوا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خنک و احت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اج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نبود،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کسان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سه ماه تابستان را بدون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خ،</w:t>
      </w:r>
      <w:r w:rsidRPr="00BA20C6">
        <w:rPr>
          <w:rtl/>
          <w:lang w:bidi="fa-IR"/>
        </w:rPr>
        <w:t xml:space="preserve"> آن هم </w:t>
      </w: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مملکت گرم «حجاز» و مناطق حاره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بودند،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مطلوب و دلچسب بود، و از آن به حد افراط صرف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اصطلاح دل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عزا درآورد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ضدعفون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کرده و شستشو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کامل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کردند، و به واسطه خلوت بودن آن گردش مفصل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سپس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حرکت افتاد و «حاج محمّدجعفر 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ما، که به شهر</w:t>
      </w:r>
    </w:p>
    <w:p w:rsidR="00BA20C6" w:rsidRPr="00BA20C6" w:rsidRDefault="00BA20C6" w:rsidP="00BE7D64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رفته</w:t>
      </w:r>
      <w:r w:rsidRPr="00BA20C6">
        <w:rPr>
          <w:rtl/>
          <w:lang w:bidi="fa-IR"/>
        </w:rPr>
        <w:t xml:space="preserve"> و برگشته بود، هرچه سع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 توسط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به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برسد ممکن نشد، البته از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توسط خط آهن به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خواهد آمد.</w:t>
      </w:r>
      <w:r w:rsidRPr="00BA20C6">
        <w:rPr>
          <w:rFonts w:hint="eastAsia"/>
          <w:rtl/>
          <w:lang w:bidi="fa-IR"/>
        </w:rPr>
        <w:t>مجموع</w:t>
      </w:r>
      <w:r w:rsidRPr="00BA20C6">
        <w:rPr>
          <w:rtl/>
          <w:lang w:bidi="fa-IR"/>
        </w:rPr>
        <w:t xml:space="preserve"> مدت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ما از «جده» به «کراچ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نه روز و ده شب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با آن که موقع رفتن به «مکه»، حجاج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مسافت را چهارده پانزده روزه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موده</w:t>
      </w:r>
      <w:r w:rsidRPr="00BA20C6">
        <w:rPr>
          <w:rtl/>
          <w:lang w:bidi="fa-IR"/>
        </w:rPr>
        <w:t xml:space="preserve"> بودند، علتش وجود برسات در آن وقت و آرام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فصل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ماهتاب قشنگ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داشته، و مدت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سطحه و عرشه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قدم‌زنان گردش کرده بعد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E7D64">
      <w:pPr>
        <w:pStyle w:val="Heading1"/>
        <w:rPr>
          <w:rtl/>
          <w:lang w:bidi="fa-IR"/>
        </w:rPr>
      </w:pPr>
      <w:bookmarkStart w:id="398" w:name="_Toc56203051"/>
      <w:bookmarkStart w:id="399" w:name="_Toc56203711"/>
      <w:r w:rsidRPr="00BA20C6">
        <w:rPr>
          <w:rFonts w:hint="eastAsia"/>
          <w:rtl/>
          <w:lang w:bidi="fa-IR"/>
        </w:rPr>
        <w:t>سواحل</w:t>
      </w:r>
      <w:r w:rsidRPr="00BA20C6">
        <w:rPr>
          <w:rtl/>
          <w:lang w:bidi="fa-IR"/>
        </w:rPr>
        <w:t xml:space="preserve"> هندوستان‌</w:t>
      </w:r>
      <w:bookmarkEnd w:id="398"/>
      <w:bookmarkEnd w:id="399"/>
    </w:p>
    <w:p w:rsidR="00BA20C6" w:rsidRPr="00BA20C6" w:rsidRDefault="00BA20C6" w:rsidP="00BE7D6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دهم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عقرب»، تا شام هوا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مرطوب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گرم و حبس شده بود، و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سرعت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tl/>
          <w:lang w:bidi="fa-IR"/>
        </w:rPr>
        <w:t xml:space="preserve"> و همه‌جا در طرف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سار،</w:t>
      </w:r>
      <w:r w:rsidRPr="00BA20C6">
        <w:rPr>
          <w:rtl/>
          <w:lang w:bidi="fa-IR"/>
        </w:rPr>
        <w:t xml:space="preserve"> کوهها و جنگل‌ها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سواحل «هندوستان» نمودار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بود،</w:t>
      </w:r>
      <w:r w:rsidRPr="00BA20C6">
        <w:rPr>
          <w:rtl/>
          <w:lang w:bidi="fa-IR"/>
        </w:rPr>
        <w:t xml:space="preserve"> طرف شب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دفعه آثار روشنائ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چراغ هم از جانب ساحل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E7D64" w:rsidP="00BE7D6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00" w:name="_Toc56203052"/>
      <w:bookmarkStart w:id="401" w:name="_Toc56203712"/>
      <w:r w:rsidR="00BA20C6" w:rsidRPr="00BA20C6">
        <w:rPr>
          <w:rFonts w:hint="eastAsia"/>
          <w:rtl/>
          <w:lang w:bidi="fa-IR"/>
        </w:rPr>
        <w:lastRenderedPageBreak/>
        <w:t>ورود</w:t>
      </w:r>
      <w:r w:rsidR="00BA20C6" w:rsidRPr="00BA20C6">
        <w:rPr>
          <w:rtl/>
          <w:lang w:bidi="fa-IR"/>
        </w:rPr>
        <w:t xml:space="preserve"> به بمبئ</w:t>
      </w:r>
      <w:r w:rsidR="00BA20C6" w:rsidRPr="00BA20C6">
        <w:rPr>
          <w:rFonts w:hint="cs"/>
          <w:rtl/>
          <w:lang w:bidi="fa-IR"/>
        </w:rPr>
        <w:t>ی‌</w:t>
      </w:r>
      <w:bookmarkEnd w:id="400"/>
      <w:bookmarkEnd w:id="401"/>
    </w:p>
    <w:p w:rsidR="00BA20C6" w:rsidRPr="00BA20C6" w:rsidRDefault="00BA20C6" w:rsidP="00BE7D64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«س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عقرب»،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به غروب مانده،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ساحل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لنگر انداخت، و به واسطه تعط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گمرک‌خانه، شب را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هر چند اوقاتمان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تلخ شد، لکن منظره شهر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با کرورها چراغ برق و من</w:t>
      </w:r>
      <w:r w:rsidRPr="00BA20C6">
        <w:rPr>
          <w:rFonts w:hint="eastAsia"/>
          <w:rtl/>
          <w:lang w:bidi="fa-IR"/>
        </w:rPr>
        <w:t>ظره</w:t>
      </w:r>
      <w:r w:rsidRPr="00BA20C6">
        <w:rPr>
          <w:rtl/>
          <w:lang w:bidi="fa-IR"/>
        </w:rPr>
        <w:t xml:space="preserve"> سطح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با هزاران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آن لنگر انداخته، و از هرکدام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نوع صداهائ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 چراغ‌هائ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روشن بود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="00BE7D64">
        <w:rPr>
          <w:rFonts w:hint="cs"/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‌</w:t>
      </w:r>
      <w:r w:rsidRPr="00BA20C6">
        <w:rPr>
          <w:rFonts w:hint="eastAsia"/>
          <w:rtl/>
          <w:lang w:bidi="fa-IR"/>
        </w:rPr>
        <w:t>تماشا</w:t>
      </w:r>
      <w:r w:rsidRPr="00BA20C6">
        <w:rPr>
          <w:rtl/>
          <w:lang w:bidi="fa-IR"/>
        </w:rPr>
        <w:t xml:space="preserve"> نبود، و مدت مسافرت ما از «جده» تا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</w:t>
      </w:r>
      <w:r w:rsidRPr="00BA20C6">
        <w:rPr>
          <w:rtl/>
          <w:lang w:bidi="fa-IR"/>
        </w:rPr>
        <w:t xml:space="preserve"> شبانه‌روز درست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دوازدهم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«اول قوس»، </w:t>
      </w:r>
      <w:r w:rsidRPr="00BE7D64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صبح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کنار اسکله آمد، و توسط پلکان چوب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ساحل بلند کردند، با کمال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به استقبال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خود آمده بودند، و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که از «جده» توسط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قبل ما آمده بودند، کنار اسکله انتظار ورود ما را داشتند،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خوشوقت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گذشتن از گمرک‌</w:t>
      </w:r>
      <w:r w:rsidR="00BE7D64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خانه که دقت و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شات</w:t>
      </w:r>
      <w:r w:rsidRPr="00BA20C6">
        <w:rPr>
          <w:rtl/>
          <w:lang w:bidi="fa-IR"/>
        </w:rPr>
        <w:t xml:space="preserve"> کامل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توسط درشکه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مسافرخانه «جعفر 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محله «وار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بندر»، که موقع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به «مکه» هم، در آنجا منزل کرده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شرح آن داده شده است، و نهار را مهمان «حاج محمّدتق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بلورفروش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قبل از ما با «جهاز هما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ون»</w:t>
      </w:r>
      <w:r w:rsidRPr="00BA20C6">
        <w:rPr>
          <w:rtl/>
          <w:lang w:bidi="fa-IR"/>
        </w:rPr>
        <w:t xml:space="preserve"> وارد شده بودند، و شب را به استراحت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E7D64" w:rsidP="00BE7D6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02" w:name="_Toc56203053"/>
      <w:bookmarkStart w:id="403" w:name="_Toc56203713"/>
      <w:r w:rsidR="00BA20C6" w:rsidRPr="00BA20C6">
        <w:rPr>
          <w:rFonts w:hint="eastAsia"/>
          <w:rtl/>
          <w:lang w:bidi="fa-IR"/>
        </w:rPr>
        <w:lastRenderedPageBreak/>
        <w:t>تلگراف</w:t>
      </w:r>
      <w:r w:rsidR="00BA20C6" w:rsidRPr="00BA20C6">
        <w:rPr>
          <w:rtl/>
          <w:lang w:bidi="fa-IR"/>
        </w:rPr>
        <w:t xml:space="preserve"> به تهران‌</w:t>
      </w:r>
      <w:bookmarkEnd w:id="402"/>
      <w:bookmarkEnd w:id="403"/>
    </w:p>
    <w:p w:rsid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«دوم قوس»، صورت تلگراف‌هائ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به «طهران» مخابره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هر کدام کاغذ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توسط پست ارسال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ام،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لط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معتدل بود، روز با لباس مختصر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حرکت، و شب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</w:t>
      </w:r>
      <w:r w:rsidRPr="00BA20C6">
        <w:rPr>
          <w:rtl/>
          <w:lang w:bidi="fa-IR"/>
        </w:rPr>
        <w:t xml:space="preserve"> عمارت مسافرخانه بدون روپوش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از هر قب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موجود بود، به‌علاوه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قسم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وه‌ها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ممالک ما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</w:t>
      </w:r>
    </w:p>
    <w:p w:rsidR="00BE7D64" w:rsidRPr="00BA20C6" w:rsidRDefault="00BE7D64" w:rsidP="00BE7D6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BE7D64" w:rsidRPr="00BA20C6" w:rsidRDefault="00BE7D64" w:rsidP="00BE7D64">
      <w:pPr>
        <w:pStyle w:val="libAlaem"/>
        <w:rPr>
          <w:rtl/>
          <w:lang w:bidi="fa-IR"/>
        </w:rPr>
      </w:pPr>
      <w:r w:rsidRPr="00BA20C6">
        <w:rPr>
          <w:rtl/>
          <w:lang w:bidi="fa-IR"/>
        </w:rPr>
        <w:t>1- 1- نهم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آذرماه.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E7D64" w:rsidP="00BE7D6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04" w:name="_Toc56203054"/>
      <w:bookmarkStart w:id="405" w:name="_Toc56203714"/>
      <w:r w:rsidR="00BA20C6" w:rsidRPr="00BA20C6">
        <w:rPr>
          <w:rFonts w:hint="eastAsia"/>
          <w:rtl/>
          <w:lang w:bidi="fa-IR"/>
        </w:rPr>
        <w:lastRenderedPageBreak/>
        <w:t>مغول</w:t>
      </w:r>
      <w:r w:rsidR="00BA20C6" w:rsidRPr="00BA20C6">
        <w:rPr>
          <w:rtl/>
          <w:lang w:bidi="fa-IR"/>
        </w:rPr>
        <w:t xml:space="preserve"> محله‌</w:t>
      </w:r>
      <w:bookmarkEnd w:id="404"/>
      <w:bookmarkEnd w:id="40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چهاردهم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«سوم قوس»، صبح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«حمام مغول» که در «مغول محله» واقع، و مخصوص جماعت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است، واقعاً حمام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و پاک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و دل‌چسب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کارگران آن چند نفر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بودند، و با صم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خدمت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حمام در تمام شب هم باز اس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 تمام خزانه‌ها و پلکان‌ها و دالان‌ها و سا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ملحقات آن، با چراغ برق روشن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روز که سرب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حمام نشسته لباس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پوشد،</w:t>
      </w:r>
      <w:r w:rsidRPr="00BA20C6">
        <w:rPr>
          <w:rtl/>
          <w:lang w:bidi="fa-IR"/>
        </w:rPr>
        <w:t xml:space="preserve"> از هر طرف در پشت جام‌ها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شه</w:t>
      </w:r>
      <w:r w:rsidRPr="00BA20C6">
        <w:rPr>
          <w:rtl/>
          <w:lang w:bidi="fa-IR"/>
        </w:rPr>
        <w:t xml:space="preserve"> گل‌کار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سبزه و باغ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>. طرف عصر تا دو سه ساعت از شب،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و قشنگ شهر گردش کرده، به </w:t>
      </w:r>
      <w:r w:rsidRPr="00BA20C6">
        <w:rPr>
          <w:rFonts w:hint="eastAsia"/>
          <w:rtl/>
          <w:lang w:bidi="fa-IR"/>
        </w:rPr>
        <w:t>منزل</w:t>
      </w:r>
      <w:r w:rsidRPr="00BA20C6">
        <w:rPr>
          <w:rtl/>
          <w:lang w:bidi="fa-IR"/>
        </w:rPr>
        <w:t xml:space="preserve"> مراجعت و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E7D64">
      <w:pPr>
        <w:pStyle w:val="Heading1"/>
        <w:rPr>
          <w:rtl/>
          <w:lang w:bidi="fa-IR"/>
        </w:rPr>
      </w:pPr>
      <w:bookmarkStart w:id="406" w:name="_Toc56203055"/>
      <w:bookmarkStart w:id="407" w:name="_Toc56203715"/>
      <w:r w:rsidRPr="00BA20C6">
        <w:rPr>
          <w:rFonts w:hint="eastAsia"/>
          <w:rtl/>
          <w:lang w:bidi="fa-IR"/>
        </w:rPr>
        <w:t>باغ</w:t>
      </w:r>
      <w:r w:rsidRPr="00BA20C6">
        <w:rPr>
          <w:rtl/>
          <w:lang w:bidi="fa-IR"/>
        </w:rPr>
        <w:t xml:space="preserve"> وحش‌</w:t>
      </w:r>
      <w:bookmarkEnd w:id="406"/>
      <w:bookmarkEnd w:id="40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E7D64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پانزدهم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«چهارم قوس»، صبح زود توسط واگون الکتر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باغ وحش معروف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که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«باغ‌ران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ند،</w:t>
      </w:r>
      <w:r w:rsidRPr="00BA20C6">
        <w:rPr>
          <w:rtl/>
          <w:lang w:bidi="fa-IR"/>
        </w:rPr>
        <w:t xml:space="preserve"> و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خارج از شهر است، و پس از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قسمت آن، و مشاهده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هزار قسم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عج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غر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که در قفس‌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آهن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 دارد، و ملاحظه هزاران نوع 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ور</w:t>
      </w:r>
      <w:r w:rsidRPr="00BA20C6">
        <w:rPr>
          <w:rtl/>
          <w:lang w:bidi="fa-IR"/>
        </w:rPr>
        <w:t xml:space="preserve"> و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وانات</w:t>
      </w:r>
      <w:r w:rsidRPr="00BA20C6">
        <w:rPr>
          <w:rtl/>
          <w:lang w:bidi="fa-IR"/>
        </w:rPr>
        <w:t xml:space="preserve"> آب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که در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مصنوع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ظهر شد و از گردش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طولان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باغ مزبور خسته شده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مراجعت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باغ،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هم صرف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موزه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از جمله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قابل ذکر که 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مسکوکات تمام ممالک عالم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و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داً،</w:t>
      </w:r>
      <w:r w:rsidRPr="00BA20C6">
        <w:rPr>
          <w:rtl/>
          <w:lang w:bidi="fa-IR"/>
        </w:rPr>
        <w:t xml:space="preserve"> مجسمه تمام ملل دن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اناثاً و ذکوراً، با لباس‌ها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مخصوص هر کدام و نمونه‌هائ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از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ه‌سوزها</w:t>
      </w:r>
      <w:r w:rsidRPr="00BA20C6">
        <w:rPr>
          <w:rtl/>
          <w:lang w:bidi="fa-IR"/>
        </w:rPr>
        <w:t xml:space="preserve"> گرفته تا</w:t>
      </w:r>
      <w:r w:rsidRPr="00BA20C6">
        <w:rPr>
          <w:rFonts w:hint="eastAsia"/>
          <w:rtl/>
          <w:lang w:bidi="fa-IR"/>
        </w:rPr>
        <w:t>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الکتر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ک،</w:t>
      </w:r>
      <w:r w:rsidRPr="00BA20C6">
        <w:rPr>
          <w:rtl/>
          <w:lang w:bidi="fa-IR"/>
        </w:rPr>
        <w:t xml:space="preserve"> و نمونه‌هائ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تمام آلات و ادوات دفاع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که نوع بشر از اول خلقت تا به امروز به کار برده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برد،</w:t>
      </w:r>
      <w:r w:rsidRPr="00BA20C6">
        <w:rPr>
          <w:rtl/>
          <w:lang w:bidi="fa-IR"/>
        </w:rPr>
        <w:t xml:space="preserve"> و 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پ</w:t>
      </w:r>
      <w:r w:rsidRPr="00BA20C6">
        <w:rPr>
          <w:rtl/>
          <w:lang w:bidi="fa-IR"/>
        </w:rPr>
        <w:t xml:space="preserve"> حرکات نماز و عبادات تمام مذاهب عالم، که توسط مجسمه‌ها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کوچک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ارائه و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داده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هزاران نمونه از صنا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قد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«چ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«هندوست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در منزل صرف نهار کرده، شب را به گردش در کنار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tl/>
          <w:lang w:bidi="fa-IR"/>
        </w:rPr>
        <w:t xml:space="preserve"> و استراحت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E7D64" w:rsidP="004118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08" w:name="_Toc56203056"/>
      <w:bookmarkStart w:id="409" w:name="_Toc56203716"/>
      <w:r w:rsidR="00BA20C6" w:rsidRPr="00BA20C6">
        <w:rPr>
          <w:rFonts w:hint="eastAsia"/>
          <w:rtl/>
          <w:lang w:bidi="fa-IR"/>
        </w:rPr>
        <w:lastRenderedPageBreak/>
        <w:t>خبر</w:t>
      </w:r>
      <w:r w:rsidR="00BA20C6" w:rsidRPr="00BA20C6">
        <w:rPr>
          <w:rtl/>
          <w:lang w:bidi="fa-IR"/>
        </w:rPr>
        <w:t xml:space="preserve"> حمله به رشت‌</w:t>
      </w:r>
      <w:bookmarkEnd w:id="408"/>
      <w:bookmarkEnd w:id="409"/>
    </w:p>
    <w:p w:rsidR="00BA20C6" w:rsidRPr="00BA20C6" w:rsidRDefault="00BA20C6" w:rsidP="00411854">
      <w:pPr>
        <w:pStyle w:val="libNormal"/>
        <w:rPr>
          <w:rtl/>
          <w:lang w:bidi="fa-IR"/>
        </w:rPr>
      </w:pPr>
      <w:bookmarkStart w:id="410" w:name="_Toc56203057"/>
      <w:r w:rsidRPr="00411854">
        <w:rPr>
          <w:rFonts w:hint="eastAsia"/>
          <w:rtl/>
        </w:rPr>
        <w:t>امروز</w:t>
      </w:r>
      <w:r w:rsidRPr="00411854">
        <w:rPr>
          <w:rtl/>
        </w:rPr>
        <w:t xml:space="preserve"> شنبه شانزدهم رب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ع‌الاول</w:t>
      </w:r>
      <w:r w:rsidRPr="00411854">
        <w:rPr>
          <w:rtl/>
        </w:rPr>
        <w:t xml:space="preserve"> مطابق «پنجم قوس»، توسط «حاج عل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»</w:t>
      </w:r>
      <w:r w:rsidRPr="00411854">
        <w:rPr>
          <w:rtl/>
        </w:rPr>
        <w:t xml:space="preserve"> نام</w:t>
      </w:r>
      <w:r w:rsidRPr="00411854">
        <w:rPr>
          <w:rFonts w:hint="cs"/>
          <w:rtl/>
        </w:rPr>
        <w:t>ی‌</w:t>
      </w:r>
      <w:r w:rsidRPr="00411854">
        <w:rPr>
          <w:rFonts w:hint="eastAsia"/>
          <w:rtl/>
        </w:rPr>
        <w:t>که</w:t>
      </w:r>
      <w:r w:rsidRPr="00411854">
        <w:rPr>
          <w:rtl/>
        </w:rPr>
        <w:t xml:space="preserve"> دلال خر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دار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بل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ط</w:t>
      </w:r>
      <w:r w:rsidRPr="00411854">
        <w:rPr>
          <w:rtl/>
        </w:rPr>
        <w:t xml:space="preserve"> کشت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جهت مسافر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ن</w:t>
      </w:r>
      <w:r w:rsidRPr="00411854">
        <w:rPr>
          <w:rtl/>
        </w:rPr>
        <w:t xml:space="preserve"> است، بل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ط</w:t>
      </w:r>
      <w:r w:rsidRPr="00411854">
        <w:rPr>
          <w:rtl/>
        </w:rPr>
        <w:t xml:space="preserve"> کشت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پست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جهت «بصره»، به ق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مت</w:t>
      </w:r>
      <w:r w:rsidRPr="00411854">
        <w:rPr>
          <w:rtl/>
        </w:rPr>
        <w:t xml:space="preserve"> هر بل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ط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س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و 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ک</w:t>
      </w:r>
      <w:r w:rsidRPr="00411854">
        <w:rPr>
          <w:rtl/>
        </w:rPr>
        <w:t xml:space="preserve"> روپ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ه</w:t>
      </w:r>
      <w:r w:rsidRPr="00411854">
        <w:rPr>
          <w:rtl/>
        </w:rPr>
        <w:t xml:space="preserve"> گرفت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م،</w:t>
      </w:r>
      <w:r w:rsidRPr="00411854">
        <w:rPr>
          <w:rtl/>
        </w:rPr>
        <w:t xml:space="preserve"> و بنا هست‌ان‌شاءاللَّه روز سه‌شنبه حرکت کن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م،</w:t>
      </w:r>
      <w:r w:rsidRPr="00411854">
        <w:rPr>
          <w:rtl/>
        </w:rPr>
        <w:t xml:space="preserve"> طرف صبح «حس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ن</w:t>
      </w:r>
      <w:r w:rsidRPr="00411854">
        <w:rPr>
          <w:rtl/>
        </w:rPr>
        <w:t xml:space="preserve"> آقا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دانش» پسر «حاج عل</w:t>
      </w:r>
      <w:r w:rsidRPr="00411854">
        <w:rPr>
          <w:rFonts w:hint="cs"/>
          <w:rtl/>
        </w:rPr>
        <w:t>ی‌</w:t>
      </w:r>
      <w:r w:rsidRPr="00411854">
        <w:rPr>
          <w:rFonts w:hint="eastAsia"/>
          <w:rtl/>
        </w:rPr>
        <w:t>اکبر</w:t>
      </w:r>
      <w:r w:rsidRPr="00411854">
        <w:rPr>
          <w:rtl/>
        </w:rPr>
        <w:t xml:space="preserve"> بزاز» که از «طهران» آمده و عازم «اروپا» است به د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دن</w:t>
      </w:r>
      <w:r w:rsidRPr="00411854">
        <w:rPr>
          <w:rtl/>
        </w:rPr>
        <w:t xml:space="preserve"> ما آمده، وشرح رقت‌آور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از قض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ه</w:t>
      </w:r>
      <w:r w:rsidRPr="00411854">
        <w:rPr>
          <w:rtl/>
        </w:rPr>
        <w:t xml:space="preserve"> مهاجمه «بالشو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کها»</w:t>
      </w:r>
      <w:r w:rsidRPr="00411854">
        <w:rPr>
          <w:rtl/>
        </w:rPr>
        <w:t xml:space="preserve"> به شهر «رشت»، و فرار قاطبه اهال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آن‌جا به «قزو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ن»</w:t>
      </w:r>
      <w:r w:rsidRPr="00411854">
        <w:rPr>
          <w:rtl/>
        </w:rPr>
        <w:t xml:space="preserve"> و «طهران» ب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ان</w:t>
      </w:r>
      <w:r w:rsidRPr="00411854">
        <w:rPr>
          <w:rtl/>
        </w:rPr>
        <w:t xml:space="preserve"> کرد، و نهار را در منزل «حاج ش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خ</w:t>
      </w:r>
      <w:r w:rsidRPr="00411854">
        <w:rPr>
          <w:rtl/>
        </w:rPr>
        <w:t xml:space="preserve"> محمّد شوشتر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»</w:t>
      </w:r>
      <w:r w:rsidRPr="00411854">
        <w:rPr>
          <w:rtl/>
        </w:rPr>
        <w:t xml:space="preserve"> که از تجار درجه اول «بمبئ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»</w:t>
      </w:r>
      <w:r w:rsidRPr="00411854">
        <w:rPr>
          <w:rtl/>
        </w:rPr>
        <w:t xml:space="preserve"> است، </w:t>
      </w:r>
      <w:r w:rsidRPr="00411854">
        <w:rPr>
          <w:rFonts w:hint="eastAsia"/>
          <w:rtl/>
        </w:rPr>
        <w:t>و</w:t>
      </w:r>
      <w:r w:rsidRPr="00411854">
        <w:rPr>
          <w:rtl/>
        </w:rPr>
        <w:t xml:space="preserve"> به مناسبت سابقه دوست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با «حاج ش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خ</w:t>
      </w:r>
      <w:r w:rsidRPr="00411854">
        <w:rPr>
          <w:rtl/>
        </w:rPr>
        <w:t xml:space="preserve"> جمال کتاب‌فروش» ما را هم دعوت کرده بود صرف نمود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م،</w:t>
      </w:r>
      <w:r w:rsidRPr="00411854">
        <w:rPr>
          <w:rtl/>
        </w:rPr>
        <w:t xml:space="preserve"> ض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افت</w:t>
      </w:r>
      <w:r w:rsidRPr="00411854">
        <w:rPr>
          <w:rtl/>
        </w:rPr>
        <w:t xml:space="preserve"> خ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ل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عال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،</w:t>
      </w:r>
      <w:r w:rsidRPr="00411854">
        <w:rPr>
          <w:rtl/>
        </w:rPr>
        <w:t xml:space="preserve"> مرکب از اغذ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ه</w:t>
      </w:r>
      <w:r w:rsidRPr="00411854">
        <w:rPr>
          <w:rtl/>
        </w:rPr>
        <w:t xml:space="preserve"> ا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ران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و هند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ته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ه</w:t>
      </w:r>
      <w:r w:rsidRPr="00411854">
        <w:rPr>
          <w:rtl/>
        </w:rPr>
        <w:t xml:space="preserve"> نموده بود، طرف عصر به تماشا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استاس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ون</w:t>
      </w:r>
      <w:r w:rsidRPr="00411854">
        <w:rPr>
          <w:rtl/>
        </w:rPr>
        <w:t xml:space="preserve"> خطوط آهن، و اسکله کشت</w:t>
      </w:r>
      <w:r w:rsidRPr="00411854">
        <w:rPr>
          <w:rFonts w:hint="cs"/>
          <w:rtl/>
        </w:rPr>
        <w:t>ی‌</w:t>
      </w:r>
      <w:r w:rsidRPr="00411854">
        <w:rPr>
          <w:rFonts w:hint="eastAsia"/>
          <w:rtl/>
        </w:rPr>
        <w:t>ران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رفته، برا</w:t>
      </w:r>
      <w:r w:rsidRPr="00411854">
        <w:rPr>
          <w:rFonts w:hint="cs"/>
          <w:rtl/>
        </w:rPr>
        <w:t>ی</w:t>
      </w:r>
      <w:r w:rsidRPr="00411854">
        <w:rPr>
          <w:rtl/>
        </w:rPr>
        <w:t xml:space="preserve"> چهار از شب گذشته به منزل برگشته خواب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د</w:t>
      </w:r>
      <w:r w:rsidRPr="00411854">
        <w:rPr>
          <w:rFonts w:hint="cs"/>
          <w:rtl/>
        </w:rPr>
        <w:t>ی</w:t>
      </w:r>
      <w:r w:rsidRPr="00411854">
        <w:rPr>
          <w:rFonts w:hint="eastAsia"/>
          <w:rtl/>
        </w:rPr>
        <w:t>م</w:t>
      </w:r>
      <w:r w:rsidRPr="00411854">
        <w:rPr>
          <w:rtl/>
        </w:rPr>
        <w:t>.</w:t>
      </w:r>
      <w:r w:rsidRPr="00411854">
        <w:rPr>
          <w:rtl/>
        </w:rPr>
        <w:cr/>
      </w:r>
      <w:r w:rsidR="00BE7D64">
        <w:rPr>
          <w:rtl/>
          <w:lang w:bidi="fa-IR"/>
        </w:rPr>
        <w:br w:type="page"/>
      </w:r>
      <w:bookmarkStart w:id="411" w:name="_Toc56203058"/>
      <w:r w:rsidRPr="00BA20C6">
        <w:rPr>
          <w:rFonts w:hint="eastAsia"/>
          <w:rtl/>
          <w:lang w:bidi="fa-IR"/>
        </w:rPr>
        <w:lastRenderedPageBreak/>
        <w:t>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سا،</w:t>
      </w:r>
      <w:r w:rsidRPr="00BA20C6">
        <w:rPr>
          <w:rtl/>
          <w:lang w:bidi="fa-IR"/>
        </w:rPr>
        <w:t xml:space="preserve"> مسجد و بتکده‌</w:t>
      </w:r>
      <w:bookmarkEnd w:id="410"/>
      <w:bookmarkEnd w:id="411"/>
    </w:p>
    <w:p w:rsidR="00BA20C6" w:rsidRPr="00BA20C6" w:rsidRDefault="00BA20C6" w:rsidP="00637E8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هفدهم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«ششم قوس» را، تماماً صرف گردش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ابان‌ها</w:t>
      </w:r>
      <w:r w:rsidRPr="00BA20C6">
        <w:rPr>
          <w:rtl/>
          <w:lang w:bidi="fa-IR"/>
        </w:rPr>
        <w:t xml:space="preserve"> و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مغازه‌ها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باشکوه شهر نموده، ضمناً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نصار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صدها مساجد مسلم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و هزاران بتکده هندوها را تماشا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الحق مساجد مسلم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اعم از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و سن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ق</w:t>
      </w:r>
      <w:r w:rsidRPr="00BA20C6">
        <w:rPr>
          <w:rFonts w:hint="eastAsia"/>
          <w:rtl/>
          <w:lang w:bidi="fa-IR"/>
        </w:rPr>
        <w:t>شنگ</w:t>
      </w:r>
      <w:r w:rsidRPr="00BA20C6">
        <w:rPr>
          <w:rtl/>
          <w:lang w:bidi="fa-IR"/>
        </w:rPr>
        <w:t xml:space="preserve"> و پاک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و باشکوه است، و مثل مساجد مخروبه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ران،</w:t>
      </w:r>
      <w:r w:rsidRPr="00BA20C6">
        <w:rPr>
          <w:rtl/>
          <w:lang w:bidi="fa-IR"/>
        </w:rPr>
        <w:t xml:space="preserve"> 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سرشکستگ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انفعال مسلمانها در نظر خارج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«حاج</w:t>
      </w:r>
      <w:r w:rsidRPr="00BA20C6">
        <w:rPr>
          <w:rtl/>
          <w:lang w:bidi="fa-IR"/>
        </w:rPr>
        <w:t xml:space="preserve"> محمّدحس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راقچ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همسفر ما، که دو روز بود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تماشا به شهر «پونه» رفته بود، امروز معاودت کرد و شرح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جنگل‌ها و کوهستانها و 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لاقات</w:t>
      </w:r>
      <w:r w:rsidRPr="00BA20C6">
        <w:rPr>
          <w:rtl/>
          <w:lang w:bidi="fa-IR"/>
        </w:rPr>
        <w:t xml:space="preserve"> و آبشارها، که در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خط آهن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>. امشب را هم به گردش و سپس به استراحت برگزار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075C0A">
      <w:pPr>
        <w:pStyle w:val="Heading1"/>
        <w:rPr>
          <w:rtl/>
          <w:lang w:bidi="fa-IR"/>
        </w:rPr>
      </w:pPr>
      <w:bookmarkStart w:id="412" w:name="_Toc56203059"/>
      <w:bookmarkStart w:id="413" w:name="_Toc56203717"/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نگ</w:t>
      </w:r>
      <w:r w:rsidRPr="00BA20C6">
        <w:rPr>
          <w:rtl/>
          <w:lang w:bidi="fa-IR"/>
        </w:rPr>
        <w:t xml:space="preserve"> استقلال‌طلبان‌</w:t>
      </w:r>
      <w:bookmarkEnd w:id="412"/>
      <w:bookmarkEnd w:id="413"/>
    </w:p>
    <w:p w:rsidR="00BA20C6" w:rsidRPr="00BA20C6" w:rsidRDefault="00BA20C6" w:rsidP="00075C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جدهم</w:t>
      </w:r>
      <w:r w:rsidRPr="00BA20C6">
        <w:rPr>
          <w:rtl/>
          <w:lang w:bidi="fa-IR"/>
        </w:rPr>
        <w:t xml:space="preserve">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«هفتم قوس»، دسته‌جات شورش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و استقلال‌طلبان «هند»، در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نقطه شهر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نگ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دادند،</w:t>
      </w:r>
      <w:r w:rsidRPr="00BA20C6">
        <w:rPr>
          <w:rtl/>
          <w:lang w:bidi="fa-IR"/>
        </w:rPr>
        <w:t xml:space="preserve"> و بر ضد مداخلات و عمل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«دولت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س»،</w:t>
      </w:r>
      <w:r w:rsidRPr="00BA20C6">
        <w:rPr>
          <w:rtl/>
          <w:lang w:bidi="fa-IR"/>
        </w:rPr>
        <w:t xml:space="preserve"> خطابه‌ها خوانده نطق‌ها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</w:t>
      </w:r>
      <w:r w:rsidRPr="00BA20C6">
        <w:rPr>
          <w:rtl/>
          <w:lang w:bidi="fa-IR"/>
        </w:rPr>
        <w:t xml:space="preserve"> که به واسطه ندانستن زبان «هند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ما 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فهم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حا</w:t>
      </w:r>
      <w:r w:rsidRPr="00BA20C6">
        <w:rPr>
          <w:rFonts w:hint="eastAsia"/>
          <w:rtl/>
          <w:lang w:bidi="fa-IR"/>
        </w:rPr>
        <w:t>لت</w:t>
      </w:r>
      <w:r w:rsidRPr="00BA20C6">
        <w:rPr>
          <w:rtl/>
          <w:lang w:bidi="fa-IR"/>
        </w:rPr>
        <w:t xml:space="preserve"> اجتماع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tl/>
          <w:lang w:bidi="fa-IR"/>
        </w:rPr>
        <w:t xml:space="preserve"> گردش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قوا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و نظام ابداً از آنها جلوگ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>.</w:t>
      </w:r>
    </w:p>
    <w:p w:rsidR="00BA20C6" w:rsidRPr="00BA20C6" w:rsidRDefault="00BA20C6" w:rsidP="00075C0A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موقع رفتن به «مکه معظمه» کوه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وسط شهر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دور تا دور آن دامنه خانه‌ها و ساختمانها بود، و چون مانع از اتصال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tl/>
          <w:lang w:bidi="fa-IR"/>
        </w:rPr>
        <w:t xml:space="preserve"> و خطوط واگون برق 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بوده،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عده عمله‌جات مشغول کندن آن بودند، و سنگ‌ها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را توسط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مخصوص خورد</w:t>
      </w:r>
      <w:r w:rsidR="00075C0A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کرده،</w:t>
      </w:r>
      <w:r w:rsidRPr="00BA20C6">
        <w:rPr>
          <w:rtl/>
          <w:lang w:bidi="fa-IR"/>
        </w:rPr>
        <w:t xml:space="preserve"> جهت شوسه کردن </w:t>
      </w:r>
      <w:r w:rsidRPr="00BA20C6">
        <w:rPr>
          <w:rtl/>
          <w:lang w:bidi="fa-IR"/>
        </w:rPr>
        <w:lastRenderedPageBreak/>
        <w:t>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آخر شهر، و سد بستن در جلو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حمل و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امروز که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چهار ماه از آن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گذرد،</w:t>
      </w:r>
      <w:r w:rsidRPr="00BA20C6">
        <w:rPr>
          <w:rtl/>
          <w:lang w:bidi="fa-IR"/>
        </w:rPr>
        <w:t xml:space="preserve"> تمام آن کوه از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برداشته شده، و در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طرح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ابانها</w:t>
      </w:r>
      <w:r w:rsidRPr="00BA20C6">
        <w:rPr>
          <w:rtl/>
          <w:lang w:bidi="fa-IR"/>
        </w:rPr>
        <w:t xml:space="preserve"> و خانه‌ها و عمارات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خته،</w:t>
      </w:r>
      <w:r w:rsidRPr="00BA20C6">
        <w:rPr>
          <w:rtl/>
          <w:lang w:bidi="fa-IR"/>
        </w:rPr>
        <w:t xml:space="preserve"> مشغول ساختمان آنها هستند، ضرب‌المثل معروف «هم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الرجال تقلع الجبال»، </w:t>
      </w:r>
      <w:r w:rsidRPr="00075C0A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درست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مورد به 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قت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از</w:t>
      </w:r>
      <w:r w:rsidRPr="00BA20C6">
        <w:rPr>
          <w:rtl/>
          <w:lang w:bidi="fa-IR"/>
        </w:rPr>
        <w:t xml:space="preserve"> قرار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شد، اغلب عمارات و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شهر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متعلق به بلد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</w:t>
      </w:r>
      <w:r w:rsidRPr="00075C0A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است، که خود ساخته و اجاره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دهد،</w:t>
      </w:r>
      <w:r w:rsidRPr="00BA20C6">
        <w:rPr>
          <w:rtl/>
          <w:lang w:bidi="fa-IR"/>
        </w:rPr>
        <w:t xml:space="preserve"> و از خانه‌ها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دو دوازدهم مال‌الاجاره تقر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ک‌ساله</w:t>
      </w:r>
      <w:r w:rsidRPr="00BA20C6">
        <w:rPr>
          <w:rtl/>
          <w:lang w:bidi="fa-IR"/>
        </w:rPr>
        <w:t xml:space="preserve"> آن را،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حق آب و روشنائ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شهر «بمبئ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علاوه بر واگونها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که 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نقطع</w:t>
      </w:r>
      <w:r w:rsidRPr="00BA20C6">
        <w:rPr>
          <w:rtl/>
          <w:lang w:bidi="fa-IR"/>
        </w:rPr>
        <w:t xml:space="preserve"> در حرکت هستند، آن قدر درشکه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بارکش رفت و آمد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کنند،</w:t>
      </w:r>
      <w:r w:rsidRPr="00BA20C6">
        <w:rPr>
          <w:rtl/>
          <w:lang w:bidi="fa-IR"/>
        </w:rPr>
        <w:t xml:space="preserve"> که رفتن از قسمت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اده‌رو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طرف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به طرف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خطرناک است، و کمال احت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اط</w:t>
      </w:r>
      <w:r w:rsidRPr="00BA20C6">
        <w:rPr>
          <w:rtl/>
          <w:lang w:bidi="fa-IR"/>
        </w:rPr>
        <w:t xml:space="preserve"> و مواظبت لازم دارد، از درشکه‌ها تا نمره دوازده هز</w:t>
      </w:r>
      <w:r w:rsidRPr="00BA20C6">
        <w:rPr>
          <w:rFonts w:hint="eastAsia"/>
          <w:rtl/>
          <w:lang w:bidi="fa-IR"/>
        </w:rPr>
        <w:t>ار،</w:t>
      </w:r>
      <w:r w:rsidRPr="00BA20C6">
        <w:rPr>
          <w:rtl/>
          <w:lang w:bidi="fa-IR"/>
        </w:rPr>
        <w:t xml:space="preserve"> و از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لها</w:t>
      </w:r>
      <w:r w:rsidRPr="00BA20C6">
        <w:rPr>
          <w:rtl/>
          <w:lang w:bidi="fa-IR"/>
        </w:rPr>
        <w:t xml:space="preserve"> تا نمره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هزار، و از 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تا نمره چهل هزار را ما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075C0A" w:rsidP="00075C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14" w:name="_Toc56203060"/>
      <w:bookmarkStart w:id="415" w:name="_Toc56203718"/>
      <w:r w:rsidR="00BA20C6" w:rsidRPr="00BA20C6">
        <w:rPr>
          <w:rFonts w:hint="eastAsia"/>
          <w:rtl/>
          <w:lang w:bidi="fa-IR"/>
        </w:rPr>
        <w:lastRenderedPageBreak/>
        <w:t>حرکت</w:t>
      </w:r>
      <w:r w:rsidR="00BA20C6" w:rsidRPr="00BA20C6">
        <w:rPr>
          <w:rtl/>
          <w:lang w:bidi="fa-IR"/>
        </w:rPr>
        <w:t xml:space="preserve"> به طرف بصره‌</w:t>
      </w:r>
      <w:bookmarkEnd w:id="414"/>
      <w:bookmarkEnd w:id="41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نوزدهم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«هشتم قوس» چنانچه ذکر شد، موعد حرکت به «بصره» بود، لهذا صبح زود با درشکه به طرف اسکله «نمبر 15» </w:t>
      </w:r>
      <w:r w:rsidRPr="00075C0A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«حاج ابوالحسن خادم» هم با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توسط 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</w:p>
    <w:p w:rsidR="00BA20C6" w:rsidRPr="00BA20C6" w:rsidRDefault="00075C0A" w:rsidP="00075C0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075C0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همّت‌ها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مردان کوهها را از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دارد</w:t>
      </w:r>
      <w:r w:rsidRPr="00BA20C6">
        <w:rPr>
          <w:rtl/>
          <w:lang w:bidi="fa-IR"/>
        </w:rPr>
        <w:t>.</w:t>
      </w:r>
    </w:p>
    <w:p w:rsidR="00BA20C6" w:rsidRPr="00BA20C6" w:rsidRDefault="00BA20C6" w:rsidP="00075C0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شهردار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A20C6" w:rsidP="00075C0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شماره 15.</w:t>
      </w:r>
    </w:p>
    <w:p w:rsidR="00BA20C6" w:rsidRPr="00BA20C6" w:rsidRDefault="00075C0A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و</w:t>
      </w:r>
      <w:r w:rsidR="00BA20C6" w:rsidRPr="00BA20C6">
        <w:rPr>
          <w:rtl/>
          <w:lang w:bidi="fa-IR"/>
        </w:rPr>
        <w:t xml:space="preserve"> بعد از معطل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اد،</w:t>
      </w:r>
      <w:r w:rsidR="00BA20C6" w:rsidRPr="00BA20C6">
        <w:rPr>
          <w:rtl/>
          <w:lang w:bidi="fa-IR"/>
        </w:rPr>
        <w:t xml:space="preserve"> سوار کشت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پست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موسوم به «بارودا»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که بل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ط</w:t>
      </w:r>
      <w:r w:rsidR="00BA20C6" w:rsidRPr="00BA20C6">
        <w:rPr>
          <w:rtl/>
          <w:lang w:bidi="fa-IR"/>
        </w:rPr>
        <w:t xml:space="preserve"> آن را به 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مت</w:t>
      </w:r>
      <w:r w:rsidR="00BA20C6" w:rsidRPr="00BA20C6">
        <w:rPr>
          <w:rtl/>
          <w:lang w:bidi="fa-IR"/>
        </w:rPr>
        <w:t xml:space="preserve">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روپ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گرفته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جهاز حرکت کرد، ساعت به ساعت، روز بروز هوا سردتر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>. بادها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سرد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از جانب شمال که سواحل مملکت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مااست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 متدرجاً آن‌قدر سردشد که شب‌ها با تمام لباس‌ها و بالاپوشها خوابمان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چهارم حرکت، به ساحل «بندر عباس»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روز ششم در ساحل شهر «بوشهر»، دو سه ساعت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توقف کرد، محمولات پست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چند نفر مسافر را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کردند، روز هفتم در ساحل «آبادان» باز دو سه ساعت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توقف کرد، انبارها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نفت شرکت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و «انگل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س»</w:t>
      </w:r>
      <w:r w:rsidRPr="00BA20C6">
        <w:rPr>
          <w:rtl/>
          <w:lang w:bidi="fa-IR"/>
        </w:rPr>
        <w:t xml:space="preserve"> به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نمودار بو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هشتم سواحل «محمره» و آثار شهر مزبور ظاهر شد، و حجاج به واسطه خلاص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شور و تلخ در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و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به آب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گوارا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«شط</w:t>
      </w:r>
      <w:r w:rsidR="00075C0A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العرب»، امروز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خوشحال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وجد و شعف داشتند، بالأخره طرف عصر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ساحل شهر «عشار»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لنگر انداخت، و چون وقت تنگ بود و </w:t>
      </w:r>
      <w:r w:rsidRPr="00BA20C6">
        <w:rPr>
          <w:rFonts w:hint="eastAsia"/>
          <w:rtl/>
          <w:lang w:bidi="fa-IR"/>
        </w:rPr>
        <w:t>لازم</w:t>
      </w:r>
      <w:r w:rsidRPr="00BA20C6">
        <w:rPr>
          <w:rtl/>
          <w:lang w:bidi="fa-IR"/>
        </w:rPr>
        <w:t xml:space="preserve"> بود طب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بلد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کند، شب را در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075C0A" w:rsidP="00075C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16" w:name="_Toc56203061"/>
      <w:bookmarkStart w:id="417" w:name="_Toc56203719"/>
      <w:r w:rsidR="00BA20C6" w:rsidRPr="00BA20C6">
        <w:rPr>
          <w:rFonts w:hint="eastAsia"/>
          <w:rtl/>
          <w:lang w:bidi="fa-IR"/>
        </w:rPr>
        <w:lastRenderedPageBreak/>
        <w:t>معا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</w:t>
      </w:r>
      <w:r w:rsidR="00BA20C6" w:rsidRPr="00BA20C6">
        <w:rPr>
          <w:rtl/>
          <w:lang w:bidi="fa-IR"/>
        </w:rPr>
        <w:t xml:space="preserve">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</w:t>
      </w:r>
      <w:bookmarkEnd w:id="416"/>
      <w:bookmarkEnd w:id="417"/>
    </w:p>
    <w:p w:rsidR="00BA20C6" w:rsidRPr="00BA20C6" w:rsidRDefault="00BA20C6" w:rsidP="00075C0A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ع‌الاول</w:t>
      </w:r>
      <w:r w:rsidRPr="00BA20C6">
        <w:rPr>
          <w:rtl/>
          <w:lang w:bidi="fa-IR"/>
        </w:rPr>
        <w:t xml:space="preserve"> مطابق «شانزدهم قوس»، پس از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نه‌شدن</w:t>
      </w:r>
      <w:r w:rsidRPr="00BA20C6">
        <w:rPr>
          <w:rtl/>
          <w:lang w:bidi="fa-IR"/>
        </w:rPr>
        <w:t xml:space="preserve"> توسط دکتر بلد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شروع به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 کردند و تا عصر دچار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شات</w:t>
      </w:r>
      <w:r w:rsidRPr="00BA20C6">
        <w:rPr>
          <w:rtl/>
          <w:lang w:bidi="fa-IR"/>
        </w:rPr>
        <w:t xml:space="preserve"> مأمور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گمرک بودند، ما هم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خلاص شده با درشکه به شهر «عشار» 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سرما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فوق‌العاده اقتضا</w:t>
      </w:r>
      <w:r w:rsidR="00075C0A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که اطاق و منزل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ممکن نشد و در همان مسافرخانه در قفس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موقع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به «مکه» منزل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نزول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روز پنج‌شنبه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مرکب موسوم به «خل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فه»،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مرکب موسوم به «سالم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گرفتند، و روز شنبه «مرکب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فه»،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خود را که غالباً رفقا و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بودند حرکت داد، و ما که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«مرکب سالم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موافق آنچه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«مرکب سالم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«بصره»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وب</w:t>
      </w:r>
      <w:r w:rsidRPr="00BA20C6">
        <w:rPr>
          <w:rtl/>
          <w:lang w:bidi="fa-IR"/>
        </w:rPr>
        <w:t xml:space="preserve"> و ناسالم شده، و تا آن را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نکنند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تواند</w:t>
      </w:r>
      <w:r w:rsidRPr="00BA20C6">
        <w:rPr>
          <w:rtl/>
          <w:lang w:bidi="fa-IR"/>
        </w:rPr>
        <w:t xml:space="preserve"> حرکت کند.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075C0A">
      <w:pPr>
        <w:pStyle w:val="Heading1"/>
        <w:rPr>
          <w:rtl/>
          <w:lang w:bidi="fa-IR"/>
        </w:rPr>
      </w:pPr>
      <w:bookmarkStart w:id="418" w:name="_Toc56203062"/>
      <w:bookmarkStart w:id="419" w:name="_Toc56203720"/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در کشت</w:t>
      </w:r>
      <w:r w:rsidRPr="00BA20C6">
        <w:rPr>
          <w:rFonts w:hint="cs"/>
          <w:rtl/>
          <w:lang w:bidi="fa-IR"/>
        </w:rPr>
        <w:t>ی‌</w:t>
      </w:r>
      <w:bookmarkEnd w:id="418"/>
      <w:bookmarkEnd w:id="419"/>
    </w:p>
    <w:p w:rsidR="00BA20C6" w:rsidRPr="00BA20C6" w:rsidRDefault="00BA20C6" w:rsidP="00075C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غره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قوس»، 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سالم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وارد شد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 کمال عجله نقل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نموده سوار آن شدند،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مرکب حرکت نکرد و شب را در آن به‌سر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چندروزه توقف در «عشار»، تمام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ملول و دل‌تنگ بودند، و از صدمات و زحمات مسافرت و سرما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به جان آمده بودند،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وه‌جات</w:t>
      </w:r>
      <w:r w:rsidRPr="00BA20C6">
        <w:rPr>
          <w:rtl/>
          <w:lang w:bidi="fa-IR"/>
        </w:rPr>
        <w:t xml:space="preserve">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از هندوانه و خربزه و مرکبات و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و انار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به حد وفور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امروزدوشنبه</w:t>
      </w:r>
      <w:r w:rsidRPr="00BA20C6">
        <w:rPr>
          <w:rtl/>
          <w:lang w:bidi="fa-IR"/>
        </w:rPr>
        <w:t xml:space="preserve"> دوم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قوس» و امشب را هم، «مرکب</w:t>
      </w:r>
      <w:r w:rsidR="00075C0A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‌سالم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 نکرد و مشغول بارگ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رات</w:t>
      </w:r>
      <w:r w:rsidRPr="00BA20C6">
        <w:rPr>
          <w:rtl/>
          <w:lang w:bidi="fa-IR"/>
        </w:rPr>
        <w:t xml:space="preserve"> بود، و معلوم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از مرکب‌ها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مندرس و اسقاط است که ما دچار آن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075C0A">
      <w:pPr>
        <w:pStyle w:val="Heading1"/>
        <w:rPr>
          <w:rtl/>
          <w:lang w:bidi="fa-IR"/>
        </w:rPr>
      </w:pPr>
      <w:bookmarkStart w:id="420" w:name="_Toc56203063"/>
      <w:bookmarkStart w:id="421" w:name="_Toc56203721"/>
      <w:r w:rsidRPr="00BA20C6">
        <w:rPr>
          <w:rFonts w:hint="eastAsia"/>
          <w:rtl/>
          <w:lang w:bidi="fa-IR"/>
        </w:rPr>
        <w:t>ساحل</w:t>
      </w:r>
      <w:r w:rsidRPr="00BA20C6">
        <w:rPr>
          <w:rtl/>
          <w:lang w:bidi="fa-IR"/>
        </w:rPr>
        <w:t xml:space="preserve"> عشار</w:t>
      </w:r>
      <w:bookmarkEnd w:id="420"/>
      <w:bookmarkEnd w:id="421"/>
    </w:p>
    <w:p w:rsidR="00BA20C6" w:rsidRPr="00BA20C6" w:rsidRDefault="00BA20C6" w:rsidP="00075C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سوم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قوس»، مرکب با هزاران صدا و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ناهنجار، از ساحل «عشار» با کمال تان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خرامان </w:t>
      </w:r>
      <w:r w:rsidRPr="00BA20C6">
        <w:rPr>
          <w:rFonts w:hint="eastAsia"/>
          <w:rtl/>
          <w:lang w:bidi="fa-IR"/>
        </w:rPr>
        <w:t>خرامان</w:t>
      </w:r>
      <w:r w:rsidRPr="00BA20C6">
        <w:rPr>
          <w:rtl/>
          <w:lang w:bidi="fa-IR"/>
        </w:rPr>
        <w:t xml:space="preserve"> حرکت کرد، و پس از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حرکت، در کنار منبع نفت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</w:t>
      </w:r>
      <w:r w:rsidRPr="00BA20C6">
        <w:rPr>
          <w:rtl/>
          <w:lang w:bidi="fa-IR"/>
        </w:rPr>
        <w:t xml:space="preserve"> و مشغول نفت‌گ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شد، و اول غروب دوباره به راه افتاد و بعد از دو سه ساعت مجدداً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ستاد</w:t>
      </w:r>
      <w:r w:rsidRPr="00BA20C6">
        <w:rPr>
          <w:rtl/>
          <w:lang w:bidi="fa-IR"/>
        </w:rPr>
        <w:t xml:space="preserve"> و لنگر انداخت.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075C0A" w:rsidP="00075C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22" w:name="_Toc56203064"/>
      <w:bookmarkStart w:id="423" w:name="_Toc56203722"/>
      <w:r w:rsidR="00BA20C6" w:rsidRPr="00BA20C6">
        <w:rPr>
          <w:rFonts w:hint="eastAsia"/>
          <w:rtl/>
          <w:lang w:bidi="fa-IR"/>
        </w:rPr>
        <w:lastRenderedPageBreak/>
        <w:t>بقعه</w:t>
      </w:r>
      <w:r w:rsidR="00BA20C6" w:rsidRPr="00BA20C6">
        <w:rPr>
          <w:rtl/>
          <w:lang w:bidi="fa-IR"/>
        </w:rPr>
        <w:t xml:space="preserve"> «عُز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رِ»</w:t>
      </w:r>
      <w:r w:rsidR="00BA20C6" w:rsidRPr="00BA20C6">
        <w:rPr>
          <w:rtl/>
          <w:lang w:bidi="fa-IR"/>
        </w:rPr>
        <w:t xml:space="preserve">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غمبر</w:t>
      </w:r>
      <w:bookmarkEnd w:id="422"/>
      <w:bookmarkEnd w:id="423"/>
    </w:p>
    <w:p w:rsidR="00BA20C6" w:rsidRPr="00BA20C6" w:rsidRDefault="00BA20C6" w:rsidP="00075C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چهارم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قوس»، صبح مرکب به راه افتاد،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در ساحل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سار</w:t>
      </w:r>
      <w:r w:rsidRPr="00BA20C6">
        <w:rPr>
          <w:rtl/>
          <w:lang w:bidi="fa-IR"/>
        </w:rPr>
        <w:t xml:space="preserve"> دجله، بقعه «عز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غمبر»</w:t>
      </w:r>
      <w:r w:rsidRPr="00BA20C6">
        <w:rPr>
          <w:rtl/>
          <w:lang w:bidi="fa-IR"/>
        </w:rPr>
        <w:t xml:space="preserve"> و مساکن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هود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مجاور آن نمودار شد، امشب باران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آمد به ضم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تنگ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مکان، و معطل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مرکب، و خشونت و وحش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عمله‌جات آن </w:t>
      </w:r>
      <w:r w:rsidRPr="00BA20C6">
        <w:rPr>
          <w:rFonts w:hint="eastAsia"/>
          <w:rtl/>
          <w:lang w:bidi="fa-IR"/>
        </w:rPr>
        <w:t>که</w:t>
      </w:r>
      <w:r w:rsidRPr="00BA20C6">
        <w:rPr>
          <w:rtl/>
          <w:lang w:bidi="fa-IR"/>
        </w:rPr>
        <w:t xml:space="preserve"> عموماً اکراد اعراب</w:t>
      </w:r>
      <w:r w:rsidR="00075C0A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‌منش بودند، موجب مز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زحمت و اوقات تلخ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در واقع ابتدا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ما از «بصره» امروز بوده است،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سه‌روزه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جهت</w:t>
      </w:r>
      <w:r w:rsidRPr="00BA20C6">
        <w:rPr>
          <w:rtl/>
          <w:lang w:bidi="fa-IR"/>
        </w:rPr>
        <w:t xml:space="preserve"> وقتمان در مرکب تلف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075C0A">
      <w:pPr>
        <w:pStyle w:val="Heading1"/>
        <w:rPr>
          <w:rtl/>
          <w:lang w:bidi="fa-IR"/>
        </w:rPr>
      </w:pPr>
      <w:bookmarkStart w:id="424" w:name="_Toc56203065"/>
      <w:bookmarkStart w:id="425" w:name="_Toc56203723"/>
      <w:r w:rsidRPr="00BA20C6">
        <w:rPr>
          <w:rFonts w:hint="eastAsia"/>
          <w:rtl/>
          <w:lang w:bidi="fa-IR"/>
        </w:rPr>
        <w:t>شهر</w:t>
      </w:r>
      <w:r w:rsidRPr="00BA20C6">
        <w:rPr>
          <w:rtl/>
          <w:lang w:bidi="fa-IR"/>
        </w:rPr>
        <w:t xml:space="preserve"> عماره‌</w:t>
      </w:r>
      <w:bookmarkEnd w:id="424"/>
      <w:bookmarkEnd w:id="425"/>
    </w:p>
    <w:p w:rsidR="00BA20C6" w:rsidRPr="00BA20C6" w:rsidRDefault="00BA20C6" w:rsidP="00075C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پنجم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قوس»، و امشب مرکب خرامان خرامان در حرکت، و در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«دجله» همه‌جا کوخ‌ها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اعراب و آثار آبادان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بود، ساعت چهار از شب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شهر «عماره»، و مرکب توقف کرد.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ابان</w:t>
      </w:r>
      <w:r w:rsidRPr="00BA20C6">
        <w:rPr>
          <w:rtl/>
          <w:lang w:bidi="fa-IR"/>
        </w:rPr>
        <w:t xml:space="preserve"> مستط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و قشنگ شهر، که با چراغ‌ها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برق روشن بودگردش‌کرد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ازمسافر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نواقص‌آذوقه‌خودرا 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کردند، مرکب هم پس از دو ساعت توقف و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کردنِ بارها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براه افتاد.</w:t>
      </w:r>
    </w:p>
    <w:p w:rsidR="00BA20C6" w:rsidRPr="00BA20C6" w:rsidRDefault="00BA20C6" w:rsidP="00075C0A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ششم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قوس»، طرف صبح چنان مه غل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شد، که طرف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ساحل را شخص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</w:t>
      </w:r>
      <w:r w:rsidR="00075C0A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پس</w:t>
      </w:r>
      <w:r w:rsidRPr="00BA20C6">
        <w:rPr>
          <w:rtl/>
          <w:lang w:bidi="fa-IR"/>
        </w:rPr>
        <w:t xml:space="preserve"> از برطرف شدن مه، سرما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حادث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سه</w:t>
      </w:r>
      <w:r w:rsidRPr="00BA20C6">
        <w:rPr>
          <w:rtl/>
          <w:lang w:bidi="fa-IR"/>
        </w:rPr>
        <w:t xml:space="preserve"> ساعت از شب گذشته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شرج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به قدر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مرکب در آنجا توقف کرده دوباره به راه افتاد، مجدداً در کنار ساحل لنگ کرد و طرف سحر حرکت نمود، روز شنبه هم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منوال گذشت، و هر 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آب دجله کمتر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و پائ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ن‌تر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افتاد</w:t>
      </w:r>
      <w:r w:rsidRPr="00BA20C6">
        <w:rPr>
          <w:rtl/>
          <w:lang w:bidi="fa-IR"/>
        </w:rPr>
        <w:t xml:space="preserve"> و مرکب از سرعت خود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کاست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075C0A">
      <w:pPr>
        <w:pStyle w:val="Heading1"/>
        <w:rPr>
          <w:rtl/>
          <w:lang w:bidi="fa-IR"/>
        </w:rPr>
      </w:pPr>
      <w:bookmarkStart w:id="426" w:name="_Toc56203066"/>
      <w:bookmarkStart w:id="427" w:name="_Toc56203724"/>
      <w:r w:rsidRPr="00BA20C6">
        <w:rPr>
          <w:rFonts w:hint="eastAsia"/>
          <w:rtl/>
          <w:lang w:bidi="fa-IR"/>
        </w:rPr>
        <w:t>بلده</w:t>
      </w:r>
      <w:r w:rsidRPr="00BA20C6">
        <w:rPr>
          <w:rtl/>
          <w:lang w:bidi="fa-IR"/>
        </w:rPr>
        <w:t xml:space="preserve"> کوت‌</w:t>
      </w:r>
      <w:bookmarkEnd w:id="426"/>
      <w:bookmarkEnd w:id="427"/>
    </w:p>
    <w:p w:rsidR="00BA20C6" w:rsidRDefault="00BA20C6" w:rsidP="00075C0A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هشتم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قوس»، صبح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«بلده کوت»، و چون خط آهن از آن‌جا به «بغداد» 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و متصل بود، و چون اغلب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سرد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و کند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صدمات مرکب منحوس «سالم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به تنگ آمده بودند، اکثر آنها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شدند که با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بروند، </w:t>
      </w:r>
      <w:r w:rsidRPr="00BA20C6">
        <w:rPr>
          <w:rFonts w:hint="eastAsia"/>
          <w:rtl/>
          <w:lang w:bidi="fa-IR"/>
        </w:rPr>
        <w:t>من</w:t>
      </w:r>
      <w:r w:rsidRPr="00BA20C6">
        <w:rPr>
          <w:rtl/>
          <w:lang w:bidi="fa-IR"/>
        </w:rPr>
        <w:t xml:space="preserve"> هم با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ابوطالب» و «حاج آقا بزرگ»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رفقا در مرکب ماندند، و ما پس از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ربع فرسخ مسافت از ساحل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شمن دوفر، </w:t>
      </w:r>
      <w:r w:rsidRPr="00075C0A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نِ</w:t>
      </w:r>
      <w:r w:rsidRPr="00BA20C6">
        <w:rPr>
          <w:rtl/>
          <w:lang w:bidi="fa-IR"/>
        </w:rPr>
        <w:t xml:space="preserve"> صبح رفته بود،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نِ</w:t>
      </w:r>
      <w:r w:rsidRPr="00BA20C6">
        <w:rPr>
          <w:rtl/>
          <w:lang w:bidi="fa-IR"/>
        </w:rPr>
        <w:t xml:space="preserve"> شب هم مملو از قشون بود، و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مسافر نداشت و شب را بدبختانه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سر</w:t>
      </w:r>
      <w:r w:rsidRPr="00BA20C6">
        <w:rPr>
          <w:rtl/>
          <w:lang w:bidi="fa-IR"/>
        </w:rPr>
        <w:t xml:space="preserve"> و سامان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اطاق کوچک و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به‌سر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075C0A" w:rsidRPr="00BA20C6" w:rsidRDefault="00075C0A" w:rsidP="00075C0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075C0A" w:rsidRPr="00BA20C6" w:rsidRDefault="00075C0A" w:rsidP="00075C0A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قطار.</w:t>
      </w:r>
    </w:p>
    <w:p w:rsidR="00BA20C6" w:rsidRPr="00BA20C6" w:rsidRDefault="00075C0A" w:rsidP="00075C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28" w:name="_Toc56203067"/>
      <w:bookmarkStart w:id="429" w:name="_Toc56203725"/>
      <w:r w:rsidR="00BA20C6" w:rsidRPr="00BA20C6">
        <w:rPr>
          <w:rFonts w:hint="eastAsia"/>
          <w:rtl/>
          <w:lang w:bidi="fa-IR"/>
        </w:rPr>
        <w:lastRenderedPageBreak/>
        <w:t>بغداد</w:t>
      </w:r>
      <w:bookmarkEnd w:id="428"/>
      <w:bookmarkEnd w:id="429"/>
    </w:p>
    <w:p w:rsidR="00BA20C6" w:rsidRPr="00BA20C6" w:rsidRDefault="00BA20C6" w:rsidP="00B86657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نهم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قوس»، صبح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پس از اخذ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سوار آن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هر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را هفت </w:t>
      </w:r>
      <w:r w:rsidRPr="00BA20C6">
        <w:rPr>
          <w:rFonts w:hint="eastAsia"/>
          <w:rtl/>
          <w:lang w:bidi="fa-IR"/>
        </w:rPr>
        <w:t>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چهار آنه کم گرفتند، و مطلقاً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خط،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طها</w:t>
      </w:r>
      <w:r w:rsidRPr="00BA20C6">
        <w:rPr>
          <w:rtl/>
          <w:lang w:bidi="fa-IR"/>
        </w:rPr>
        <w:t xml:space="preserve"> از قرار هر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آنه است، و از «کوت» تا «بغداد»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کصد</w:t>
      </w:r>
      <w:r w:rsidRPr="00BA20C6">
        <w:rPr>
          <w:rtl/>
          <w:lang w:bidi="fa-IR"/>
        </w:rPr>
        <w:t xml:space="preserve"> و شصت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که معادل 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هشت فرسخ ما است، دو سه ساعت اول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آهسته و خرامانه مثل «مرکب سالم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رفت،</w:t>
      </w:r>
      <w:r w:rsidRPr="00BA20C6">
        <w:rPr>
          <w:rtl/>
          <w:lang w:bidi="fa-IR"/>
        </w:rPr>
        <w:t xml:space="preserve"> لکن از آن به بعد بر سرعت 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ر خود افزود، و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 مانده در «بغداد» باش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شب گذشته وارد شهر مزبور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عجله توسط درشکه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خط واگون «بغداد»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بدبختانه واگون مزبور کار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</w:t>
      </w:r>
      <w:r w:rsidRPr="00BA20C6">
        <w:rPr>
          <w:rtl/>
          <w:lang w:bidi="fa-IR"/>
        </w:rPr>
        <w:t xml:space="preserve"> و درشکه‌ها هم، به علت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 شهر از غروب به بعد ممنوع از حرکت به خارج شهر بودند، هر دسته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طرف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رفتند، ما هم در قهوه‌خانه وارد شده شام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استراحت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به واسطه سرما و کث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قهوه‌خانه، خواب‌مان نبرد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</w:t>
      </w:r>
      <w:r w:rsidRPr="00BA20C6">
        <w:rPr>
          <w:rtl/>
          <w:lang w:bidi="fa-IR"/>
        </w:rPr>
        <w:t xml:space="preserve"> شب برخاسته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حمام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«کرخ» که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و مطلوب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86657" w:rsidP="00B8665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30" w:name="_Toc56203068"/>
      <w:bookmarkStart w:id="431" w:name="_Toc56203726"/>
      <w:r w:rsidR="00BA20C6" w:rsidRPr="00BA20C6">
        <w:rPr>
          <w:rFonts w:hint="eastAsia"/>
          <w:rtl/>
          <w:lang w:bidi="fa-IR"/>
        </w:rPr>
        <w:lastRenderedPageBreak/>
        <w:t>کاظم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</w:t>
      </w:r>
      <w:bookmarkEnd w:id="430"/>
      <w:bookmarkEnd w:id="431"/>
    </w:p>
    <w:p w:rsidR="00BA20C6" w:rsidRPr="00BA20C6" w:rsidRDefault="00BA20C6" w:rsidP="00B86657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دهم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قوس»، پس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در حمام، و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قهوه‌خانه،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خط واگون آمده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طرف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رهسپار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«ش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خادم» صاحب خانه ما به استقبال آمده بود، و ما را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ک‌سره</w:t>
      </w:r>
      <w:r w:rsidRPr="00BA20C6">
        <w:rPr>
          <w:rtl/>
          <w:lang w:bidi="fa-IR"/>
        </w:rPr>
        <w:t xml:space="preserve"> به خانه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سلمان خادم» دلالت کرد، و بحمداللَّه پس از پنج ماه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سر</w:t>
      </w:r>
      <w:r w:rsidRPr="00BA20C6">
        <w:rPr>
          <w:rtl/>
          <w:lang w:bidi="fa-IR"/>
        </w:rPr>
        <w:t xml:space="preserve"> و سامان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مسافرت برّ و بحر، بار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خود را در جوار حضرت «موس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بن جعفر»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و موفق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آن بزرگوار و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شکر اله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86657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و امشب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</w:t>
      </w:r>
      <w:r w:rsidRPr="00BA20C6">
        <w:rPr>
          <w:rtl/>
          <w:lang w:bidi="fa-IR"/>
        </w:rPr>
        <w:t xml:space="preserve"> چهارشنبه را صرف استراحت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پ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درپ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از قرار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زوّارها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تازه‌وارد «کرمانشاه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نقل کردند، در حدود غرب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تاکنون شش هفت برف سنگ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و سرما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فوق‌العاده شده است،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حرکت شما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موقع به طرف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امکان ندارد، و تمام طرق و شوارع به واسطه برف‌ها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فوق‌</w:t>
      </w:r>
      <w:r w:rsidRPr="00BA20C6">
        <w:rPr>
          <w:rFonts w:hint="eastAsia"/>
          <w:rtl/>
          <w:lang w:bidi="fa-IR"/>
        </w:rPr>
        <w:t>العاده،</w:t>
      </w:r>
      <w:r w:rsidRPr="00BA20C6">
        <w:rPr>
          <w:rtl/>
          <w:lang w:bidi="fa-IR"/>
        </w:rPr>
        <w:t xml:space="preserve"> مسدود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86657" w:rsidP="00B8665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32" w:name="_Toc56203069"/>
      <w:bookmarkStart w:id="433" w:name="_Toc56203727"/>
      <w:r w:rsidR="00BA20C6" w:rsidRPr="00BA20C6">
        <w:rPr>
          <w:rFonts w:hint="eastAsia"/>
          <w:rtl/>
          <w:lang w:bidi="fa-IR"/>
        </w:rPr>
        <w:lastRenderedPageBreak/>
        <w:t>چله</w:t>
      </w:r>
      <w:r w:rsidR="00BA20C6" w:rsidRPr="00BA20C6">
        <w:rPr>
          <w:rtl/>
          <w:lang w:bidi="fa-IR"/>
        </w:rPr>
        <w:t xml:space="preserve"> زمستان‌</w:t>
      </w:r>
      <w:bookmarkEnd w:id="432"/>
      <w:bookmarkEnd w:id="43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دوازدهم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«دوم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</w:t>
      </w:r>
      <w:r w:rsidRPr="00B86657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که روز دوم چله زمستان بود، هوا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«عراق»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معتدل و ملا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بود، طرف عصر «کشت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سالم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«بغداد»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عقب</w:t>
      </w:r>
      <w:r w:rsidR="00B86657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‌مانده ما به ما ملحق شدند، و درک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شب جمعه را نمودند.</w:t>
      </w:r>
    </w:p>
    <w:p w:rsidR="00BA20C6" w:rsidRDefault="00BA20C6" w:rsidP="00B86657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شنبه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زاللَّه»</w:t>
      </w:r>
      <w:r w:rsidRPr="00BA20C6">
        <w:rPr>
          <w:rtl/>
          <w:lang w:bidi="fa-IR"/>
        </w:rPr>
        <w:t xml:space="preserve"> با ما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گفته، توسط عربانه به عزم تشرف به «نجف»، و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نزد اهل و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خود حرکت کردند، ما هم تلگرافات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«طهران» مخابره و تقاضا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برات وجه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چند معطل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جواب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چون بانک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 تع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تجار هم در داد و ستدها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بلاتکل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بودند، به کس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وجه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دادند،</w:t>
      </w:r>
      <w:r w:rsidRPr="00BA20C6">
        <w:rPr>
          <w:rtl/>
          <w:lang w:bidi="fa-IR"/>
        </w:rPr>
        <w:t xml:space="preserve"> ضمناً هزار گونه اخبار وحشتناک راجع به هجوم «بالشو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کها»</w:t>
      </w:r>
      <w:r w:rsidRPr="00BA20C6">
        <w:rPr>
          <w:rtl/>
          <w:lang w:bidi="fa-IR"/>
        </w:rPr>
        <w:t xml:space="preserve"> </w:t>
      </w:r>
      <w:r w:rsidRPr="00B86657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به «گ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لان»</w:t>
      </w:r>
      <w:r w:rsidRPr="00BA20C6">
        <w:rPr>
          <w:rtl/>
          <w:lang w:bidi="fa-IR"/>
        </w:rPr>
        <w:t xml:space="preserve"> و انقلاب «طهران»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مسموع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که لذت و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</w:t>
      </w:r>
    </w:p>
    <w:p w:rsidR="00B86657" w:rsidRPr="00BA20C6" w:rsidRDefault="00B86657" w:rsidP="00B866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B86657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دهم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ماه.</w:t>
      </w:r>
    </w:p>
    <w:p w:rsidR="00BA20C6" w:rsidRPr="00BA20C6" w:rsidRDefault="00BA20C6" w:rsidP="00B86657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بالشو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ک‌ها</w:t>
      </w:r>
      <w:r w:rsidRPr="00BA20C6">
        <w:rPr>
          <w:rtl/>
          <w:lang w:bidi="fa-IR"/>
        </w:rPr>
        <w:t xml:space="preserve"> در انقلاب 1917 م، پس از برانداختن حکومت تزار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رهبر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با استقرار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کتاتور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پرولتار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ا،</w:t>
      </w:r>
      <w:r w:rsidRPr="00BA20C6">
        <w:rPr>
          <w:rtl/>
          <w:lang w:bidi="fa-IR"/>
        </w:rPr>
        <w:t xml:space="preserve"> زمام امور را به دست گرفته و حزب کمون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را تشک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داده و دولت اتّحاد جماه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شورو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به وجود آوردند.</w:t>
      </w:r>
    </w:p>
    <w:p w:rsidR="00BA20C6" w:rsidRPr="00BA20C6" w:rsidRDefault="00B86657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ارات</w:t>
      </w:r>
      <w:r w:rsidR="00BA20C6" w:rsidRPr="00BA20C6">
        <w:rPr>
          <w:rtl/>
          <w:lang w:bidi="fa-IR"/>
        </w:rPr>
        <w:t xml:space="preserve"> ما را منقّص </w:t>
      </w:r>
      <w:r w:rsidR="00BA20C6" w:rsidRPr="00B86657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و کدر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نمود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86657">
      <w:pPr>
        <w:pStyle w:val="Heading1"/>
        <w:rPr>
          <w:rtl/>
          <w:lang w:bidi="fa-IR"/>
        </w:rPr>
      </w:pPr>
      <w:bookmarkStart w:id="434" w:name="_Toc56203070"/>
      <w:bookmarkStart w:id="435" w:name="_Toc56203728"/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عسکر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ن‌</w:t>
      </w:r>
      <w:bookmarkEnd w:id="434"/>
      <w:bookmarkEnd w:id="435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«دهم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من و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به عزم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«عسکر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خط آهن «سامره» رفته،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را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چهار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پنج آنه گرفته سوار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«مشاهده»، و «سم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که»</w:t>
      </w:r>
      <w:r w:rsidRPr="00BA20C6">
        <w:rPr>
          <w:rtl/>
          <w:lang w:bidi="fa-IR"/>
        </w:rPr>
        <w:t xml:space="preserve"> و «بلد»،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هر کجا چند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تو</w:t>
      </w:r>
      <w:r w:rsidRPr="00BA20C6">
        <w:rPr>
          <w:rFonts w:hint="eastAsia"/>
          <w:rtl/>
          <w:lang w:bidi="fa-IR"/>
        </w:rPr>
        <w:t>قف</w:t>
      </w:r>
      <w:r w:rsidRPr="00BA20C6">
        <w:rPr>
          <w:rtl/>
          <w:lang w:bidi="fa-IR"/>
        </w:rPr>
        <w:t xml:space="preserve"> کرد و طرف عصر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«سامره» و از آن‌جا توسط عربانه به کنار «شط» رفته، و به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عبور نموده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مغرب وارد شهر «سامره»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ک‌سره</w:t>
      </w:r>
      <w:r w:rsidRPr="00BA20C6">
        <w:rPr>
          <w:rtl/>
          <w:lang w:bidi="fa-IR"/>
        </w:rPr>
        <w:t xml:space="preserve"> به منزل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آقا بزرگ» که از علما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«سامره» و از دوستان و بستگان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بود وارد </w:t>
      </w:r>
      <w:r w:rsidRPr="00BA20C6">
        <w:rPr>
          <w:rFonts w:hint="eastAsia"/>
          <w:rtl/>
          <w:lang w:bidi="fa-IR"/>
        </w:rPr>
        <w:t>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سه شب و دو روز در آنجا بوده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حضرات «عسکر</w:t>
      </w:r>
      <w:r w:rsidRPr="00BA20C6">
        <w:rPr>
          <w:rFonts w:hint="cs"/>
          <w:rtl/>
          <w:lang w:bidi="fa-IR"/>
        </w:rPr>
        <w:t>یی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موفق، و از مصاحبت و مذاکرات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«آقا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آقا بزرگ» و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محمد» محظوظ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86657">
      <w:pPr>
        <w:pStyle w:val="Heading1"/>
        <w:rPr>
          <w:rtl/>
          <w:lang w:bidi="fa-IR"/>
        </w:rPr>
      </w:pPr>
      <w:bookmarkStart w:id="436" w:name="_Toc56203071"/>
      <w:bookmarkStart w:id="437" w:name="_Toc56203729"/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وداع‌</w:t>
      </w:r>
      <w:bookmarkEnd w:id="436"/>
      <w:bookmarkEnd w:id="437"/>
    </w:p>
    <w:p w:rsidR="00BA20C6" w:rsidRPr="00BA20C6" w:rsidRDefault="00BA20C6" w:rsidP="00B86657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صبح زود پس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وداع، از «سامره» حرکت کرده کنار «شط»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 آن‌که اول طلوع آفتاب بود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رفته بودند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عربانه نبود، گفتند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ساعت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حرکت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کند،</w:t>
      </w:r>
      <w:r w:rsidRPr="00BA20C6">
        <w:rPr>
          <w:rtl/>
          <w:lang w:bidi="fa-IR"/>
        </w:rPr>
        <w:t xml:space="preserve"> از کنار «شط» تا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ما</w:t>
      </w:r>
      <w:r w:rsidRPr="00BA20C6">
        <w:rPr>
          <w:rFonts w:hint="eastAsia"/>
          <w:rtl/>
          <w:lang w:bidi="fa-IR"/>
        </w:rPr>
        <w:t>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و دوان دوان در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پرگل و باتلاق شده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کرده،</w:t>
      </w:r>
    </w:p>
    <w:p w:rsidR="00BA20C6" w:rsidRPr="00BA20C6" w:rsidRDefault="00B86657" w:rsidP="00B866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BA20C6" w:rsidRPr="00BA20C6" w:rsidRDefault="00BA20C6" w:rsidP="00B86657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کوتاه و ناقص.</w:t>
      </w:r>
    </w:p>
    <w:p w:rsidR="00BA20C6" w:rsidRPr="00BA20C6" w:rsidRDefault="00B86657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به</w:t>
      </w:r>
      <w:r w:rsidR="00BA20C6" w:rsidRPr="00BA20C6">
        <w:rPr>
          <w:rtl/>
          <w:lang w:bidi="fa-IR"/>
        </w:rPr>
        <w:t xml:space="preserve"> محض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دن</w:t>
      </w:r>
      <w:r w:rsidR="00BA20C6" w:rsidRPr="00BA20C6">
        <w:rPr>
          <w:rtl/>
          <w:lang w:bidi="fa-IR"/>
        </w:rPr>
        <w:t xml:space="preserve"> ما ماش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به راه افتاد، خستگ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زحمت دوندگ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به تن ما ماند و معلوم شد تا دو روز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ماش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به «کاظم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نخواهد رفت، ناچار دوباره به شهر برگشت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چون عربانه موجود نبود در مراجعت به شهر هم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اده</w:t>
      </w:r>
      <w:r w:rsidR="00BA20C6" w:rsidRPr="00BA20C6">
        <w:rPr>
          <w:rtl/>
          <w:lang w:bidi="fa-IR"/>
        </w:rPr>
        <w:t xml:space="preserve">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بالجمله از راه توف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اجبار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دو روز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هم </w:t>
      </w:r>
      <w:r w:rsidR="00BA20C6" w:rsidRPr="00BA20C6">
        <w:rPr>
          <w:rFonts w:hint="eastAsia"/>
          <w:rtl/>
          <w:lang w:bidi="fa-IR"/>
        </w:rPr>
        <w:t>در</w:t>
      </w:r>
      <w:r w:rsidR="00BA20C6" w:rsidRPr="00BA20C6">
        <w:rPr>
          <w:rtl/>
          <w:lang w:bidi="fa-IR"/>
        </w:rPr>
        <w:t xml:space="preserve"> «سامره» به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موفق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عصر سه‌شنبه خبر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که ماش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از «موصل» آمده به «کاظم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حرکت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کند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86657">
      <w:pPr>
        <w:pStyle w:val="Heading1"/>
        <w:rPr>
          <w:rtl/>
          <w:lang w:bidi="fa-IR"/>
        </w:rPr>
      </w:pPr>
      <w:bookmarkStart w:id="438" w:name="_Toc56203072"/>
      <w:bookmarkStart w:id="439" w:name="_Toc56203730"/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</w:t>
      </w:r>
      <w:bookmarkEnd w:id="438"/>
      <w:bookmarkEnd w:id="439"/>
    </w:p>
    <w:p w:rsidR="00BA20C6" w:rsidRPr="00BA20C6" w:rsidRDefault="00BA20C6" w:rsidP="00B86657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رب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ع‌الثان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«پانزدهم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صبح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زودتر جنب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</w:t>
      </w:r>
      <w:r w:rsidRPr="00B86657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به موقع در کنار خط آهن حاضر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«بل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بلد» گرفته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محمد»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بارندگ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سرما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موجب انصراف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tl/>
          <w:lang w:bidi="fa-IR"/>
        </w:rPr>
        <w:t xml:space="preserve"> شد، و همان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گرفته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پنج ساعت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شهر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و ده 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حالت سرگردان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رت</w:t>
      </w:r>
      <w:r w:rsidRPr="00BA20C6">
        <w:rPr>
          <w:rtl/>
          <w:lang w:bidi="fa-IR"/>
        </w:rPr>
        <w:t xml:space="preserve"> و بلاتکل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دو سه روز بعد از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از «بصره»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تمام اسباب و لوازم سفر را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بار گران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شده بود به ثمن بخس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86657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فروخته، و هر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از رفقا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جامه‌دان مرتب ته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خود را سبک‌بار و حاضر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مراجعت به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به اقرب وسائل ممکنه نموده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«حاج ابوالحسن طباخ» هم از خدمت مرخص شد به «کربلا» نزد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خود رفت، «حاج محمدحس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راقچ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هم‌سفر</w:t>
      </w:r>
    </w:p>
    <w:p w:rsidR="00BA20C6" w:rsidRPr="00BA20C6" w:rsidRDefault="00B86657" w:rsidP="00B866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BA20C6" w:rsidRPr="00BA20C6" w:rsidRDefault="00BA20C6" w:rsidP="00B86657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حرکت کرده.</w:t>
      </w:r>
    </w:p>
    <w:p w:rsidR="00B86657" w:rsidRDefault="00BA20C6" w:rsidP="00B86657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بها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ناچ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86657" w:rsidP="00B866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ما</w:t>
      </w:r>
      <w:r w:rsidR="00BA20C6" w:rsidRPr="00BA20C6">
        <w:rPr>
          <w:rtl/>
          <w:lang w:bidi="fa-IR"/>
        </w:rPr>
        <w:t xml:space="preserve"> هم، رفقا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جد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گرفت، دو نفر 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و هم‌سفر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ما «حاج آقا بزرگ لباسچ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و «حاج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ابوطالب ماهوتچ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هم، مثل ما بلاتکل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tl/>
          <w:lang w:bidi="fa-IR"/>
        </w:rPr>
        <w:t xml:space="preserve"> بودند، و ضمناً اوقات خود را به رفت و آمد «بغداد» جهت معاملات تجار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مشغول داشتند، و جواب تلگراف‌ها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 و تمام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از «طهران»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tl/>
          <w:lang w:bidi="fa-IR"/>
        </w:rPr>
        <w:t>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کس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کاغذ هم نداشت، بانک انگل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</w:t>
      </w:r>
      <w:r w:rsidR="00BA20C6" w:rsidRPr="00BA20C6">
        <w:rPr>
          <w:rtl/>
          <w:lang w:bidi="fa-IR"/>
        </w:rPr>
        <w:t xml:space="preserve"> تسع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</w:t>
      </w:r>
      <w:r w:rsidR="00BA20C6" w:rsidRPr="00B86657">
        <w:rPr>
          <w:rStyle w:val="libFootnotenumChar"/>
          <w:rtl/>
        </w:rPr>
        <w:t>(1)</w:t>
      </w:r>
      <w:r w:rsidR="00BA20C6" w:rsidRPr="00BA20C6">
        <w:rPr>
          <w:rtl/>
          <w:lang w:bidi="fa-IR"/>
        </w:rPr>
        <w:t xml:space="preserve"> روپ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را تع</w:t>
      </w:r>
      <w:r w:rsidR="00BA20C6" w:rsidRPr="00BA20C6">
        <w:rPr>
          <w:rFonts w:hint="cs"/>
          <w:rtl/>
          <w:lang w:bidi="fa-IR"/>
        </w:rPr>
        <w:t>یی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</w:t>
      </w:r>
      <w:r w:rsidR="00BA20C6" w:rsidRPr="00BA20C6">
        <w:rPr>
          <w:rtl/>
          <w:lang w:bidi="fa-IR"/>
        </w:rPr>
        <w:t xml:space="preserve"> و تجار در داد و ستد و معامله روپ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بلاتکل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tl/>
          <w:lang w:bidi="fa-IR"/>
        </w:rPr>
        <w:t xml:space="preserve"> بودند، راه «کرمانشاهان» هم مسدود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قابل عبور شده بود، هزاران گونه اخبار ناگوار و اراج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tl/>
          <w:lang w:bidi="fa-IR"/>
        </w:rPr>
        <w:t xml:space="preserve"> از «رشت» و «طهران» و «قزو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</w:t>
      </w:r>
      <w:r w:rsidR="00BA20C6" w:rsidRPr="00BA20C6">
        <w:rPr>
          <w:rtl/>
          <w:lang w:bidi="fa-IR"/>
        </w:rPr>
        <w:t xml:space="preserve"> و هجوم «بالشو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کها»</w:t>
      </w:r>
      <w:r w:rsidR="00BA20C6" w:rsidRPr="00BA20C6">
        <w:rPr>
          <w:rtl/>
          <w:lang w:bidi="fa-IR"/>
        </w:rPr>
        <w:t xml:space="preserve">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مسموع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شد،</w:t>
      </w:r>
      <w:r w:rsidR="00BA20C6" w:rsidRPr="00BA20C6">
        <w:rPr>
          <w:rtl/>
          <w:lang w:bidi="fa-IR"/>
        </w:rPr>
        <w:t xml:space="preserve"> خلاصه آن که از روز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دن</w:t>
      </w:r>
      <w:r w:rsidR="00BA20C6" w:rsidRPr="00BA20C6">
        <w:rPr>
          <w:rtl/>
          <w:lang w:bidi="fa-IR"/>
        </w:rPr>
        <w:t xml:space="preserve"> به «کاظم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ن»،</w:t>
      </w:r>
      <w:r w:rsidR="00BA20C6" w:rsidRPr="00BA20C6">
        <w:rPr>
          <w:rtl/>
          <w:lang w:bidi="fa-IR"/>
        </w:rPr>
        <w:t xml:space="preserve"> زندگ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احوال خوب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نداشت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هر روز را به ام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دن</w:t>
      </w:r>
      <w:r w:rsidR="00BA20C6" w:rsidRPr="00BA20C6">
        <w:rPr>
          <w:rtl/>
          <w:lang w:bidi="fa-IR"/>
        </w:rPr>
        <w:t xml:space="preserve"> اخبار «طهران» به فردا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رساند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به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جهات بود که من هم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</w:t>
      </w:r>
      <w:r w:rsidR="00BA20C6" w:rsidRPr="00BA20C6">
        <w:rPr>
          <w:rtl/>
          <w:lang w:bidi="fa-IR"/>
        </w:rPr>
        <w:t xml:space="preserve"> حال نوشتن روزنامه و تحر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تمام احوال و اوضاع مسافرت را نداشته، و به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ادداشت‌ها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eastAsia"/>
          <w:rtl/>
          <w:lang w:bidi="fa-IR"/>
        </w:rPr>
        <w:t>مختصر</w:t>
      </w:r>
      <w:r w:rsidR="00BA20C6" w:rsidRPr="00BA20C6">
        <w:rPr>
          <w:rtl/>
          <w:lang w:bidi="fa-IR"/>
        </w:rPr>
        <w:t xml:space="preserve"> حرکت و ورود قناعت نمودم.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86657" w:rsidP="00B8665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40" w:name="_Toc56203073"/>
      <w:bookmarkStart w:id="441" w:name="_Toc56203731"/>
      <w:r w:rsidR="00BA20C6" w:rsidRPr="00BA20C6">
        <w:rPr>
          <w:rFonts w:hint="eastAsia"/>
          <w:rtl/>
          <w:lang w:bidi="fa-IR"/>
        </w:rPr>
        <w:lastRenderedPageBreak/>
        <w:t>جنا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ات</w:t>
      </w:r>
      <w:r w:rsidR="00BA20C6" w:rsidRPr="00BA20C6">
        <w:rPr>
          <w:rtl/>
          <w:lang w:bidi="fa-IR"/>
        </w:rPr>
        <w:t xml:space="preserve"> انگل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</w:t>
      </w:r>
      <w:bookmarkEnd w:id="440"/>
      <w:bookmarkEnd w:id="44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پنجم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عزم تشرف به «کربلا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من و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احمد»، از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به «بغداد» رفته،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عربانه فردا گرفته، شب را در مهمانخانه اسلام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قشنگ و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دالبنا</w:t>
      </w:r>
      <w:r w:rsidRPr="00BA20C6">
        <w:rPr>
          <w:rtl/>
          <w:lang w:bidi="fa-IR"/>
        </w:rPr>
        <w:t xml:space="preserve"> و پاک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</w:t>
      </w:r>
      <w:r w:rsidRPr="00BA20C6">
        <w:rPr>
          <w:rtl/>
          <w:lang w:bidi="fa-IR"/>
        </w:rPr>
        <w:t xml:space="preserve"> بود استراحت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صبح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قب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از اذان سحر، فراش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عربانه آمد و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دارمان</w:t>
      </w:r>
      <w:r w:rsidRPr="00BA20C6">
        <w:rPr>
          <w:rtl/>
          <w:lang w:bidi="fa-IR"/>
        </w:rPr>
        <w:t xml:space="preserve"> کرد، و بعد از ادا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ضه</w:t>
      </w:r>
      <w:r w:rsidRPr="00BA20C6">
        <w:rPr>
          <w:rtl/>
          <w:lang w:bidi="fa-IR"/>
        </w:rPr>
        <w:t xml:space="preserve"> صبح، به اداره عربانه رفته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دو ساعت از آفتاب گذشته </w:t>
      </w:r>
    </w:p>
    <w:p w:rsidR="00BA20C6" w:rsidRPr="00BA20C6" w:rsidRDefault="00B86657" w:rsidP="00B866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</w:t>
      </w:r>
    </w:p>
    <w:p w:rsidR="00BA20C6" w:rsidRPr="00BA20C6" w:rsidRDefault="00BA20C6" w:rsidP="00B86657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مت‌گذار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86657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به «محمود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ه»،</w:t>
      </w:r>
      <w:r w:rsidR="00BA20C6" w:rsidRPr="00BA20C6">
        <w:rPr>
          <w:rtl/>
          <w:lang w:bidi="fa-IR"/>
        </w:rPr>
        <w:t xml:space="preserve"> نهار در «مس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ب»</w:t>
      </w:r>
      <w:r w:rsidR="00BA20C6" w:rsidRPr="00BA20C6">
        <w:rPr>
          <w:rtl/>
          <w:lang w:bidi="fa-IR"/>
        </w:rPr>
        <w:t xml:space="preserve"> صرف شد و در حال حرکت خانه‌ها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که «انگل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س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ها»</w:t>
      </w:r>
      <w:r w:rsidR="00BA20C6" w:rsidRPr="00BA20C6">
        <w:rPr>
          <w:rtl/>
          <w:lang w:bidi="fa-IR"/>
        </w:rPr>
        <w:t xml:space="preserve"> در جنگ با اعراب آتش زده و منهدم کرده بودند تماشا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ساعت مانده به غروب به «کربلا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معل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و در منزل آقا «س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کاظم خادم» ورود نمود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چهار شب در </w:t>
      </w:r>
      <w:r w:rsidR="00BA20C6" w:rsidRPr="00BA20C6">
        <w:rPr>
          <w:rFonts w:hint="eastAsia"/>
          <w:rtl/>
          <w:lang w:bidi="fa-IR"/>
        </w:rPr>
        <w:t>خدمت</w:t>
      </w:r>
      <w:r w:rsidR="00BA20C6" w:rsidRPr="00BA20C6">
        <w:rPr>
          <w:rtl/>
          <w:lang w:bidi="fa-IR"/>
        </w:rPr>
        <w:t xml:space="preserve"> جد مظلوم «حضرت 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دالشهداء»</w:t>
      </w:r>
      <w:r w:rsidR="00BA20C6"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="00BA20C6" w:rsidRPr="00BA20C6">
        <w:rPr>
          <w:rtl/>
          <w:lang w:bidi="fa-IR"/>
        </w:rPr>
        <w:t xml:space="preserve"> مشغول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و عتبه‌بوس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من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کاغذ از زاو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مقدسه داشتم که تار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آن دو ماه قبل بود، و رفع نگران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تشو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شات</w:t>
      </w:r>
      <w:r w:rsidR="00BA20C6" w:rsidRPr="00BA20C6">
        <w:rPr>
          <w:rtl/>
          <w:lang w:bidi="fa-IR"/>
        </w:rPr>
        <w:t xml:space="preserve"> راجعه به انقلابات «گ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لان»</w:t>
      </w:r>
      <w:r w:rsidR="00BA20C6" w:rsidRPr="00BA20C6">
        <w:rPr>
          <w:rtl/>
          <w:lang w:bidi="fa-IR"/>
        </w:rPr>
        <w:t xml:space="preserve"> و قضا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اخ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«طهران» را نم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86657">
      <w:pPr>
        <w:pStyle w:val="Heading1"/>
        <w:rPr>
          <w:rtl/>
          <w:lang w:bidi="fa-IR"/>
        </w:rPr>
      </w:pPr>
      <w:bookmarkStart w:id="442" w:name="_Toc56203074"/>
      <w:bookmarkStart w:id="443" w:name="_Toc56203732"/>
      <w:r w:rsidRPr="00BA20C6">
        <w:rPr>
          <w:rFonts w:hint="eastAsia"/>
          <w:rtl/>
          <w:lang w:bidi="fa-IR"/>
        </w:rPr>
        <w:t>نجف‌</w:t>
      </w:r>
      <w:bookmarkEnd w:id="442"/>
      <w:bookmarkEnd w:id="44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نهم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عزم تشرف به «نجف اشرف» صبح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زود توسط عربانه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«کربلا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سه نقطه «خان نخ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له»</w:t>
      </w:r>
      <w:r w:rsidRPr="00BA20C6">
        <w:rPr>
          <w:rtl/>
          <w:lang w:bidi="fa-IR"/>
        </w:rPr>
        <w:t xml:space="preserve"> و «خان شور» و «خان مصلّ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اسب‌ها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عربانه را عوض کردند،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 مانده وارد </w:t>
      </w:r>
      <w:r w:rsidRPr="00BA20C6">
        <w:rPr>
          <w:rFonts w:hint="eastAsia"/>
          <w:rtl/>
          <w:lang w:bidi="fa-IR"/>
        </w:rPr>
        <w:t>«نجف</w:t>
      </w:r>
      <w:r w:rsidRPr="00BA20C6">
        <w:rPr>
          <w:rtl/>
          <w:lang w:bidi="fa-IR"/>
        </w:rPr>
        <w:t xml:space="preserve"> اشرف» شده، در منزل هم‌سفر «مکه» خودمان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زاللَّه</w:t>
      </w:r>
      <w:r w:rsidRPr="00BA20C6">
        <w:rPr>
          <w:rtl/>
          <w:lang w:bidi="fa-IR"/>
        </w:rPr>
        <w:t xml:space="preserve"> نجف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ورود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مدت پنج روز مهمان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موفق به عتبه‌بوس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مؤمنان»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 و متوسل به 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عنا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آن بزرگوار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ضمناً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به «کوفه» رفته، درک اعمال مسجد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«حضرت مسلم بن عق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محمّدتق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نجف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هم ملاقات، و من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کاغذ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از پدر بزرگوارم توسط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داشتم، که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آن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دو ماه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بود، و رفع تشو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اضطراب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جاب</w:t>
      </w:r>
      <w:r w:rsidRPr="00BA20C6">
        <w:rPr>
          <w:rtl/>
          <w:lang w:bidi="fa-IR"/>
        </w:rPr>
        <w:t xml:space="preserve"> تسل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اطم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نان</w:t>
      </w:r>
      <w:r w:rsidRPr="00BA20C6">
        <w:rPr>
          <w:rtl/>
          <w:lang w:bidi="fa-IR"/>
        </w:rPr>
        <w:t xml:space="preserve"> از قضا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«طهران»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tl/>
          <w:lang w:bidi="fa-IR"/>
        </w:rPr>
        <w:t>کرد.</w:t>
      </w:r>
    </w:p>
    <w:p w:rsidR="00BA20C6" w:rsidRPr="00BA20C6" w:rsidRDefault="00690F78" w:rsidP="00690F7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44" w:name="_Toc56203075"/>
      <w:bookmarkStart w:id="445" w:name="_Toc56203733"/>
      <w:r w:rsidR="00BA20C6" w:rsidRPr="00BA20C6">
        <w:rPr>
          <w:rtl/>
          <w:lang w:bidi="fa-IR"/>
        </w:rPr>
        <w:lastRenderedPageBreak/>
        <w:t>ورود به کربلا</w:t>
      </w:r>
      <w:bookmarkEnd w:id="444"/>
      <w:bookmarkEnd w:id="445"/>
    </w:p>
    <w:p w:rsidR="00BA20C6" w:rsidRPr="00BA20C6" w:rsidRDefault="00BA20C6" w:rsidP="00690F7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امروز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«سوم دلو»،</w:t>
      </w:r>
      <w:r w:rsidRPr="00690F78">
        <w:rPr>
          <w:rStyle w:val="libFootnotenumChar"/>
          <w:rtl/>
        </w:rPr>
        <w:t xml:space="preserve"> (1)</w:t>
      </w:r>
      <w:r w:rsidRPr="00BA20C6">
        <w:rPr>
          <w:rtl/>
          <w:lang w:bidi="fa-IR"/>
        </w:rPr>
        <w:t xml:space="preserve"> صبح زود توسط عربانه کمپان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«نجف اشرف» حرکت، و طرف عصر به «کربلا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ورود کرده، دو 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عتبه‌بوس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«حضرت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دالشهداء»</w:t>
      </w:r>
      <w:r w:rsidRPr="00BA20C6">
        <w:rPr>
          <w:rtl/>
          <w:lang w:bidi="fa-IR"/>
        </w:rPr>
        <w:t>- ارواحنا فداه- مشرف و موفق بوده، در همان خانه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کاظم خادم» </w:t>
      </w:r>
      <w:r w:rsidRPr="00BA20C6">
        <w:rPr>
          <w:rFonts w:hint="eastAsia"/>
          <w:rtl/>
          <w:lang w:bidi="fa-IR"/>
        </w:rPr>
        <w:t>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690F78">
      <w:pPr>
        <w:pStyle w:val="Heading1"/>
        <w:rPr>
          <w:rtl/>
          <w:lang w:bidi="fa-IR"/>
        </w:rPr>
      </w:pPr>
      <w:bookmarkStart w:id="446" w:name="_Toc56203076"/>
      <w:bookmarkStart w:id="447" w:name="_Toc56203734"/>
      <w:r w:rsidRPr="00BA20C6">
        <w:rPr>
          <w:rFonts w:hint="eastAsia"/>
          <w:rtl/>
          <w:lang w:bidi="fa-IR"/>
        </w:rPr>
        <w:t>پر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شان‌خ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Fonts w:hint="cs"/>
          <w:rtl/>
          <w:lang w:bidi="fa-IR"/>
        </w:rPr>
        <w:t>ی‌</w:t>
      </w:r>
      <w:bookmarkEnd w:id="446"/>
      <w:bookmarkEnd w:id="447"/>
    </w:p>
    <w:p w:rsidR="00BA20C6" w:rsidRPr="00BA20C6" w:rsidRDefault="00BA20C6" w:rsidP="00690F7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شانزدهم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«ششم دلو»، توسط عربانه از «کربلا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حرکت، و طرف عصر به «بغداد» ورود نموده و در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شدت بارندگ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به 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واگون به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هنوز جواب تلگرافات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امده</w:t>
      </w:r>
      <w:r w:rsidRPr="00BA20C6">
        <w:rPr>
          <w:rtl/>
          <w:lang w:bidi="fa-IR"/>
        </w:rPr>
        <w:t xml:space="preserve"> بود و اخبار راجع به جنگ «روس» و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ران»،</w:t>
      </w:r>
      <w:r w:rsidRPr="00BA20C6">
        <w:rPr>
          <w:rtl/>
          <w:lang w:bidi="fa-IR"/>
        </w:rPr>
        <w:t xml:space="preserve"> و انقلابات «</w:t>
      </w:r>
      <w:r w:rsidRPr="00BA20C6">
        <w:rPr>
          <w:rFonts w:hint="eastAsia"/>
          <w:rtl/>
          <w:lang w:bidi="fa-IR"/>
        </w:rPr>
        <w:t>طهران»</w:t>
      </w:r>
      <w:r w:rsidRPr="00BA20C6">
        <w:rPr>
          <w:rtl/>
          <w:lang w:bidi="fa-IR"/>
        </w:rPr>
        <w:t xml:space="preserve"> در السنه و افواه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tl/>
          <w:lang w:bidi="fa-IR"/>
        </w:rPr>
        <w:t xml:space="preserve">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بالأخره</w:t>
      </w:r>
      <w:r w:rsidRPr="00BA20C6">
        <w:rPr>
          <w:rtl/>
          <w:lang w:bidi="fa-IR"/>
        </w:rPr>
        <w:t xml:space="preserve"> در ضمن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هفته، جواب‌ها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تلگرافات تمام حجاج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رهم</w:t>
      </w:r>
      <w:r w:rsidRPr="00BA20C6">
        <w:rPr>
          <w:rtl/>
          <w:lang w:bidi="fa-IR"/>
        </w:rPr>
        <w:t xml:space="preserve"> متدرجاً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متدرجاً بنا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به اوطان خود گذاشتند، ما هم در روز سه‌شنبه 22، جواب تلگراف و برات تلگراف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را وصول نموده، فوراً مه</w:t>
      </w:r>
      <w:r w:rsidRPr="00BA20C6">
        <w:rPr>
          <w:rFonts w:hint="cs"/>
          <w:rtl/>
          <w:lang w:bidi="fa-IR"/>
        </w:rPr>
        <w:t>یّ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لکن صحت و سقم اخبار مسموعه هنوز مجهول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پر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شان‌خ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برطرف نشده بود، و هر ساعت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زود به راه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خلاصه</w:t>
      </w:r>
      <w:r w:rsidRPr="00BA20C6">
        <w:rPr>
          <w:rtl/>
          <w:lang w:bidi="fa-IR"/>
        </w:rPr>
        <w:t xml:space="preserve"> آن که از موقع مراجعت به «عراق» لذائذ مسافرت و روح فرح و انبساط در ما وجود نداشت.</w:t>
      </w:r>
    </w:p>
    <w:p w:rsidR="00BA20C6" w:rsidRDefault="00690F78" w:rsidP="00690F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690F78" w:rsidRPr="00BA20C6" w:rsidRDefault="00690F78" w:rsidP="00690F78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 xml:space="preserve">1- 1-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بهمن‌ماه.</w:t>
      </w:r>
    </w:p>
    <w:p w:rsidR="00690F78" w:rsidRPr="00BA20C6" w:rsidRDefault="00690F78" w:rsidP="00BA20C6">
      <w:pPr>
        <w:pStyle w:val="libNormal"/>
        <w:rPr>
          <w:rtl/>
          <w:lang w:bidi="fa-IR"/>
        </w:rPr>
      </w:pPr>
    </w:p>
    <w:p w:rsidR="00BA20C6" w:rsidRPr="00BA20C6" w:rsidRDefault="00690F78" w:rsidP="00690F7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48" w:name="_Toc56203077"/>
      <w:bookmarkStart w:id="449" w:name="_Toc56203735"/>
      <w:r w:rsidR="00BA20C6" w:rsidRPr="00BA20C6">
        <w:rPr>
          <w:rFonts w:hint="eastAsia"/>
          <w:rtl/>
          <w:lang w:bidi="fa-IR"/>
        </w:rPr>
        <w:lastRenderedPageBreak/>
        <w:t>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ارت</w:t>
      </w:r>
      <w:r w:rsidR="00BA20C6" w:rsidRPr="00BA20C6">
        <w:rPr>
          <w:rtl/>
          <w:lang w:bidi="fa-IR"/>
        </w:rPr>
        <w:t xml:space="preserve"> وداع‌</w:t>
      </w:r>
      <w:bookmarkEnd w:id="448"/>
      <w:bookmarkEnd w:id="449"/>
    </w:p>
    <w:p w:rsidR="00BA20C6" w:rsidRPr="00BA20C6" w:rsidRDefault="00BA20C6" w:rsidP="00690F7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جمعه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پنجم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«پانزدهم دلو»، بعد از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</w:t>
      </w:r>
      <w:r w:rsidRPr="00BA20C6">
        <w:rPr>
          <w:rtl/>
          <w:lang w:bidi="fa-IR"/>
        </w:rPr>
        <w:t xml:space="preserve"> از موعد حرکت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«بغداد» به «قره‌تو» و وصول خبر مقطوع، بالأخره امروز پس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وداع در حرم مطهر «کاظم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به پا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واگون رفته و بعد از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وداع با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آمده بودند، سو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واگون شده به «بغداد»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محوطه شمن دوفر در قهوه‌خانه نزول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ساعت هفت از شب گذشته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به 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نه روپ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چهار آنه تحص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کرده سوار ترن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ساعت ده از شب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حرکت کرد.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اغلب</w:t>
      </w:r>
      <w:r w:rsidRPr="00BA20C6">
        <w:rPr>
          <w:rtl/>
          <w:lang w:bidi="fa-IR"/>
        </w:rPr>
        <w:t xml:space="preserve">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اعراب بودند که در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راه متدرجاً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شدند، مسافر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ده دوازده نفر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نبودند، روز شنبه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تماماً در حرکت بود، فقط در هر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چند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توقف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طرف عصر از دو «تونل» کوچک عبور نمود که عبور از هر کدام چهار 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پنج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طول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شب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در «خانق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لنگ کرد و ما در همان واگون به راحت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690F78" w:rsidP="00690F7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50" w:name="_Toc56203078"/>
      <w:bookmarkStart w:id="451" w:name="_Toc56203736"/>
      <w:r w:rsidR="00BA20C6" w:rsidRPr="00BA20C6">
        <w:rPr>
          <w:rFonts w:hint="eastAsia"/>
          <w:rtl/>
          <w:lang w:bidi="fa-IR"/>
        </w:rPr>
        <w:lastRenderedPageBreak/>
        <w:t>قصر</w:t>
      </w:r>
      <w:r w:rsidR="00BA20C6" w:rsidRPr="00BA20C6">
        <w:rPr>
          <w:rtl/>
          <w:lang w:bidi="fa-IR"/>
        </w:rPr>
        <w:t xml:space="preserve"> 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ن‌</w:t>
      </w:r>
      <w:bookmarkEnd w:id="450"/>
      <w:bookmarkEnd w:id="451"/>
    </w:p>
    <w:p w:rsidR="00BA20C6" w:rsidRPr="00BA20C6" w:rsidRDefault="00BA20C6" w:rsidP="00690F7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هفتم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«هفدهم دلو»، صبح ماش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راه افتاد، بعد از دو ساعت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ستگاه</w:t>
      </w:r>
      <w:r w:rsidRPr="00BA20C6">
        <w:rPr>
          <w:rtl/>
          <w:lang w:bidi="fa-IR"/>
        </w:rPr>
        <w:t xml:space="preserve"> «ت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روق»</w:t>
      </w:r>
      <w:r w:rsidRPr="00BA20C6">
        <w:rPr>
          <w:rtl/>
          <w:lang w:bidi="fa-IR"/>
        </w:rPr>
        <w:t xml:space="preserve"> که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به «قره‌تو» مانده است، آنجا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معا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نه</w:t>
      </w:r>
      <w:r w:rsidRPr="00BA20C6">
        <w:rPr>
          <w:rtl/>
          <w:lang w:bidi="fa-IR"/>
        </w:rPr>
        <w:t xml:space="preserve"> و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شات</w:t>
      </w:r>
      <w:r w:rsidRPr="00BA20C6">
        <w:rPr>
          <w:rtl/>
          <w:lang w:bidi="fa-IR"/>
        </w:rPr>
        <w:t xml:space="preserve"> گمرک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ساعت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و مأمور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«هند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«عرب» با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سخت‌گ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و هرچه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توانستند</w:t>
      </w:r>
      <w:r w:rsidRPr="00BA20C6">
        <w:rPr>
          <w:rtl/>
          <w:lang w:bidi="fa-IR"/>
        </w:rPr>
        <w:t xml:space="preserve"> اسباب و محمولات آنها را در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بت</w:t>
      </w:r>
      <w:r w:rsidRPr="00BA20C6">
        <w:rPr>
          <w:rtl/>
          <w:lang w:bidi="fa-IR"/>
        </w:rPr>
        <w:t xml:space="preserve"> «صاحب‌منصبان انگل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قاچاق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="00690F78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مسامحه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بالأخره</w:t>
      </w:r>
      <w:r w:rsidRPr="00BA20C6">
        <w:rPr>
          <w:rtl/>
          <w:lang w:bidi="fa-IR"/>
        </w:rPr>
        <w:t xml:space="preserve"> توسط چند رأس قاطر بارکش از «ت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روق»</w:t>
      </w:r>
      <w:r w:rsidRPr="00BA20C6">
        <w:rPr>
          <w:rtl/>
          <w:lang w:bidi="fa-IR"/>
        </w:rPr>
        <w:t xml:space="preserve"> به «قصر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فاصله آن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</w:t>
      </w:r>
      <w:r w:rsidRPr="00BA20C6">
        <w:rPr>
          <w:rtl/>
          <w:lang w:bidi="fa-IR"/>
        </w:rPr>
        <w:t>. و در گمرک‌</w:t>
      </w:r>
      <w:r w:rsidR="00690F78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خانه «قصر» هم که متعلق به «ا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ران»</w:t>
      </w:r>
      <w:r w:rsidRPr="00BA20C6">
        <w:rPr>
          <w:rtl/>
          <w:lang w:bidi="fa-IR"/>
        </w:rPr>
        <w:t xml:space="preserve"> است،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شات</w:t>
      </w:r>
      <w:r w:rsidRPr="00BA20C6">
        <w:rPr>
          <w:rtl/>
          <w:lang w:bidi="fa-IR"/>
        </w:rPr>
        <w:t xml:space="preserve"> گمرک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عمل آمد و تذکره‌ها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گرفتند و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ندادند، و در کاروان‌سرائ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ورود کرده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روز شنبه در تجسس مرکب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مرکوب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برآمد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به «کرمانشاهان» برود، اتومب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حاضر نبود،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«دل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جان»</w:t>
      </w:r>
      <w:r w:rsidRPr="00BA20C6">
        <w:rPr>
          <w:rtl/>
          <w:lang w:bidi="fa-IR"/>
        </w:rPr>
        <w:t xml:space="preserve"> </w:t>
      </w:r>
      <w:r w:rsidRPr="00690F78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با چهار نفر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و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ابوطالب» و «حاج آقا بزرگ» و من با دو نفر مسافر «کرمانشاه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در «قصر»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با هم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درعوض</w:t>
      </w:r>
      <w:r w:rsidR="00690F78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‌کسر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دو</w:t>
      </w:r>
      <w:r w:rsidRPr="00BA20C6">
        <w:rPr>
          <w:rtl/>
          <w:lang w:bidi="fa-IR"/>
        </w:rPr>
        <w:t xml:space="preserve"> نفر مسافر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ما اضافه بار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آنرا داد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690F78" w:rsidP="00690F7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52" w:name="_Toc56203079"/>
      <w:bookmarkStart w:id="453" w:name="_Toc56203737"/>
      <w:r w:rsidR="00BA20C6" w:rsidRPr="00BA20C6">
        <w:rPr>
          <w:rFonts w:hint="eastAsia"/>
          <w:rtl/>
          <w:lang w:bidi="fa-IR"/>
        </w:rPr>
        <w:lastRenderedPageBreak/>
        <w:t>کرند</w:t>
      </w:r>
      <w:bookmarkEnd w:id="452"/>
      <w:bookmarkEnd w:id="45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الاول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«نوزدهم دلو»،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سوار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دو ساعت به غروب مانده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محل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موسوم به «خمپاره» است، و به واسطه حاضر نبودن اسب و ناامن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از راه نقل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شب را همان‌جا در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ص</w:t>
      </w:r>
      <w:r w:rsidRPr="00BA20C6">
        <w:rPr>
          <w:rFonts w:hint="eastAsia"/>
          <w:rtl/>
          <w:lang w:bidi="fa-IR"/>
        </w:rPr>
        <w:t>بح</w:t>
      </w:r>
      <w:r w:rsidRPr="00BA20C6">
        <w:rPr>
          <w:rtl/>
          <w:lang w:bidi="fa-IR"/>
        </w:rPr>
        <w:t xml:space="preserve"> چهارشنبه مال بستند و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روز را بدون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معطل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منزل به منزل، اسب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را عوض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و ما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«پاطاق»، برف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کوهها ظاهر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هرچه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هوا سردتر و برف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ادتر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از شب گذشته </w:t>
      </w:r>
    </w:p>
    <w:p w:rsidR="00BA20C6" w:rsidRPr="00BA20C6" w:rsidRDefault="00690F78" w:rsidP="00690F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BA20C6" w:rsidRPr="00BA20C6" w:rsidRDefault="00BA20C6" w:rsidP="00690F78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کالسکه بزرگ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حمل و نقل مسافر که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از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شدن اتوبوس با آن مسافرت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و به‌وس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دو اسب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>.</w:t>
      </w:r>
    </w:p>
    <w:p w:rsidR="00BA20C6" w:rsidRPr="00BA20C6" w:rsidRDefault="00690F78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رس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به قصبه «کرند»، و در منزل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نفر آشنا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دو نفر رف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«کرمانشاه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»</w:t>
      </w:r>
      <w:r w:rsidR="00BA20C6" w:rsidRPr="00BA20C6">
        <w:rPr>
          <w:rtl/>
          <w:lang w:bidi="fa-IR"/>
        </w:rPr>
        <w:t xml:space="preserve"> خودمان ورود نمود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پس از گرم شدن در کنار آتش، و صرف شام ساعت پنج از شب گذشته اسب‌ها را عوض کردند، و در حالت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سرما در نها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شدت بود، و برف تمام دشت و کوهها را پوشان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بود حرکت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>م، و تمام بق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شب را تا صبح ط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طر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نمود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690F78">
      <w:pPr>
        <w:pStyle w:val="Heading1"/>
        <w:rPr>
          <w:rtl/>
          <w:lang w:bidi="fa-IR"/>
        </w:rPr>
      </w:pPr>
      <w:bookmarkStart w:id="454" w:name="_Toc56203080"/>
      <w:bookmarkStart w:id="455" w:name="_Toc56203738"/>
      <w:r w:rsidRPr="00BA20C6">
        <w:rPr>
          <w:rFonts w:hint="eastAsia"/>
          <w:rtl/>
          <w:lang w:bidi="fa-IR"/>
        </w:rPr>
        <w:t>کرمانشاهان‌</w:t>
      </w:r>
      <w:bookmarkEnd w:id="454"/>
      <w:bookmarkEnd w:id="455"/>
    </w:p>
    <w:p w:rsidR="00BA20C6" w:rsidRPr="00BA20C6" w:rsidRDefault="00BA20C6" w:rsidP="00690F78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پنجشنبه غره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دلو»، وارد «کرمانشاهان» شده و در خانه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چاپارخانه ورود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طرف عصر تلگراف به «طهران» مخابره و کاغذ توسط پست ارسال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جمعه در منزل «آقا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تاجر همدان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مناسبت سابقه با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</w:t>
      </w:r>
      <w:r w:rsidRPr="00BA20C6">
        <w:rPr>
          <w:rFonts w:hint="eastAsia"/>
          <w:rtl/>
          <w:lang w:bidi="fa-IR"/>
        </w:rPr>
        <w:t>د»،</w:t>
      </w:r>
      <w:r w:rsidRPr="00BA20C6">
        <w:rPr>
          <w:rtl/>
          <w:lang w:bidi="fa-IR"/>
        </w:rPr>
        <w:t xml:space="preserve"> و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شنبه در منزل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 بزاز» طرف تجار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و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منزل «آقا خل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ل»</w:t>
      </w:r>
      <w:r w:rsidRPr="00BA20C6">
        <w:rPr>
          <w:rtl/>
          <w:lang w:bidi="fa-IR"/>
        </w:rPr>
        <w:t xml:space="preserve"> موعود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سه روز را در «کرمانشاهان» به‌سر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هوا چندان سرد نبود لکن برف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تمام کوچه‌ها و معابر را مملو و مسدود نموده بود.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روز</w:t>
      </w:r>
      <w:r w:rsidRPr="00BA20C6">
        <w:rPr>
          <w:rtl/>
          <w:lang w:bidi="fa-IR"/>
        </w:rPr>
        <w:t xml:space="preserve"> جمعه هم برف سنگ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دو دفعه پارو کردند، و موافق اطلاعات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به دست آمد هرچند متأسفانه مهاجمه «بالشو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کها»</w:t>
      </w:r>
      <w:r w:rsidRPr="00BA20C6">
        <w:rPr>
          <w:rtl/>
          <w:lang w:bidi="fa-IR"/>
        </w:rPr>
        <w:t xml:space="preserve"> به شهر «رشت» و فرار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آن‌جا صدق بوده، لکن بحمداللَّه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خطر بزرگ به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«طهران» نرس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رفع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قسمت از تشو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و پر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شان‌حواس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ماشد، وبرا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رفتن‌از «کرمانشاهان» همان‌دل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چاپارخانه را که با آن وارد شده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بزرگ خوب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نفر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«کرمانشاهان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چهار نفر از «حجاج همدان» را که در راهها با ما دوست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کرده بودند،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تکم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عده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ملاحظه و به احت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اط</w:t>
      </w:r>
      <w:r w:rsidRPr="00BA20C6">
        <w:rPr>
          <w:rtl/>
          <w:lang w:bidi="fa-IR"/>
        </w:rPr>
        <w:t xml:space="preserve"> آن‌که مبادا به واسطه برف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وسد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در راهها و شهرها معطل و اس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اداره چاپارخانه شو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را تا «همدان»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تا پس از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آنجا 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فمان</w:t>
      </w:r>
      <w:r w:rsidRPr="00BA20C6">
        <w:rPr>
          <w:rtl/>
          <w:lang w:bidi="fa-IR"/>
        </w:rPr>
        <w:t xml:space="preserve"> روشن شود.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690F78">
      <w:pPr>
        <w:pStyle w:val="Heading1"/>
        <w:rPr>
          <w:rtl/>
          <w:lang w:bidi="fa-IR"/>
        </w:rPr>
      </w:pPr>
      <w:bookmarkStart w:id="456" w:name="_Toc56203081"/>
      <w:bookmarkStart w:id="457" w:name="_Toc56203739"/>
      <w:r w:rsidRPr="00BA20C6">
        <w:rPr>
          <w:rFonts w:hint="eastAsia"/>
          <w:rtl/>
          <w:lang w:bidi="fa-IR"/>
        </w:rPr>
        <w:t>کنگاور</w:t>
      </w:r>
      <w:bookmarkEnd w:id="456"/>
      <w:bookmarkEnd w:id="457"/>
    </w:p>
    <w:p w:rsidR="00BA20C6" w:rsidRPr="00BA20C6" w:rsidRDefault="00BA20C6" w:rsidP="00BD71F9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چهارم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دلو»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سوار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شده با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چهار نفر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«همدان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با ما آمدند عبارت بودند از: جنابان «حاج محمّد» و «حاج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وسف»</w:t>
      </w:r>
      <w:r w:rsidRPr="00BA20C6">
        <w:rPr>
          <w:rtl/>
          <w:lang w:bidi="fa-IR"/>
        </w:rPr>
        <w:t xml:space="preserve"> و «حاج حسن» و «حاج 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بعلاوه «ابوالف</w:t>
      </w:r>
      <w:r w:rsidRPr="00BA20C6">
        <w:rPr>
          <w:rFonts w:hint="eastAsia"/>
          <w:rtl/>
          <w:lang w:bidi="fa-IR"/>
        </w:rPr>
        <w:t>ضل</w:t>
      </w:r>
      <w:r w:rsidRPr="00BA20C6">
        <w:rPr>
          <w:rtl/>
          <w:lang w:bidi="fa-IR"/>
        </w:rPr>
        <w:t xml:space="preserve"> فراش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که در «کرمانشاهان» بود و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مت</w:t>
      </w:r>
      <w:r w:rsidRPr="00BA20C6">
        <w:rPr>
          <w:rtl/>
          <w:lang w:bidi="fa-IR"/>
        </w:rPr>
        <w:t xml:space="preserve"> وطن داشت،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انجام خدمات همراه آورد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پهلو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سورچ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نشسته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در مال‌بند دو فرسخ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«کرمانشاهان»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فنر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از اندازه تا شده است که خوف شکستن دارد، سورچ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هم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سالم به «همدان» نخواهد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«کرمانشاهان» مراجعت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سورچ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گفتند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مسئول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دارد و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توان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برگرد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بالأخره به حکم استخاره به طرف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ستون»</w:t>
      </w:r>
      <w:r w:rsidRPr="00BA20C6">
        <w:rPr>
          <w:rtl/>
          <w:lang w:bidi="fa-IR"/>
        </w:rPr>
        <w:t xml:space="preserve">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چون مال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حاضر نبود شب را آنجا در قهوه خانه به‌سر برده ص</w:t>
      </w:r>
      <w:r w:rsidRPr="00BA20C6">
        <w:rPr>
          <w:rFonts w:hint="eastAsia"/>
          <w:rtl/>
          <w:lang w:bidi="fa-IR"/>
        </w:rPr>
        <w:t>بح</w:t>
      </w:r>
      <w:r w:rsidRPr="00BA20C6">
        <w:rPr>
          <w:rtl/>
          <w:lang w:bidi="fa-IR"/>
        </w:rPr>
        <w:t xml:space="preserve"> براه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هرچه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سرما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دتر</w:t>
      </w:r>
      <w:r w:rsidRPr="00BA20C6">
        <w:rPr>
          <w:rtl/>
          <w:lang w:bidi="fa-IR"/>
        </w:rPr>
        <w:t xml:space="preserve"> و برف انبوه‌تر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چند جا اسب عوض کردند و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شهر «کنگاور»،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از شب گذشته اسب به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</w:t>
      </w:r>
      <w:r w:rsidRPr="00BA20C6">
        <w:rPr>
          <w:rtl/>
          <w:lang w:bidi="fa-IR"/>
        </w:rPr>
        <w:t xml:space="preserve"> بستند و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لکن پس از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فرسخ مسافت، به واسطه ناتوان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اسب‌ها با سرما و </w:t>
      </w:r>
      <w:r w:rsidRPr="00BA20C6">
        <w:rPr>
          <w:rFonts w:hint="cs"/>
          <w:rtl/>
          <w:lang w:bidi="fa-IR"/>
        </w:rPr>
        <w:lastRenderedPageBreak/>
        <w:t>ی</w:t>
      </w:r>
      <w:r w:rsidRPr="00BA20C6">
        <w:rPr>
          <w:rFonts w:hint="eastAsia"/>
          <w:rtl/>
          <w:lang w:bidi="fa-IR"/>
        </w:rPr>
        <w:t>خ‌بندان</w:t>
      </w:r>
      <w:r w:rsidRPr="00BA20C6">
        <w:rPr>
          <w:rtl/>
          <w:lang w:bidi="fa-IR"/>
        </w:rPr>
        <w:t xml:space="preserve"> که به درجه قصو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ناش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بودن سورچ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اسب‌ها وامانده قدم از قدم بر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داشتند</w:t>
      </w:r>
      <w:r w:rsidRPr="00BA20C6">
        <w:rPr>
          <w:rtl/>
          <w:lang w:bidi="fa-IR"/>
        </w:rPr>
        <w:t xml:space="preserve"> شلاقها و جد و</w:t>
      </w:r>
      <w:r w:rsidR="00BD71F9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جهد</w:t>
      </w:r>
      <w:r w:rsidRPr="00BA20C6">
        <w:rPr>
          <w:rtl/>
          <w:lang w:bidi="fa-IR"/>
        </w:rPr>
        <w:t xml:space="preserve"> سورچ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هم ابداً مؤثّر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بالأخره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و به سبب خوف از خطر حمله گرگها که چند دسته آنها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شدند، مجبور به مراجعت شده شب را در «کنگاور» استراحت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D71F9">
      <w:pPr>
        <w:pStyle w:val="Heading1"/>
        <w:rPr>
          <w:rtl/>
          <w:lang w:bidi="fa-IR"/>
        </w:rPr>
      </w:pPr>
      <w:bookmarkStart w:id="458" w:name="_Toc56203082"/>
      <w:bookmarkStart w:id="459" w:name="_Toc56203740"/>
      <w:r w:rsidRPr="00BA20C6">
        <w:rPr>
          <w:rFonts w:hint="eastAsia"/>
          <w:rtl/>
          <w:lang w:bidi="fa-IR"/>
        </w:rPr>
        <w:t>اسدآباد</w:t>
      </w:r>
      <w:bookmarkEnd w:id="458"/>
      <w:bookmarkEnd w:id="459"/>
    </w:p>
    <w:p w:rsidR="00BA20C6" w:rsidRPr="00BA20C6" w:rsidRDefault="00BA20C6" w:rsidP="00BD71F9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سه‌شنبه ششم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ششم دلو»، صبح زود سوار شده از «کنگاور»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همه‌جا مال حاضر بود و عوض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و ما مرتباً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کرده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«اسدآباد»، معلوم شد به واسطه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برف و شدت بوران،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هفته است گردنه مسدود و عبور و مرور از آن موقوف شده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چند</w:t>
      </w:r>
      <w:r w:rsidRPr="00BA20C6">
        <w:rPr>
          <w:rtl/>
          <w:lang w:bidi="fa-IR"/>
        </w:rPr>
        <w:t xml:space="preserve"> دستگاه 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 و تجارت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قبل از ما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معطل بودند، گفته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که عمله‌جات مشغول روفتن برف جاده هستند و ممکن است چند 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راه باز شود،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انتظار پنج شش روز در «اسدآباد» مسقط</w:t>
      </w:r>
      <w:r w:rsidR="00BD71F9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الرأس 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جمال‌الد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ن»،</w:t>
      </w:r>
      <w:r w:rsidRPr="00BA20C6">
        <w:rPr>
          <w:rtl/>
          <w:lang w:bidi="fa-IR"/>
        </w:rPr>
        <w:t xml:space="preserve"> لنگ و معطل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جان‌ها</w:t>
      </w:r>
      <w:r w:rsidRPr="00BA20C6">
        <w:rPr>
          <w:rtl/>
          <w:lang w:bidi="fa-IR"/>
        </w:rPr>
        <w:t xml:space="preserve"> و 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به ما ملحق شدند، و در قصبه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دو امامزاده و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«مسجد شاه اسماع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صفو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چند روز از انگورها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«اونک» معروف، و مو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لذ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ذ</w:t>
      </w:r>
      <w:r w:rsidRPr="00BA20C6">
        <w:rPr>
          <w:rtl/>
          <w:lang w:bidi="fa-IR"/>
        </w:rPr>
        <w:t xml:space="preserve"> «اسدآباد»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دوستان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بود، گوشت‌ها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گوسفند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لذ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ذ</w:t>
      </w:r>
      <w:r w:rsidRPr="00BA20C6">
        <w:rPr>
          <w:rtl/>
          <w:lang w:bidi="fa-IR"/>
        </w:rPr>
        <w:t xml:space="preserve"> واعل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هم، به حد وفور بود از آن صرف 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‌نمود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D71F9" w:rsidP="00BD71F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60" w:name="_Toc56203083"/>
      <w:bookmarkStart w:id="461" w:name="_Toc56203741"/>
      <w:r w:rsidR="00BA20C6" w:rsidRPr="00BA20C6">
        <w:rPr>
          <w:rFonts w:hint="eastAsia"/>
          <w:rtl/>
          <w:lang w:bidi="fa-IR"/>
        </w:rPr>
        <w:lastRenderedPageBreak/>
        <w:t>برف</w:t>
      </w:r>
      <w:r w:rsidR="00BA20C6" w:rsidRPr="00BA20C6">
        <w:rPr>
          <w:rtl/>
          <w:lang w:bidi="fa-IR"/>
        </w:rPr>
        <w:t xml:space="preserve"> و باد و بوران‌</w:t>
      </w:r>
      <w:bookmarkEnd w:id="460"/>
      <w:bookmarkEnd w:id="461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مطابق «دوم حوت»، </w:t>
      </w:r>
      <w:r w:rsidRPr="00BD71F9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چون از</w:t>
      </w:r>
    </w:p>
    <w:p w:rsidR="00BA20C6" w:rsidRPr="00BA20C6" w:rsidRDefault="00BD71F9" w:rsidP="00BD71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BA20C6" w:rsidRPr="00BA20C6" w:rsidRDefault="00BA20C6" w:rsidP="00BD71F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دوازدهم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ماه فلک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مطابق با اسفند ماه.</w:t>
      </w:r>
    </w:p>
    <w:p w:rsidR="00BA20C6" w:rsidRPr="00BA20C6" w:rsidRDefault="00BD71F9" w:rsidP="00BD71F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باز</w:t>
      </w:r>
      <w:r w:rsidR="00BA20C6" w:rsidRPr="00BA20C6">
        <w:rPr>
          <w:rtl/>
          <w:lang w:bidi="fa-IR"/>
        </w:rPr>
        <w:t xml:space="preserve"> شدن راه مأ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وس،</w:t>
      </w:r>
      <w:r w:rsidR="00BA20C6" w:rsidRPr="00BA20C6">
        <w:rPr>
          <w:rtl/>
          <w:lang w:bidi="fa-IR"/>
        </w:rPr>
        <w:t xml:space="preserve"> و از معطل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«اسدآباد» خسته شده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ما و جمع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از دل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جان</w:t>
      </w:r>
      <w:r w:rsidR="00BA20C6" w:rsidRPr="00BA20C6">
        <w:rPr>
          <w:rtl/>
          <w:lang w:bidi="fa-IR"/>
        </w:rPr>
        <w:t xml:space="preserve"> و غ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ره</w:t>
      </w:r>
      <w:r w:rsidR="00BA20C6" w:rsidRPr="00BA20C6">
        <w:rPr>
          <w:rtl/>
          <w:lang w:bidi="fa-IR"/>
        </w:rPr>
        <w:t xml:space="preserve"> صرفنظر، و چند رأس قاطر کرا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که شا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زودتر خود را به «همدان» برسان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چون رفتن روز به واسطه 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ادت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عمله‌جات برف‌روب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در راه ممنوع بود، قرار حرکت به شب </w:t>
      </w:r>
      <w:r w:rsidR="00BA20C6" w:rsidRPr="00BA20C6">
        <w:rPr>
          <w:rFonts w:hint="eastAsia"/>
          <w:rtl/>
          <w:lang w:bidi="fa-IR"/>
        </w:rPr>
        <w:t>افتاد،</w:t>
      </w:r>
      <w:r w:rsidR="00BA20C6" w:rsidRPr="00BA20C6">
        <w:rPr>
          <w:rtl/>
          <w:lang w:bidi="fa-IR"/>
        </w:rPr>
        <w:t xml:space="preserve"> ضمناً اهال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ک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ف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گرفتن برف و باد و بوران در قله کوه و افتادن قطعات برف به رو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قوافل، و تلفات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را که به هم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جهات هر</w:t>
      </w:r>
      <w:r>
        <w:rPr>
          <w:rFonts w:hint="cs"/>
          <w:rtl/>
          <w:lang w:bidi="fa-IR"/>
        </w:rPr>
        <w:t xml:space="preserve"> </w:t>
      </w:r>
      <w:r w:rsidR="00BA20C6" w:rsidRPr="00BA20C6">
        <w:rPr>
          <w:rtl/>
          <w:lang w:bidi="fa-IR"/>
        </w:rPr>
        <w:t>ساله عابر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و مسافر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متحمل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شوند</w:t>
      </w:r>
      <w:r w:rsidR="00BA20C6" w:rsidRPr="00BA20C6">
        <w:rPr>
          <w:rtl/>
          <w:lang w:bidi="fa-IR"/>
        </w:rPr>
        <w:t xml:space="preserve"> 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زها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گفتند</w:t>
      </w:r>
      <w:r w:rsidR="00BA20C6" w:rsidRPr="00BA20C6">
        <w:rPr>
          <w:rtl/>
          <w:lang w:bidi="fa-IR"/>
        </w:rPr>
        <w:t xml:space="preserve"> و حکا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ت‌ها</w:t>
      </w:r>
      <w:r w:rsidR="00BA20C6" w:rsidRPr="00BA20C6">
        <w:rPr>
          <w:rtl/>
          <w:lang w:bidi="fa-IR"/>
        </w:rPr>
        <w:t xml:space="preserve"> نقل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کردند،</w:t>
      </w:r>
      <w:r w:rsidR="00BA20C6" w:rsidRPr="00BA20C6">
        <w:rPr>
          <w:rtl/>
          <w:lang w:bidi="fa-IR"/>
        </w:rPr>
        <w:t xml:space="preserve"> در هر حال 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له</w:t>
      </w:r>
      <w:r w:rsidR="00BA20C6" w:rsidRPr="00BA20C6">
        <w:rPr>
          <w:rtl/>
          <w:lang w:bidi="fa-IR"/>
        </w:rPr>
        <w:t xml:space="preserve"> دوشنبه «متوکلًا عل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اللَّه»،</w:t>
      </w:r>
      <w:r w:rsidR="00BA20C6" w:rsidRPr="00BA20C6">
        <w:rPr>
          <w:rtl/>
          <w:lang w:bidi="fa-IR"/>
        </w:rPr>
        <w:t xml:space="preserve"> خود را برا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رفتن مه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ا</w:t>
      </w:r>
      <w:r w:rsidR="00BA20C6" w:rsidRPr="00BA20C6">
        <w:rPr>
          <w:rtl/>
          <w:lang w:bidi="fa-IR"/>
        </w:rPr>
        <w:t xml:space="preserve"> 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و ساعت چهار از شب گذشته، در حالت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هوا به 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صاف و مهتاب و در نها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برودت بود، سوار قاطرها شده و بنا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صعود از گردنه گذاشت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تا قله کوه که دو فرسخ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شود</w:t>
      </w:r>
      <w:r w:rsidR="00BA20C6" w:rsidRPr="00BA20C6">
        <w:rPr>
          <w:rtl/>
          <w:lang w:bidi="fa-IR"/>
        </w:rPr>
        <w:t xml:space="preserve"> هر چند به واسطه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چ</w:t>
      </w:r>
      <w:r w:rsidR="00BA20C6" w:rsidRPr="00BA20C6">
        <w:rPr>
          <w:rtl/>
          <w:lang w:bidi="fa-IR"/>
        </w:rPr>
        <w:t xml:space="preserve"> و خم و سراز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ر</w:t>
      </w:r>
      <w:r w:rsidR="00BA20C6" w:rsidRPr="00BA20C6">
        <w:rPr>
          <w:rtl/>
          <w:lang w:bidi="fa-IR"/>
        </w:rPr>
        <w:t xml:space="preserve"> و سربالا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جاده، و مستور و منجمد بودن آن از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خ</w:t>
      </w:r>
      <w:r w:rsidR="00BA20C6" w:rsidRPr="00BA20C6">
        <w:rPr>
          <w:rtl/>
          <w:lang w:bidi="fa-IR"/>
        </w:rPr>
        <w:t xml:space="preserve"> و برف، پا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مال‌ها لغزش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خورد</w:t>
      </w:r>
      <w:r w:rsidR="00BA20C6" w:rsidRPr="00BA20C6">
        <w:rPr>
          <w:rtl/>
          <w:lang w:bidi="fa-IR"/>
        </w:rPr>
        <w:t xml:space="preserve"> و رفقا نوبه به نوبه به زم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افتادند،</w:t>
      </w:r>
      <w:r w:rsidR="00BA20C6" w:rsidRPr="00BA20C6">
        <w:rPr>
          <w:rtl/>
          <w:lang w:bidi="fa-IR"/>
        </w:rPr>
        <w:t xml:space="preserve"> لکن قابل بردبار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و تحمل بود، و غالباً سقوط 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ک</w:t>
      </w:r>
      <w:r w:rsidR="00BA20C6" w:rsidRPr="00BA20C6">
        <w:rPr>
          <w:rtl/>
          <w:lang w:bidi="fa-IR"/>
        </w:rPr>
        <w:t xml:space="preserve"> نفر ما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خنده و تفر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ح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گران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شد،</w:t>
      </w:r>
      <w:r w:rsidR="00BA20C6" w:rsidRPr="00BA20C6">
        <w:rPr>
          <w:rtl/>
          <w:lang w:bidi="fa-IR"/>
        </w:rPr>
        <w:t xml:space="preserve"> اما متدرجاً هوا ابر شد در قله گردنه برف و باران شد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مخلوطاً گرفت، و باد تند و سرد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هم ضم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</w:t>
      </w:r>
      <w:r w:rsidR="00BA20C6" w:rsidRPr="00BA20C6">
        <w:rPr>
          <w:rtl/>
          <w:lang w:bidi="fa-IR"/>
        </w:rPr>
        <w:t xml:space="preserve"> آن شد، و با سابقه حرفهائ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که در خصوص چن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بورانها از اهال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«اسدآباد» شن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به کل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از زندگ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مأ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وس</w:t>
      </w:r>
      <w:r w:rsidR="00BA20C6" w:rsidRPr="00BA20C6">
        <w:rPr>
          <w:rtl/>
          <w:lang w:bidi="fa-IR"/>
        </w:rPr>
        <w:t xml:space="preserve"> و مرگ را پ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ش</w:t>
      </w:r>
      <w:r w:rsidR="00BA20C6" w:rsidRPr="00BA20C6">
        <w:rPr>
          <w:rtl/>
          <w:lang w:bidi="fa-IR"/>
        </w:rPr>
        <w:t xml:space="preserve"> چشم خود معا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نه</w:t>
      </w:r>
      <w:r w:rsidR="00BA20C6" w:rsidRPr="00BA20C6">
        <w:rPr>
          <w:rtl/>
          <w:lang w:bidi="fa-IR"/>
        </w:rPr>
        <w:t xml:space="preserve">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کرد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و انتظار سقوط قطعات برف ما را از سرمازدگ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دست و پاها و دردها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اعضاء بدن غافل و لاق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</w:t>
      </w:r>
      <w:r w:rsidR="00BA20C6" w:rsidRPr="00BA20C6">
        <w:rPr>
          <w:rtl/>
          <w:lang w:bidi="fa-IR"/>
        </w:rPr>
        <w:t xml:space="preserve"> کرده بود، بوران هم دق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قه</w:t>
      </w:r>
      <w:r w:rsidR="00BA20C6" w:rsidRPr="00BA20C6">
        <w:rPr>
          <w:rtl/>
          <w:lang w:bidi="fa-IR"/>
        </w:rPr>
        <w:t xml:space="preserve"> به دق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قه</w:t>
      </w:r>
      <w:r w:rsidR="00BA20C6" w:rsidRPr="00BA20C6">
        <w:rPr>
          <w:rtl/>
          <w:lang w:bidi="fa-IR"/>
        </w:rPr>
        <w:t xml:space="preserve"> بر </w:t>
      </w:r>
      <w:r w:rsidR="00BA20C6" w:rsidRPr="00BA20C6">
        <w:rPr>
          <w:rFonts w:hint="eastAsia"/>
          <w:rtl/>
          <w:lang w:bidi="fa-IR"/>
        </w:rPr>
        <w:t>شدت</w:t>
      </w:r>
      <w:r w:rsidR="00BA20C6" w:rsidRPr="00BA20C6">
        <w:rPr>
          <w:rtl/>
          <w:lang w:bidi="fa-IR"/>
        </w:rPr>
        <w:t xml:space="preserve"> خود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افزود،</w:t>
      </w:r>
      <w:r w:rsidR="00BA20C6" w:rsidRPr="00BA20C6">
        <w:rPr>
          <w:rtl/>
          <w:lang w:bidi="fa-IR"/>
        </w:rPr>
        <w:t xml:space="preserve"> و نفس‌ها قطع و صداها خاموش شده، و زبان‌ها اگر قدرت به تکلم م</w:t>
      </w:r>
      <w:r w:rsidR="00BA20C6" w:rsidRPr="00BA20C6">
        <w:rPr>
          <w:rFonts w:hint="cs"/>
          <w:rtl/>
          <w:lang w:bidi="fa-IR"/>
        </w:rPr>
        <w:t>ی‌</w:t>
      </w:r>
      <w:r w:rsidR="00BA20C6" w:rsidRPr="00BA20C6">
        <w:rPr>
          <w:rFonts w:hint="eastAsia"/>
          <w:rtl/>
          <w:lang w:bidi="fa-IR"/>
        </w:rPr>
        <w:t>نمودند،</w:t>
      </w:r>
      <w:r w:rsidR="00BA20C6" w:rsidRPr="00BA20C6">
        <w:rPr>
          <w:rtl/>
          <w:lang w:bidi="fa-IR"/>
        </w:rPr>
        <w:t xml:space="preserve"> فقط تلفظ به کلمه شهادت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ن</w:t>
      </w:r>
      <w:r w:rsidR="00BA20C6" w:rsidRPr="00BA20C6">
        <w:rPr>
          <w:rtl/>
          <w:lang w:bidi="fa-IR"/>
        </w:rPr>
        <w:t xml:space="preserve"> بود و به حق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قت</w:t>
      </w:r>
      <w:r w:rsidR="00BA20C6" w:rsidRPr="00BA20C6">
        <w:rPr>
          <w:rtl/>
          <w:lang w:bidi="fa-IR"/>
        </w:rPr>
        <w:t xml:space="preserve"> مشمول آ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کر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مه</w:t>
      </w:r>
      <w:r w:rsidR="00BA20C6" w:rsidRPr="00BA20C6">
        <w:rPr>
          <w:rtl/>
          <w:lang w:bidi="fa-IR"/>
        </w:rPr>
        <w:t xml:space="preserve">: </w:t>
      </w:r>
      <w:r w:rsidRPr="00BD71F9">
        <w:rPr>
          <w:rStyle w:val="libAlaemChar"/>
          <w:rFonts w:hint="cs"/>
          <w:rtl/>
        </w:rPr>
        <w:t>(</w:t>
      </w:r>
      <w:r w:rsidR="00BA20C6" w:rsidRPr="00BD71F9">
        <w:rPr>
          <w:rStyle w:val="libAieChar"/>
          <w:rtl/>
        </w:rPr>
        <w:t>وَإِذْ زَاغَتِ الْأَبْصَارُ وَبَلَغَت الْقُلُوبُ الْحَنَاجِرَ وَتَظُنُّونَ بِاللَّهِ الظُّنُوناهُنَالِکَ ابْتُلِ</w:t>
      </w:r>
      <w:r w:rsidR="00BA20C6" w:rsidRPr="00BD71F9">
        <w:rPr>
          <w:rStyle w:val="libAieChar"/>
          <w:rFonts w:hint="cs"/>
          <w:rtl/>
        </w:rPr>
        <w:t>یَ</w:t>
      </w:r>
      <w:r w:rsidR="00BA20C6" w:rsidRPr="00BD71F9">
        <w:rPr>
          <w:rStyle w:val="libAieChar"/>
          <w:rtl/>
        </w:rPr>
        <w:t xml:space="preserve"> الْمُؤْمِنُونَ وَزُلْزِلُوا زِلْزَالًا شَدِ</w:t>
      </w:r>
      <w:r w:rsidR="00BA20C6" w:rsidRPr="00BD71F9">
        <w:rPr>
          <w:rStyle w:val="libAieChar"/>
          <w:rFonts w:hint="cs"/>
          <w:rtl/>
        </w:rPr>
        <w:t>ی</w:t>
      </w:r>
      <w:r w:rsidR="00BA20C6" w:rsidRPr="00BD71F9">
        <w:rPr>
          <w:rStyle w:val="libAieChar"/>
          <w:rFonts w:hint="eastAsia"/>
          <w:rtl/>
        </w:rPr>
        <w:t>داً</w:t>
      </w:r>
      <w:r w:rsidRPr="00BD71F9">
        <w:rPr>
          <w:rStyle w:val="libAlaemChar"/>
          <w:rFonts w:hint="cs"/>
          <w:rtl/>
        </w:rPr>
        <w:t>)</w:t>
      </w:r>
      <w:r w:rsidR="00BA20C6" w:rsidRPr="00BA20C6">
        <w:rPr>
          <w:rtl/>
          <w:lang w:bidi="fa-IR"/>
        </w:rPr>
        <w:t xml:space="preserve"> </w:t>
      </w:r>
      <w:r w:rsidR="00BA20C6" w:rsidRPr="00BD71F9">
        <w:rPr>
          <w:rStyle w:val="libFootnotenumChar"/>
          <w:rtl/>
        </w:rPr>
        <w:t>(1)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شده</w:t>
      </w:r>
      <w:r w:rsidRPr="00BA20C6">
        <w:rPr>
          <w:rtl/>
          <w:lang w:bidi="fa-IR"/>
        </w:rPr>
        <w:t xml:space="preserve">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D71F9">
      <w:pPr>
        <w:pStyle w:val="Heading1"/>
        <w:rPr>
          <w:rtl/>
          <w:lang w:bidi="fa-IR"/>
        </w:rPr>
      </w:pPr>
      <w:bookmarkStart w:id="462" w:name="_Toc56203084"/>
      <w:bookmarkStart w:id="463" w:name="_Toc56203742"/>
      <w:r w:rsidRPr="00BA20C6">
        <w:rPr>
          <w:rFonts w:hint="eastAsia"/>
          <w:rtl/>
          <w:lang w:bidi="fa-IR"/>
        </w:rPr>
        <w:t>همدان‌</w:t>
      </w:r>
      <w:bookmarkEnd w:id="462"/>
      <w:bookmarkEnd w:id="463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بالأخره</w:t>
      </w:r>
      <w:r w:rsidRPr="00BA20C6">
        <w:rPr>
          <w:rtl/>
          <w:lang w:bidi="fa-IR"/>
        </w:rPr>
        <w:t xml:space="preserve"> لطف اله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شامل حال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اول طل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عه</w:t>
      </w:r>
      <w:r w:rsidRPr="00BA20C6">
        <w:rPr>
          <w:rtl/>
          <w:lang w:bidi="fa-IR"/>
        </w:rPr>
        <w:t xml:space="preserve"> فجر به قهوه‌خانه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در ضمن دو سه ساعت توقف، و خشک کردن لباس‌ها، و گرم نمودن دست و پا با آتش، و صرف چند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اله</w:t>
      </w:r>
      <w:r w:rsidRPr="00BA20C6">
        <w:rPr>
          <w:rtl/>
          <w:lang w:bidi="fa-IR"/>
        </w:rPr>
        <w:t xml:space="preserve">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با نان، رفع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ف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الجمله</w:t>
      </w:r>
      <w:r w:rsidRPr="00BA20C6">
        <w:rPr>
          <w:rtl/>
          <w:lang w:bidi="fa-IR"/>
        </w:rPr>
        <w:t xml:space="preserve"> به عمل آمد، و مجدداً سوار شده به طرف «همدان»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راه ر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تا شهر که سه فرسخ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tl/>
          <w:lang w:bidi="fa-IR"/>
        </w:rPr>
        <w:t xml:space="preserve"> نسبتاً آسوده‌تر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که به واسطه تابش آفتاب حوت هوا ملا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و برف جاده خوب، و مبدل به «شولات» </w:t>
      </w:r>
      <w:r w:rsidRPr="00BD71F9">
        <w:rPr>
          <w:rStyle w:val="libFootnotenumChar"/>
          <w:rtl/>
        </w:rPr>
        <w:t>(2)</w:t>
      </w:r>
      <w:r w:rsidRPr="00BA20C6">
        <w:rPr>
          <w:rtl/>
          <w:lang w:bidi="fa-IR"/>
        </w:rPr>
        <w:t xml:space="preserve"> شده سقوط نداشت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هرچه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جاده هموارتر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ساعت به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«همدان»، و در م</w:t>
      </w:r>
      <w:r w:rsidRPr="00BA20C6">
        <w:rPr>
          <w:rFonts w:hint="eastAsia"/>
          <w:rtl/>
          <w:lang w:bidi="fa-IR"/>
        </w:rPr>
        <w:t>سافرخانه</w:t>
      </w:r>
      <w:r w:rsidRPr="00BA20C6">
        <w:rPr>
          <w:rtl/>
          <w:lang w:bidi="fa-IR"/>
        </w:rPr>
        <w:t xml:space="preserve"> معروف به تلفن‌خانه ورود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محض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</w:t>
      </w:r>
      <w:r w:rsidRPr="00BA20C6">
        <w:rPr>
          <w:rtl/>
          <w:lang w:bidi="fa-IR"/>
        </w:rPr>
        <w:t xml:space="preserve"> به منزل و صرف غذا حس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تماماً تب دار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از شدت فرسودگ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قادر به حرکت نبوده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غروب «آقا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حسن 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«صلح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همدان»، </w:t>
      </w:r>
      <w:r w:rsidRPr="00BD71F9">
        <w:rPr>
          <w:rStyle w:val="libFootnotenumChar"/>
          <w:rtl/>
        </w:rPr>
        <w:t>(3)</w:t>
      </w:r>
      <w:r w:rsidRPr="00BA20C6">
        <w:rPr>
          <w:rtl/>
          <w:lang w:bidi="fa-IR"/>
        </w:rPr>
        <w:t xml:space="preserve"> ورود ما را شن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به تلفن‌خانه آمد و با کمال عجز و معذور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ما از حرکت، و نها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اصرار و 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او 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نخواه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را حرکت داد، به منزل خود برده و فوراً غذائ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آورده خورد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کرس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گرم و داغ خو</w:t>
      </w:r>
      <w:r w:rsidRPr="00BA20C6">
        <w:rPr>
          <w:rFonts w:hint="eastAsia"/>
          <w:rtl/>
          <w:lang w:bidi="fa-IR"/>
        </w:rPr>
        <w:t>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الحق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مسافرت نه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مشقات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شب</w:t>
      </w:r>
      <w:r w:rsidRPr="00BA20C6">
        <w:rPr>
          <w:rtl/>
          <w:lang w:bidi="fa-IR"/>
        </w:rPr>
        <w:t xml:space="preserve"> و امروز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آمد، و نه 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مطلوب و خواب لذ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ذ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امشب </w:t>
      </w:r>
    </w:p>
    <w:p w:rsidR="00BA20C6" w:rsidRPr="00BA20C6" w:rsidRDefault="00BD71F9" w:rsidP="00BD71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BA20C6" w:rsidRPr="00BA20C6" w:rsidRDefault="00BA20C6" w:rsidP="00BD71F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احزاب: 10.</w:t>
      </w:r>
    </w:p>
    <w:p w:rsidR="00BA20C6" w:rsidRPr="00BA20C6" w:rsidRDefault="00BA20C6" w:rsidP="00BD71F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2- 2- گل ولا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زها</w:t>
      </w:r>
      <w:r w:rsidRPr="00BA20C6">
        <w:rPr>
          <w:rtl/>
          <w:lang w:bidi="fa-IR"/>
        </w:rPr>
        <w:t>.</w:t>
      </w:r>
    </w:p>
    <w:p w:rsidR="00BA20C6" w:rsidRPr="00BA20C6" w:rsidRDefault="00BA20C6" w:rsidP="00BD71F9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3- 3- دادگاه عموم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دادگستر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>.</w:t>
      </w:r>
    </w:p>
    <w:p w:rsidR="00BA20C6" w:rsidRPr="00BA20C6" w:rsidRDefault="00BD71F9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دست</w:t>
      </w:r>
      <w:r w:rsidR="00BA20C6" w:rsidRPr="00BA20C6">
        <w:rPr>
          <w:rtl/>
          <w:lang w:bidi="fa-IR"/>
        </w:rPr>
        <w:t xml:space="preserve"> داد ند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م،</w:t>
      </w:r>
      <w:r w:rsidR="00BA20C6" w:rsidRPr="00BA20C6">
        <w:rPr>
          <w:rtl/>
          <w:lang w:bidi="fa-IR"/>
        </w:rPr>
        <w:t xml:space="preserve"> حساب کردم درست چهل ساعت ب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کش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ده</w:t>
      </w:r>
      <w:r w:rsidR="00BA20C6" w:rsidRPr="00BA20C6">
        <w:rPr>
          <w:rtl/>
          <w:lang w:bidi="fa-IR"/>
        </w:rPr>
        <w:t xml:space="preserve"> بود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م</w:t>
      </w:r>
      <w:r w:rsidR="00BA20C6" w:rsidRPr="00BA20C6">
        <w:rPr>
          <w:rtl/>
          <w:lang w:bidi="fa-IR"/>
        </w:rPr>
        <w:t xml:space="preserve"> که تقر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باً</w:t>
      </w:r>
      <w:r w:rsidR="00BA20C6" w:rsidRPr="00BA20C6">
        <w:rPr>
          <w:rtl/>
          <w:lang w:bidi="fa-IR"/>
        </w:rPr>
        <w:t xml:space="preserve"> نصف آن با نها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زحمت و مشقت و مرارت برگزار شد.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BD71F9">
      <w:pPr>
        <w:pStyle w:val="Heading1"/>
        <w:rPr>
          <w:rtl/>
          <w:lang w:bidi="fa-IR"/>
        </w:rPr>
      </w:pPr>
      <w:bookmarkStart w:id="464" w:name="_Toc56203085"/>
      <w:bookmarkStart w:id="465" w:name="_Toc56203743"/>
      <w:r w:rsidRPr="00BA20C6">
        <w:rPr>
          <w:rFonts w:hint="eastAsia"/>
          <w:rtl/>
          <w:lang w:bidi="fa-IR"/>
        </w:rPr>
        <w:t>کودتا</w:t>
      </w:r>
      <w:r w:rsidRPr="00BA20C6">
        <w:rPr>
          <w:rtl/>
          <w:lang w:bidi="fa-IR"/>
        </w:rPr>
        <w:t xml:space="preserve"> در تهران‌</w:t>
      </w:r>
      <w:bookmarkEnd w:id="464"/>
      <w:bookmarkEnd w:id="465"/>
    </w:p>
    <w:p w:rsidR="00BA20C6" w:rsidRPr="00BA20C6" w:rsidRDefault="00BA20C6" w:rsidP="00BD71F9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دوازدهم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مطابق «سوم حوت»، به حمام رفته تنظ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و رفع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کاملًا به عمل آمد، و نهار را در منزل «حاج محمّدحس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همدان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موعود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ضمناً معلوم شد که «گردنه آوج» از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«گردنه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شر»</w:t>
      </w:r>
      <w:r w:rsidRPr="00BA20C6">
        <w:rPr>
          <w:rtl/>
          <w:lang w:bidi="fa-IR"/>
        </w:rPr>
        <w:t xml:space="preserve"> از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«عراق»، چند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از شدت برف و با</w:t>
      </w:r>
      <w:r w:rsidRPr="00BA20C6">
        <w:rPr>
          <w:rFonts w:hint="eastAsia"/>
          <w:rtl/>
          <w:lang w:bidi="fa-IR"/>
        </w:rPr>
        <w:t>رندگ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مسدود، و عبور و مرور موقوف شده است، و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تلفات هم در راه‌ها اتفاق افتاده، بعد از ورود ما به «همدان»، مخابرات تلگراف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به «طهران» مقطوع،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حمل بر پاره شدن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تلگراف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نمودند،</w:t>
      </w:r>
      <w:r w:rsidRPr="00BA20C6">
        <w:rPr>
          <w:rtl/>
          <w:lang w:bidi="fa-IR"/>
        </w:rPr>
        <w:t xml:space="preserve"> لکن عموماً حدس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زدند</w:t>
      </w:r>
      <w:r w:rsidRPr="00BA20C6">
        <w:rPr>
          <w:rtl/>
          <w:lang w:bidi="fa-IR"/>
        </w:rPr>
        <w:t xml:space="preserve"> که در «طهران» انقلاب و اتفاق تازه رخ داده، </w:t>
      </w:r>
      <w:r w:rsidRPr="00BA20C6">
        <w:rPr>
          <w:rFonts w:hint="eastAsia"/>
          <w:rtl/>
          <w:lang w:bidi="fa-IR"/>
        </w:rPr>
        <w:t>عل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حال</w:t>
      </w:r>
      <w:r w:rsidRPr="00BA20C6">
        <w:rPr>
          <w:rtl/>
          <w:lang w:bidi="fa-IR"/>
        </w:rPr>
        <w:t xml:space="preserve"> مدت ده دوازده روز ما در «همدان» معطل و بلاتکل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ماند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تمام 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را به 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افت</w:t>
      </w:r>
      <w:r w:rsidRPr="00BA20C6">
        <w:rPr>
          <w:rtl/>
          <w:lang w:bidi="fa-IR"/>
        </w:rPr>
        <w:t xml:space="preserve"> در منازل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هرکدام از ماها سابقه دوست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داشتند، و منازل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از «حجاج همدان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امسال با ما همسفر بودند برگزار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برف هم همه‌روزه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در کوچه‌ها عبور و مرور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زحمت داشت.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بالأخره</w:t>
      </w:r>
      <w:r w:rsidRPr="00BA20C6">
        <w:rPr>
          <w:rtl/>
          <w:lang w:bidi="fa-IR"/>
        </w:rPr>
        <w:t xml:space="preserve"> بعد از هزار گونه 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عات</w:t>
      </w:r>
      <w:r w:rsidRPr="00BA20C6">
        <w:rPr>
          <w:rtl/>
          <w:lang w:bidi="fa-IR"/>
        </w:rPr>
        <w:t xml:space="preserve"> ناگوار که راجع به «طهران» منتشر شده بود، و هزاران اخبار وحشتناک که در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موضوع استماع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تلگرافات «طهران»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معلوم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که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اءالد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طباطبائ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جاد</w:t>
      </w:r>
      <w:r w:rsidRPr="00BA20C6">
        <w:rPr>
          <w:rtl/>
          <w:lang w:bidi="fa-IR"/>
        </w:rPr>
        <w:t xml:space="preserve"> کودتائ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پا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تخت</w:t>
      </w:r>
      <w:r w:rsidRPr="00BA20C6">
        <w:rPr>
          <w:rtl/>
          <w:lang w:bidi="fa-IR"/>
        </w:rPr>
        <w:t xml:space="preserve"> کرده، و تمام اع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و اشراف شهر را حبس و توق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نموده، خود از طرف «شاه» به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است</w:t>
      </w:r>
      <w:r w:rsidRPr="00BA20C6">
        <w:rPr>
          <w:rtl/>
          <w:lang w:bidi="fa-IR"/>
        </w:rPr>
        <w:t xml:space="preserve"> وزراء انتخاب و منصوب شده،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قدر اجمال قض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بود که رفع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توهمات را کرد،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lastRenderedPageBreak/>
        <w:t>لکن</w:t>
      </w:r>
      <w:r w:rsidRPr="00BA20C6">
        <w:rPr>
          <w:rtl/>
          <w:lang w:bidi="fa-IR"/>
        </w:rPr>
        <w:t xml:space="preserve"> از جزئ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ات</w:t>
      </w:r>
      <w:r w:rsidRPr="00BA20C6">
        <w:rPr>
          <w:rtl/>
          <w:lang w:bidi="fa-IR"/>
        </w:rPr>
        <w:t xml:space="preserve"> کار و موجبات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کودتا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کس هنوز اطلاع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نداشت.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ضمناً</w:t>
      </w:r>
      <w:r w:rsidRPr="00BA20C6">
        <w:rPr>
          <w:rtl/>
          <w:lang w:bidi="fa-IR"/>
        </w:rPr>
        <w:t xml:space="preserve"> چند دستگاه 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کالسکه هم از راه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هم از راه «عراق»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معلوم شد راهها باز و قابل عبور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ده،</w:t>
      </w:r>
      <w:r w:rsidRPr="00BA20C6">
        <w:rPr>
          <w:rtl/>
          <w:lang w:bidi="fa-IR"/>
        </w:rPr>
        <w:t xml:space="preserve"> بنابرا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حرکت کردن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و مشغول مذاکره و گفتگو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کالسکه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جز آن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چون در باب رفتن از راه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به «طهران»،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رفتن از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«عراق» </w:t>
      </w:r>
      <w:r w:rsidRPr="00BA20C6">
        <w:rPr>
          <w:rFonts w:hint="eastAsia"/>
          <w:rtl/>
          <w:lang w:bidi="fa-IR"/>
        </w:rPr>
        <w:t>و</w:t>
      </w:r>
      <w:r w:rsidRPr="00BA20C6">
        <w:rPr>
          <w:rtl/>
          <w:lang w:bidi="fa-IR"/>
        </w:rPr>
        <w:t xml:space="preserve"> «قم»،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ما اختلاف نظر بود سه نفر رفقا و هم‌سفران من،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احمد» و «حاج آقا بزرگ لباسچ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ابوطالب 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روز جمعه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سوم، توسط درشکه تجارت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«همدان» به خط «قزو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حرکت کردند، و من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راه،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محمّد جعفر ماهوت</w:t>
      </w:r>
      <w:r w:rsidRPr="00BA20C6">
        <w:rPr>
          <w:rFonts w:hint="eastAsia"/>
          <w:rtl/>
          <w:lang w:bidi="fa-IR"/>
        </w:rPr>
        <w:t>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را که در راه مکه سابقه دوست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محبت با هم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</w:t>
      </w:r>
      <w:r w:rsidRPr="00BA20C6">
        <w:rPr>
          <w:rtl/>
          <w:lang w:bidi="fa-IR"/>
        </w:rPr>
        <w:t xml:space="preserve"> کرده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کرده، با اداره چاپارخانه دولت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داخل مذاکره گرفتن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خط «عراق» به «قم»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ابوالقاسم دلال 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هم با ما هم‌سفر شدند، و به واسطه نبودن مسافر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گر،</w:t>
      </w:r>
      <w:r w:rsidRPr="00BA20C6">
        <w:rPr>
          <w:rtl/>
          <w:lang w:bidi="fa-IR"/>
        </w:rPr>
        <w:t xml:space="preserve"> ما سه نفر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کالسکه را در بست پرداخته، 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ط</w:t>
      </w:r>
      <w:r w:rsidRPr="00BA20C6">
        <w:rPr>
          <w:rtl/>
          <w:lang w:bidi="fa-IR"/>
        </w:rPr>
        <w:t xml:space="preserve"> آن را گرفت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دو 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روز را من منزل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نظام» مهمان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«قاسم خان» فرزند ا</w:t>
      </w:r>
      <w:r w:rsidRPr="00BA20C6">
        <w:rPr>
          <w:rFonts w:hint="eastAsia"/>
          <w:rtl/>
          <w:lang w:bidi="fa-IR"/>
        </w:rPr>
        <w:t>رجمندش</w:t>
      </w:r>
      <w:r w:rsidRPr="00BA20C6">
        <w:rPr>
          <w:rtl/>
          <w:lang w:bidi="fa-IR"/>
        </w:rPr>
        <w:t xml:space="preserve"> بوده تَأَنُّس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D71F9" w:rsidP="00BD71F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66" w:name="_Toc56203086"/>
      <w:bookmarkStart w:id="467" w:name="_Toc56203744"/>
      <w:r w:rsidR="00BA20C6" w:rsidRPr="00BA20C6">
        <w:rPr>
          <w:rFonts w:hint="eastAsia"/>
          <w:rtl/>
          <w:lang w:bidi="fa-IR"/>
        </w:rPr>
        <w:lastRenderedPageBreak/>
        <w:t>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پل شکسته‌</w:t>
      </w:r>
      <w:bookmarkEnd w:id="466"/>
      <w:bookmarkEnd w:id="467"/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پنجم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مطابق «شانزدهم حوت»، صبح در چاپارخانه دولت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سوار کالسکه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قاسم خان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به مشا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عت</w:t>
      </w:r>
      <w:r w:rsidRPr="00BA20C6">
        <w:rPr>
          <w:rtl/>
          <w:lang w:bidi="fa-IR"/>
        </w:rPr>
        <w:t xml:space="preserve"> آمده بودند سفارش کردم، تلگراف حرکت ما را مخابره کنند.</w:t>
      </w: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قهوه‌خانه «سنگستان» که تا «همدان» سه فرسخ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ما به واسطه خراب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جاده از برف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و گل، در ظرف شش ساعت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آنجا مال‌ها را عوض کردند و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مغرب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قهوه‌خانه معروف به «پل شکسته»، و به واسطه حاضر نبودن مال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شب را در قهوه‌خانه بسر برد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بلکه دو شبانه‌روز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هم به واسطه خراب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tl/>
          <w:lang w:bidi="fa-IR"/>
        </w:rPr>
        <w:t xml:space="preserve"> راه، و بارندگ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نبودن مال کاف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در گوشه قهوه‌خانه امرار وقت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«پل</w:t>
      </w:r>
      <w:r w:rsidRPr="00BA20C6">
        <w:rPr>
          <w:rtl/>
          <w:lang w:bidi="fa-IR"/>
        </w:rPr>
        <w:t xml:space="preserve"> شکسته» اسم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متعلق به «م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 طباطبائ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»،</w:t>
      </w:r>
      <w:r w:rsidRPr="00BA20C6">
        <w:rPr>
          <w:rtl/>
          <w:lang w:bidi="fa-IR"/>
        </w:rPr>
        <w:t xml:space="preserve"> و به مناسبت پل خراب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آنجا است،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معروف به «پل شکسته» شده است، از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مزبور، تا قهوه‌خانه و مال‌بند چاپارخانه مسافت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ست،</w:t>
      </w:r>
      <w:r w:rsidRPr="00BA20C6">
        <w:rPr>
          <w:rtl/>
          <w:lang w:bidi="fa-IR"/>
        </w:rPr>
        <w:t xml:space="preserve"> و ما حوائج خود را از اهال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79456B" w:rsidP="0079456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68" w:name="_Toc56203087"/>
      <w:bookmarkStart w:id="469" w:name="_Toc56203745"/>
      <w:r w:rsidR="00BA20C6" w:rsidRPr="00BA20C6">
        <w:rPr>
          <w:rFonts w:hint="eastAsia"/>
          <w:rtl/>
          <w:lang w:bidi="fa-IR"/>
        </w:rPr>
        <w:lastRenderedPageBreak/>
        <w:t>گرفتار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tl/>
          <w:lang w:bidi="fa-IR"/>
        </w:rPr>
        <w:t xml:space="preserve"> کالسکه‌</w:t>
      </w:r>
      <w:bookmarkEnd w:id="468"/>
      <w:bookmarkEnd w:id="469"/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هشتم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مطابق «نوزدهم حوت»، مال به کالسکه بسته سوار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که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آن، زوارها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«همدان» به «قم» بودند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به واسطه خراب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جاده و انبوه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برف و گل، سربالائ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چ</w:t>
      </w:r>
      <w:r w:rsidRPr="00BA20C6">
        <w:rPr>
          <w:rtl/>
          <w:lang w:bidi="fa-IR"/>
        </w:rPr>
        <w:t xml:space="preserve"> و خم «گردنه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شر»</w:t>
      </w:r>
      <w:r w:rsidRPr="00BA20C6">
        <w:rPr>
          <w:rtl/>
          <w:lang w:bidi="fa-IR"/>
        </w:rPr>
        <w:t xml:space="preserve"> چند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دفعه، دست</w:t>
      </w:r>
      <w:r w:rsidRPr="00BA20C6">
        <w:rPr>
          <w:rFonts w:hint="eastAsia"/>
          <w:rtl/>
          <w:lang w:bidi="fa-IR"/>
        </w:rPr>
        <w:t>گاه</w:t>
      </w:r>
      <w:r w:rsidRPr="00BA20C6">
        <w:rPr>
          <w:rtl/>
          <w:lang w:bidi="fa-IR"/>
        </w:rPr>
        <w:t xml:space="preserve"> در برف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گل فرو رفت که مجبوراً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شده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آورد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بالأخره از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استعفا داده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خواست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برو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کالسکه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رفت،</w:t>
      </w:r>
      <w:r w:rsidRPr="00BA20C6">
        <w:rPr>
          <w:rtl/>
          <w:lang w:bidi="fa-IR"/>
        </w:rPr>
        <w:t xml:space="preserve"> و شلاق‌ها و نه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درپ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سورچ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هم، به اسب‌ها مؤثر نم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وان‌ها</w:t>
      </w:r>
      <w:r w:rsidRPr="00BA20C6">
        <w:rPr>
          <w:rtl/>
          <w:lang w:bidi="fa-IR"/>
        </w:rPr>
        <w:t xml:space="preserve">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افتادند و برخاستند و زخم‌د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شدند، که از حرکت عاجز شدند،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ختم عمل، کالسکه و اسب‌ها به قسم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برف فرو رفتند، که حرکت دادن آنها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گرممکن</w:t>
      </w:r>
      <w:r w:rsidRPr="00BA20C6">
        <w:rPr>
          <w:rtl/>
          <w:lang w:bidi="fa-IR"/>
        </w:rPr>
        <w:t xml:space="preserve"> نشد، اسب‌ها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مه‌جان</w:t>
      </w:r>
      <w:r w:rsidRPr="00BA20C6">
        <w:rPr>
          <w:rtl/>
          <w:lang w:bidi="fa-IR"/>
        </w:rPr>
        <w:t xml:space="preserve"> را سورچ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باز کرده، کالسکه را گذاشتند،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 محمولات ما را هم در دستگاه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راه گذاشتند، و تماماً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روان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آن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دستگاه را هم توسط شش اسب، کشان کشان و با زحمت آوردند اول مغرب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شر»</w:t>
      </w:r>
      <w:r w:rsidRPr="00BA20C6">
        <w:rPr>
          <w:rtl/>
          <w:lang w:bidi="fa-IR"/>
        </w:rPr>
        <w:t xml:space="preserve"> و مجموع مسافت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امروز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مدت ده ساعت طول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سه فرسخ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نبود، و به قدر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خسته و کوفته شده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که در خانه منزل کرده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خواب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79456B" w:rsidP="0079456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70" w:name="_Toc56203088"/>
      <w:bookmarkStart w:id="471" w:name="_Toc56203746"/>
      <w:r w:rsidR="00BA20C6" w:rsidRPr="00BA20C6">
        <w:rPr>
          <w:rFonts w:hint="eastAsia"/>
          <w:rtl/>
          <w:lang w:bidi="fa-IR"/>
        </w:rPr>
        <w:lastRenderedPageBreak/>
        <w:t>قر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ه</w:t>
      </w:r>
      <w:r w:rsidR="00BA20C6" w:rsidRPr="00BA20C6">
        <w:rPr>
          <w:rtl/>
          <w:lang w:bidi="fa-IR"/>
        </w:rPr>
        <w:t xml:space="preserve"> امام‌زاده‌</w:t>
      </w:r>
      <w:bookmarkEnd w:id="470"/>
      <w:bookmarkEnd w:id="471"/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پنجشنبه</w:t>
      </w:r>
      <w:r w:rsidRPr="00BA20C6">
        <w:rPr>
          <w:rtl/>
          <w:lang w:bidi="fa-IR"/>
        </w:rPr>
        <w:t xml:space="preserve">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نهم جماد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الثان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ستم</w:t>
      </w:r>
      <w:r w:rsidRPr="00BA20C6">
        <w:rPr>
          <w:rtl/>
          <w:lang w:bidi="fa-IR"/>
        </w:rPr>
        <w:t xml:space="preserve"> حوت»، اتفاقاً چند روز قبل چند نفر مسافر که از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خط عازم «همدان» بوده‌اند، به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نجا</w:t>
      </w:r>
      <w:r w:rsidRPr="00BA20C6">
        <w:rPr>
          <w:rtl/>
          <w:lang w:bidi="fa-IR"/>
        </w:rPr>
        <w:t xml:space="preserve">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به واسطه همان اتفاق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در «اسدآباد»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آمد،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واسطه عدم امکان عبور چرخ در گردنه، کالسکه خود را گذاشت</w:t>
      </w:r>
      <w:r w:rsidRPr="00BA20C6">
        <w:rPr>
          <w:rFonts w:hint="eastAsia"/>
          <w:rtl/>
          <w:lang w:bidi="fa-IR"/>
        </w:rPr>
        <w:t>ند</w:t>
      </w:r>
      <w:r w:rsidRPr="00BA20C6">
        <w:rPr>
          <w:rtl/>
          <w:lang w:bidi="fa-IR"/>
        </w:rPr>
        <w:t xml:space="preserve"> و با مال سوار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«همدان» رفته بودند، و کالسکه آنها در 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شر»</w:t>
      </w:r>
      <w:r w:rsidRPr="00BA20C6">
        <w:rPr>
          <w:rtl/>
          <w:lang w:bidi="fa-IR"/>
        </w:rPr>
        <w:t xml:space="preserve">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مانده بود.</w:t>
      </w:r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همان کالسکه را اسب بسته و ما را سوار آن کردند و به حرکت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هرچه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برف کمتر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شد،</w:t>
      </w:r>
      <w:r w:rsidRPr="00BA20C6">
        <w:rPr>
          <w:rtl/>
          <w:lang w:bidi="fa-IR"/>
        </w:rPr>
        <w:t xml:space="preserve"> تا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به‌کل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زراعت‌ها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برف درآمده نمودار شد، و گله‌ها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گوسفند در صحراها چرا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</w:t>
      </w:r>
      <w:r w:rsidRPr="00BA20C6">
        <w:rPr>
          <w:rtl/>
          <w:lang w:bidi="fa-IR"/>
        </w:rPr>
        <w:t xml:space="preserve"> و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جاها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 شخم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زدند</w:t>
      </w:r>
      <w:r w:rsidRPr="00BA20C6">
        <w:rPr>
          <w:rtl/>
          <w:lang w:bidi="fa-IR"/>
        </w:rPr>
        <w:t xml:space="preserve"> که زراعت بهاره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بکارند،</w:t>
      </w:r>
      <w:r w:rsidRPr="00BA20C6">
        <w:rPr>
          <w:rtl/>
          <w:lang w:bidi="fa-IR"/>
        </w:rPr>
        <w:t xml:space="preserve"> دسته‌ها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سار هم،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طرف به آن طرف در پرواز بودند،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در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تحت شخم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خرام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</w:t>
      </w:r>
      <w:r w:rsidRPr="00BA20C6">
        <w:rPr>
          <w:rtl/>
          <w:lang w:bidi="fa-IR"/>
        </w:rPr>
        <w:t xml:space="preserve"> و گردش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کردند،</w:t>
      </w:r>
      <w:r w:rsidRPr="00BA20C6">
        <w:rPr>
          <w:rtl/>
          <w:lang w:bidi="fa-IR"/>
        </w:rPr>
        <w:t xml:space="preserve"> هوا هم ملا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و معتدل شد، و نس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فرح‌بخش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هر جانب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که ساقه‌ها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نازک گندم و جو را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طرف و آن طرف خم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کرد،</w:t>
      </w:r>
      <w:r w:rsidRPr="00BA20C6">
        <w:rPr>
          <w:rtl/>
          <w:lang w:bidi="fa-IR"/>
        </w:rPr>
        <w:t xml:space="preserve"> خلاصه </w:t>
      </w:r>
      <w:r w:rsidRPr="00BA20C6">
        <w:rPr>
          <w:rFonts w:hint="eastAsia"/>
          <w:rtl/>
          <w:lang w:bidi="fa-IR"/>
        </w:rPr>
        <w:t>آن</w:t>
      </w:r>
      <w:r w:rsidRPr="00BA20C6">
        <w:rPr>
          <w:rtl/>
          <w:lang w:bidi="fa-IR"/>
        </w:rPr>
        <w:t xml:space="preserve"> که آثار بهار از طراوت هوا و خرم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صحرا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</w:t>
      </w:r>
      <w:r w:rsidRPr="00BA20C6">
        <w:rPr>
          <w:rtl/>
          <w:lang w:bidi="fa-IR"/>
        </w:rPr>
        <w:t xml:space="preserve"> ظاهر شده بود، نهار را در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«توتل» که متعلق به «ناصرالدوله» است صرف نموده، پس از تبد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مال کالسکه دوباره براه افتاد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دو ساعت به غروب مانده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معروف به «امامزاده» و به واسطه فقدان اسب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شب </w:t>
      </w:r>
      <w:r w:rsidRPr="00BA20C6">
        <w:rPr>
          <w:rFonts w:hint="eastAsia"/>
          <w:rtl/>
          <w:lang w:bidi="fa-IR"/>
        </w:rPr>
        <w:t>را</w:t>
      </w:r>
      <w:r w:rsidRPr="00BA20C6">
        <w:rPr>
          <w:rtl/>
          <w:lang w:bidi="fa-IR"/>
        </w:rPr>
        <w:t xml:space="preserve"> در آن‌جا مانده راحت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وجه تسم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وجود بقعه «امام‌زاده شاپور» در آن است، که گفتند از فرزندان «حضرت موس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الکاظم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»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باشد</w:t>
      </w:r>
      <w:r w:rsidRPr="00BA20C6">
        <w:rPr>
          <w:rtl/>
          <w:lang w:bidi="fa-IR"/>
        </w:rPr>
        <w:t>.</w:t>
      </w:r>
    </w:p>
    <w:p w:rsidR="00BA20C6" w:rsidRPr="00BA20C6" w:rsidRDefault="0079456B" w:rsidP="0079456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72" w:name="_Toc56203089"/>
      <w:bookmarkStart w:id="473" w:name="_Toc56203747"/>
      <w:r w:rsidR="00BA20C6" w:rsidRPr="00BA20C6">
        <w:rPr>
          <w:rFonts w:hint="eastAsia"/>
          <w:rtl/>
          <w:lang w:bidi="fa-IR"/>
        </w:rPr>
        <w:lastRenderedPageBreak/>
        <w:t>پل</w:t>
      </w:r>
      <w:r w:rsidR="00BA20C6" w:rsidRPr="00BA20C6">
        <w:rPr>
          <w:rtl/>
          <w:lang w:bidi="fa-IR"/>
        </w:rPr>
        <w:t xml:space="preserve"> د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زآباد</w:t>
      </w:r>
      <w:bookmarkEnd w:id="472"/>
      <w:bookmarkEnd w:id="473"/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جمعه غره رجب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کم</w:t>
      </w:r>
      <w:r w:rsidRPr="00BA20C6">
        <w:rPr>
          <w:rtl/>
          <w:lang w:bidi="fa-IR"/>
        </w:rPr>
        <w:t xml:space="preserve"> حوت»، صبح از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«امام‌زاده» حرکت، و همه‌جا در جلگه هموار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کرده،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قهوه‌خانه در کنار رودخانه.</w:t>
      </w:r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رودخانه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ض</w:t>
      </w:r>
      <w:r w:rsidRPr="00BA20C6">
        <w:rPr>
          <w:rtl/>
          <w:lang w:bidi="fa-IR"/>
        </w:rPr>
        <w:t xml:space="preserve"> و عم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ق،</w:t>
      </w:r>
      <w:r w:rsidRPr="00BA20C6">
        <w:rPr>
          <w:rtl/>
          <w:lang w:bidi="fa-IR"/>
        </w:rPr>
        <w:t xml:space="preserve"> همان رود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 که پل معروف «د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زآباد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ساخته شده، و چون پل مزبور منهدم شده،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از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محل که آسان‌تر است، و تا «د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زآباد»</w:t>
      </w:r>
      <w:r w:rsidRPr="00BA20C6">
        <w:rPr>
          <w:rtl/>
          <w:lang w:bidi="fa-IR"/>
        </w:rPr>
        <w:t xml:space="preserve"> دو فرسخ فاصله دارد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گذرند</w:t>
      </w:r>
      <w:r w:rsidRPr="00BA20C6">
        <w:rPr>
          <w:rtl/>
          <w:lang w:bidi="fa-IR"/>
        </w:rPr>
        <w:t>. در هر حال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آنها را چند نفر آب‌باز، که شغل آنها </w:t>
      </w:r>
      <w:r w:rsidRPr="00BA20C6">
        <w:rPr>
          <w:rFonts w:hint="eastAsia"/>
          <w:rtl/>
          <w:lang w:bidi="fa-IR"/>
        </w:rPr>
        <w:t>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کار است،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سر و شانه گذاشته عبور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دهند،</w:t>
      </w:r>
      <w:r w:rsidRPr="00BA20C6">
        <w:rPr>
          <w:rtl/>
          <w:lang w:bidi="fa-IR"/>
        </w:rPr>
        <w:t xml:space="preserve"> و کالسکه‌ها و گار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را از گدارها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ن،</w:t>
      </w:r>
      <w:r w:rsidRPr="00BA20C6">
        <w:rPr>
          <w:rtl/>
          <w:lang w:bidi="fa-IR"/>
        </w:rPr>
        <w:t xml:space="preserve"> توسط چهار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شش اسب به آنطرف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برند،</w:t>
      </w:r>
      <w:r w:rsidRPr="00BA20C6">
        <w:rPr>
          <w:rtl/>
          <w:lang w:bidi="fa-IR"/>
        </w:rPr>
        <w:t xml:space="preserve"> ما هم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چهار ساعت به غروب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عبور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کنار رودخانه لباس‌ها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بلند و کفش و کلاه را کنده، با اثاث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آن طرف س</w:t>
      </w:r>
      <w:r w:rsidRPr="00BA20C6">
        <w:rPr>
          <w:rFonts w:hint="eastAsia"/>
          <w:rtl/>
          <w:lang w:bidi="fa-IR"/>
        </w:rPr>
        <w:t>احل</w:t>
      </w:r>
      <w:r w:rsidRPr="00BA20C6">
        <w:rPr>
          <w:rtl/>
          <w:lang w:bidi="fa-IR"/>
        </w:rPr>
        <w:t xml:space="preserve"> فرستاد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خود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شانه آب‌بازها سوار شده با هزاران وحشت و خطر غرق شدن از آب به سلامت گذشت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دو نفر از «همدان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ها»</w:t>
      </w:r>
      <w:r w:rsidRPr="00BA20C6">
        <w:rPr>
          <w:rtl/>
          <w:lang w:bidi="fa-IR"/>
        </w:rPr>
        <w:t xml:space="preserve"> وسط رودخانه غلت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و غوطه‌ور شدند، و فوراً آب‌</w:t>
      </w:r>
      <w:r w:rsidR="0079456B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بازها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در آب افتادند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رونشان</w:t>
      </w:r>
      <w:r w:rsidRPr="00BA20C6">
        <w:rPr>
          <w:rtl/>
          <w:lang w:bidi="fa-IR"/>
        </w:rPr>
        <w:t xml:space="preserve"> کش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دند،</w:t>
      </w:r>
      <w:r w:rsidRPr="00BA20C6">
        <w:rPr>
          <w:rtl/>
          <w:lang w:bidi="fa-IR"/>
        </w:rPr>
        <w:t xml:space="preserve">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 ساعت در کنار ساحل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گوشه نشسته، مشغول خشک کردن گوشه و کنار لباس‌ها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س‌شده</w:t>
      </w:r>
      <w:r w:rsidRPr="00BA20C6">
        <w:rPr>
          <w:rtl/>
          <w:lang w:bidi="fa-IR"/>
        </w:rPr>
        <w:t xml:space="preserve"> خودمان، و تجد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لباس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آب افتاده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سپس سوار کالسکه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</w:t>
      </w:r>
      <w:r w:rsidRPr="00BA20C6">
        <w:rPr>
          <w:rtl/>
          <w:lang w:bidi="fa-IR"/>
        </w:rPr>
        <w:t xml:space="preserve"> و مرطوب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موسوم به «قل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ج</w:t>
      </w:r>
      <w:r w:rsidRPr="00BA20C6">
        <w:rPr>
          <w:rtl/>
          <w:lang w:bidi="fa-IR"/>
        </w:rPr>
        <w:t xml:space="preserve"> تپه» و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«محمّدآباد» مال حاضر بود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بستند</w:t>
      </w:r>
      <w:r w:rsidRPr="00BA20C6">
        <w:rPr>
          <w:rtl/>
          <w:lang w:bidi="fa-IR"/>
        </w:rPr>
        <w:t xml:space="preserve"> و به سرعت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حوال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«ساروق» و هرچند با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موافق جاده شوسه از «سلطان‌آباد عراق» که تا «ساروق» شش فرسخ است عبور نمائ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لکن چون دو سه روز است که آن طرف «سلطان‌آباد» جاده </w:t>
      </w:r>
      <w:r w:rsidRPr="00BA20C6">
        <w:rPr>
          <w:rtl/>
          <w:lang w:bidi="fa-IR"/>
        </w:rPr>
        <w:lastRenderedPageBreak/>
        <w:t xml:space="preserve">مغشوش </w:t>
      </w:r>
      <w:r w:rsidRPr="0079456B">
        <w:rPr>
          <w:rStyle w:val="libFootnotenumChar"/>
          <w:rtl/>
        </w:rPr>
        <w:t>(1)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قابل عبور شده، و 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 هم به هم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جهت از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راهه</w:t>
      </w:r>
      <w:r w:rsidRPr="00BA20C6">
        <w:rPr>
          <w:rtl/>
          <w:lang w:bidi="fa-IR"/>
        </w:rPr>
        <w:t xml:space="preserve"> امشب وارد «ساروق» شد، سورچ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در حرکت دادن ما به «سلطان‌آباد» تأمل داشتند و شب را در «ساروق» ماندن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79456B">
      <w:pPr>
        <w:pStyle w:val="Heading1"/>
        <w:rPr>
          <w:rtl/>
          <w:lang w:bidi="fa-IR"/>
        </w:rPr>
      </w:pPr>
      <w:bookmarkStart w:id="474" w:name="_Toc56203090"/>
      <w:bookmarkStart w:id="475" w:name="_Toc56203748"/>
      <w:r w:rsidRPr="00BA20C6">
        <w:rPr>
          <w:rFonts w:hint="eastAsia"/>
          <w:rtl/>
          <w:lang w:bidi="fa-IR"/>
        </w:rPr>
        <w:t>ساروق‌</w:t>
      </w:r>
      <w:bookmarkEnd w:id="474"/>
      <w:bookmarkEnd w:id="475"/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شنبه دوم رجب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دوم حوت»، صبح گار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 که از خط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به «ساروق» آمده بود به «سلطان‌آباد» رفت، و 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«ساروق» هم به آن سوار شده رفت که از مرکز، تحص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اجازه حرکت دادن مسافر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را، از همان خط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عاد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سالم است بنما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ظهر اجازه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و فوراً مال به کالسکه بسته، و از «ساروق» مستق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ماً</w:t>
      </w:r>
      <w:r w:rsidRPr="00BA20C6">
        <w:rPr>
          <w:rtl/>
          <w:lang w:bidi="fa-IR"/>
        </w:rPr>
        <w:t xml:space="preserve"> به طرف «قم»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موافق آنچه سورچ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ها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گفتند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دوازده فرسخ خط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ما به واسطه نرفتن به «سلطان‌آباد» کوتاه‌تر شد، و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جاده شوسه را از «عراق» گذران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ده‌اند</w:t>
      </w:r>
      <w:r w:rsidRPr="00BA20C6">
        <w:rPr>
          <w:rtl/>
          <w:lang w:bidi="fa-IR"/>
        </w:rPr>
        <w:t xml:space="preserve"> به واسطه مرکز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و</w:t>
      </w:r>
    </w:p>
    <w:p w:rsidR="00BA20C6" w:rsidRPr="00BA20C6" w:rsidRDefault="0079456B" w:rsidP="007945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BA20C6" w:rsidRPr="00BA20C6" w:rsidRDefault="00BA20C6" w:rsidP="0079456B">
      <w:pPr>
        <w:pStyle w:val="libFootnote0"/>
        <w:rPr>
          <w:rtl/>
          <w:lang w:bidi="fa-IR"/>
        </w:rPr>
      </w:pPr>
      <w:r w:rsidRPr="00BA20C6">
        <w:rPr>
          <w:rtl/>
          <w:lang w:bidi="fa-IR"/>
        </w:rPr>
        <w:t>1- 1- ناهموار.</w:t>
      </w:r>
    </w:p>
    <w:p w:rsidR="00BA20C6" w:rsidRPr="00BA20C6" w:rsidRDefault="0079456B" w:rsidP="00BA20C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A20C6" w:rsidRPr="00BA20C6">
        <w:rPr>
          <w:rFonts w:hint="eastAsia"/>
          <w:rtl/>
          <w:lang w:bidi="fa-IR"/>
        </w:rPr>
        <w:lastRenderedPageBreak/>
        <w:t>شهر</w:t>
      </w:r>
      <w:r w:rsidR="00BA20C6" w:rsidRPr="00BA20C6">
        <w:rPr>
          <w:rFonts w:hint="cs"/>
          <w:rtl/>
          <w:lang w:bidi="fa-IR"/>
        </w:rPr>
        <w:t>ی</w:t>
      </w:r>
      <w:r w:rsidR="00BA20C6" w:rsidRPr="00BA20C6">
        <w:rPr>
          <w:rFonts w:hint="eastAsia"/>
          <w:rtl/>
          <w:lang w:bidi="fa-IR"/>
        </w:rPr>
        <w:t>ت</w:t>
      </w:r>
      <w:r w:rsidR="00BA20C6" w:rsidRPr="00BA20C6">
        <w:rPr>
          <w:rtl/>
          <w:lang w:bidi="fa-IR"/>
        </w:rPr>
        <w:t xml:space="preserve"> آن‌جا است.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عصر در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«آهنگران»، مال‌ها را عوض کردند و باز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نزد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«تاج‌آباد»، و شب را در آن‌جا راحت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شب باران تند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گرفت و تا صبح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79456B">
      <w:pPr>
        <w:pStyle w:val="Heading1"/>
        <w:rPr>
          <w:rtl/>
          <w:lang w:bidi="fa-IR"/>
        </w:rPr>
      </w:pPr>
      <w:bookmarkStart w:id="476" w:name="_Toc56203091"/>
      <w:bookmarkStart w:id="477" w:name="_Toc56203749"/>
      <w:r w:rsidRPr="00BA20C6">
        <w:rPr>
          <w:rFonts w:hint="eastAsia"/>
          <w:rtl/>
          <w:lang w:bidi="fa-IR"/>
        </w:rPr>
        <w:t>قصبه</w:t>
      </w:r>
      <w:r w:rsidRPr="00BA20C6">
        <w:rPr>
          <w:rtl/>
          <w:lang w:bidi="fa-IR"/>
        </w:rPr>
        <w:t xml:space="preserve"> آشت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ان‌</w:t>
      </w:r>
      <w:bookmarkEnd w:id="476"/>
      <w:bookmarkEnd w:id="477"/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کشنبه</w:t>
      </w:r>
      <w:r w:rsidRPr="00BA20C6">
        <w:rPr>
          <w:rtl/>
          <w:lang w:bidi="fa-IR"/>
        </w:rPr>
        <w:t xml:space="preserve"> سوم رجب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سوم حوت»، صبح زود در حال بارندگ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دو ساعت به ظهر مانده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قصبه «آشت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ان»،</w:t>
      </w:r>
      <w:r w:rsidRPr="00BA20C6">
        <w:rPr>
          <w:rtl/>
          <w:lang w:bidi="fa-IR"/>
        </w:rPr>
        <w:t xml:space="preserve"> چون مال حاضر نبود قرار شد سه ساعت لنگ نموده، با همان مالها حرکت کن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دو سه ساعت را صرف نهار و تماشا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قصبه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جا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خوش</w:t>
      </w:r>
      <w:r w:rsidR="0079456B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‌منظره‌ا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است، دکاک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و قشنگ و نوساز دارد، و اداره پست‌</w:t>
      </w:r>
      <w:r w:rsidR="0079456B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خانه و تلگرافخانه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آن‌جا 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است، نان‌ها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سنگک و لواش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عال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روغن‌ها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تمام حوائج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tl/>
          <w:lang w:bidi="fa-IR"/>
        </w:rPr>
        <w:t xml:space="preserve"> زندگان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قصبه موجود بود، بعد از ظهر سوار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ط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ف</w:t>
      </w:r>
      <w:r w:rsidRPr="00BA20C6">
        <w:rPr>
          <w:rFonts w:hint="eastAsia"/>
          <w:rtl/>
          <w:lang w:bidi="fa-IR"/>
        </w:rPr>
        <w:t>رسخ</w:t>
      </w:r>
      <w:r w:rsidRPr="00BA20C6">
        <w:rPr>
          <w:rtl/>
          <w:lang w:bidi="fa-IR"/>
        </w:rPr>
        <w:t xml:space="preserve"> مسافت از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دره‌ها و تپه‌ها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به مال‌بند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معروف به قهوه‌خانه «حضرت عباس» است، و جز قهوه‌خانه آثار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آباد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ندارد.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ن‌جا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کمند مال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شتر</w:t>
      </w:r>
      <w:r w:rsidRPr="00BA20C6">
        <w:rPr>
          <w:rtl/>
          <w:lang w:bidi="fa-IR"/>
        </w:rPr>
        <w:t xml:space="preserve"> نبود، و رفقا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«همدان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ما عقب ماندند، ما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سه ساعت به غروب مانده سوار شده از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 و ب</w:t>
      </w:r>
      <w:r w:rsidRPr="00BA20C6">
        <w:rPr>
          <w:rFonts w:hint="eastAsia"/>
          <w:rtl/>
          <w:lang w:bidi="fa-IR"/>
        </w:rPr>
        <w:t>لند</w:t>
      </w:r>
      <w:r w:rsidRPr="00BA20C6">
        <w:rPr>
          <w:rtl/>
          <w:lang w:bidi="fa-IR"/>
        </w:rPr>
        <w:t xml:space="preserve"> گذشته، غروب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موسوم به «گنده‌رود»،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جاها هوا به 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ملا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شده بود و زم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حاصل، به‌کل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خشک و تشنه بود، گو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باران شب گذشته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حدود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امده</w:t>
      </w:r>
      <w:r w:rsidRPr="00BA20C6">
        <w:rPr>
          <w:rtl/>
          <w:lang w:bidi="fa-IR"/>
        </w:rPr>
        <w:t xml:space="preserve"> است.</w:t>
      </w:r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اول</w:t>
      </w:r>
      <w:r w:rsidRPr="00BA20C6">
        <w:rPr>
          <w:rtl/>
          <w:lang w:bidi="fa-IR"/>
        </w:rPr>
        <w:t xml:space="preserve"> مغرب سوار شده و با روشنائ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مهتاب از جاده‌ها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 و بلند و ناهموار عبور کرده، چهار ساعت از شب گذشته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قلعه معروف </w:t>
      </w:r>
      <w:r w:rsidRPr="00BA20C6">
        <w:rPr>
          <w:rFonts w:hint="eastAsia"/>
          <w:rtl/>
          <w:lang w:bidi="fa-IR"/>
        </w:rPr>
        <w:t>به</w:t>
      </w:r>
      <w:r w:rsidRPr="00BA20C6">
        <w:rPr>
          <w:rtl/>
          <w:lang w:bidi="fa-IR"/>
        </w:rPr>
        <w:t xml:space="preserve"> </w:t>
      </w:r>
      <w:r w:rsidRPr="00BA20C6">
        <w:rPr>
          <w:rtl/>
          <w:lang w:bidi="fa-IR"/>
        </w:rPr>
        <w:lastRenderedPageBreak/>
        <w:t>«عل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جان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به واسطه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تار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هوا، شب را در داخل قلعه در منزل سورچ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خودمان که اهل همانجا است ماند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منزل تم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بود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زبان</w:t>
      </w:r>
      <w:r w:rsidRPr="00BA20C6">
        <w:rPr>
          <w:rtl/>
          <w:lang w:bidi="fa-IR"/>
        </w:rPr>
        <w:t xml:space="preserve"> هم از خدمت فروگذار نکرد.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79456B">
      <w:pPr>
        <w:pStyle w:val="Heading1"/>
        <w:rPr>
          <w:rtl/>
          <w:lang w:bidi="fa-IR"/>
        </w:rPr>
      </w:pPr>
      <w:bookmarkStart w:id="478" w:name="_Toc56203092"/>
      <w:bookmarkStart w:id="479" w:name="_Toc56203750"/>
      <w:r w:rsidRPr="00BA20C6">
        <w:rPr>
          <w:rFonts w:hint="eastAsia"/>
          <w:rtl/>
          <w:lang w:bidi="fa-IR"/>
        </w:rPr>
        <w:t>طفرود</w:t>
      </w:r>
      <w:bookmarkEnd w:id="478"/>
      <w:bookmarkEnd w:id="479"/>
    </w:p>
    <w:p w:rsidR="00BA20C6" w:rsidRPr="00BA20C6" w:rsidRDefault="00BA20C6" w:rsidP="0079456B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دوشنبه چهارم رجب مطابق «ب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ست</w:t>
      </w:r>
      <w:r w:rsidRPr="00BA20C6">
        <w:rPr>
          <w:rtl/>
          <w:lang w:bidi="fa-IR"/>
        </w:rPr>
        <w:t xml:space="preserve"> و چهارم حوت»، اول آفتاب سوار شده از «قلعه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جان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حرکت، و همه‌جا در اراض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مسطح و هموار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پس از دو ساعت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«طفرود» که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بزرگ و معمور و در حکم قصبه است، در قهوه‌خانه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عال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مصفا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آن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ساعت</w:t>
      </w:r>
      <w:r w:rsidRPr="00BA20C6">
        <w:rPr>
          <w:rtl/>
          <w:lang w:bidi="fa-IR"/>
        </w:rPr>
        <w:t xml:space="preserve"> توقف، و پس از تبد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مال‌ها سوار شده راند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هوا از اعتدال گذشته به درجه گرما بود و «جلگه قم»، آثار و علامات خود را ظاهر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ساخت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مقارن</w:t>
      </w:r>
      <w:r w:rsidRPr="00BA20C6">
        <w:rPr>
          <w:rtl/>
          <w:lang w:bidi="fa-IR"/>
        </w:rPr>
        <w:t xml:space="preserve"> ظهر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کاروان‌سرا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سنگ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مال‌بند آخر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آنجا است، و پس از صرف نهار 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قسمت اول راه 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پست و بلند و ناهموار بود، و در قسمت اخ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همه‌جا از داخل نهرها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رو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پل‌ها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مخروبه و خطرناک گذشته، سه ساعت به غروب مانده وارد «قم» </w:t>
      </w:r>
      <w:r w:rsidRPr="00BA20C6">
        <w:rPr>
          <w:rFonts w:hint="eastAsia"/>
          <w:rtl/>
          <w:lang w:bidi="fa-IR"/>
        </w:rPr>
        <w:t>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«حاج‌ش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خ‌ابوالقاسم»</w:t>
      </w:r>
      <w:r w:rsidRPr="00BA20C6">
        <w:rPr>
          <w:rtl/>
          <w:lang w:bidi="fa-IR"/>
        </w:rPr>
        <w:t xml:space="preserve"> ملحق‌به خانواده خودش شد که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آمده بودند، من و «ماهوتچ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منزل مخصوص کرا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کرده، و مدت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هفته در خدمت «حضرت معصومه» </w:t>
      </w:r>
      <w:r w:rsidR="00BE5AB0" w:rsidRPr="00BE5AB0">
        <w:rPr>
          <w:rStyle w:val="libAlaemChar"/>
          <w:rtl/>
        </w:rPr>
        <w:t xml:space="preserve">عليها‌السلام </w:t>
      </w:r>
      <w:r w:rsidRPr="00BA20C6">
        <w:rPr>
          <w:rtl/>
          <w:lang w:bidi="fa-IR"/>
        </w:rPr>
        <w:t xml:space="preserve"> به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و عتبه‌بوس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اشتغال داشت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79456B" w:rsidP="0079456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80" w:name="_Toc56203093"/>
      <w:bookmarkStart w:id="481" w:name="_Toc56203751"/>
      <w:r w:rsidR="00BA20C6" w:rsidRPr="00BA20C6">
        <w:rPr>
          <w:rFonts w:hint="eastAsia"/>
          <w:rtl/>
          <w:lang w:bidi="fa-IR"/>
        </w:rPr>
        <w:lastRenderedPageBreak/>
        <w:t>ورود</w:t>
      </w:r>
      <w:r w:rsidR="00BA20C6" w:rsidRPr="00BA20C6">
        <w:rPr>
          <w:rtl/>
          <w:lang w:bidi="fa-IR"/>
        </w:rPr>
        <w:t xml:space="preserve"> به قم‌</w:t>
      </w:r>
      <w:bookmarkEnd w:id="480"/>
      <w:bookmarkEnd w:id="481"/>
    </w:p>
    <w:p w:rsidR="00BA20C6" w:rsidRPr="00BA20C6" w:rsidRDefault="00BA20C6" w:rsidP="0033286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در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ام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شب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روز بارندگ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سخت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شد، که </w:t>
      </w:r>
      <w:r w:rsidRPr="00BA20C6">
        <w:rPr>
          <w:rFonts w:hint="eastAsia"/>
          <w:rtl/>
          <w:lang w:bidi="fa-IR"/>
        </w:rPr>
        <w:t>موجب</w:t>
      </w:r>
      <w:r w:rsidRPr="00BA20C6">
        <w:rPr>
          <w:rtl/>
          <w:lang w:bidi="fa-IR"/>
        </w:rPr>
        <w:t xml:space="preserve"> طغ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رودخانه و خطر 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ختن</w:t>
      </w:r>
      <w:r w:rsidRPr="00BA20C6">
        <w:rPr>
          <w:rtl/>
          <w:lang w:bidi="fa-IR"/>
        </w:rPr>
        <w:t xml:space="preserve"> آن به شهر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از بستگان و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من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«زاو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مقدسه» به قصد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به منت استقبال من،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جمعاً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ن‌الامر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به «قم» مشرف شده بودند، از آن‌جمله بودند برادر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زم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عبدالخالق» حفظه‌اللَّه تعال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،</w:t>
      </w:r>
      <w:r w:rsidRPr="00BA20C6">
        <w:rPr>
          <w:rtl/>
          <w:lang w:bidi="fa-IR"/>
        </w:rPr>
        <w:t xml:space="preserve"> و پسر عم</w:t>
      </w:r>
      <w:r w:rsidRPr="00BA20C6">
        <w:rPr>
          <w:rFonts w:hint="eastAsia"/>
          <w:rtl/>
          <w:lang w:bidi="fa-IR"/>
        </w:rPr>
        <w:t>ه‌ها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محترم، آقا زاده‌ها و آقا مهد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همچن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«حاج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جلال‌الد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و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«معتمدالتول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و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آقا»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رهم،</w:t>
      </w:r>
      <w:r w:rsidRPr="00BA20C6">
        <w:rPr>
          <w:rtl/>
          <w:lang w:bidi="fa-IR"/>
        </w:rPr>
        <w:t xml:space="preserve"> در 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سال علاوه بر وفور زوار معمول شب 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هم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ارت</w:t>
      </w:r>
      <w:r w:rsidRPr="00BA20C6">
        <w:rPr>
          <w:rtl/>
          <w:lang w:bidi="fa-IR"/>
        </w:rPr>
        <w:t xml:space="preserve"> «آقا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ش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خ</w:t>
      </w:r>
      <w:r w:rsidRPr="00BA20C6">
        <w:rPr>
          <w:rtl/>
          <w:lang w:bidi="fa-IR"/>
        </w:rPr>
        <w:t xml:space="preserve"> عبدالکر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مجتهد» که از «عراق» به «قم» مهاجرت فرموده آم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بودند،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خطرات حکومت نظام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مرکز، و کودتا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«آقا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اءالد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ن»</w:t>
      </w:r>
      <w:r w:rsidRPr="00BA20C6">
        <w:rPr>
          <w:rtl/>
          <w:lang w:bidi="fa-IR"/>
        </w:rPr>
        <w:t xml:space="preserve"> به «قم» مشرف شده بودند، و در ضمن استخبار از سلامت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خانواده مکشوف شد، که تمام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اعضاء و فام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من صح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ح</w:t>
      </w:r>
      <w:r w:rsidRPr="00BA20C6">
        <w:rPr>
          <w:rtl/>
          <w:lang w:bidi="fa-IR"/>
        </w:rPr>
        <w:t xml:space="preserve"> و سالم‌اند، جز دخترک شش‌ساله من «شاه ب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گم</w:t>
      </w:r>
      <w:r w:rsidRPr="00BA20C6">
        <w:rPr>
          <w:rtl/>
          <w:lang w:bidi="fa-IR"/>
        </w:rPr>
        <w:t xml:space="preserve"> خانم» که فوت شده و داغ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دل مادر و پدر خود گذارده، خداوند خودش توف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صبر و 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مرحمت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332861" w:rsidP="0033286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82" w:name="_Toc56203094"/>
      <w:bookmarkStart w:id="483" w:name="_Toc56203752"/>
      <w:r w:rsidR="00BA20C6" w:rsidRPr="00BA20C6">
        <w:rPr>
          <w:rFonts w:hint="eastAsia"/>
          <w:rtl/>
          <w:lang w:bidi="fa-IR"/>
        </w:rPr>
        <w:lastRenderedPageBreak/>
        <w:t>حرکت</w:t>
      </w:r>
      <w:r w:rsidR="00BA20C6" w:rsidRPr="00BA20C6">
        <w:rPr>
          <w:rtl/>
          <w:lang w:bidi="fa-IR"/>
        </w:rPr>
        <w:t xml:space="preserve"> از قم‌</w:t>
      </w:r>
      <w:bookmarkEnd w:id="482"/>
      <w:bookmarkEnd w:id="483"/>
    </w:p>
    <w:p w:rsidR="00BA20C6" w:rsidRPr="00BA20C6" w:rsidRDefault="00BA20C6" w:rsidP="00332861">
      <w:pPr>
        <w:pStyle w:val="libNormal"/>
        <w:rPr>
          <w:rtl/>
          <w:lang w:bidi="fa-IR"/>
        </w:rPr>
      </w:pPr>
      <w:r w:rsidRPr="00BA20C6">
        <w:rPr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امسال</w:t>
      </w:r>
      <w:r w:rsidRPr="00BA20C6">
        <w:rPr>
          <w:rtl/>
          <w:lang w:bidi="fa-IR"/>
        </w:rPr>
        <w:t xml:space="preserve"> سه‌شنبه دوازدهم رجب مطابق «دوم حمل»، تحو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شمس به «برج حمل»،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از آفتاب گذشته روز دوشنبه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ازدهم</w:t>
      </w:r>
      <w:r w:rsidRPr="00BA20C6">
        <w:rPr>
          <w:rtl/>
          <w:lang w:bidi="fa-IR"/>
        </w:rPr>
        <w:t xml:space="preserve"> شد، و ما با اداره چاپارخانه قرار گذاشته بود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که همان روز دوشنبه ما را با کالسکه حرکت بدهد، لکن تعلل کردند و حرکت به روز سه‌شنبه افتاد، و 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وم</w:t>
      </w:r>
      <w:r w:rsidRPr="00BA20C6">
        <w:rPr>
          <w:rtl/>
          <w:lang w:bidi="fa-IR"/>
        </w:rPr>
        <w:t xml:space="preserve"> مز</w:t>
      </w:r>
      <w:r w:rsidRPr="00BA20C6">
        <w:rPr>
          <w:rFonts w:hint="eastAsia"/>
          <w:rtl/>
          <w:lang w:bidi="fa-IR"/>
        </w:rPr>
        <w:t>بور</w:t>
      </w:r>
      <w:r w:rsidRPr="00BA20C6">
        <w:rPr>
          <w:rtl/>
          <w:lang w:bidi="fa-IR"/>
        </w:rPr>
        <w:t xml:space="preserve"> دو ساعت به ظهر مانده، با آقا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«ماهوتچ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ان»</w:t>
      </w:r>
      <w:r w:rsidRPr="00BA20C6">
        <w:rPr>
          <w:rtl/>
          <w:lang w:bidi="fa-IR"/>
        </w:rPr>
        <w:t xml:space="preserve"> و دو نفر آشنا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«طهران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رف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کالسکه اخت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شدند از «قم»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و در هر مال‌بند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که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مال حاضر بود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بستند</w:t>
      </w:r>
      <w:r w:rsidRPr="00BA20C6">
        <w:rPr>
          <w:rtl/>
          <w:lang w:bidi="fa-IR"/>
        </w:rPr>
        <w:t xml:space="preserve"> و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رفتند،</w:t>
      </w:r>
      <w:r w:rsidRPr="00BA20C6">
        <w:rPr>
          <w:rtl/>
          <w:lang w:bidi="fa-IR"/>
        </w:rPr>
        <w:t xml:space="preserve"> و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</w:t>
      </w:r>
      <w:r w:rsidR="00332861">
        <w:rPr>
          <w:rFonts w:hint="cs"/>
          <w:rtl/>
          <w:lang w:bidi="fa-IR"/>
        </w:rPr>
        <w:t xml:space="preserve"> </w:t>
      </w:r>
      <w:r w:rsidRPr="00BA20C6">
        <w:rPr>
          <w:rFonts w:hint="eastAsia"/>
          <w:rtl/>
          <w:lang w:bidi="fa-IR"/>
        </w:rPr>
        <w:t>ساعت</w:t>
      </w:r>
      <w:r w:rsidRPr="00BA20C6">
        <w:rPr>
          <w:rtl/>
          <w:lang w:bidi="fa-IR"/>
        </w:rPr>
        <w:t xml:space="preserve"> از شب گذشته از خستگ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کسالت در «مزرعه اناران»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ده</w:t>
      </w:r>
      <w:r w:rsidRPr="00BA20C6">
        <w:rPr>
          <w:rtl/>
          <w:lang w:bidi="fa-IR"/>
        </w:rPr>
        <w:t xml:space="preserve"> راحت نمود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.</w:t>
      </w:r>
    </w:p>
    <w:p w:rsidR="00BA20C6" w:rsidRPr="00BA20C6" w:rsidRDefault="00BA20C6" w:rsidP="00BA20C6">
      <w:pPr>
        <w:pStyle w:val="libNormal"/>
        <w:rPr>
          <w:rtl/>
          <w:lang w:bidi="fa-IR"/>
        </w:rPr>
      </w:pPr>
    </w:p>
    <w:p w:rsidR="00BA20C6" w:rsidRPr="00BA20C6" w:rsidRDefault="00BA20C6" w:rsidP="00332861">
      <w:pPr>
        <w:pStyle w:val="Heading1"/>
        <w:rPr>
          <w:rtl/>
          <w:lang w:bidi="fa-IR"/>
        </w:rPr>
      </w:pPr>
      <w:bookmarkStart w:id="484" w:name="_Toc56203095"/>
      <w:bookmarkStart w:id="485" w:name="_Toc56203753"/>
      <w:r w:rsidRPr="00BA20C6">
        <w:rPr>
          <w:rFonts w:hint="eastAsia"/>
          <w:rtl/>
          <w:lang w:bidi="fa-IR"/>
        </w:rPr>
        <w:t>ولادت</w:t>
      </w:r>
      <w:r w:rsidRPr="00BA20C6">
        <w:rPr>
          <w:rtl/>
          <w:lang w:bidi="fa-IR"/>
        </w:rPr>
        <w:t xml:space="preserve"> حضرت عل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="00BE5AB0" w:rsidRPr="00BE5AB0">
        <w:rPr>
          <w:rStyle w:val="libAlaemChar"/>
          <w:rtl/>
        </w:rPr>
        <w:t xml:space="preserve">عليه‌السلام </w:t>
      </w:r>
      <w:r w:rsidRPr="00BA20C6">
        <w:rPr>
          <w:rtl/>
          <w:lang w:bidi="fa-IR"/>
        </w:rPr>
        <w:t>‌</w:t>
      </w:r>
      <w:bookmarkEnd w:id="484"/>
      <w:bookmarkEnd w:id="485"/>
    </w:p>
    <w:p w:rsidR="00BA20C6" w:rsidRPr="00BA20C6" w:rsidRDefault="00BA20C6" w:rsidP="00332861">
      <w:pPr>
        <w:pStyle w:val="libNormal"/>
        <w:rPr>
          <w:rtl/>
          <w:lang w:bidi="fa-IR"/>
        </w:rPr>
      </w:pPr>
      <w:r w:rsidRPr="00BA20C6">
        <w:rPr>
          <w:rFonts w:hint="eastAsia"/>
          <w:rtl/>
          <w:lang w:bidi="fa-IR"/>
        </w:rPr>
        <w:t>امروز</w:t>
      </w:r>
      <w:r w:rsidRPr="00BA20C6">
        <w:rPr>
          <w:rtl/>
          <w:lang w:bidi="fa-IR"/>
        </w:rPr>
        <w:t xml:space="preserve"> چهارشنبه 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زدهم</w:t>
      </w:r>
      <w:r w:rsidRPr="00BA20C6">
        <w:rPr>
          <w:rtl/>
          <w:lang w:bidi="fa-IR"/>
        </w:rPr>
        <w:t xml:space="preserve"> رجب مطابق «سوم حمل»، که روز ولادت با سعادت «حضرت ام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</w:t>
      </w:r>
      <w:r w:rsidRPr="00BA20C6">
        <w:rPr>
          <w:rtl/>
          <w:lang w:bidi="fa-IR"/>
        </w:rPr>
        <w:t xml:space="preserve"> مؤمنان»- </w:t>
      </w:r>
      <w:r w:rsidR="00332861" w:rsidRPr="00332861">
        <w:rPr>
          <w:rStyle w:val="libAlaemChar"/>
          <w:rFonts w:eastAsiaTheme="minorHAnsi"/>
          <w:rtl/>
        </w:rPr>
        <w:t>عليه‌السلام</w:t>
      </w:r>
      <w:r w:rsidR="00332861" w:rsidRPr="00685F08">
        <w:rPr>
          <w:rFonts w:eastAsiaTheme="minorHAnsi"/>
          <w:rtl/>
        </w:rPr>
        <w:t xml:space="preserve"> </w:t>
      </w:r>
      <w:r w:rsidRPr="00BA20C6">
        <w:rPr>
          <w:rtl/>
          <w:lang w:bidi="fa-IR"/>
        </w:rPr>
        <w:t>بود، صبح زود سوار شده ظهر در «حسن‌آباد» صرف نهار نموده باز رفت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</w:t>
      </w:r>
      <w:r w:rsidRPr="00BA20C6">
        <w:rPr>
          <w:rtl/>
          <w:lang w:bidi="fa-IR"/>
        </w:rPr>
        <w:t xml:space="preserve"> سه ساعت به غروب مانده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«کهر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زک»،</w:t>
      </w:r>
      <w:r w:rsidRPr="00BA20C6">
        <w:rPr>
          <w:rtl/>
          <w:lang w:bidi="fa-IR"/>
        </w:rPr>
        <w:t xml:space="preserve"> که در آنجا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بعض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</w:t>
      </w:r>
      <w:r w:rsidRPr="00BA20C6">
        <w:rPr>
          <w:rFonts w:hint="eastAsia"/>
          <w:rtl/>
          <w:lang w:bidi="fa-IR"/>
        </w:rPr>
        <w:t>محترم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«زاو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مقدسه» به استقبال آمده منتظر ورود من بودند، از آن‌جمله برادران مکرم عز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زم،</w:t>
      </w:r>
      <w:r w:rsidRPr="00BA20C6">
        <w:rPr>
          <w:rtl/>
          <w:lang w:bidi="fa-IR"/>
        </w:rPr>
        <w:t xml:space="preserve">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ابوالقاسم» و «آقا م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رزا</w:t>
      </w:r>
      <w:r w:rsidRPr="00BA20C6">
        <w:rPr>
          <w:rtl/>
          <w:lang w:bidi="fa-IR"/>
        </w:rPr>
        <w:t xml:space="preserve"> ابوالفضل» و پسر عمه مکرم «آقا نصراللَّه» و جناب «مع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ن‌التول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ه»</w:t>
      </w:r>
      <w:r w:rsidRPr="00BA20C6">
        <w:rPr>
          <w:rtl/>
          <w:lang w:bidi="fa-IR"/>
        </w:rPr>
        <w:t xml:space="preserve"> و «آقا ابوالحسن اندرمان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غ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ره،</w:t>
      </w:r>
      <w:r w:rsidRPr="00BA20C6">
        <w:rPr>
          <w:rtl/>
          <w:lang w:bidi="fa-IR"/>
        </w:rPr>
        <w:t xml:space="preserve"> که در باغ معروف «کهر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زک»،</w:t>
      </w:r>
      <w:r w:rsidRPr="00BA20C6">
        <w:rPr>
          <w:rtl/>
          <w:lang w:bidi="fa-IR"/>
        </w:rPr>
        <w:t xml:space="preserve"> ب</w:t>
      </w:r>
      <w:r w:rsidRPr="00BA20C6">
        <w:rPr>
          <w:rFonts w:hint="eastAsia"/>
          <w:rtl/>
          <w:lang w:bidi="fa-IR"/>
        </w:rPr>
        <w:t>ساط</w:t>
      </w:r>
      <w:r w:rsidRPr="00BA20C6">
        <w:rPr>
          <w:rtl/>
          <w:lang w:bidi="fa-IR"/>
        </w:rPr>
        <w:t xml:space="preserve"> استقبال و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</w:t>
      </w:r>
      <w:r w:rsidRPr="00BA20C6">
        <w:rPr>
          <w:rtl/>
          <w:lang w:bidi="fa-IR"/>
        </w:rPr>
        <w:t xml:space="preserve"> کرده بودند، لکن به واسطه ض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وقت به صرف چا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قهوه‌خانه کنار جاده قناعت و اکتفا شد، و به عجله </w:t>
      </w:r>
      <w:r w:rsidRPr="00BA20C6">
        <w:rPr>
          <w:rtl/>
          <w:lang w:bidi="fa-IR"/>
        </w:rPr>
        <w:lastRenderedPageBreak/>
        <w:t>سوار شده حرکت کرد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م،</w:t>
      </w:r>
      <w:r w:rsidRPr="00BA20C6">
        <w:rPr>
          <w:rtl/>
          <w:lang w:bidi="fa-IR"/>
        </w:rPr>
        <w:t xml:space="preserve"> در راه باد بس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ار</w:t>
      </w:r>
      <w:r w:rsidRPr="00BA20C6">
        <w:rPr>
          <w:rtl/>
          <w:lang w:bidi="fa-IR"/>
        </w:rPr>
        <w:t xml:space="preserve"> سرد و شد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وز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د،</w:t>
      </w:r>
      <w:r w:rsidRPr="00BA20C6">
        <w:rPr>
          <w:rtl/>
          <w:lang w:bidi="fa-IR"/>
        </w:rPr>
        <w:t xml:space="preserve"> که موجب زحمت و صدمه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مستقبل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که سواره همراه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آمدند</w:t>
      </w:r>
      <w:r w:rsidRPr="00BA20C6">
        <w:rPr>
          <w:rtl/>
          <w:lang w:bidi="fa-IR"/>
        </w:rPr>
        <w:t xml:space="preserve"> گرد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BA20C6" w:rsidRPr="00BA20C6" w:rsidRDefault="00BA20C6" w:rsidP="00332861">
      <w:pPr>
        <w:pStyle w:val="libNormal"/>
        <w:rPr>
          <w:rtl/>
          <w:lang w:bidi="fa-IR"/>
        </w:rPr>
      </w:pP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ساعت به غروب مانده رس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به «قر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بهشت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که از آن‌جا راه «زاو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مقدسه» از جاده شوسه «طهران» جدا م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شود،</w:t>
      </w:r>
      <w:r w:rsidRPr="00BA20C6">
        <w:rPr>
          <w:rtl/>
          <w:lang w:bidi="fa-IR"/>
        </w:rPr>
        <w:t xml:space="preserve"> و جمع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از خو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شان</w:t>
      </w:r>
      <w:r w:rsidRPr="00BA20C6">
        <w:rPr>
          <w:rtl/>
          <w:lang w:bidi="fa-IR"/>
        </w:rPr>
        <w:t xml:space="preserve"> و دوستان که آن‌جا به استقبال آمده بودند، کالسکه را به طرف «قصر ملک» سوق نمودند، و در قصر مزبور که آقا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ان</w:t>
      </w:r>
      <w:r w:rsidRPr="00BA20C6">
        <w:rPr>
          <w:rtl/>
          <w:lang w:bidi="fa-IR"/>
        </w:rPr>
        <w:t xml:space="preserve"> خدام مجلس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استقبا</w:t>
      </w:r>
      <w:r w:rsidRPr="00BA20C6">
        <w:rPr>
          <w:rFonts w:hint="eastAsia"/>
          <w:rtl/>
          <w:lang w:bidi="fa-IR"/>
        </w:rPr>
        <w:t>ل</w:t>
      </w:r>
      <w:r w:rsidRPr="00BA20C6">
        <w:rPr>
          <w:rtl/>
          <w:lang w:bidi="fa-IR"/>
        </w:rPr>
        <w:t xml:space="preserve"> ته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کرده بودند، به‌قدر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ک</w:t>
      </w:r>
      <w:r w:rsidRPr="00BA20C6">
        <w:rPr>
          <w:rtl/>
          <w:lang w:bidi="fa-IR"/>
        </w:rPr>
        <w:t xml:space="preserve"> ربع ساعت نشسته، و با جمع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پ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اده</w:t>
      </w:r>
      <w:r w:rsidRPr="00BA20C6">
        <w:rPr>
          <w:rtl/>
          <w:lang w:bidi="fa-IR"/>
        </w:rPr>
        <w:t xml:space="preserve"> به طرف «آستانه متبرکه» ول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نعمت 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خودم «حضرت عبدالعظ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- 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ه</w:t>
      </w:r>
      <w:r w:rsidRPr="00BA20C6">
        <w:rPr>
          <w:rtl/>
          <w:lang w:bidi="fa-IR"/>
        </w:rPr>
        <w:t xml:space="preserve"> التح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ة</w:t>
      </w:r>
      <w:r w:rsidRPr="00BA20C6">
        <w:rPr>
          <w:rtl/>
          <w:lang w:bidi="fa-IR"/>
        </w:rPr>
        <w:t xml:space="preserve"> والتکر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>-» رهسپار، و پس از عتبه‌بوس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شکرگزار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در درگاه آن </w:t>
      </w:r>
      <w:r w:rsidRPr="00BA20C6">
        <w:rPr>
          <w:rFonts w:hint="eastAsia"/>
          <w:rtl/>
          <w:lang w:bidi="fa-IR"/>
        </w:rPr>
        <w:t>«س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دالکر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م»،</w:t>
      </w:r>
      <w:r w:rsidRPr="00BA20C6">
        <w:rPr>
          <w:rtl/>
          <w:lang w:bidi="fa-IR"/>
        </w:rPr>
        <w:t xml:space="preserve"> چند دق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قه</w:t>
      </w:r>
      <w:r w:rsidRPr="00BA20C6">
        <w:rPr>
          <w:rtl/>
          <w:lang w:bidi="fa-IR"/>
        </w:rPr>
        <w:t xml:space="preserve"> در مجلس پذ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رائ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ئت</w:t>
      </w:r>
      <w:r w:rsidRPr="00BA20C6">
        <w:rPr>
          <w:rtl/>
          <w:lang w:bidi="fa-IR"/>
        </w:rPr>
        <w:t xml:space="preserve"> فراشان آستانه نشسته، هم‌سفران «طهران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خداحافظ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گفته و رفتند، و من به همراه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جماعت مستقبل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ن</w:t>
      </w:r>
      <w:r w:rsidRPr="00BA20C6">
        <w:rPr>
          <w:rtl/>
          <w:lang w:bidi="fa-IR"/>
        </w:rPr>
        <w:t xml:space="preserve"> و در خدمت پدر بزرگوار خودم که تا صحن مطهر به استقبال تشر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ف</w:t>
      </w:r>
      <w:r w:rsidRPr="00BA20C6">
        <w:rPr>
          <w:rtl/>
          <w:lang w:bidi="fa-IR"/>
        </w:rPr>
        <w:t xml:space="preserve"> آورده و مرا به شرف دست</w:t>
      </w:r>
      <w:r w:rsidR="00332861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‌بوس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خود در آن‌جا مفتخر نموده بود، به </w:t>
      </w:r>
      <w:r w:rsidRPr="00BA20C6">
        <w:rPr>
          <w:rFonts w:hint="eastAsia"/>
          <w:rtl/>
          <w:lang w:bidi="fa-IR"/>
        </w:rPr>
        <w:t>طرف</w:t>
      </w:r>
      <w:r w:rsidRPr="00BA20C6">
        <w:rPr>
          <w:rtl/>
          <w:lang w:bidi="fa-IR"/>
        </w:rPr>
        <w:t xml:space="preserve"> منزل رفته از د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دار</w:t>
      </w:r>
      <w:r w:rsidRPr="00BA20C6">
        <w:rPr>
          <w:rtl/>
          <w:lang w:bidi="fa-IR"/>
        </w:rPr>
        <w:t xml:space="preserve"> خانواده که مدت ده ماه و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از آن‌ها به‌کل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دور و ب</w:t>
      </w:r>
      <w:r w:rsidRPr="00BA20C6">
        <w:rPr>
          <w:rFonts w:hint="cs"/>
          <w:rtl/>
          <w:lang w:bidi="fa-IR"/>
        </w:rPr>
        <w:t>ی‌</w:t>
      </w:r>
      <w:r w:rsidRPr="00BA20C6">
        <w:rPr>
          <w:rFonts w:hint="eastAsia"/>
          <w:rtl/>
          <w:lang w:bidi="fa-IR"/>
        </w:rPr>
        <w:t>خبر</w:t>
      </w:r>
      <w:r w:rsidRPr="00BA20C6">
        <w:rPr>
          <w:rtl/>
          <w:lang w:bidi="fa-IR"/>
        </w:rPr>
        <w:t xml:space="preserve"> بودم، بهره‌مند و محظوظ و مشعوف شدم، و پس از تفت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شات</w:t>
      </w:r>
      <w:r w:rsidRPr="00BA20C6">
        <w:rPr>
          <w:rtl/>
          <w:lang w:bidi="fa-IR"/>
        </w:rPr>
        <w:t xml:space="preserve"> و تحق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قات</w:t>
      </w:r>
      <w:r w:rsidRPr="00BA20C6">
        <w:rPr>
          <w:rtl/>
          <w:lang w:bidi="fa-IR"/>
        </w:rPr>
        <w:t xml:space="preserve"> مکشوف شد که «آقا ابراه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م»</w:t>
      </w:r>
      <w:r w:rsidRPr="00BA20C6">
        <w:rPr>
          <w:rtl/>
          <w:lang w:bidi="fa-IR"/>
        </w:rPr>
        <w:t xml:space="preserve"> طفل هفت‌</w:t>
      </w:r>
      <w:r w:rsidR="00332861">
        <w:rPr>
          <w:rFonts w:hint="cs"/>
          <w:rtl/>
          <w:lang w:bidi="fa-IR"/>
        </w:rPr>
        <w:t xml:space="preserve"> </w:t>
      </w:r>
      <w:r w:rsidRPr="00BA20C6">
        <w:rPr>
          <w:rtl/>
          <w:lang w:bidi="fa-IR"/>
        </w:rPr>
        <w:t>ساله من ن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ز</w:t>
      </w:r>
      <w:r w:rsidRPr="00BA20C6">
        <w:rPr>
          <w:rtl/>
          <w:lang w:bidi="fa-IR"/>
        </w:rPr>
        <w:t xml:space="preserve"> در مفارقت پدر، بدرود زندگان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گفته و داغ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بر داغ من افزوده، خداوند خو</w:t>
      </w:r>
      <w:r w:rsidRPr="00BA20C6">
        <w:rPr>
          <w:rFonts w:hint="eastAsia"/>
          <w:rtl/>
          <w:lang w:bidi="fa-IR"/>
        </w:rPr>
        <w:t>دش</w:t>
      </w:r>
      <w:r w:rsidRPr="00BA20C6">
        <w:rPr>
          <w:rtl/>
          <w:lang w:bidi="fa-IR"/>
        </w:rPr>
        <w:t xml:space="preserve"> باز هم توف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صبر و شک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بائ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و تسل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م</w:t>
      </w:r>
      <w:r w:rsidRPr="00BA20C6">
        <w:rPr>
          <w:rtl/>
          <w:lang w:bidi="fa-IR"/>
        </w:rPr>
        <w:t xml:space="preserve"> عنا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فرموده، و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ادگار</w:t>
      </w:r>
      <w:r w:rsidRPr="00BA20C6">
        <w:rPr>
          <w:rtl/>
          <w:lang w:bidi="fa-IR"/>
        </w:rPr>
        <w:t xml:space="preserve"> دو طفل متوف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عن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نور چشمان «آس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 xml:space="preserve"> محمّدعل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»</w:t>
      </w:r>
      <w:r w:rsidRPr="00BA20C6">
        <w:rPr>
          <w:rtl/>
          <w:lang w:bidi="fa-IR"/>
        </w:rPr>
        <w:t xml:space="preserve"> و «آقا جواد» را برا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من باق</w:t>
      </w:r>
      <w:r w:rsidRPr="00BA20C6">
        <w:rPr>
          <w:rFonts w:hint="cs"/>
          <w:rtl/>
          <w:lang w:bidi="fa-IR"/>
        </w:rPr>
        <w:t>ی</w:t>
      </w:r>
      <w:r w:rsidRPr="00BA20C6">
        <w:rPr>
          <w:rtl/>
          <w:lang w:bidi="fa-IR"/>
        </w:rPr>
        <w:t xml:space="preserve"> گذارده، و آنها را به طر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ق</w:t>
      </w:r>
      <w:r w:rsidRPr="00BA20C6">
        <w:rPr>
          <w:rtl/>
          <w:lang w:bidi="fa-IR"/>
        </w:rPr>
        <w:t xml:space="preserve"> صلاح و سداد هدا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ت</w:t>
      </w:r>
      <w:r w:rsidRPr="00BA20C6">
        <w:rPr>
          <w:rtl/>
          <w:lang w:bidi="fa-IR"/>
        </w:rPr>
        <w:t xml:space="preserve"> فرما</w:t>
      </w:r>
      <w:r w:rsidRPr="00BA20C6">
        <w:rPr>
          <w:rFonts w:hint="cs"/>
          <w:rtl/>
          <w:lang w:bidi="fa-IR"/>
        </w:rPr>
        <w:t>ی</w:t>
      </w:r>
      <w:r w:rsidRPr="00BA20C6">
        <w:rPr>
          <w:rFonts w:hint="eastAsia"/>
          <w:rtl/>
          <w:lang w:bidi="fa-IR"/>
        </w:rPr>
        <w:t>د</w:t>
      </w:r>
      <w:r w:rsidRPr="00BA20C6">
        <w:rPr>
          <w:rtl/>
          <w:lang w:bidi="fa-IR"/>
        </w:rPr>
        <w:t>.</w:t>
      </w:r>
    </w:p>
    <w:p w:rsidR="00411854" w:rsidRDefault="00332861" w:rsidP="00411854">
      <w:pPr>
        <w:pStyle w:val="Heading1Center"/>
      </w:pPr>
      <w:r>
        <w:rPr>
          <w:rtl/>
          <w:lang w:bidi="fa-IR"/>
        </w:rPr>
        <w:br w:type="page"/>
      </w:r>
      <w:bookmarkStart w:id="486" w:name="_Toc56203096"/>
      <w:bookmarkStart w:id="487" w:name="_Toc56203754"/>
      <w:r>
        <w:rPr>
          <w:rFonts w:hint="cs"/>
          <w:rtl/>
          <w:lang w:bidi="fa-IR"/>
        </w:rPr>
        <w:lastRenderedPageBreak/>
        <w:t>فهرست مطالب</w:t>
      </w:r>
      <w:bookmarkEnd w:id="486"/>
      <w:bookmarkEnd w:id="487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1271963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5542B2" w:rsidRDefault="005542B2" w:rsidP="00685F08">
          <w:pPr>
            <w:pStyle w:val="TOCHeading"/>
          </w:pPr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FF6C77">
            <w:fldChar w:fldCharType="begin"/>
          </w:r>
          <w:r w:rsidR="005542B2">
            <w:instrText xml:space="preserve"> TOC \o "1-3" \h \z \u </w:instrText>
          </w:r>
          <w:r w:rsidRPr="00FF6C77">
            <w:fldChar w:fldCharType="separate"/>
          </w:r>
          <w:hyperlink w:anchor="_Toc5620351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مقدّمه‌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Toc56203512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1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سفرنامه‌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Toc56203513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1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استخاره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حج‌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Toc56203514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1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بدرقه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کنندگان‌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Toc56203515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1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کرج‌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Toc56203516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1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کردان‌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Toc56203517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1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ف‌آباد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Toc56203518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1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شاهزاده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Toc56203519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قشون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انگل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قزو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گرم‌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آوج‌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رزن‌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همدان‌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مقبره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بوعل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سنگ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هفت‌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پستان‌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ارتگاه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هود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2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گردنه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اسدآباد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Toc56203529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کنگاور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قصبه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صحنه‌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ستون‌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کرمانشاهان‌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کوه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ستون‌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وش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تذکره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مرور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جلگه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دشت‌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حسن‌آباد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3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هارون‌آباد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Toc56203539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کرند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گردنه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طاق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کسر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طاق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کسر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سرپل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ذهاب‌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قصر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داوودخان‌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استاس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بغداد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کاظم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مقبره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4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سع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عمرو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Toc56203549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سامره‌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سرداب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مُطَهّر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وداع‌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کاظم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کربلا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مرقد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مف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مرتض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رض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طفلان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مسلم‌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کربلا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5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اح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Toc56203559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فهد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نجف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اشرف‌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کوفه‌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فطر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نجف‌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واد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lang w:bidi="fa-IR"/>
              </w:rPr>
              <w:t>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السلام‌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کربلا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معلّ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علامت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بمب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کوفه‌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هواپ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انگل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فراز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کربلا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بغداد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6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سقوط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وثوق‌الدوله‌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Toc56203569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خان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اورتمه‌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حمله‌دارها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معا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پزشک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مدفن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سلمان‌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کوت‌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عماره‌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قصبه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گرنه‌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همراه‌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7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عشّار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Toc56203579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بصره‌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جدّه‌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بصره‌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عوام‌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حمل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بوشهر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جنازه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انداخته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8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نفر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Toc56203589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نفر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ساحل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کراچ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باغ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وحش‌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تماشا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کراچ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بتخانه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کراچ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حک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هند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مسافر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کابل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خوف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رجاء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ظرف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پر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59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فرصت‌طلبان‌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Toc56203599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شکوه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عبدالقادر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حاکم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انگل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ماجرا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هما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مسافران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انتظار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بمبئ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طوفان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آرامش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طوفان‌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بمبئ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نوران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0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مغول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Toc56203609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بازرس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افراد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نوران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حجاج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کابل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امواج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دره‌ها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عظ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م‌الجثه‌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ناگوار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رقص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>!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ملح‌الاثمار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عدن‌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1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عدن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قلعه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Toc56203619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محاذات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لملم‌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ساحل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جده‌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حوّا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مکه‌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عبدالرحمان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مطوف‌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حرم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مطهّر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مِن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عرفات‌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أضح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2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توپ‌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Toc56203629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جمرات‌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دکان‌ها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مِن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کوچ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مکه‌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احضار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پادشاه‌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قبرستان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ابوطالب‌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غد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اقامه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جمعه‌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مدارس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مکه‌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3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مکه‌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Toc56203639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تنع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قبرستان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شهدا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فخ‌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باران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کوه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ابوقب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کعبه‌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ذبح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گوسفند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کتابخانه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مسجدالحرام‌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کتاب‌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فروش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مکّه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>: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مکه‌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طرف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4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ناامن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حرم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>: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Toc56203649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قافله‌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جده‌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حوّا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ذهبان‌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حمله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حرام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رابغ‌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عزادار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کاروان‌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تاسوعا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5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ام‌البئار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Toc56203659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محله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حفا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بئرخط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بئر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شجره‌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بق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5542B2" w:rsidRPr="004C55CF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lang w:bidi="fa-IR"/>
              </w:rPr>
              <w:t>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مجادله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حمله‌داران‌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شکا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6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روزها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Toc56203669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شهدا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احد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کتابخانه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ساختمان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بق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صبح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است‌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رانداز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فرار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مردم‌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عزادار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منزل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قائم‌مقام‌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کتابفروش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عبداللَّه‌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راه‌آهن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7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سادات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Toc56203679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وداع‌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نبو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ضر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مطهر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رعبداللَّه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حسرت‌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بئر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درو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بئر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عباس‌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صفراء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ذر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8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مطالبات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حمله‌داران‌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Toc56203689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بئر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سع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2" w:history="1"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یَ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نْبُع‌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جهاز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هما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جده‌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جدّه‌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حوّا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ترجمه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کتاب‌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69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کعبه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منوره‌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Toc56203699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قرامطه‌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قنات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وضع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مسجدالحرام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کعبه‌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شجاع‌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عزادار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قمران‌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299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المندب‌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تلف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حاج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گم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راه‌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0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عار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عکام‌ها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Toc56203709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کراچ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سواحل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هندوستان‌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بمبئ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تلگراف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تهران‌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مغول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محله‌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باغ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وحش‌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حمله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رشت‌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استقلال‌طلبان‌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طرف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بصره‌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1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معا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مسافر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Toc56203719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ساحل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عشار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بقعه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عُز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رِ»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غمبر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عماره‌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بلده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کوت‌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بغداد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کاظم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چله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زمستان‌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عسکر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2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وداع‌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Toc56203729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کاظم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جنا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انگل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نجف‌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کربلا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پر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شان‌خ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وداع‌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قصر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کرند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کرمانشاهان‌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3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کنگاور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Toc56203739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اسدآباد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برف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باد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بوران‌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همدان‌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کودتا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تهران‌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پل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شکسته‌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5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گرفتار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کالسکه‌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Toc56203745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6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قر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امام‌زاده‌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Toc56203746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7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پل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زآباد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Toc56203747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8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ساروق‌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Toc56203748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49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قصبه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آشت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ان‌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Toc56203749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50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طفرود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Toc56203750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51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Toc56203751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52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قم‌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Toc56203752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53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ولادت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5542B2" w:rsidRPr="004C55C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5542B2" w:rsidRPr="004C55CF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lang w:bidi="fa-IR"/>
              </w:rPr>
              <w:t>‌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Toc56203753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6203754" w:history="1"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5542B2" w:rsidRPr="004C55C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542B2" w:rsidRPr="004C55CF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5542B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 w:rsidR="005542B2">
              <w:rPr>
                <w:noProof/>
                <w:webHidden/>
              </w:rPr>
              <w:instrText>PAGEREF</w:instrText>
            </w:r>
            <w:r w:rsidR="005542B2">
              <w:rPr>
                <w:noProof/>
                <w:webHidden/>
                <w:rtl/>
              </w:rPr>
              <w:instrText xml:space="preserve"> _</w:instrText>
            </w:r>
            <w:r w:rsidR="005542B2">
              <w:rPr>
                <w:noProof/>
                <w:webHidden/>
              </w:rPr>
              <w:instrText>Toc56203754 \h</w:instrText>
            </w:r>
            <w:r w:rsidR="005542B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542B2">
              <w:rPr>
                <w:noProof/>
                <w:webHidden/>
                <w:rtl/>
              </w:rPr>
              <w:t>351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42B2" w:rsidRDefault="00FF6C77">
          <w:r>
            <w:fldChar w:fldCharType="end"/>
          </w:r>
        </w:p>
      </w:sdtContent>
    </w:sdt>
    <w:p w:rsidR="00054AAF" w:rsidRDefault="00054AAF"/>
    <w:sectPr w:rsidR="00054AA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64" w:rsidRDefault="00F71164">
      <w:r>
        <w:separator/>
      </w:r>
    </w:p>
  </w:endnote>
  <w:endnote w:type="continuationSeparator" w:id="0">
    <w:p w:rsidR="00F71164" w:rsidRDefault="00F71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99A" w:rsidRDefault="00FF6C77">
    <w:pPr>
      <w:pStyle w:val="Footer"/>
    </w:pPr>
    <w:fldSimple w:instr=" PAGE   \* MERGEFORMAT ">
      <w:r w:rsidR="00685F08">
        <w:rPr>
          <w:noProof/>
          <w:rtl/>
        </w:rPr>
        <w:t>358</w:t>
      </w:r>
    </w:fldSimple>
  </w:p>
  <w:p w:rsidR="00EA299A" w:rsidRDefault="00EA29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99A" w:rsidRDefault="00FF6C77">
    <w:pPr>
      <w:pStyle w:val="Footer"/>
    </w:pPr>
    <w:fldSimple w:instr=" PAGE   \* MERGEFORMAT ">
      <w:r w:rsidR="00685F08">
        <w:rPr>
          <w:noProof/>
          <w:rtl/>
        </w:rPr>
        <w:t>359</w:t>
      </w:r>
    </w:fldSimple>
  </w:p>
  <w:p w:rsidR="00EA299A" w:rsidRDefault="00EA29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99A" w:rsidRDefault="00FF6C77">
    <w:pPr>
      <w:pStyle w:val="Footer"/>
    </w:pPr>
    <w:fldSimple w:instr=" PAGE   \* MERGEFORMAT ">
      <w:r w:rsidR="00685F08">
        <w:rPr>
          <w:noProof/>
          <w:rtl/>
        </w:rPr>
        <w:t>1</w:t>
      </w:r>
    </w:fldSimple>
  </w:p>
  <w:p w:rsidR="00EA299A" w:rsidRDefault="00EA29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64" w:rsidRDefault="00F71164">
      <w:r>
        <w:separator/>
      </w:r>
    </w:p>
  </w:footnote>
  <w:footnote w:type="continuationSeparator" w:id="0">
    <w:p w:rsidR="00F71164" w:rsidRDefault="00F711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AB0"/>
    <w:rsid w:val="00005A19"/>
    <w:rsid w:val="00007167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54AAF"/>
    <w:rsid w:val="0006216A"/>
    <w:rsid w:val="00067F84"/>
    <w:rsid w:val="00071C97"/>
    <w:rsid w:val="00075C0A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2722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2C2C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1F4E5F"/>
    <w:rsid w:val="002001E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4557C"/>
    <w:rsid w:val="00250E0A"/>
    <w:rsid w:val="00251E02"/>
    <w:rsid w:val="00257657"/>
    <w:rsid w:val="0026049F"/>
    <w:rsid w:val="00263F56"/>
    <w:rsid w:val="00264F12"/>
    <w:rsid w:val="0027369F"/>
    <w:rsid w:val="002818EF"/>
    <w:rsid w:val="0028271F"/>
    <w:rsid w:val="002947BC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1341"/>
    <w:rsid w:val="002F3626"/>
    <w:rsid w:val="00301EBF"/>
    <w:rsid w:val="00307056"/>
    <w:rsid w:val="00307C3A"/>
    <w:rsid w:val="00310D1D"/>
    <w:rsid w:val="00314B0D"/>
    <w:rsid w:val="00314E6D"/>
    <w:rsid w:val="00317E22"/>
    <w:rsid w:val="00322466"/>
    <w:rsid w:val="00324B78"/>
    <w:rsid w:val="00325A62"/>
    <w:rsid w:val="00326368"/>
    <w:rsid w:val="00330D70"/>
    <w:rsid w:val="00332861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C5D"/>
    <w:rsid w:val="00383DBA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E3DC4"/>
    <w:rsid w:val="003F33DE"/>
    <w:rsid w:val="003F52A9"/>
    <w:rsid w:val="00402C65"/>
    <w:rsid w:val="004035D1"/>
    <w:rsid w:val="00404EB7"/>
    <w:rsid w:val="00407D56"/>
    <w:rsid w:val="00411854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5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5C39"/>
    <w:rsid w:val="004E6E95"/>
    <w:rsid w:val="004F4B1F"/>
    <w:rsid w:val="004F58BA"/>
    <w:rsid w:val="005022E5"/>
    <w:rsid w:val="00502651"/>
    <w:rsid w:val="005077E7"/>
    <w:rsid w:val="0051305D"/>
    <w:rsid w:val="005148B4"/>
    <w:rsid w:val="00520645"/>
    <w:rsid w:val="005254BC"/>
    <w:rsid w:val="005261CF"/>
    <w:rsid w:val="00526724"/>
    <w:rsid w:val="00527461"/>
    <w:rsid w:val="005358E7"/>
    <w:rsid w:val="00542EEF"/>
    <w:rsid w:val="00550B2F"/>
    <w:rsid w:val="00551712"/>
    <w:rsid w:val="00551E02"/>
    <w:rsid w:val="005529FE"/>
    <w:rsid w:val="00552C63"/>
    <w:rsid w:val="00553613"/>
    <w:rsid w:val="00553E8E"/>
    <w:rsid w:val="005542B2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6655"/>
    <w:rsid w:val="005772C4"/>
    <w:rsid w:val="00577577"/>
    <w:rsid w:val="0058088A"/>
    <w:rsid w:val="00584801"/>
    <w:rsid w:val="005923FF"/>
    <w:rsid w:val="00595761"/>
    <w:rsid w:val="00596D2D"/>
    <w:rsid w:val="00597B34"/>
    <w:rsid w:val="005A075E"/>
    <w:rsid w:val="005A1C39"/>
    <w:rsid w:val="005A378D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D6EF0"/>
    <w:rsid w:val="005E2913"/>
    <w:rsid w:val="005E4DD0"/>
    <w:rsid w:val="005E7821"/>
    <w:rsid w:val="005E7CE3"/>
    <w:rsid w:val="00613E8E"/>
    <w:rsid w:val="00614301"/>
    <w:rsid w:val="006178DE"/>
    <w:rsid w:val="00620525"/>
    <w:rsid w:val="00620B12"/>
    <w:rsid w:val="006210F4"/>
    <w:rsid w:val="006224EE"/>
    <w:rsid w:val="00625C71"/>
    <w:rsid w:val="00627A7B"/>
    <w:rsid w:val="00633311"/>
    <w:rsid w:val="006357C1"/>
    <w:rsid w:val="00637E88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4AEC"/>
    <w:rsid w:val="00685F08"/>
    <w:rsid w:val="0068652E"/>
    <w:rsid w:val="00687928"/>
    <w:rsid w:val="00690F7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4517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27193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67936"/>
    <w:rsid w:val="007735AB"/>
    <w:rsid w:val="00773E4E"/>
    <w:rsid w:val="00775FFA"/>
    <w:rsid w:val="00777AC5"/>
    <w:rsid w:val="0078259F"/>
    <w:rsid w:val="00782872"/>
    <w:rsid w:val="00784287"/>
    <w:rsid w:val="007860ED"/>
    <w:rsid w:val="00790D23"/>
    <w:rsid w:val="0079456B"/>
    <w:rsid w:val="007962B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15DB"/>
    <w:rsid w:val="0084238B"/>
    <w:rsid w:val="0084318E"/>
    <w:rsid w:val="0084496F"/>
    <w:rsid w:val="00850983"/>
    <w:rsid w:val="008541F2"/>
    <w:rsid w:val="00856941"/>
    <w:rsid w:val="0085698F"/>
    <w:rsid w:val="00857349"/>
    <w:rsid w:val="00857A7C"/>
    <w:rsid w:val="008631E1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00B9"/>
    <w:rsid w:val="008A225D"/>
    <w:rsid w:val="008A4630"/>
    <w:rsid w:val="008A6B8B"/>
    <w:rsid w:val="008A756D"/>
    <w:rsid w:val="008B5AE2"/>
    <w:rsid w:val="008B5B7E"/>
    <w:rsid w:val="008C0DB1"/>
    <w:rsid w:val="008C3327"/>
    <w:rsid w:val="008C711B"/>
    <w:rsid w:val="008D1B93"/>
    <w:rsid w:val="008D5FE6"/>
    <w:rsid w:val="008D6657"/>
    <w:rsid w:val="008E1FA7"/>
    <w:rsid w:val="008E3CF8"/>
    <w:rsid w:val="008E4D2E"/>
    <w:rsid w:val="008F1A24"/>
    <w:rsid w:val="008F24C2"/>
    <w:rsid w:val="008F258C"/>
    <w:rsid w:val="008F3BB8"/>
    <w:rsid w:val="008F4513"/>
    <w:rsid w:val="008F5B45"/>
    <w:rsid w:val="008F6785"/>
    <w:rsid w:val="008F7D29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0E16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2D3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5DAC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47F8A"/>
    <w:rsid w:val="00A50D6A"/>
    <w:rsid w:val="00A50FBD"/>
    <w:rsid w:val="00A51FCA"/>
    <w:rsid w:val="00A6076B"/>
    <w:rsid w:val="00A60B19"/>
    <w:rsid w:val="00A60E79"/>
    <w:rsid w:val="00A63CFE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3A39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1F3E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6657"/>
    <w:rsid w:val="00B87355"/>
    <w:rsid w:val="00B873BA"/>
    <w:rsid w:val="00B90A19"/>
    <w:rsid w:val="00B931B4"/>
    <w:rsid w:val="00B936D7"/>
    <w:rsid w:val="00B955A3"/>
    <w:rsid w:val="00BA20C6"/>
    <w:rsid w:val="00BA20DE"/>
    <w:rsid w:val="00BB34D3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D71F9"/>
    <w:rsid w:val="00BE0D08"/>
    <w:rsid w:val="00BE5940"/>
    <w:rsid w:val="00BE5AB0"/>
    <w:rsid w:val="00BE7D64"/>
    <w:rsid w:val="00BE7ED8"/>
    <w:rsid w:val="00BF3B5E"/>
    <w:rsid w:val="00C005CF"/>
    <w:rsid w:val="00C0594D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055B"/>
    <w:rsid w:val="00C45E29"/>
    <w:rsid w:val="00C554CC"/>
    <w:rsid w:val="00C617E5"/>
    <w:rsid w:val="00C667E4"/>
    <w:rsid w:val="00C757A4"/>
    <w:rsid w:val="00C763D6"/>
    <w:rsid w:val="00C76A9C"/>
    <w:rsid w:val="00C81C96"/>
    <w:rsid w:val="00C9021F"/>
    <w:rsid w:val="00C9028D"/>
    <w:rsid w:val="00C906FE"/>
    <w:rsid w:val="00C91000"/>
    <w:rsid w:val="00C97009"/>
    <w:rsid w:val="00CA1A0E"/>
    <w:rsid w:val="00CA2801"/>
    <w:rsid w:val="00CA41BF"/>
    <w:rsid w:val="00CA512D"/>
    <w:rsid w:val="00CB22FF"/>
    <w:rsid w:val="00CB686E"/>
    <w:rsid w:val="00CC0833"/>
    <w:rsid w:val="00CC12EE"/>
    <w:rsid w:val="00CC156E"/>
    <w:rsid w:val="00CC1B44"/>
    <w:rsid w:val="00CC4FE6"/>
    <w:rsid w:val="00CC64B0"/>
    <w:rsid w:val="00CD1FC1"/>
    <w:rsid w:val="00CD3816"/>
    <w:rsid w:val="00CD3B5C"/>
    <w:rsid w:val="00CD66FF"/>
    <w:rsid w:val="00CD72D4"/>
    <w:rsid w:val="00CE30CD"/>
    <w:rsid w:val="00CF00F5"/>
    <w:rsid w:val="00CF137D"/>
    <w:rsid w:val="00CF760D"/>
    <w:rsid w:val="00D0599C"/>
    <w:rsid w:val="00D10971"/>
    <w:rsid w:val="00D20EAE"/>
    <w:rsid w:val="00D212D5"/>
    <w:rsid w:val="00D2193D"/>
    <w:rsid w:val="00D24B24"/>
    <w:rsid w:val="00D24EB0"/>
    <w:rsid w:val="00D25987"/>
    <w:rsid w:val="00D3390E"/>
    <w:rsid w:val="00D33A32"/>
    <w:rsid w:val="00D40BA9"/>
    <w:rsid w:val="00D449F0"/>
    <w:rsid w:val="00D46C32"/>
    <w:rsid w:val="00D502FF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3E2"/>
    <w:rsid w:val="00D91B67"/>
    <w:rsid w:val="00D92CDF"/>
    <w:rsid w:val="00DA4E7E"/>
    <w:rsid w:val="00DA5931"/>
    <w:rsid w:val="00DA722B"/>
    <w:rsid w:val="00DB0A44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52D"/>
    <w:rsid w:val="00E96F05"/>
    <w:rsid w:val="00EA299A"/>
    <w:rsid w:val="00EA340E"/>
    <w:rsid w:val="00EA3B1F"/>
    <w:rsid w:val="00EB3F0D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3B0A"/>
    <w:rsid w:val="00EE4843"/>
    <w:rsid w:val="00EE56E1"/>
    <w:rsid w:val="00EE604B"/>
    <w:rsid w:val="00EE6B33"/>
    <w:rsid w:val="00EF0462"/>
    <w:rsid w:val="00EF35D8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164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E2293"/>
    <w:rsid w:val="00FF08F6"/>
    <w:rsid w:val="00FF6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E6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054AAF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54AAF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54AAF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54AAF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libnotice0">
    <w:name w:val="libnotice"/>
    <w:basedOn w:val="Normal"/>
    <w:rsid w:val="004E5C39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up1438\zel%20hageh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B0AB5-443E-441F-AE6E-495E1DB4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669</TotalTime>
  <Pages>359</Pages>
  <Words>50437</Words>
  <Characters>287495</Characters>
  <Application>Microsoft Office Word</Application>
  <DocSecurity>0</DocSecurity>
  <Lines>2395</Lines>
  <Paragraphs>674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337258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Windows User</cp:lastModifiedBy>
  <cp:revision>19</cp:revision>
  <cp:lastPrinted>1601-01-01T00:00:00Z</cp:lastPrinted>
  <dcterms:created xsi:type="dcterms:W3CDTF">2020-11-09T17:23:00Z</dcterms:created>
  <dcterms:modified xsi:type="dcterms:W3CDTF">2017-09-16T06:14:00Z</dcterms:modified>
</cp:coreProperties>
</file>