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409" w:rsidRDefault="00AE4409" w:rsidP="00AE4409">
      <w:pPr>
        <w:pStyle w:val="libCenterBold1"/>
        <w:rPr>
          <w:rtl/>
          <w:lang w:bidi="fa-IR"/>
        </w:rPr>
      </w:pPr>
      <w:r w:rsidRPr="00AE4409">
        <w:rPr>
          <w:rtl/>
          <w:lang w:bidi="fa-IR"/>
        </w:rPr>
        <w:t>.داستانها و پندها</w:t>
      </w:r>
    </w:p>
    <w:p w:rsidR="00AE4409" w:rsidRPr="00AE4409" w:rsidRDefault="00AE4409" w:rsidP="00AE4409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Pr="00AE4409">
        <w:rPr>
          <w:rtl/>
          <w:lang w:bidi="fa-IR"/>
        </w:rPr>
        <w:t>مصطف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وجدان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</w:p>
    <w:p w:rsidR="00426655" w:rsidRDefault="00AE4409" w:rsidP="00426655">
      <w:pPr>
        <w:pStyle w:val="libCenterBold2"/>
        <w:bidi w:val="0"/>
        <w:rPr>
          <w:rFonts w:hint="cs"/>
        </w:rPr>
      </w:pPr>
      <w:r w:rsidRPr="00AE4409">
        <w:rPr>
          <w:rtl/>
          <w:lang w:bidi="fa-IR"/>
        </w:rPr>
        <w:t>.</w:t>
      </w:r>
      <w:r w:rsidR="00426655" w:rsidRPr="00426655">
        <w:rPr>
          <w:rFonts w:hint="cs"/>
          <w:rtl/>
        </w:rPr>
        <w:t xml:space="preserve"> </w:t>
      </w:r>
      <w:r w:rsidR="00426655">
        <w:rPr>
          <w:rFonts w:hint="cs"/>
          <w:rtl/>
        </w:rPr>
        <w:t>تذکر</w:t>
      </w:r>
      <w:r w:rsidR="00426655">
        <w:rPr>
          <w:rtl/>
        </w:rPr>
        <w:t>این کتاب توسط مؤسسه فرهنگی - اسلامی شبکة الامامین الحسنین</w:t>
      </w:r>
      <w:r w:rsidR="00426655" w:rsidRPr="0082486F">
        <w:rPr>
          <w:rFonts w:hint="cs"/>
          <w:rtl/>
        </w:rPr>
        <w:t xml:space="preserve"> </w:t>
      </w:r>
      <w:r w:rsidR="00426655" w:rsidRPr="00426655">
        <w:rPr>
          <w:rStyle w:val="libAlaemChar"/>
          <w:rtl/>
        </w:rPr>
        <w:t>عليهما‌السلام</w:t>
      </w:r>
      <w:r w:rsidR="00426655">
        <w:rPr>
          <w:rtl/>
        </w:rPr>
        <w:t xml:space="preserve"> بصورت الکترونیکی برای مخاطبین گرامی منتشر شده است</w:t>
      </w:r>
      <w:r w:rsidR="00426655">
        <w:rPr>
          <w:rFonts w:hint="cs"/>
          <w:rtl/>
        </w:rPr>
        <w:t>.</w:t>
      </w:r>
    </w:p>
    <w:p w:rsidR="00AE4409" w:rsidRPr="00AE4409" w:rsidRDefault="00426655" w:rsidP="00426655">
      <w:pPr>
        <w:pStyle w:val="libCenterBold2"/>
        <w:rPr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AE4409" w:rsidRPr="00AE4409" w:rsidRDefault="00AE4409" w:rsidP="00AE4409">
      <w:pPr>
        <w:pStyle w:val="Heading1"/>
        <w:rPr>
          <w:rtl/>
        </w:rPr>
      </w:pPr>
      <w:r>
        <w:rPr>
          <w:rtl/>
        </w:rPr>
        <w:br w:type="page"/>
      </w:r>
      <w:bookmarkStart w:id="0" w:name="_Toc496010484"/>
      <w:r w:rsidRPr="00AE4409">
        <w:rPr>
          <w:rFonts w:hint="eastAsia"/>
          <w:rtl/>
        </w:rPr>
        <w:lastRenderedPageBreak/>
        <w:t>مقدمه</w:t>
      </w:r>
      <w:bookmarkEnd w:id="0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جلد</w:t>
      </w:r>
      <w:r w:rsidRPr="00AE4409">
        <w:rPr>
          <w:rtl/>
          <w:lang w:bidi="fa-IR"/>
        </w:rPr>
        <w:t xml:space="preserve"> اول از مجموعه داستانها و پندها که اکنون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شماست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جز ادامه راه شه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فرزانه راه علم و فض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لت</w:t>
      </w:r>
      <w:r w:rsidRPr="00AE4409">
        <w:rPr>
          <w:rtl/>
          <w:lang w:bidi="fa-IR"/>
        </w:rPr>
        <w:t xml:space="preserve"> ،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الله مرتض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مطهر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دو جلد کتاب نف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و ارزنده داستان راستان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،</w:t>
      </w:r>
      <w:r w:rsidRPr="00AE4409">
        <w:rPr>
          <w:rtl/>
          <w:lang w:bidi="fa-IR"/>
        </w:rPr>
        <w:t xml:space="preserve">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همانطور که آن شه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در مقدمه کتاب داستان راستان اشاره کردند تار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پرماجرا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اسلام و مسلم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چون گنج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گرانبهاست که به علت غفلت مسلمانان و دس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سه</w:t>
      </w:r>
      <w:r w:rsidRPr="00AE4409">
        <w:rPr>
          <w:rtl/>
          <w:lang w:bidi="fa-IR"/>
        </w:rPr>
        <w:t xml:space="preserve">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ناجوانمردانه دشمنان اسلام سال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متماد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پس پرده فراموش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فرو رفته بود، بو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ژه</w:t>
      </w:r>
      <w:r w:rsidRPr="00AE4409">
        <w:rPr>
          <w:rtl/>
          <w:lang w:bidi="fa-IR"/>
        </w:rPr>
        <w:t xml:space="preserve"> در کشور ما که با وجود رژ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وابسته و فرهنگ سوز شاهنشاه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فاجعه ابعاد گسترده تر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بخود گرفت و در دوران حکومت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نوکران اجنب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قلم بدستان و سردمداران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دئولوژ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شرق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غرب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عمدتا هدف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جز مقابله با اسلام نداشتند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tl/>
          <w:lang w:bidi="fa-IR"/>
        </w:rPr>
        <w:t xml:space="preserve"> باز و بدون حر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بدست آوردند و با جامعه و شئون فرهنگ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 آن کردند که مغول و چنگ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جنا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مرتکب نشدند، بو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ژه</w:t>
      </w:r>
      <w:r w:rsidRPr="00AE4409">
        <w:rPr>
          <w:rtl/>
          <w:lang w:bidi="fa-IR"/>
        </w:rPr>
        <w:t xml:space="preserve"> آنکه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روشنفکران شرق زده و غرب گرا اعم از توده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برال</w:t>
      </w:r>
      <w:r w:rsidRPr="00AE4409">
        <w:rPr>
          <w:rtl/>
          <w:lang w:bidi="fa-IR"/>
        </w:rPr>
        <w:t xml:space="preserve"> و مل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گرا و سلطنت طلب و فراماسونها مورد محبت و حما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رژ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سرسپرده ابرقدرتها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بودند و بسخن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گر،</w:t>
      </w:r>
      <w:r w:rsidRPr="00AE4409">
        <w:rPr>
          <w:rtl/>
          <w:lang w:bidi="fa-IR"/>
        </w:rPr>
        <w:t xml:space="preserve"> هم از توبره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خوردند و هم از آخ</w:t>
      </w:r>
      <w:r w:rsidRPr="00AE4409">
        <w:rPr>
          <w:rFonts w:hint="eastAsia"/>
          <w:rtl/>
          <w:lang w:bidi="fa-IR"/>
        </w:rPr>
        <w:t>ور</w:t>
      </w:r>
      <w:r w:rsidRPr="00AE4409">
        <w:rPr>
          <w:rtl/>
          <w:lang w:bidi="fa-IR"/>
        </w:rPr>
        <w:t>!! بگذار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اکنون که با توف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قات</w:t>
      </w:r>
      <w:r w:rsidRPr="00AE4409">
        <w:rPr>
          <w:rtl/>
          <w:lang w:bidi="fa-IR"/>
        </w:rPr>
        <w:t xml:space="preserve"> حق تعال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و تحت رهبر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، نا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امام زمان ، حضرت امام خم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ارواحنا فداه دست دشمنان اسلام از کشور ما کوتاه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است و 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ترو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</w:t>
      </w:r>
      <w:r w:rsidRPr="00AE4409">
        <w:rPr>
          <w:rtl/>
          <w:lang w:bidi="fa-IR"/>
        </w:rPr>
        <w:t xml:space="preserve"> و ارائه مکتب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اتبخش</w:t>
      </w:r>
      <w:r w:rsidRPr="00AE4409">
        <w:rPr>
          <w:rtl/>
          <w:lang w:bidi="fa-IR"/>
        </w:rPr>
        <w:t xml:space="preserve"> اسلام فراهم آمده است لازم است تا 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سندگان</w:t>
      </w:r>
      <w:r w:rsidRPr="00AE4409">
        <w:rPr>
          <w:rtl/>
          <w:lang w:bidi="fa-IR"/>
        </w:rPr>
        <w:t xml:space="preserve"> و هنرمندان متعهد و مکتب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استفاده از روشها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مختلف هنر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ادب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ارائه تعال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انسان ساز اسلام بپردازند.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گردآور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داستانها از کتاب پند تار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و اخلاق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استفاده را برده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در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حال منبع اصل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هر داستان در پاورق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ها آمده است . والسلام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اتبع</w:t>
      </w:r>
      <w:r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الهد</w:t>
      </w:r>
      <w:r w:rsidRPr="00AE4409">
        <w:rPr>
          <w:rFonts w:hint="cs"/>
          <w:rtl/>
          <w:lang w:bidi="fa-IR"/>
        </w:rPr>
        <w:t>ی</w:t>
      </w:r>
    </w:p>
    <w:p w:rsidR="00AE4409" w:rsidRPr="00AE4409" w:rsidRDefault="00AE4409" w:rsidP="00AE4409">
      <w:pPr>
        <w:pStyle w:val="Heading1"/>
        <w:rPr>
          <w:rtl/>
        </w:rPr>
      </w:pPr>
      <w:r>
        <w:rPr>
          <w:rtl/>
        </w:rPr>
        <w:br w:type="page"/>
      </w:r>
      <w:bookmarkStart w:id="1" w:name="_Toc496010485"/>
      <w:r w:rsidRPr="00AE4409">
        <w:rPr>
          <w:rFonts w:hint="eastAsia"/>
          <w:rtl/>
        </w:rPr>
        <w:lastRenderedPageBreak/>
        <w:t>درس</w:t>
      </w:r>
      <w:r w:rsidRPr="00AE4409">
        <w:rPr>
          <w:rFonts w:hint="cs"/>
          <w:rtl/>
        </w:rPr>
        <w:t>ی</w:t>
      </w:r>
      <w:r w:rsidRPr="00AE4409">
        <w:rPr>
          <w:rtl/>
        </w:rPr>
        <w:t xml:space="preserve"> از ششم</w:t>
      </w:r>
      <w:r w:rsidRPr="00AE4409">
        <w:rPr>
          <w:rFonts w:hint="cs"/>
          <w:rtl/>
        </w:rPr>
        <w:t>ی</w:t>
      </w:r>
      <w:r w:rsidRPr="00AE4409">
        <w:rPr>
          <w:rFonts w:hint="eastAsia"/>
          <w:rtl/>
        </w:rPr>
        <w:t>ن</w:t>
      </w:r>
      <w:r w:rsidRPr="00AE4409">
        <w:rPr>
          <w:rtl/>
        </w:rPr>
        <w:t xml:space="preserve"> امام </w:t>
      </w:r>
      <w:r w:rsidRPr="00AE4409">
        <w:rPr>
          <w:rStyle w:val="libAlaemChar"/>
          <w:rtl/>
        </w:rPr>
        <w:t>عليه‌السلام</w:t>
      </w:r>
      <w:bookmarkEnd w:id="1"/>
      <w:r w:rsidRPr="00AE4409">
        <w:rPr>
          <w:rStyle w:val="libAlaemChar"/>
          <w:rtl/>
        </w:rPr>
        <w:t xml:space="preserve"> 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عبدالرحمن</w:t>
      </w:r>
      <w:r w:rsidRPr="00AE4409">
        <w:rPr>
          <w:rtl/>
          <w:lang w:bidi="fa-IR"/>
        </w:rPr>
        <w:t xml:space="preserve"> بن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ابه</w:t>
      </w:r>
      <w:r w:rsidRPr="00AE4409">
        <w:rPr>
          <w:rtl/>
          <w:lang w:bidi="fa-IR"/>
        </w:rPr>
        <w:t xml:space="preserve"> گفت هنگام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پدرم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دوستان او بدر خانه ما آمد پس از تسل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گفتن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پدرت از مال و ثروت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گذاشته ؟ گفتم نه ،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در آن هزار درهم بود بمن داد.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پول را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در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فروش سرما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خود قرار ده برسم امان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در دست تو باشد سود آنرا بمصرف احت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اجات</w:t>
      </w:r>
      <w:r w:rsidRPr="00AE4409">
        <w:rPr>
          <w:rtl/>
          <w:lang w:bidi="fa-IR"/>
        </w:rPr>
        <w:t xml:space="preserve">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برسان و اصل پول را بمن برم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خرسند شدم ،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مادرم آمده و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را شرح دادم ، شبانگاه نزد کس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دوستان پدرم رفتم ، او سرما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مرا پارچه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مخصوص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دکان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کرد، در آنجا بکسب م</w:t>
      </w:r>
      <w:r w:rsidRPr="00AE4409">
        <w:rPr>
          <w:rFonts w:hint="eastAsia"/>
          <w:rtl/>
          <w:lang w:bidi="fa-IR"/>
        </w:rPr>
        <w:t>شغول</w:t>
      </w:r>
      <w:r w:rsidRPr="00AE4409">
        <w:rPr>
          <w:rtl/>
          <w:lang w:bidi="fa-IR"/>
        </w:rPr>
        <w:t xml:space="preserve"> شدم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اتفاقا</w:t>
      </w:r>
      <w:r w:rsidRPr="00AE4409">
        <w:rPr>
          <w:rtl/>
          <w:lang w:bidi="fa-IR"/>
        </w:rPr>
        <w:t xml:space="preserve"> خداوند بهره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نکار</w:t>
      </w:r>
      <w:r w:rsidRPr="00AE4409">
        <w:rPr>
          <w:rtl/>
          <w:lang w:bidi="fa-IR"/>
        </w:rPr>
        <w:t xml:space="preserve"> مرا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فرمود؛ تا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و موسم حج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در دلم افتاد که امسال ب</w:t>
      </w:r>
      <w:r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ارت</w:t>
      </w:r>
      <w:r w:rsidRPr="00AE4409">
        <w:rPr>
          <w:rtl/>
          <w:lang w:bidi="fa-IR"/>
        </w:rPr>
        <w:t xml:space="preserve"> خانه خدا بروم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مادرم رفتم و قصد خود را با او صحبت کردم ؛ گفت اگر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اول امانت آن مرد را رد کن و پول او را بده بعد برو من هزار درهم را فراهم نموده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او بردم گفت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آنچه من دادم ، کم بوده اگر 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ادتر</w:t>
      </w:r>
      <w:r w:rsidRPr="00AE4409">
        <w:rPr>
          <w:rtl/>
          <w:lang w:bidi="fa-IR"/>
        </w:rPr>
        <w:t xml:space="preserve"> بدهم گفتم نه ،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ال</w:t>
      </w:r>
      <w:r w:rsidRPr="00AE4409">
        <w:rPr>
          <w:rtl/>
          <w:lang w:bidi="fa-IR"/>
        </w:rPr>
        <w:t xml:space="preserve"> دارم ب</w:t>
      </w:r>
      <w:r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مکه مسافرت کنم 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بودم امانت شما مسترد شود.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پس</w:t>
      </w:r>
      <w:r w:rsidRPr="00AE4409">
        <w:rPr>
          <w:rtl/>
          <w:lang w:bidi="fa-IR"/>
        </w:rPr>
        <w:t xml:space="preserve"> از آن ب</w:t>
      </w:r>
      <w:r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مکه رفتم ، در بازگشت با عده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خدمت حضرت صادق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در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، چون من جوان و کم سن بودم در آخر مجلس نشستم . هر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از مردم سؤ 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کردند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جواب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داد.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مجلس خلوت</w:t>
      </w:r>
      <w:r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 xml:space="preserve"> مرا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خواند، جلو رفتم فرمود 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عرض کردم فدا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شوم من عبدالرحمن پسر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ابه</w:t>
      </w:r>
      <w:r w:rsidRPr="00AE4409">
        <w:rPr>
          <w:rtl/>
          <w:lang w:bidi="fa-IR"/>
        </w:rPr>
        <w:t xml:space="preserve"> هستم ، از پدرم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گفتم او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، حضرت افسرده شد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طلب آمرزش نمود آنگاه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ثروت و مال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گذاشته است ؟ گفتم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نگذاشته سؤ ال فرمود پس چگونه ب</w:t>
      </w:r>
      <w:r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ح</w:t>
      </w:r>
      <w:r w:rsidRPr="00AE4409">
        <w:rPr>
          <w:rFonts w:hint="eastAsia"/>
          <w:rtl/>
          <w:lang w:bidi="fa-IR"/>
        </w:rPr>
        <w:t>ج</w:t>
      </w:r>
      <w:r w:rsidRPr="00AE4409">
        <w:rPr>
          <w:rtl/>
          <w:lang w:bidi="fa-IR"/>
        </w:rPr>
        <w:t xml:space="preserve"> </w:t>
      </w:r>
      <w:r w:rsidRPr="00AE4409">
        <w:rPr>
          <w:rtl/>
          <w:lang w:bidi="fa-IR"/>
        </w:rPr>
        <w:lastRenderedPageBreak/>
        <w:t>رفت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من داستان 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پدرم و هزار درهم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داده بود بعرض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رساندم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آنجناب نگذاشت همه آنرا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در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هزار درهم او را داد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گفتم بل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بصاحبش رد کردم . فرمود احسنت خوب 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</w:t>
      </w:r>
      <w:r w:rsidRPr="00AE4409">
        <w:rPr>
          <w:rtl/>
          <w:lang w:bidi="fa-IR"/>
        </w:rPr>
        <w:t xml:space="preserve"> ترا وص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بکنم . عرض کردم بفرمائ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(قال عل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بصدق الحد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</w:t>
      </w:r>
      <w:r w:rsidRPr="00AE4409">
        <w:rPr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اداء الامانه تشرک الناس 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اموالهم هکذا و جمع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اصابعه ) فرمود بر تو باد براست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درست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رد امانت که اگر حفظ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سفارش را بکن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اموال مردم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سخن را که گفت انگشتان مبارک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در هم داخل کرد. فرمود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آنها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من دستو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آنجناب را مراعات نموده و عمل کرده ، وضع مال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بجائ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زک</w:t>
      </w:r>
      <w:r>
        <w:rPr>
          <w:rFonts w:hint="cs"/>
          <w:rtl/>
          <w:lang w:bidi="fa-IR"/>
        </w:rPr>
        <w:t>ات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سالم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کصد</w:t>
      </w:r>
      <w:r w:rsidRPr="00AE4409">
        <w:rPr>
          <w:rtl/>
          <w:lang w:bidi="fa-IR"/>
        </w:rPr>
        <w:t xml:space="preserve"> هزار درهم شد.</w:t>
      </w:r>
      <w:r w:rsidRPr="00AE4409">
        <w:rPr>
          <w:rStyle w:val="libFootnotenumChar"/>
          <w:rtl/>
        </w:rPr>
        <w:t>(1)</w:t>
      </w:r>
    </w:p>
    <w:p w:rsidR="00AE4409" w:rsidRPr="00AE4409" w:rsidRDefault="00AE4409" w:rsidP="00AE4409">
      <w:pPr>
        <w:pStyle w:val="Heading1"/>
        <w:rPr>
          <w:rtl/>
        </w:rPr>
      </w:pPr>
      <w:r>
        <w:rPr>
          <w:rtl/>
        </w:rPr>
        <w:br w:type="page"/>
      </w:r>
      <w:bookmarkStart w:id="2" w:name="_Toc496010486"/>
      <w:r w:rsidRPr="00AE4409">
        <w:rPr>
          <w:rFonts w:hint="eastAsia"/>
          <w:rtl/>
        </w:rPr>
        <w:lastRenderedPageBreak/>
        <w:t>کل</w:t>
      </w:r>
      <w:r w:rsidRPr="00AE4409">
        <w:rPr>
          <w:rFonts w:hint="cs"/>
          <w:rtl/>
        </w:rPr>
        <w:t>ی</w:t>
      </w:r>
      <w:r w:rsidRPr="00AE4409">
        <w:rPr>
          <w:rFonts w:hint="eastAsia"/>
          <w:rtl/>
        </w:rPr>
        <w:t>د</w:t>
      </w:r>
      <w:r w:rsidRPr="00AE4409">
        <w:rPr>
          <w:rtl/>
        </w:rPr>
        <w:t xml:space="preserve"> نجات</w:t>
      </w:r>
      <w:bookmarkEnd w:id="2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خدمت حضرت رسول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آمد و عرض کرد مرا راهنمائ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 به نافع</w:t>
      </w:r>
      <w:r>
        <w:rPr>
          <w:rFonts w:hint="cs"/>
          <w:rtl/>
          <w:lang w:bidi="fa-IR"/>
        </w:rPr>
        <w:t xml:space="preserve"> </w:t>
      </w:r>
      <w:r w:rsidRPr="00AE4409">
        <w:rPr>
          <w:rtl/>
          <w:lang w:bidi="fa-IR"/>
        </w:rPr>
        <w:t>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کارها حضرت فرمود: اصدق و لا تکذب و اذنب من المعاص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 شئت راستگوئ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شه</w:t>
      </w:r>
      <w:r w:rsidRPr="00AE4409">
        <w:rPr>
          <w:rtl/>
          <w:lang w:bidi="fa-IR"/>
        </w:rPr>
        <w:t xml:space="preserve"> کن و از دروغ بپره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هر گناه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انجام ده ،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سخن مرد در شگفت شد و فرما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آنجناب را 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رفته</w:t>
      </w:r>
      <w:r w:rsidRPr="00AE4409">
        <w:rPr>
          <w:rtl/>
          <w:lang w:bidi="fa-IR"/>
        </w:rPr>
        <w:t xml:space="preserve"> و مرخص </w:t>
      </w:r>
      <w:r w:rsidRPr="00AE4409">
        <w:rPr>
          <w:rFonts w:hint="eastAsia"/>
          <w:rtl/>
          <w:lang w:bidi="fa-IR"/>
        </w:rPr>
        <w:t>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با خود گفت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مرا از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دروغگوئ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نکرده پس اکنون بخانه فلان زن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با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روم و با او زنا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کنم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بطرف خانه او رفت فکر کرد اگر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عمل را انجام دهد و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او بپرسد از کجا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آئ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توانم دروغ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بر فرض راست گفتن به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فر</w:t>
      </w:r>
      <w:r w:rsidRPr="00AE4409">
        <w:rPr>
          <w:rtl/>
          <w:lang w:bidi="fa-IR"/>
        </w:rPr>
        <w:t xml:space="preserve"> شد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بدبخت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بزرگ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مبتلا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شود. لذا منصرف شد. باز فکر کرد گناه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انجام دهد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شه</w:t>
      </w:r>
      <w:r w:rsidRPr="00AE4409">
        <w:rPr>
          <w:rtl/>
          <w:lang w:bidi="fa-IR"/>
        </w:rPr>
        <w:t xml:space="preserve"> و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ال</w:t>
      </w:r>
      <w:r w:rsidRPr="00AE4409">
        <w:rPr>
          <w:rtl/>
          <w:lang w:bidi="fa-IR"/>
        </w:rPr>
        <w:t xml:space="preserve"> را نمود در نت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جه</w:t>
      </w:r>
      <w:r w:rsidRPr="00AE4409">
        <w:rPr>
          <w:rtl/>
          <w:lang w:bidi="fa-IR"/>
        </w:rPr>
        <w:t xml:space="preserve"> از همه گناهان بواسطه ترک و دروغ دور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جست .</w:t>
      </w:r>
      <w:r w:rsidRPr="00AE4409">
        <w:rPr>
          <w:rStyle w:val="libFootnotenumChar"/>
          <w:rtl/>
        </w:rPr>
        <w:t>(2)</w:t>
      </w:r>
    </w:p>
    <w:p w:rsidR="00AE4409" w:rsidRPr="00AE4409" w:rsidRDefault="00AE4409" w:rsidP="00AE4409">
      <w:pPr>
        <w:pStyle w:val="Heading1"/>
        <w:rPr>
          <w:rtl/>
        </w:rPr>
      </w:pPr>
      <w:r>
        <w:rPr>
          <w:rtl/>
        </w:rPr>
        <w:br w:type="page"/>
      </w:r>
      <w:bookmarkStart w:id="3" w:name="_Toc496010487"/>
      <w:r w:rsidRPr="00AE4409">
        <w:rPr>
          <w:rFonts w:hint="eastAsia"/>
          <w:rtl/>
        </w:rPr>
        <w:lastRenderedPageBreak/>
        <w:t>عذاب</w:t>
      </w:r>
      <w:r w:rsidRPr="00AE4409">
        <w:rPr>
          <w:rtl/>
        </w:rPr>
        <w:t xml:space="preserve"> دروغگو</w:t>
      </w:r>
      <w:bookmarkEnd w:id="3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فرمود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شب</w:t>
      </w:r>
      <w:r w:rsidRPr="00AE4409">
        <w:rPr>
          <w:rtl/>
          <w:lang w:bidi="fa-IR"/>
        </w:rPr>
        <w:t xml:space="preserve"> در خواب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که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نزد من آمد و گفت برخ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برخاستم . دو مرد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که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ستاده</w:t>
      </w:r>
      <w:r w:rsidRPr="00AE4409">
        <w:rPr>
          <w:rtl/>
          <w:lang w:bidi="fa-IR"/>
        </w:rPr>
        <w:t xml:space="preserve"> و در دست خود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عصا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آهن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دارد و آنرا بر گوشه دهان مرد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نشسته است فرو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 باندازه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فشار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دهد تا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دو شانه اش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رس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آنگاه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آورد و در طرف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دهان او داخل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کند، طرف اول خوب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شود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قسمت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را هم مانند قبل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پاره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کند بآنشخص که مرا حرکت داد گفتم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چه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نطور</w:t>
      </w:r>
      <w:r w:rsidRPr="00AE4409">
        <w:rPr>
          <w:rtl/>
          <w:lang w:bidi="fa-IR"/>
        </w:rPr>
        <w:t xml:space="preserve"> عذاب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کشد،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مرد دروغگو است که در قبر او را تا روز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امت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نطور</w:t>
      </w:r>
      <w:r w:rsidRPr="00AE4409">
        <w:rPr>
          <w:rtl/>
          <w:lang w:bidi="fa-IR"/>
        </w:rPr>
        <w:t xml:space="preserve">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دهند</w:t>
      </w:r>
      <w:r w:rsidRPr="00AE4409">
        <w:rPr>
          <w:rtl/>
          <w:lang w:bidi="fa-IR"/>
        </w:rPr>
        <w:t>.</w:t>
      </w:r>
      <w:r w:rsidRPr="000B7D88">
        <w:rPr>
          <w:rStyle w:val="libFootnotenumChar"/>
          <w:rtl/>
        </w:rPr>
        <w:t>(3)</w:t>
      </w:r>
    </w:p>
    <w:p w:rsidR="00AE4409" w:rsidRPr="00AE4409" w:rsidRDefault="000B7D88" w:rsidP="000B7D88">
      <w:pPr>
        <w:pStyle w:val="Heading1"/>
        <w:rPr>
          <w:rtl/>
        </w:rPr>
      </w:pPr>
      <w:r>
        <w:rPr>
          <w:rtl/>
        </w:rPr>
        <w:br w:type="page"/>
      </w:r>
      <w:bookmarkStart w:id="4" w:name="_Toc496010488"/>
      <w:r w:rsidR="00AE4409" w:rsidRPr="00AE4409">
        <w:rPr>
          <w:rFonts w:hint="eastAsia"/>
          <w:rtl/>
        </w:rPr>
        <w:lastRenderedPageBreak/>
        <w:t>خداشناس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کودک</w:t>
      </w:r>
      <w:bookmarkEnd w:id="4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چون</w:t>
      </w:r>
      <w:r w:rsidRPr="00AE4409">
        <w:rPr>
          <w:rtl/>
          <w:lang w:bidi="fa-IR"/>
        </w:rPr>
        <w:t xml:space="preserve"> هنگام آن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آفتاب دولت ابراه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از مشرق سعادت طلوع کند منجمان نمرود را اطلاع دادند که امسال پسر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بوجود خواهد آمد که ملت تو بر دست او زا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شود نمرود دستور داد هر پسر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عرصه ملک او بوجود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او را بکشند تا موقع ولادت ابراه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و ذات مبارک او از حرم رحم ب</w:t>
      </w:r>
      <w:r w:rsidR="000B7D88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فضا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وجود خرام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مادر ابراه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از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گماشتگان نمرود فرزند خود را قماط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به غار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برده در آنجا نهاد و در غار را محکم کرده بازگشت روز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فرصت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</w:t>
      </w:r>
      <w:r w:rsidRPr="00AE4409">
        <w:rPr>
          <w:rtl/>
          <w:lang w:bidi="fa-IR"/>
        </w:rPr>
        <w:t xml:space="preserve"> نموده به غار رفت تا حال فرزند خود را مطالعه کند ابراه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در حال سلامت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انگشت سبابه را بر عادت اطفال در دهن گرفته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مکد و بوس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آن تغذ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او</w:t>
      </w:r>
      <w:r w:rsidRPr="00AE4409">
        <w:rPr>
          <w:rtl/>
          <w:lang w:bidi="fa-IR"/>
        </w:rPr>
        <w:t xml:space="preserve"> را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داد و بازگشت و هر وقت فرصت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به غار رفته او را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 و از حالش اطلاع حاصل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 تا هفت سال بر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وضع گذشت آثار عقل و نشانه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فراست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مبارک او ظاهر گشت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مادر خود سؤ ال کرد آفر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دگار</w:t>
      </w:r>
      <w:r w:rsidRPr="00AE4409">
        <w:rPr>
          <w:rtl/>
          <w:lang w:bidi="fa-IR"/>
        </w:rPr>
        <w:t xml:space="preserve"> من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مادر جواب داد نمرود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آفر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دگار</w:t>
      </w:r>
      <w:r w:rsidRPr="00AE4409">
        <w:rPr>
          <w:rtl/>
          <w:lang w:bidi="fa-IR"/>
        </w:rPr>
        <w:t xml:space="preserve"> نمرود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مادر از جواب او فرو ماند و دانست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پسر همانست که بواسطه وجود مبارک او بناء ملک نمرود خراب خواهد شد.</w:t>
      </w:r>
      <w:r w:rsidRPr="000B7D88">
        <w:rPr>
          <w:rStyle w:val="libFootnotenumChar"/>
          <w:rtl/>
        </w:rPr>
        <w:t>(4)</w:t>
      </w:r>
    </w:p>
    <w:p w:rsidR="00AE4409" w:rsidRPr="00AE4409" w:rsidRDefault="000B7D88" w:rsidP="000B7D88">
      <w:pPr>
        <w:pStyle w:val="Heading1"/>
        <w:rPr>
          <w:rtl/>
        </w:rPr>
      </w:pPr>
      <w:r>
        <w:rPr>
          <w:rtl/>
        </w:rPr>
        <w:br w:type="page"/>
      </w:r>
      <w:bookmarkStart w:id="5" w:name="_Toc496010489"/>
      <w:r w:rsidR="00AE4409" w:rsidRPr="00AE4409">
        <w:rPr>
          <w:rFonts w:hint="eastAsia"/>
          <w:rtl/>
        </w:rPr>
        <w:lastRenderedPageBreak/>
        <w:t>خداشناس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پ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رزن</w:t>
      </w:r>
      <w:bookmarkEnd w:id="5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با جمع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روان</w:t>
      </w:r>
      <w:r w:rsidRPr="00AE4409">
        <w:rPr>
          <w:rtl/>
          <w:lang w:bidi="fa-IR"/>
        </w:rPr>
        <w:t xml:space="preserve"> در معبر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عبور م</w:t>
      </w:r>
      <w:r w:rsidRPr="00AE4409">
        <w:rPr>
          <w:rFonts w:hint="cs"/>
          <w:rtl/>
          <w:lang w:bidi="fa-IR"/>
        </w:rPr>
        <w:t>ی</w:t>
      </w:r>
      <w:r w:rsidR="000B7D88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نمود،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رزن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با چرخ نخ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مشغول رشتن پنبه است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رزن</w:t>
      </w:r>
      <w:r w:rsidRPr="00AE4409">
        <w:rPr>
          <w:rtl/>
          <w:lang w:bidi="fa-IR"/>
        </w:rPr>
        <w:t xml:space="preserve"> (بماذا عرفت ربک ) خدا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</w:t>
      </w:r>
      <w:r w:rsidR="000B7D88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چه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شناخت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رزن</w:t>
      </w:r>
      <w:r w:rsidRPr="00AE4409">
        <w:rPr>
          <w:rtl/>
          <w:lang w:bidi="fa-IR"/>
        </w:rPr>
        <w:t xml:space="preserve">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جواب دست از دسته چرخ برداشت طول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پس از چند مرتبه دور زدن چرخ ا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حرکت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</w:t>
      </w:r>
      <w:r w:rsidRPr="00AE4409">
        <w:rPr>
          <w:rtl/>
          <w:lang w:bidi="fa-IR"/>
        </w:rPr>
        <w:t xml:space="preserve"> عجوزه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چرخ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کوچک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گردش احت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اج</w:t>
      </w:r>
      <w:r w:rsidRPr="00AE4409">
        <w:rPr>
          <w:rtl/>
          <w:lang w:bidi="fa-IR"/>
        </w:rPr>
        <w:t xml:space="preserve"> بچون من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دارد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ممکن است افلاک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عظمت و کرات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بزرگ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بدون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دانا و حک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صانع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توانا و عل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با نظم 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بگردش افتند و از گردش خود باز نا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ستند؟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باصحاب خود نموده فرمود (عل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کم</w:t>
      </w:r>
      <w:r w:rsidRPr="00AE4409">
        <w:rPr>
          <w:rtl/>
          <w:lang w:bidi="fa-IR"/>
        </w:rPr>
        <w:t xml:space="preserve"> بد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العجائز) مانند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رزنان</w:t>
      </w:r>
      <w:r w:rsidRPr="00AE4409">
        <w:rPr>
          <w:rtl/>
          <w:lang w:bidi="fa-IR"/>
        </w:rPr>
        <w:t xml:space="preserve"> خدا را بشناس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0B7D88" w:rsidP="000B7D88">
      <w:pPr>
        <w:pStyle w:val="Heading1"/>
        <w:rPr>
          <w:rtl/>
        </w:rPr>
      </w:pPr>
      <w:r>
        <w:rPr>
          <w:rtl/>
        </w:rPr>
        <w:br w:type="page"/>
      </w:r>
      <w:bookmarkStart w:id="6" w:name="_Toc496010490"/>
      <w:r w:rsidR="00AE4409" w:rsidRPr="00AE4409">
        <w:rPr>
          <w:rFonts w:hint="eastAsia"/>
          <w:rtl/>
        </w:rPr>
        <w:lastRenderedPageBreak/>
        <w:t>جنا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ت</w:t>
      </w:r>
      <w:r w:rsidR="00AE4409" w:rsidRPr="00AE4409">
        <w:rPr>
          <w:rtl/>
        </w:rPr>
        <w:t xml:space="preserve"> 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ک</w:t>
      </w:r>
      <w:r w:rsidR="00AE4409" w:rsidRPr="00AE4409">
        <w:rPr>
          <w:rtl/>
        </w:rPr>
        <w:t xml:space="preserve"> پدر</w:t>
      </w:r>
      <w:bookmarkEnd w:id="6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بن عاصم ،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جاهل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از اشراف و رؤ ساء قبائل بود. پس از ظهور اسلام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آورد.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سن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بمنظور جستجو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راه مغفرت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جبران خطاها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گذشته خود شرف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</w:t>
      </w:r>
      <w:r w:rsidRPr="00AE4409">
        <w:rPr>
          <w:rtl/>
          <w:lang w:bidi="fa-IR"/>
        </w:rPr>
        <w:t xml:space="preserve"> محضر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گفت : در گذشته ، جهل و نادان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پدران را بر آن داشت 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با دست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دختران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گناه خود را زنده بگور سازند من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دوازده دخترم را در فواصل نزد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بهم زنده بگور کردم ،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زدهم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دخترم را زنم پنهان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بزائ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وانمود کرد که نوزاد مرده بدن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آمده ، اما در خفا او را نزد اقوام خود فرستاد.</w:t>
      </w:r>
    </w:p>
    <w:p w:rsidR="00AE4409" w:rsidRPr="00AE4409" w:rsidRDefault="00AE4409" w:rsidP="000B7D88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سالها</w:t>
      </w:r>
      <w:r w:rsidRPr="00AE4409">
        <w:rPr>
          <w:rtl/>
          <w:lang w:bidi="fa-IR"/>
        </w:rPr>
        <w:t xml:space="preserve"> گذشت تا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هنگام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ناگهان از سفر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بازگشتم دختر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خردسال را در سرا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و چون شباهت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تام بفرزندانم داشت درباره اش بترد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افتادم و بالاخره دانستم دختر</w:t>
      </w:r>
      <w:r w:rsidRPr="00AE4409">
        <w:rPr>
          <w:rFonts w:hint="eastAsia"/>
          <w:rtl/>
          <w:lang w:bidi="fa-IR"/>
        </w:rPr>
        <w:t>من</w:t>
      </w:r>
      <w:r w:rsidRPr="00AE4409">
        <w:rPr>
          <w:rtl/>
          <w:lang w:bidi="fa-IR"/>
        </w:rPr>
        <w:t xml:space="preserve"> است . ب</w:t>
      </w:r>
      <w:r w:rsidRPr="00AE4409">
        <w:rPr>
          <w:rFonts w:hint="cs"/>
          <w:rtl/>
          <w:lang w:bidi="fa-IR"/>
        </w:rPr>
        <w:t>ی</w:t>
      </w:r>
      <w:r w:rsidR="000B7D88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درنگ</w:t>
      </w:r>
      <w:r w:rsidRPr="00AE4409">
        <w:rPr>
          <w:rtl/>
          <w:lang w:bidi="fa-IR"/>
        </w:rPr>
        <w:t xml:space="preserve"> دختر را که زار زار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کشان کشان به نقطه دور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برده و بناله ها و تضرعها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بنزد دائ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باز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گردم</w:t>
      </w:r>
      <w:r w:rsidRPr="00AE4409">
        <w:rPr>
          <w:rtl/>
          <w:lang w:bidi="fa-IR"/>
        </w:rPr>
        <w:t xml:space="preserve">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بر سر سفره تو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</w:t>
      </w:r>
      <w:r w:rsidRPr="00AE4409">
        <w:rPr>
          <w:rtl/>
          <w:lang w:bidi="fa-IR"/>
        </w:rPr>
        <w:t xml:space="preserve"> اعتنا نکردم و زنده بگورش نمودم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پس از نقل ماجرا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به انتظار جواب ، سکوت کرد در حال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قطرات اشک فرو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با خود زمزمه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فرمود: (من لا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رحم</w:t>
      </w:r>
      <w:r w:rsidRPr="00AE4409">
        <w:rPr>
          <w:rtl/>
          <w:lang w:bidi="fa-IR"/>
        </w:rPr>
        <w:t xml:space="preserve"> لا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رحم</w:t>
      </w:r>
      <w:r w:rsidRPr="00AE4409">
        <w:rPr>
          <w:rtl/>
          <w:lang w:bidi="fa-IR"/>
        </w:rPr>
        <w:t xml:space="preserve"> ) آنکه رحم نکند بر او رحم نشود، و سپس به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خطاب کرده و فرمود: روز بد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</w:t>
      </w:r>
      <w:r w:rsidRPr="00AE4409">
        <w:rPr>
          <w:rtl/>
          <w:lang w:bidi="fa-IR"/>
        </w:rPr>
        <w:t xml:space="preserve"> بر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تخف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بار گناهم چه کنم ؟ حضرت پاسخ داد بعدد دختران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کشته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آزاد کن .</w:t>
      </w:r>
    </w:p>
    <w:p w:rsidR="00AE4409" w:rsidRPr="00AE4409" w:rsidRDefault="000B7D88" w:rsidP="000B7D88">
      <w:pPr>
        <w:pStyle w:val="Heading1"/>
        <w:rPr>
          <w:rtl/>
        </w:rPr>
      </w:pPr>
      <w:r>
        <w:rPr>
          <w:rtl/>
        </w:rPr>
        <w:br w:type="page"/>
      </w:r>
      <w:bookmarkStart w:id="7" w:name="_Toc496010491"/>
      <w:r w:rsidR="00AE4409" w:rsidRPr="00AE4409">
        <w:rPr>
          <w:rFonts w:hint="eastAsia"/>
          <w:rtl/>
        </w:rPr>
        <w:lastRenderedPageBreak/>
        <w:t>نامه</w:t>
      </w:r>
      <w:r w:rsidR="00AE4409" w:rsidRPr="00AE4409">
        <w:rPr>
          <w:rtl/>
        </w:rPr>
        <w:t xml:space="preserve"> محبت آم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ز</w:t>
      </w:r>
      <w:bookmarkEnd w:id="7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اسکاف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من منش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بغداد بودم و مدتها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سمت انجام وظ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کردم . ناگاه اوضاعم دگرگون شد و روزگارم به 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0B7D88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نسبت بمن بدب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 متغ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شد، دستور داد زندان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کردند و تمام اموال منقول و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منقولم را ضبط نمودند. چند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زندان ماندم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وسته</w:t>
      </w:r>
      <w:r w:rsidRPr="00AE4409">
        <w:rPr>
          <w:rtl/>
          <w:lang w:bidi="fa-IR"/>
        </w:rPr>
        <w:t xml:space="preserve"> از ذلت و خوار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اءس</w:t>
      </w:r>
      <w:r w:rsidRPr="00AE4409">
        <w:rPr>
          <w:rtl/>
          <w:lang w:bidi="fa-IR"/>
        </w:rPr>
        <w:t xml:space="preserve"> و ناام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رنج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بردم</w:t>
      </w:r>
      <w:r w:rsidRPr="00AE4409">
        <w:rPr>
          <w:rtl/>
          <w:lang w:bidi="fa-IR"/>
        </w:rPr>
        <w:t xml:space="preserve"> 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زندان بمن خبر دادند که اسح</w:t>
      </w:r>
      <w:r w:rsidR="000B7D88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ق بن ابراه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طاهر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شهربان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بغداد ب</w:t>
      </w:r>
      <w:r w:rsidRPr="00AE4409">
        <w:rPr>
          <w:rFonts w:hint="eastAsia"/>
          <w:rtl/>
          <w:lang w:bidi="fa-IR"/>
        </w:rPr>
        <w:t>زندان</w:t>
      </w:r>
      <w:r w:rsidRPr="00AE4409">
        <w:rPr>
          <w:rtl/>
          <w:lang w:bidi="fa-IR"/>
        </w:rPr>
        <w:t xml:space="preserve"> آمده و تو را احضار کرده است . سخت نگران شدم ، بر جان خود ترس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، و از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دست شستم مرا نزد او بردند، ادا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احترام نمودم . اسح</w:t>
      </w:r>
      <w:r w:rsidR="000B7D88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ق به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خند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گفت برادرم عبدالله طاهر از خراسان نامه نوشته و درباره تو شفاعت کرده است .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شفاعت او</w:t>
      </w:r>
      <w:r w:rsidR="000B7D88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رفته</w:t>
      </w:r>
      <w:r w:rsidRPr="00AE4409">
        <w:rPr>
          <w:rtl/>
          <w:lang w:bidi="fa-IR"/>
        </w:rPr>
        <w:t xml:space="preserve"> و دستور داده است از زندان آزاد شو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تمام اموال و املاکت مسترد گردد.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بمنزل برو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خدا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شکر کردم و از شدت شاد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افتادم . همان ساعت رهسپار منزل شدم ، آنروز را در خانه ماندم و بکارها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شانم</w:t>
      </w:r>
      <w:r w:rsidRPr="00AE4409">
        <w:rPr>
          <w:rtl/>
          <w:lang w:bidi="fa-IR"/>
        </w:rPr>
        <w:t xml:space="preserve"> سر و صورت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دادم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روز</w:t>
      </w:r>
      <w:r w:rsidRPr="00AE4409">
        <w:rPr>
          <w:rtl/>
          <w:lang w:bidi="fa-IR"/>
        </w:rPr>
        <w:t xml:space="preserve"> بعد بحضور اسح</w:t>
      </w:r>
      <w:r w:rsidR="000B7D88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ق طاهر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رفتم ،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تشکر کردم ، درباره اش دعا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نمودم ، و گفتم من هرگز حضور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عبدالله طاهر شرف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</w:t>
      </w:r>
      <w:r w:rsidRPr="00AE4409">
        <w:rPr>
          <w:rtl/>
          <w:lang w:bidi="fa-IR"/>
        </w:rPr>
        <w:t xml:space="preserve"> نشده ام و سعادت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ارت</w:t>
      </w:r>
      <w:r w:rsidRPr="00AE4409">
        <w:rPr>
          <w:rtl/>
          <w:lang w:bidi="fa-IR"/>
        </w:rPr>
        <w:t xml:space="preserve"> و شناسائ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نص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بم</w:t>
      </w:r>
      <w:r w:rsidRPr="00AE4409">
        <w:rPr>
          <w:rtl/>
          <w:lang w:bidi="fa-IR"/>
        </w:rPr>
        <w:t xml:space="preserve"> نگرد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است چه باعث شد که مرا مشمول عنا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ساخته و از من شفاعت کرده است ؟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جواب</w:t>
      </w:r>
      <w:r w:rsidRPr="00AE4409">
        <w:rPr>
          <w:rtl/>
          <w:lang w:bidi="fa-IR"/>
        </w:rPr>
        <w:t xml:space="preserve"> داد: چند روز قبل نامه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برادرم بمن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در آن نوشته بود: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، مکات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بغداد مشحون از لطف و دلجوئ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آم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خته</w:t>
      </w:r>
      <w:r w:rsidRPr="00AE4409">
        <w:rPr>
          <w:rtl/>
          <w:lang w:bidi="fa-IR"/>
        </w:rPr>
        <w:t xml:space="preserve"> بمهر و محبت بود و منش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با جملات گرم و مؤ دب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خلال نامه بکار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 روابط حسنه ما را محکم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و عواطف و الفت 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 تقو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 و </w:t>
      </w:r>
      <w:r w:rsidRPr="00AE4409">
        <w:rPr>
          <w:rtl/>
          <w:lang w:bidi="fa-IR"/>
        </w:rPr>
        <w:lastRenderedPageBreak/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</w:t>
      </w:r>
      <w:r w:rsidRPr="00AE4409">
        <w:rPr>
          <w:rtl/>
          <w:lang w:bidi="fa-IR"/>
        </w:rPr>
        <w:t xml:space="preserve"> چند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که وضع نگارش تغ</w:t>
      </w:r>
      <w:r w:rsidRPr="00AE4409">
        <w:rPr>
          <w:rFonts w:hint="cs"/>
          <w:rtl/>
          <w:lang w:bidi="fa-IR"/>
        </w:rPr>
        <w:t>یی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کرده و نامه ها فاقد مضام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گرم و مهرانگ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است .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دگرگون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آنجهت است که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ر،</w:t>
      </w:r>
      <w:r w:rsidRPr="00AE4409">
        <w:rPr>
          <w:rtl/>
          <w:lang w:bidi="fa-IR"/>
        </w:rPr>
        <w:t xml:space="preserve"> 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سنده</w:t>
      </w:r>
      <w:r w:rsidRPr="00AE4409">
        <w:rPr>
          <w:rtl/>
          <w:lang w:bidi="fa-IR"/>
        </w:rPr>
        <w:t xml:space="preserve"> خود را معزول و زندان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نموده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گمارده است .</w:t>
      </w:r>
    </w:p>
    <w:p w:rsidR="00AE4409" w:rsidRPr="00AE4409" w:rsidRDefault="00AE4409" w:rsidP="000B7D88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با</w:t>
      </w:r>
      <w:r w:rsidRPr="00AE4409">
        <w:rPr>
          <w:rtl/>
          <w:lang w:bidi="fa-IR"/>
        </w:rPr>
        <w:t xml:space="preserve"> توجه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منش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سابق ، شخص وظ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شناس و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و در نامه نگار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مراتب ادب و احترام را رعا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کرده</w:t>
      </w:r>
      <w:r w:rsidRPr="00AE4409">
        <w:rPr>
          <w:rtl/>
          <w:lang w:bidi="fa-IR"/>
        </w:rPr>
        <w:t xml:space="preserve"> ، دور از مروت است که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نحال</w:t>
      </w:r>
      <w:r w:rsidRPr="00AE4409">
        <w:rPr>
          <w:rtl/>
          <w:lang w:bidi="fa-IR"/>
        </w:rPr>
        <w:t xml:space="preserve"> او را فرو گذار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ننمائ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از شما</w:t>
      </w:r>
      <w:r w:rsidR="000B7D88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خواهم</w:t>
      </w:r>
      <w:r w:rsidRPr="00AE4409">
        <w:rPr>
          <w:rtl/>
          <w:lang w:bidi="fa-IR"/>
        </w:rPr>
        <w:t xml:space="preserve"> نزد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جرم کاتب را مشخص 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اگر گناهش قابل عفو است از طرف من شفاعت کن و اگر طرد او از جهت مال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پول مورد نظر را در حساب من بپرداز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جدا از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درخواست 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را ببخشد و بشغل سابقش منصوب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من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رسالت را انجام دادم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ب</w:t>
      </w:r>
      <w:r w:rsidRPr="00AE4409">
        <w:rPr>
          <w:rFonts w:hint="eastAsia"/>
          <w:rtl/>
          <w:lang w:bidi="fa-IR"/>
        </w:rPr>
        <w:t>رادرم</w:t>
      </w:r>
      <w:r w:rsidRPr="00AE4409">
        <w:rPr>
          <w:rtl/>
          <w:lang w:bidi="fa-IR"/>
        </w:rPr>
        <w:t xml:space="preserve"> را بعرض رساندم . خوشبختانه شفاعتش نزد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مقبول افتاد و تمام درخواستها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را در مورد شما اجابت فرمود.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اسح</w:t>
      </w:r>
      <w:r w:rsidR="000B7D88">
        <w:rPr>
          <w:rFonts w:hint="cs"/>
          <w:rtl/>
          <w:lang w:bidi="fa-IR"/>
        </w:rPr>
        <w:t>ا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طاهر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پس از شرح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، در همان مجلس ده هزار درهم بمن داد و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انعام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است که بمنظور دلجوئ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بشما اعطاء فرموده است . چند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نگذشت که شغل سابقم را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بمن محول نمودند و به سمت منش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دوباره مشغول کار شدم . آبرو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رفته ام بازگشت ، مشکلاتم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پس از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حل شد، و از همه ناراحت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طاقت فرسا و جانکاه رهائ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افتم</w:t>
      </w:r>
      <w:r w:rsidRPr="00AE4409">
        <w:rPr>
          <w:rtl/>
          <w:lang w:bidi="fa-IR"/>
        </w:rPr>
        <w:t xml:space="preserve"> .</w:t>
      </w:r>
      <w:r w:rsidRPr="000B7D88">
        <w:rPr>
          <w:rStyle w:val="libFootnotenumChar"/>
          <w:rtl/>
        </w:rPr>
        <w:t>(5)</w:t>
      </w:r>
    </w:p>
    <w:p w:rsidR="000B7D88" w:rsidRDefault="000B7D88" w:rsidP="00AE4409">
      <w:pPr>
        <w:pStyle w:val="libNormal"/>
        <w:rPr>
          <w:rtl/>
          <w:lang w:bidi="fa-IR"/>
        </w:rPr>
      </w:pPr>
    </w:p>
    <w:p w:rsidR="00AE4409" w:rsidRPr="00AE4409" w:rsidRDefault="000B7D88" w:rsidP="000B7D88">
      <w:pPr>
        <w:pStyle w:val="Heading1"/>
        <w:rPr>
          <w:rtl/>
        </w:rPr>
      </w:pPr>
      <w:r>
        <w:rPr>
          <w:rtl/>
        </w:rPr>
        <w:br w:type="page"/>
      </w:r>
      <w:bookmarkStart w:id="8" w:name="_Toc496010492"/>
      <w:r w:rsidR="00AE4409" w:rsidRPr="00AE4409">
        <w:rPr>
          <w:rFonts w:hint="eastAsia"/>
          <w:rtl/>
        </w:rPr>
        <w:lastRenderedPageBreak/>
        <w:t>دن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ا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شگفت انگ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ز</w:t>
      </w:r>
      <w:r w:rsidR="00AE4409" w:rsidRPr="00AE4409">
        <w:rPr>
          <w:rtl/>
        </w:rPr>
        <w:t xml:space="preserve"> آفر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ده</w:t>
      </w:r>
      <w:r w:rsidR="00AE4409" w:rsidRPr="00AE4409">
        <w:rPr>
          <w:rtl/>
        </w:rPr>
        <w:t xml:space="preserve"> ها</w:t>
      </w:r>
      <w:bookmarkEnd w:id="8"/>
    </w:p>
    <w:p w:rsidR="00AE4409" w:rsidRPr="00AE4409" w:rsidRDefault="00AE4409" w:rsidP="000B7D88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</w:t>
      </w:r>
      <w:r w:rsidRPr="00AE4409">
        <w:rPr>
          <w:rFonts w:hint="cs"/>
          <w:rtl/>
          <w:lang w:bidi="fa-IR"/>
        </w:rPr>
        <w:t>یّ</w:t>
      </w:r>
      <w:r w:rsidRPr="00AE4409">
        <w:rPr>
          <w:rFonts w:hint="eastAsia"/>
          <w:rtl/>
          <w:lang w:bidi="fa-IR"/>
        </w:rPr>
        <w:t>اح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جنگل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گذشت</w:t>
      </w:r>
      <w:r w:rsidRPr="00AE4409">
        <w:rPr>
          <w:rtl/>
          <w:lang w:bidi="fa-IR"/>
        </w:rPr>
        <w:t xml:space="preserve"> چشمش بگنجشک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افتاد که بر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درخت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نشسته و با وضع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اضطراب و وحشت از آن آشکار بود صداها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 آشفتگ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گنجشک توجّه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اح</w:t>
      </w:r>
      <w:r w:rsidRPr="00AE4409">
        <w:rPr>
          <w:rtl/>
          <w:lang w:bidi="fa-IR"/>
        </w:rPr>
        <w:t xml:space="preserve"> را بخود جلب نمود و دقت کرده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در هر چند ثان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آن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tl/>
          <w:lang w:bidi="fa-IR"/>
        </w:rPr>
        <w:t xml:space="preserve"> حرکت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بر گرد درخت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پرد</w:t>
      </w:r>
      <w:r w:rsidRPr="00AE4409">
        <w:rPr>
          <w:rtl/>
          <w:lang w:bidi="fa-IR"/>
        </w:rPr>
        <w:t xml:space="preserve">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ه</w:t>
      </w:r>
      <w:r w:rsidRPr="00AE4409">
        <w:rPr>
          <w:rFonts w:hint="eastAsia"/>
          <w:rtl/>
          <w:lang w:bidi="fa-IR"/>
        </w:rPr>
        <w:t>نگام</w:t>
      </w:r>
      <w:r w:rsidRPr="00AE4409">
        <w:rPr>
          <w:rtl/>
          <w:lang w:bidi="fa-IR"/>
        </w:rPr>
        <w:t xml:space="preserve"> مشاهده کرد مار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همان درخت در حال بالا رفتن است و در آن درخت لانه گنجشک است فهم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مار قصد آش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انه</w:t>
      </w:r>
      <w:r w:rsidRPr="00AE4409">
        <w:rPr>
          <w:rtl/>
          <w:lang w:bidi="fa-IR"/>
        </w:rPr>
        <w:t xml:space="preserve"> و بچه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گنجشک را کرده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گنجشک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نوع برگ مخصوص با عجله تمام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و بر گرد</w:t>
      </w:r>
      <w:r w:rsidR="000B7D88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لانه</w:t>
      </w:r>
      <w:r w:rsidRPr="00AE4409">
        <w:rPr>
          <w:rtl/>
          <w:lang w:bidi="fa-IR"/>
        </w:rPr>
        <w:t xml:space="preserve"> خود قرار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دهد.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اطراف آش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انه</w:t>
      </w:r>
      <w:r w:rsidRPr="00AE4409">
        <w:rPr>
          <w:rtl/>
          <w:lang w:bidi="fa-IR"/>
        </w:rPr>
        <w:t xml:space="preserve"> را پر از برگ نمود آنگاه بر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شاخه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نشسته منتظر نت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جه</w:t>
      </w:r>
      <w:r w:rsidRPr="00AE4409">
        <w:rPr>
          <w:rtl/>
          <w:lang w:bidi="fa-IR"/>
        </w:rPr>
        <w:t xml:space="preserve"> بود. مار بالا آمد و بسو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انه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برگها بمشامش خورد با شتاب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بازگشت نموده از درخت بز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آمد س</w:t>
      </w:r>
      <w:r w:rsidRPr="00AE4409">
        <w:rPr>
          <w:rFonts w:hint="cs"/>
          <w:rtl/>
          <w:lang w:bidi="fa-IR"/>
        </w:rPr>
        <w:t>یّ</w:t>
      </w:r>
      <w:r w:rsidRPr="00AE4409">
        <w:rPr>
          <w:rFonts w:hint="eastAsia"/>
          <w:rtl/>
          <w:lang w:bidi="fa-IR"/>
        </w:rPr>
        <w:t>اح</w:t>
      </w:r>
      <w:r w:rsidRPr="00AE4409">
        <w:rPr>
          <w:rtl/>
          <w:lang w:bidi="fa-IR"/>
        </w:rPr>
        <w:t xml:space="preserve"> دانست که آن برگها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مار سم کشنده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بوده و خداوند 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گنجشک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حفظ از دشمن بآنها راهنمائ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کرده و مکتب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مافوق طب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عت</w:t>
      </w:r>
      <w:r w:rsidRPr="00AE4409">
        <w:rPr>
          <w:rtl/>
          <w:lang w:bidi="fa-IR"/>
        </w:rPr>
        <w:t xml:space="preserve"> متکفل آموزش و پرورش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جاندارنست .</w:t>
      </w:r>
      <w:r w:rsidRPr="000B7D88">
        <w:rPr>
          <w:rStyle w:val="libFootnotenumChar"/>
          <w:rtl/>
        </w:rPr>
        <w:t>(6)</w:t>
      </w:r>
    </w:p>
    <w:p w:rsidR="00AE4409" w:rsidRPr="00AE4409" w:rsidRDefault="000B7D88" w:rsidP="000B7D88">
      <w:pPr>
        <w:pStyle w:val="Heading1"/>
        <w:rPr>
          <w:rtl/>
        </w:rPr>
      </w:pPr>
      <w:r>
        <w:rPr>
          <w:rtl/>
        </w:rPr>
        <w:br w:type="page"/>
      </w:r>
      <w:bookmarkStart w:id="9" w:name="_Toc496010493"/>
      <w:r w:rsidR="00AE4409" w:rsidRPr="00AE4409">
        <w:rPr>
          <w:rFonts w:hint="eastAsia"/>
          <w:rtl/>
        </w:rPr>
        <w:lastRenderedPageBreak/>
        <w:t>بهلول</w:t>
      </w:r>
      <w:r w:rsidR="00AE4409" w:rsidRPr="00AE4409">
        <w:rPr>
          <w:rtl/>
        </w:rPr>
        <w:t xml:space="preserve"> و ابوحن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فه</w:t>
      </w:r>
      <w:bookmarkEnd w:id="9"/>
    </w:p>
    <w:p w:rsidR="00AE4409" w:rsidRPr="00AE4409" w:rsidRDefault="00AE4409" w:rsidP="00EB05E5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بهلول از مجلس درس ابوحن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گذر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او را مشغول تدر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ابوحن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حضرت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مطالب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من آنها 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پسندم اول آنکه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طان</w:t>
      </w:r>
      <w:r w:rsidRPr="00AE4409">
        <w:rPr>
          <w:rtl/>
          <w:lang w:bidi="fa-IR"/>
        </w:rPr>
        <w:t xml:space="preserve"> در آتش جهنم معذب خواهد شد در صورت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طان</w:t>
      </w:r>
      <w:r w:rsidRPr="00AE4409">
        <w:rPr>
          <w:rtl/>
          <w:lang w:bidi="fa-IR"/>
        </w:rPr>
        <w:t xml:space="preserve"> از آتش خلق شده و چگونه ممکن است بواسطه آتش عذاب شود دوم آنکه خدا 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توان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حال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خداوند موجود است و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هست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وجود داشت چگونه ممکن است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نشود سوم آنکه فاعل و بجا آورنده اعمال خود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آدمند در صورت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اعمال بندگان بموجب شواهد از جانب خداست نه از ناح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بندگان بهلول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کلمات را </w:t>
      </w:r>
      <w:r w:rsidRPr="00AE4409">
        <w:rPr>
          <w:rFonts w:hint="eastAsia"/>
          <w:rtl/>
          <w:lang w:bidi="fa-IR"/>
        </w:rPr>
        <w:t>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کلوخ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برداشت و بسو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ابوحن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پرت کرده و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</w:t>
      </w:r>
      <w:r w:rsidRPr="00AE4409">
        <w:rPr>
          <w:rtl/>
          <w:lang w:bidi="fa-IR"/>
        </w:rPr>
        <w:t xml:space="preserve"> اتفاقا کلوخ بر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ابوحن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کوفته و آزرده نمود ابوحن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و شاگردانش از عقب بهلول رفتند و او را گرفته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بردند بهلول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از طرف من بشما چه ستم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شده است ؟ ابوحن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گفت کلوخ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پ</w:t>
      </w:r>
      <w:r w:rsidRPr="00AE4409">
        <w:rPr>
          <w:rFonts w:hint="eastAsia"/>
          <w:rtl/>
          <w:lang w:bidi="fa-IR"/>
        </w:rPr>
        <w:t>رت</w:t>
      </w:r>
      <w:r w:rsidRPr="00AE4409">
        <w:rPr>
          <w:rtl/>
          <w:lang w:bidi="fa-IR"/>
        </w:rPr>
        <w:t xml:space="preserve"> 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سرم را آزرده است بهلول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 درد را نشان بده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ابوحن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جواب</w:t>
      </w:r>
      <w:r w:rsidR="00EB05E5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 مگر درد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توان نشان داد بهلول گفت اگر بحق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قت</w:t>
      </w:r>
      <w:r w:rsidRPr="00AE4409">
        <w:rPr>
          <w:rtl/>
          <w:lang w:bidi="fa-IR"/>
        </w:rPr>
        <w:t xml:space="preserve"> درد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سر تو موجود است چرا از نشان دادن آن عاجز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تو خود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هر چه هست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دارد قابل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است و از نظر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مگر تو از خاک آفر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نشده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ندار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tl/>
          <w:lang w:bidi="fa-IR"/>
        </w:rPr>
        <w:t xml:space="preserve">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بهم جنس خود عذاب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شود و آزرده </w:t>
      </w:r>
      <w:r w:rsidRPr="00AE4409">
        <w:rPr>
          <w:rFonts w:hint="eastAsia"/>
          <w:rtl/>
          <w:lang w:bidi="fa-IR"/>
        </w:rPr>
        <w:t>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گردد آن کلوخ هم از خاک بود پس بنا بعق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تو من ترا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ازرده</w:t>
      </w:r>
      <w:r w:rsidRPr="00AE4409">
        <w:rPr>
          <w:rtl/>
          <w:lang w:bidi="fa-IR"/>
        </w:rPr>
        <w:t xml:space="preserve"> ام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نها</w:t>
      </w:r>
      <w:r w:rsidRPr="00AE4409">
        <w:rPr>
          <w:rtl/>
          <w:lang w:bidi="fa-IR"/>
        </w:rPr>
        <w:t xml:space="preserve"> گذشته مگر تو در مسجد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گفت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هر چه از بندگان صادر شود در 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قت</w:t>
      </w:r>
      <w:r w:rsidRPr="00AE4409">
        <w:rPr>
          <w:rtl/>
          <w:lang w:bidi="fa-IR"/>
        </w:rPr>
        <w:t xml:space="preserve"> فاعل خداوند است و بنده را تقص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پس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کلوخ هم از طرف خداوند بر سر تو وارد شده و مرا تقص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ابوحن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فهم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بهلول با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کلوخ سه غلط و اشتباه او را فاش کرد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هنگام هارون الرش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خند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او را مرخص نمود.</w:t>
      </w:r>
      <w:r w:rsidRPr="00EB05E5">
        <w:rPr>
          <w:rStyle w:val="libFootnotenumChar"/>
          <w:rtl/>
        </w:rPr>
        <w:t>(7)</w:t>
      </w:r>
    </w:p>
    <w:p w:rsidR="00AE4409" w:rsidRPr="00AE4409" w:rsidRDefault="00EB05E5" w:rsidP="00EB05E5">
      <w:pPr>
        <w:pStyle w:val="Heading1"/>
        <w:rPr>
          <w:rtl/>
        </w:rPr>
      </w:pPr>
      <w:r>
        <w:rPr>
          <w:rtl/>
        </w:rPr>
        <w:br w:type="page"/>
      </w:r>
      <w:bookmarkStart w:id="10" w:name="_Toc496010494"/>
      <w:r w:rsidR="00AE4409" w:rsidRPr="00AE4409">
        <w:rPr>
          <w:rFonts w:hint="eastAsia"/>
          <w:rtl/>
        </w:rPr>
        <w:lastRenderedPageBreak/>
        <w:t>حسن</w:t>
      </w:r>
      <w:r w:rsidR="00AE4409" w:rsidRPr="00AE4409">
        <w:rPr>
          <w:rtl/>
        </w:rPr>
        <w:t xml:space="preserve"> خلق امام</w:t>
      </w:r>
      <w:bookmarkEnd w:id="10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امام</w:t>
      </w:r>
      <w:r w:rsidRPr="00AE4409">
        <w:rPr>
          <w:rtl/>
          <w:lang w:bidi="fa-IR"/>
        </w:rPr>
        <w:t xml:space="preserve"> سجاد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با جمع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دوستان گرد هم نشسته بودند.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بستگان آنحضرت آمد در کنار جمع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</w:t>
      </w:r>
      <w:r w:rsidRPr="00AE4409">
        <w:rPr>
          <w:rtl/>
          <w:lang w:bidi="fa-IR"/>
        </w:rPr>
        <w:t xml:space="preserve"> و با صدا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بلند، زبان به ستم و بدگوئ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امام گشود و سپس از مجلس خارج شد.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العابد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حضورا به او حرف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نزد و پس از آنکه رفت ، بحضار محضر فرم</w:t>
      </w:r>
      <w:r w:rsidRPr="00AE4409">
        <w:rPr>
          <w:rFonts w:hint="eastAsia"/>
          <w:rtl/>
          <w:lang w:bidi="fa-IR"/>
        </w:rPr>
        <w:t>ود</w:t>
      </w:r>
      <w:r w:rsidRPr="00AE4409">
        <w:rPr>
          <w:rtl/>
          <w:lang w:bidi="fa-IR"/>
        </w:rPr>
        <w:t>: شما سخنان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مرد را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دارم با من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پاسخ مرا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بشنو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همه موافقت کردند. اما گفتند دوست داشت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که 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المجلس به او جواب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ما هم با شما همصدا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آنگاه از جا برخاستند و راه منزل آن مرد جسور را در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گرفتند.</w:t>
      </w:r>
    </w:p>
    <w:p w:rsidR="00AE4409" w:rsidRPr="00AE4409" w:rsidRDefault="00AE4409" w:rsidP="00EB05E5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راه متوجه شدند که حضرت سجاد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</w:t>
      </w:r>
      <w:r w:rsidRPr="00EB05E5">
        <w:rPr>
          <w:rStyle w:val="libAlaemChar"/>
          <w:rtl/>
        </w:rPr>
        <w:t>(</w:t>
      </w:r>
      <w:r w:rsidR="00EB05E5" w:rsidRPr="00EB05E5">
        <w:rPr>
          <w:rStyle w:val="libAieChar"/>
          <w:rtl/>
        </w:rPr>
        <w:t>الَّذِينَ يُنفِقُونَ فِي السَّرَّاءِ وَالضَّرَّاءِ وَالْكَاظِمِينَ الْغَيْظَ وَالْعَافِينَ عَنِ النَّاسِ وَاللَّـهُ يُحِبُّ الْمُحْسِنِينَ</w:t>
      </w:r>
      <w:r w:rsidRPr="00EB05E5">
        <w:rPr>
          <w:rStyle w:val="libAlaemChar"/>
          <w:rtl/>
        </w:rPr>
        <w:t>)</w:t>
      </w:r>
      <w:r w:rsidRPr="00AE4409">
        <w:rPr>
          <w:rtl/>
          <w:lang w:bidi="fa-IR"/>
        </w:rPr>
        <w:t xml:space="preserve">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خواند، از فرونشاندن آتش خشم سخن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از عفو و اغماض نام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برد. دانستند که آنحضرت در فکر مجازات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و کلام تند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نخواهد گفت . چون به در خانه اش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دند،</w:t>
      </w:r>
      <w:r w:rsidRPr="00AE4409">
        <w:rPr>
          <w:rtl/>
          <w:lang w:bidi="fa-IR"/>
        </w:rPr>
        <w:t xml:space="preserve"> امام بصدا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بلند او را خواند و به همراهان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فرمود: بگوئ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تو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خواهد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الحس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است . مرد از خانه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آمد و خود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مواجه با شرّ و بد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آماده کرده بود.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با سابقه امر و مشاهده اوضاع و احوال ، ترد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نداشت که امام سجاد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فر</w:t>
      </w:r>
      <w:r w:rsidRPr="00AE4409">
        <w:rPr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او</w:t>
      </w:r>
      <w:r w:rsidRPr="00AE4409">
        <w:rPr>
          <w:rtl/>
          <w:lang w:bidi="fa-IR"/>
        </w:rPr>
        <w:t xml:space="preserve"> آمده است .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برخلاف انتظارش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فرمود: برادر تو رودررو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بدون مقدمه سخنان ناروائ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آغاز نمود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گفت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اگر آنچه بمن نسبت داد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من هست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شگاه</w:t>
      </w:r>
      <w:r w:rsidRPr="00AE4409">
        <w:rPr>
          <w:rtl/>
          <w:lang w:bidi="fa-IR"/>
        </w:rPr>
        <w:t xml:space="preserve">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طلب آمرزش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کنم و اگر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از خدا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خواهم که تو را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امرزد</w:t>
      </w:r>
      <w:r w:rsidRPr="00AE4409">
        <w:rPr>
          <w:rtl/>
          <w:lang w:bidi="fa-IR"/>
        </w:rPr>
        <w:t>.</w:t>
      </w:r>
    </w:p>
    <w:p w:rsidR="00AE4409" w:rsidRPr="00AE4409" w:rsidRDefault="00EB05E5" w:rsidP="00EB05E5">
      <w:pPr>
        <w:pStyle w:val="Heading1"/>
        <w:rPr>
          <w:rtl/>
        </w:rPr>
      </w:pPr>
      <w:r>
        <w:rPr>
          <w:rtl/>
        </w:rPr>
        <w:br w:type="page"/>
      </w:r>
      <w:bookmarkStart w:id="11" w:name="_Toc496010495"/>
      <w:r w:rsidR="00AE4409" w:rsidRPr="00AE4409">
        <w:rPr>
          <w:rFonts w:hint="eastAsia"/>
          <w:rtl/>
        </w:rPr>
        <w:lastRenderedPageBreak/>
        <w:t>بزرگوار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مالک اشتر</w:t>
      </w:r>
      <w:bookmarkEnd w:id="11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مالک</w:t>
      </w:r>
      <w:r w:rsidRPr="00AE4409">
        <w:rPr>
          <w:rtl/>
          <w:lang w:bidi="fa-IR"/>
        </w:rPr>
        <w:t xml:space="preserve"> اشتر که از امراء ارتش اسلام و فرمانده سپاه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بود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بازار کوفه عبور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راهن</w:t>
      </w:r>
      <w:r w:rsidRPr="00AE4409">
        <w:rPr>
          <w:rtl/>
          <w:lang w:bidi="fa-IR"/>
        </w:rPr>
        <w:t xml:space="preserve"> کرباس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بر</w:t>
      </w:r>
      <w:r w:rsidR="00EB05E5">
        <w:rPr>
          <w:rFonts w:hint="cs"/>
          <w:rtl/>
          <w:lang w:bidi="fa-IR"/>
        </w:rPr>
        <w:t xml:space="preserve"> </w:t>
      </w:r>
      <w:r w:rsidRPr="00AE4409">
        <w:rPr>
          <w:rtl/>
          <w:lang w:bidi="fa-IR"/>
        </w:rPr>
        <w:t>و عمامه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کرباس بر سر داشت .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فرد عاد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ادب که او 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شناخت با مشاهده آن لباس کم ارزش ، مالک را 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خوار شمرد و از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اهانت پاره کلوخ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زد. مالک اشتر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عمل موهن را ناد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گرفت و بدون خشم و ناراحت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راه خود را ادامه داد.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بعض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ناظر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بودند به آن مرد گفتند 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تو،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دانست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چه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مورد اهانت قرار داد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جواب داد: نه . گفتند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مالک اشتر دوست 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است . مرد از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نام مالک بخود لرز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از کرده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سخت پش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شد،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دانست</w:t>
      </w:r>
      <w:r w:rsidRPr="00AE4409">
        <w:rPr>
          <w:rtl/>
          <w:lang w:bidi="fa-IR"/>
        </w:rPr>
        <w:t xml:space="preserve"> چه کند. قدر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فکر کرد</w:t>
      </w:r>
      <w:r w:rsidRPr="00AE4409">
        <w:rPr>
          <w:rFonts w:hint="eastAsia"/>
          <w:rtl/>
          <w:lang w:bidi="fa-IR"/>
        </w:rPr>
        <w:t>،</w:t>
      </w:r>
      <w:r w:rsidRPr="00AE4409">
        <w:rPr>
          <w:rtl/>
          <w:lang w:bidi="fa-IR"/>
        </w:rPr>
        <w:t xml:space="preserve"> سرانجام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هر چه زودتر خود را بمالک برساند و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عذر بخواهد،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عمل ناروا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جبران کند و از خطر مجازات رهائ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ابد</w:t>
      </w:r>
      <w:r w:rsidRPr="00AE4409">
        <w:rPr>
          <w:rtl/>
          <w:lang w:bidi="fa-IR"/>
        </w:rPr>
        <w:t>. در مس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مالک رفته بود براه افتاد تا او را در مسجد بحال نماز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. صبر کرد تا نمازش تمام شد، خود را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پا</w:t>
      </w:r>
      <w:r w:rsidRPr="00AE4409">
        <w:rPr>
          <w:rFonts w:hint="eastAsia"/>
          <w:rtl/>
          <w:lang w:bidi="fa-IR"/>
        </w:rPr>
        <w:t>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مالک افکند و آنها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مالک سؤ ال کرد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چه کار است که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جواب داد از عمل بد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کرده ام پوزش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خواهم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فقال</w:t>
      </w:r>
      <w:r w:rsidRPr="00AE4409">
        <w:rPr>
          <w:rtl/>
          <w:lang w:bidi="fa-IR"/>
        </w:rPr>
        <w:t xml:space="preserve"> لاباءس عل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فوالله مادخلت المسجد الا لاستغفرون لک . </w:t>
      </w:r>
      <w:r w:rsidRPr="00EB05E5">
        <w:rPr>
          <w:rStyle w:val="libFootnotenumChar"/>
          <w:rtl/>
        </w:rPr>
        <w:t>(8)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مالک</w:t>
      </w:r>
      <w:r w:rsidRPr="00AE4409">
        <w:rPr>
          <w:rtl/>
          <w:lang w:bidi="fa-IR"/>
        </w:rPr>
        <w:t xml:space="preserve"> با گشاده روئ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محبت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فرمود: خوف و هراس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نداشته باش . بخدا قسم ب</w:t>
      </w:r>
      <w:r w:rsidR="00EB05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مسجد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امدم</w:t>
      </w:r>
      <w:r w:rsidRPr="00AE4409">
        <w:rPr>
          <w:rtl/>
          <w:lang w:bidi="fa-IR"/>
        </w:rPr>
        <w:t xml:space="preserve"> مگر آنکه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شگاه</w:t>
      </w:r>
      <w:r w:rsidRPr="00AE4409">
        <w:rPr>
          <w:rtl/>
          <w:lang w:bidi="fa-IR"/>
        </w:rPr>
        <w:t xml:space="preserve">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 طلب آمرزش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</w:t>
      </w:r>
    </w:p>
    <w:p w:rsidR="00AE4409" w:rsidRPr="00AE4409" w:rsidRDefault="00EB05E5" w:rsidP="00EB05E5">
      <w:pPr>
        <w:pStyle w:val="Heading1"/>
        <w:rPr>
          <w:rtl/>
        </w:rPr>
      </w:pPr>
      <w:r>
        <w:rPr>
          <w:rtl/>
        </w:rPr>
        <w:br w:type="page"/>
      </w:r>
      <w:bookmarkStart w:id="12" w:name="_Toc496010496"/>
      <w:r w:rsidR="00AE4409" w:rsidRPr="00AE4409">
        <w:rPr>
          <w:rFonts w:hint="cs"/>
          <w:rtl/>
        </w:rPr>
        <w:lastRenderedPageBreak/>
        <w:t>ی</w:t>
      </w:r>
      <w:r w:rsidR="00AE4409" w:rsidRPr="00AE4409">
        <w:rPr>
          <w:rFonts w:hint="eastAsia"/>
          <w:rtl/>
        </w:rPr>
        <w:t>ت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مان</w:t>
      </w:r>
      <w:r w:rsidR="00AE4409" w:rsidRPr="00AE4409">
        <w:rPr>
          <w:rtl/>
        </w:rPr>
        <w:t xml:space="preserve"> مسلم</w:t>
      </w:r>
      <w:bookmarkEnd w:id="12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هنگام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خبر شهادت مسلم بن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بحضرت اباعبدالله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</w:t>
      </w:r>
      <w:r w:rsidR="00EB05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مه</w:t>
      </w:r>
      <w:r w:rsidRPr="00AE4409">
        <w:rPr>
          <w:rtl/>
          <w:lang w:bidi="fa-IR"/>
        </w:rPr>
        <w:t xml:space="preserve"> مخصوص خود وارد شد و دختر مسلم را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خواند، او دختر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زده</w:t>
      </w:r>
      <w:r w:rsidRPr="00AE4409">
        <w:rPr>
          <w:rtl/>
          <w:lang w:bidi="fa-IR"/>
        </w:rPr>
        <w:t xml:space="preserve"> ساله بود که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شه</w:t>
      </w:r>
      <w:r w:rsidRPr="00AE4409">
        <w:rPr>
          <w:rtl/>
          <w:lang w:bidi="fa-IR"/>
        </w:rPr>
        <w:t xml:space="preserve"> با دختران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دالشهداء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مصاحبت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و با آنها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EB05E5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 دختر خدمت حضرت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او را نوازش فرمود و نسبت به او مهربان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اضافه بر آنچه معمولا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نمود. دختر مسلم بفراست 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که ممکن است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آمد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شده</w:t>
      </w:r>
      <w:r w:rsidR="00EB05E5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باشد</w:t>
      </w:r>
      <w:r w:rsidRPr="00AE4409">
        <w:rPr>
          <w:rtl/>
          <w:lang w:bidi="fa-IR"/>
        </w:rPr>
        <w:t>.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نرو</w:t>
      </w:r>
      <w:r w:rsidRPr="00AE4409">
        <w:rPr>
          <w:rtl/>
          <w:lang w:bidi="fa-IR"/>
        </w:rPr>
        <w:t xml:space="preserve">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ابن</w:t>
      </w:r>
      <w:r w:rsidRPr="00AE4409">
        <w:rPr>
          <w:rtl/>
          <w:lang w:bidi="fa-IR"/>
        </w:rPr>
        <w:t xml:space="preserve"> رسول الله با من ملاطفت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و کسان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پدر ندارند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مگر پدرم را شه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کرده اند؟ اباعبدالله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مقاومت از دست داد و شروع بگر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کرد. فرمود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دخترک من اندوهگ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مباش اگر مسلم نباشد من پدروار از تو 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خواهرم مادر تو است و دختران و پسرانم برادر و خواهر تواند.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دختر</w:t>
      </w:r>
      <w:r w:rsidRPr="00AE4409">
        <w:rPr>
          <w:rtl/>
          <w:lang w:bidi="fa-IR"/>
        </w:rPr>
        <w:t xml:space="preserve"> مسلم از ته دل شروع بگر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کرد و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پسران مسلم سر را برهنه کردند و بزار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پرداختند. اهل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</w:t>
      </w:r>
      <w:r w:rsidR="00EB05E5" w:rsidRPr="00EB05E5">
        <w:rPr>
          <w:rStyle w:val="libAlaemChar"/>
          <w:rtl/>
        </w:rPr>
        <w:t xml:space="preserve">عليهم‌السلام </w:t>
      </w:r>
      <w:r w:rsidRPr="00AE4409">
        <w:rPr>
          <w:rtl/>
          <w:lang w:bidi="fa-IR"/>
        </w:rPr>
        <w:t>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بت</w:t>
      </w:r>
      <w:r w:rsidRPr="00AE4409">
        <w:rPr>
          <w:rtl/>
          <w:lang w:bidi="fa-IR"/>
        </w:rPr>
        <w:t xml:space="preserve"> با آنها موافقت نموده و بسوگوار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مشغول شدند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دالشهداء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از شهادت مسلم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اندوهگ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شد.</w:t>
      </w:r>
      <w:r w:rsidRPr="00EB05E5">
        <w:rPr>
          <w:rStyle w:val="libFootnotenumChar"/>
          <w:rtl/>
        </w:rPr>
        <w:t>(9)</w:t>
      </w:r>
    </w:p>
    <w:p w:rsidR="00AE4409" w:rsidRPr="00AE4409" w:rsidRDefault="00EB05E5" w:rsidP="00EB05E5">
      <w:pPr>
        <w:pStyle w:val="Heading1"/>
        <w:rPr>
          <w:rtl/>
        </w:rPr>
      </w:pPr>
      <w:r>
        <w:rPr>
          <w:rtl/>
        </w:rPr>
        <w:br w:type="page"/>
      </w:r>
      <w:bookmarkStart w:id="13" w:name="_Toc496010497"/>
      <w:r w:rsidR="00AE4409" w:rsidRPr="00AE4409">
        <w:rPr>
          <w:rFonts w:hint="eastAsia"/>
          <w:rtl/>
        </w:rPr>
        <w:lastRenderedPageBreak/>
        <w:t>پ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امبر</w:t>
      </w:r>
      <w:r w:rsidR="00AE4409" w:rsidRPr="00AE4409">
        <w:rPr>
          <w:rStyle w:val="libAlaemChar"/>
          <w:rtl/>
        </w:rPr>
        <w:t xml:space="preserve">صلى‌الله‌عليه‌وآله‌وسلم </w:t>
      </w:r>
      <w:r w:rsidR="00AE4409" w:rsidRPr="00AE4409">
        <w:rPr>
          <w:rtl/>
        </w:rPr>
        <w:t xml:space="preserve"> ا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نگونه</w:t>
      </w:r>
      <w:r w:rsidR="00AE4409" w:rsidRPr="00AE4409">
        <w:rPr>
          <w:rtl/>
        </w:rPr>
        <w:t xml:space="preserve"> بود</w:t>
      </w:r>
      <w:bookmarkEnd w:id="13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راهن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کهنه شده بود شخص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دوازده درهم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هد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کرد، آنجناب پول را به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دادند تا از بازار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راهن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بخرد،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جامه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بهمان مبلغ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وقت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خدمت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آورد، فرمودند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جامه پربهاست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راهن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پست تر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مرا بهتر است ،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گمان 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صاحب جامه پس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رد؟</w:t>
      </w:r>
      <w:r w:rsidRPr="00AE4409">
        <w:rPr>
          <w:rtl/>
          <w:lang w:bidi="fa-IR"/>
        </w:rPr>
        <w:t xml:space="preserve"> عرضکرد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دانم</w:t>
      </w:r>
      <w:r w:rsidRPr="00AE4409">
        <w:rPr>
          <w:rtl/>
          <w:lang w:bidi="fa-IR"/>
        </w:rPr>
        <w:t xml:space="preserve"> فرمود به او رجوع کن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شود.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آنمرد رفت و گفت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فرما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راهن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پربها است و جامه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ارزان تر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خواهم ، صاحب جامه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 و دوازده درهم را رد کرد. فرمود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پول را آوردم حضرت با من ببازار آمد تا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راهن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>. در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راه بکن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برخورد که در گوشه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نشسته بود و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کرد، جلو رفته و سبب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اش را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.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رسول الله مرا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Fonts w:hint="cs"/>
          <w:rtl/>
          <w:lang w:bidi="fa-IR"/>
        </w:rPr>
        <w:t>ی</w:t>
      </w:r>
    </w:p>
    <w:p w:rsidR="00AE4409" w:rsidRPr="00AE4409" w:rsidRDefault="00AE4409" w:rsidP="00EB05E5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</w:t>
      </w:r>
      <w:r w:rsidR="00EB05E5">
        <w:rPr>
          <w:rFonts w:hint="cs"/>
          <w:rtl/>
          <w:lang w:bidi="fa-IR"/>
        </w:rPr>
        <w:t xml:space="preserve">ه </w:t>
      </w:r>
      <w:r w:rsidRPr="00AE4409">
        <w:rPr>
          <w:rFonts w:hint="eastAsia"/>
          <w:rtl/>
          <w:lang w:bidi="fa-IR"/>
        </w:rPr>
        <w:t>بازار</w:t>
      </w:r>
      <w:r w:rsidRPr="00AE4409">
        <w:rPr>
          <w:rtl/>
          <w:lang w:bidi="fa-IR"/>
        </w:rPr>
        <w:t xml:space="preserve"> فرستادند و چهار درهم همراه داشتم ، آن پول را گم کرده ام .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چهار درهم از پول جامه را به او داد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راهن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بچهار درهم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در بازگشت مرد مستمند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تقاضا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لباس کرد همان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راهن</w:t>
      </w:r>
      <w:r w:rsidRPr="00AE4409">
        <w:rPr>
          <w:rtl/>
          <w:lang w:bidi="fa-IR"/>
        </w:rPr>
        <w:t xml:space="preserve"> را باو دادند، باز ب</w:t>
      </w:r>
      <w:r w:rsidR="00EB05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بازار برگشته و با چهار درهم باق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مانده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راهن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</w:t>
      </w:r>
      <w:r w:rsidR="00EB05E5">
        <w:rPr>
          <w:rFonts w:hint="cs"/>
          <w:rtl/>
          <w:lang w:bidi="fa-IR"/>
        </w:rPr>
        <w:t>ه م</w:t>
      </w:r>
      <w:r w:rsidRPr="00AE4409">
        <w:rPr>
          <w:rtl/>
          <w:lang w:bidi="fa-IR"/>
        </w:rPr>
        <w:t>حل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او را هنوز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مشاهده کرد،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رفته فرمود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چه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گفت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شده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ترسم مرا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ازارند،</w:t>
      </w:r>
      <w:r w:rsidRPr="00AE4409">
        <w:rPr>
          <w:rtl/>
          <w:lang w:bidi="fa-IR"/>
        </w:rPr>
        <w:t xml:space="preserve"> فرمود تو جلو برو ما را بخانه راهنمائ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بدر خانه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>. ب</w:t>
      </w:r>
      <w:r w:rsidR="00EB05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صاحب خانه سلام کردند،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آنها تا م</w:t>
      </w:r>
      <w:r w:rsidRPr="00AE4409">
        <w:rPr>
          <w:rFonts w:hint="eastAsia"/>
          <w:rtl/>
          <w:lang w:bidi="fa-IR"/>
        </w:rPr>
        <w:t>رتبه</w:t>
      </w:r>
      <w:r w:rsidRPr="00AE4409">
        <w:rPr>
          <w:rtl/>
          <w:lang w:bidi="fa-IR"/>
        </w:rPr>
        <w:t xml:space="preserve"> سوم جواب ندادند.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از جواب ندادن سؤ ال نمود صاحب خانه عرضکرد خواست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</w:t>
      </w:r>
      <w:r w:rsidRPr="00AE4409">
        <w:rPr>
          <w:rtl/>
          <w:lang w:bidi="fa-IR"/>
        </w:rPr>
        <w:lastRenderedPageBreak/>
        <w:t>سلام شما بر ما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شود تا باعث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نعمت و سلامت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گردد، حضرت داستان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را شرح داده و تقاضا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بخشش او را کردند. صاحب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گفت چون شما تشر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آورد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او را آزاد کردم آنگاه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فرمود دوازده درهم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نقدر</w:t>
      </w:r>
      <w:r w:rsidRPr="00AE4409">
        <w:rPr>
          <w:rtl/>
          <w:lang w:bidi="fa-IR"/>
        </w:rPr>
        <w:t xml:space="preserve">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برکت داشته باشد دو نفر برهنه را پوشان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آزاد کرد</w:t>
      </w:r>
      <w:r w:rsidRPr="00165A94">
        <w:rPr>
          <w:rStyle w:val="libFootnotenumChar"/>
          <w:rtl/>
        </w:rPr>
        <w:t>.(10)</w:t>
      </w:r>
    </w:p>
    <w:p w:rsidR="00AE4409" w:rsidRPr="00AE4409" w:rsidRDefault="00165A94" w:rsidP="00165A94">
      <w:pPr>
        <w:pStyle w:val="Heading1"/>
        <w:rPr>
          <w:rtl/>
        </w:rPr>
      </w:pPr>
      <w:r>
        <w:rPr>
          <w:rtl/>
        </w:rPr>
        <w:br w:type="page"/>
      </w:r>
      <w:bookmarkStart w:id="14" w:name="_Toc496010498"/>
      <w:r w:rsidR="00AE4409" w:rsidRPr="00AE4409">
        <w:rPr>
          <w:rFonts w:hint="eastAsia"/>
          <w:rtl/>
        </w:rPr>
        <w:lastRenderedPageBreak/>
        <w:t>ب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ن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از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از مردم</w:t>
      </w:r>
      <w:bookmarkEnd w:id="14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صدر اسلام مکرر اتفاق افتاده که افراد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بضاعت و اح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انا</w:t>
      </w:r>
      <w:r w:rsidRPr="00AE4409">
        <w:rPr>
          <w:rtl/>
          <w:lang w:bidi="fa-IR"/>
        </w:rPr>
        <w:t xml:space="preserve"> ناقص عضو، حضور رسول اکرم و ائمه طاهر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EB05E5" w:rsidRPr="00EB05E5">
        <w:rPr>
          <w:rStyle w:val="libAlaemChar"/>
          <w:rtl/>
        </w:rPr>
        <w:t xml:space="preserve">عليهم‌السلام </w:t>
      </w:r>
      <w:r w:rsidRPr="00AE4409">
        <w:rPr>
          <w:rtl/>
          <w:lang w:bidi="fa-IR"/>
        </w:rPr>
        <w:t>شرف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</w:t>
      </w:r>
      <w:r w:rsidRPr="00AE4409">
        <w:rPr>
          <w:rtl/>
          <w:lang w:bidi="fa-IR"/>
        </w:rPr>
        <w:t xml:space="preserve"> شده و اوضاع و احوال خود را شرح داده اند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اء</w:t>
      </w:r>
      <w:r w:rsidRPr="00AE4409">
        <w:rPr>
          <w:rtl/>
          <w:lang w:bidi="fa-IR"/>
        </w:rPr>
        <w:t xml:space="preserve"> گرام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اسلام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کمکها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بلاعوض آنانرا بکار و فعال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تشو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نموده اند.</w:t>
      </w:r>
    </w:p>
    <w:p w:rsidR="00AE4409" w:rsidRPr="00AE4409" w:rsidRDefault="00AE4409" w:rsidP="00165A94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زراره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بحضور امام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آمد، عرض کرد دستم ناسالم است و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توانم با آن بخوب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کار کنم ، سرما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ندارم تا با</w:t>
      </w:r>
      <w:r w:rsidR="00165A94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آن</w:t>
      </w:r>
      <w:r w:rsidRPr="00AE4409">
        <w:rPr>
          <w:rtl/>
          <w:lang w:bidi="fa-IR"/>
        </w:rPr>
        <w:t xml:space="preserve"> تجارت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فرد محروم و مستمند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هستم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فقال</w:t>
      </w:r>
      <w:r w:rsidRPr="00AE4409">
        <w:rPr>
          <w:rtl/>
          <w:lang w:bidi="fa-IR"/>
        </w:rPr>
        <w:t xml:space="preserve"> اعمل و احمل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راءسک واستغن عن الناس . </w:t>
      </w:r>
      <w:r w:rsidRPr="00165A94">
        <w:rPr>
          <w:rStyle w:val="libFootnotenumChar"/>
          <w:rtl/>
        </w:rPr>
        <w:t>(11)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امام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که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آن مرد، سر سالم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دارد و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تواند طبق رسوم محل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آن کار کند و بار برد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نشد عزّ و شخص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تش</w:t>
      </w:r>
      <w:r w:rsidRPr="00AE4409">
        <w:rPr>
          <w:rtl/>
          <w:lang w:bidi="fa-IR"/>
        </w:rPr>
        <w:t xml:space="preserve"> با ذلت سؤ ال در هم شکسته شود و در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کل بر مردم باشد.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فرمود: با سرت باربر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 و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شتن</w:t>
      </w:r>
      <w:r w:rsidRPr="00AE4409">
        <w:rPr>
          <w:rtl/>
          <w:lang w:bidi="fa-IR"/>
        </w:rPr>
        <w:t xml:space="preserve"> را از مردم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ساز.</w:t>
      </w:r>
    </w:p>
    <w:p w:rsidR="00AE4409" w:rsidRPr="00AE4409" w:rsidRDefault="00165A94" w:rsidP="00165A94">
      <w:pPr>
        <w:pStyle w:val="Heading1"/>
        <w:rPr>
          <w:rtl/>
        </w:rPr>
      </w:pPr>
      <w:r>
        <w:rPr>
          <w:rtl/>
        </w:rPr>
        <w:br w:type="page"/>
      </w:r>
      <w:bookmarkStart w:id="15" w:name="_Toc496010499"/>
      <w:r w:rsidR="00AE4409" w:rsidRPr="00AE4409">
        <w:rPr>
          <w:rFonts w:hint="eastAsia"/>
          <w:rtl/>
        </w:rPr>
        <w:lastRenderedPageBreak/>
        <w:t>غ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رت</w:t>
      </w:r>
      <w:r w:rsidR="00AE4409" w:rsidRPr="00AE4409">
        <w:rPr>
          <w:rtl/>
        </w:rPr>
        <w:t xml:space="preserve"> شما کجاست</w:t>
      </w:r>
      <w:bookmarkEnd w:id="15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گزارش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سپاه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</w:t>
      </w:r>
      <w:r w:rsidR="00165A94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شهر انبار هجوم آوردند، حسان بن حسان بکر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فرماندار شهر را کشتند و پاسداران شهر را پراکنده ساختند. بعض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سربازان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بمنزل زنان مسلمان و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رمسلمان</w:t>
      </w:r>
      <w:r w:rsidRPr="00AE4409">
        <w:rPr>
          <w:rtl/>
          <w:lang w:bidi="fa-IR"/>
        </w:rPr>
        <w:t xml:space="preserve"> وارد شدند و خلخال ، دست بند، گردنبند، و گوشواره را از بر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آوردند و آنان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دفاع از خود 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جز زار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استرحام نداشتند. سپس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با غنائم فراوان از شهر خارج شدند و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، نه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آنان زخم برداشت و نه خون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آنها بزم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</w:t>
      </w:r>
      <w:r w:rsidRPr="00AE4409">
        <w:rPr>
          <w:rtl/>
          <w:lang w:bidi="fa-IR"/>
        </w:rPr>
        <w:t xml:space="preserve"> .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گزارش رنج آور و دردناک ، آنحضرت را بسخت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ناراحت و متاءلم نمود و ضمن خطابه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تند و مه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</w:t>
      </w:r>
      <w:r w:rsidRPr="00AE4409">
        <w:rPr>
          <w:rtl/>
          <w:lang w:bidi="fa-IR"/>
        </w:rPr>
        <w:t xml:space="preserve"> شرح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را به اطلاع مردم رساند و در خلال سخنان خود فرمود: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فلو</w:t>
      </w:r>
      <w:r w:rsidRPr="00AE4409">
        <w:rPr>
          <w:rtl/>
          <w:lang w:bidi="fa-IR"/>
        </w:rPr>
        <w:t xml:space="preserve"> ان امرء مسلما مات من بعد هذا اسفا ما کان به ملوما بل کان به عند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اگر</w:t>
      </w:r>
      <w:r w:rsidRPr="00AE4409">
        <w:rPr>
          <w:rtl/>
          <w:lang w:bidi="fa-IR"/>
        </w:rPr>
        <w:t xml:space="preserve"> مرد مسلمان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اثر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قض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، از شدت اندوه و تاءسف بم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 xml:space="preserve"> ملامت ندارد بلکه در نظر من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سته</w:t>
      </w:r>
      <w:r w:rsidRPr="00AE4409">
        <w:rPr>
          <w:rtl/>
          <w:lang w:bidi="fa-IR"/>
        </w:rPr>
        <w:t xml:space="preserve"> و سزاوار است .</w:t>
      </w:r>
    </w:p>
    <w:p w:rsidR="00AE4409" w:rsidRPr="00AE4409" w:rsidRDefault="00165A94" w:rsidP="00165A94">
      <w:pPr>
        <w:pStyle w:val="Heading1"/>
        <w:rPr>
          <w:rtl/>
        </w:rPr>
      </w:pPr>
      <w:r>
        <w:rPr>
          <w:rtl/>
        </w:rPr>
        <w:br w:type="page"/>
      </w:r>
      <w:bookmarkStart w:id="16" w:name="_Toc496010500"/>
      <w:r w:rsidR="00AE4409" w:rsidRPr="00AE4409">
        <w:rPr>
          <w:rFonts w:hint="eastAsia"/>
          <w:rtl/>
        </w:rPr>
        <w:lastRenderedPageBreak/>
        <w:t>فرماندار</w:t>
      </w:r>
      <w:r w:rsidR="00AE4409" w:rsidRPr="00AE4409">
        <w:rPr>
          <w:rtl/>
        </w:rPr>
        <w:t xml:space="preserve"> بصره در مجلس عروس</w:t>
      </w:r>
      <w:r w:rsidR="00AE4409" w:rsidRPr="00AE4409">
        <w:rPr>
          <w:rFonts w:hint="cs"/>
          <w:rtl/>
        </w:rPr>
        <w:t>ی</w:t>
      </w:r>
      <w:bookmarkEnd w:id="16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عثمان</w:t>
      </w:r>
      <w:r w:rsidRPr="00AE4409">
        <w:rPr>
          <w:rtl/>
          <w:lang w:bidi="fa-IR"/>
        </w:rPr>
        <w:t xml:space="preserve"> بن حن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انصار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حکومت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فرماندار بصره بود.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خانواده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محترم شهر، او را ب</w:t>
      </w:r>
      <w:r w:rsidR="00165A94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مجلس عروس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دعوت نمود، فرماندار آن را 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</w:t>
      </w:r>
      <w:r w:rsidRPr="00AE4409">
        <w:rPr>
          <w:rtl/>
          <w:lang w:bidi="fa-IR"/>
        </w:rPr>
        <w:t xml:space="preserve"> و در مجلس ول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مه</w:t>
      </w:r>
      <w:r w:rsidRPr="00AE4409">
        <w:rPr>
          <w:rtl/>
          <w:lang w:bidi="fa-IR"/>
        </w:rPr>
        <w:t xml:space="preserve"> شرکت کرد. مدعو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همه از ثروتمندان و متمکن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شهر بودند، و از محروم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دستان</w:t>
      </w:r>
      <w:r w:rsidRPr="00AE4409">
        <w:rPr>
          <w:rtl/>
          <w:lang w:bidi="fa-IR"/>
        </w:rPr>
        <w:t xml:space="preserve">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آن مجلس </w:t>
      </w:r>
      <w:r w:rsidRPr="00AE4409">
        <w:rPr>
          <w:rFonts w:hint="eastAsia"/>
          <w:rtl/>
          <w:lang w:bidi="fa-IR"/>
        </w:rPr>
        <w:t>دعوت</w:t>
      </w:r>
      <w:r w:rsidRPr="00AE4409">
        <w:rPr>
          <w:rtl/>
          <w:lang w:bidi="fa-IR"/>
        </w:rPr>
        <w:t xml:space="preserve"> نداشت .</w:t>
      </w:r>
    </w:p>
    <w:p w:rsidR="00AE4409" w:rsidRPr="00AE4409" w:rsidRDefault="00AE4409" w:rsidP="00165A94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سفره</w:t>
      </w:r>
      <w:r w:rsidRPr="00AE4409">
        <w:rPr>
          <w:rtl/>
          <w:lang w:bidi="fa-IR"/>
        </w:rPr>
        <w:t xml:space="preserve"> رنگ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گسترده شد و فرماندار و سا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مهمانها در کنار آن نشستند و صاحبخانه با غذاها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فراوان و رنگارنگ از فرماندار بگرم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کرد. خبر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مجلس مجلل ، به عل</w:t>
      </w:r>
      <w:r w:rsidRPr="00AE4409">
        <w:rPr>
          <w:rFonts w:hint="cs"/>
          <w:rtl/>
          <w:lang w:bidi="fa-IR"/>
        </w:rPr>
        <w:t>ی</w:t>
      </w:r>
      <w:r w:rsidR="00165A94">
        <w:rPr>
          <w:rFonts w:hint="cs"/>
          <w:rtl/>
          <w:lang w:bidi="fa-IR"/>
        </w:rPr>
        <w:t xml:space="preserve"> </w:t>
      </w:r>
      <w:r w:rsidR="000B7D88" w:rsidRPr="000B7D88">
        <w:rPr>
          <w:rStyle w:val="libAlaemChar"/>
          <w:rFonts w:hint="eastAsia"/>
          <w:rtl/>
        </w:rPr>
        <w:t xml:space="preserve">عليه‌السلام </w:t>
      </w:r>
      <w:r w:rsidRPr="00AE4409">
        <w:rPr>
          <w:rtl/>
          <w:lang w:bidi="fa-IR"/>
        </w:rPr>
        <w:t>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نامه تند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فرماندار نوشت و عمل او را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مورد انتقاد قرار داد: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وم</w:t>
      </w:r>
      <w:r w:rsidRPr="00AE4409">
        <w:rPr>
          <w:rtl/>
          <w:lang w:bidi="fa-IR"/>
        </w:rPr>
        <w:t xml:space="preserve"> ظننت انک تج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اال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طعام قوم عائلهم مجفو و غن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هم</w:t>
      </w:r>
      <w:r w:rsidRPr="00AE4409">
        <w:rPr>
          <w:rtl/>
          <w:lang w:bidi="fa-IR"/>
        </w:rPr>
        <w:t xml:space="preserve"> مدعو. </w:t>
      </w:r>
      <w:r w:rsidRPr="00165A94">
        <w:rPr>
          <w:rStyle w:val="libFootnotenumChar"/>
          <w:rtl/>
        </w:rPr>
        <w:t>(12)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من</w:t>
      </w:r>
      <w:r w:rsidRPr="00AE4409">
        <w:rPr>
          <w:rtl/>
          <w:lang w:bidi="fa-IR"/>
        </w:rPr>
        <w:t xml:space="preserve"> گمان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کردم که دعوت مردم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صرف طعام اجابت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محرومشان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رانند</w:t>
      </w:r>
      <w:r w:rsidRPr="00AE4409">
        <w:rPr>
          <w:rtl/>
          <w:lang w:bidi="fa-IR"/>
        </w:rPr>
        <w:t xml:space="preserve"> و غن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توانگرشان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خوانند</w:t>
      </w:r>
      <w:r w:rsidRPr="00AE4409">
        <w:rPr>
          <w:rtl/>
          <w:lang w:bidi="fa-IR"/>
        </w:rPr>
        <w:t>.</w:t>
      </w:r>
    </w:p>
    <w:p w:rsidR="00AE4409" w:rsidRPr="00AE4409" w:rsidRDefault="00165A94" w:rsidP="00165A94">
      <w:pPr>
        <w:pStyle w:val="Heading1"/>
        <w:rPr>
          <w:rtl/>
        </w:rPr>
      </w:pPr>
      <w:r>
        <w:rPr>
          <w:rtl/>
        </w:rPr>
        <w:br w:type="page"/>
      </w:r>
      <w:bookmarkStart w:id="17" w:name="_Toc496010501"/>
      <w:r w:rsidR="00AE4409" w:rsidRPr="00AE4409">
        <w:rPr>
          <w:rFonts w:hint="eastAsia"/>
          <w:rtl/>
        </w:rPr>
        <w:lastRenderedPageBreak/>
        <w:t>امام</w:t>
      </w:r>
      <w:r w:rsidR="00AE4409" w:rsidRPr="00AE4409">
        <w:rPr>
          <w:rtl/>
        </w:rPr>
        <w:t xml:space="preserve"> صادق و مشکلات جامعه</w:t>
      </w:r>
      <w:bookmarkEnd w:id="17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معتب</w:t>
      </w:r>
      <w:r w:rsidRPr="00AE4409">
        <w:rPr>
          <w:rtl/>
          <w:lang w:bidi="fa-IR"/>
        </w:rPr>
        <w:t xml:space="preserve"> که عهده دار خدمات منزل امام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بود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بر اثر کم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مواد غذائ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بازار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مت</w:t>
      </w:r>
      <w:r w:rsidRPr="00AE4409">
        <w:rPr>
          <w:rtl/>
          <w:lang w:bidi="fa-IR"/>
        </w:rPr>
        <w:t xml:space="preserve"> اجناس بالا رفت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امام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بمن فرمود: در منزل چه مقدار خواربار دار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؟ گفتم بقدر مصارف چند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ماه . فرمود: همه آنها را در بازار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فروش عرضه کن . معتب از سخن امام بشگفت آمد، عرض کردم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چه دستور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که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فرمائ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د؟</w:t>
      </w:r>
      <w:r w:rsidRPr="00AE4409">
        <w:rPr>
          <w:rtl/>
          <w:lang w:bidi="fa-IR"/>
        </w:rPr>
        <w:t xml:space="preserve"> حضرت سخن خود را دوباره تکرار کرد و با تاءک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فرمود: تمام خواربار موجود منزل را ببر و در بازار بفروش برسان معتب گفت :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فلما</w:t>
      </w:r>
      <w:r w:rsidRPr="00AE4409">
        <w:rPr>
          <w:rtl/>
          <w:lang w:bidi="fa-IR"/>
        </w:rPr>
        <w:t xml:space="preserve"> بعته قال اشتر مع الناس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وما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وم</w:t>
      </w:r>
      <w:r w:rsidRPr="00AE4409">
        <w:rPr>
          <w:rtl/>
          <w:lang w:bidi="fa-IR"/>
        </w:rPr>
        <w:t xml:space="preserve"> و قال :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معتب اجعل قوت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نصفا شع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و نصفا حنطه . </w:t>
      </w:r>
      <w:r w:rsidRPr="00165A94">
        <w:rPr>
          <w:rStyle w:val="libFootnotenumChar"/>
          <w:rtl/>
        </w:rPr>
        <w:t>(13)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پس</w:t>
      </w:r>
      <w:r w:rsidRPr="00AE4409">
        <w:rPr>
          <w:rtl/>
          <w:lang w:bidi="fa-IR"/>
        </w:rPr>
        <w:t xml:space="preserve"> از آنکه امر حضرت را اجراء نمودم و خواربار موجود منزل را فروختم بمن فرمود: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</w:t>
      </w:r>
      <w:r w:rsidRPr="00AE4409">
        <w:rPr>
          <w:rtl/>
          <w:lang w:bidi="fa-IR"/>
        </w:rPr>
        <w:t xml:space="preserve"> وظ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احت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اجات</w:t>
      </w:r>
      <w:r w:rsidRPr="00AE4409">
        <w:rPr>
          <w:rtl/>
          <w:lang w:bidi="fa-IR"/>
        </w:rPr>
        <w:t xml:space="preserve"> غذائ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منزل مرا، مانند اکثر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متوسط مردم ، روزبروز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بعلاوه فرمود: قوت خانواده ام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از مخلوط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شود که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مش</w:t>
      </w:r>
      <w:r w:rsidRPr="00AE4409">
        <w:rPr>
          <w:rtl/>
          <w:lang w:bidi="fa-IR"/>
        </w:rPr>
        <w:t xml:space="preserve"> جو 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مش</w:t>
      </w:r>
      <w:r w:rsidRPr="00AE4409">
        <w:rPr>
          <w:rtl/>
          <w:lang w:bidi="fa-IR"/>
        </w:rPr>
        <w:t xml:space="preserve"> گندم باشد.</w:t>
      </w:r>
    </w:p>
    <w:p w:rsidR="00AE4409" w:rsidRPr="00AE4409" w:rsidRDefault="00165A94" w:rsidP="00165A94">
      <w:pPr>
        <w:pStyle w:val="Heading1"/>
        <w:rPr>
          <w:rtl/>
        </w:rPr>
      </w:pPr>
      <w:r>
        <w:rPr>
          <w:rtl/>
        </w:rPr>
        <w:br w:type="page"/>
      </w:r>
      <w:bookmarkStart w:id="18" w:name="_Toc496010502"/>
      <w:r w:rsidR="00AE4409" w:rsidRPr="00AE4409">
        <w:rPr>
          <w:rFonts w:hint="eastAsia"/>
          <w:rtl/>
        </w:rPr>
        <w:lastRenderedPageBreak/>
        <w:t>پ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رمرد</w:t>
      </w:r>
      <w:r w:rsidR="00AE4409" w:rsidRPr="00AE4409">
        <w:rPr>
          <w:rtl/>
        </w:rPr>
        <w:t xml:space="preserve"> بهشت</w:t>
      </w:r>
      <w:r w:rsidR="00AE4409" w:rsidRPr="00AE4409">
        <w:rPr>
          <w:rFonts w:hint="cs"/>
          <w:rtl/>
        </w:rPr>
        <w:t>ی</w:t>
      </w:r>
      <w:bookmarkEnd w:id="18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انس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محضر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نشسته بود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حضرت بطرف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اشاره کرد و فرمود: عنقر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اهل بهشت است . طول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 راه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در حال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آب وضو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با دست راست خشک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و به انگشت دست چپش نعل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آو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خته</w:t>
      </w:r>
      <w:r w:rsidRPr="00AE4409">
        <w:rPr>
          <w:rtl/>
          <w:lang w:bidi="fa-IR"/>
        </w:rPr>
        <w:t xml:space="preserve"> بود.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آمد و سلام کرد. فردا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آنروز و همچن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پس فردا،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همان جمله را تکرار کرد و همچن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از راه آمد.</w:t>
      </w:r>
    </w:p>
    <w:p w:rsidR="00AE4409" w:rsidRPr="00AE4409" w:rsidRDefault="00AE4409" w:rsidP="00165A94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عبدالله</w:t>
      </w:r>
      <w:r w:rsidRPr="00AE4409">
        <w:rPr>
          <w:rtl/>
          <w:lang w:bidi="fa-IR"/>
        </w:rPr>
        <w:t xml:space="preserve"> بن عمرو بن عاص که هر سه روز در</w:t>
      </w:r>
      <w:r w:rsidR="00165A94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مجلس</w:t>
      </w:r>
      <w:r w:rsidRPr="00AE4409">
        <w:rPr>
          <w:rtl/>
          <w:lang w:bidi="fa-IR"/>
        </w:rPr>
        <w:t xml:space="preserve"> حضور داشت و سخن نب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بود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با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تماس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 xml:space="preserve"> و از عبادات و اعمال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رش</w:t>
      </w:r>
      <w:r w:rsidRPr="00AE4409">
        <w:rPr>
          <w:rtl/>
          <w:lang w:bidi="fa-IR"/>
        </w:rPr>
        <w:t xml:space="preserve"> آگاه گردد و بداند چه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او را بهشت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ساخته و باعث رفعت معنو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شده است .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راه افتاد و با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من از پدرم قهر کرده ام و قسم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نموده ام که سه شبانه رو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بملاقاتش نروم اگر موافقت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بمنزل شما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مدت را نزد تو بگذرانم .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قبول کرد. پسر عمرو بن عاص بخانه او رفت و هر شب در آنجا بود. عبدالله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سه شب 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که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عبادت برخ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زد</w:t>
      </w:r>
      <w:r w:rsidRPr="00AE4409">
        <w:rPr>
          <w:rtl/>
          <w:lang w:bidi="fa-IR"/>
        </w:rPr>
        <w:t xml:space="preserve"> و اعمال مخصوص انجام دهد فقط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در بستر په</w:t>
      </w:r>
      <w:r w:rsidRPr="00AE4409">
        <w:rPr>
          <w:rFonts w:hint="eastAsia"/>
          <w:rtl/>
          <w:lang w:bidi="fa-IR"/>
        </w:rPr>
        <w:t>لو</w:t>
      </w:r>
      <w:r w:rsidRPr="00AE4409">
        <w:rPr>
          <w:rtl/>
          <w:lang w:bidi="fa-IR"/>
        </w:rPr>
        <w:t xml:space="preserve"> به پهلو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 xml:space="preserve"> ذکر خدا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گفت</w:t>
      </w:r>
      <w:r w:rsidRPr="00AE4409">
        <w:rPr>
          <w:rtl/>
          <w:lang w:bidi="fa-IR"/>
        </w:rPr>
        <w:t xml:space="preserve"> . او تمام شب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آرم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چون فجر طلوع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نماز صبح برم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خاست</w:t>
      </w:r>
      <w:r w:rsidRPr="00AE4409">
        <w:rPr>
          <w:rtl/>
          <w:lang w:bidi="fa-IR"/>
        </w:rPr>
        <w:t xml:space="preserve"> ، اما در طول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مدت از او درباره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جز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خوب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سخن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165A94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سه</w:t>
      </w:r>
      <w:r w:rsidRPr="00AE4409">
        <w:rPr>
          <w:rtl/>
          <w:lang w:bidi="fa-IR"/>
        </w:rPr>
        <w:t xml:space="preserve"> شبانه روز منقض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 و اعمال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آنقدر در نظرم ناچ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آمد که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</w:t>
      </w:r>
      <w:r w:rsidRPr="00AE4409">
        <w:rPr>
          <w:rtl/>
          <w:lang w:bidi="fa-IR"/>
        </w:rPr>
        <w:t xml:space="preserve"> تحق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رش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نگاهداشتم . موقع خداحافظ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او گفتم که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من و پدرم 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کدورت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امده</w:t>
      </w:r>
      <w:r w:rsidRPr="00AE4409">
        <w:rPr>
          <w:rtl/>
          <w:lang w:bidi="fa-IR"/>
        </w:rPr>
        <w:t xml:space="preserve"> بود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نزد تو آمدم که سه روز متوال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نب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درباره ات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 چنان </w:t>
      </w:r>
      <w:r w:rsidRPr="00AE4409">
        <w:rPr>
          <w:rFonts w:hint="eastAsia"/>
          <w:rtl/>
          <w:lang w:bidi="fa-IR"/>
        </w:rPr>
        <w:t>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بودم ، خواستم </w:t>
      </w:r>
      <w:r w:rsidRPr="00AE4409">
        <w:rPr>
          <w:rtl/>
          <w:lang w:bidi="fa-IR"/>
        </w:rPr>
        <w:lastRenderedPageBreak/>
        <w:t>تو را بشناسم و از عبادات و اعمالت آگاه گردم . اکنون متوجه شدم عمل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دانم</w:t>
      </w:r>
      <w:r w:rsidRPr="00AE4409">
        <w:rPr>
          <w:rtl/>
          <w:lang w:bidi="fa-IR"/>
        </w:rPr>
        <w:t xml:space="preserve"> چه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مقام تو را آنقدر بالا برده که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امبر</w:t>
      </w:r>
      <w:r w:rsidRPr="00AE4409">
        <w:rPr>
          <w:rtl/>
          <w:lang w:bidi="fa-IR"/>
        </w:rPr>
        <w:t xml:space="preserve"> گرام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درباره ات سخنان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آنچنان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گفته است .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پاسخ</w:t>
      </w:r>
      <w:r w:rsidR="00165A94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 جز آنچه از من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عمل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ندارم . پسر عمرو بن عاص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جدا شد و چند قدم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شتر</w:t>
      </w:r>
      <w:r w:rsidRPr="00AE4409">
        <w:rPr>
          <w:rtl/>
          <w:lang w:bidi="fa-IR"/>
        </w:rPr>
        <w:t xml:space="preserve"> نرفته بود که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او را صدا زد و گفت : اعمال ظاهر من همان بود که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اما در دلم نسبت به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tl/>
          <w:lang w:bidi="fa-IR"/>
        </w:rPr>
        <w:t xml:space="preserve"> مسلمان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و بدخواه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و هرگز به کس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خداوند به او نعمت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عطا نموده است حسد </w:t>
      </w:r>
      <w:r w:rsidRPr="00AE4409">
        <w:rPr>
          <w:rFonts w:hint="eastAsia"/>
          <w:rtl/>
          <w:lang w:bidi="fa-IR"/>
        </w:rPr>
        <w:t>نبرده</w:t>
      </w:r>
      <w:r w:rsidRPr="00AE4409">
        <w:rPr>
          <w:rtl/>
          <w:lang w:bidi="fa-IR"/>
        </w:rPr>
        <w:t xml:space="preserve"> ام . پسر عمرو بن عاص گفت :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حسن ن</w:t>
      </w:r>
      <w:r w:rsidRPr="00AE4409">
        <w:rPr>
          <w:rFonts w:hint="cs"/>
          <w:rtl/>
          <w:lang w:bidi="fa-IR"/>
        </w:rPr>
        <w:t>یّ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و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که تو را مشمول عنا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و الطاف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ساخته و ما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پاکدل و دگر دوست باش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</w:t>
      </w:r>
      <w:r w:rsidRPr="00165A94">
        <w:rPr>
          <w:rStyle w:val="libFootnotenumChar"/>
          <w:rtl/>
        </w:rPr>
        <w:t>(14)</w:t>
      </w:r>
    </w:p>
    <w:p w:rsidR="00AE4409" w:rsidRPr="00AE4409" w:rsidRDefault="00165A94" w:rsidP="00165A94">
      <w:pPr>
        <w:pStyle w:val="Heading1"/>
        <w:rPr>
          <w:rtl/>
        </w:rPr>
      </w:pPr>
      <w:r>
        <w:rPr>
          <w:rtl/>
        </w:rPr>
        <w:br w:type="page"/>
      </w:r>
      <w:bookmarkStart w:id="19" w:name="_Toc496010503"/>
      <w:r w:rsidR="00AE4409" w:rsidRPr="00AE4409">
        <w:rPr>
          <w:rFonts w:hint="eastAsia"/>
          <w:rtl/>
        </w:rPr>
        <w:lastRenderedPageBreak/>
        <w:t>مرد</w:t>
      </w:r>
      <w:r w:rsidR="00AE4409" w:rsidRPr="00AE4409">
        <w:rPr>
          <w:rtl/>
        </w:rPr>
        <w:t xml:space="preserve"> طب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ع</w:t>
      </w:r>
      <w:r w:rsidR="00AE4409" w:rsidRPr="00AE4409">
        <w:rPr>
          <w:rFonts w:hint="cs"/>
          <w:rtl/>
        </w:rPr>
        <w:t>ی</w:t>
      </w:r>
      <w:bookmarkEnd w:id="19"/>
    </w:p>
    <w:p w:rsidR="00AE4409" w:rsidRPr="00AE4409" w:rsidRDefault="00AE4409" w:rsidP="00165A94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ثم</w:t>
      </w:r>
      <w:r w:rsidRPr="00AE4409">
        <w:rPr>
          <w:rtl/>
          <w:lang w:bidi="fa-IR"/>
        </w:rPr>
        <w:t xml:space="preserve"> که ب</w:t>
      </w:r>
      <w:r w:rsidR="00165A94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دو واسطه نسبت ب</w:t>
      </w:r>
      <w:r w:rsidR="00165A94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ثم</w:t>
      </w:r>
      <w:r w:rsidRPr="00AE4409">
        <w:rPr>
          <w:rtl/>
          <w:lang w:bidi="fa-IR"/>
        </w:rPr>
        <w:t xml:space="preserve"> تمّار دارد و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دانشمند و با فض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لت</w:t>
      </w:r>
      <w:r w:rsidRPr="00AE4409">
        <w:rPr>
          <w:rtl/>
          <w:lang w:bidi="fa-IR"/>
        </w:rPr>
        <w:t xml:space="preserve"> است وارد مجلس حسن بن سهل وز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ماءمون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مشاهده کرد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دهر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طب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صدر مجلس نشسته و حسن ، نسبت باو احترام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و تمام اع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و دانشمندان در مقام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پست تر از </w:t>
      </w:r>
      <w:r w:rsidRPr="00AE4409">
        <w:rPr>
          <w:rFonts w:hint="eastAsia"/>
          <w:rtl/>
          <w:lang w:bidi="fa-IR"/>
        </w:rPr>
        <w:t>او</w:t>
      </w:r>
      <w:r w:rsidRPr="00AE4409">
        <w:rPr>
          <w:rtl/>
          <w:lang w:bidi="fa-IR"/>
        </w:rPr>
        <w:t xml:space="preserve"> نشسته اند و آن مرد با کمال جراءت در مسلک و مرام خود گستاخانه سخن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گران</w:t>
      </w:r>
      <w:r w:rsidRPr="00AE4409">
        <w:rPr>
          <w:rtl/>
          <w:lang w:bidi="fa-IR"/>
        </w:rPr>
        <w:t xml:space="preserve"> گوش فرا داده اند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وضع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ثم</w:t>
      </w:r>
      <w:r w:rsidRPr="00AE4409">
        <w:rPr>
          <w:rtl/>
          <w:lang w:bidi="fa-IR"/>
        </w:rPr>
        <w:t xml:space="preserve"> را آشفته نمود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رفته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امروز در خارج منزل شما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عج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. حسن بن سهل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را سؤ ال نمود. گفت در کنار دجله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کشت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بدون ملاح و ناخدا مردم را رسوا کرده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نطرف</w:t>
      </w:r>
      <w:r w:rsidRPr="00AE4409">
        <w:rPr>
          <w:rtl/>
          <w:lang w:bidi="fa-IR"/>
        </w:rPr>
        <w:t xml:space="preserve"> رود بطرف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 و از آنطرف بهم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طر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بجانب ما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آورد</w:t>
      </w:r>
      <w:r w:rsidRPr="00AE4409">
        <w:rPr>
          <w:rtl/>
          <w:lang w:bidi="fa-IR"/>
        </w:rPr>
        <w:t xml:space="preserve"> مرد طب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بخ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ال</w:t>
      </w:r>
      <w:r w:rsidRPr="00AE4409">
        <w:rPr>
          <w:rtl/>
          <w:lang w:bidi="fa-IR"/>
        </w:rPr>
        <w:t xml:space="preserve"> خود استفاده کرده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شخص در عقلش نقص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</w:t>
      </w:r>
      <w:r w:rsidR="00165A94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شده</w:t>
      </w:r>
      <w:r w:rsidRPr="00AE4409">
        <w:rPr>
          <w:rtl/>
          <w:lang w:bidi="fa-IR"/>
        </w:rPr>
        <w:t xml:space="preserve"> که سخن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وانگان</w:t>
      </w:r>
      <w:r w:rsidRPr="00AE4409">
        <w:rPr>
          <w:rtl/>
          <w:lang w:bidi="fa-IR"/>
        </w:rPr>
        <w:t xml:space="preserve">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ادعا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محال و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رقابل</w:t>
      </w:r>
      <w:r w:rsidRPr="00AE4409">
        <w:rPr>
          <w:rtl/>
          <w:lang w:bidi="fa-IR"/>
        </w:rPr>
        <w:t xml:space="preserve"> وقوع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ثم</w:t>
      </w:r>
      <w:r w:rsidRPr="00AE4409">
        <w:rPr>
          <w:rtl/>
          <w:lang w:bidi="fa-IR"/>
        </w:rPr>
        <w:t xml:space="preserve"> رو ب</w:t>
      </w:r>
      <w:r w:rsidR="00165A94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طب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کرده گفت ممکن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کشت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بدون ناخدا مسافر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از رود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بگذراند مرد ماد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فاتحانه و با تمسخر گفت هرگز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شود</w:t>
      </w:r>
      <w:r w:rsidRPr="00AE4409">
        <w:rPr>
          <w:rtl/>
          <w:lang w:bidi="fa-IR"/>
        </w:rPr>
        <w:t>.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ثم</w:t>
      </w:r>
      <w:r w:rsidRPr="00AE4409">
        <w:rPr>
          <w:rtl/>
          <w:lang w:bidi="fa-IR"/>
        </w:rPr>
        <w:t xml:space="preserve"> گفت پس چگونه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نامتناه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وجو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موجودات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شمار</w:t>
      </w:r>
      <w:r w:rsidRPr="00AE4409">
        <w:rPr>
          <w:rtl/>
          <w:lang w:bidi="fa-IR"/>
        </w:rPr>
        <w:t xml:space="preserve"> در جو لا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تناه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کرات درخشان و اختران فروزان و ماه و ستارگان هر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در مدار و مس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بدون خدا و خالق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="00165A94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گردش خود ادامه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دهند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مرد تو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حرکت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کشت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رود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بطرف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ناخدائ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لازم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موجودات گوناگ</w:t>
      </w:r>
      <w:r w:rsidRPr="00AE4409">
        <w:rPr>
          <w:rFonts w:hint="eastAsia"/>
          <w:rtl/>
          <w:lang w:bidi="fa-IR"/>
        </w:rPr>
        <w:t>ون</w:t>
      </w:r>
      <w:r w:rsidRPr="00AE4409">
        <w:rPr>
          <w:rtl/>
          <w:lang w:bidi="fa-IR"/>
        </w:rPr>
        <w:t xml:space="preserve"> در 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نش</w:t>
      </w:r>
      <w:r w:rsidRPr="00AE4409">
        <w:rPr>
          <w:rtl/>
          <w:lang w:bidi="fa-IR"/>
        </w:rPr>
        <w:t xml:space="preserve"> خدائ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لازم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اکنون تاءمل کن و فکر نما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کدام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از ما ادعا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محال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مرد دهر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جواب نتوانست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شرمنده سر بز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افکند و دانست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ثم</w:t>
      </w:r>
      <w:r w:rsidRPr="00AE4409">
        <w:rPr>
          <w:rtl/>
          <w:lang w:bidi="fa-IR"/>
        </w:rPr>
        <w:t xml:space="preserve"> داستان کشت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</w:t>
      </w:r>
      <w:r w:rsidRPr="00AE4409">
        <w:rPr>
          <w:rtl/>
          <w:lang w:bidi="fa-IR"/>
        </w:rPr>
        <w:lastRenderedPageBreak/>
        <w:t>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قرار داده از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مجاب کردن و مغلوب نمودن او، حسن بن سهل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مناظره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خرسند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  <w:r w:rsidRPr="00165A94">
        <w:rPr>
          <w:rStyle w:val="libFootnotenumChar"/>
          <w:rtl/>
        </w:rPr>
        <w:t>(15)</w:t>
      </w:r>
    </w:p>
    <w:p w:rsidR="00AE4409" w:rsidRPr="00AE4409" w:rsidRDefault="00165A94" w:rsidP="00165A94">
      <w:pPr>
        <w:pStyle w:val="Heading1"/>
        <w:rPr>
          <w:rtl/>
        </w:rPr>
      </w:pPr>
      <w:r>
        <w:rPr>
          <w:rtl/>
        </w:rPr>
        <w:br w:type="page"/>
      </w:r>
      <w:bookmarkStart w:id="20" w:name="_Toc496010504"/>
      <w:r w:rsidR="00AE4409" w:rsidRPr="00AE4409">
        <w:rPr>
          <w:rFonts w:hint="eastAsia"/>
          <w:rtl/>
        </w:rPr>
        <w:lastRenderedPageBreak/>
        <w:t>بهشت</w:t>
      </w:r>
      <w:r w:rsidR="00AE4409" w:rsidRPr="00AE4409">
        <w:rPr>
          <w:rtl/>
        </w:rPr>
        <w:t xml:space="preserve"> شدّاد</w:t>
      </w:r>
      <w:bookmarkEnd w:id="20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هود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در زمان پادشاه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شداد بود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وسته</w:t>
      </w:r>
      <w:r w:rsidRPr="00AE4409">
        <w:rPr>
          <w:rtl/>
          <w:lang w:bidi="fa-IR"/>
        </w:rPr>
        <w:t xml:space="preserve"> او را دعوت ب</w:t>
      </w:r>
      <w:r w:rsidR="00165A94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شداد گفت اگر من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اورم</w:t>
      </w:r>
      <w:r w:rsidRPr="00AE4409">
        <w:rPr>
          <w:rtl/>
          <w:lang w:bidi="fa-IR"/>
        </w:rPr>
        <w:t xml:space="preserve"> خداوند بمن چه خواهد داد؟ هود گفت جا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گاه</w:t>
      </w:r>
      <w:r w:rsidRPr="00AE4409">
        <w:rPr>
          <w:rtl/>
          <w:lang w:bidi="fa-IR"/>
        </w:rPr>
        <w:t xml:space="preserve"> ترا در بهشت بر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قرار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دهد</w:t>
      </w:r>
      <w:r w:rsidRPr="00AE4409">
        <w:rPr>
          <w:rtl/>
          <w:lang w:bidi="fa-IR"/>
        </w:rPr>
        <w:t xml:space="preserve"> و زندگان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بتو خواهد داد. شداد اوصاف بهشت را از هود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آنحضرت شمه 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خصوص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بهشت برا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نمود شداد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من خود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توانم</w:t>
      </w:r>
      <w:r w:rsidRPr="00AE4409">
        <w:rPr>
          <w:rtl/>
          <w:lang w:bidi="fa-IR"/>
        </w:rPr>
        <w:t xml:space="preserve"> بهشت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بهتر از آنچه تو گفت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165A94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نرو</w:t>
      </w:r>
      <w:r w:rsidRPr="00AE4409">
        <w:rPr>
          <w:rtl/>
          <w:lang w:bidi="fa-IR"/>
        </w:rPr>
        <w:t xml:space="preserve"> در صدد ساختمان شهر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برآمد که شب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بهشت بر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="00165A94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باشد</w:t>
      </w:r>
      <w:r w:rsidRPr="00AE4409">
        <w:rPr>
          <w:rtl/>
          <w:lang w:bidi="fa-IR"/>
        </w:rPr>
        <w:t xml:space="preserve">.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نفر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ضحاک تاز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خواهرزاده او بود فرستاد و در آن زمان ضحاک بر مملکت جمش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(ا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ران</w:t>
      </w:r>
      <w:r w:rsidRPr="00AE4409">
        <w:rPr>
          <w:rtl/>
          <w:lang w:bidi="fa-IR"/>
        </w:rPr>
        <w:t xml:space="preserve"> ) حکومت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و از او خواست هر چه طلا و نقره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تواند</w:t>
      </w:r>
      <w:r w:rsidRPr="00AE4409">
        <w:rPr>
          <w:rtl/>
          <w:lang w:bidi="fa-IR"/>
        </w:rPr>
        <w:t xml:space="preserve"> فراهم سازد ضحاک بنا بدستور شداد هر چه توانست زر و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ور</w:t>
      </w:r>
      <w:r w:rsidRPr="00AE4409">
        <w:rPr>
          <w:rtl/>
          <w:lang w:bidi="fa-IR"/>
        </w:rPr>
        <w:t xml:space="preserve">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نمود و بشام فرستاد شداد ب</w:t>
      </w:r>
      <w:r w:rsidR="00BC15FD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اطراف مملکت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اشخ</w:t>
      </w:r>
      <w:r w:rsidRPr="00AE4409">
        <w:rPr>
          <w:rFonts w:hint="eastAsia"/>
          <w:rtl/>
          <w:lang w:bidi="fa-IR"/>
        </w:rPr>
        <w:t>اص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فرستاد و در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طلا و نقره و جواهر و مشک و عنبر جد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فراوان نمود و استادان و مهندس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ماهر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ساختمان شهر بهشت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آماده کرد و در اطراف شام محل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که از نظر آب و هوا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مانند بود انتخاب نمود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وار</w:t>
      </w:r>
      <w:r w:rsidRPr="00AE4409">
        <w:rPr>
          <w:rtl/>
          <w:lang w:bidi="fa-IR"/>
        </w:rPr>
        <w:t xml:space="preserve"> آن شهر را دستور داد با بهتر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اسلوب بسازند و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آن قصر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طلا و نقره بوجود آوردند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وارها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آنرا ب</w:t>
      </w:r>
      <w:r w:rsidR="00BC15FD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جواهر و گوهرها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گران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مت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و در کف جو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روان آن شهر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</w:t>
      </w:r>
      <w:r w:rsidRPr="00AE4409">
        <w:rPr>
          <w:rtl/>
          <w:lang w:bidi="fa-IR"/>
        </w:rPr>
        <w:t xml:space="preserve"> و سنگ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زه</w:t>
      </w:r>
      <w:r w:rsidRPr="00AE4409">
        <w:rPr>
          <w:rtl/>
          <w:lang w:bidi="fa-IR"/>
        </w:rPr>
        <w:t xml:space="preserve"> جواهر بر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زند</w:t>
      </w:r>
      <w:r w:rsidRPr="00AE4409">
        <w:rPr>
          <w:rtl/>
          <w:lang w:bidi="fa-IR"/>
        </w:rPr>
        <w:t xml:space="preserve"> و درختهائ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طلا ساختند که بر شاخه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آنها مشک و عنبر آو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خته</w:t>
      </w:r>
      <w:r w:rsidRPr="00AE4409">
        <w:rPr>
          <w:rtl/>
          <w:lang w:bidi="fa-IR"/>
        </w:rPr>
        <w:t xml:space="preserve"> بود و هر وقت باد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 درختها من</w:t>
      </w:r>
      <w:r w:rsidRPr="00AE4409">
        <w:rPr>
          <w:rFonts w:hint="eastAsia"/>
          <w:rtl/>
          <w:lang w:bidi="fa-IR"/>
        </w:rPr>
        <w:t>تشر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>.</w:t>
      </w:r>
    </w:p>
    <w:p w:rsidR="00AE4409" w:rsidRPr="00AE4409" w:rsidRDefault="00AE4409" w:rsidP="00BC15FD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گفته</w:t>
      </w:r>
      <w:r w:rsidRPr="00AE4409">
        <w:rPr>
          <w:rtl/>
          <w:lang w:bidi="fa-IR"/>
        </w:rPr>
        <w:t xml:space="preserve"> اند دوازده هزار کنگره از طلا که به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اقوت</w:t>
      </w:r>
      <w:r w:rsidRPr="00AE4409">
        <w:rPr>
          <w:rtl/>
          <w:lang w:bidi="fa-IR"/>
        </w:rPr>
        <w:t xml:space="preserve"> و گوهرها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آراسته بود بر گرد قصر او ساختند و پانصد سرهنگ داشت که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فراخور مقامش </w:t>
      </w:r>
      <w:r w:rsidRPr="00AE4409">
        <w:rPr>
          <w:rtl/>
          <w:lang w:bidi="fa-IR"/>
        </w:rPr>
        <w:lastRenderedPageBreak/>
        <w:t>در اطراف قصر کوشک بلند مناسب با آن قصر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نمودند در بهشت مصنوع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 و از هر نظر وسائل استراحت و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فراهم کرد. در مدت پانصد سال هر چه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زر و قدرت بود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جاد</w:t>
      </w:r>
      <w:r w:rsidRPr="00AE4409">
        <w:rPr>
          <w:rtl/>
          <w:lang w:bidi="fa-IR"/>
        </w:rPr>
        <w:t xml:space="preserve"> آن شهر بکار برده شد تا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ب</w:t>
      </w:r>
      <w:r w:rsidR="00BC15FD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شداد خبر دادند آن بهشت که دستور</w:t>
      </w:r>
      <w:r w:rsidR="00BC15FD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داده</w:t>
      </w:r>
      <w:r w:rsidRPr="00AE4409">
        <w:rPr>
          <w:rtl/>
          <w:lang w:bidi="fa-IR"/>
        </w:rPr>
        <w:t xml:space="preserve"> بود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آماده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شداد</w:t>
      </w:r>
      <w:r w:rsidRPr="00AE4409">
        <w:rPr>
          <w:rtl/>
          <w:lang w:bidi="fa-IR"/>
        </w:rPr>
        <w:t xml:space="preserve"> در حضر موت بسر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 پس از اطلاع با لشگر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فراوان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آن شهر حرکت کرد چون ب</w:t>
      </w:r>
      <w:r w:rsidR="00BC15FD">
        <w:rPr>
          <w:rFonts w:hint="cs"/>
          <w:rtl/>
          <w:lang w:bidi="fa-IR"/>
        </w:rPr>
        <w:t xml:space="preserve">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منزل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شهر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آهوئ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بچشمش خورد که پاها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نقره و شاخها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طلا بود از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آهوئ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شگفت شد و اسب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بتاخت تا از لشگر خود جدا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BC15FD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ناگاه</w:t>
      </w:r>
      <w:r w:rsidRPr="00AE4409">
        <w:rPr>
          <w:rtl/>
          <w:lang w:bidi="fa-IR"/>
        </w:rPr>
        <w:t xml:space="preserve">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ابان</w:t>
      </w:r>
      <w:r w:rsidRPr="00AE4409">
        <w:rPr>
          <w:rtl/>
          <w:lang w:bidi="fa-IR"/>
        </w:rPr>
        <w:t xml:space="preserve"> سوار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و وحشت آور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او آمد و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شداد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ال</w:t>
      </w:r>
      <w:r w:rsidRPr="00AE4409">
        <w:rPr>
          <w:rtl/>
          <w:lang w:bidi="fa-IR"/>
        </w:rPr>
        <w:t xml:space="preserve"> 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عمارت که ساخت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مرگ محفوظ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سخن لرزه بر تن شداد افتاد. گفت تو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جواب داد من ملک الموتم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بمن چه کار 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ابان</w:t>
      </w:r>
      <w:r w:rsidRPr="00AE4409">
        <w:rPr>
          <w:rtl/>
          <w:lang w:bidi="fa-IR"/>
        </w:rPr>
        <w:t xml:space="preserve"> چرا مزاحم من شده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عز</w:t>
      </w:r>
      <w:r w:rsidRPr="00AE4409">
        <w:rPr>
          <w:rFonts w:hint="eastAsia"/>
          <w:rtl/>
          <w:lang w:bidi="fa-IR"/>
        </w:rPr>
        <w:t>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گفت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گرفتن جان تو آمده ام شداد التماس کرد که مهلت بده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بار باغ و بستان خود را ب</w:t>
      </w:r>
      <w:r w:rsidR="00BC15FD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</w:t>
      </w:r>
      <w:r w:rsidRPr="00AE4409">
        <w:rPr>
          <w:rtl/>
          <w:lang w:bidi="fa-IR"/>
        </w:rPr>
        <w:t xml:space="preserve"> آنگاه هر چه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بکن عزرائ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گفت بمن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اجازه را نداده اند و در آن حال شداد از اسب در غلط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روحش از قالب تن جدا شد و تمام لشگر او با بلائ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آسمان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ان رفتند و آرزو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tl/>
          <w:lang w:bidi="fa-IR"/>
        </w:rPr>
        <w:t xml:space="preserve"> بهشت را به گورستان برد.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نقل شده که از عزرائ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قدر که تا کنون قبض روح مردم را کرده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ترا بر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ترحم و شفقت حاصل شده است جواب داد آر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بچه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کشت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متولد شد و 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طوفان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من ماءمور قبض روح مادر آن بچه شدم و آن نوزاد بر تخته پاره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مانده و ب</w:t>
      </w:r>
      <w:r w:rsidR="00BC15FD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جز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افتاد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ترحّم بر شداد کردم که بهشت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آن زحمت در سال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دراز ساخت و او را اجازه ندادند که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مرتبه بهشت خود را بب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موقع ب</w:t>
      </w:r>
      <w:r w:rsidR="00BC15FD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عزرائ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خطاب شد آن نوزاد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کشت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متولد شد و در جز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ره</w:t>
      </w:r>
      <w:r w:rsidRPr="00AE4409">
        <w:rPr>
          <w:rtl/>
          <w:lang w:bidi="fa-IR"/>
        </w:rPr>
        <w:t xml:space="preserve"> افتاد همان شداد بود که در کنف حما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خود بدون مادر او را پرور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آن همه نعمت و قدرت باو عنا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کرد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از راه دشمن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 درآمد و با ما در راه ضد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نمود</w:t>
      </w:r>
      <w:r w:rsidRPr="00BC15FD">
        <w:rPr>
          <w:rStyle w:val="libFootnotenumChar"/>
          <w:rtl/>
        </w:rPr>
        <w:t xml:space="preserve">(16) </w:t>
      </w:r>
      <w:r w:rsidRPr="00AE4409">
        <w:rPr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</w:t>
      </w:r>
      <w:r w:rsidRPr="00AE4409">
        <w:rPr>
          <w:rtl/>
          <w:lang w:bidi="fa-IR"/>
        </w:rPr>
        <w:t xml:space="preserve"> نت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جه</w:t>
      </w:r>
      <w:r w:rsidRPr="00AE4409">
        <w:rPr>
          <w:rtl/>
          <w:lang w:bidi="fa-IR"/>
        </w:rPr>
        <w:t xml:space="preserve"> دشمن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کف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خود را فعلا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تا چه رسد بعالم آخرت .</w:t>
      </w:r>
    </w:p>
    <w:p w:rsidR="00AE4409" w:rsidRPr="00AE4409" w:rsidRDefault="00BC15FD" w:rsidP="00BC15FD">
      <w:pPr>
        <w:pStyle w:val="Heading1"/>
        <w:rPr>
          <w:rtl/>
        </w:rPr>
      </w:pPr>
      <w:r>
        <w:rPr>
          <w:rtl/>
        </w:rPr>
        <w:br w:type="page"/>
      </w:r>
      <w:bookmarkStart w:id="21" w:name="_Toc496010505"/>
      <w:r w:rsidR="00AE4409" w:rsidRPr="00AE4409">
        <w:rPr>
          <w:rFonts w:hint="eastAsia"/>
          <w:rtl/>
        </w:rPr>
        <w:lastRenderedPageBreak/>
        <w:t>بشر</w:t>
      </w:r>
      <w:r w:rsidR="00AE4409" w:rsidRPr="00AE4409">
        <w:rPr>
          <w:rtl/>
        </w:rPr>
        <w:t xml:space="preserve"> قو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تر است</w:t>
      </w:r>
      <w:bookmarkEnd w:id="21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هنگام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نمرود نتوانست با آتش</w:t>
      </w:r>
      <w:r w:rsidRPr="00AE4409">
        <w:rPr>
          <w:rFonts w:hint="cs"/>
          <w:rtl/>
          <w:lang w:bidi="fa-IR"/>
        </w:rPr>
        <w:t>ی</w:t>
      </w:r>
      <w:r w:rsidR="00BC15FD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افروخت ابراه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ازارد</w:t>
      </w:r>
      <w:r w:rsidRPr="00AE4409">
        <w:rPr>
          <w:rtl/>
          <w:lang w:bidi="fa-IR"/>
        </w:rPr>
        <w:t xml:space="preserve"> و خود را در مقابل او عاجز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خداوند ملک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بصورت بشر بسو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فرستاد که او را نص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حت</w:t>
      </w:r>
      <w:r w:rsidRPr="00AE4409">
        <w:rPr>
          <w:rtl/>
          <w:lang w:bidi="fa-IR"/>
        </w:rPr>
        <w:t xml:space="preserve"> کند ملک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نمرود آمد و گفت خوبست بعد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همه ستم که بر ابراه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روا داشت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او را از وطن آوا</w:t>
      </w:r>
      <w:r w:rsidRPr="00AE4409">
        <w:rPr>
          <w:rFonts w:hint="eastAsia"/>
          <w:rtl/>
          <w:lang w:bidi="fa-IR"/>
        </w:rPr>
        <w:t>ره</w:t>
      </w:r>
      <w:r w:rsidRPr="00AE4409">
        <w:rPr>
          <w:rtl/>
          <w:lang w:bidi="fa-IR"/>
        </w:rPr>
        <w:t xml:space="preserve"> 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آتش بدنش را افکند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اکنون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رو بسو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آسمان و 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دست از ستم و فساد بردار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خداوند را لشگر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فراوان است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تواند</w:t>
      </w:r>
      <w:r w:rsidRPr="00AE4409">
        <w:rPr>
          <w:rtl/>
          <w:lang w:bidi="fa-IR"/>
        </w:rPr>
        <w:t xml:space="preserve"> با ضعفتر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مخلوقات خود ترا با لشگرت در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آن هلاک کند.</w:t>
      </w:r>
    </w:p>
    <w:p w:rsidR="00AE4409" w:rsidRPr="00AE4409" w:rsidRDefault="00AE4409" w:rsidP="00BC15FD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نمرود</w:t>
      </w:r>
      <w:r w:rsidRPr="00AE4409">
        <w:rPr>
          <w:rtl/>
          <w:lang w:bidi="fa-IR"/>
        </w:rPr>
        <w:t xml:space="preserve"> گفت در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بقدر من لشگر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و قدرتش از من فزونتر نباشد. اگر خدا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آسمان را لشگر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 بگو فراهم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تا با آنها جنگ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فرشته گفت تو لشگر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آماده کن تا لشگر آسمان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نمرود سه روز مهلت خواست و در روز چهارم آنچه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توانست</w:t>
      </w:r>
      <w:r w:rsidRPr="00AE4409">
        <w:rPr>
          <w:rtl/>
          <w:lang w:bidi="fa-IR"/>
        </w:rPr>
        <w:t xml:space="preserve"> لشگر ت</w:t>
      </w:r>
      <w:r w:rsidRPr="00AE4409">
        <w:rPr>
          <w:rFonts w:hint="eastAsia"/>
          <w:rtl/>
          <w:lang w:bidi="fa-IR"/>
        </w:rPr>
        <w:t>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کند آماده</w:t>
      </w:r>
      <w:r w:rsidR="00BC15FD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نمود</w:t>
      </w:r>
      <w:r w:rsidRPr="00AE4409">
        <w:rPr>
          <w:rtl/>
          <w:lang w:bidi="fa-IR"/>
        </w:rPr>
        <w:t xml:space="preserve"> و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tl/>
          <w:lang w:bidi="fa-IR"/>
        </w:rPr>
        <w:t xml:space="preserve"> با آن لشگر انبوه 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گرفت . آن جمع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فراوان در مقابل حضرت ابراه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صف 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نمرود به ابراه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از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تمسخر گفت لشگر تو کجا است ؟ ابراه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جواب</w:t>
      </w:r>
      <w:r w:rsidR="00BC15FD">
        <w:rPr>
          <w:rFonts w:hint="cs"/>
          <w:rtl/>
          <w:lang w:bidi="fa-IR"/>
        </w:rPr>
        <w:t xml:space="preserve"> </w:t>
      </w:r>
      <w:r w:rsidRPr="00AE4409">
        <w:rPr>
          <w:rtl/>
          <w:lang w:bidi="fa-IR"/>
        </w:rPr>
        <w:t>داد در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ساعت خداوند خواهد فرستاد.</w:t>
      </w:r>
      <w:r w:rsidR="00BC15FD" w:rsidRPr="00AE4409">
        <w:rPr>
          <w:rFonts w:hint="eastAsia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ناگاه</w:t>
      </w:r>
      <w:r w:rsidRPr="00AE4409">
        <w:rPr>
          <w:rtl/>
          <w:lang w:bidi="fa-IR"/>
        </w:rPr>
        <w:t xml:space="preserve"> فضا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ابان</w:t>
      </w:r>
      <w:r w:rsidRPr="00AE4409">
        <w:rPr>
          <w:rtl/>
          <w:lang w:bidi="fa-IR"/>
        </w:rPr>
        <w:t xml:space="preserve"> را پشه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فراوان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فرا گرفتند و بر سر لشگر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نمرود حمله کردند هجوم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لشگر ضع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قدرت سپاه قو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نمرود را در هم شکست و آنها را بفرار وادار نمود و مقدار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 پشه ها بسر و صورت نمرود حمله کردند. نمرود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نگران شد و بخانه برگشت باز همان </w:t>
      </w:r>
      <w:r w:rsidRPr="00AE4409">
        <w:rPr>
          <w:rFonts w:hint="eastAsia"/>
          <w:rtl/>
          <w:lang w:bidi="fa-IR"/>
        </w:rPr>
        <w:t>ملک</w:t>
      </w:r>
      <w:r w:rsidRPr="00AE4409">
        <w:rPr>
          <w:rtl/>
          <w:lang w:bidi="fa-IR"/>
        </w:rPr>
        <w:t xml:space="preserve"> آمد و گفت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لشگر آسمان را که ب</w:t>
      </w:r>
      <w:r w:rsidR="00BC15FD">
        <w:rPr>
          <w:rFonts w:hint="cs"/>
          <w:rtl/>
          <w:lang w:bidi="fa-IR"/>
        </w:rPr>
        <w:t xml:space="preserve">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آن لشگر ترا درهم شکستند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از همه موجودات ضع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فترند</w:t>
      </w:r>
      <w:r w:rsidRPr="00AE4409">
        <w:rPr>
          <w:rtl/>
          <w:lang w:bidi="fa-IR"/>
        </w:rPr>
        <w:t xml:space="preserve"> اکنون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اور</w:t>
      </w:r>
      <w:r w:rsidRPr="00AE4409">
        <w:rPr>
          <w:rtl/>
          <w:lang w:bidi="fa-IR"/>
        </w:rPr>
        <w:t xml:space="preserve"> و از خداوند بترس والا ترا هلاک خواهد کرد.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نمرود</w:t>
      </w:r>
      <w:r w:rsidRPr="00AE4409">
        <w:rPr>
          <w:rtl/>
          <w:lang w:bidi="fa-IR"/>
        </w:rPr>
        <w:t xml:space="preserve">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سخنان گوش نداد. خداوند امر کرد به پشه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از همه کوچکتر بود. روز اول لب پائ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او را گز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در اثر آن گزش لب او ورم کرد و بزرگ شد و درد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بار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آمد لب بالا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گز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بهمان طر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تورم حاصل شد و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ناراحت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عاقبت همان پشه ماءمو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شد که از راه دماغ ب</w:t>
      </w:r>
      <w:r w:rsidR="00BC15FD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مغز سرش وارد شود و او را آزار دهد بعد از ورود پشه نمرود بسر درد شد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مبتلا شد.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هرگاه</w:t>
      </w:r>
      <w:r w:rsidRPr="00AE4409">
        <w:rPr>
          <w:rtl/>
          <w:lang w:bidi="fa-IR"/>
        </w:rPr>
        <w:t xml:space="preserve"> با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سنگ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سر خود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زد</w:t>
      </w:r>
      <w:r w:rsidRPr="00AE4409">
        <w:rPr>
          <w:rtl/>
          <w:lang w:bidi="fa-IR"/>
        </w:rPr>
        <w:t xml:space="preserve"> پشه از کار دست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نمرود مختصر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سر درد راحت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نرو</w:t>
      </w:r>
      <w:r w:rsidRPr="00AE4409">
        <w:rPr>
          <w:rtl/>
          <w:lang w:bidi="fa-IR"/>
        </w:rPr>
        <w:t xml:space="preserve"> کسان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در موقع ورود به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شگاه</w:t>
      </w:r>
      <w:r w:rsidRPr="00AE4409">
        <w:rPr>
          <w:rtl/>
          <w:lang w:bidi="fa-IR"/>
        </w:rPr>
        <w:t xml:space="preserve"> او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سجده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</w:t>
      </w:r>
      <w:r w:rsidRPr="00AE4409">
        <w:rPr>
          <w:rtl/>
          <w:lang w:bidi="fa-IR"/>
        </w:rPr>
        <w:t xml:space="preserve"> بهتر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عمل آنها بعد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آمد آن بود که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با</w:t>
      </w:r>
      <w:r w:rsidRPr="00AE4409">
        <w:rPr>
          <w:rtl/>
          <w:lang w:bidi="fa-IR"/>
        </w:rPr>
        <w:t xml:space="preserve"> چکش مخصوص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وقت ورود قبل از هر کار بر سر او بزنند تا پشه دست از آزار او بردارد و مقربتر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اشخاص آنکس بود که از محکم زدن کوبه و چکش هراس نکند بالاخره با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عذاب رخت از جهان بربست و نت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جه</w:t>
      </w:r>
      <w:r w:rsidRPr="00AE4409">
        <w:rPr>
          <w:rtl/>
          <w:lang w:bidi="fa-IR"/>
        </w:rPr>
        <w:t xml:space="preserve"> کفر و عناد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مقدار مختصر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.</w:t>
      </w:r>
      <w:r w:rsidRPr="007F74AE">
        <w:rPr>
          <w:rStyle w:val="libFootnotenumChar"/>
          <w:rtl/>
        </w:rPr>
        <w:t>(17)</w:t>
      </w:r>
    </w:p>
    <w:p w:rsidR="00AE4409" w:rsidRPr="00AE4409" w:rsidRDefault="007F74AE" w:rsidP="007F74AE">
      <w:pPr>
        <w:pStyle w:val="Heading1"/>
        <w:rPr>
          <w:rtl/>
        </w:rPr>
      </w:pPr>
      <w:r>
        <w:rPr>
          <w:rtl/>
        </w:rPr>
        <w:br w:type="page"/>
      </w:r>
      <w:bookmarkStart w:id="22" w:name="_Toc496010506"/>
      <w:r w:rsidR="00AE4409" w:rsidRPr="00AE4409">
        <w:rPr>
          <w:rFonts w:hint="eastAsia"/>
          <w:rtl/>
        </w:rPr>
        <w:lastRenderedPageBreak/>
        <w:t>چه</w:t>
      </w:r>
      <w:r w:rsidR="00AE4409" w:rsidRPr="00AE4409">
        <w:rPr>
          <w:rtl/>
        </w:rPr>
        <w:t xml:space="preserve"> کس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ب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نا</w:t>
      </w:r>
      <w:r w:rsidR="00AE4409" w:rsidRPr="00AE4409">
        <w:rPr>
          <w:rtl/>
        </w:rPr>
        <w:t xml:space="preserve"> است</w:t>
      </w:r>
      <w:bookmarkEnd w:id="22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ابوبص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گفت در خدمت حضرت امام محمد باقر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</w:t>
      </w:r>
      <w:r w:rsidR="007F74AE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مسجد رفتم جمع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آمدند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رفتند</w:t>
      </w:r>
      <w:r w:rsidRPr="00AE4409">
        <w:rPr>
          <w:rtl/>
          <w:lang w:bidi="fa-IR"/>
        </w:rPr>
        <w:t xml:space="preserve"> حضرت فرمود از مردم بپرس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محمد باقر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نه ؟ بهر کس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از او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که ابوجعفر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گفت</w:t>
      </w:r>
      <w:r w:rsidRPr="00AE4409">
        <w:rPr>
          <w:rtl/>
          <w:lang w:bidi="fa-IR"/>
        </w:rPr>
        <w:t xml:space="preserve"> نه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آنحضرت در محل سؤ ال من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ستاده</w:t>
      </w:r>
      <w:r w:rsidRPr="00AE4409">
        <w:rPr>
          <w:rtl/>
          <w:lang w:bidi="fa-IR"/>
        </w:rPr>
        <w:t xml:space="preserve"> بود ت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آنکه ابوه</w:t>
      </w:r>
      <w:r w:rsidR="007F74AE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رون مکفوف (ناب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</w:t>
      </w:r>
      <w:r w:rsidRPr="00AE4409">
        <w:rPr>
          <w:rtl/>
          <w:lang w:bidi="fa-IR"/>
        </w:rPr>
        <w:t>) آمد حضرت فرمود از او بپرس گفتم امام محمد باقر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آر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نجا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ستاده</w:t>
      </w:r>
      <w:r w:rsidRPr="00AE4409">
        <w:rPr>
          <w:rtl/>
          <w:lang w:bidi="fa-IR"/>
        </w:rPr>
        <w:t xml:space="preserve"> اند گفتم تو از کجا فهم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چگونه ندانم در صورت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آنجناب نور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درخشان و آفتاب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تابان .</w:t>
      </w:r>
    </w:p>
    <w:p w:rsidR="00AE4409" w:rsidRPr="00AE4409" w:rsidRDefault="007F74AE" w:rsidP="007F74AE">
      <w:pPr>
        <w:pStyle w:val="Heading1"/>
        <w:rPr>
          <w:rtl/>
        </w:rPr>
      </w:pPr>
      <w:r>
        <w:rPr>
          <w:rtl/>
        </w:rPr>
        <w:br w:type="page"/>
      </w:r>
      <w:bookmarkStart w:id="23" w:name="_Toc496010507"/>
      <w:r w:rsidR="00AE4409" w:rsidRPr="00AE4409">
        <w:rPr>
          <w:rFonts w:hint="eastAsia"/>
          <w:rtl/>
        </w:rPr>
        <w:lastRenderedPageBreak/>
        <w:t>خانه</w:t>
      </w:r>
      <w:r w:rsidR="00AE4409" w:rsidRPr="00AE4409">
        <w:rPr>
          <w:rtl/>
        </w:rPr>
        <w:t xml:space="preserve"> مؤ من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ن</w:t>
      </w:r>
      <w:r w:rsidR="00AE4409" w:rsidRPr="00AE4409">
        <w:rPr>
          <w:rtl/>
        </w:rPr>
        <w:t xml:space="preserve"> در بهشت</w:t>
      </w:r>
      <w:bookmarkEnd w:id="23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هشام</w:t>
      </w:r>
      <w:r w:rsidRPr="00AE4409">
        <w:rPr>
          <w:rtl/>
          <w:lang w:bidi="fa-IR"/>
        </w:rPr>
        <w:t xml:space="preserve"> بن حکم نقل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که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کوهستان خدمت حضرت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آمده و ده هزار درهم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داد و گفت تقاضا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نست</w:t>
      </w:r>
      <w:r w:rsidRPr="00AE4409">
        <w:rPr>
          <w:rtl/>
          <w:lang w:bidi="fa-IR"/>
        </w:rPr>
        <w:t xml:space="preserve"> که خانه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تا از حج که برگشتم با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ال</w:t>
      </w:r>
      <w:r w:rsidRPr="00AE4409">
        <w:rPr>
          <w:rtl/>
          <w:lang w:bidi="fa-IR"/>
        </w:rPr>
        <w:t xml:space="preserve"> و اطفال خود در آنجا مسکن کنم و بعزم مکه معظمه خارج شد. چون مراجعت نمود حضرت او را در منزل خود 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 و طومار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باو لطف کرد.</w:t>
      </w:r>
    </w:p>
    <w:p w:rsidR="00AE4409" w:rsidRPr="00AE4409" w:rsidRDefault="00AE4409" w:rsidP="007F74AE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فرمود</w:t>
      </w:r>
      <w:r w:rsidRPr="00AE4409">
        <w:rPr>
          <w:rtl/>
          <w:lang w:bidi="fa-IR"/>
        </w:rPr>
        <w:t xml:space="preserve"> خانه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در بهشت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که حد اول آن متصل است بخانه محمد مصطف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7F74AE" w:rsidRPr="007F74AE">
        <w:rPr>
          <w:rStyle w:val="libAlaemChar"/>
          <w:rFonts w:eastAsiaTheme="minorHAnsi"/>
          <w:rtl/>
        </w:rPr>
        <w:t>صلى‌الله‌عليه‌وآله‌وسلم</w:t>
      </w:r>
      <w:r w:rsidR="007F74AE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AE4409">
        <w:rPr>
          <w:rtl/>
          <w:lang w:bidi="fa-IR"/>
        </w:rPr>
        <w:t>و حد دوم بمنزل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مرتض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و حد سوم بخانه حسن مجتب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حد چهارم بخانه حس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بن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.</w:t>
      </w:r>
    </w:p>
    <w:p w:rsidR="00AE4409" w:rsidRPr="00AE4409" w:rsidRDefault="00AE4409" w:rsidP="007F74AE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مرد</w:t>
      </w:r>
      <w:r w:rsidRPr="00AE4409">
        <w:rPr>
          <w:rtl/>
          <w:lang w:bidi="fa-IR"/>
        </w:rPr>
        <w:t xml:space="preserve"> کوهستان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سخن را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گفت قبول کردم و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شدم حضرت مبلغ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تنگدستان از فرزندان امام حسن و امام حس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="007F74AE" w:rsidRPr="007F74AE">
        <w:rPr>
          <w:rFonts w:ascii="Traditional Arabic" w:eastAsiaTheme="minorHAnsi" w:hAnsi="Traditional Arabic" w:cs="Traditional Arabic"/>
          <w:rtl/>
        </w:rPr>
        <w:t xml:space="preserve"> </w:t>
      </w:r>
      <w:r w:rsidR="007F74AE" w:rsidRPr="007F74AE">
        <w:rPr>
          <w:rStyle w:val="libAlaemChar"/>
          <w:rFonts w:eastAsiaTheme="minorHAnsi"/>
          <w:rtl/>
        </w:rPr>
        <w:t>عليهما‌السلام</w:t>
      </w:r>
      <w:r w:rsidR="007F74AE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AE4409">
        <w:rPr>
          <w:rtl/>
          <w:lang w:bidi="fa-IR"/>
        </w:rPr>
        <w:t>تقس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کردند و کوهستان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بمحل خود بازگشت .</w:t>
      </w:r>
    </w:p>
    <w:p w:rsidR="00AE4409" w:rsidRPr="00AE4409" w:rsidRDefault="00AE4409" w:rsidP="007F74AE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چون</w:t>
      </w:r>
      <w:r w:rsidRPr="00AE4409">
        <w:rPr>
          <w:rtl/>
          <w:lang w:bidi="fa-IR"/>
        </w:rPr>
        <w:t xml:space="preserve"> مدت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گذشت آن مرد مر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ض</w:t>
      </w:r>
      <w:r w:rsidRPr="00AE4409">
        <w:rPr>
          <w:rtl/>
          <w:lang w:bidi="fa-IR"/>
        </w:rPr>
        <w:t xml:space="preserve"> شد و بستگان خود را احضار نموده گفت من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دانم</w:t>
      </w:r>
      <w:r w:rsidRPr="00AE4409">
        <w:rPr>
          <w:rtl/>
          <w:lang w:bidi="fa-IR"/>
        </w:rPr>
        <w:t xml:space="preserve"> آنچه</w:t>
      </w:r>
      <w:r w:rsidR="007F74AE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فرموده راست است و 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قت</w:t>
      </w:r>
      <w:r w:rsidRPr="00AE4409">
        <w:rPr>
          <w:rtl/>
          <w:lang w:bidi="fa-IR"/>
        </w:rPr>
        <w:t xml:space="preserve"> دارد خواهش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طومار را با من دفن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پس از زمان کوتاه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، بنا ب</w:t>
      </w:r>
      <w:r w:rsidR="007F74AE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وص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تش</w:t>
      </w:r>
      <w:r w:rsidRPr="00AE4409">
        <w:rPr>
          <w:rtl/>
          <w:lang w:bidi="fa-IR"/>
        </w:rPr>
        <w:t xml:space="preserve"> طومار را با او دفن کردند، روز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که آمدند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همان طومار بر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قبر اوست و به خط سبز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 نوشته شده خداوند بآنچه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حضرت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وعده داده بود وفا کرد.</w:t>
      </w:r>
      <w:r w:rsidRPr="007F74AE">
        <w:rPr>
          <w:rStyle w:val="libFootnotenumChar"/>
          <w:rtl/>
        </w:rPr>
        <w:t>(18)</w:t>
      </w:r>
    </w:p>
    <w:p w:rsidR="00AE4409" w:rsidRPr="00AE4409" w:rsidRDefault="007F74AE" w:rsidP="007F74AE">
      <w:pPr>
        <w:pStyle w:val="Heading1"/>
        <w:rPr>
          <w:rtl/>
        </w:rPr>
      </w:pPr>
      <w:r>
        <w:rPr>
          <w:rtl/>
        </w:rPr>
        <w:br w:type="page"/>
      </w:r>
      <w:bookmarkStart w:id="24" w:name="_Toc496010508"/>
      <w:r w:rsidR="00AE4409" w:rsidRPr="00AE4409">
        <w:rPr>
          <w:rFonts w:hint="eastAsia"/>
          <w:rtl/>
        </w:rPr>
        <w:lastRenderedPageBreak/>
        <w:t>مادر</w:t>
      </w:r>
      <w:r w:rsidR="00AE4409" w:rsidRPr="00AE4409">
        <w:rPr>
          <w:rtl/>
        </w:rPr>
        <w:t xml:space="preserve"> قهرمان</w:t>
      </w:r>
      <w:bookmarkEnd w:id="24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از جمله زنان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در عهد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است . شوهرش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طلحه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از مسلمانان واقع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از اصحاب صد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و باارزش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اسلام بود و در جنگها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بدر، احد، خندق ،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غزوات حضور داشت و در رکاب آنحضرت 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مانه</w:t>
      </w:r>
      <w:r w:rsidRPr="00AE4409">
        <w:rPr>
          <w:rtl/>
          <w:lang w:bidi="fa-IR"/>
        </w:rPr>
        <w:t xml:space="preserve"> انجام وظ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او در اوقات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مسئول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سرباز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بعهده نداشت در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بسر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برد،</w:t>
      </w:r>
      <w:r w:rsidRPr="00AE4409">
        <w:rPr>
          <w:rtl/>
          <w:lang w:bidi="fa-IR"/>
        </w:rPr>
        <w:t xml:space="preserve"> قسمت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وقت خود در عبادت پروردگار و فراگرفتن معارف اسلام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صرف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و قسمت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به کسب معاش اختصاص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 و در قطعه 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سرگرم کار و فعال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محصول</w:t>
      </w:r>
      <w:r w:rsidRPr="00AE4409">
        <w:rPr>
          <w:rtl/>
          <w:lang w:bidi="fa-IR"/>
        </w:rPr>
        <w:t xml:space="preserve"> ازدواج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زن و شوهر با فضل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فرزند پسر بود که متاءسفانه در سن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نوجوان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مار</w:t>
      </w:r>
      <w:r w:rsidRPr="00AE4409">
        <w:rPr>
          <w:rtl/>
          <w:lang w:bidi="fa-IR"/>
        </w:rPr>
        <w:t xml:space="preserve"> شد، در منزل بستر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و مادر از او پرستار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شب هنگام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طلحه از کار برم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گشت</w:t>
      </w:r>
      <w:r w:rsidRPr="00AE4409">
        <w:rPr>
          <w:rtl/>
          <w:lang w:bidi="fa-IR"/>
        </w:rPr>
        <w:t xml:space="preserve"> و بمنزل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آمد</w:t>
      </w:r>
      <w:r w:rsidRPr="00AE4409">
        <w:rPr>
          <w:rtl/>
          <w:lang w:bidi="fa-IR"/>
        </w:rPr>
        <w:t xml:space="preserve"> ابتداء بر بال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فرزند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</w:t>
      </w:r>
      <w:r w:rsidRPr="00AE4409">
        <w:rPr>
          <w:rtl/>
          <w:lang w:bidi="fa-IR"/>
        </w:rPr>
        <w:t xml:space="preserve"> و مورد مهر و عطوفتش قرار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 و سپس در اطاق خود بمصرف غذا و استراحت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پرداخت</w:t>
      </w:r>
      <w:r w:rsidRPr="00AE4409">
        <w:rPr>
          <w:rtl/>
          <w:lang w:bidi="fa-IR"/>
        </w:rPr>
        <w:t xml:space="preserve"> . چند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منوال گذشت تا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طرف عصر در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</w:t>
      </w:r>
      <w:r w:rsidRPr="00AE4409">
        <w:rPr>
          <w:rtl/>
          <w:lang w:bidi="fa-IR"/>
        </w:rPr>
        <w:t xml:space="preserve"> پدر، نوجوان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. مادر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بدون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خود را ببازد و در مرگ فرزند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جزع</w:t>
      </w:r>
      <w:r w:rsidRPr="00AE4409">
        <w:rPr>
          <w:rtl/>
          <w:lang w:bidi="fa-IR"/>
        </w:rPr>
        <w:t xml:space="preserve"> کند جنازه را کنار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رو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پوشاند.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شب</w:t>
      </w:r>
      <w:r w:rsidRPr="00AE4409">
        <w:rPr>
          <w:rtl/>
          <w:lang w:bidi="fa-IR"/>
        </w:rPr>
        <w:t xml:space="preserve"> فرا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ام 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خواب و آسا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شوهر خسته اش در آنشب مختل نشود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مرگ فرزند را تا صبح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پنهان نگاهدارد.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طلحه وارد منزل شد و طبق معمول خواست بر بال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فرزند برود، ام 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منعش نمود و گفت . طفل را بحال خودش بگذار که امشب با سکون و </w:t>
      </w:r>
      <w:r w:rsidRPr="00AE4409">
        <w:rPr>
          <w:rFonts w:hint="eastAsia"/>
          <w:rtl/>
          <w:lang w:bidi="fa-IR"/>
        </w:rPr>
        <w:t>راحت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آرم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است .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سخن را طور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ادا کرد که شوهر آنرا مژده تخف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تلق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 و مطمئن شد مرض فرزندش کاهش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افته</w:t>
      </w:r>
      <w:r w:rsidRPr="00AE4409">
        <w:rPr>
          <w:rtl/>
          <w:lang w:bidi="fa-IR"/>
        </w:rPr>
        <w:t xml:space="preserve"> و هم اکنون بدون التهاب </w:t>
      </w:r>
      <w:r w:rsidRPr="00AE4409">
        <w:rPr>
          <w:rtl/>
          <w:lang w:bidi="fa-IR"/>
        </w:rPr>
        <w:lastRenderedPageBreak/>
        <w:t>خواب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است . رفتار ام 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آنقدر جالب و اطم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نان</w:t>
      </w:r>
      <w:r w:rsidRPr="00AE4409">
        <w:rPr>
          <w:rtl/>
          <w:lang w:bidi="fa-IR"/>
        </w:rPr>
        <w:t xml:space="preserve"> بخش بود که شوهر در آن شب با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درآم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صبح</w:t>
      </w:r>
      <w:r w:rsidRPr="00AE4409">
        <w:rPr>
          <w:rtl/>
          <w:lang w:bidi="fa-IR"/>
        </w:rPr>
        <w:t xml:space="preserve"> شد. ام 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گفت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طلحه ، اگر کسان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="002D2EF3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بعض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همسا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گان</w:t>
      </w:r>
      <w:r w:rsidRPr="00AE4409">
        <w:rPr>
          <w:rtl/>
          <w:lang w:bidi="fa-IR"/>
        </w:rPr>
        <w:t xml:space="preserve"> خود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</w:t>
      </w:r>
      <w:r w:rsidR="002D2EF3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دهند و آنان مدت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 بهره مند باشند اما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صاحبان مال ، عار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خود را طلب کنند، عار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داران اشک ببارند که چرا متاع عار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پس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بنظر تو حال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قب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اشخاص چگونه است ؟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طلحه جواب داد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وانگانند</w:t>
      </w:r>
      <w:r w:rsidRPr="00AE4409">
        <w:rPr>
          <w:rtl/>
          <w:lang w:bidi="fa-IR"/>
        </w:rPr>
        <w:t>. ام 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گفت پس ما نبا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وانگان</w:t>
      </w:r>
      <w:r w:rsidRPr="00AE4409">
        <w:rPr>
          <w:rtl/>
          <w:lang w:bidi="fa-IR"/>
        </w:rPr>
        <w:t xml:space="preserve"> باش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خداوند امانت خود را پس گرفت و فرزندت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،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بت</w:t>
      </w:r>
      <w:r w:rsidRPr="00AE4409">
        <w:rPr>
          <w:rtl/>
          <w:lang w:bidi="fa-IR"/>
        </w:rPr>
        <w:t xml:space="preserve"> صبر کن ، تسل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قضاء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باش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تجه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جنازه اقدام نما.</w:t>
      </w:r>
    </w:p>
    <w:p w:rsidR="00AE4409" w:rsidRPr="00AE4409" w:rsidRDefault="00AE4409" w:rsidP="002D2EF3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طلحه حضور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شرف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</w:t>
      </w:r>
      <w:r w:rsidRPr="00AE4409">
        <w:rPr>
          <w:rtl/>
          <w:lang w:bidi="fa-IR"/>
        </w:rPr>
        <w:t xml:space="preserve"> شد و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امر را بعرض رساند. حضرت از کار زن بشگفت آمد و درباره اش دعا کرد و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شگاه</w:t>
      </w:r>
      <w:r w:rsidRPr="00AE4409">
        <w:rPr>
          <w:rtl/>
          <w:lang w:bidi="fa-IR"/>
        </w:rPr>
        <w:t xml:space="preserve">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زن و شوهر در آم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زش</w:t>
      </w:r>
      <w:r w:rsidRPr="00AE4409">
        <w:rPr>
          <w:rtl/>
          <w:lang w:bidi="fa-IR"/>
        </w:rPr>
        <w:t xml:space="preserve"> آن شب درخواست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</w:t>
      </w:r>
      <w:r w:rsidRPr="00AE4409">
        <w:rPr>
          <w:rtl/>
          <w:lang w:bidi="fa-IR"/>
        </w:rPr>
        <w:t xml:space="preserve"> برکت نمود.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زن</w:t>
      </w:r>
      <w:r w:rsidRPr="00AE4409">
        <w:rPr>
          <w:rtl/>
          <w:lang w:bidi="fa-IR"/>
        </w:rPr>
        <w:t xml:space="preserve"> باردار شده بود، فرزند پسر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آورد و نامش را عبدالله گذاردند. بر اثر مراقبتها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والد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، بشا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پرورش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و از حسن ترب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برخوردار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پاک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و بپاک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. او عبدالله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طلحه از اصحاب حضرت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طالب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بو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  <w:r w:rsidRPr="002D2EF3">
        <w:rPr>
          <w:rStyle w:val="libFootnotenumChar"/>
          <w:rtl/>
        </w:rPr>
        <w:t>(19)</w:t>
      </w:r>
    </w:p>
    <w:p w:rsidR="00AE4409" w:rsidRPr="00AE4409" w:rsidRDefault="002D2EF3" w:rsidP="002D2EF3">
      <w:pPr>
        <w:pStyle w:val="Heading1"/>
        <w:rPr>
          <w:rtl/>
        </w:rPr>
      </w:pPr>
      <w:r>
        <w:rPr>
          <w:rtl/>
        </w:rPr>
        <w:br w:type="page"/>
      </w:r>
      <w:bookmarkStart w:id="25" w:name="_Toc496010509"/>
      <w:r w:rsidR="00AE4409" w:rsidRPr="00AE4409">
        <w:rPr>
          <w:rFonts w:hint="eastAsia"/>
          <w:rtl/>
        </w:rPr>
        <w:lastRenderedPageBreak/>
        <w:t>عل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="00AE4409" w:rsidRPr="00AE4409">
        <w:rPr>
          <w:rtl/>
        </w:rPr>
        <w:t>و کاسب ب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ادب</w:t>
      </w:r>
      <w:bookmarkEnd w:id="25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زمامدار کشور اسلام بود اغلب به سرکش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بازارها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</w:t>
      </w:r>
      <w:r w:rsidRPr="00AE4409">
        <w:rPr>
          <w:rtl/>
          <w:lang w:bidi="fa-IR"/>
        </w:rPr>
        <w:t xml:space="preserve"> و گاه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بمردم تذکرات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>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بازار خرمافروشان ، گذر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دختر بچه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</w:t>
      </w:r>
      <w:r w:rsidRPr="00AE4409">
        <w:rPr>
          <w:rtl/>
          <w:lang w:bidi="fa-IR"/>
        </w:rPr>
        <w:t xml:space="preserve"> و علت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اش را پرسش کرد. در جواب گفت آقا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درهم داد خرما بخرم از 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کاسب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بمنزل بردم نپسند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آورده ام که پس بدهم قبول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>. حضرت بمرد کاسب فرمود: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دختربچه خدمتکار است و از خود اخت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ندارد شما خرما را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پولش را برگردان . مرد از جا حرکت و در مقابل کسبه و رهگذرها با تمام دست ب</w:t>
      </w:r>
      <w:r w:rsidR="002D2EF3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زد که </w:t>
      </w:r>
      <w:r w:rsidRPr="00AE4409">
        <w:rPr>
          <w:rFonts w:hint="eastAsia"/>
          <w:rtl/>
          <w:lang w:bidi="fa-IR"/>
        </w:rPr>
        <w:t>او</w:t>
      </w:r>
      <w:r w:rsidRPr="00AE4409">
        <w:rPr>
          <w:rtl/>
          <w:lang w:bidi="fa-IR"/>
        </w:rPr>
        <w:t xml:space="preserve"> را از جلو دکان رد کند. کسان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ناظر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بودند به او گفتند چه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است . مرد خود را باخت و رنگش زرد شد، فورا خرما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بچه را گرفت و پولش را داد.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ثم</w:t>
      </w:r>
      <w:r w:rsidRPr="00AE4409">
        <w:rPr>
          <w:rtl/>
          <w:lang w:bidi="fa-IR"/>
        </w:rPr>
        <w:t xml:space="preserve"> قال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: ارض عن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فقال ما ارضان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عنک ان اصلحت امرک .</w:t>
      </w:r>
      <w:r w:rsidRPr="002D2EF3">
        <w:rPr>
          <w:rStyle w:val="libFootnotenumChar"/>
          <w:rtl/>
        </w:rPr>
        <w:t>(20)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سپس</w:t>
      </w:r>
      <w:r w:rsidRPr="00AE4409">
        <w:rPr>
          <w:rtl/>
          <w:lang w:bidi="fa-IR"/>
        </w:rPr>
        <w:t xml:space="preserve">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مرا ببخش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از من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حضرت فرمود: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مرا از تو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نستکه</w:t>
      </w:r>
      <w:r w:rsidRPr="00AE4409">
        <w:rPr>
          <w:rtl/>
          <w:lang w:bidi="fa-IR"/>
        </w:rPr>
        <w:t xml:space="preserve"> روش خود را اصلاح 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رعا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اخلاق و ادب را بنمائ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</w:t>
      </w:r>
    </w:p>
    <w:p w:rsidR="00AE4409" w:rsidRPr="00AE4409" w:rsidRDefault="002D2EF3" w:rsidP="002D2EF3">
      <w:pPr>
        <w:pStyle w:val="Heading1"/>
        <w:rPr>
          <w:rtl/>
        </w:rPr>
      </w:pPr>
      <w:r>
        <w:rPr>
          <w:rtl/>
        </w:rPr>
        <w:br w:type="page"/>
      </w:r>
      <w:bookmarkStart w:id="26" w:name="_Toc496010510"/>
      <w:r w:rsidR="00AE4409" w:rsidRPr="00AE4409">
        <w:rPr>
          <w:rFonts w:hint="eastAsia"/>
          <w:rtl/>
        </w:rPr>
        <w:lastRenderedPageBreak/>
        <w:t>دروغگو</w:t>
      </w:r>
      <w:bookmarkEnd w:id="26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صادق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فرمود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پنج بار شتر خرما فرستاد و او شخص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آبرومند بود که جز از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درخواست و سؤ 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.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کنفر</w:t>
      </w:r>
      <w:r w:rsidRPr="00AE4409">
        <w:rPr>
          <w:rtl/>
          <w:lang w:bidi="fa-IR"/>
        </w:rPr>
        <w:t xml:space="preserve"> خدمت حضرت بود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آنمرد از شما تقاضائ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نکرد و هم از پنج بار شتر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را کفا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نمود</w:t>
      </w:r>
      <w:r w:rsidRPr="00AE4409">
        <w:rPr>
          <w:rtl/>
          <w:lang w:bidi="fa-IR"/>
        </w:rPr>
        <w:t>.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فرمودند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tl/>
          <w:lang w:bidi="fa-IR"/>
        </w:rPr>
        <w:t>(لا کثر الله 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المؤ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مثلک ) مانند تو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مؤ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هرگز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نشود، من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بخشم و تو بخل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اگر بکس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کمک کنم بعد از آنکه سؤ ال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صورت آنچه باو داده ام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مت</w:t>
      </w:r>
      <w:r w:rsidRPr="00AE4409">
        <w:rPr>
          <w:rtl/>
          <w:lang w:bidi="fa-IR"/>
        </w:rPr>
        <w:t xml:space="preserve"> همان آبروا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که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خته</w:t>
      </w:r>
      <w:r w:rsidRPr="00AE4409">
        <w:rPr>
          <w:rtl/>
          <w:lang w:bidi="fa-IR"/>
        </w:rPr>
        <w:t xml:space="preserve"> و سبب آبرور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من شده ام ، در صورت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رو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فقط در موقع عبادت و پرستش به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شگاه</w:t>
      </w:r>
      <w:r w:rsidRPr="00AE4409">
        <w:rPr>
          <w:rtl/>
          <w:lang w:bidi="fa-IR"/>
        </w:rPr>
        <w:t xml:space="preserve"> خداوند بر 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گذارد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هر</w:t>
      </w:r>
      <w:r w:rsidRPr="00AE4409">
        <w:rPr>
          <w:rtl/>
          <w:lang w:bidi="fa-IR"/>
        </w:rPr>
        <w:t xml:space="preserve"> کس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برادر مسلمان خود بنما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با توجه باحت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اج</w:t>
      </w:r>
      <w:r w:rsidRPr="00AE4409">
        <w:rPr>
          <w:rtl/>
          <w:lang w:bidi="fa-IR"/>
        </w:rPr>
        <w:t xml:space="preserve"> و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داشتن از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دستگ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دروغ گفته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همان برادر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درخواست بهشت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کمک مختصر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بمال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ارزش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مضا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چنانچه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اتفاق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افتد بنده مؤ من در دعا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((اللهم اغفر للمؤ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والمؤ منات ))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طلب مغفرت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برادر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بهشت را درخواست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شخص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دروغ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در زبان بهشت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خواهد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عمل از مال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ارزش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مضا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قه</w:t>
      </w:r>
      <w:r w:rsidRPr="00AE4409">
        <w:rPr>
          <w:rtl/>
          <w:lang w:bidi="fa-IR"/>
        </w:rPr>
        <w:t xml:space="preserve"> دارد و کردار او مطابقت با گفتارش ندارد</w:t>
      </w:r>
      <w:r w:rsidRPr="002D2EF3">
        <w:rPr>
          <w:rStyle w:val="libFootnotenumChar"/>
          <w:rtl/>
        </w:rPr>
        <w:t>.(21)</w:t>
      </w:r>
    </w:p>
    <w:p w:rsidR="00AE4409" w:rsidRPr="00AE4409" w:rsidRDefault="002D2EF3" w:rsidP="002D2EF3">
      <w:pPr>
        <w:pStyle w:val="Heading1"/>
        <w:rPr>
          <w:rtl/>
        </w:rPr>
      </w:pPr>
      <w:r>
        <w:rPr>
          <w:rtl/>
        </w:rPr>
        <w:br w:type="page"/>
      </w:r>
      <w:bookmarkStart w:id="27" w:name="_Toc496010511"/>
      <w:r w:rsidR="00AE4409" w:rsidRPr="00AE4409">
        <w:rPr>
          <w:rFonts w:hint="eastAsia"/>
          <w:rtl/>
        </w:rPr>
        <w:lastRenderedPageBreak/>
        <w:t>از</w:t>
      </w:r>
      <w:r w:rsidR="00AE4409" w:rsidRPr="00AE4409">
        <w:rPr>
          <w:rtl/>
        </w:rPr>
        <w:t xml:space="preserve"> عل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="00AE4409" w:rsidRPr="00AE4409">
        <w:rPr>
          <w:rtl/>
        </w:rPr>
        <w:t xml:space="preserve"> ب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اموز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د</w:t>
      </w:r>
      <w:bookmarkEnd w:id="27"/>
    </w:p>
    <w:p w:rsidR="00AE4409" w:rsidRPr="00AE4409" w:rsidRDefault="00AE4409" w:rsidP="002D2EF3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صاحب</w:t>
      </w:r>
      <w:r w:rsidRPr="00AE4409">
        <w:rPr>
          <w:rtl/>
          <w:lang w:bidi="fa-IR"/>
        </w:rPr>
        <w:t xml:space="preserve"> دررالمطالب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سد</w:t>
      </w:r>
      <w:r w:rsidRPr="00AE4409">
        <w:rPr>
          <w:rtl/>
          <w:lang w:bidi="fa-IR"/>
        </w:rPr>
        <w:t xml:space="preserve"> که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در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راه متوجه زن 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 که بچه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از گرسنگ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</w:t>
      </w:r>
      <w:r w:rsidRPr="00AE4409">
        <w:rPr>
          <w:rtl/>
          <w:lang w:bidi="fa-IR"/>
        </w:rPr>
        <w:t xml:space="preserve"> و او آنها را به وسائل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مشغول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و از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بازم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داشت</w:t>
      </w:r>
      <w:r w:rsidRPr="00AE4409">
        <w:rPr>
          <w:rtl/>
          <w:lang w:bidi="fa-IR"/>
        </w:rPr>
        <w:t xml:space="preserve"> .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آسوده کردن آنها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جز آب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نداشت بر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گذاشته بود و در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آن آتش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افروخت</w:t>
      </w:r>
      <w:r w:rsidRPr="00AE4409">
        <w:rPr>
          <w:rtl/>
          <w:lang w:bidi="fa-IR"/>
        </w:rPr>
        <w:t xml:space="preserve"> تا آنها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ال</w:t>
      </w:r>
      <w:r w:rsidRPr="00AE4409">
        <w:rPr>
          <w:rtl/>
          <w:lang w:bidi="fa-IR"/>
        </w:rPr>
        <w:t xml:space="preserve"> کنند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غذا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>. ب</w:t>
      </w:r>
      <w:r w:rsidR="002D2EF3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="002D2EF3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آنها را خوابان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پس از مشاهده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با شتاب ب</w:t>
      </w:r>
      <w:r w:rsidR="002D2EF3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همراه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قنبر بمنزل رفت . ظرف</w:t>
      </w:r>
      <w:r w:rsidR="002D2EF3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خرمائ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انبان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آرد و مقدار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روغن و برنج بر شانه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گرفت و بازگشت قنبر تقاضا کرد اجازه دهند او بردارد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حضرت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نشدند.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بخانه آنزن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اجازه ورود خواست و داخل شد، مقدار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برنجها را با روغن در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</w:t>
      </w:r>
      <w:r w:rsidRPr="00AE4409">
        <w:rPr>
          <w:rtl/>
          <w:lang w:bidi="fa-IR"/>
        </w:rPr>
        <w:t xml:space="preserve">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</w:t>
      </w:r>
      <w:r w:rsidRPr="00AE4409">
        <w:rPr>
          <w:rtl/>
          <w:lang w:bidi="fa-IR"/>
        </w:rPr>
        <w:t xml:space="preserve"> و غذا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مطبوع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کرد آنگاه بچه ها را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tl/>
          <w:lang w:bidi="fa-IR"/>
        </w:rPr>
        <w:t xml:space="preserve"> نمود و با دست خود از آن غذا ب</w:t>
      </w:r>
      <w:r w:rsidR="0053480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آنها داد تا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شدند.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سرگرم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آنها مانند گوسفند دو دست و زانوان خود را بر 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گذاشت و صدا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مخصوص گوسفندان را تقل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نمود (بع بع !) بچه ها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گرفتند و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آنجناب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نکار</w:t>
      </w:r>
      <w:r w:rsidRPr="00AE4409">
        <w:rPr>
          <w:rtl/>
          <w:lang w:bidi="fa-IR"/>
        </w:rPr>
        <w:t xml:space="preserve"> را کرده و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مدت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آنها را سرگرم داشت تا ناراحت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قبل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فراموش کردند و بعد خارج شد.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قنبر</w:t>
      </w:r>
      <w:r w:rsidRPr="00AE4409">
        <w:rPr>
          <w:rtl/>
          <w:lang w:bidi="fa-IR"/>
        </w:rPr>
        <w:t xml:space="preserve">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مولا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امروز دو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مشاهده کردم که علت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دانم</w:t>
      </w:r>
      <w:r w:rsidRPr="00AE4409">
        <w:rPr>
          <w:rtl/>
          <w:lang w:bidi="fa-IR"/>
        </w:rPr>
        <w:t xml:space="preserve"> سبب دوم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من آشکار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توشه بچه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را خودتان حمل کرد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اجازه نداد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من شرکت کنم از جهت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بثواب و پاداش بود و اما تقل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از گوسفندان را ندانستم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چه کرد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د؟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فرمود</w:t>
      </w:r>
      <w:r w:rsidRPr="00AE4409">
        <w:rPr>
          <w:rtl/>
          <w:lang w:bidi="fa-IR"/>
        </w:rPr>
        <w:t xml:space="preserve">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وارد بر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شدم از گرسنگ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</w:t>
      </w:r>
      <w:r w:rsidRPr="00AE4409">
        <w:rPr>
          <w:rtl/>
          <w:lang w:bidi="fa-IR"/>
        </w:rPr>
        <w:t xml:space="preserve"> خواستم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خارج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شوم</w:t>
      </w:r>
      <w:r w:rsidRPr="00AE4409">
        <w:rPr>
          <w:rtl/>
          <w:lang w:bidi="fa-IR"/>
        </w:rPr>
        <w:t xml:space="preserve"> هم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شده باشند و هم بخندند</w:t>
      </w:r>
      <w:r w:rsidRPr="00534801">
        <w:rPr>
          <w:rStyle w:val="libFootnotenumChar"/>
          <w:rtl/>
        </w:rPr>
        <w:t>.(22)</w:t>
      </w:r>
    </w:p>
    <w:p w:rsidR="00AE4409" w:rsidRPr="00AE4409" w:rsidRDefault="00AE4409" w:rsidP="00534801">
      <w:pPr>
        <w:pStyle w:val="Heading1"/>
        <w:rPr>
          <w:rtl/>
        </w:rPr>
      </w:pPr>
      <w:bookmarkStart w:id="28" w:name="_Toc496010512"/>
      <w:r w:rsidRPr="00AE4409">
        <w:rPr>
          <w:rFonts w:hint="eastAsia"/>
          <w:rtl/>
        </w:rPr>
        <w:lastRenderedPageBreak/>
        <w:t>پاداش</w:t>
      </w:r>
      <w:r w:rsidRPr="00AE4409">
        <w:rPr>
          <w:rtl/>
        </w:rPr>
        <w:t xml:space="preserve"> صابران</w:t>
      </w:r>
      <w:bookmarkEnd w:id="28"/>
    </w:p>
    <w:p w:rsidR="00AE4409" w:rsidRPr="00AE4409" w:rsidRDefault="00AE4409" w:rsidP="00534801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مرد</w:t>
      </w:r>
      <w:r w:rsidRPr="00AE4409">
        <w:rPr>
          <w:rtl/>
          <w:lang w:bidi="fa-IR"/>
        </w:rPr>
        <w:t xml:space="preserve"> ناب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حضور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امبر</w:t>
      </w:r>
      <w:r w:rsidRPr="00AE4409">
        <w:rPr>
          <w:rtl/>
          <w:lang w:bidi="fa-IR"/>
        </w:rPr>
        <w:t xml:space="preserve"> گرام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آمد و تقاضا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دعا کرد، گفت از خدا بخواه که پرده ناب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از چشمم بر کنار کند و قدرت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را بمن برگرداند. حضرت فرمود: اگر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دعا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است مستجاب شود و چشمت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</w:t>
      </w:r>
      <w:r w:rsidRPr="00AE4409">
        <w:rPr>
          <w:rtl/>
          <w:lang w:bidi="fa-IR"/>
        </w:rPr>
        <w:t xml:space="preserve"> گردد و اگر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امت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مورد محاسبه وا</w:t>
      </w:r>
      <w:r w:rsidRPr="00AE4409">
        <w:rPr>
          <w:rFonts w:hint="eastAsia"/>
          <w:rtl/>
          <w:lang w:bidi="fa-IR"/>
        </w:rPr>
        <w:t>قع</w:t>
      </w:r>
      <w:r w:rsidR="00534801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شو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خدا را ملاقات 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بوضع موجود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صابر باش. عرض کرد ملاقات بدون محاسبه را برگز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، آنگاه رسول گرام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فرمود: خداوند بزرگتر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است که در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هر دو چشم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 xml:space="preserve"> سپس در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امت</w:t>
      </w:r>
      <w:r w:rsidRPr="00AE4409">
        <w:rPr>
          <w:rtl/>
          <w:lang w:bidi="fa-IR"/>
        </w:rPr>
        <w:t xml:space="preserve"> عذابش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534801" w:rsidP="00534801">
      <w:pPr>
        <w:pStyle w:val="Heading1"/>
        <w:rPr>
          <w:rtl/>
        </w:rPr>
      </w:pPr>
      <w:r>
        <w:rPr>
          <w:rtl/>
        </w:rPr>
        <w:br w:type="page"/>
      </w:r>
      <w:bookmarkStart w:id="29" w:name="_Toc496010513"/>
      <w:r w:rsidR="00AE4409" w:rsidRPr="00AE4409">
        <w:rPr>
          <w:rFonts w:hint="eastAsia"/>
          <w:rtl/>
        </w:rPr>
        <w:lastRenderedPageBreak/>
        <w:t>امام</w:t>
      </w:r>
      <w:r w:rsidR="00AE4409" w:rsidRPr="00AE4409">
        <w:rPr>
          <w:rtl/>
        </w:rPr>
        <w:t xml:space="preserve"> به فکر ش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ع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ان</w:t>
      </w:r>
      <w:r w:rsidR="00AE4409" w:rsidRPr="00AE4409">
        <w:rPr>
          <w:rtl/>
        </w:rPr>
        <w:t xml:space="preserve"> است</w:t>
      </w:r>
      <w:bookmarkEnd w:id="29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اعلام الور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طبرس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سد</w:t>
      </w:r>
      <w:r w:rsidRPr="00AE4409">
        <w:rPr>
          <w:rtl/>
          <w:lang w:bidi="fa-IR"/>
        </w:rPr>
        <w:t xml:space="preserve"> که عبدالله بن سنان گفت :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</w:t>
      </w:r>
      <w:r w:rsidR="00534801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رون الرش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لباسها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فاخر و گران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آورده بودند هارون آنها را ب</w:t>
      </w:r>
      <w:r w:rsidR="0053480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خود 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از جمله آن لباسها دراعه بود از خز و طلا بافت که ب</w:t>
      </w:r>
      <w:r w:rsidR="0053480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لباس پادشاهان شباهت داشت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آن لباسها را ب</w:t>
      </w:r>
      <w:r w:rsidRPr="00AE4409">
        <w:rPr>
          <w:rFonts w:hint="eastAsia"/>
          <w:rtl/>
          <w:lang w:bidi="fa-IR"/>
        </w:rPr>
        <w:t>اضافه</w:t>
      </w:r>
      <w:r w:rsidRPr="00AE4409">
        <w:rPr>
          <w:rtl/>
          <w:lang w:bidi="fa-IR"/>
        </w:rPr>
        <w:t xml:space="preserve"> اموال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جعفر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فرستاد. حضرت دارعه </w:t>
      </w:r>
      <w:r w:rsidRPr="00534801">
        <w:rPr>
          <w:rStyle w:val="libFootnotenumChar"/>
          <w:rtl/>
        </w:rPr>
        <w:t xml:space="preserve">(23) </w:t>
      </w:r>
      <w:r w:rsidRPr="00AE4409">
        <w:rPr>
          <w:rtl/>
          <w:lang w:bidi="fa-IR"/>
        </w:rPr>
        <w:t>را توسط شخص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کس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آورده بود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خودش فرستادند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از پس فرستادن دراعه بشک افتاد و علت آنرا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دانست</w:t>
      </w:r>
      <w:r w:rsidRPr="00AE4409">
        <w:rPr>
          <w:rtl/>
          <w:lang w:bidi="fa-IR"/>
        </w:rPr>
        <w:t xml:space="preserve"> حضرت در نامه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نوشتند دراعه را نگهدار و از منزل خارج مکن 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ک وقت مورد احت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اج</w:t>
      </w:r>
      <w:r w:rsidRPr="00AE4409">
        <w:rPr>
          <w:rtl/>
          <w:lang w:bidi="fa-IR"/>
        </w:rPr>
        <w:t xml:space="preserve"> تو واقع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شود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آنرا نگهداشت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پس</w:t>
      </w:r>
      <w:r w:rsidRPr="00AE4409">
        <w:rPr>
          <w:rtl/>
          <w:lang w:bidi="fa-IR"/>
        </w:rPr>
        <w:t xml:space="preserve"> از چند روز بر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غلامان خود خشم گرفت و او را از خدمت عزل کرد همان غلام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ه</w:t>
      </w:r>
      <w:r w:rsidR="00534801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رون الرش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سخن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 که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قائل ب</w:t>
      </w:r>
      <w:r w:rsidR="0053480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امامت موس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جعفر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است و خمس اموال خود را در هر سال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فرستد و همان دراعه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</w:t>
      </w:r>
      <w:r w:rsidR="0053480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او 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ب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جعفر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در فلان روز فرستاده . ه</w:t>
      </w:r>
      <w:r w:rsidR="00534801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رون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خشمگ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شد. گفت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 را کشف کنم هماندم فرستاد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، هنگام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حاضر شد گفت چه کرد</w:t>
      </w:r>
      <w:r w:rsidRPr="00AE4409">
        <w:rPr>
          <w:rFonts w:hint="cs"/>
          <w:rtl/>
          <w:lang w:bidi="fa-IR"/>
        </w:rPr>
        <w:t>ی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آن</w:t>
      </w:r>
      <w:r w:rsidRPr="00AE4409">
        <w:rPr>
          <w:rtl/>
          <w:lang w:bidi="fa-IR"/>
        </w:rPr>
        <w:t xml:space="preserve"> دراعه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بتو دادم ؟ گفت در خانه است و آنرا در پارچه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چده</w:t>
      </w:r>
      <w:r w:rsidRPr="00AE4409">
        <w:rPr>
          <w:rtl/>
          <w:lang w:bidi="fa-IR"/>
        </w:rPr>
        <w:t xml:space="preserve"> ام و هر صبح و شام باز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کنم و نگاه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از لحاظ تبرک آنرا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بوسم . ه</w:t>
      </w:r>
      <w:r w:rsidR="00534801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رون گفت هم اکنون آنرا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اور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خدام خود را فرستاد و گفت در فلان اطاق داخل فلان صندوق دراعه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پارچه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است فورا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اور</w:t>
      </w:r>
      <w:r w:rsidRPr="00AE4409">
        <w:rPr>
          <w:rtl/>
          <w:lang w:bidi="fa-IR"/>
        </w:rPr>
        <w:t xml:space="preserve"> غلام رفت و آورد. </w:t>
      </w:r>
      <w:r w:rsidRPr="00AE4409">
        <w:rPr>
          <w:rtl/>
          <w:lang w:bidi="fa-IR"/>
        </w:rPr>
        <w:lastRenderedPageBreak/>
        <w:t>ه</w:t>
      </w:r>
      <w:r w:rsidR="00534801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رون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دراعه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پارچه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گذاشته شده و عطر آلود است خشم او فرونشست و گفت آنرا بمنزل خود برگردان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سخن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درباره </w:t>
      </w:r>
      <w:r w:rsidRPr="00AE4409">
        <w:rPr>
          <w:rFonts w:hint="eastAsia"/>
          <w:rtl/>
          <w:lang w:bidi="fa-IR"/>
        </w:rPr>
        <w:t>تو</w:t>
      </w:r>
      <w:r w:rsidRPr="00AE4409">
        <w:rPr>
          <w:rtl/>
          <w:lang w:bidi="fa-IR"/>
        </w:rPr>
        <w:t xml:space="preserve"> قبول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و جا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زه</w:t>
      </w:r>
      <w:r w:rsidRPr="00AE4409">
        <w:rPr>
          <w:rtl/>
          <w:lang w:bidi="fa-IR"/>
        </w:rPr>
        <w:t xml:space="preserve">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باو 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غلام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که سخن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کرده بود دستور داد هزار تاز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انه</w:t>
      </w:r>
      <w:r w:rsidRPr="00AE4409">
        <w:rPr>
          <w:rtl/>
          <w:lang w:bidi="fa-IR"/>
        </w:rPr>
        <w:t xml:space="preserve"> بزنند هنوز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پانصد تاز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انه</w:t>
      </w:r>
      <w:r w:rsidRPr="00AE4409">
        <w:rPr>
          <w:rtl/>
          <w:lang w:bidi="fa-IR"/>
        </w:rPr>
        <w:t xml:space="preserve"> نزده بودند که مرد.</w:t>
      </w:r>
      <w:r w:rsidRPr="00534801">
        <w:rPr>
          <w:rStyle w:val="libFootnotenumChar"/>
          <w:rtl/>
        </w:rPr>
        <w:t>(24)</w:t>
      </w:r>
    </w:p>
    <w:p w:rsidR="00AE4409" w:rsidRPr="00AE4409" w:rsidRDefault="00534801" w:rsidP="00534801">
      <w:pPr>
        <w:pStyle w:val="Heading1"/>
        <w:rPr>
          <w:rtl/>
        </w:rPr>
      </w:pPr>
      <w:r>
        <w:rPr>
          <w:rtl/>
        </w:rPr>
        <w:br w:type="page"/>
      </w:r>
      <w:bookmarkStart w:id="30" w:name="_Toc496010514"/>
      <w:r w:rsidR="00AE4409" w:rsidRPr="00AE4409">
        <w:rPr>
          <w:rFonts w:hint="eastAsia"/>
          <w:rtl/>
        </w:rPr>
        <w:lastRenderedPageBreak/>
        <w:t>درخواست</w:t>
      </w:r>
      <w:r w:rsidR="00AE4409" w:rsidRPr="00AE4409">
        <w:rPr>
          <w:rtl/>
        </w:rPr>
        <w:t xml:space="preserve"> عق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ل</w:t>
      </w:r>
      <w:bookmarkEnd w:id="30"/>
    </w:p>
    <w:p w:rsidR="00AE4409" w:rsidRPr="00AE4409" w:rsidRDefault="00AE4409" w:rsidP="00534801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صواعق محرقه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سد</w:t>
      </w:r>
      <w:r w:rsidRPr="00AE4409">
        <w:rPr>
          <w:rtl/>
          <w:lang w:bidi="fa-IR"/>
        </w:rPr>
        <w:t>: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از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درخواست کمک مال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و گفت من تنگدستم مرا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بده . حضرت فرمود صبر داشته باش تا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مسلم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تقس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کنم سهم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ترا خواهم داد،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اصرار ورز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دست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را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ببر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بازا</w:t>
      </w:r>
      <w:r w:rsidRPr="00AE4409">
        <w:rPr>
          <w:rFonts w:hint="eastAsia"/>
          <w:rtl/>
          <w:lang w:bidi="fa-IR"/>
        </w:rPr>
        <w:t>ر،</w:t>
      </w:r>
      <w:r w:rsidRPr="00AE4409">
        <w:rPr>
          <w:rtl/>
          <w:lang w:bidi="fa-IR"/>
        </w:rPr>
        <w:t xml:space="preserve"> بگو قفل دکان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بشکند و آنچه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دکانست بردارد.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در جواب گفت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مرا بعنوان دزد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رند</w:t>
      </w:r>
      <w:r w:rsidRPr="00AE4409">
        <w:rPr>
          <w:rtl/>
          <w:lang w:bidi="fa-IR"/>
        </w:rPr>
        <w:t>.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فرمود پس تو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مرا سارق قرار 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از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المال مسلم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بردارم و بتو بدهم ؟!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گفت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روم</w:t>
      </w:r>
      <w:r w:rsidRPr="00AE4409">
        <w:rPr>
          <w:rtl/>
          <w:lang w:bidi="fa-IR"/>
        </w:rPr>
        <w:t xml:space="preserve"> فرمود تو 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.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ش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رفت و از او تقاضا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کمک کرد.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او را صد هزار درهم داد و گفت بالا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منبر برو و بگو</w:t>
      </w:r>
      <w:r w:rsidR="00534801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تو چگونه رفتار کرد و من چه کردم .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بر منبر رفت پس از سپاس حمد خدا گفت مردم من از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نش</w:t>
      </w:r>
      <w:r w:rsidRPr="00AE4409">
        <w:rPr>
          <w:rtl/>
          <w:lang w:bidi="fa-IR"/>
        </w:rPr>
        <w:t xml:space="preserve"> را طلب کردم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مرا که برادرش بودم رها کرد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نش</w:t>
      </w:r>
      <w:r w:rsidRPr="00AE4409">
        <w:rPr>
          <w:rtl/>
          <w:lang w:bidi="fa-IR"/>
        </w:rPr>
        <w:t xml:space="preserve"> را گرفت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درخواست نمودم مرا در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نش</w:t>
      </w:r>
      <w:r w:rsidRPr="00AE4409">
        <w:rPr>
          <w:rtl/>
          <w:lang w:bidi="fa-IR"/>
        </w:rPr>
        <w:t xml:space="preserve"> مقدم داشت صاحب روضات الجنات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در روا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که </w:t>
      </w:r>
      <w:r w:rsidRPr="00AE4409">
        <w:rPr>
          <w:rFonts w:hint="eastAsia"/>
          <w:rtl/>
          <w:lang w:bidi="fa-IR"/>
        </w:rPr>
        <w:t>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گفت بر منبر رو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لعن کن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بالا رفت و گفت مردم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مرا گفته که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لعنت کنم پس شما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را لعنت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  <w:r w:rsidRPr="00534801">
        <w:rPr>
          <w:rStyle w:val="libFootnotenumChar"/>
          <w:rtl/>
        </w:rPr>
        <w:t>(25)</w:t>
      </w:r>
    </w:p>
    <w:p w:rsidR="00AE4409" w:rsidRPr="00AE4409" w:rsidRDefault="00534801" w:rsidP="00534801">
      <w:pPr>
        <w:pStyle w:val="Heading1"/>
        <w:rPr>
          <w:rtl/>
        </w:rPr>
      </w:pPr>
      <w:r>
        <w:rPr>
          <w:rtl/>
        </w:rPr>
        <w:br w:type="page"/>
      </w:r>
      <w:bookmarkStart w:id="31" w:name="_Toc496010515"/>
      <w:r w:rsidR="00AE4409" w:rsidRPr="00AE4409">
        <w:rPr>
          <w:rFonts w:hint="eastAsia"/>
          <w:rtl/>
        </w:rPr>
        <w:lastRenderedPageBreak/>
        <w:t>قضاوت</w:t>
      </w:r>
      <w:bookmarkEnd w:id="31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ابوحمزه</w:t>
      </w:r>
      <w:r w:rsidRPr="00AE4409">
        <w:rPr>
          <w:rtl/>
          <w:lang w:bidi="fa-IR"/>
        </w:rPr>
        <w:t xml:space="preserve"> ثمال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حضرت باقر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نقل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فرمودند در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عالم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مردم قضاوت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هنگام مرگش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</w:t>
      </w:r>
      <w:r w:rsidR="0053480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زن خود گفت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من مردم مرا غسل ده و کفن کن و در سر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بگذار، رو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را بپوشان بعد از فوت او زنش همان</w:t>
      </w:r>
      <w:r w:rsidR="00534801">
        <w:rPr>
          <w:rFonts w:hint="cs"/>
          <w:rtl/>
          <w:lang w:bidi="fa-IR"/>
        </w:rPr>
        <w:t xml:space="preserve"> </w:t>
      </w:r>
      <w:r w:rsidRPr="00AE4409">
        <w:rPr>
          <w:rtl/>
          <w:lang w:bidi="fa-IR"/>
        </w:rPr>
        <w:t>کار را کرد و رو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پوشان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د؛</w:t>
      </w:r>
      <w:r w:rsidRPr="00AE4409">
        <w:rPr>
          <w:rtl/>
          <w:lang w:bidi="fa-IR"/>
        </w:rPr>
        <w:t xml:space="preserve"> پس از مختصر زمان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را باز کرد تا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بار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او را بب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>. چشمش ب</w:t>
      </w:r>
      <w:r w:rsidR="0053480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کرم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افتاد که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شوهرش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خورد و قطع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شبانگاه او را خواب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گفت از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کرم ترس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زن جواب داد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ترس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قاض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اگر ترس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بدان آنچه از گرفتار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بمن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فقط بواسطه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و علاقه ام بود نسبت به برادرت 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="0053480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اطراف مورد نزاع خود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قضاوت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من آمد و من در دل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داشتم حق با او باشد و گفتم خدا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حق را با او قرار بده ، اتفاقا پس از محاکمه حق هم با او بود و آشکارا مشاهده کردم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حق با برادر تست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آنچه تو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رنج و عذاب آن کرم بواسطه همان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بود که داشتم بحقان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برادرت در منازعه اگر چه واقع هم همانطور بود.</w:t>
      </w:r>
      <w:r w:rsidRPr="00534801">
        <w:rPr>
          <w:rStyle w:val="libFootnotenumChar"/>
          <w:rtl/>
        </w:rPr>
        <w:t>(26)</w:t>
      </w:r>
    </w:p>
    <w:p w:rsidR="00AE4409" w:rsidRPr="00AE4409" w:rsidRDefault="00534801" w:rsidP="00534801">
      <w:pPr>
        <w:pStyle w:val="Heading1"/>
        <w:rPr>
          <w:rtl/>
        </w:rPr>
      </w:pPr>
      <w:r>
        <w:rPr>
          <w:rtl/>
        </w:rPr>
        <w:br w:type="page"/>
      </w:r>
      <w:bookmarkStart w:id="32" w:name="_Toc496010516"/>
      <w:r w:rsidR="00AE4409" w:rsidRPr="00AE4409">
        <w:rPr>
          <w:rFonts w:hint="eastAsia"/>
          <w:rtl/>
        </w:rPr>
        <w:lastRenderedPageBreak/>
        <w:t>عدالت</w:t>
      </w:r>
      <w:bookmarkEnd w:id="32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عالم</w:t>
      </w:r>
      <w:r w:rsidRPr="00AE4409">
        <w:rPr>
          <w:rtl/>
          <w:lang w:bidi="fa-IR"/>
        </w:rPr>
        <w:t xml:space="preserve"> جل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آقا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حاج ملا محمد کزاز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قم قضاوت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حاج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رزا</w:t>
      </w:r>
      <w:r w:rsidRPr="00AE4409">
        <w:rPr>
          <w:rtl/>
          <w:lang w:bidi="fa-IR"/>
        </w:rPr>
        <w:t xml:space="preserve"> ابوالفضل زاهد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که برادر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کنفر</w:t>
      </w:r>
      <w:r w:rsidRPr="00AE4409">
        <w:rPr>
          <w:rtl/>
          <w:lang w:bidi="fa-IR"/>
        </w:rPr>
        <w:t xml:space="preserve"> را کشته بود اول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اء</w:t>
      </w:r>
      <w:r w:rsidRPr="00AE4409">
        <w:rPr>
          <w:rtl/>
          <w:lang w:bidi="fa-IR"/>
        </w:rPr>
        <w:t xml:space="preserve"> مقتول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ملا شکا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برده و تقاضا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قضاوت کردند،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شهود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اثبات ادعا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آوردند کاف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نبود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نرو</w:t>
      </w:r>
      <w:r w:rsidRPr="00AE4409">
        <w:rPr>
          <w:rtl/>
          <w:lang w:bidi="fa-IR"/>
        </w:rPr>
        <w:t xml:space="preserve"> ادعا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آنها ب</w:t>
      </w:r>
      <w:r w:rsidR="0053480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درجه اثبات شرع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نرس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در حال رکود ماند. اول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اء</w:t>
      </w:r>
      <w:r w:rsidRPr="00AE4409">
        <w:rPr>
          <w:rtl/>
          <w:lang w:bidi="fa-IR"/>
        </w:rPr>
        <w:t xml:space="preserve"> مقتول از مرافعه دست برداشتند. ششماه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گذشت ، برادر ملا محمد بگمان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شاوندان</w:t>
      </w:r>
      <w:r w:rsidRPr="00AE4409">
        <w:rPr>
          <w:rtl/>
          <w:lang w:bidi="fa-IR"/>
        </w:rPr>
        <w:t xml:space="preserve"> مقتول دست برداشته اند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از اقرار و اعتراف او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وارد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شود</w:t>
      </w:r>
      <w:r w:rsidRPr="00AE4409">
        <w:rPr>
          <w:rtl/>
          <w:lang w:bidi="fa-IR"/>
        </w:rPr>
        <w:t xml:space="preserve"> خصوصا در نظر گرفت که قاض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برادر من است و قطعا پرده از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کار برنم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سب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اتفاق داستان قتل را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برادر خود اقرار کرد. ملا محمد همان ساعت ب</w:t>
      </w:r>
      <w:r w:rsidR="0053480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ورثه مقتول اطلاع داد و حکم قصاص درباره برادر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صادر نمود اول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اء</w:t>
      </w:r>
      <w:r w:rsidRPr="00AE4409">
        <w:rPr>
          <w:rtl/>
          <w:lang w:bidi="fa-IR"/>
        </w:rPr>
        <w:t xml:space="preserve"> مقتول حکم آن مرحوم را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حاکم و وال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برده و درخواست اجرا نمودند، وال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گفته بود از انصاف دور است که خاطر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</w:t>
      </w:r>
      <w:r w:rsidRPr="00AE4409">
        <w:rPr>
          <w:rFonts w:hint="eastAsia"/>
          <w:rtl/>
          <w:lang w:bidi="fa-IR"/>
        </w:rPr>
        <w:t>خص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آلا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</w:t>
      </w:r>
      <w:r w:rsidR="0053480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اندوه قتل برادر مبتلا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چنانکه او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انتش</w:t>
      </w:r>
      <w:r w:rsidRPr="00AE4409">
        <w:rPr>
          <w:rtl/>
          <w:lang w:bidi="fa-IR"/>
        </w:rPr>
        <w:t xml:space="preserve"> اقتضا کرده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حکم را داده ، شما هم جوانمرد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گذشت 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آنها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فتوت کرده هم از قصاص و هم از خونبها گذشتند</w:t>
      </w:r>
      <w:r w:rsidRPr="00534801">
        <w:rPr>
          <w:rStyle w:val="libFootnotenumChar"/>
          <w:rtl/>
        </w:rPr>
        <w:t>.(27)</w:t>
      </w:r>
    </w:p>
    <w:p w:rsidR="00AE4409" w:rsidRPr="00AE4409" w:rsidRDefault="00534801" w:rsidP="00534801">
      <w:pPr>
        <w:pStyle w:val="Heading1"/>
        <w:rPr>
          <w:rtl/>
        </w:rPr>
      </w:pPr>
      <w:r>
        <w:rPr>
          <w:rtl/>
        </w:rPr>
        <w:br w:type="page"/>
      </w:r>
      <w:bookmarkStart w:id="33" w:name="_Toc496010517"/>
      <w:r w:rsidR="00AE4409" w:rsidRPr="00AE4409">
        <w:rPr>
          <w:rFonts w:hint="eastAsia"/>
          <w:rtl/>
        </w:rPr>
        <w:lastRenderedPageBreak/>
        <w:t>تصف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ه</w:t>
      </w:r>
      <w:r w:rsidR="00AE4409" w:rsidRPr="00AE4409">
        <w:rPr>
          <w:rtl/>
        </w:rPr>
        <w:t xml:space="preserve"> حساب</w:t>
      </w:r>
      <w:bookmarkEnd w:id="33"/>
    </w:p>
    <w:p w:rsidR="00AE4409" w:rsidRPr="00AE4409" w:rsidRDefault="00AE4409" w:rsidP="00534801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نعم</w:t>
      </w:r>
      <w:r w:rsidR="00534801">
        <w:rPr>
          <w:rFonts w:hint="cs"/>
          <w:rtl/>
          <w:lang w:bidi="fa-IR"/>
        </w:rPr>
        <w:t>ت</w:t>
      </w:r>
      <w:r w:rsidRPr="00AE4409">
        <w:rPr>
          <w:rtl/>
          <w:lang w:bidi="fa-IR"/>
        </w:rPr>
        <w:t xml:space="preserve"> الله جزائر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انوار نعمان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باب احوال بعد از مرگ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سد</w:t>
      </w:r>
      <w:r w:rsidRPr="00AE4409">
        <w:rPr>
          <w:rtl/>
          <w:lang w:bidi="fa-IR"/>
        </w:rPr>
        <w:t>: که در اخبار است مرد مستمند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و از صبح که جنازه او را بلند کردند تا بشام از دفنش فارغ نشدند بواسطه کثرت ازدحام و انبوه جمع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بعدها او را در خواب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دند،</w:t>
      </w:r>
      <w:r w:rsidRPr="00AE4409">
        <w:rPr>
          <w:rtl/>
          <w:lang w:bidi="fa-IR"/>
        </w:rPr>
        <w:t xml:space="preserve">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خداوند با تو چه ک</w:t>
      </w:r>
      <w:r w:rsidRPr="00AE4409">
        <w:rPr>
          <w:rFonts w:hint="eastAsia"/>
          <w:rtl/>
          <w:lang w:bidi="fa-IR"/>
        </w:rPr>
        <w:t>رد؟</w:t>
      </w:r>
      <w:r w:rsidRPr="00AE4409">
        <w:rPr>
          <w:rtl/>
          <w:lang w:bidi="fa-IR"/>
        </w:rPr>
        <w:t xml:space="preserve"> گفت خداوند مرا آمرز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لطف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درباره من فرمود،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حساب دق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کرد، 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در دکان 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قم</w:t>
      </w:r>
      <w:r w:rsidRPr="00AE4409">
        <w:rPr>
          <w:rtl/>
          <w:lang w:bidi="fa-IR"/>
        </w:rPr>
        <w:t xml:space="preserve"> که گندم فروش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 نشسته بودم با حال روزه ، هنگام اذان که شد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کدانه</w:t>
      </w:r>
      <w:r w:rsidRPr="00AE4409">
        <w:rPr>
          <w:rtl/>
          <w:lang w:bidi="fa-IR"/>
        </w:rPr>
        <w:t xml:space="preserve"> از گندمها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را برداشته و با دندان خود دو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مه</w:t>
      </w:r>
      <w:r w:rsidRPr="00AE4409">
        <w:rPr>
          <w:rtl/>
          <w:lang w:bidi="fa-IR"/>
        </w:rPr>
        <w:t xml:space="preserve"> کردم ،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نموقع</w:t>
      </w:r>
      <w:r w:rsidRPr="00AE4409">
        <w:rPr>
          <w:rtl/>
          <w:lang w:bidi="fa-IR"/>
        </w:rPr>
        <w:t xml:space="preserve"> بخاطر آمدم که گندم از من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آن</w:t>
      </w:r>
      <w:r w:rsidR="00534801">
        <w:rPr>
          <w:rFonts w:hint="cs"/>
          <w:rtl/>
          <w:lang w:bidi="fa-IR"/>
        </w:rPr>
        <w:t xml:space="preserve"> </w:t>
      </w:r>
      <w:r w:rsidRPr="00AE4409">
        <w:rPr>
          <w:rtl/>
          <w:lang w:bidi="fa-IR"/>
        </w:rPr>
        <w:t>دانه شکسته را برو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گندمها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افکندم خداوند چنان حساب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که از حسنات من ب</w:t>
      </w:r>
      <w:r w:rsidR="0053480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اندازه نقص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مت</w:t>
      </w:r>
      <w:r w:rsidRPr="00AE4409">
        <w:rPr>
          <w:rtl/>
          <w:lang w:bidi="fa-IR"/>
        </w:rPr>
        <w:t xml:space="preserve"> گندم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شکسته بودم گرفت </w:t>
      </w:r>
      <w:r w:rsidRPr="00BE3DF3">
        <w:rPr>
          <w:rStyle w:val="libFootnotenumChar"/>
          <w:rtl/>
        </w:rPr>
        <w:t>.(28)</w:t>
      </w:r>
    </w:p>
    <w:p w:rsidR="00AE4409" w:rsidRPr="00AE4409" w:rsidRDefault="00BE3DF3" w:rsidP="00BE3DF3">
      <w:pPr>
        <w:pStyle w:val="Heading1"/>
        <w:rPr>
          <w:rtl/>
        </w:rPr>
      </w:pPr>
      <w:r>
        <w:rPr>
          <w:rtl/>
        </w:rPr>
        <w:br w:type="page"/>
      </w:r>
      <w:bookmarkStart w:id="34" w:name="_Toc496010518"/>
      <w:r w:rsidR="00AE4409" w:rsidRPr="00AE4409">
        <w:rPr>
          <w:rFonts w:hint="eastAsia"/>
          <w:rtl/>
        </w:rPr>
        <w:lastRenderedPageBreak/>
        <w:t>مستمند</w:t>
      </w:r>
      <w:r w:rsidR="00AE4409" w:rsidRPr="00AE4409">
        <w:rPr>
          <w:rtl/>
        </w:rPr>
        <w:t xml:space="preserve"> حق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ق</w:t>
      </w:r>
      <w:r w:rsidR="00AE4409" w:rsidRPr="00AE4409">
        <w:rPr>
          <w:rFonts w:hint="cs"/>
          <w:rtl/>
        </w:rPr>
        <w:t>ی</w:t>
      </w:r>
      <w:bookmarkEnd w:id="34"/>
    </w:p>
    <w:p w:rsidR="00AE4409" w:rsidRPr="00AE4409" w:rsidRDefault="00AE4409" w:rsidP="00BE3DF3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باصحاب خود فرمود 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نوا</w:t>
      </w:r>
      <w:r w:rsidRPr="00AE4409">
        <w:rPr>
          <w:rtl/>
          <w:lang w:bidi="fa-IR"/>
        </w:rPr>
        <w:t xml:space="preserve">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؟ اصحاب جواب دادند کس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درهم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نار</w:t>
      </w:r>
      <w:r w:rsidRPr="00AE4409">
        <w:rPr>
          <w:rtl/>
          <w:lang w:bidi="fa-IR"/>
        </w:rPr>
        <w:t xml:space="preserve"> نداشته و دستش از مال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ته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باشد، فرمود آنکه شما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نوا</w:t>
      </w:r>
      <w:r w:rsidRPr="00AE4409">
        <w:rPr>
          <w:rtl/>
          <w:lang w:bidi="fa-IR"/>
        </w:rPr>
        <w:t xml:space="preserve">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که در عرصات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امت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حق اشخاص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بگردن او باشد، ب</w:t>
      </w:r>
      <w:r w:rsidR="00BE3DF3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="00BE3DF3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طر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که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کنفر</w:t>
      </w:r>
      <w:r w:rsidRPr="00AE4409">
        <w:rPr>
          <w:rtl/>
          <w:lang w:bidi="fa-IR"/>
        </w:rPr>
        <w:t xml:space="preserve"> را زده و 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ناسزا گفته حق شخص ثالث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ضا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tl/>
          <w:lang w:bidi="fa-IR"/>
        </w:rPr>
        <w:t xml:space="preserve"> نموده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غصب کرده ، اگر حسنات و کار خوب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داشته باشد در قبال حقوق مردم از او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رند</w:t>
      </w:r>
      <w:r w:rsidRPr="00AE4409">
        <w:rPr>
          <w:rtl/>
          <w:lang w:bidi="fa-IR"/>
        </w:rPr>
        <w:t xml:space="preserve">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دهند</w:t>
      </w:r>
      <w:r w:rsidRPr="00AE4409">
        <w:rPr>
          <w:rtl/>
          <w:lang w:bidi="fa-IR"/>
        </w:rPr>
        <w:t xml:space="preserve"> ب</w:t>
      </w:r>
      <w:r w:rsidR="00BE3DF3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صاحبان حقوق و چنانچه حسنات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نداشته باشد از گناهان کسان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بر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شخص حق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دارند برداشته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شود</w:t>
      </w:r>
      <w:r w:rsidRPr="00AE4409">
        <w:rPr>
          <w:rtl/>
          <w:lang w:bidi="fa-IR"/>
        </w:rPr>
        <w:t xml:space="preserve"> و آن گناهان را بر او بار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کنند</w:t>
      </w:r>
      <w:r w:rsidRPr="00AE4409">
        <w:rPr>
          <w:rtl/>
          <w:lang w:bidi="fa-IR"/>
        </w:rPr>
        <w:t xml:space="preserve"> 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نوا</w:t>
      </w:r>
      <w:r w:rsidRPr="00AE4409">
        <w:rPr>
          <w:rtl/>
          <w:lang w:bidi="fa-IR"/>
        </w:rPr>
        <w:t xml:space="preserve"> و 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کس است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موضوع منظور خداوند تبارک و تعال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است</w:t>
      </w:r>
      <w:r w:rsidR="00BE3DF3" w:rsidRPr="00BE3DF3">
        <w:rPr>
          <w:rStyle w:val="libAlaemChar"/>
          <w:rFonts w:hint="cs"/>
          <w:rtl/>
        </w:rPr>
        <w:t>(</w:t>
      </w:r>
      <w:r w:rsidRPr="00AE4409">
        <w:rPr>
          <w:rtl/>
          <w:lang w:bidi="fa-IR"/>
        </w:rPr>
        <w:t xml:space="preserve"> </w:t>
      </w:r>
      <w:r w:rsidR="00BE3DF3" w:rsidRPr="00BE3DF3">
        <w:rPr>
          <w:rStyle w:val="libAieChar"/>
          <w:rtl/>
        </w:rPr>
        <w:t>وَلَيَحْمِلُنَّ أَثْقَالَهُمْ وَأَثْقَالًا مَّعَ أَثْقَالِهِمْ</w:t>
      </w:r>
      <w:r w:rsidR="00BE3DF3">
        <w:rPr>
          <w:rtl/>
        </w:rPr>
        <w:t xml:space="preserve"> </w:t>
      </w:r>
      <w:r w:rsidR="00BE3DF3" w:rsidRPr="00BE3DF3">
        <w:rPr>
          <w:rStyle w:val="libAlaemChar"/>
          <w:rFonts w:hint="cs"/>
          <w:rtl/>
        </w:rPr>
        <w:t>)</w:t>
      </w:r>
      <w:r w:rsidR="00BE3DF3">
        <w:rPr>
          <w:rtl/>
        </w:rPr>
        <w:t xml:space="preserve"> </w:t>
      </w:r>
      <w:r w:rsidRPr="00AE4409">
        <w:rPr>
          <w:rtl/>
          <w:lang w:bidi="fa-IR"/>
        </w:rPr>
        <w:t>بارها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خود را برم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دارند</w:t>
      </w:r>
      <w:r w:rsidRPr="00AE4409">
        <w:rPr>
          <w:rtl/>
          <w:lang w:bidi="fa-IR"/>
        </w:rPr>
        <w:t xml:space="preserve"> و بارها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بردوش آنها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گذارند</w:t>
      </w:r>
      <w:r w:rsidRPr="00AE4409">
        <w:rPr>
          <w:rtl/>
          <w:lang w:bidi="fa-IR"/>
        </w:rPr>
        <w:t>.</w:t>
      </w:r>
      <w:r w:rsidRPr="00BE3DF3">
        <w:rPr>
          <w:rStyle w:val="libFootnotenumChar"/>
          <w:rtl/>
        </w:rPr>
        <w:t>(29)</w:t>
      </w:r>
    </w:p>
    <w:p w:rsidR="00AE4409" w:rsidRPr="00AE4409" w:rsidRDefault="00BE3DF3" w:rsidP="00BE3DF3">
      <w:pPr>
        <w:pStyle w:val="Heading1"/>
        <w:rPr>
          <w:rtl/>
        </w:rPr>
      </w:pPr>
      <w:r>
        <w:rPr>
          <w:rtl/>
        </w:rPr>
        <w:br w:type="page"/>
      </w:r>
      <w:bookmarkStart w:id="35" w:name="_Toc496010519"/>
      <w:r w:rsidR="00AE4409" w:rsidRPr="00AE4409">
        <w:rPr>
          <w:rFonts w:hint="eastAsia"/>
          <w:rtl/>
        </w:rPr>
        <w:lastRenderedPageBreak/>
        <w:t>ق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امت</w:t>
      </w:r>
      <w:bookmarkEnd w:id="35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="00BE3DF3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سلمان و اباذر هر کدام درهم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 سلمان درهم خود را انفاق کرد و به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نوائ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اباذر صرف در مخارج خانواده خود کرد، روز بعد حضرت دستور داد آتش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افروختند و سنگ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بر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 گذاردند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سنگ گرم شد و حرارت شعله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آتش در دل آن ا</w:t>
      </w:r>
      <w:r w:rsidRPr="00AE4409">
        <w:rPr>
          <w:rFonts w:hint="eastAsia"/>
          <w:rtl/>
          <w:lang w:bidi="fa-IR"/>
        </w:rPr>
        <w:t>ثر</w:t>
      </w:r>
      <w:r w:rsidRPr="00AE4409">
        <w:rPr>
          <w:rtl/>
          <w:lang w:bidi="fa-IR"/>
        </w:rPr>
        <w:t xml:space="preserve"> کرد سلمان و اباذر را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خواند و فرمود هر کدام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بالا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سنگ برو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حساب درهم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روز</w:t>
      </w:r>
      <w:r w:rsidRPr="00AE4409">
        <w:rPr>
          <w:rtl/>
          <w:lang w:bidi="fa-IR"/>
        </w:rPr>
        <w:t xml:space="preserve"> را بده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سلمان بدون درنگ و ترس پا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سنگ گذاشت و گفت (انفقت 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الله ) در راه خدا دادم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وقت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نوبت به اباذر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ترس او را فراگرفت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،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پا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برهنه را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سنگ بگذارد و تفص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مصرف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درهم را بدهد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نرو</w:t>
      </w:r>
      <w:r w:rsidRPr="00AE4409">
        <w:rPr>
          <w:rtl/>
          <w:lang w:bidi="fa-IR"/>
        </w:rPr>
        <w:t xml:space="preserve"> در تح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بود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فرمود از تو گذشتم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تاب گرما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سنگ را ندار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حسابت بطول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انجامد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بدان صحرا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محشر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سنگ گرمتر است و تابش آفتاب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امت</w:t>
      </w:r>
      <w:r w:rsidRPr="00AE4409">
        <w:rPr>
          <w:rtl/>
          <w:lang w:bidi="fa-IR"/>
        </w:rPr>
        <w:t xml:space="preserve"> از شعله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فروزان آتش س</w:t>
      </w:r>
      <w:r w:rsidRPr="00AE4409">
        <w:rPr>
          <w:rFonts w:hint="eastAsia"/>
          <w:rtl/>
          <w:lang w:bidi="fa-IR"/>
        </w:rPr>
        <w:t>وزان</w:t>
      </w:r>
      <w:r w:rsidRPr="00AE4409">
        <w:rPr>
          <w:rtl/>
          <w:lang w:bidi="fa-IR"/>
        </w:rPr>
        <w:t xml:space="preserve"> تر سع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 با حساب پاک و دامن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الوده</w:t>
      </w:r>
      <w:r w:rsidRPr="00AE4409">
        <w:rPr>
          <w:rtl/>
          <w:lang w:bidi="fa-IR"/>
        </w:rPr>
        <w:t xml:space="preserve"> ب</w:t>
      </w:r>
      <w:r w:rsidR="00BE3DF3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معص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وارد محشر شو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431FE5">
        <w:rPr>
          <w:rStyle w:val="libFootnotenumChar"/>
          <w:rtl/>
        </w:rPr>
        <w:t>.(30)</w:t>
      </w:r>
    </w:p>
    <w:p w:rsidR="00AE4409" w:rsidRPr="00AE4409" w:rsidRDefault="00431FE5" w:rsidP="00431FE5">
      <w:pPr>
        <w:pStyle w:val="Heading1"/>
        <w:rPr>
          <w:rtl/>
        </w:rPr>
      </w:pPr>
      <w:r>
        <w:rPr>
          <w:rtl/>
        </w:rPr>
        <w:br w:type="page"/>
      </w:r>
      <w:bookmarkStart w:id="36" w:name="_Toc496010520"/>
      <w:r w:rsidR="00AE4409" w:rsidRPr="00AE4409">
        <w:rPr>
          <w:rFonts w:hint="eastAsia"/>
          <w:rtl/>
        </w:rPr>
        <w:lastRenderedPageBreak/>
        <w:t>امانت</w:t>
      </w:r>
      <w:r w:rsidR="00AE4409" w:rsidRPr="00AE4409">
        <w:rPr>
          <w:rtl/>
        </w:rPr>
        <w:t xml:space="preserve"> و خ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انت</w:t>
      </w:r>
      <w:bookmarkEnd w:id="36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تجار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شابور</w:t>
      </w:r>
      <w:r w:rsidRPr="00AE4409">
        <w:rPr>
          <w:rtl/>
          <w:lang w:bidi="fa-IR"/>
        </w:rPr>
        <w:t xml:space="preserve"> چون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ال</w:t>
      </w:r>
      <w:r w:rsidRPr="00AE4409">
        <w:rPr>
          <w:rtl/>
          <w:lang w:bidi="fa-IR"/>
        </w:rPr>
        <w:t xml:space="preserve"> مسافرت داشت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خود را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عثمان حم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برسم امانت سپرده بود.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غفلتا نظر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چهره او افتاد و چون زن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با</w:t>
      </w:r>
      <w:r w:rsidRPr="00AE4409">
        <w:rPr>
          <w:rtl/>
          <w:lang w:bidi="fa-IR"/>
        </w:rPr>
        <w:t xml:space="preserve"> و با ملاحت بود و اندام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دلربا داشت ،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اخت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اس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عشق و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بند</w:t>
      </w:r>
      <w:r w:rsidRPr="00AE4409">
        <w:rPr>
          <w:rtl/>
          <w:lang w:bidi="fa-IR"/>
        </w:rPr>
        <w:t xml:space="preserve"> محبت او شد رفته رفته بر عشق و دلباختگ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</w:t>
      </w:r>
      <w:r w:rsidRPr="00AE4409">
        <w:rPr>
          <w:rFonts w:hint="eastAsia"/>
          <w:rtl/>
          <w:lang w:bidi="fa-IR"/>
        </w:rPr>
        <w:t>افزوده</w:t>
      </w:r>
      <w:r w:rsidRPr="00AE4409">
        <w:rPr>
          <w:rtl/>
          <w:lang w:bidi="fa-IR"/>
        </w:rPr>
        <w:t xml:space="preserve">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آتش عشق و اشت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اق</w:t>
      </w:r>
      <w:r w:rsidRPr="00AE4409">
        <w:rPr>
          <w:rtl/>
          <w:lang w:bidi="fa-IR"/>
        </w:rPr>
        <w:t xml:space="preserve"> در دل او هر آن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شتر</w:t>
      </w:r>
      <w:r w:rsidRPr="00AE4409">
        <w:rPr>
          <w:rtl/>
          <w:lang w:bidi="fa-IR"/>
        </w:rPr>
        <w:t xml:space="preserve"> شعله ور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گشت</w:t>
      </w:r>
      <w:r w:rsidRPr="00AE4409">
        <w:rPr>
          <w:rtl/>
          <w:lang w:bidi="fa-IR"/>
        </w:rPr>
        <w:t xml:space="preserve"> ،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آمد را به استاد خود ابوحفص حداد گوشزد کرد و بموجب پاسخ و دستور او 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</w:t>
      </w:r>
      <w:r w:rsidRPr="00AE4409">
        <w:rPr>
          <w:rtl/>
          <w:lang w:bidi="fa-IR"/>
        </w:rPr>
        <w:t xml:space="preserve"> نمود از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شابور</w:t>
      </w:r>
      <w:r w:rsidRPr="00AE4409">
        <w:rPr>
          <w:rtl/>
          <w:lang w:bidi="fa-IR"/>
        </w:rPr>
        <w:t xml:space="preserve"> بطرف 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حرکت کند و چند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افتخار مصاحبت با استاد بزرگ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وسف</w:t>
      </w:r>
      <w:r w:rsidRPr="00AE4409">
        <w:rPr>
          <w:rtl/>
          <w:lang w:bidi="fa-IR"/>
        </w:rPr>
        <w:t xml:space="preserve"> را درک کند.</w:t>
      </w:r>
    </w:p>
    <w:p w:rsidR="00AE4409" w:rsidRPr="00AE4409" w:rsidRDefault="00AE4409" w:rsidP="00431FE5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ابوعثمان</w:t>
      </w:r>
      <w:r w:rsidRPr="00AE4409">
        <w:rPr>
          <w:rtl/>
          <w:lang w:bidi="fa-IR"/>
        </w:rPr>
        <w:t xml:space="preserve"> بجانب 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حرکت کرد هنگام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بآنجا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در کوچه ها از منزل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وسف</w:t>
      </w:r>
      <w:r w:rsidRPr="00AE4409">
        <w:rPr>
          <w:rtl/>
          <w:lang w:bidi="fa-IR"/>
        </w:rPr>
        <w:t xml:space="preserve"> جستجو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نمود</w:t>
      </w:r>
      <w:r w:rsidRPr="00AE4409">
        <w:rPr>
          <w:rtl/>
          <w:lang w:bidi="fa-IR"/>
        </w:rPr>
        <w:t>. همه مردم با شگفت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تمام در او دق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شدند</w:t>
      </w:r>
      <w:r w:rsidRPr="00AE4409">
        <w:rPr>
          <w:rtl/>
          <w:lang w:bidi="fa-IR"/>
        </w:rPr>
        <w:t xml:space="preserve"> که چرا مثل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شخص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منزل مرد فاسق و بدکار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سؤ ال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>! او را سرزنش و ملامت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کردند،</w:t>
      </w:r>
      <w:r w:rsidRPr="00AE4409">
        <w:rPr>
          <w:rtl/>
          <w:lang w:bidi="fa-IR"/>
        </w:rPr>
        <w:t xml:space="preserve">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وضع متح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سرگردان شد و از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ناچار بطرف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شابور</w:t>
      </w:r>
      <w:r w:rsidRPr="00AE4409">
        <w:rPr>
          <w:rtl/>
          <w:lang w:bidi="fa-IR"/>
        </w:rPr>
        <w:t xml:space="preserve"> بازگشت استاد خود ابوحفص را از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اطلاع داد. استاد دوباره او را</w:t>
      </w:r>
      <w:r w:rsidR="00431FE5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امر</w:t>
      </w:r>
      <w:r w:rsidRPr="00AE4409">
        <w:rPr>
          <w:rtl/>
          <w:lang w:bidi="fa-IR"/>
        </w:rPr>
        <w:t xml:space="preserve"> کرد که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هر طر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ممکن است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وسف</w:t>
      </w:r>
      <w:r w:rsidRPr="00AE4409">
        <w:rPr>
          <w:rtl/>
          <w:lang w:bidi="fa-IR"/>
        </w:rPr>
        <w:t xml:space="preserve"> را ملاقات 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از روحان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و انفاس قدس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او استفاده 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مرتبه چون اراده حرکت کرد خود را آماده ملامت و سرزنش مردم نموده و بموجب نشان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گرفته بود منزل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وسف</w:t>
      </w:r>
      <w:r w:rsidRPr="00AE4409">
        <w:rPr>
          <w:rtl/>
          <w:lang w:bidi="fa-IR"/>
        </w:rPr>
        <w:t xml:space="preserve"> را در محله باده فروشان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</w:t>
      </w:r>
      <w:r w:rsidRPr="00AE4409">
        <w:rPr>
          <w:rtl/>
          <w:lang w:bidi="fa-IR"/>
        </w:rPr>
        <w:t xml:space="preserve"> کرد.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وارد اطاق شد در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کطرف</w:t>
      </w:r>
      <w:r w:rsidRPr="00AE4409">
        <w:rPr>
          <w:rtl/>
          <w:lang w:bidi="fa-IR"/>
        </w:rPr>
        <w:t xml:space="preserve">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، بچه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با</w:t>
      </w:r>
      <w:r w:rsidRPr="00AE4409">
        <w:rPr>
          <w:rtl/>
          <w:lang w:bidi="fa-IR"/>
        </w:rPr>
        <w:t xml:space="preserve"> و خوش اندام و در طرف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او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محتو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 شراب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نمود</w:t>
      </w:r>
      <w:r w:rsidRPr="00AE4409">
        <w:rPr>
          <w:rtl/>
          <w:lang w:bidi="fa-IR"/>
        </w:rPr>
        <w:t xml:space="preserve"> مشاهده کرد، بر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رت</w:t>
      </w:r>
      <w:r w:rsidRPr="00AE4409">
        <w:rPr>
          <w:rtl/>
          <w:lang w:bidi="fa-IR"/>
        </w:rPr>
        <w:t xml:space="preserve"> و تعجب ابوعثمان افزوده شد، سؤ ال کرد علت انتخاب منزل در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محل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همه مشروب فروش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باده نوشند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؟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tl/>
          <w:lang w:bidi="fa-IR"/>
        </w:rPr>
        <w:t xml:space="preserve"> مناسبت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با</w:t>
      </w:r>
      <w:r w:rsidRPr="00AE4409">
        <w:rPr>
          <w:rtl/>
          <w:lang w:bidi="fa-IR"/>
        </w:rPr>
        <w:t xml:space="preserve"> مقام شما </w:t>
      </w:r>
      <w:r w:rsidRPr="00AE4409">
        <w:rPr>
          <w:rtl/>
          <w:lang w:bidi="fa-IR"/>
        </w:rPr>
        <w:lastRenderedPageBreak/>
        <w:t>ندارد؟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خانه ها متعلق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 xml:space="preserve">دوستان و بستگان ما بود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ستمکاران از آنها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کارها اختصاص داد،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خانه مرا نخر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دند،</w:t>
      </w:r>
      <w:r w:rsidRPr="00AE4409">
        <w:rPr>
          <w:rtl/>
          <w:lang w:bidi="fa-IR"/>
        </w:rPr>
        <w:t xml:space="preserve"> از آن پسرک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با</w:t>
      </w:r>
      <w:r w:rsidRPr="00AE4409">
        <w:rPr>
          <w:rtl/>
          <w:lang w:bidi="fa-IR"/>
        </w:rPr>
        <w:t xml:space="preserve"> و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شه</w:t>
      </w:r>
      <w:r w:rsidRPr="00AE4409">
        <w:rPr>
          <w:rtl/>
          <w:lang w:bidi="fa-IR"/>
        </w:rPr>
        <w:t xml:space="preserve"> شراب نما سؤ ال کرد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وسف</w:t>
      </w:r>
      <w:r w:rsidRPr="00AE4409">
        <w:rPr>
          <w:rtl/>
          <w:lang w:bidi="fa-IR"/>
        </w:rPr>
        <w:t xml:space="preserve">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پسر فرزند واقع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منست و داخل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شه</w:t>
      </w:r>
      <w:r w:rsidRPr="00AE4409">
        <w:rPr>
          <w:rtl/>
          <w:lang w:bidi="fa-IR"/>
        </w:rPr>
        <w:t xml:space="preserve"> جز سرکه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ا</w:t>
      </w:r>
      <w:r w:rsidRPr="00AE4409">
        <w:rPr>
          <w:rFonts w:hint="eastAsia"/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عثمان گفت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نصورت</w:t>
      </w:r>
      <w:r w:rsidRPr="00AE4409">
        <w:rPr>
          <w:rtl/>
          <w:lang w:bidi="fa-IR"/>
        </w:rPr>
        <w:t xml:space="preserve"> پس چرا با مردم طور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رفتار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نسبت بمقام شما سوءظن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</w:t>
      </w:r>
      <w:r w:rsidRPr="00AE4409">
        <w:rPr>
          <w:rtl/>
          <w:lang w:bidi="fa-IR"/>
        </w:rPr>
        <w:t xml:space="preserve"> کرده و خود را در معرض تهمت قرار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د؟</w:t>
      </w:r>
    </w:p>
    <w:p w:rsidR="00AE4409" w:rsidRPr="00AE4409" w:rsidRDefault="00AE4409" w:rsidP="00431FE5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وسف</w:t>
      </w:r>
      <w:r w:rsidRPr="00AE4409">
        <w:rPr>
          <w:rtl/>
          <w:lang w:bidi="fa-IR"/>
        </w:rPr>
        <w:t xml:space="preserve"> گفت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مردم درباره من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مند نشوند و مرا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امانت دارا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وثوق و خوب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نشناسند تا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رسم امانت بمن بسپارند و من</w:t>
      </w:r>
      <w:r w:rsidR="00431FE5">
        <w:rPr>
          <w:rFonts w:hint="cs"/>
          <w:rtl/>
          <w:lang w:bidi="fa-IR"/>
        </w:rPr>
        <w:t xml:space="preserve"> </w:t>
      </w:r>
      <w:r w:rsidRPr="00AE4409">
        <w:rPr>
          <w:rtl/>
          <w:lang w:bidi="fa-IR"/>
        </w:rPr>
        <w:t>هم عاشق آنها بشوم و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دلباختگ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بسوزم و دارو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خاموش کردن شعله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فروزان عشق را بخواهم . از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سخن ابوعث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بشدت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اش گرفت و در خدمت او درد</w:t>
      </w:r>
      <w:r w:rsidR="00431FE5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درمان رسان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  <w:r w:rsidRPr="00431FE5">
        <w:rPr>
          <w:rStyle w:val="libFootnotenumChar"/>
          <w:rtl/>
        </w:rPr>
        <w:t>(31)</w:t>
      </w:r>
    </w:p>
    <w:p w:rsidR="00AE4409" w:rsidRPr="00AE4409" w:rsidRDefault="00431FE5" w:rsidP="00431FE5">
      <w:pPr>
        <w:pStyle w:val="Heading1"/>
        <w:rPr>
          <w:rtl/>
        </w:rPr>
      </w:pPr>
      <w:r>
        <w:rPr>
          <w:rtl/>
        </w:rPr>
        <w:br w:type="page"/>
      </w:r>
      <w:bookmarkStart w:id="37" w:name="_Toc496010521"/>
      <w:r w:rsidR="00AE4409" w:rsidRPr="00AE4409">
        <w:rPr>
          <w:rFonts w:hint="eastAsia"/>
          <w:rtl/>
        </w:rPr>
        <w:lastRenderedPageBreak/>
        <w:t>راه</w:t>
      </w:r>
      <w:r w:rsidR="00AE4409" w:rsidRPr="00AE4409">
        <w:rPr>
          <w:rtl/>
        </w:rPr>
        <w:t xml:space="preserve"> نجات</w:t>
      </w:r>
      <w:bookmarkEnd w:id="37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حمزه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دوست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داشتم که در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tl/>
          <w:lang w:bidi="fa-IR"/>
        </w:rPr>
        <w:t xml:space="preserve">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منش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بمن گفت از امام صادق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استجازه کن ، تا بمحضر مبارکش شرف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</w:t>
      </w:r>
      <w:r w:rsidRPr="00AE4409">
        <w:rPr>
          <w:rtl/>
          <w:lang w:bidi="fa-IR"/>
        </w:rPr>
        <w:t xml:space="preserve"> شوم . اجازه گرفتم ، در موعد مقرر حضور امام آمد سلام کرد و نشست سپس گفت من در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tl/>
          <w:lang w:bidi="fa-IR"/>
        </w:rPr>
        <w:t xml:space="preserve">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عضو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داشتم ، در حکومت آنان ام</w:t>
      </w:r>
      <w:r w:rsidRPr="00AE4409">
        <w:rPr>
          <w:rFonts w:hint="eastAsia"/>
          <w:rtl/>
          <w:lang w:bidi="fa-IR"/>
        </w:rPr>
        <w:t>وال</w:t>
      </w:r>
      <w:r w:rsidRPr="00AE4409">
        <w:rPr>
          <w:rtl/>
          <w:lang w:bidi="fa-IR"/>
        </w:rPr>
        <w:t xml:space="preserve">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 آوردم و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 از مقررات اسلام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فروبستم و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پروا هر مال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مشروع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طلب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کردم</w:t>
      </w:r>
      <w:r w:rsidRPr="00AE4409">
        <w:rPr>
          <w:rtl/>
          <w:lang w:bidi="fa-IR"/>
        </w:rPr>
        <w:t xml:space="preserve"> . امام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فرمود: اگر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در اداره امور خود کسان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در خدمت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افتند</w:t>
      </w:r>
      <w:r w:rsidRPr="00AE4409">
        <w:rPr>
          <w:rtl/>
          <w:lang w:bidi="fa-IR"/>
        </w:rPr>
        <w:t xml:space="preserve"> حقوق اهل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رسول اکرم را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مال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سپس</w:t>
      </w:r>
      <w:r w:rsidRPr="00AE4409">
        <w:rPr>
          <w:rtl/>
          <w:lang w:bidi="fa-IR"/>
        </w:rPr>
        <w:t xml:space="preserve"> دوستم سؤ ال کرد: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راه نجات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 ؟ حضرت در پاسخ از او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اگر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عمل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جواب داد عمل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. امام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فرمود: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از تمام اموال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اداره آنها بدست آورده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دل برگ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از خود دور 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قسمت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که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به ص</w:t>
      </w:r>
      <w:r w:rsidRPr="00AE4409">
        <w:rPr>
          <w:rFonts w:hint="eastAsia"/>
          <w:rtl/>
          <w:lang w:bidi="fa-IR"/>
        </w:rPr>
        <w:t>احبش</w:t>
      </w:r>
      <w:r w:rsidRPr="00AE4409">
        <w:rPr>
          <w:rtl/>
          <w:lang w:bidi="fa-IR"/>
        </w:rPr>
        <w:t xml:space="preserve"> برگردان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آنرا که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مستمندان صدقه بده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با انجام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وظ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، من بهشت جاودان و سعادت ابد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 ضمانت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. دوست من پس از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سخنان امام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مدت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دراز ساکت شد و درباره دستور امام فکر کرد سرانجام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و با قاطع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بعرض رساند که دستورتان انجام شده است .</w:t>
      </w:r>
    </w:p>
    <w:p w:rsidR="00AE4409" w:rsidRPr="00AE4409" w:rsidRDefault="00AE4409" w:rsidP="00431FE5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حمزه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آن مرد در 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ما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کوفه برگشت و فرموده امام را در مورد تمام اموال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اخت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داشت حت</w:t>
      </w:r>
      <w:r w:rsidRPr="00AE4409">
        <w:rPr>
          <w:rFonts w:hint="cs"/>
          <w:rtl/>
          <w:lang w:bidi="fa-IR"/>
        </w:rPr>
        <w:t>ی</w:t>
      </w:r>
      <w:r w:rsidR="00431FE5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جامه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برش بود اجراء نمود و همه آنها را رد کرد و ما از رفقا و دوستان پول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جمع آور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از آن پول لباس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باق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مانده</w:t>
      </w:r>
      <w:r w:rsidRPr="00AE4409">
        <w:rPr>
          <w:rtl/>
          <w:lang w:bidi="fa-IR"/>
        </w:rPr>
        <w:t xml:space="preserve"> آنرا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مصارف روزانه اش تسل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431FE5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او</w:t>
      </w:r>
      <w:r w:rsidRPr="00AE4409">
        <w:rPr>
          <w:rtl/>
          <w:lang w:bidi="fa-IR"/>
        </w:rPr>
        <w:t xml:space="preserve"> با اجراء برنامه درمان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امام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اخلاق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علاج نمود، غر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زه</w:t>
      </w:r>
      <w:r w:rsidRPr="00AE4409">
        <w:rPr>
          <w:rtl/>
          <w:lang w:bidi="fa-IR"/>
        </w:rPr>
        <w:t xml:space="preserve"> حرص و طمع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مهار کرد از بندگ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مال آزاد شد، بسلامت فکر و پاک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اخلاق نائل آمد، و از خو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تجاوزکار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بحقوق دگران رهائ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.</w:t>
      </w:r>
      <w:r w:rsidR="00431FE5" w:rsidRPr="00AE4409">
        <w:rPr>
          <w:rFonts w:hint="eastAsia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پس</w:t>
      </w:r>
      <w:r w:rsidRPr="00AE4409">
        <w:rPr>
          <w:rtl/>
          <w:lang w:bidi="fa-IR"/>
        </w:rPr>
        <w:t xml:space="preserve"> از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چند ماه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نگذشت که مر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ض</w:t>
      </w:r>
      <w:r w:rsidRPr="00AE4409">
        <w:rPr>
          <w:rtl/>
          <w:lang w:bidi="fa-IR"/>
        </w:rPr>
        <w:t xml:space="preserve"> شد و بستر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دوستان مکرر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ادت</w:t>
      </w:r>
      <w:r w:rsidRPr="00AE4409">
        <w:rPr>
          <w:rtl/>
          <w:lang w:bidi="fa-IR"/>
        </w:rPr>
        <w:t xml:space="preserve"> کردند.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نزد او رفتم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در حال احتضار است و لحظات آخر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گذراند،</w:t>
      </w:r>
      <w:r w:rsidRPr="00AE4409">
        <w:rPr>
          <w:rtl/>
          <w:lang w:bidi="fa-IR"/>
        </w:rPr>
        <w:t xml:space="preserve"> چشم گشود و بمن نگاه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و گفت :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حمزه ، امام صادق بوعده خود وفا کرد و سپس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بربست </w:t>
      </w: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حمزه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از کوفه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بازگشتم حضور امام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تا چشم آنحضرت بمن افتاد فرمود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حمزه بخدا قسم وعده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که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دوستت داده بود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وفا کرد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عرض کردم راست است ، والله او خود در موقع مرگ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مطلب را بمن اعلام کرد.</w:t>
      </w:r>
    </w:p>
    <w:p w:rsidR="00AE4409" w:rsidRPr="00AE4409" w:rsidRDefault="00431FE5" w:rsidP="00431FE5">
      <w:pPr>
        <w:pStyle w:val="Heading1"/>
        <w:rPr>
          <w:rtl/>
        </w:rPr>
      </w:pPr>
      <w:r>
        <w:rPr>
          <w:rtl/>
        </w:rPr>
        <w:br w:type="page"/>
      </w:r>
      <w:bookmarkStart w:id="38" w:name="_Toc496010522"/>
      <w:r w:rsidR="00AE4409" w:rsidRPr="00AE4409">
        <w:rPr>
          <w:rFonts w:hint="eastAsia"/>
          <w:rtl/>
        </w:rPr>
        <w:lastRenderedPageBreak/>
        <w:t>دعا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فرمانده لشکر</w:t>
      </w:r>
      <w:bookmarkEnd w:id="38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جنگها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اسلام قلعه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محاصره کردند تا با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نظام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آنرا بگشا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و بر دشمن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روز</w:t>
      </w:r>
      <w:r w:rsidRPr="00AE4409">
        <w:rPr>
          <w:rtl/>
          <w:lang w:bidi="fa-IR"/>
        </w:rPr>
        <w:t xml:space="preserve"> شوند، قلعه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محکم بود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محاصره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درازا 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با آنکه سربازان مسلم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در طول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مدت ، مجاهده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کردند و رنج فراوان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فتح قلعه موفق نشد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>. روح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سربازان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رفته</w:t>
      </w:r>
      <w:r w:rsidRPr="00AE4409">
        <w:rPr>
          <w:rtl/>
          <w:lang w:bidi="fa-IR"/>
        </w:rPr>
        <w:t xml:space="preserve"> رفته ضع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و ضع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فتر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 xml:space="preserve"> و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مشان</w:t>
      </w:r>
      <w:r w:rsidRPr="00AE4409">
        <w:rPr>
          <w:rtl/>
          <w:lang w:bidi="fa-IR"/>
        </w:rPr>
        <w:t xml:space="preserve">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سست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فرمانده لشکر که در شرائط موجود،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سربازان خود را بع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دانست</w:t>
      </w:r>
      <w:r w:rsidRPr="00AE4409">
        <w:rPr>
          <w:rtl/>
          <w:lang w:bidi="fa-IR"/>
        </w:rPr>
        <w:t xml:space="preserve"> بخدا متوجه شد و به پناه او رفت . چند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روزه گرفت ، از 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قلب درباره سپاه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اسلام دعا کرد، و از خداوند غلبه آنان را درخواست نمود. دعا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فرمانده ، مقبول درگاه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واقع شد و خل</w:t>
      </w:r>
      <w:r w:rsidRPr="00AE4409">
        <w:rPr>
          <w:rFonts w:hint="cs"/>
          <w:rtl/>
          <w:lang w:bidi="fa-IR"/>
        </w:rPr>
        <w:t>یی</w:t>
      </w:r>
      <w:r w:rsidRPr="00AE4409">
        <w:rPr>
          <w:rtl/>
          <w:lang w:bidi="fa-IR"/>
        </w:rPr>
        <w:t xml:space="preserve"> زود به اجابت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نقطه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نشسته بود مشاهده کرد، سگ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لشکرگاه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توجه فرمانده به آن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tl/>
          <w:lang w:bidi="fa-IR"/>
        </w:rPr>
        <w:t xml:space="preserve"> جلب شد و در خصوص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اتش</w:t>
      </w:r>
      <w:r w:rsidRPr="00AE4409">
        <w:rPr>
          <w:rtl/>
          <w:lang w:bidi="fa-IR"/>
        </w:rPr>
        <w:t xml:space="preserve"> دقت کرد، چند ساعت بعد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همان سگ بالا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وار</w:t>
      </w:r>
      <w:r w:rsidRPr="00AE4409">
        <w:rPr>
          <w:rtl/>
          <w:lang w:bidi="fa-IR"/>
        </w:rPr>
        <w:t xml:space="preserve"> قلعه است ، دانست که قلعه راه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بخارج دارد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طعمه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دست آورد از آن راه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عسکرگاه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دوباره برم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گردد</w:t>
      </w:r>
      <w:r w:rsidRPr="00AE4409">
        <w:rPr>
          <w:rtl/>
          <w:lang w:bidi="fa-IR"/>
        </w:rPr>
        <w:t>. محرمانه به افراد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داد جستجو کنند و آن راه را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ابند</w:t>
      </w:r>
      <w:r w:rsidRPr="00AE4409">
        <w:rPr>
          <w:rtl/>
          <w:lang w:bidi="fa-IR"/>
        </w:rPr>
        <w:t xml:space="preserve"> اما موفق نشدند. دستور داد انبان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با روغن چرب کنند که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سگ طعمه مطبوع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باشد، مقدار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ارزن در آن </w:t>
      </w:r>
      <w:r w:rsidRPr="00AE4409">
        <w:rPr>
          <w:rFonts w:hint="eastAsia"/>
          <w:rtl/>
          <w:lang w:bidi="fa-IR"/>
        </w:rPr>
        <w:t>بر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زند</w:t>
      </w:r>
      <w:r w:rsidRPr="00AE4409">
        <w:rPr>
          <w:rtl/>
          <w:lang w:bidi="fa-IR"/>
        </w:rPr>
        <w:t xml:space="preserve"> و جدار انبان را سوراخ سوراخ کنند بطور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سگ آنرا با خود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برد</w:t>
      </w:r>
      <w:r w:rsidRPr="00AE4409">
        <w:rPr>
          <w:rtl/>
          <w:lang w:bidi="fa-IR"/>
        </w:rPr>
        <w:t xml:space="preserve"> با حرکت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tl/>
          <w:lang w:bidi="fa-IR"/>
        </w:rPr>
        <w:t xml:space="preserve"> تدر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جا</w:t>
      </w:r>
      <w:r w:rsidRPr="00AE4409">
        <w:rPr>
          <w:rtl/>
          <w:lang w:bidi="fa-IR"/>
        </w:rPr>
        <w:t xml:space="preserve"> ارزنها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زد</w:t>
      </w:r>
      <w:r w:rsidRPr="00AE4409">
        <w:rPr>
          <w:rtl/>
          <w:lang w:bidi="fa-IR"/>
        </w:rPr>
        <w:t>. طبق دستور، عمل کردند، انبان را در عسکرگاه انداختند فردا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آنروز سگ از قلعه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آمد، در جستجو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غذا به انبان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آنرا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دندان گرفت ، راه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حصار شد، و دانه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ارزن کم کم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</w:t>
      </w:r>
      <w:r w:rsidRPr="00AE4409">
        <w:rPr>
          <w:rtl/>
          <w:lang w:bidi="fa-IR"/>
        </w:rPr>
        <w:t xml:space="preserve"> ، ساعت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بعد 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، با </w:t>
      </w:r>
      <w:r w:rsidRPr="00AE4409">
        <w:rPr>
          <w:rtl/>
          <w:lang w:bidi="fa-IR"/>
        </w:rPr>
        <w:lastRenderedPageBreak/>
        <w:t>علامت ارزن خط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سگ را دنبال کردند، در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به نقب بزرگ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که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 xml:space="preserve"> به آسان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راه به داخل قلعه رفت . ب</w:t>
      </w:r>
      <w:r w:rsidR="00431FE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دستور فرمانده ،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سربازان</w:t>
      </w:r>
      <w:r w:rsidRPr="00AE4409">
        <w:rPr>
          <w:rtl/>
          <w:lang w:bidi="fa-IR"/>
        </w:rPr>
        <w:t xml:space="preserve"> مسلم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در ساعت مقرر از آن راه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عبور نمودند و وارد قلعه شدند، دشمن ناچار تسل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جنگ با فتح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مسلمانان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.</w:t>
      </w:r>
      <w:r w:rsidRPr="001244B6">
        <w:rPr>
          <w:rStyle w:val="libFootnotenumChar"/>
          <w:rtl/>
        </w:rPr>
        <w:t>(32)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سگ ، همه روزه ب</w:t>
      </w:r>
      <w:r w:rsidR="001244B6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عسکرگاه مسلم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رفت و آمد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نمود</w:t>
      </w:r>
      <w:r w:rsidRPr="00AE4409">
        <w:rPr>
          <w:rtl/>
          <w:lang w:bidi="fa-IR"/>
        </w:rPr>
        <w:t xml:space="preserve"> و افسران و سربازان توجه نداشتند، و اگر بفرض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هم متوجه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 xml:space="preserve"> هرگز تصور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tl/>
          <w:lang w:bidi="fa-IR"/>
        </w:rPr>
        <w:t xml:space="preserve"> رمز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لشکر اسلام و کل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گشودن آن قلعه محکم است . اما خداوند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دعا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فرمانده را مستجاب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توجه او ر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به سگ معطوف نمود و بطور سبب ساز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مشکل بزرگ سپاه اسلام را حل کرد، راه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آنان گشود و از خطر ذلت و شکست محافظتشان فرمود.</w:t>
      </w:r>
    </w:p>
    <w:p w:rsidR="00AE4409" w:rsidRPr="00AE4409" w:rsidRDefault="001244B6" w:rsidP="001244B6">
      <w:pPr>
        <w:pStyle w:val="Heading1"/>
        <w:rPr>
          <w:rtl/>
        </w:rPr>
      </w:pPr>
      <w:r>
        <w:rPr>
          <w:rtl/>
        </w:rPr>
        <w:br w:type="page"/>
      </w:r>
      <w:bookmarkStart w:id="39" w:name="_Toc496010523"/>
      <w:r w:rsidR="00AE4409" w:rsidRPr="00AE4409">
        <w:rPr>
          <w:rFonts w:hint="eastAsia"/>
          <w:rtl/>
        </w:rPr>
        <w:lastRenderedPageBreak/>
        <w:t>ش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عه</w:t>
      </w:r>
      <w:r w:rsidR="00AE4409" w:rsidRPr="00AE4409">
        <w:rPr>
          <w:rtl/>
        </w:rPr>
        <w:t xml:space="preserve"> واقع</w:t>
      </w:r>
      <w:r w:rsidR="00AE4409" w:rsidRPr="00AE4409">
        <w:rPr>
          <w:rFonts w:hint="cs"/>
          <w:rtl/>
        </w:rPr>
        <w:t>ی</w:t>
      </w:r>
      <w:bookmarkEnd w:id="39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محمد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از پرورش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افتگان</w:t>
      </w:r>
      <w:r w:rsidRPr="00AE4409">
        <w:rPr>
          <w:rtl/>
          <w:lang w:bidi="fa-IR"/>
        </w:rPr>
        <w:t xml:space="preserve"> مکتب اهل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</w:t>
      </w:r>
      <w:r w:rsidR="00EB05E5" w:rsidRPr="00EB05E5">
        <w:rPr>
          <w:rStyle w:val="libAlaemChar"/>
          <w:rtl/>
        </w:rPr>
        <w:t xml:space="preserve">عليهم‌السلام </w:t>
      </w:r>
      <w:r w:rsidRPr="00AE4409">
        <w:rPr>
          <w:rtl/>
          <w:lang w:bidi="fa-IR"/>
        </w:rPr>
        <w:t>و از روات مورد وثوق و اعتماد است . او مدت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="001244B6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شغل بزاز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اشتغال داشت و دارا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تمکن مال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اثر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آمدهائ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اموالش از دست رفت و به فقر و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مبتلا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از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ده هزار درهم طلب داشت . مد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ون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بده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بپردازد خانه مسکون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به ده هزار درهم فروخت و با پول آن روانه خانه ابن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شد. در را کوب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ابن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از منزل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آمد.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ون</w:t>
      </w:r>
      <w:r w:rsidRPr="00AE4409">
        <w:rPr>
          <w:rtl/>
          <w:lang w:bidi="fa-IR"/>
        </w:rPr>
        <w:t xml:space="preserve"> ، پولها را تسل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 و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مبلغ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که از شما به ذمه من است .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پول را چگ</w:t>
      </w:r>
      <w:r w:rsidRPr="00AE4409">
        <w:rPr>
          <w:rFonts w:hint="eastAsia"/>
          <w:rtl/>
          <w:lang w:bidi="fa-IR"/>
        </w:rPr>
        <w:t>ونه</w:t>
      </w:r>
      <w:r w:rsidRPr="00AE4409">
        <w:rPr>
          <w:rtl/>
          <w:lang w:bidi="fa-IR"/>
        </w:rPr>
        <w:t xml:space="preserve"> بدست آورد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از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ارث برده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گفت نه ،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شخص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بتو 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است ؟ جواب داد نه ،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متاع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</w:t>
      </w:r>
      <w:r w:rsidRPr="00AE4409">
        <w:rPr>
          <w:rFonts w:hint="cs"/>
          <w:rtl/>
          <w:lang w:bidi="fa-IR"/>
        </w:rPr>
        <w:t>ی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فروخته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باز هم پاسخ نف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 و گفت خانه مسکون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اداء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خود فروخته ام و پولش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شما آورده ام . ابن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گفت : ذر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</w:t>
      </w:r>
      <w:r w:rsidRPr="00AE4409">
        <w:rPr>
          <w:rtl/>
          <w:lang w:bidi="fa-IR"/>
        </w:rPr>
        <w:t xml:space="preserve"> محارب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امام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حد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</w:t>
      </w:r>
      <w:r w:rsidRPr="00AE4409">
        <w:rPr>
          <w:rtl/>
          <w:lang w:bidi="fa-IR"/>
        </w:rPr>
        <w:t xml:space="preserve"> کرده که فرموده است :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مرد</w:t>
      </w:r>
      <w:r w:rsidRPr="00AE4409">
        <w:rPr>
          <w:rtl/>
          <w:lang w:bidi="fa-IR"/>
        </w:rPr>
        <w:t xml:space="preserve">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ون</w:t>
      </w:r>
      <w:r w:rsidRPr="00AE4409">
        <w:rPr>
          <w:rtl/>
          <w:lang w:bidi="fa-IR"/>
        </w:rPr>
        <w:t xml:space="preserve"> بجهت اداء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، از منزل مسکون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رانده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شود</w:t>
      </w:r>
      <w:r w:rsidRPr="001244B6">
        <w:rPr>
          <w:rStyle w:val="libFootnotenumChar"/>
          <w:rtl/>
        </w:rPr>
        <w:t>.(33)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سپس</w:t>
      </w:r>
      <w:r w:rsidRPr="00AE4409">
        <w:rPr>
          <w:rtl/>
          <w:lang w:bidi="fa-IR"/>
        </w:rPr>
        <w:t xml:space="preserve"> گفت بخدا قسم با آنکه هم اکنون آنقدر در مض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قه</w:t>
      </w:r>
      <w:r w:rsidRPr="00AE4409">
        <w:rPr>
          <w:rtl/>
          <w:lang w:bidi="fa-IR"/>
        </w:rPr>
        <w:t xml:space="preserve"> مال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هستم که 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درهم احت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اج</w:t>
      </w:r>
      <w:r w:rsidRPr="00AE4409">
        <w:rPr>
          <w:rtl/>
          <w:lang w:bidi="fa-IR"/>
        </w:rPr>
        <w:t xml:space="preserve"> دارم اما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پول 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</w:t>
      </w:r>
      <w:r w:rsidRPr="00AE4409">
        <w:rPr>
          <w:rtl/>
          <w:lang w:bidi="fa-IR"/>
        </w:rPr>
        <w:t xml:space="preserve"> .</w:t>
      </w:r>
    </w:p>
    <w:p w:rsidR="00AE4409" w:rsidRPr="00AE4409" w:rsidRDefault="001244B6" w:rsidP="001244B6">
      <w:pPr>
        <w:pStyle w:val="Heading1"/>
        <w:rPr>
          <w:rtl/>
        </w:rPr>
      </w:pPr>
      <w:r>
        <w:rPr>
          <w:rtl/>
        </w:rPr>
        <w:br w:type="page"/>
      </w:r>
      <w:bookmarkStart w:id="40" w:name="_Toc496010524"/>
      <w:r w:rsidR="00AE4409" w:rsidRPr="00AE4409">
        <w:rPr>
          <w:rFonts w:hint="eastAsia"/>
          <w:rtl/>
        </w:rPr>
        <w:lastRenderedPageBreak/>
        <w:t>ع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بجو</w:t>
      </w:r>
      <w:bookmarkEnd w:id="40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شخص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نزد عمر بن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آمد و در خلال سخنان از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نام برد، او را به بد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کرد و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="001244B6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زبان آورد. عمر بن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گفت اگر 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رامون</w:t>
      </w:r>
      <w:r w:rsidRPr="00AE4409">
        <w:rPr>
          <w:rtl/>
          <w:lang w:bidi="fa-IR"/>
        </w:rPr>
        <w:t xml:space="preserve"> سخنت بررس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تحق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صورت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گفته ات دروغ درآمد فاسق و گناهکار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خبر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داده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مشمول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است .</w:t>
      </w:r>
    </w:p>
    <w:p w:rsidR="00AE4409" w:rsidRPr="00AE4409" w:rsidRDefault="001244B6" w:rsidP="001244B6">
      <w:pPr>
        <w:pStyle w:val="libNormal"/>
        <w:rPr>
          <w:rtl/>
          <w:lang w:bidi="fa-IR"/>
        </w:rPr>
      </w:pPr>
      <w:r w:rsidRPr="001244B6">
        <w:rPr>
          <w:rStyle w:val="libAlaemChar"/>
          <w:rFonts w:hint="cs"/>
          <w:rtl/>
        </w:rPr>
        <w:t>(</w:t>
      </w:r>
      <w:r w:rsidRPr="001244B6">
        <w:rPr>
          <w:rStyle w:val="libAieChar"/>
          <w:rtl/>
        </w:rPr>
        <w:t>يَا أَيُّهَا الَّذِينَ آمَنُوا إِن جَاءَكُمْ فَاسِقٌ بِنَبَإٍ فَتَبَيَّنُوا</w:t>
      </w:r>
      <w:r>
        <w:rPr>
          <w:rStyle w:val="ayatext"/>
          <w:rtl/>
        </w:rPr>
        <w:t xml:space="preserve"> </w:t>
      </w:r>
      <w:r w:rsidRPr="001244B6">
        <w:rPr>
          <w:rStyle w:val="libAlaemChar"/>
          <w:rFonts w:hint="cs"/>
          <w:rtl/>
        </w:rPr>
        <w:t>)</w:t>
      </w:r>
      <w:r w:rsidR="00AE4409" w:rsidRPr="00AE4409">
        <w:rPr>
          <w:rtl/>
          <w:lang w:bidi="fa-IR"/>
        </w:rPr>
        <w:t xml:space="preserve"> </w:t>
      </w:r>
      <w:r w:rsidR="00AE4409" w:rsidRPr="001244B6">
        <w:rPr>
          <w:rStyle w:val="libFootnotenumChar"/>
          <w:rtl/>
        </w:rPr>
        <w:t>(34)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صورت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راست گفته باش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بجو</w:t>
      </w:r>
      <w:r w:rsidRPr="00AE4409">
        <w:rPr>
          <w:rtl/>
          <w:lang w:bidi="fa-IR"/>
        </w:rPr>
        <w:t xml:space="preserve"> و سخن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مشمول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هست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:</w:t>
      </w:r>
    </w:p>
    <w:p w:rsidR="00AE4409" w:rsidRPr="00AE4409" w:rsidRDefault="001244B6" w:rsidP="00AE4409">
      <w:pPr>
        <w:pStyle w:val="libNormal"/>
        <w:rPr>
          <w:rtl/>
          <w:lang w:bidi="fa-IR"/>
        </w:rPr>
      </w:pPr>
      <w:r w:rsidRPr="001244B6">
        <w:rPr>
          <w:rStyle w:val="libAlaemChar"/>
          <w:rFonts w:hint="cs"/>
          <w:rtl/>
        </w:rPr>
        <w:t>(</w:t>
      </w:r>
      <w:r w:rsidRPr="001244B6">
        <w:rPr>
          <w:rStyle w:val="libAieChar"/>
          <w:rtl/>
        </w:rPr>
        <w:t>هَمَّازٍ مَّشَّاءٍ بِنَمِيمٍ</w:t>
      </w:r>
      <w:r w:rsidR="00AE4409" w:rsidRPr="00AE4409">
        <w:rPr>
          <w:rtl/>
          <w:lang w:bidi="fa-IR"/>
        </w:rPr>
        <w:t>.</w:t>
      </w:r>
      <w:r w:rsidRPr="001244B6">
        <w:rPr>
          <w:rStyle w:val="libAlaemChar"/>
          <w:rFonts w:hint="cs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AE4409" w:rsidRPr="001244B6">
        <w:rPr>
          <w:rStyle w:val="libFootnotenumChar"/>
          <w:rtl/>
        </w:rPr>
        <w:t>(35)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اگر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بخشم و مورد عفوت قرار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دهم</w:t>
      </w:r>
      <w:r w:rsidRPr="00AE4409">
        <w:rPr>
          <w:rtl/>
          <w:lang w:bidi="fa-IR"/>
        </w:rPr>
        <w:t xml:space="preserve"> . مرد که از گفته خود سخت پش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و منفعل بود با سرافکندگ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ذلت درخواست عفو نمود و متعهد شد که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از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بجوئ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نکند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عمل ناپسند را تکرار ننما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  <w:r w:rsidRPr="001244B6">
        <w:rPr>
          <w:rStyle w:val="libFootnotenumChar"/>
          <w:rtl/>
        </w:rPr>
        <w:t>(36)</w:t>
      </w:r>
    </w:p>
    <w:p w:rsidR="00AE4409" w:rsidRPr="00AE4409" w:rsidRDefault="001244B6" w:rsidP="001244B6">
      <w:pPr>
        <w:pStyle w:val="Heading1"/>
        <w:rPr>
          <w:rtl/>
        </w:rPr>
      </w:pPr>
      <w:r>
        <w:rPr>
          <w:rtl/>
        </w:rPr>
        <w:br w:type="page"/>
      </w:r>
      <w:bookmarkStart w:id="41" w:name="_Toc496010525"/>
      <w:r w:rsidR="00AE4409" w:rsidRPr="00AE4409">
        <w:rPr>
          <w:rFonts w:hint="eastAsia"/>
          <w:rtl/>
        </w:rPr>
        <w:lastRenderedPageBreak/>
        <w:t>اهانت</w:t>
      </w:r>
      <w:bookmarkEnd w:id="41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از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بود و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از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هاشم . آل هاشم سادات قر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بودند و همواره مورد تکر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احترام . آل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در مقابل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هاشم احساس حقارت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کردند،</w:t>
      </w:r>
      <w:r w:rsidRPr="00AE4409">
        <w:rPr>
          <w:rtl/>
          <w:lang w:bidi="fa-IR"/>
        </w:rPr>
        <w:t xml:space="preserve"> از بزرگوار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شرافتشان رنج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بردند،</w:t>
      </w:r>
      <w:r w:rsidRPr="00AE4409">
        <w:rPr>
          <w:rtl/>
          <w:lang w:bidi="fa-IR"/>
        </w:rPr>
        <w:t xml:space="preserve"> نسبت به آنان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داشتند و در هر فرصت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دشمن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اعمال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نمودند.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مجلس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جمع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رجال شام نشسته بودند و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در آن مجلس حضور داشت ،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بزند، زهر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زد،</w:t>
      </w:r>
      <w:r w:rsidRPr="00AE4409">
        <w:rPr>
          <w:rtl/>
          <w:lang w:bidi="fa-IR"/>
        </w:rPr>
        <w:t xml:space="preserve"> و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را در حضور دگران تحق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بدون مقدمه بحضار مجلس رو کرد و گفت :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ابولهب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خداوند در قرآن او را به بد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کرده </w:t>
      </w: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درباه اش فرموده است :</w:t>
      </w:r>
    </w:p>
    <w:p w:rsidR="00AE4409" w:rsidRPr="00AE4409" w:rsidRDefault="00DB5B24" w:rsidP="00DB5B24">
      <w:pPr>
        <w:pStyle w:val="libNormal"/>
        <w:rPr>
          <w:rtl/>
          <w:lang w:bidi="fa-IR"/>
        </w:rPr>
      </w:pPr>
      <w:r>
        <w:rPr>
          <w:rStyle w:val="libAlaemChar"/>
          <w:rFonts w:hint="cs"/>
          <w:rtl/>
        </w:rPr>
        <w:t>(</w:t>
      </w:r>
      <w:r w:rsidRPr="00DB5B24">
        <w:rPr>
          <w:rStyle w:val="libAieChar"/>
          <w:rtl/>
        </w:rPr>
        <w:t>تَبَّتْ يَدَا أَبِي لَهَبٍ وَتَبَّ</w:t>
      </w:r>
      <w:r w:rsidR="00AE4409" w:rsidRPr="00AE4409">
        <w:rPr>
          <w:rtl/>
          <w:lang w:bidi="fa-IR"/>
        </w:rPr>
        <w:t xml:space="preserve"> </w:t>
      </w:r>
      <w:r w:rsidRPr="00DB5B24">
        <w:rPr>
          <w:rStyle w:val="libAlaemChar"/>
          <w:rFonts w:hint="cs"/>
          <w:rtl/>
        </w:rPr>
        <w:t>)</w:t>
      </w:r>
      <w:r w:rsidR="00AE4409" w:rsidRPr="00AE4409">
        <w:rPr>
          <w:rtl/>
          <w:lang w:bidi="fa-IR"/>
        </w:rPr>
        <w:t>.</w:t>
      </w:r>
      <w:r w:rsidR="00AE4409" w:rsidRPr="00DB5B24">
        <w:rPr>
          <w:rStyle w:val="libFootnotenumChar"/>
          <w:rtl/>
        </w:rPr>
        <w:t>(37)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؟ جواب دادند نه ، گفت عمو</w:t>
      </w:r>
      <w:r w:rsidRPr="00AE4409">
        <w:rPr>
          <w:rFonts w:hint="cs"/>
          <w:rtl/>
          <w:lang w:bidi="fa-IR"/>
        </w:rPr>
        <w:t>ی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مرد است و به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اشاره کرد.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بلافاصله گفت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زن ابولهب که خداوند در قرآن او را به بد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کرده و درباره اش فرموده است :</w:t>
      </w:r>
    </w:p>
    <w:p w:rsidR="00AE4409" w:rsidRPr="00AE4409" w:rsidRDefault="00DB5B24" w:rsidP="00AE4409">
      <w:pPr>
        <w:pStyle w:val="libNormal"/>
        <w:rPr>
          <w:rtl/>
          <w:lang w:bidi="fa-IR"/>
        </w:rPr>
      </w:pPr>
      <w:r w:rsidRPr="00DB5B24">
        <w:rPr>
          <w:rStyle w:val="libAlaemChar"/>
          <w:rFonts w:hint="cs"/>
          <w:rtl/>
        </w:rPr>
        <w:t>(</w:t>
      </w:r>
      <w:r w:rsidRPr="00DB5B24">
        <w:rPr>
          <w:rStyle w:val="libAieChar"/>
          <w:rtl/>
        </w:rPr>
        <w:t>وَامْرَأَتُهُ حَمَّالَةَ الْحَطَبِ ﴿</w:t>
      </w:r>
      <w:hyperlink r:id="rId8" w:anchor="111:4" w:history="1">
        <w:r w:rsidRPr="00DB5B24">
          <w:rPr>
            <w:rStyle w:val="libAieChar"/>
            <w:rtl/>
          </w:rPr>
          <w:t>٤</w:t>
        </w:r>
      </w:hyperlink>
      <w:r w:rsidRPr="00DB5B24">
        <w:rPr>
          <w:rStyle w:val="libAieChar"/>
          <w:rtl/>
        </w:rPr>
        <w:t>﴾ فِي جِيدِهَا حَبْلٌ مِّن مَّسَدٍ</w:t>
      </w:r>
      <w:r w:rsidRPr="00DB5B24">
        <w:rPr>
          <w:rStyle w:val="libAlaemChar"/>
          <w:rFonts w:hint="cs"/>
          <w:rtl/>
        </w:rPr>
        <w:t>)</w:t>
      </w:r>
      <w:r w:rsidR="00AE4409" w:rsidRPr="00AE4409">
        <w:rPr>
          <w:rtl/>
          <w:lang w:bidi="fa-IR"/>
        </w:rPr>
        <w:t>.</w:t>
      </w:r>
      <w:r w:rsidR="00AE4409" w:rsidRPr="00DB5B24">
        <w:rPr>
          <w:rStyle w:val="libFootnotenumChar"/>
          <w:rtl/>
        </w:rPr>
        <w:t>(38)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؟ جواب دادند نه ، گفت عمه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مرد است و ب</w:t>
      </w:r>
      <w:r w:rsidR="00DB5B24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اشاره کرد.</w:t>
      </w:r>
      <w:r w:rsidRPr="00DB5B24">
        <w:rPr>
          <w:rStyle w:val="libFootnotenumChar"/>
          <w:rtl/>
        </w:rPr>
        <w:t>(39)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با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خانواده رابطه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</w:t>
      </w:r>
      <w:r w:rsidRPr="00AE4409">
        <w:rPr>
          <w:rtl/>
          <w:lang w:bidi="fa-IR"/>
        </w:rPr>
        <w:t xml:space="preserve">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اعلام الور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محمد بن اسماع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و او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از محمد بن فض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نقل کرده که اختلاف نمودند رواه اصحاب ما در مسح دو پا که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از سر انگشتان تا ساق پا است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از ساق پا تا سرانگشتان است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نامه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tl/>
          <w:lang w:bidi="fa-IR"/>
        </w:rPr>
        <w:lastRenderedPageBreak/>
        <w:t xml:space="preserve">جعفر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نوشت که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ابن رسول الله اصحاب م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در مسح پا اختلاف دارند اگر بخط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خود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تا بر آن عمل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خوبست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جواب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نطور</w:t>
      </w:r>
      <w:r w:rsidRPr="00AE4409">
        <w:rPr>
          <w:rtl/>
          <w:lang w:bidi="fa-IR"/>
        </w:rPr>
        <w:t xml:space="preserve"> وضو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سه مرتبه مضمضه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سه مرتبه اشتنشاق و سه مرتبه صورت را شستشو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آب</w:t>
      </w:r>
      <w:r w:rsidR="00DB5B24">
        <w:rPr>
          <w:rFonts w:hint="cs"/>
          <w:rtl/>
          <w:lang w:bidi="fa-IR"/>
        </w:rPr>
        <w:t xml:space="preserve"> </w:t>
      </w:r>
      <w:r w:rsidRPr="00AE4409">
        <w:rPr>
          <w:rtl/>
          <w:lang w:bidi="fa-IR"/>
        </w:rPr>
        <w:t>را ب</w:t>
      </w:r>
      <w:r w:rsidR="00DB5B24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داخل محاسن خود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بعد تمام سر و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گوش و داخل آنرا مسح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سه مرتبه دو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را تا ساق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مبادا مخالفت با دستور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دادم بنمائ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نامه ب</w:t>
      </w:r>
      <w:r w:rsidR="00DB5B24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از فرما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امام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در شگفت شد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مخالف طر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قه</w:t>
      </w:r>
      <w:r w:rsidRPr="00AE4409">
        <w:rPr>
          <w:rtl/>
          <w:lang w:bidi="fa-IR"/>
        </w:rPr>
        <w:t xml:space="preserve"> مشهور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بود؛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امام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منست هر چه بفرما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وظ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من خواهد بود و بهمان طر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عمل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تا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از او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هرون الرش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سخن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کردند.</w:t>
      </w:r>
      <w:r w:rsidRPr="00AE4409">
        <w:rPr>
          <w:rtl/>
          <w:lang w:bidi="fa-IR"/>
        </w:rPr>
        <w:cr/>
      </w:r>
    </w:p>
    <w:p w:rsidR="00AE4409" w:rsidRPr="00AE4409" w:rsidRDefault="00AE4409" w:rsidP="00DB5B24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ه</w:t>
      </w:r>
      <w:r w:rsidR="00DB5B24">
        <w:rPr>
          <w:rFonts w:hint="cs"/>
          <w:rtl/>
          <w:lang w:bidi="fa-IR"/>
        </w:rPr>
        <w:t>ا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ب</w:t>
      </w:r>
      <w:r w:rsidR="00DB5B24">
        <w:rPr>
          <w:rFonts w:hint="cs"/>
          <w:rtl/>
          <w:lang w:bidi="fa-IR"/>
        </w:rPr>
        <w:t xml:space="preserve">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خواص خود گفت درباره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حرف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زنند</w:t>
      </w:r>
      <w:r w:rsidRPr="00AE4409">
        <w:rPr>
          <w:rtl/>
          <w:lang w:bidi="fa-IR"/>
        </w:rPr>
        <w:t xml:space="preserve"> و من چند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="00DB5B24">
        <w:rPr>
          <w:rFonts w:hint="cs"/>
          <w:rtl/>
          <w:lang w:bidi="fa-IR"/>
        </w:rPr>
        <w:t>.</w:t>
      </w:r>
      <w:r w:rsidR="00DB5B24" w:rsidRPr="00AE4409">
        <w:rPr>
          <w:rFonts w:hint="eastAsia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مرتبه</w:t>
      </w:r>
      <w:r w:rsidRPr="00AE4409">
        <w:rPr>
          <w:rtl/>
          <w:lang w:bidi="fa-IR"/>
        </w:rPr>
        <w:t xml:space="preserve"> او را آزما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کرده ام و خلاف آن ظاهر شده است . آن</w:t>
      </w:r>
      <w:r w:rsidR="00DB5B24">
        <w:rPr>
          <w:rFonts w:hint="cs"/>
          <w:rtl/>
          <w:lang w:bidi="fa-IR"/>
        </w:rPr>
        <w:t xml:space="preserve"> </w:t>
      </w:r>
      <w:r w:rsidRPr="00AE4409">
        <w:rPr>
          <w:rtl/>
          <w:lang w:bidi="fa-IR"/>
        </w:rPr>
        <w:t>شخص گفت چون رافض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در وضو با ما اختلاف دارند و پاها 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خوبست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بطور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او مطلع نشود از محل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نند</w:t>
      </w:r>
      <w:r w:rsidRPr="00AE4409">
        <w:rPr>
          <w:rtl/>
          <w:lang w:bidi="fa-IR"/>
        </w:rPr>
        <w:t xml:space="preserve"> چگونه وضو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 xml:space="preserve">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آزما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کشف واقع خواهد شد. ه</w:t>
      </w:r>
      <w:r w:rsidR="00DB5B24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رون مدت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صبر کرد تا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 بکار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منزل واداشت و وقت نماز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در اطاق مخصوص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وضو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گرفت و نماز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خواند</w:t>
      </w:r>
      <w:r w:rsidRPr="00AE4409">
        <w:rPr>
          <w:rtl/>
          <w:lang w:bidi="fa-IR"/>
        </w:rPr>
        <w:t>.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موقع نماز شد ه</w:t>
      </w:r>
      <w:r w:rsidR="00DB5B24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رون در محل</w:t>
      </w:r>
      <w:r w:rsidRPr="00AE4409">
        <w:rPr>
          <w:rFonts w:hint="cs"/>
          <w:rtl/>
          <w:lang w:bidi="fa-IR"/>
        </w:rPr>
        <w:t>ی</w:t>
      </w:r>
      <w:r w:rsidR="00DB5B24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ستاده</w:t>
      </w:r>
      <w:r w:rsidRPr="00AE4409">
        <w:rPr>
          <w:rtl/>
          <w:lang w:bidi="fa-IR"/>
        </w:rPr>
        <w:t xml:space="preserve"> و مشاهده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آب خواست و بطور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امام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دستور داده بود وضو گرفت ه</w:t>
      </w:r>
      <w:r w:rsidR="00DB5B24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رون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نتوانست صبر کند از محل خود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آمد و گفت بعد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Pr="00AE4409">
        <w:rPr>
          <w:rtl/>
          <w:lang w:bidi="fa-IR"/>
        </w:rPr>
        <w:lastRenderedPageBreak/>
        <w:t>سخن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چکس</w:t>
      </w:r>
      <w:r w:rsidRPr="00AE4409">
        <w:rPr>
          <w:rtl/>
          <w:lang w:bidi="fa-IR"/>
        </w:rPr>
        <w:t xml:space="preserve"> را درباره تو قبول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کنم .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="00DB5B24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رو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در نزد ه</w:t>
      </w:r>
      <w:r w:rsidR="00DB5B24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رون بمقام ارجمند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پس</w:t>
      </w:r>
      <w:r w:rsidRPr="00AE4409">
        <w:rPr>
          <w:rtl/>
          <w:lang w:bidi="fa-IR"/>
        </w:rPr>
        <w:t xml:space="preserve"> از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نامه موس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جعفر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باو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در آن نامه نوشته بود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بعد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وضو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بطور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خداوند واجب کرده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صورتت</w:t>
      </w:r>
      <w:r w:rsidRPr="00AE4409">
        <w:rPr>
          <w:rtl/>
          <w:lang w:bidi="fa-IR"/>
        </w:rPr>
        <w:t xml:space="preserve"> را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مرتبه از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وجوب بشو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مرتبه دوم از جهت آنکه شاداب شود و دستها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را از مرفق همانطور شستشو ده و با بق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رطوبت دستها سرو پاها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را از سر انگشتان تا ساق مسح کن آنچه بر تو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برطرف شد.</w:t>
      </w:r>
    </w:p>
    <w:p w:rsidR="00AE4409" w:rsidRPr="00AE4409" w:rsidRDefault="00DB5B24" w:rsidP="00DB5B24">
      <w:pPr>
        <w:pStyle w:val="Heading1"/>
        <w:rPr>
          <w:rtl/>
        </w:rPr>
      </w:pPr>
      <w:r>
        <w:rPr>
          <w:rtl/>
        </w:rPr>
        <w:br w:type="page"/>
      </w:r>
      <w:bookmarkStart w:id="42" w:name="_Toc496010526"/>
      <w:r>
        <w:rPr>
          <w:rFonts w:hint="cs"/>
          <w:rtl/>
        </w:rPr>
        <w:lastRenderedPageBreak/>
        <w:t>پ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روان</w:t>
      </w:r>
      <w:r w:rsidR="00AE4409" w:rsidRPr="00AE4409">
        <w:rPr>
          <w:rtl/>
        </w:rPr>
        <w:t xml:space="preserve"> ائمه </w:t>
      </w:r>
      <w:r w:rsidR="00EB05E5" w:rsidRPr="00EB05E5">
        <w:rPr>
          <w:rStyle w:val="libAlaemChar"/>
          <w:rtl/>
        </w:rPr>
        <w:t xml:space="preserve">عليهم‌السلام </w:t>
      </w:r>
      <w:r w:rsidR="00AE4409" w:rsidRPr="00AE4409">
        <w:rPr>
          <w:rtl/>
        </w:rPr>
        <w:t>در هنگام مرگ</w:t>
      </w:r>
      <w:bookmarkEnd w:id="42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صدوق</w:t>
      </w:r>
      <w:r w:rsidRPr="00AE4409">
        <w:rPr>
          <w:rtl/>
          <w:lang w:bidi="fa-IR"/>
        </w:rPr>
        <w:t xml:space="preserve"> از حضرت عسکر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از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نقل کردند که آنجناب فرمود مؤ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شه</w:t>
      </w:r>
      <w:r w:rsidRPr="00AE4409">
        <w:rPr>
          <w:rtl/>
          <w:lang w:bidi="fa-IR"/>
        </w:rPr>
        <w:t xml:space="preserve"> از عاقبت خود در ترسند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ندارند که مشمول رضا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خدا واقع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شوند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نه تا موقع مرگ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مؤ</w:t>
      </w:r>
      <w:r w:rsidRPr="00AE4409">
        <w:rPr>
          <w:rtl/>
          <w:lang w:bidi="fa-IR"/>
        </w:rPr>
        <w:t xml:space="preserve"> من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ملک الموت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در آن شدت درد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متاءثر است که اکنون از خانواده و اموال خود جدا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شود</w:t>
      </w:r>
      <w:r w:rsidRPr="00AE4409">
        <w:rPr>
          <w:rtl/>
          <w:lang w:bidi="fa-IR"/>
        </w:rPr>
        <w:t xml:space="preserve">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ب</w:t>
      </w:r>
      <w:r w:rsidR="00C313B9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آرزوها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ملک الموت باو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tl/>
          <w:lang w:bidi="fa-IR"/>
        </w:rPr>
        <w:t xml:space="preserve"> عاقل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مال و ثروت</w:t>
      </w:r>
      <w:r w:rsidRPr="00AE4409">
        <w:rPr>
          <w:rFonts w:hint="cs"/>
          <w:rtl/>
          <w:lang w:bidi="fa-IR"/>
        </w:rPr>
        <w:t>ی</w:t>
      </w:r>
      <w:r w:rsidR="00C313B9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فا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ندارد غصه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خورد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خداوند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 چند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هزار برابر باو داد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است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نه ملک الموت اشاره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بطرف بالا نگاه کن :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قصرها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بهشت و درجات آنرا که از حدود آرزوهم خارج است باو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نجا</w:t>
      </w:r>
      <w:r w:rsidRPr="00AE4409">
        <w:rPr>
          <w:rtl/>
          <w:lang w:bidi="fa-IR"/>
        </w:rPr>
        <w:t xml:space="preserve"> منزل تو است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نها</w:t>
      </w:r>
      <w:r w:rsidRPr="00AE4409">
        <w:rPr>
          <w:rtl/>
          <w:lang w:bidi="fa-IR"/>
        </w:rPr>
        <w:t xml:space="preserve"> را خداوند بتو عنا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کرده و افراد صالح از خانواده ات با تو در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نجا</w:t>
      </w:r>
      <w:r w:rsidRPr="00AE4409">
        <w:rPr>
          <w:rtl/>
          <w:lang w:bidi="fa-IR"/>
        </w:rPr>
        <w:t xml:space="preserve"> ساکن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شوند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عوض ثروت و مال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مقام را بتو بدهند؟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بخدا قسم راض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سپس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باز نگاه کن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توجه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حضرت رسول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و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 فرزندان ارجمند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را در اعلا عل</w:t>
      </w:r>
      <w:r w:rsidRPr="00AE4409">
        <w:rPr>
          <w:rFonts w:hint="cs"/>
          <w:rtl/>
          <w:lang w:bidi="fa-IR"/>
        </w:rPr>
        <w:t>یی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ملک الموت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نها</w:t>
      </w:r>
      <w:r w:rsidRPr="00AE4409">
        <w:rPr>
          <w:rtl/>
          <w:lang w:bidi="fa-IR"/>
        </w:rPr>
        <w:t xml:space="preserve"> همنش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 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تو هستند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کسان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جهان از آنها مفارقت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نها</w:t>
      </w:r>
      <w:r w:rsidRPr="00AE4409">
        <w:rPr>
          <w:rtl/>
          <w:lang w:bidi="fa-IR"/>
        </w:rPr>
        <w:t xml:space="preserve"> با تو باشند؟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چرا به خدا قسم راض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</w:t>
      </w:r>
    </w:p>
    <w:p w:rsidR="00E0428E" w:rsidRDefault="00AE4409" w:rsidP="00E0428E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است تفس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معنا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="00E0428E">
        <w:rPr>
          <w:rFonts w:hint="cs"/>
          <w:rtl/>
          <w:lang w:bidi="fa-IR"/>
        </w:rPr>
        <w:t>(</w:t>
      </w:r>
      <w:r w:rsidRPr="00AE4409">
        <w:rPr>
          <w:rtl/>
          <w:lang w:bidi="fa-IR"/>
        </w:rPr>
        <w:t xml:space="preserve"> </w:t>
      </w:r>
      <w:r w:rsidR="00E0428E" w:rsidRPr="00E0428E">
        <w:rPr>
          <w:rStyle w:val="libAieChar"/>
          <w:rtl/>
        </w:rPr>
        <w:t xml:space="preserve">إِنَّ الَّذِينَ قَالُوا رَبُّنَا اللَّـهُ ثُمَّ اسْتَقَامُوا تَتَنَزَّلُ عَلَيْهِمُ الْمَلَائِكَةُ أَلَّا تَخَافُوا وَلَا تَحْزَنُوا وَأَبْشِرُوا بِالْجَنَّةِ الَّتِي كُنتُمْ تُوعَدُونَ </w:t>
      </w:r>
      <w:r w:rsidR="00C313B9" w:rsidRPr="00E0428E">
        <w:rPr>
          <w:rStyle w:val="libAieChar"/>
          <w:rtl/>
        </w:rPr>
        <w:t>أَوْلِيَاؤُكُمْ فِي الْحَيَاةِ الدُّنْيَا وَفِي الْآخِرَةِ</w:t>
      </w:r>
      <w:r w:rsidR="00C313B9" w:rsidRPr="00E0428E">
        <w:rPr>
          <w:rStyle w:val="libAieChar"/>
          <w:rFonts w:ascii="Times New Roman" w:hAnsi="Times New Roman" w:cs="Times New Roman" w:hint="cs"/>
          <w:rtl/>
        </w:rPr>
        <w:t> ۖ</w:t>
      </w:r>
      <w:r w:rsidR="00C313B9" w:rsidRPr="00E0428E">
        <w:rPr>
          <w:rStyle w:val="libAieChar"/>
          <w:rtl/>
        </w:rPr>
        <w:t xml:space="preserve"> وَلَكُمْ فِيهَا مَا تَشْتَهِي أَنفُسُكُمْ وَلَكُمْ فِيهَا مَا تَدَّعُونَ </w:t>
      </w:r>
      <w:r w:rsidR="00E0428E" w:rsidRPr="00E0428E">
        <w:rPr>
          <w:rStyle w:val="libAieChar"/>
          <w:rtl/>
        </w:rPr>
        <w:t>نُزُلًا مِّنْ غَفُورٍ رَّحِيمٍ</w:t>
      </w:r>
      <w:r w:rsidR="00E0428E" w:rsidRPr="00E0428E">
        <w:rPr>
          <w:rStyle w:val="libAlaemChar"/>
          <w:rFonts w:eastAsia="KFGQPC Uthman Taha Naskh" w:hint="cs"/>
          <w:rtl/>
        </w:rPr>
        <w:t>)</w:t>
      </w:r>
      <w:r w:rsidR="00E0428E" w:rsidRPr="00E0428E">
        <w:rPr>
          <w:rtl/>
          <w:lang w:bidi="fa-IR"/>
        </w:rPr>
        <w:t xml:space="preserve"> </w:t>
      </w:r>
      <w:r w:rsidR="00E0428E" w:rsidRPr="00AE4409">
        <w:rPr>
          <w:rtl/>
          <w:lang w:bidi="fa-IR"/>
        </w:rPr>
        <w:t>.</w:t>
      </w:r>
      <w:r w:rsidR="00E0428E" w:rsidRPr="00E0428E">
        <w:rPr>
          <w:rStyle w:val="libFootnotenumChar"/>
          <w:rtl/>
        </w:rPr>
        <w:t>(40)</w:t>
      </w:r>
    </w:p>
    <w:p w:rsidR="00AE4409" w:rsidRPr="00AE4409" w:rsidRDefault="00E0428E" w:rsidP="00E0428E">
      <w:pPr>
        <w:pStyle w:val="Heading1"/>
        <w:rPr>
          <w:rtl/>
        </w:rPr>
      </w:pPr>
      <w:r>
        <w:rPr>
          <w:rtl/>
        </w:rPr>
        <w:br w:type="page"/>
      </w:r>
      <w:bookmarkStart w:id="43" w:name="_Toc496010527"/>
      <w:r w:rsidR="00AE4409" w:rsidRPr="00AE4409">
        <w:rPr>
          <w:rFonts w:hint="eastAsia"/>
          <w:rtl/>
        </w:rPr>
        <w:lastRenderedPageBreak/>
        <w:t>گردنبند</w:t>
      </w:r>
      <w:r w:rsidR="00AE4409" w:rsidRPr="00AE4409">
        <w:rPr>
          <w:rtl/>
        </w:rPr>
        <w:t xml:space="preserve"> ق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مت</w:t>
      </w:r>
      <w:r w:rsidR="00AE4409" w:rsidRPr="00AE4409">
        <w:rPr>
          <w:rFonts w:hint="cs"/>
          <w:rtl/>
        </w:rPr>
        <w:t>ی</w:t>
      </w:r>
      <w:bookmarkEnd w:id="43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زمان حکومت عضدالدوله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ببغداد آمد و با خود گردنبند جواهر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 که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متش</w:t>
      </w:r>
      <w:r w:rsidRPr="00AE4409">
        <w:rPr>
          <w:rtl/>
          <w:lang w:bidi="fa-IR"/>
        </w:rPr>
        <w:t xml:space="preserve"> هزار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نار</w:t>
      </w:r>
      <w:r w:rsidRPr="00AE4409">
        <w:rPr>
          <w:rtl/>
          <w:lang w:bidi="fa-IR"/>
        </w:rPr>
        <w:t xml:space="preserve"> بود. آنرا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فروش عرضه کرد اما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</w:t>
      </w:r>
      <w:r w:rsidRPr="00AE4409">
        <w:rPr>
          <w:rtl/>
          <w:lang w:bidi="fa-IR"/>
        </w:rPr>
        <w:t xml:space="preserve"> نشد. چون عازم حج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الله بود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گردنبند را نزد شخص متد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 مورد اعتماد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امانت بگذارد و در مراجعت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رد. نزد عطار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رفت که عموم مردم او را باا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شناختند و به پاک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</w:t>
      </w:r>
      <w:r w:rsidRPr="00AE4409">
        <w:rPr>
          <w:rtl/>
          <w:lang w:bidi="fa-IR"/>
        </w:rPr>
        <w:t>. گردنبند را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سپرد و خود بعزم مکه حرکت کرد. پس از مراجعت نزد عطار آمد، سلام کرد، و خواست هد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که در سفر حج برا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بود تقد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عطار او را ناآشنا تل</w:t>
      </w:r>
      <w:r w:rsidRPr="00AE4409">
        <w:rPr>
          <w:rFonts w:hint="eastAsia"/>
          <w:rtl/>
          <w:lang w:bidi="fa-IR"/>
        </w:rPr>
        <w:t>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و گفت شما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از کجا آمده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چکار 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پاسخ داد من صاحب گردنبندم . عطار که خود را در مقابل اظهارات او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گانه</w:t>
      </w:r>
      <w:r w:rsidRPr="00AE4409">
        <w:rPr>
          <w:rtl/>
          <w:lang w:bidi="fa-IR"/>
        </w:rPr>
        <w:t xml:space="preserve"> نشان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 چند جمله موهن و تمسخرآم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و دست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اش زد و از دکان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رونش</w:t>
      </w:r>
      <w:r w:rsidRPr="00AE4409">
        <w:rPr>
          <w:rtl/>
          <w:lang w:bidi="fa-IR"/>
        </w:rPr>
        <w:t xml:space="preserve"> انداخت . امانت گذار با ناراحت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زد، رهگذرها گ</w:t>
      </w:r>
      <w:r w:rsidRPr="00AE4409">
        <w:rPr>
          <w:rFonts w:hint="eastAsia"/>
          <w:rtl/>
          <w:lang w:bidi="fa-IR"/>
        </w:rPr>
        <w:t>ردش</w:t>
      </w:r>
      <w:r w:rsidRPr="00AE4409">
        <w:rPr>
          <w:rtl/>
          <w:lang w:bidi="fa-IR"/>
        </w:rPr>
        <w:t xml:space="preserve"> جمع شدند، همه از عطار پشت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کردند و به او گفتند 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تو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شخص پاک و درستکار را تکذ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چاره</w:t>
      </w:r>
      <w:r w:rsidRPr="00AE4409">
        <w:rPr>
          <w:rtl/>
          <w:lang w:bidi="fa-IR"/>
        </w:rPr>
        <w:t xml:space="preserve"> با حالت بهت و تح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دکان عطار را ترک گفت و روزها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بعد چند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بار مراجعه کرد و هر بار جز ضرب و شتم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دش</w:t>
      </w:r>
      <w:r w:rsidRPr="00AE4409">
        <w:rPr>
          <w:rtl/>
          <w:lang w:bidi="fa-IR"/>
        </w:rPr>
        <w:t xml:space="preserve"> نشد.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کسان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گفتند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کار خود را به اطلاع عضدالدوله برسان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با فراست و هوش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دارد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 راه چاره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>. قض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خود را مشروحا نوشت . عضدالدوله او را بحضور طلب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سخنانش را با دقت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دستور داد از فردا تا سه روز متوال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همه روزه مقابل دکان عطار بنش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، روز چهارم من از آنجا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گذرم</w:t>
      </w:r>
      <w:r w:rsidRPr="00AE4409">
        <w:rPr>
          <w:rtl/>
          <w:lang w:bidi="fa-IR"/>
        </w:rPr>
        <w:t xml:space="preserve"> ، مقابل تو توقف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، سلام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تو از 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حرکت نکن ، فقط جواب سلام مرا بده . </w:t>
      </w:r>
      <w:r w:rsidRPr="00AE4409">
        <w:rPr>
          <w:rtl/>
          <w:lang w:bidi="fa-IR"/>
        </w:rPr>
        <w:lastRenderedPageBreak/>
        <w:t>پس از آنکه من از آنجا گذشتم مجددا از عطار گردنبن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را مطالبه کن و نت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جه</w:t>
      </w:r>
      <w:r w:rsidRPr="00AE4409">
        <w:rPr>
          <w:rtl/>
          <w:lang w:bidi="fa-IR"/>
        </w:rPr>
        <w:t xml:space="preserve"> کار به اطلاع من برسان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امانت</w:t>
      </w:r>
      <w:r w:rsidRPr="00AE4409">
        <w:rPr>
          <w:rtl/>
          <w:lang w:bidi="fa-IR"/>
        </w:rPr>
        <w:t xml:space="preserve"> گذار، طبق دستور، برنامه را اجراء کرد. روز چهارم موکب عضدالدوله با شکوه و عظمت از آنجا عبور کرد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مقابل آنمرد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عنان 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توقف نمود، و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سلام گفت . او که همچنان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تفاوت در 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نشسته بود فقط جواب سلام داد. عضدالدوله گفت : برادر، ب</w:t>
      </w:r>
      <w:r w:rsidR="00E0428E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عرا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وارد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نزد ما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حوائج خود را با ما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او با سرد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جواب داد نتوانستم بملاقات شما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نگفت .</w:t>
      </w:r>
    </w:p>
    <w:p w:rsidR="00AE4409" w:rsidRPr="00AE4409" w:rsidRDefault="00AE4409" w:rsidP="00E0428E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چند</w:t>
      </w:r>
      <w:r w:rsidRPr="00AE4409">
        <w:rPr>
          <w:rtl/>
          <w:lang w:bidi="fa-IR"/>
        </w:rPr>
        <w:t xml:space="preserve"> دق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عضدالدوله با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گفتگو داشت تمام امراء ارتش و افسران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رکابش بودند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توقف کردند. عطار از مشاهده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منظره سخت نگران شد و خود را در خطر مرگ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پس از آنکه عضدالدوله از آن نقطه گذشت عطار، مرد امانت گذار را صدا زد و گفت برادر چه وقت گرد</w:t>
      </w:r>
      <w:r w:rsidRPr="00AE4409">
        <w:rPr>
          <w:rFonts w:hint="eastAsia"/>
          <w:rtl/>
          <w:lang w:bidi="fa-IR"/>
        </w:rPr>
        <w:t>نبندرا</w:t>
      </w:r>
      <w:r w:rsidRPr="00AE4409">
        <w:rPr>
          <w:rtl/>
          <w:lang w:bidi="fa-IR"/>
        </w:rPr>
        <w:t xml:space="preserve"> نزد من امانت گذارد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آنرا در چه پارچه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بود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توض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</w:t>
      </w:r>
      <w:r w:rsidRPr="00AE4409">
        <w:rPr>
          <w:rtl/>
          <w:lang w:bidi="fa-IR"/>
        </w:rPr>
        <w:t xml:space="preserve"> بده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اورم</w:t>
      </w:r>
      <w:r w:rsidRPr="00AE4409">
        <w:rPr>
          <w:rtl/>
          <w:lang w:bidi="fa-IR"/>
        </w:rPr>
        <w:t xml:space="preserve"> . توض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</w:t>
      </w:r>
      <w:r w:rsidRPr="00AE4409">
        <w:rPr>
          <w:rtl/>
          <w:lang w:bidi="fa-IR"/>
        </w:rPr>
        <w:t xml:space="preserve"> داد، عطار در دکان ب</w:t>
      </w:r>
      <w:r w:rsidR="00E0428E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جستجو پرداخت ، گردنبند را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</w:t>
      </w:r>
      <w:r w:rsidRPr="00AE4409">
        <w:rPr>
          <w:rtl/>
          <w:lang w:bidi="fa-IR"/>
        </w:rPr>
        <w:t xml:space="preserve"> کرد و تسل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 و گفت خدا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داند</w:t>
      </w:r>
      <w:r w:rsidRPr="00AE4409">
        <w:rPr>
          <w:rtl/>
          <w:lang w:bidi="fa-IR"/>
        </w:rPr>
        <w:t xml:space="preserve"> که فراموش کرده بودم و اگر متذکرم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Fonts w:hint="cs"/>
          <w:rtl/>
          <w:lang w:bidi="fa-IR"/>
        </w:rPr>
        <w:t>ی</w:t>
      </w:r>
      <w:r w:rsidR="00E0428E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اوردم</w:t>
      </w:r>
      <w:r w:rsidRPr="00AE4409">
        <w:rPr>
          <w:rtl/>
          <w:lang w:bidi="fa-IR"/>
        </w:rPr>
        <w:t xml:space="preserve"> . مرد، امانت خود را گرفت و نزد عضدالدوله رفت و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را به اطلاعش رساند. عضدالدوله دستور داد گردنبند را به گردن مرد عطار آو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ختند</w:t>
      </w:r>
      <w:r w:rsidRPr="00AE4409">
        <w:rPr>
          <w:rtl/>
          <w:lang w:bidi="fa-IR"/>
        </w:rPr>
        <w:t xml:space="preserve"> و او را جلو دکانش بدار زدند و 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ندا در دادند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است مجازات کس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از مردم امانت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 xml:space="preserve"> و آنرا انکار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>. سپس امانت گذار، گردنبند را گرفت و رهسپار بلد خود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  <w:r w:rsidRPr="00B71B6C">
        <w:rPr>
          <w:rStyle w:val="libFootnotenumChar"/>
          <w:rtl/>
        </w:rPr>
        <w:t>(41)</w:t>
      </w:r>
    </w:p>
    <w:p w:rsidR="00AE4409" w:rsidRPr="00AE4409" w:rsidRDefault="00B71B6C" w:rsidP="00B71B6C">
      <w:pPr>
        <w:pStyle w:val="Heading1"/>
        <w:rPr>
          <w:rtl/>
        </w:rPr>
      </w:pPr>
      <w:r>
        <w:rPr>
          <w:rtl/>
        </w:rPr>
        <w:br w:type="page"/>
      </w:r>
      <w:bookmarkStart w:id="44" w:name="_Toc496010528"/>
      <w:r w:rsidR="00AE4409" w:rsidRPr="00AE4409">
        <w:rPr>
          <w:rFonts w:hint="eastAsia"/>
          <w:rtl/>
        </w:rPr>
        <w:lastRenderedPageBreak/>
        <w:t>مقدس</w:t>
      </w:r>
      <w:r w:rsidR="00AE4409" w:rsidRPr="00AE4409">
        <w:rPr>
          <w:rtl/>
        </w:rPr>
        <w:t xml:space="preserve"> اردب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ل</w:t>
      </w:r>
      <w:r w:rsidR="00AE4409" w:rsidRPr="00AE4409">
        <w:rPr>
          <w:rFonts w:hint="cs"/>
          <w:rtl/>
        </w:rPr>
        <w:t>ی</w:t>
      </w:r>
      <w:bookmarkEnd w:id="44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نعمه الله جزا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دانشمند جل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شاگرد مول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مقدس اردب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در سال قحط مول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آنچه خوراک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گندم و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ره</w:t>
      </w:r>
      <w:r w:rsidRPr="00AE4409">
        <w:rPr>
          <w:rtl/>
          <w:lang w:bidi="fa-IR"/>
        </w:rPr>
        <w:t xml:space="preserve"> داشت با فقرا تقس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و از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خانواده خود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سهم مانند هر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از فقرا باق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گذاشت</w:t>
      </w:r>
      <w:r w:rsidRPr="00AE4409">
        <w:rPr>
          <w:rtl/>
          <w:lang w:bidi="fa-IR"/>
        </w:rPr>
        <w:t xml:space="preserve"> ، تا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در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روزها زوجه اش آشفته شد و بر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نکار</w:t>
      </w:r>
      <w:r w:rsidRPr="00AE4409">
        <w:rPr>
          <w:rtl/>
          <w:lang w:bidi="fa-IR"/>
        </w:rPr>
        <w:t xml:space="preserve"> م</w:t>
      </w:r>
      <w:r w:rsidRPr="00AE4409">
        <w:rPr>
          <w:rFonts w:hint="eastAsia"/>
          <w:rtl/>
          <w:lang w:bidi="fa-IR"/>
        </w:rPr>
        <w:t>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اعتراض نمود که شما رعا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بچه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تا بمردم محتاج نشوند و هرچه دار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با فقرا تقس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اعتراض از منزل کناره گرفت و در مسجد کوفه اعتکاف (سه شبانه روز در مسجد جامع بعبادت گذران ) کرد. روز دوم اعتکاف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درب منزل مول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آمد و چند بار گندم و آرد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خوب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آورد و گفت مول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فرستاده پس از بازگشت مول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زوجه اش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گندم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فر</w:t>
      </w:r>
      <w:r w:rsidRPr="00AE4409">
        <w:rPr>
          <w:rFonts w:hint="eastAsia"/>
          <w:rtl/>
          <w:lang w:bidi="fa-IR"/>
        </w:rPr>
        <w:t>ستاده</w:t>
      </w:r>
      <w:r w:rsidRPr="00AE4409">
        <w:rPr>
          <w:rtl/>
          <w:lang w:bidi="fa-IR"/>
        </w:rPr>
        <w:t xml:space="preserve"> بود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خوب بود مول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آمد سپاسگزار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شکر کرد، گفت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مرد عرب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tl/>
          <w:lang w:bidi="fa-IR"/>
        </w:rPr>
        <w:t xml:space="preserve"> 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ام و اطلاع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او ندارم و نه من گندم فرستاده ام </w:t>
      </w:r>
      <w:r w:rsidRPr="00B71B6C">
        <w:rPr>
          <w:rStyle w:val="libFootnotenumChar"/>
          <w:rtl/>
        </w:rPr>
        <w:t>.(42)</w:t>
      </w:r>
    </w:p>
    <w:p w:rsidR="00AE4409" w:rsidRPr="00AE4409" w:rsidRDefault="00B71B6C" w:rsidP="00B71B6C">
      <w:pPr>
        <w:pStyle w:val="Heading1"/>
        <w:rPr>
          <w:rtl/>
        </w:rPr>
      </w:pPr>
      <w:r>
        <w:rPr>
          <w:rtl/>
        </w:rPr>
        <w:br w:type="page"/>
      </w:r>
      <w:bookmarkStart w:id="45" w:name="_Toc496010529"/>
      <w:r w:rsidR="00AE4409" w:rsidRPr="00AE4409">
        <w:rPr>
          <w:rFonts w:hint="eastAsia"/>
          <w:rtl/>
        </w:rPr>
        <w:lastRenderedPageBreak/>
        <w:t>ر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اکار</w:t>
      </w:r>
      <w:bookmarkEnd w:id="45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چادرنش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مسلمان ب</w:t>
      </w:r>
      <w:r w:rsidR="00B71B6C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شهر آمد داخل مسجد شد،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خشوع نماز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گذارد</w:t>
      </w:r>
      <w:r w:rsidRPr="00AE4409">
        <w:rPr>
          <w:rtl/>
          <w:lang w:bidi="fa-IR"/>
        </w:rPr>
        <w:t>. توجهش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معطوف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پس از نماز به او گفت چه خوب نماز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جواب داد علاوه بر نماز، روزه هم دارم و اجر نمازگزار صائم دو برابر نمازگزار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صائم است . مرد اعراب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مجذوب او شده بود گفت در شهر 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دارم که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آنرا انجام دهم ، بر من منت بگذار و قبول کن که شترم را نزد شما بگذارم تا بروم و برگردم . او 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</w:t>
      </w:r>
      <w:r w:rsidRPr="00AE4409">
        <w:rPr>
          <w:rtl/>
          <w:lang w:bidi="fa-IR"/>
        </w:rPr>
        <w:t xml:space="preserve"> و چادرنش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با اطم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نان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خاطر</w:t>
      </w:r>
      <w:r w:rsidRPr="00AE4409">
        <w:rPr>
          <w:rtl/>
          <w:lang w:bidi="fa-IR"/>
        </w:rPr>
        <w:t xml:space="preserve"> شتر را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سپرد و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کار خود رفت . نمازگزار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اکار</w:t>
      </w:r>
      <w:r w:rsidRPr="00AE4409">
        <w:rPr>
          <w:rtl/>
          <w:lang w:bidi="fa-IR"/>
        </w:rPr>
        <w:t xml:space="preserve"> با دور شدن اعراب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شتر نشست و با سرعت آن محل را ترک گفت . پس از ساعت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مرد چادرنش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برگشت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نه از نمازگزار اثر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نه از شتر. در اطراف و نواح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مسجد جستجو کرد، نت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نگرفت .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چاره</w:t>
      </w:r>
      <w:r w:rsidRPr="00AE4409">
        <w:rPr>
          <w:rtl/>
          <w:lang w:bidi="fa-IR"/>
        </w:rPr>
        <w:t xml:space="preserve"> سخت نا</w:t>
      </w:r>
      <w:r w:rsidRPr="00AE4409">
        <w:rPr>
          <w:rFonts w:hint="eastAsia"/>
          <w:rtl/>
          <w:lang w:bidi="fa-IR"/>
        </w:rPr>
        <w:t>راحت</w:t>
      </w:r>
      <w:r w:rsidRPr="00AE4409">
        <w:rPr>
          <w:rtl/>
          <w:lang w:bidi="fa-IR"/>
        </w:rPr>
        <w:t xml:space="preserve"> و متاءثر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شعر گفت که مفادش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بود: نمازش بشگفتم آورد و روزه اش مجذوبم ساخت ، اما نمازگزار روزه دار ناقه جوانم را با سرعت راند و برد.</w:t>
      </w:r>
      <w:r w:rsidRPr="00B71B6C">
        <w:rPr>
          <w:rStyle w:val="libFootnotenumChar"/>
          <w:rtl/>
        </w:rPr>
        <w:t>(43)</w:t>
      </w:r>
    </w:p>
    <w:p w:rsidR="00AE4409" w:rsidRPr="00AE4409" w:rsidRDefault="00B71B6C" w:rsidP="00B71B6C">
      <w:pPr>
        <w:pStyle w:val="Heading1"/>
        <w:rPr>
          <w:rtl/>
        </w:rPr>
      </w:pPr>
      <w:r>
        <w:rPr>
          <w:rtl/>
        </w:rPr>
        <w:br w:type="page"/>
      </w:r>
      <w:bookmarkStart w:id="46" w:name="_Toc496010530"/>
      <w:r w:rsidR="00AE4409" w:rsidRPr="00AE4409">
        <w:rPr>
          <w:rFonts w:hint="eastAsia"/>
          <w:rtl/>
        </w:rPr>
        <w:lastRenderedPageBreak/>
        <w:t>پ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روان</w:t>
      </w:r>
      <w:r w:rsidR="00AE4409" w:rsidRPr="00AE4409">
        <w:rPr>
          <w:rtl/>
        </w:rPr>
        <w:t xml:space="preserve"> ائمه </w:t>
      </w:r>
      <w:r w:rsidR="00EB05E5" w:rsidRPr="00EB05E5">
        <w:rPr>
          <w:rStyle w:val="libAlaemChar"/>
          <w:rtl/>
        </w:rPr>
        <w:t xml:space="preserve">عليهم‌السلام </w:t>
      </w:r>
      <w:r w:rsidR="00AE4409" w:rsidRPr="00AE4409">
        <w:rPr>
          <w:rtl/>
        </w:rPr>
        <w:t>فق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ر</w:t>
      </w:r>
      <w:r w:rsidR="00AE4409" w:rsidRPr="00AE4409">
        <w:rPr>
          <w:rtl/>
        </w:rPr>
        <w:t xml:space="preserve"> ن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ستند</w:t>
      </w:r>
      <w:bookmarkEnd w:id="46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خدمت حضرت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آمد و شکا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از فقر و تنگدست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 حضرت فرمود (انت من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عتنا</w:t>
      </w:r>
      <w:r w:rsidRPr="00AE4409">
        <w:rPr>
          <w:rtl/>
          <w:lang w:bidi="fa-IR"/>
        </w:rPr>
        <w:t xml:space="preserve"> و تدع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الفقر و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عتنا</w:t>
      </w:r>
      <w:r w:rsidRPr="00AE4409">
        <w:rPr>
          <w:rtl/>
          <w:lang w:bidi="fa-IR"/>
        </w:rPr>
        <w:t xml:space="preserve"> کلهم اغن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اء</w:t>
      </w:r>
      <w:r w:rsidRPr="00AE4409">
        <w:rPr>
          <w:rtl/>
          <w:lang w:bidi="fa-IR"/>
        </w:rPr>
        <w:t>) تو از دوستان 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اظهار فقر و تنگدست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تمام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ما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و غن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هستند. آنگاه فرمود ترا تجارت پرفا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که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ازت</w:t>
      </w:r>
      <w:r w:rsidRPr="00AE4409">
        <w:rPr>
          <w:rtl/>
          <w:lang w:bidi="fa-IR"/>
        </w:rPr>
        <w:t xml:space="preserve"> کرده عرضکرد آن تجارت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؟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فرمود</w:t>
      </w:r>
      <w:r w:rsidRPr="00AE4409">
        <w:rPr>
          <w:rtl/>
          <w:lang w:bidi="fa-IR"/>
        </w:rPr>
        <w:t xml:space="preserve"> اگر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ثروتمندان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 پر از نقره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و از تو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خواهم</w:t>
      </w:r>
      <w:r w:rsidRPr="00AE4409">
        <w:rPr>
          <w:rtl/>
          <w:lang w:bidi="fa-IR"/>
        </w:rPr>
        <w:t xml:space="preserve"> دوست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ولا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اهل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را از قلب خود خارج 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نسبت بدشمنان آنها دوست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محبت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</w:t>
      </w:r>
      <w:r w:rsidRPr="00AE4409">
        <w:rPr>
          <w:rtl/>
          <w:lang w:bidi="fa-IR"/>
        </w:rPr>
        <w:t xml:space="preserve"> 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حاضر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 را بکن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عرض کرد نه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ابن</w:t>
      </w:r>
      <w:r w:rsidRPr="00AE4409">
        <w:rPr>
          <w:rtl/>
          <w:lang w:bidi="fa-IR"/>
        </w:rPr>
        <w:t xml:space="preserve"> رسول الله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اگر چه دن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ا را پر از طلا بنما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!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فرمود</w:t>
      </w:r>
      <w:r w:rsidRPr="00AE4409">
        <w:rPr>
          <w:rtl/>
          <w:lang w:bidi="fa-IR"/>
        </w:rPr>
        <w:t xml:space="preserve"> پس تو 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: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نوا</w:t>
      </w:r>
      <w:r w:rsidRPr="00AE4409">
        <w:rPr>
          <w:rtl/>
          <w:lang w:bidi="fa-IR"/>
        </w:rPr>
        <w:t xml:space="preserve">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که آنچه تو 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نداشته باشد، حضرت مقدار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مال باو 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و مرخص شد.</w:t>
      </w:r>
      <w:r w:rsidRPr="00B71B6C">
        <w:rPr>
          <w:rStyle w:val="libFootnotenumChar"/>
          <w:rtl/>
        </w:rPr>
        <w:t>(44)</w:t>
      </w:r>
    </w:p>
    <w:p w:rsidR="00AE4409" w:rsidRPr="00AE4409" w:rsidRDefault="00B71B6C" w:rsidP="00B71B6C">
      <w:pPr>
        <w:pStyle w:val="Heading1"/>
        <w:rPr>
          <w:rtl/>
        </w:rPr>
      </w:pPr>
      <w:r>
        <w:rPr>
          <w:rtl/>
        </w:rPr>
        <w:br w:type="page"/>
      </w:r>
      <w:bookmarkStart w:id="47" w:name="_Toc496010531"/>
      <w:r w:rsidR="00AE4409" w:rsidRPr="00AE4409">
        <w:rPr>
          <w:rFonts w:hint="eastAsia"/>
          <w:rtl/>
        </w:rPr>
        <w:lastRenderedPageBreak/>
        <w:t>خالد</w:t>
      </w:r>
      <w:r w:rsidR="00AE4409" w:rsidRPr="00AE4409">
        <w:rPr>
          <w:rtl/>
        </w:rPr>
        <w:t xml:space="preserve"> برمک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و منصور</w:t>
      </w:r>
      <w:bookmarkEnd w:id="47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منصور</w:t>
      </w:r>
      <w:r w:rsidRPr="00AE4409">
        <w:rPr>
          <w:rtl/>
          <w:lang w:bidi="fa-IR"/>
        </w:rPr>
        <w:t xml:space="preserve"> دوان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خالد برمک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از کارها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tl/>
          <w:lang w:bidi="fa-IR"/>
        </w:rPr>
        <w:t xml:space="preserve"> برکنار نمود، ابوا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وب</w:t>
      </w:r>
      <w:r w:rsidRPr="00AE4409">
        <w:rPr>
          <w:rtl/>
          <w:lang w:bidi="fa-IR"/>
        </w:rPr>
        <w:t xml:space="preserve"> را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گمارد و خالد را بولا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فارس 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داد و دو سال خدمتش در آنجا بطول انجام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.ابوا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وب</w:t>
      </w:r>
      <w:r w:rsidRPr="00AE4409">
        <w:rPr>
          <w:rtl/>
          <w:lang w:bidi="fa-IR"/>
        </w:rPr>
        <w:t xml:space="preserve"> که از مراتب فضل و دانش خالد آگاه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 همواره نگران بود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مبادا منصور دوباره امر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tl/>
          <w:lang w:bidi="fa-IR"/>
        </w:rPr>
        <w:t xml:space="preserve"> ر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بخالد محول کند و او را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منصب بزرگ معزول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حفظ مقام و قدرت خود بفکر افتاد عل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خالد دس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سه</w:t>
      </w:r>
      <w:r w:rsidRPr="00AE4409">
        <w:rPr>
          <w:rtl/>
          <w:lang w:bidi="fa-IR"/>
        </w:rPr>
        <w:t xml:space="preserve"> کند، او را از نظر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ندازد،</w:t>
      </w:r>
      <w:r w:rsidRPr="00AE4409">
        <w:rPr>
          <w:rtl/>
          <w:lang w:bidi="fa-IR"/>
        </w:rPr>
        <w:t xml:space="preserve"> و از هر راه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ممکن است به شخص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برساند.</w:t>
      </w:r>
    </w:p>
    <w:p w:rsidR="00AE4409" w:rsidRPr="00AE4409" w:rsidRDefault="00AE4409" w:rsidP="00B71B6C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تحر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کات</w:t>
      </w:r>
      <w:r w:rsidRPr="00AE4409">
        <w:rPr>
          <w:rtl/>
          <w:lang w:bidi="fa-IR"/>
        </w:rPr>
        <w:t xml:space="preserve"> پنهان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نقشه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رانسان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ابوا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وب</w:t>
      </w:r>
      <w:r w:rsidRPr="00AE4409">
        <w:rPr>
          <w:rtl/>
          <w:lang w:bidi="fa-IR"/>
        </w:rPr>
        <w:t xml:space="preserve"> مؤ ثر افتاد، منصور دوان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بخالد بدب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شد، او</w:t>
      </w:r>
      <w:r w:rsidR="00B71B6C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از ولا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فارس عزل نمود، و با مطالبه سه هزار هزار درهم (سه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ون</w:t>
      </w:r>
      <w:r w:rsidRPr="00AE4409">
        <w:rPr>
          <w:rtl/>
          <w:lang w:bidi="fa-IR"/>
        </w:rPr>
        <w:t xml:space="preserve"> )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مورد تعق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قرار داد. خالد به اطلاع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رساند که تمام موجود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هفتصد هزار درهم تجاوز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اما منصور گفته اش را نپذ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</w:t>
      </w:r>
      <w:r w:rsidRPr="00AE4409">
        <w:rPr>
          <w:rtl/>
          <w:lang w:bidi="fa-IR"/>
        </w:rPr>
        <w:t xml:space="preserve"> و دستور داد همچنان سه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ون</w:t>
      </w:r>
      <w:r w:rsidRPr="00AE4409">
        <w:rPr>
          <w:rtl/>
          <w:lang w:bidi="fa-IR"/>
        </w:rPr>
        <w:t xml:space="preserve"> درهم را از او طلب کنند.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tl/>
          <w:lang w:bidi="fa-IR"/>
        </w:rPr>
        <w:t>((صالح )) صاحب مصل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پنجاه هزار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نار</w:t>
      </w:r>
      <w:r w:rsidRPr="00AE4409">
        <w:rPr>
          <w:rtl/>
          <w:lang w:bidi="fa-IR"/>
        </w:rPr>
        <w:t xml:space="preserve"> و ((مبارک ترک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))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هزار هزار درهم به او کمک کردند، ((خ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زران</w:t>
      </w:r>
      <w:r w:rsidRPr="00AE4409">
        <w:rPr>
          <w:rtl/>
          <w:lang w:bidi="fa-IR"/>
        </w:rPr>
        <w:t xml:space="preserve"> )) به خاطر هم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((فضل )) پسر خالد با ((هارون )) پسر خود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قطعه جواهر به ارزش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کهزار</w:t>
      </w:r>
      <w:r w:rsidRPr="00AE4409">
        <w:rPr>
          <w:rtl/>
          <w:lang w:bidi="fa-IR"/>
        </w:rPr>
        <w:t xml:space="preserve"> هزار و 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هزار درهم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خالد فرستاد. چون خبر به منصور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از ص</w:t>
      </w:r>
      <w:r w:rsidRPr="00AE4409">
        <w:rPr>
          <w:rFonts w:hint="eastAsia"/>
          <w:rtl/>
          <w:lang w:bidi="fa-IR"/>
        </w:rPr>
        <w:t>حت</w:t>
      </w:r>
      <w:r w:rsidRPr="00AE4409">
        <w:rPr>
          <w:rtl/>
          <w:lang w:bidi="fa-IR"/>
        </w:rPr>
        <w:t xml:space="preserve"> گفته خالد در مبلغ نقد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داشت مطمئن شد از مطالبه پول دست 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B71B6C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امر بر ابوا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وب</w:t>
      </w:r>
      <w:r w:rsidRPr="00AE4409">
        <w:rPr>
          <w:rtl/>
          <w:lang w:bidi="fa-IR"/>
        </w:rPr>
        <w:t xml:space="preserve"> گران آمد،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صرافان را که مس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طلب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پول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او داد و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خواست اعتراف کند که آن پول به (خالد) تعلق داشته است و سپس ب</w:t>
      </w:r>
      <w:r w:rsidR="00B71B6C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منصور خبر داد که (خالد) نزد چه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پول دارد.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صراف را احضار نمود و راجع به پول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پرسش کرد. جواب داد فلان مبلغ پول از آن </w:t>
      </w:r>
      <w:r w:rsidRPr="00AE4409">
        <w:rPr>
          <w:rtl/>
          <w:lang w:bidi="fa-IR"/>
        </w:rPr>
        <w:lastRenderedPageBreak/>
        <w:t xml:space="preserve">(خالد) نزد من است . آنگاه خالد را به حضور خواند و از آن پول سؤ ال کرد. خالد قسم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نمود که پول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پس اندازه نکرده و آن صراف 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شناسد</w:t>
      </w:r>
      <w:r w:rsidRPr="00AE4409">
        <w:rPr>
          <w:rtl/>
          <w:lang w:bidi="fa-IR"/>
        </w:rPr>
        <w:t>. منصور، خالد را نزد خود نگاهداشت و دستور داد صراف نصران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بمجلسش آوردند. به او گفت : اگر خالد را ب</w:t>
      </w:r>
      <w:r w:rsidRPr="00AE4409">
        <w:rPr>
          <w:rFonts w:hint="eastAsia"/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شناس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گفت آر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اگر او را بب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شناسم . منصور</w:t>
      </w:r>
      <w:r w:rsidR="00B71B6C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بخالد</w:t>
      </w:r>
      <w:r w:rsidRPr="00AE4409">
        <w:rPr>
          <w:rtl/>
          <w:lang w:bidi="fa-IR"/>
        </w:rPr>
        <w:t xml:space="preserve"> رو کرد و گفت خداوند برائت تو را ساخت ، سپس بمرد نصران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مرد که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نجا</w:t>
      </w:r>
      <w:r w:rsidRPr="00AE4409">
        <w:rPr>
          <w:rtl/>
          <w:lang w:bidi="fa-IR"/>
        </w:rPr>
        <w:t xml:space="preserve"> نشسته خالد است پس چگونه او را نشناخت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صراف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امان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خواهم</w:t>
      </w:r>
      <w:r w:rsidRPr="00AE4409">
        <w:rPr>
          <w:rtl/>
          <w:lang w:bidi="fa-IR"/>
        </w:rPr>
        <w:t xml:space="preserve"> تا 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قت</w:t>
      </w:r>
      <w:r w:rsidRPr="00AE4409">
        <w:rPr>
          <w:rtl/>
          <w:lang w:bidi="fa-IR"/>
        </w:rPr>
        <w:t xml:space="preserve"> را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امانش داد، او تمام مطالب را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نمود. از آن پس منصور دوان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نسبت به اب</w:t>
      </w:r>
      <w:r w:rsidRPr="00AE4409">
        <w:rPr>
          <w:rFonts w:hint="eastAsia"/>
          <w:rtl/>
          <w:lang w:bidi="fa-IR"/>
        </w:rPr>
        <w:t>وا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وب</w:t>
      </w:r>
      <w:r w:rsidRPr="00AE4409">
        <w:rPr>
          <w:rtl/>
          <w:lang w:bidi="fa-IR"/>
        </w:rPr>
        <w:t xml:space="preserve"> بدب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شد و به اظهارات او ترت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اثرنم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>.</w:t>
      </w:r>
      <w:r w:rsidRPr="00B71B6C">
        <w:rPr>
          <w:rStyle w:val="libFootnotenumChar"/>
          <w:rtl/>
        </w:rPr>
        <w:t>(45)</w:t>
      </w:r>
    </w:p>
    <w:p w:rsidR="00AE4409" w:rsidRPr="00AE4409" w:rsidRDefault="00B71B6C" w:rsidP="00B71B6C">
      <w:pPr>
        <w:pStyle w:val="Heading1"/>
        <w:rPr>
          <w:rtl/>
        </w:rPr>
      </w:pPr>
      <w:r>
        <w:rPr>
          <w:rtl/>
        </w:rPr>
        <w:br w:type="page"/>
      </w:r>
      <w:bookmarkStart w:id="48" w:name="_Toc496010532"/>
      <w:r w:rsidR="00AE4409" w:rsidRPr="00AE4409">
        <w:rPr>
          <w:rFonts w:hint="eastAsia"/>
          <w:rtl/>
        </w:rPr>
        <w:lastRenderedPageBreak/>
        <w:t>جاسوس</w:t>
      </w:r>
      <w:r w:rsidR="00AE4409" w:rsidRPr="00AE4409">
        <w:rPr>
          <w:rtl/>
        </w:rPr>
        <w:t xml:space="preserve"> در لباس د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ن</w:t>
      </w:r>
      <w:bookmarkEnd w:id="48"/>
    </w:p>
    <w:p w:rsidR="00AE4409" w:rsidRPr="00AE4409" w:rsidRDefault="00AE4409" w:rsidP="00B71B6C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مسلم بن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به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حضرت حس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بن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B71B6C" w:rsidRPr="00B71B6C">
        <w:rPr>
          <w:rStyle w:val="libAlaemChar"/>
          <w:rFonts w:eastAsiaTheme="minorHAnsi"/>
          <w:rtl/>
        </w:rPr>
        <w:t>عليهما‌السلام</w:t>
      </w:r>
      <w:r w:rsidR="00B71B6C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AE4409">
        <w:rPr>
          <w:rtl/>
          <w:lang w:bidi="fa-IR"/>
        </w:rPr>
        <w:t>در کوفه بود و بنام آنحضرت از مردم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گرفت</w:t>
      </w:r>
      <w:r w:rsidRPr="00AE4409">
        <w:rPr>
          <w:rtl/>
          <w:lang w:bidi="fa-IR"/>
        </w:rPr>
        <w:t xml:space="preserve"> عب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دالله</w:t>
      </w:r>
      <w:r w:rsidRPr="00AE4409">
        <w:rPr>
          <w:rtl/>
          <w:lang w:bidi="fa-IR"/>
        </w:rPr>
        <w:t xml:space="preserve"> بن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اد،</w:t>
      </w:r>
      <w:r w:rsidRPr="00AE4409">
        <w:rPr>
          <w:rtl/>
          <w:lang w:bidi="fa-IR"/>
        </w:rPr>
        <w:t xml:space="preserve"> بسمت استاندار، از طرف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وارد آن شهر شد و فعال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خود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درهم کوب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نهضت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آغاز نمود. مسلم بن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مصلحت اند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خانه مختار را که مرکز علن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فعال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تش</w:t>
      </w:r>
      <w:r w:rsidRPr="00AE4409">
        <w:rPr>
          <w:rtl/>
          <w:lang w:bidi="fa-IR"/>
        </w:rPr>
        <w:t xml:space="preserve"> بود ترک گفت و پنهان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منزل هان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عروه مستقر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بخواص ش</w:t>
      </w:r>
      <w:r w:rsidR="00B71B6C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خاطر نشان ساخت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محل را مکتوم نگاهدارند و آمد و رفتشان در آنجا دور از چشم مردم باشد.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دالله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از محل اختفا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مسلم آگاه گردد مرد مح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و مکارم بنام ((معقل )) را احضار نمود، سه هزار درهم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پول داد و او را موظف نمود جستجو کند، بعض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اصحاب مسلم بن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را بشناسد، با آنان تماس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 xml:space="preserve"> خود را از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اهل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قلمداد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مبل</w:t>
      </w:r>
      <w:r w:rsidRPr="00AE4409">
        <w:rPr>
          <w:rFonts w:hint="eastAsia"/>
          <w:rtl/>
          <w:lang w:bidi="fa-IR"/>
        </w:rPr>
        <w:t>غ</w:t>
      </w:r>
      <w:r w:rsidRPr="00AE4409">
        <w:rPr>
          <w:rtl/>
          <w:lang w:bidi="fa-IR"/>
        </w:rPr>
        <w:t xml:space="preserve"> را بعنوان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اسلحه در اخت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ارشان</w:t>
      </w:r>
      <w:r w:rsidRPr="00AE4409">
        <w:rPr>
          <w:rtl/>
          <w:lang w:bidi="fa-IR"/>
        </w:rPr>
        <w:t xml:space="preserve"> بگذارد. پس از آنکه اطم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نانشان</w:t>
      </w:r>
      <w:r w:rsidRPr="00AE4409">
        <w:rPr>
          <w:rtl/>
          <w:lang w:bidi="fa-IR"/>
        </w:rPr>
        <w:t xml:space="preserve"> را جلب نمود خواستار ملاقات مسلم گردد و برنامه کار آنانرا گزارش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B71B6C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معقل</w:t>
      </w:r>
      <w:r w:rsidRPr="00AE4409">
        <w:rPr>
          <w:rtl/>
          <w:lang w:bidi="fa-IR"/>
        </w:rPr>
        <w:t xml:space="preserve"> دستور عب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دالله</w:t>
      </w:r>
      <w:r w:rsidRPr="00AE4409">
        <w:rPr>
          <w:rtl/>
          <w:lang w:bidi="fa-IR"/>
        </w:rPr>
        <w:t xml:space="preserve"> را بموقع اجراء گردد و مسلم بن عوسجه را که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دوستداران اهل</w:t>
      </w:r>
      <w:r w:rsidR="00B71B6C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</w:t>
      </w:r>
      <w:r w:rsidR="00EB05E5" w:rsidRPr="00EB05E5">
        <w:rPr>
          <w:rStyle w:val="libAlaemChar"/>
          <w:rtl/>
        </w:rPr>
        <w:t xml:space="preserve">عليهم‌السلام </w:t>
      </w:r>
      <w:r w:rsidRPr="00AE4409">
        <w:rPr>
          <w:rtl/>
          <w:lang w:bidi="fa-IR"/>
        </w:rPr>
        <w:t>بود شناسائ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کرد. اول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بار او را در مسجد در حال نماز ملاقات نمود کنارش نشست پس از آنکه نماز را تمام کرد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آمد و گفت من از اهل شام و محب خاندان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غمبرم</w:t>
      </w:r>
      <w:r w:rsidRPr="00AE4409">
        <w:rPr>
          <w:rtl/>
          <w:lang w:bidi="fa-IR"/>
        </w:rPr>
        <w:t xml:space="preserve"> و سه هزار درهم با خود دارم .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ام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طرف حضرت حس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شهر آمد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آنحضرت از مردم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رد،</w:t>
      </w:r>
      <w:r w:rsidRPr="00AE4409">
        <w:rPr>
          <w:rtl/>
          <w:lang w:bidi="fa-IR"/>
        </w:rPr>
        <w:t xml:space="preserve"> محل او 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دانم</w:t>
      </w:r>
      <w:r w:rsidRPr="00AE4409">
        <w:rPr>
          <w:rtl/>
          <w:lang w:bidi="fa-IR"/>
        </w:rPr>
        <w:t xml:space="preserve"> و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هم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شناسم</w:t>
      </w:r>
      <w:r w:rsidRPr="00AE4409">
        <w:rPr>
          <w:rtl/>
          <w:lang w:bidi="fa-IR"/>
        </w:rPr>
        <w:t xml:space="preserve"> که مرا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راهنمائ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کند. هم اکنون که در مسجد بودم بعض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شما اشاره کردند و گفتند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شخص از وضع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اهل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آگاه است نزد شما آمده ام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مبلغ را </w:t>
      </w:r>
      <w:r w:rsidRPr="00AE4409">
        <w:rPr>
          <w:rtl/>
          <w:lang w:bidi="fa-IR"/>
        </w:rPr>
        <w:lastRenderedPageBreak/>
        <w:t>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اسلحه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مرا ن</w:t>
      </w:r>
      <w:r w:rsidRPr="00AE4409">
        <w:rPr>
          <w:rFonts w:hint="eastAsia"/>
          <w:rtl/>
          <w:lang w:bidi="fa-IR"/>
        </w:rPr>
        <w:t>زد</w:t>
      </w:r>
      <w:r w:rsidRPr="00AE4409">
        <w:rPr>
          <w:rtl/>
          <w:lang w:bidi="fa-IR"/>
        </w:rPr>
        <w:t xml:space="preserve"> فرستاده حضرت حس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ببر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سپس گفت من از برادران 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شما هستم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مطمئن شو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بدان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راست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قبل از ملاقات آنحضرت از من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عت</w:t>
      </w:r>
      <w:r w:rsidRPr="00AE4409">
        <w:rPr>
          <w:rtl/>
          <w:lang w:bidi="fa-IR"/>
        </w:rPr>
        <w:t xml:space="preserve">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AD3BC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معقل</w:t>
      </w:r>
      <w:r w:rsidRPr="00AE4409">
        <w:rPr>
          <w:rtl/>
          <w:lang w:bidi="fa-IR"/>
        </w:rPr>
        <w:t xml:space="preserve"> ، آنچنان گرم و نافذ سخن گفت که مسلم بن عوسجه اظهاراتش را باور کرد، از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دنش</w:t>
      </w:r>
      <w:r w:rsidRPr="00AE4409">
        <w:rPr>
          <w:rtl/>
          <w:lang w:bidi="fa-IR"/>
        </w:rPr>
        <w:t xml:space="preserve"> ابراز مسرت نمود، و خدا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شکر گفت . آنگاه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عت</w:t>
      </w:r>
      <w:r w:rsidRPr="00AE4409">
        <w:rPr>
          <w:rtl/>
          <w:lang w:bidi="fa-IR"/>
        </w:rPr>
        <w:t xml:space="preserve"> گرفت و او را متعهد و ملتزم نمود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راز پنهان نگاهدارد و توص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کرد چند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منزلم رفت و آمد کن تا در فرصت مناسب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 استجازه کنم . بوعده خود وفا کرد، اجازه ملاقات گرفت ، و معقل در موعد مقرر حضور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. مسلم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حضرت حس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عت</w:t>
      </w:r>
      <w:r w:rsidRPr="00AE4409">
        <w:rPr>
          <w:rtl/>
          <w:lang w:bidi="fa-IR"/>
        </w:rPr>
        <w:t xml:space="preserve"> گرفت و به ابوثمامه صائد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متصد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امور مال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مسلم بود دستور داد سه هزار</w:t>
      </w:r>
      <w:r w:rsidR="00AD3BC9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درهم</w:t>
      </w:r>
      <w:r w:rsidRPr="00AE4409">
        <w:rPr>
          <w:rtl/>
          <w:lang w:bidi="fa-IR"/>
        </w:rPr>
        <w:t xml:space="preserve"> را 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عنصر خائن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جاسوس کث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هر روز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همه بحضور مسلم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</w:t>
      </w:r>
      <w:r w:rsidRPr="00AE4409">
        <w:rPr>
          <w:rtl/>
          <w:lang w:bidi="fa-IR"/>
        </w:rPr>
        <w:t xml:space="preserve"> و بعد از همه مجلس را ترک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گفت</w:t>
      </w:r>
      <w:r w:rsidRPr="00AE4409">
        <w:rPr>
          <w:rtl/>
          <w:lang w:bidi="fa-IR"/>
        </w:rPr>
        <w:t xml:space="preserve"> و با رفت و آمدها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متوال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حضور ممتد در مجلس آنحضرت ، دوستان حس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را در کوفه شناخت ، به اسرارشان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برد، از برنامه کارشان آگاه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و هر روز اطلا</w:t>
      </w:r>
      <w:r w:rsidRPr="00AE4409">
        <w:rPr>
          <w:rFonts w:hint="eastAsia"/>
          <w:rtl/>
          <w:lang w:bidi="fa-IR"/>
        </w:rPr>
        <w:t>عات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که کسب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به عب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دالله</w:t>
      </w:r>
      <w:r w:rsidRPr="00AE4409">
        <w:rPr>
          <w:rtl/>
          <w:lang w:bidi="fa-IR"/>
        </w:rPr>
        <w:t xml:space="preserve"> گزارش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>.</w:t>
      </w:r>
      <w:r w:rsidRPr="00AD3BC9">
        <w:rPr>
          <w:rStyle w:val="libFootnotenumChar"/>
          <w:rtl/>
        </w:rPr>
        <w:t>(46)</w:t>
      </w:r>
    </w:p>
    <w:p w:rsidR="00AE4409" w:rsidRPr="00AE4409" w:rsidRDefault="00AD3BC9" w:rsidP="00AD3BC9">
      <w:pPr>
        <w:pStyle w:val="Heading1"/>
        <w:rPr>
          <w:rtl/>
        </w:rPr>
      </w:pPr>
      <w:r>
        <w:rPr>
          <w:rtl/>
        </w:rPr>
        <w:br w:type="page"/>
      </w:r>
      <w:bookmarkStart w:id="49" w:name="_Toc496010533"/>
      <w:r w:rsidR="00AE4409" w:rsidRPr="00AE4409">
        <w:rPr>
          <w:rFonts w:hint="eastAsia"/>
          <w:rtl/>
        </w:rPr>
        <w:lastRenderedPageBreak/>
        <w:t>ق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ام</w:t>
      </w:r>
      <w:r w:rsidR="00AE4409" w:rsidRPr="00AE4409">
        <w:rPr>
          <w:rtl/>
        </w:rPr>
        <w:t xml:space="preserve"> علو</w:t>
      </w:r>
      <w:r w:rsidR="00AE4409" w:rsidRPr="00AE4409">
        <w:rPr>
          <w:rFonts w:hint="cs"/>
          <w:rtl/>
        </w:rPr>
        <w:t>ی</w:t>
      </w:r>
      <w:bookmarkEnd w:id="49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ابوجعفر</w:t>
      </w:r>
      <w:r w:rsidRPr="00AE4409">
        <w:rPr>
          <w:rtl/>
          <w:lang w:bidi="fa-IR"/>
        </w:rPr>
        <w:t xml:space="preserve"> محمد بن قاسم علو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ذرار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بود سلسله نسبش از طرف پدر و مادر باسه واسطه بحضرت سجاد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العابد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او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عالم ، 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،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، آزاده و شجاع . در کوفه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و همواره بر ضد حکومت خودکامه معتصم عباس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فعال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عمال حکومت بدفع او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گرفتند ناچار کوفه را ترک گفت و به منطقه 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tl/>
          <w:lang w:bidi="fa-IR"/>
        </w:rPr>
        <w:t xml:space="preserve"> خراسان رفت . چند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شهر به شهر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منتقل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 xml:space="preserve"> و سرانجام ، در مرو، مستقر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مردم را بق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حکومت معتصم دعوت نمود. مسلمانان رنج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از ظلم 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 رهائ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ابند</w:t>
      </w:r>
      <w:r w:rsidRPr="00AE4409">
        <w:rPr>
          <w:rtl/>
          <w:lang w:bidi="fa-IR"/>
        </w:rPr>
        <w:t xml:space="preserve"> گردش جمع شدند و در اندک زمان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چهل هزار نفر با او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عت</w:t>
      </w:r>
      <w:r w:rsidRPr="00AE4409">
        <w:rPr>
          <w:rtl/>
          <w:lang w:bidi="fa-IR"/>
        </w:rPr>
        <w:t xml:space="preserve"> کردند.</w:t>
      </w:r>
    </w:p>
    <w:p w:rsidR="00AE4409" w:rsidRPr="00AE4409" w:rsidRDefault="00AE4409" w:rsidP="00AD3BC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شب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تمام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را فرا خواند تا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رامون</w:t>
      </w:r>
      <w:r w:rsidRPr="00AE4409">
        <w:rPr>
          <w:rtl/>
          <w:lang w:bidi="fa-IR"/>
        </w:rPr>
        <w:t xml:space="preserve">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صحبت کند و آنانرا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کار</w:t>
      </w:r>
      <w:r w:rsidRPr="00AE4409">
        <w:rPr>
          <w:rtl/>
          <w:lang w:bidi="fa-IR"/>
        </w:rPr>
        <w:t xml:space="preserve"> با عمال معتصم آماده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آنکه سخن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برنامه کار را به اطلاع سپاه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برساند صدا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بشگفت آمد،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از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و چرا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د؟</w:t>
      </w:r>
      <w:r w:rsidRPr="00AE4409">
        <w:rPr>
          <w:rtl/>
          <w:lang w:bidi="fa-IR"/>
        </w:rPr>
        <w:t xml:space="preserve"> پس از تحق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به اطلاعش رس</w:t>
      </w:r>
      <w:r w:rsidRPr="00AE4409">
        <w:rPr>
          <w:rFonts w:hint="eastAsia"/>
          <w:rtl/>
          <w:lang w:bidi="fa-IR"/>
        </w:rPr>
        <w:t>اندند</w:t>
      </w:r>
      <w:r w:rsidRPr="00AE4409">
        <w:rPr>
          <w:rtl/>
          <w:lang w:bidi="fa-IR"/>
        </w:rPr>
        <w:t xml:space="preserve"> که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سربازان ، نمد مرد جولائ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بقهر</w:t>
      </w: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غلبه گرفته و او بر اثر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ستم بلند بلند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>. محمد بن قاسم آن سرباز را طلب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چرا به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 زشت دست زد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در پاسخ گفت ما با تو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عت</w:t>
      </w:r>
      <w:r w:rsidRPr="00AE4409">
        <w:rPr>
          <w:rtl/>
          <w:lang w:bidi="fa-IR"/>
        </w:rPr>
        <w:t xml:space="preserve"> کرد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که بتوان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اموال مردم را ببر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هر چه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محمد امر نمود نمد را از او گرفتند و بصاحبش پس دادند. آنگاه فرمود: از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مردم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خدا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جست و فرمان داد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متفرق شدند</w:t>
      </w:r>
      <w:r w:rsidRPr="00AD3BC9">
        <w:rPr>
          <w:rStyle w:val="libFootnotenumChar"/>
          <w:rtl/>
        </w:rPr>
        <w:t>.(47)</w:t>
      </w:r>
    </w:p>
    <w:p w:rsidR="00AE4409" w:rsidRPr="00AE4409" w:rsidRDefault="00AD3BC9" w:rsidP="00AD3BC9">
      <w:pPr>
        <w:pStyle w:val="Heading1"/>
        <w:rPr>
          <w:rtl/>
        </w:rPr>
      </w:pPr>
      <w:r>
        <w:rPr>
          <w:rtl/>
        </w:rPr>
        <w:br w:type="page"/>
      </w:r>
      <w:bookmarkStart w:id="50" w:name="_Toc496010534"/>
      <w:r w:rsidR="00AE4409" w:rsidRPr="00AE4409">
        <w:rPr>
          <w:rFonts w:hint="eastAsia"/>
          <w:rtl/>
        </w:rPr>
        <w:lastRenderedPageBreak/>
        <w:t>انتقامجوئ</w:t>
      </w:r>
      <w:r w:rsidR="00AE4409" w:rsidRPr="00AE4409">
        <w:rPr>
          <w:rFonts w:hint="cs"/>
          <w:rtl/>
        </w:rPr>
        <w:t>ی</w:t>
      </w:r>
      <w:bookmarkEnd w:id="50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عبدالله بن زب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ر،</w:t>
      </w:r>
      <w:r w:rsidRPr="00AE4409">
        <w:rPr>
          <w:rtl/>
          <w:lang w:bidi="fa-IR"/>
        </w:rPr>
        <w:t xml:space="preserve"> بعنوان خلافت ، بر مکه و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حکومت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منش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عبدالملک مروان که مهردار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بود از شام بز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ارت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الله رفت و در آنجا با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نفر از خواص عبدالله زب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برخورد نمود و ضمن بحث و گفتگو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آن دو سخنان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تند و زننده رد و بدل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رنج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خاطر از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جدا شدند. پس از آنکه حجاج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وسف</w:t>
      </w:r>
      <w:r w:rsidRPr="00AE4409">
        <w:rPr>
          <w:rtl/>
          <w:lang w:bidi="fa-IR"/>
        </w:rPr>
        <w:t xml:space="preserve"> با سپاه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عبدالملک مکه را فتح نمود و عبدالله زب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را کشت جمع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خواص او را دستگ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زندان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و آنانرا با خود بکوفه برد.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دستگ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شدگان همان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که در گذشته با مهردار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برخور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تند و خشن داشت .</w:t>
      </w:r>
    </w:p>
    <w:p w:rsidR="00AE4409" w:rsidRPr="00AE4409" w:rsidRDefault="00AE4409" w:rsidP="00AD3BC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حجاج</w:t>
      </w:r>
      <w:r w:rsidRPr="00AE4409">
        <w:rPr>
          <w:rtl/>
          <w:lang w:bidi="fa-IR"/>
        </w:rPr>
        <w:t xml:space="preserve"> از عراق نامه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="00AD3BC9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عبدالملک نوشت و درباره زندان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که همه از خواص عبدالله زب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بودند کسب تکل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نمود. عبدالملک به منش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دستور داد به حجاج پاسخ دهد که عدد بازداشت شدگان را تع</w:t>
      </w:r>
      <w:r w:rsidRPr="00AE4409">
        <w:rPr>
          <w:rFonts w:hint="cs"/>
          <w:rtl/>
          <w:lang w:bidi="fa-IR"/>
        </w:rPr>
        <w:t>یی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کن و نام آنانرا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بنو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. منش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جواب نامه را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کرد و دستور عبدالملک را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عبارت نوشت ((احص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هم</w:t>
      </w:r>
      <w:r w:rsidRPr="00AE4409">
        <w:rPr>
          <w:rtl/>
          <w:lang w:bidi="fa-IR"/>
        </w:rPr>
        <w:t xml:space="preserve"> و</w:t>
      </w:r>
      <w:r w:rsidRPr="00AE4409">
        <w:rPr>
          <w:rFonts w:hint="eastAsia"/>
          <w:rtl/>
          <w:lang w:bidi="fa-IR"/>
        </w:rPr>
        <w:t>اکتب</w:t>
      </w:r>
      <w:r w:rsidRPr="00AE4409">
        <w:rPr>
          <w:rtl/>
          <w:lang w:bidi="fa-IR"/>
        </w:rPr>
        <w:t xml:space="preserve"> اسام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هم</w:t>
      </w:r>
      <w:r w:rsidRPr="00AE4409">
        <w:rPr>
          <w:rtl/>
          <w:lang w:bidi="fa-IR"/>
        </w:rPr>
        <w:t xml:space="preserve"> )). نامه پاکنو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شد، به امضاء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مهر شدن آنرا ب</w:t>
      </w:r>
      <w:r w:rsidR="00AD3BC9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مهردار عبدالملک دادند. او نامه را با دقت مطالعه کرد و از مضمون آن آگاه شد.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مهردار</w:t>
      </w:r>
      <w:r w:rsidRPr="00AE4409">
        <w:rPr>
          <w:rtl/>
          <w:lang w:bidi="fa-IR"/>
        </w:rPr>
        <w:t xml:space="preserve"> قبلا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بود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مکه با او به تند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سخن گفته هم اکنون با سا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خواص عبدالله زب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در زندان حجاج است . خواست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فرصت استفاده کند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تشف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خاطر، بگونه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او انتقام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>. فکر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بخاطرش آمد و فورا آنرا بموقع اجراء گذارد. با صد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بلند گفت در نامه نقطه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فراموش شده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اجازه هست آنرا بگذارم ؟ اجازه داده شد. او نقطه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tl/>
          <w:lang w:bidi="fa-IR"/>
        </w:rPr>
        <w:lastRenderedPageBreak/>
        <w:t>رو ((ح )) احص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هم</w:t>
      </w:r>
      <w:r w:rsidRPr="00AE4409">
        <w:rPr>
          <w:rtl/>
          <w:lang w:bidi="fa-IR"/>
        </w:rPr>
        <w:t xml:space="preserve"> گذار و آنرا اخص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هم</w:t>
      </w:r>
      <w:r w:rsidRPr="00AE4409">
        <w:rPr>
          <w:rtl/>
          <w:lang w:bidi="fa-IR"/>
        </w:rPr>
        <w:t xml:space="preserve"> نمود سپس نامه را مهر کرد و جزء سا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نامه ها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tl/>
          <w:lang w:bidi="fa-IR"/>
        </w:rPr>
        <w:t xml:space="preserve"> فرستاد.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tl/>
          <w:lang w:bidi="fa-IR"/>
        </w:rPr>
        <w:t>((احصاء)) در لغت عرب بمعن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شمارش نمودن است و ((اختصاء)) بمعن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اخته کردن . با اضافه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نقطه معن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دستور عبدالملک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شد که تمام خواص و نزد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کان</w:t>
      </w:r>
      <w:r w:rsidRPr="00AE4409">
        <w:rPr>
          <w:rtl/>
          <w:lang w:bidi="fa-IR"/>
        </w:rPr>
        <w:t xml:space="preserve"> عبدالله زب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را که در زندانند اخته کن و سپس اسمها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آنانرا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بنو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. با وصول نامه ، حجاج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وسف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عمل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رانسان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تحت عنوان دستور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بموقع اجراء گذارد، تمام زندان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را ناقص العضو نمود و همه آنانرا با اخته کردن از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محروم ساخت </w:t>
      </w:r>
      <w:r w:rsidRPr="00AD3BC9">
        <w:rPr>
          <w:rStyle w:val="libFootnotenumChar"/>
          <w:rtl/>
        </w:rPr>
        <w:t>.(48)</w:t>
      </w:r>
    </w:p>
    <w:p w:rsidR="00AE4409" w:rsidRPr="00AE4409" w:rsidRDefault="00AD3BC9" w:rsidP="00AD3BC9">
      <w:pPr>
        <w:pStyle w:val="Heading1"/>
        <w:rPr>
          <w:rtl/>
        </w:rPr>
      </w:pPr>
      <w:r>
        <w:rPr>
          <w:rtl/>
        </w:rPr>
        <w:br w:type="page"/>
      </w:r>
      <w:bookmarkStart w:id="51" w:name="_Toc496010535"/>
      <w:r w:rsidR="00AE4409" w:rsidRPr="00AE4409">
        <w:rPr>
          <w:rFonts w:hint="eastAsia"/>
          <w:rtl/>
        </w:rPr>
        <w:lastRenderedPageBreak/>
        <w:t>سگ</w:t>
      </w:r>
      <w:r w:rsidR="00AE4409" w:rsidRPr="00AE4409">
        <w:rPr>
          <w:rtl/>
        </w:rPr>
        <w:t xml:space="preserve"> گرسنه</w:t>
      </w:r>
      <w:bookmarkEnd w:id="51"/>
    </w:p>
    <w:p w:rsidR="00AE4409" w:rsidRPr="00AE4409" w:rsidRDefault="00AE4409" w:rsidP="00AD3BC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سال قحط که مردم سخت در فشار و مض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قه</w:t>
      </w:r>
      <w:r w:rsidRPr="00AE4409">
        <w:rPr>
          <w:rtl/>
          <w:lang w:bidi="fa-IR"/>
        </w:rPr>
        <w:t xml:space="preserve"> بودند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دانشجو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(طلبه ) ماده سگ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افتاده و بچه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بپستان او آو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خته</w:t>
      </w:r>
      <w:r w:rsidRPr="00AE4409">
        <w:rPr>
          <w:rtl/>
          <w:lang w:bidi="fa-IR"/>
        </w:rPr>
        <w:t xml:space="preserve"> اند هر قدر ماده سگ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خواست برخ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زد</w:t>
      </w:r>
      <w:r w:rsidRPr="00AE4409">
        <w:rPr>
          <w:rtl/>
          <w:lang w:bidi="fa-IR"/>
        </w:rPr>
        <w:t xml:space="preserve"> از ضعف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توانست ،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</w:t>
      </w:r>
      <w:r w:rsidRPr="00AE4409">
        <w:rPr>
          <w:rtl/>
          <w:lang w:bidi="fa-IR"/>
        </w:rPr>
        <w:t xml:space="preserve"> و حرکت خود را از دست داده</w:t>
      </w:r>
      <w:r w:rsidR="00AD3BC9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بود،</w:t>
      </w:r>
      <w:r w:rsidRPr="00AE4409">
        <w:rPr>
          <w:rtl/>
          <w:lang w:bidi="fa-IR"/>
        </w:rPr>
        <w:t xml:space="preserve"> دانشجو دلش بر وضع آن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tl/>
          <w:lang w:bidi="fa-IR"/>
        </w:rPr>
        <w:t xml:space="preserve">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سوخت و غر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زه</w:t>
      </w:r>
      <w:r w:rsidRPr="00AE4409">
        <w:rPr>
          <w:rtl/>
          <w:lang w:bidi="fa-IR"/>
        </w:rPr>
        <w:t xml:space="preserve"> ترحم و حس معاونت در او تحر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شد، چون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نداشت که باو بدهد ناچار کتاب خود را فروخت و نان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کرده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او انداخت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سگ</w:t>
      </w:r>
      <w:r w:rsidRPr="00AE4409">
        <w:rPr>
          <w:rtl/>
          <w:lang w:bidi="fa-IR"/>
        </w:rPr>
        <w:t xml:space="preserve"> رو بطرف آسمان نموده دو قطره اشک تشکر از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فرو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</w:t>
      </w:r>
      <w:r w:rsidRPr="00AE4409">
        <w:rPr>
          <w:rtl/>
          <w:lang w:bidi="fa-IR"/>
        </w:rPr>
        <w:t xml:space="preserve"> .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دعا کرد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شب در خواب باو گفتند.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زحمت تحص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و رنج مطالعه را بخود راه مده (انا اعط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ناک</w:t>
      </w:r>
      <w:r w:rsidRPr="00AE4409">
        <w:rPr>
          <w:rtl/>
          <w:lang w:bidi="fa-IR"/>
        </w:rPr>
        <w:t xml:space="preserve"> من لدنا علما) ما بتو از جانب خود دانش افاضه کرد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</w:t>
      </w:r>
      <w:r w:rsidRPr="00AD3BC9">
        <w:rPr>
          <w:rStyle w:val="libFootnotenumChar"/>
          <w:rtl/>
        </w:rPr>
        <w:t>(49)</w:t>
      </w:r>
    </w:p>
    <w:p w:rsidR="00AE4409" w:rsidRPr="00AE4409" w:rsidRDefault="00AD3BC9" w:rsidP="00AD3BC9">
      <w:pPr>
        <w:pStyle w:val="Heading1"/>
        <w:rPr>
          <w:rtl/>
        </w:rPr>
      </w:pPr>
      <w:r>
        <w:rPr>
          <w:rtl/>
        </w:rPr>
        <w:br w:type="page"/>
      </w:r>
      <w:bookmarkStart w:id="52" w:name="_Toc496010536"/>
      <w:r w:rsidR="00AE4409" w:rsidRPr="00AE4409">
        <w:rPr>
          <w:rFonts w:hint="eastAsia"/>
          <w:rtl/>
        </w:rPr>
        <w:lastRenderedPageBreak/>
        <w:t>حجاج</w:t>
      </w:r>
      <w:r w:rsidR="00AE4409" w:rsidRPr="00AE4409">
        <w:rPr>
          <w:rtl/>
        </w:rPr>
        <w:t xml:space="preserve"> و مرد دانشمند</w:t>
      </w:r>
      <w:bookmarkEnd w:id="52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قبعثر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در عصر حجاج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وسف</w:t>
      </w:r>
      <w:r w:rsidRPr="00AE4409">
        <w:rPr>
          <w:rtl/>
          <w:lang w:bidi="fa-IR"/>
        </w:rPr>
        <w:t xml:space="preserve">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کرد،</w:t>
      </w:r>
      <w:r w:rsidRPr="00AE4409">
        <w:rPr>
          <w:rtl/>
          <w:lang w:bidi="fa-IR"/>
        </w:rPr>
        <w:t xml:space="preserve"> او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تحصل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کرده</w:t>
      </w:r>
      <w:r w:rsidRPr="00AE4409">
        <w:rPr>
          <w:rtl/>
          <w:lang w:bidi="fa-IR"/>
        </w:rPr>
        <w:t xml:space="preserve"> و اد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چند نفر از دوستان در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باغها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خارج شهر مجلس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انس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داشتند. در خلال گفتگوها سخن از حجاج بم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آمد، قبعثر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بطور کنا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جملات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چند درباره اش گفت و مراتب نارضائ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eastAsia"/>
          <w:rtl/>
          <w:lang w:bidi="fa-IR"/>
        </w:rPr>
        <w:t>براز</w:t>
      </w:r>
      <w:r w:rsidRPr="00AE4409">
        <w:rPr>
          <w:rtl/>
          <w:lang w:bidi="fa-IR"/>
        </w:rPr>
        <w:t xml:space="preserve"> کرد.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خبر بگوش حجاج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قبعثر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بجرم گفته 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فر</w:t>
      </w:r>
      <w:r w:rsidRPr="00AE4409">
        <w:rPr>
          <w:rtl/>
          <w:lang w:bidi="fa-IR"/>
        </w:rPr>
        <w:t xml:space="preserve"> دهد احضارش نمود و با تند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او گفت : (لا حملنک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الادهم )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زندان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و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در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گذارم</w:t>
      </w:r>
      <w:r w:rsidRPr="00AE4409">
        <w:rPr>
          <w:rtl/>
          <w:lang w:bidi="fa-IR"/>
        </w:rPr>
        <w:t xml:space="preserve"> (کلمه ادهم در لغت عرب بمعان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متعدد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آمده است از آنجمله پابند زندان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اسب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tl/>
          <w:lang w:bidi="fa-IR"/>
        </w:rPr>
        <w:t xml:space="preserve"> .)</w:t>
      </w:r>
    </w:p>
    <w:p w:rsidR="00AE4409" w:rsidRPr="00AE4409" w:rsidRDefault="00AE4409" w:rsidP="00AD3BC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قبعثر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و باهوش مقصود حجاج را بخوب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درک کرده بود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دانست</w:t>
      </w:r>
      <w:r w:rsidRPr="00AE4409">
        <w:rPr>
          <w:rtl/>
          <w:lang w:bidi="fa-IR"/>
        </w:rPr>
        <w:t xml:space="preserve"> او بزندان و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تهد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خطر تغافل نمود، آنرا که فهم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بود برو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اورد</w:t>
      </w:r>
      <w:r w:rsidRPr="00AE4409">
        <w:rPr>
          <w:rtl/>
          <w:lang w:bidi="fa-IR"/>
        </w:rPr>
        <w:t xml:space="preserve"> و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وانمود کرد که از کلمه (ادهم ) اسب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tl/>
          <w:lang w:bidi="fa-IR"/>
        </w:rPr>
        <w:t xml:space="preserve"> فهم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است بهم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جهت در جواب با گشاده روئ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تبسم گفت : (مثل الام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حمل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الادهم والاشهب) البته شخص مقتدر و صاحب مقام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مانند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تواند</w:t>
      </w:r>
      <w:r w:rsidRPr="00AE4409">
        <w:rPr>
          <w:rtl/>
          <w:lang w:bidi="fa-IR"/>
        </w:rPr>
        <w:t xml:space="preserve"> اشخاص را مشمول عنا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خود قرار دهد و آنانرا با اسب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tl/>
          <w:lang w:bidi="fa-IR"/>
        </w:rPr>
        <w:t xml:space="preserve"> و سف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روانه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(اشهب ) به اسب سف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رنگ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اطلاق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شود</w:t>
      </w:r>
      <w:r w:rsidRPr="00AE4409">
        <w:rPr>
          <w:rtl/>
          <w:lang w:bidi="fa-IR"/>
        </w:rPr>
        <w:t xml:space="preserve"> که مختصر رگه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tl/>
          <w:lang w:bidi="fa-IR"/>
        </w:rPr>
        <w:t xml:space="preserve"> داشته باشد.</w:t>
      </w:r>
    </w:p>
    <w:p w:rsidR="00AD3BC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حجاج</w:t>
      </w:r>
      <w:r w:rsidRPr="00AE4409">
        <w:rPr>
          <w:rtl/>
          <w:lang w:bidi="fa-IR"/>
        </w:rPr>
        <w:t xml:space="preserve"> ،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</w:t>
      </w:r>
      <w:r w:rsidRPr="00AE4409">
        <w:rPr>
          <w:rtl/>
          <w:lang w:bidi="fa-IR"/>
        </w:rPr>
        <w:t xml:space="preserve"> مقصود خود گفت : (اردت الحد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) آهن اراده کردم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قبعثر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مرادم از ادهم ، آهن بود نه اسب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tl/>
          <w:lang w:bidi="fa-IR"/>
        </w:rPr>
        <w:t xml:space="preserve"> . اتفاقا کلمه (حد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) هم در لغت عرب معان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متعدد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دارد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آهن است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هوش و ذکاوت . قبعثر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دوباره تغافل کرد و بلافاصله گفت : (الحد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من البل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) البته اسب باهوش و فطن بهتر از اسب کودن است </w:t>
      </w:r>
      <w:r w:rsidRPr="00AD3BC9">
        <w:rPr>
          <w:rStyle w:val="libFootnotenumChar"/>
          <w:rtl/>
        </w:rPr>
        <w:t>.(50)</w:t>
      </w:r>
    </w:p>
    <w:p w:rsidR="00AE4409" w:rsidRPr="00AE4409" w:rsidRDefault="00AD3BC9" w:rsidP="00AD3BC9">
      <w:pPr>
        <w:pStyle w:val="Heading1"/>
        <w:rPr>
          <w:rtl/>
        </w:rPr>
      </w:pPr>
      <w:r>
        <w:rPr>
          <w:rtl/>
        </w:rPr>
        <w:br w:type="page"/>
      </w:r>
      <w:bookmarkStart w:id="53" w:name="_Toc496010537"/>
      <w:r w:rsidR="00AE4409" w:rsidRPr="00AE4409">
        <w:rPr>
          <w:rFonts w:hint="eastAsia"/>
          <w:rtl/>
        </w:rPr>
        <w:lastRenderedPageBreak/>
        <w:t>فرمانده</w:t>
      </w:r>
      <w:r w:rsidR="00AE4409" w:rsidRPr="00AE4409">
        <w:rPr>
          <w:rtl/>
        </w:rPr>
        <w:t xml:space="preserve"> نادان</w:t>
      </w:r>
      <w:bookmarkEnd w:id="53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رسول</w:t>
      </w:r>
      <w:r w:rsidRPr="00AE4409">
        <w:rPr>
          <w:rtl/>
          <w:lang w:bidi="fa-IR"/>
        </w:rPr>
        <w:t xml:space="preserve">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تجه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نمود،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بفرمانده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گمارد و به سپاه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دستور داد از او اطاعت کنند و اوامرش را اجراء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>. فرمانده در آغاز مسافرت به آزما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عج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دست زد.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از درجه اطاعت سربازان آگاه شود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مراتب فهم و درک آنانرا ت</w:t>
      </w:r>
      <w:r w:rsidRPr="00AE4409">
        <w:rPr>
          <w:rFonts w:hint="eastAsia"/>
          <w:rtl/>
          <w:lang w:bidi="fa-IR"/>
        </w:rPr>
        <w:t>شخ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ص</w:t>
      </w:r>
      <w:r w:rsidRPr="00AE4409">
        <w:rPr>
          <w:rtl/>
          <w:lang w:bidi="fa-IR"/>
        </w:rPr>
        <w:t xml:space="preserve"> دهد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هدف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گر،</w:t>
      </w:r>
      <w:r w:rsidRPr="00AE4409">
        <w:rPr>
          <w:rtl/>
          <w:lang w:bidi="fa-IR"/>
        </w:rPr>
        <w:t xml:space="preserve"> دستور داد آتش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افروختند و به آنها امر کرد که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شتن</w:t>
      </w:r>
      <w:r w:rsidRPr="00AE4409">
        <w:rPr>
          <w:rtl/>
          <w:lang w:bidi="fa-IR"/>
        </w:rPr>
        <w:t xml:space="preserve"> را در آتش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فکنند</w:t>
      </w:r>
      <w:r w:rsidRPr="00AE4409">
        <w:rPr>
          <w:rtl/>
          <w:lang w:bidi="fa-IR"/>
        </w:rPr>
        <w:t>. بعض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سربازان ، خود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اجراء دستور مه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ساختند، گروه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دستور را نادرست تلق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نمودند و از اطاعت سرباز زدند.</w:t>
      </w:r>
    </w:p>
    <w:p w:rsidR="00AE4409" w:rsidRPr="00AE4409" w:rsidRDefault="00AE4409" w:rsidP="00AD3BC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سرباز</w:t>
      </w:r>
      <w:r w:rsidRPr="00AE4409">
        <w:rPr>
          <w:rtl/>
          <w:lang w:bidi="fa-IR"/>
        </w:rPr>
        <w:t xml:space="preserve"> جوان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در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عجله نکن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تا به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مراجعه 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اگر آنحضرت دستور فرمانده را تاء</w:t>
      </w:r>
      <w:r w:rsidRPr="00AE4409">
        <w:rPr>
          <w:rFonts w:hint="cs"/>
          <w:rtl/>
          <w:lang w:bidi="fa-IR"/>
        </w:rPr>
        <w:t>یی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کرد و به آتش رفتن را امر فرمود اطاعت 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داخل آتش شو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شرف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</w:t>
      </w:r>
      <w:r w:rsidRPr="00AE4409">
        <w:rPr>
          <w:rtl/>
          <w:lang w:bidi="fa-IR"/>
        </w:rPr>
        <w:t xml:space="preserve"> شدند و شرح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را بعرض رساندند. حضرت فرمود: اگر در آتش رفته بود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هرگز</w:t>
      </w: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آن خارج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شه</w:t>
      </w:r>
      <w:r w:rsidRPr="00AE4409">
        <w:rPr>
          <w:rtl/>
          <w:lang w:bidi="fa-IR"/>
        </w:rPr>
        <w:t xml:space="preserve"> جهنم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سپس فرمود اطاعت ، در کارهائ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است که بحکم عقل و شرع پسند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و مستحسن باشند و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حق ندارد از مخلوق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معص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خالق اطاعت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  <w:r w:rsidRPr="00AD3BC9">
        <w:rPr>
          <w:rStyle w:val="libFootnotenumChar"/>
          <w:rtl/>
        </w:rPr>
        <w:t>(51)</w:t>
      </w:r>
    </w:p>
    <w:p w:rsidR="00AE4409" w:rsidRPr="00AE4409" w:rsidRDefault="00AD3BC9" w:rsidP="00AD3BC9">
      <w:pPr>
        <w:pStyle w:val="Heading1"/>
        <w:rPr>
          <w:rtl/>
        </w:rPr>
      </w:pPr>
      <w:r>
        <w:rPr>
          <w:rtl/>
        </w:rPr>
        <w:br w:type="page"/>
      </w:r>
      <w:bookmarkStart w:id="54" w:name="_Toc496010538"/>
      <w:r w:rsidR="00AE4409" w:rsidRPr="00AE4409">
        <w:rPr>
          <w:rFonts w:hint="eastAsia"/>
          <w:rtl/>
        </w:rPr>
        <w:lastRenderedPageBreak/>
        <w:t>آزما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ش</w:t>
      </w:r>
      <w:r w:rsidR="00AE4409" w:rsidRPr="00AE4409">
        <w:rPr>
          <w:rtl/>
        </w:rPr>
        <w:t xml:space="preserve"> مردم شام</w:t>
      </w:r>
      <w:bookmarkEnd w:id="54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ابن</w:t>
      </w:r>
      <w:r w:rsidRPr="00AE4409">
        <w:rPr>
          <w:rtl/>
          <w:lang w:bidi="fa-IR"/>
        </w:rPr>
        <w:t xml:space="preserve"> شهر آشوب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پس از آنکه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بمخالفت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بفکر افتاد مردم شام را آزما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کند تا از مراتب اطاعت و فرمانبردار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آنان آگاه گردد. عمروبن عاص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آزما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، راه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ارائه کرد و به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گفت دستور بده که مردم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کدو ر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مانند بره ذبح کنند و پس از تذک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آنرا بخورند، اگر فرمانت را اجراء نمودند آنها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و پشت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بان</w:t>
      </w:r>
      <w:r w:rsidRPr="00AE4409">
        <w:rPr>
          <w:rtl/>
          <w:lang w:bidi="fa-IR"/>
        </w:rPr>
        <w:t xml:space="preserve"> تو هستند و گرنه نه .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دستور داد و مردم هم بدون کوچکتر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اعتراض اجراء نمودند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امر بنام ((بدعه امو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)) در سراسر شام معمول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D671C1">
        <w:rPr>
          <w:rStyle w:val="libFootnotenumChar"/>
          <w:rtl/>
        </w:rPr>
        <w:t>.(52)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طول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خبر آن بدعت بسمع مردم عراق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کسان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آنرا مورد پرسش قرار دادند.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سئل عن القرع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ذبح</w:t>
      </w:r>
      <w:r w:rsidRPr="00AE4409">
        <w:rPr>
          <w:rtl/>
          <w:lang w:bidi="fa-IR"/>
        </w:rPr>
        <w:t xml:space="preserve"> ؟ فقال : القرع 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ذک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فکلوه و تذبحوه و لا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ستهو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نکم</w:t>
      </w:r>
      <w:r w:rsidRPr="00AE4409">
        <w:rPr>
          <w:rtl/>
          <w:lang w:bidi="fa-IR"/>
        </w:rPr>
        <w:t xml:space="preserve"> الش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طان</w:t>
      </w:r>
      <w:r w:rsidRPr="00AE4409">
        <w:rPr>
          <w:rtl/>
          <w:lang w:bidi="fa-IR"/>
        </w:rPr>
        <w:t xml:space="preserve"> لعنه الله .</w:t>
      </w:r>
      <w:r w:rsidRPr="00D671C1">
        <w:rPr>
          <w:rStyle w:val="libFootnotenumChar"/>
          <w:rtl/>
        </w:rPr>
        <w:t>(53)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درباره کدو سؤ ال شد که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آنرا ذبح کرد؟ در جواب فرمود: خوردن کدو تذک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و ذبح لازم ندارد. مراقب باش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طان</w:t>
      </w:r>
      <w:r w:rsidRPr="00AE4409">
        <w:rPr>
          <w:rtl/>
          <w:lang w:bidi="fa-IR"/>
        </w:rPr>
        <w:t xml:space="preserve"> عقلتان را نبرد و افکار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رت</w:t>
      </w:r>
      <w:r w:rsidRPr="00AE4409">
        <w:rPr>
          <w:rtl/>
          <w:lang w:bidi="fa-IR"/>
        </w:rPr>
        <w:t xml:space="preserve"> زده و سرگردانتان ننما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D671C1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مسلمانان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آنروز فرمان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رمشروع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را بموقع اجراء گذاردند و بدستور او که مخالف امر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عمل نمودند همانند آن گروه از اهل کتاب بودند که احبار و رهبانشان حلال خدا را حرام ، و حرام خدا را</w:t>
      </w:r>
      <w:r w:rsidR="00D671C1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حلال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</w:t>
      </w:r>
      <w:r w:rsidRPr="00AE4409">
        <w:rPr>
          <w:rtl/>
          <w:lang w:bidi="fa-IR"/>
        </w:rPr>
        <w:t xml:space="preserve"> و آنان کورکورانه اطاعت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نمودند</w:t>
      </w:r>
      <w:r w:rsidRPr="00AE4409">
        <w:rPr>
          <w:rtl/>
          <w:lang w:bidi="fa-IR"/>
        </w:rPr>
        <w:t xml:space="preserve"> و ناآگاه بشرک گرا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افتند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قد بلغ من امرهم 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طاعتهم له انه صل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بهم عند مس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رهم</w:t>
      </w:r>
      <w:r w:rsidRPr="00AE4409">
        <w:rPr>
          <w:rtl/>
          <w:lang w:bidi="fa-IR"/>
        </w:rPr>
        <w:t xml:space="preserve"> 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صف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الجمعه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وم</w:t>
      </w:r>
      <w:r w:rsidRPr="00AE4409">
        <w:rPr>
          <w:rtl/>
          <w:lang w:bidi="fa-IR"/>
        </w:rPr>
        <w:t xml:space="preserve"> الاربعاء و اعادوه رئوسهم عند القتال و حملوه بها.</w:t>
      </w:r>
      <w:r w:rsidRPr="00D671C1">
        <w:rPr>
          <w:rStyle w:val="libFootnotenumChar"/>
          <w:rtl/>
        </w:rPr>
        <w:t>(54)</w:t>
      </w:r>
    </w:p>
    <w:p w:rsidR="00AE4409" w:rsidRPr="00AE4409" w:rsidRDefault="00D671C1" w:rsidP="00D671C1">
      <w:pPr>
        <w:pStyle w:val="Heading1"/>
        <w:rPr>
          <w:rtl/>
        </w:rPr>
      </w:pPr>
      <w:r>
        <w:rPr>
          <w:rtl/>
        </w:rPr>
        <w:br w:type="page"/>
      </w:r>
      <w:bookmarkStart w:id="55" w:name="_Toc496010539"/>
      <w:r w:rsidR="00AE4409" w:rsidRPr="00AE4409">
        <w:rPr>
          <w:rFonts w:hint="eastAsia"/>
          <w:rtl/>
        </w:rPr>
        <w:lastRenderedPageBreak/>
        <w:t>نمازجمعه</w:t>
      </w:r>
      <w:r w:rsidR="00AE4409" w:rsidRPr="00AE4409">
        <w:rPr>
          <w:rtl/>
        </w:rPr>
        <w:t xml:space="preserve"> و معاو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ه</w:t>
      </w:r>
      <w:bookmarkEnd w:id="55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مسعود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کار فرمانبردار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اطاعت کورکورانه مردم از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بجائ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بطرف صف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</w:t>
      </w:r>
      <w:r w:rsidRPr="00AE4409">
        <w:rPr>
          <w:rtl/>
          <w:lang w:bidi="fa-IR"/>
        </w:rPr>
        <w:t xml:space="preserve"> نماز جمعه را روز چهارشنبه اقامه کرد و تمام سپاه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انش</w:t>
      </w:r>
      <w:r w:rsidRPr="00AE4409">
        <w:rPr>
          <w:rtl/>
          <w:lang w:bidi="fa-IR"/>
        </w:rPr>
        <w:t xml:space="preserve">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اقتدا کردند و با وجود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بدعت آشکار، مورد اعتراض واقع نشد و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tl/>
          <w:lang w:bidi="fa-IR"/>
        </w:rPr>
        <w:t xml:space="preserve"> جنگ بفرمانش از سرم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گذشتند</w:t>
      </w:r>
      <w:r w:rsidRPr="00AE4409">
        <w:rPr>
          <w:rtl/>
          <w:lang w:bidi="fa-IR"/>
        </w:rPr>
        <w:t xml:space="preserve"> و ا</w:t>
      </w: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را سرور و مطاع خود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دانستند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بعد</w:t>
      </w:r>
      <w:r w:rsidRPr="00AE4409">
        <w:rPr>
          <w:rtl/>
          <w:lang w:bidi="fa-IR"/>
        </w:rPr>
        <w:t xml:space="preserve"> از جنگ صف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سلطه و قدرت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افزا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و مردم ،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چون و چرا، دستورش را بکار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بستند 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در راه اجراء اوامرش بشرک در اطاعت تن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دادند</w:t>
      </w:r>
      <w:r w:rsidRPr="00AE4409">
        <w:rPr>
          <w:rtl/>
          <w:lang w:bidi="fa-IR"/>
        </w:rPr>
        <w:t>. اهال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شام آنچنان تسل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شدند که فرمانش را بر فرمان خدا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غمبر،</w:t>
      </w:r>
      <w:r w:rsidRPr="00AE4409">
        <w:rPr>
          <w:rtl/>
          <w:lang w:bidi="fa-IR"/>
        </w:rPr>
        <w:t xml:space="preserve"> 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فرمان عقل و وجدان مقدم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داشتند،</w:t>
      </w:r>
      <w:r w:rsidRPr="00AE4409">
        <w:rPr>
          <w:rtl/>
          <w:lang w:bidi="fa-IR"/>
        </w:rPr>
        <w:t xml:space="preserve"> 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فقط بخواسته ها و دستورها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فکر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</w:t>
      </w:r>
      <w:r w:rsidRPr="00AE4409">
        <w:rPr>
          <w:rtl/>
          <w:lang w:bidi="fa-IR"/>
        </w:rPr>
        <w:t xml:space="preserve">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عدل و انصاف ، حق و فض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لت</w:t>
      </w:r>
      <w:r w:rsidRPr="00AE4409">
        <w:rPr>
          <w:rtl/>
          <w:lang w:bidi="fa-IR"/>
        </w:rPr>
        <w:t xml:space="preserve"> ، شرافت و درستکار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سجا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انسان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ارزش قائل نبودند.</w:t>
      </w:r>
    </w:p>
    <w:p w:rsidR="00AE4409" w:rsidRPr="00AE4409" w:rsidRDefault="00AE4409" w:rsidP="00D671C1">
      <w:pPr>
        <w:pStyle w:val="libNormal"/>
        <w:rPr>
          <w:rtl/>
          <w:lang w:bidi="fa-IR"/>
        </w:rPr>
      </w:pP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سربازان کوف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با شتر خود به جبهه جنگ صف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آمده بود در مراجعت ، مصمم شد سفر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بشام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از نزد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حوزه حکومت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را بب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>.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خود را عمل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 و رهسپار شام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وارد دمشق شد با سرباز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مواجه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او را در صف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بود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دانست</w:t>
      </w:r>
      <w:r w:rsidRPr="00AE4409">
        <w:rPr>
          <w:rtl/>
          <w:lang w:bidi="fa-IR"/>
        </w:rPr>
        <w:t xml:space="preserve"> از دوستان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است . نزد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کش</w:t>
      </w:r>
      <w:r w:rsidRPr="00AE4409">
        <w:rPr>
          <w:rtl/>
          <w:lang w:bidi="fa-IR"/>
        </w:rPr>
        <w:t xml:space="preserve"> آمد، با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گلاو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شد و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ناقه</w:t>
      </w:r>
      <w:r w:rsidR="00D671C1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تو بر آن سوار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متعلق به من است و تو در صف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از من گرفت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مردم جمع شدند، اختلاف و گفتگو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آن دو بالا گرفت و ناچار به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مراجعه کردند. دمشق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دعو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طرح نمود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اثبات گفته خود، پنجاه شاهد آورد و همه گواه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دادند که ناقه متعلق بمرد دمشق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.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بنفع او حکم داد و به کوف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امر نمود که شتر را تسل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در</w:t>
      </w:r>
      <w:r w:rsidRPr="00AE4409">
        <w:rPr>
          <w:rtl/>
          <w:lang w:bidi="fa-IR"/>
        </w:rPr>
        <w:t xml:space="preserve"> لغت عرب ((ناقه )) اسم شتر ماده است و ((جمل )) نام شتر نر. پس از صدور حکم ، مرد کوف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شتر ((جمل )) است نه ((ناقه )) و مرد دمشق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آغاز مدع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ناقه بود و پنجاه شاهد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بعنوان ناقه ، شهادت دادن و در واقع خواست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تذکر،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را بحق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قت</w:t>
      </w:r>
      <w:r w:rsidRPr="00AE4409">
        <w:rPr>
          <w:rtl/>
          <w:lang w:bidi="fa-IR"/>
        </w:rPr>
        <w:t xml:space="preserve"> ا</w:t>
      </w:r>
      <w:r w:rsidRPr="00AE4409">
        <w:rPr>
          <w:rFonts w:hint="eastAsia"/>
          <w:rtl/>
          <w:lang w:bidi="fa-IR"/>
        </w:rPr>
        <w:t>مر</w:t>
      </w:r>
      <w:r w:rsidRPr="00AE4409">
        <w:rPr>
          <w:rtl/>
          <w:lang w:bidi="fa-IR"/>
        </w:rPr>
        <w:t xml:space="preserve"> متوجه کند و به او بفهماند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اهو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صحنه ساز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نبود و حکم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داده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ناصح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</w:t>
      </w:r>
      <w:r w:rsidRPr="00AE4409">
        <w:rPr>
          <w:rtl/>
          <w:lang w:bidi="fa-IR"/>
        </w:rPr>
        <w:t xml:space="preserve"> و برخلاف حق است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به اظهارات او اعتنا نکرد و گفت حکم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صادر شده و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اجراء شود.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مجلس</w:t>
      </w:r>
      <w:r w:rsidRPr="00AE4409">
        <w:rPr>
          <w:rtl/>
          <w:lang w:bidi="fa-IR"/>
        </w:rPr>
        <w:t xml:space="preserve"> قضا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. طرف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دعو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شهود متفرق شدند، لکن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در پنهان ، مرد کوف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احضار نمود،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مت</w:t>
      </w:r>
      <w:r w:rsidRPr="00AE4409">
        <w:rPr>
          <w:rtl/>
          <w:lang w:bidi="fa-IR"/>
        </w:rPr>
        <w:t xml:space="preserve"> شترش را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در برابر آن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پرداخت نمود، بعلاوه مورد عنا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و احسانش قرار داد.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قال له ابلغ عل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اقابله بمائه الف 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هم</w:t>
      </w:r>
      <w:r w:rsidRPr="00AE4409">
        <w:rPr>
          <w:rtl/>
          <w:lang w:bidi="fa-IR"/>
        </w:rPr>
        <w:t xml:space="preserve"> من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فرق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الناقه و الجمل </w:t>
      </w:r>
      <w:r w:rsidRPr="00D671C1">
        <w:rPr>
          <w:rStyle w:val="libFootnotenumChar"/>
          <w:rtl/>
        </w:rPr>
        <w:t>.(55)</w:t>
      </w:r>
    </w:p>
    <w:p w:rsidR="00AE4409" w:rsidRPr="00AE4409" w:rsidRDefault="00AE4409" w:rsidP="00D671C1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به</w:t>
      </w:r>
      <w:r w:rsidRPr="00AE4409">
        <w:rPr>
          <w:rtl/>
          <w:lang w:bidi="fa-IR"/>
        </w:rPr>
        <w:t xml:space="preserve"> او گفت از قول من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مطلب را ب</w:t>
      </w:r>
      <w:r w:rsidR="00D671C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برسان که من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توانم</w:t>
      </w:r>
      <w:r w:rsidRPr="00AE4409">
        <w:rPr>
          <w:rtl/>
          <w:lang w:bidi="fa-IR"/>
        </w:rPr>
        <w:t xml:space="preserve"> با صد هزار سرباز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ناقه و جمل فرق</w:t>
      </w:r>
      <w:r w:rsidR="00D671C1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گذارند</w:t>
      </w:r>
      <w:r w:rsidRPr="00AE4409">
        <w:rPr>
          <w:rtl/>
          <w:lang w:bidi="fa-IR"/>
        </w:rPr>
        <w:t xml:space="preserve"> با شما مقابله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مرد</w:t>
      </w:r>
      <w:r w:rsidRPr="00AE4409">
        <w:rPr>
          <w:rtl/>
          <w:lang w:bidi="fa-IR"/>
        </w:rPr>
        <w:t xml:space="preserve"> دمشق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پنجاه نفر شهودش مانند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مردم شام ، طرفدار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و مط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شرط او بودند.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نان</w:t>
      </w:r>
      <w:r w:rsidRPr="00AE4409">
        <w:rPr>
          <w:rtl/>
          <w:lang w:bidi="fa-IR"/>
        </w:rPr>
        <w:t xml:space="preserve"> بحق و باطل ، حلال و حرام ، و خشنود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خشم خدا فکر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کردند،</w:t>
      </w:r>
      <w:r w:rsidRPr="00AE4409">
        <w:rPr>
          <w:rtl/>
          <w:lang w:bidi="fa-IR"/>
        </w:rPr>
        <w:t xml:space="preserve"> فقط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شه</w:t>
      </w:r>
      <w:r w:rsidRPr="00AE4409">
        <w:rPr>
          <w:rtl/>
          <w:lang w:bidi="fa-IR"/>
        </w:rPr>
        <w:t xml:space="preserve"> بودند که با هر صورت ممکن از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و طرفدارانش حما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و به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ارانش</w:t>
      </w:r>
      <w:r w:rsidRPr="00AE4409">
        <w:rPr>
          <w:rtl/>
          <w:lang w:bidi="fa-IR"/>
        </w:rPr>
        <w:t xml:space="preserve"> آس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برسانند. بفرموده امام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،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بمردم آزاد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ندادند که شرک را بشناسند و تعال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اسلام را بدرست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فراگ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رند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بتوانند در مواقع لازم آنانرا به اعمال مشرکانه وادار کنند و معنو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ناروا و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رمشروع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بر آنها تحم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نم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>.</w:t>
      </w:r>
    </w:p>
    <w:p w:rsidR="00AE4409" w:rsidRPr="00AE4409" w:rsidRDefault="00D671C1" w:rsidP="00D671C1">
      <w:pPr>
        <w:pStyle w:val="Heading1"/>
        <w:rPr>
          <w:rtl/>
        </w:rPr>
      </w:pPr>
      <w:r>
        <w:rPr>
          <w:rtl/>
        </w:rPr>
        <w:br w:type="page"/>
      </w:r>
      <w:bookmarkStart w:id="56" w:name="_Toc496010540"/>
      <w:r w:rsidR="00AE4409" w:rsidRPr="00AE4409">
        <w:rPr>
          <w:rFonts w:hint="eastAsia"/>
          <w:rtl/>
        </w:rPr>
        <w:lastRenderedPageBreak/>
        <w:t>خط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ب</w:t>
      </w:r>
      <w:r w:rsidR="00AE4409" w:rsidRPr="00AE4409">
        <w:rPr>
          <w:rtl/>
        </w:rPr>
        <w:t xml:space="preserve"> خود فروخته</w:t>
      </w:r>
      <w:bookmarkEnd w:id="56"/>
    </w:p>
    <w:p w:rsidR="00AE4409" w:rsidRPr="00AE4409" w:rsidRDefault="00AE4409" w:rsidP="00B761BA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بعد</w:t>
      </w:r>
      <w:r w:rsidRPr="00AE4409">
        <w:rPr>
          <w:rtl/>
          <w:lang w:bidi="fa-IR"/>
        </w:rPr>
        <w:t xml:space="preserve"> از حادثه خون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کربلا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اهل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حضرت حس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در شام بودند روز جمعه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مردم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نماز جمعه گرد آمدند در آنروز امام سجاد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بمسجد آمده بود.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اقامه نماز جماعت وارد مسجد شد، سپس بدستور او خط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ب</w:t>
      </w:r>
      <w:r w:rsidR="00B761BA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منبر رفت ، پس از حمد و ثنا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کلام خود را با بدگوئ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بحضرت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طالب</w:t>
      </w:r>
      <w:r w:rsidRPr="00AE4409">
        <w:rPr>
          <w:rtl/>
          <w:lang w:bidi="fa-IR"/>
        </w:rPr>
        <w:t xml:space="preserve"> و حضرت حس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B761BA" w:rsidRPr="00B761BA">
        <w:rPr>
          <w:rStyle w:val="libAlaemChar"/>
          <w:rFonts w:eastAsiaTheme="minorHAnsi"/>
          <w:rtl/>
        </w:rPr>
        <w:t>عليهما‌السلام</w:t>
      </w:r>
      <w:r w:rsidR="00B761BA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AE4409">
        <w:rPr>
          <w:rtl/>
          <w:lang w:bidi="fa-IR"/>
        </w:rPr>
        <w:t>آغاز کرد و درباره آن دو مرد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جسورانه سخن گفت ، آنگاه زبان بمدح و تمج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گشود و آن دو را واجد صفات حم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و خصال پسند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معرف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فصاح</w:t>
      </w:r>
      <w:r w:rsidRPr="00AE4409">
        <w:rPr>
          <w:rtl/>
          <w:lang w:bidi="fa-IR"/>
        </w:rPr>
        <w:t xml:space="preserve"> به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الحس</w:t>
      </w:r>
      <w:r w:rsidRPr="00AE4409">
        <w:rPr>
          <w:rFonts w:hint="cs"/>
          <w:rtl/>
          <w:lang w:bidi="fa-IR"/>
        </w:rPr>
        <w:t>یی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یی</w:t>
      </w:r>
      <w:r w:rsidRPr="00AE4409">
        <w:rPr>
          <w:rtl/>
          <w:lang w:bidi="fa-IR"/>
        </w:rPr>
        <w:t xml:space="preserve"> السلام ،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لک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ها</w:t>
      </w:r>
      <w:r w:rsidRPr="00AE4409">
        <w:rPr>
          <w:rtl/>
          <w:lang w:bidi="fa-IR"/>
        </w:rPr>
        <w:t xml:space="preserve"> الخاطب اشتر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مرضات المخلوق بسخط الخالق .</w:t>
      </w:r>
      <w:r w:rsidRPr="00B761BA">
        <w:rPr>
          <w:rStyle w:val="libFootnotenumChar"/>
          <w:rtl/>
        </w:rPr>
        <w:t>(56)</w:t>
      </w:r>
    </w:p>
    <w:p w:rsidR="00AE4409" w:rsidRPr="00AE4409" w:rsidRDefault="00AE4409" w:rsidP="00B761BA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موقع 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حضرت سجاد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سکوت مجلس را شکست و بصدا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بلند فرمود: 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تو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سخنران که رضا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مخلوق</w:t>
      </w:r>
      <w:r w:rsidR="00B761BA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با سخط خالق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خشنود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خدا را بخشم آورد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</w:t>
      </w:r>
    </w:p>
    <w:p w:rsidR="00AE4409" w:rsidRPr="00AE4409" w:rsidRDefault="00B761BA" w:rsidP="00B761BA">
      <w:pPr>
        <w:pStyle w:val="Heading1"/>
        <w:rPr>
          <w:rtl/>
        </w:rPr>
      </w:pPr>
      <w:r>
        <w:rPr>
          <w:rtl/>
        </w:rPr>
        <w:br w:type="page"/>
      </w:r>
      <w:bookmarkStart w:id="57" w:name="_Toc496010541"/>
      <w:r w:rsidR="00AE4409" w:rsidRPr="00AE4409">
        <w:rPr>
          <w:rFonts w:hint="eastAsia"/>
          <w:rtl/>
        </w:rPr>
        <w:lastRenderedPageBreak/>
        <w:t>پ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ر</w:t>
      </w:r>
      <w:r w:rsidR="00AE4409" w:rsidRPr="00AE4409">
        <w:rPr>
          <w:rtl/>
        </w:rPr>
        <w:t xml:space="preserve"> زندان</w:t>
      </w:r>
      <w:r w:rsidR="00AE4409" w:rsidRPr="00AE4409">
        <w:rPr>
          <w:rFonts w:hint="cs"/>
          <w:rtl/>
        </w:rPr>
        <w:t>ی</w:t>
      </w:r>
      <w:bookmarkEnd w:id="57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ابوالعتاه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از شعراء نام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از ادبا زبر دست دوران عباس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و قصائد و اشعارش در مجالس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وقت و رجال کشور با حسن قبول تلق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>. او مدت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اثر آزردگ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رنجش خاطر از گفتن شعر خوددار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امر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مهد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عباس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گران آمد، دستور داد زندان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کردند.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چون به مح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</w:t>
      </w:r>
      <w:r w:rsidRPr="00AE4409">
        <w:rPr>
          <w:rtl/>
          <w:lang w:bidi="fa-IR"/>
        </w:rPr>
        <w:t xml:space="preserve"> زندان قدم گذاردم و اوضاع زندان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را از نزد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مشاهده کردم سخت ناراحت شدم ، در گوشه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نشستم و اطراف و جوانب زندان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ستم</w:t>
      </w:r>
      <w:r w:rsidRPr="00AE4409">
        <w:rPr>
          <w:rtl/>
          <w:lang w:bidi="fa-IR"/>
        </w:rPr>
        <w:t xml:space="preserve"> ،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فکر بودم که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محبوس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 به همصحبت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برگز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</w:t>
      </w:r>
      <w:r w:rsidRPr="00AE4409">
        <w:rPr>
          <w:rtl/>
          <w:lang w:bidi="fa-IR"/>
        </w:rPr>
        <w:t xml:space="preserve"> ، با او انس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</w:t>
      </w:r>
      <w:r w:rsidRPr="00AE4409">
        <w:rPr>
          <w:rtl/>
          <w:lang w:bidi="fa-IR"/>
        </w:rPr>
        <w:t xml:space="preserve"> ، از تنهائ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برهم ، و تشو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خاطرم کاهش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زوا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زندان ،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خوش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</w:t>
      </w:r>
      <w:r w:rsidRPr="00AE4409">
        <w:rPr>
          <w:rtl/>
          <w:lang w:bidi="fa-IR"/>
        </w:rPr>
        <w:t xml:space="preserve"> و جذاب ، لباس پاک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برداشت و آثار فهم و فراست در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افه</w:t>
      </w:r>
      <w:r w:rsidRPr="00AE4409">
        <w:rPr>
          <w:rtl/>
          <w:lang w:bidi="fa-IR"/>
        </w:rPr>
        <w:t xml:space="preserve"> اش خوانده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>. بنظرم آمد مرد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سته</w:t>
      </w:r>
      <w:r w:rsidRPr="00AE4409">
        <w:rPr>
          <w:rtl/>
          <w:lang w:bidi="fa-IR"/>
        </w:rPr>
        <w:t xml:space="preserve"> و صالح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بسو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رفتم و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سلام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در کنارش نشستم ، خواستم آغاز سخن کنم که او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من بحرف آمد و </w:t>
      </w:r>
      <w:r w:rsidRPr="00AE4409">
        <w:rPr>
          <w:rFonts w:hint="eastAsia"/>
          <w:rtl/>
          <w:lang w:bidi="fa-IR"/>
        </w:rPr>
        <w:t>دو</w:t>
      </w:r>
      <w:r w:rsidRPr="00AE4409">
        <w:rPr>
          <w:rtl/>
          <w:lang w:bidi="fa-IR"/>
        </w:rPr>
        <w:t xml:space="preserve"> شعر خواند که مفادش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بود: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tl/>
          <w:lang w:bidi="fa-IR"/>
        </w:rPr>
        <w:t>((رنج و ناملا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مات</w:t>
      </w:r>
      <w:r w:rsidRPr="00AE4409">
        <w:rPr>
          <w:rtl/>
          <w:lang w:bidi="fa-IR"/>
        </w:rPr>
        <w:t xml:space="preserve"> فراوان ، مرا بصبر و بردبار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ماءنوس نموده است . ناام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مردم ،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اتکاء مرا بلطف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افزون ساخته است .))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ابوالعتاه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دو شعر حک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مانه</w:t>
      </w:r>
      <w:r w:rsidRPr="00AE4409">
        <w:rPr>
          <w:rtl/>
          <w:lang w:bidi="fa-IR"/>
        </w:rPr>
        <w:t xml:space="preserve"> و پرمحتو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مشاهده سکون و اطم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مرد در من اثر عم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گذارد، بخود آمدم و حالت اضطراب و نگران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زا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درخواست نمودم دوباره آنرا بخواند.</w:t>
      </w:r>
    </w:p>
    <w:p w:rsidR="00AE4409" w:rsidRPr="00AE4409" w:rsidRDefault="00AE4409" w:rsidP="00B761BA">
      <w:pPr>
        <w:pStyle w:val="libNormal"/>
        <w:tabs>
          <w:tab w:val="center" w:pos="3829"/>
        </w:tabs>
        <w:rPr>
          <w:rtl/>
          <w:lang w:bidi="fa-IR"/>
        </w:rPr>
      </w:pPr>
      <w:r w:rsidRPr="00AE4409">
        <w:rPr>
          <w:rFonts w:hint="eastAsia"/>
          <w:rtl/>
          <w:lang w:bidi="fa-IR"/>
        </w:rPr>
        <w:t>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که ابوالعتاه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را م</w:t>
      </w:r>
      <w:r w:rsidRPr="00AE4409">
        <w:rPr>
          <w:rFonts w:hint="cs"/>
          <w:rtl/>
          <w:lang w:bidi="fa-IR"/>
        </w:rPr>
        <w:t>ی</w:t>
      </w:r>
      <w:r w:rsidR="00B761BA">
        <w:rPr>
          <w:rtl/>
          <w:lang w:bidi="fa-IR"/>
        </w:rPr>
        <w:tab/>
      </w:r>
      <w:r w:rsidRPr="00AE4409">
        <w:rPr>
          <w:rFonts w:hint="eastAsia"/>
          <w:rtl/>
          <w:lang w:bidi="fa-IR"/>
        </w:rPr>
        <w:t>شناخت</w:t>
      </w:r>
      <w:r w:rsidRPr="00AE4409">
        <w:rPr>
          <w:rtl/>
          <w:lang w:bidi="fa-IR"/>
        </w:rPr>
        <w:t xml:space="preserve">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دانست</w:t>
      </w:r>
      <w:r w:rsidRPr="00AE4409">
        <w:rPr>
          <w:rtl/>
          <w:lang w:bidi="fa-IR"/>
        </w:rPr>
        <w:t xml:space="preserve"> خشم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نسبت به او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نگفتن شعر است نگاه تند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و گفت :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اسم</w:t>
      </w:r>
      <w:r w:rsidR="00B761BA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، مثل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در عقل و اخلاقت نقصان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آمده است . چرا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نزد من آمد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سلام نکرد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</w:t>
      </w:r>
      <w:r w:rsidRPr="00AE4409">
        <w:rPr>
          <w:rtl/>
          <w:lang w:bidi="fa-IR"/>
        </w:rPr>
        <w:lastRenderedPageBreak/>
        <w:t>سنت اسلام را در اول ملاقات ، رعا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ننمود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از علت گرفتار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نپرس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اکنون که دو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شعر خواندم مانند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با من سخن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سالها 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قم</w:t>
      </w:r>
      <w:r w:rsidRPr="00AE4409">
        <w:rPr>
          <w:rtl/>
          <w:lang w:bidi="fa-IR"/>
        </w:rPr>
        <w:t xml:space="preserve"> بوده و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سوابق ممتد و دوست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، درخواست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دوباره آنرا بخوانم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ابوالعتاه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از سخنان آنمرد شرمنده شد، بخطا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اعتراف نمود،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معذرت خواست و گفت : 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قت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نستکه</w:t>
      </w:r>
      <w:r w:rsidRPr="00AE4409">
        <w:rPr>
          <w:rtl/>
          <w:lang w:bidi="fa-IR"/>
        </w:rPr>
        <w:t xml:space="preserve"> زندان در من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جاد</w:t>
      </w:r>
      <w:r w:rsidRPr="00AE4409">
        <w:rPr>
          <w:rtl/>
          <w:lang w:bidi="fa-IR"/>
        </w:rPr>
        <w:t xml:space="preserve"> وحشت و دهشت نموده ، 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درکم را از دست داده ام و دچار بهت و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رت</w:t>
      </w:r>
      <w:r w:rsidRPr="00AE4409">
        <w:rPr>
          <w:rtl/>
          <w:lang w:bidi="fa-IR"/>
        </w:rPr>
        <w:t xml:space="preserve"> شده ام .</w:t>
      </w:r>
    </w:p>
    <w:p w:rsidR="00AE4409" w:rsidRPr="00AE4409" w:rsidRDefault="00AE4409" w:rsidP="00B761BA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تبسم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و گفت : جرم تو سهل است و گناه تو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که شعر نگفته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احترام تو نزد آنان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اشعارت بود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نگفتن شعر به زندانت افکنده اند و اگر دوباره شعر بگوئ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کارت را ادامه 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زندان خلاص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اما کار من دشوار است ،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نان</w:t>
      </w:r>
      <w:r w:rsidRPr="00AE4409">
        <w:rPr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جستجو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فرزندزادگان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هستند،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دارند او را که از ذرار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اسلام و از فرزندان حضرت زهرا </w:t>
      </w:r>
      <w:r w:rsidR="00B761BA" w:rsidRPr="00B761BA">
        <w:rPr>
          <w:rStyle w:val="libAlaemChar"/>
          <w:rFonts w:eastAsiaTheme="minorHAnsi"/>
          <w:rtl/>
        </w:rPr>
        <w:t>عليها‌السلام</w:t>
      </w:r>
      <w:r w:rsidR="00B761BA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AE4409">
        <w:rPr>
          <w:rtl/>
          <w:lang w:bidi="fa-IR"/>
        </w:rPr>
        <w:t>است دستگ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کنند و بقتل برسانند.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دانم</w:t>
      </w:r>
      <w:r w:rsidRPr="00AE4409">
        <w:rPr>
          <w:rtl/>
          <w:lang w:bidi="fa-IR"/>
        </w:rPr>
        <w:t xml:space="preserve"> عنقر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احضارم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کنند</w:t>
      </w:r>
      <w:r w:rsidRPr="00AE4409">
        <w:rPr>
          <w:rtl/>
          <w:lang w:bidi="fa-IR"/>
        </w:rPr>
        <w:t xml:space="preserve"> و از من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خواهند</w:t>
      </w:r>
      <w:r w:rsidRPr="00AE4409">
        <w:rPr>
          <w:rtl/>
          <w:lang w:bidi="fa-IR"/>
        </w:rPr>
        <w:t xml:space="preserve"> که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او در کجا است و در چه نقطه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پنهان شده است . اگر آن</w:t>
      </w:r>
      <w:r w:rsidRPr="00AE4409">
        <w:rPr>
          <w:rFonts w:hint="eastAsia"/>
          <w:rtl/>
          <w:lang w:bidi="fa-IR"/>
        </w:rPr>
        <w:t>ها</w:t>
      </w:r>
      <w:r w:rsidRPr="00AE4409">
        <w:rPr>
          <w:rtl/>
          <w:lang w:bidi="fa-IR"/>
        </w:rPr>
        <w:t xml:space="preserve"> را بمحل اختفا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دلالت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بطور قطع او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کشند</w:t>
      </w:r>
      <w:r w:rsidR="00B761BA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در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شگاه</w:t>
      </w:r>
      <w:r w:rsidRPr="00AE4409">
        <w:rPr>
          <w:rtl/>
          <w:lang w:bidi="fa-IR"/>
        </w:rPr>
        <w:t xml:space="preserve">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مسؤ ل قتل او خواهم بود. من هرگز بچن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گناه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بزرگ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دست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زنم</w:t>
      </w:r>
      <w:r w:rsidRPr="00AE4409">
        <w:rPr>
          <w:rtl/>
          <w:lang w:bidi="fa-IR"/>
        </w:rPr>
        <w:t xml:space="preserve"> ، خدا را از خود خشمگ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و آن طاقت را ندارم که در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امت</w:t>
      </w:r>
      <w:r w:rsidRPr="00AE4409">
        <w:rPr>
          <w:rtl/>
          <w:lang w:bidi="fa-IR"/>
        </w:rPr>
        <w:t xml:space="preserve"> ، خصم من رسول خدا باشد، و اگر از راهنمائ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آنان خوددار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کنم قطعا مرا خواهند کشت . بنابرا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من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تو سزاوار نگران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اضطرابم ،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نحال</w:t>
      </w:r>
      <w:r w:rsidRPr="00AE4409">
        <w:rPr>
          <w:rtl/>
          <w:lang w:bidi="fa-IR"/>
        </w:rPr>
        <w:t xml:space="preserve"> صبر و سکون مرا مشاهده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آنگاه دو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شعر را مجددا خواند و آنقدر تکرار کرد که من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گرفتم .</w:t>
      </w:r>
    </w:p>
    <w:p w:rsidR="00AE4409" w:rsidRPr="00AE4409" w:rsidRDefault="00AE4409" w:rsidP="00B761BA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در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موقع ابوالعتاه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تقاضا کرد که خود را معرف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کند گفت : من از دودمان حضرت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الحس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که ناگاه در زندان باز شد و چند نفر ماءمور وارد شدند و مستق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</w:t>
      </w:r>
      <w:r w:rsidRPr="00AE4409">
        <w:rPr>
          <w:rtl/>
          <w:lang w:bidi="fa-IR"/>
        </w:rPr>
        <w:t xml:space="preserve"> نزد آن دو رفتند و گفتند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، شما دو نفر را احضار نموده است . ابوالعتاه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من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حرکت کرد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از زندان خارج شد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حضور مهد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عباس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در مقابلش سرپا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کجا است ؟ جواب داد من در زندانم و از محل او اطلاع ندارم ، سؤ ال کرد از چه وقت او را 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گفت از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متوار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شده نه او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ام و نه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خبر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ام . مهد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عباس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قسم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کرد اگر نگوئ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کجا پنهان شده است و ما را بمحل اختفا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راهنمائ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 را خواهم کشت .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در کمال رشادت و صراحت جواب داد هر چه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بکن .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 را بفرزند رسول</w:t>
      </w:r>
      <w:r w:rsidR="00B761BA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خدا</w:t>
      </w:r>
      <w:r w:rsidRPr="00AE4409">
        <w:rPr>
          <w:rtl/>
          <w:lang w:bidi="fa-IR"/>
        </w:rPr>
        <w:t xml:space="preserve"> دلالت کنم تا او را بکش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در عرصه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امت</w:t>
      </w:r>
      <w:r w:rsidRPr="00AE4409">
        <w:rPr>
          <w:rtl/>
          <w:lang w:bidi="fa-IR"/>
        </w:rPr>
        <w:t xml:space="preserve"> ،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امبر</w:t>
      </w:r>
      <w:r w:rsidRPr="00AE4409">
        <w:rPr>
          <w:rtl/>
          <w:lang w:bidi="fa-IR"/>
        </w:rPr>
        <w:t xml:space="preserve"> اسلام خون او را از من طلب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د؟</w:t>
      </w:r>
      <w:r w:rsidRPr="00AE4409">
        <w:rPr>
          <w:rtl/>
          <w:lang w:bidi="fa-IR"/>
        </w:rPr>
        <w:t xml:space="preserve"> بخدا قسم گفته ات را اجرا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و اگر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جامه من پنهان باشد تو را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آگاه نخواهم کرد. مهد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سخنان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ر،</w:t>
      </w:r>
      <w:r w:rsidRPr="00AE4409">
        <w:rPr>
          <w:rtl/>
          <w:lang w:bidi="fa-IR"/>
        </w:rPr>
        <w:t xml:space="preserve"> سخت خشمگ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شد، فرمان قتلش را داد و 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او را ب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کشتن ، از مجلس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بردند. سپس رو بمن کرد و گفت شعر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گفتم شعر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دستور داد آزادم کردند.</w:t>
      </w:r>
    </w:p>
    <w:p w:rsidR="00AE4409" w:rsidRPr="00AE4409" w:rsidRDefault="00B761BA" w:rsidP="00B761BA">
      <w:pPr>
        <w:pStyle w:val="Heading1"/>
        <w:rPr>
          <w:rtl/>
        </w:rPr>
      </w:pPr>
      <w:r>
        <w:rPr>
          <w:rtl/>
        </w:rPr>
        <w:br w:type="page"/>
      </w:r>
      <w:bookmarkStart w:id="58" w:name="_Toc496010542"/>
      <w:r w:rsidR="00AE4409" w:rsidRPr="00AE4409">
        <w:rPr>
          <w:rFonts w:hint="eastAsia"/>
          <w:rtl/>
        </w:rPr>
        <w:lastRenderedPageBreak/>
        <w:t>گردن</w:t>
      </w:r>
      <w:r w:rsidR="00AE4409" w:rsidRPr="00AE4409">
        <w:rPr>
          <w:rtl/>
        </w:rPr>
        <w:t xml:space="preserve"> بند پربرکت</w:t>
      </w:r>
      <w:bookmarkEnd w:id="58"/>
    </w:p>
    <w:p w:rsidR="00AE4409" w:rsidRPr="00AE4409" w:rsidRDefault="00AE4409" w:rsidP="00B761BA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عمادالد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طبر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بشاره المصطف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سد</w:t>
      </w:r>
      <w:r w:rsidRPr="00AE4409">
        <w:rPr>
          <w:rtl/>
          <w:lang w:bidi="fa-IR"/>
        </w:rPr>
        <w:t xml:space="preserve"> که جابر بن عبدالله انصار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کروز</w:t>
      </w:r>
      <w:r w:rsidRPr="00AE4409">
        <w:rPr>
          <w:rtl/>
          <w:lang w:bidi="fa-IR"/>
        </w:rPr>
        <w:t xml:space="preserve"> پس از نماز عصر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باصحابه نشسته بودند.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موقع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لباسها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کهنه در کمال ضعف و سست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معلوم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 xml:space="preserve"> راه دور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با گرسنگ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موده</w:t>
      </w:r>
      <w:r w:rsidRPr="00AE4409">
        <w:rPr>
          <w:rtl/>
          <w:lang w:bidi="fa-IR"/>
        </w:rPr>
        <w:t xml:space="preserve"> وارد شد. عرض کرد من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حالم ، مرا از گرسنگ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برهنگ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گرفتار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نجات ده ،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فرمود اکنون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ندارم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ترا بکس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راهنمائ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حوائج را برآورد، و راهنما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همانند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که آنرا انجام داده ، برو بدر خانه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محبوب خدا و رسول است و او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دوستدار آنها است ، ب</w:t>
      </w:r>
      <w:r w:rsidR="00B761BA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بلال دستور داد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را بدرخانه فاطمه راهنمائ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کند.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آن مرد بدرخانه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گفت (السلام عل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کم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اهل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النبوه ) سلام بر شما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خاندان نبوت . او را جواب داده و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تو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گفت مرد عرب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هستم که بخدمت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آمدم و تقاضا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کمک</w:t>
      </w:r>
      <w:r w:rsidR="00B761BA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نمودم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مرا بدر خانه شما راهنمائ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کردند، آن روز سوم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که خانواده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(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) بگرسنگ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گذرانده بودند</w:t>
      </w:r>
      <w:r w:rsidRPr="00B761BA">
        <w:rPr>
          <w:rStyle w:val="libFootnotenumChar"/>
          <w:rtl/>
        </w:rPr>
        <w:t>(57)</w:t>
      </w:r>
      <w:r w:rsidRPr="00AE4409">
        <w:rPr>
          <w:rtl/>
          <w:lang w:bidi="fa-IR"/>
        </w:rPr>
        <w:t xml:space="preserve">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اطلاع داشت .</w:t>
      </w:r>
    </w:p>
    <w:p w:rsidR="00AE4409" w:rsidRPr="00AE4409" w:rsidRDefault="00AE4409" w:rsidP="00B761BA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دختر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چون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همان پوست گوسفند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فرزندانش حسن و حس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B761BA" w:rsidRPr="00B761BA">
        <w:rPr>
          <w:rStyle w:val="libAlaemChar"/>
          <w:rFonts w:eastAsiaTheme="minorHAnsi"/>
          <w:rtl/>
        </w:rPr>
        <w:t>عليهما‌السلام</w:t>
      </w:r>
      <w:r w:rsidR="00B761BA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AE4409">
        <w:rPr>
          <w:rtl/>
          <w:lang w:bidi="fa-IR"/>
        </w:rPr>
        <w:t>را بر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خوابان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بمرد عرب داد و فرمود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است خداوند ترا گشا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عنا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گفت دختر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من از گرسنگ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تابم شما پوست گوسفند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؟!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سخ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 که فاطمه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گردن بند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دختر عبدالمطلب به او هد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داده بود همان را بمرد عرب داد،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گردنبند را گرفت و بمسجد آورد.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را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اصحاب نشسته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عرضکرد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رسول الله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گردنبند را دخترت بمن داده و فرموده است آنرا بفروشم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خداوند گشا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دهد حضرت رسول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شد و فرمود چگونه خدا گشا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دهد</w:t>
      </w:r>
      <w:r w:rsidRPr="00AE4409">
        <w:rPr>
          <w:rtl/>
          <w:lang w:bidi="fa-IR"/>
        </w:rPr>
        <w:t xml:space="preserve">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بهتر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زنان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و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ندگان</w:t>
      </w:r>
      <w:r w:rsidRPr="00AE4409">
        <w:rPr>
          <w:rtl/>
          <w:lang w:bidi="fa-IR"/>
        </w:rPr>
        <w:t xml:space="preserve"> گلوبند خود را بتو داده است ؟.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عمار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اسر</w:t>
      </w:r>
      <w:r w:rsidRPr="00AE4409">
        <w:rPr>
          <w:rtl/>
          <w:lang w:bidi="fa-IR"/>
        </w:rPr>
        <w:t xml:space="preserve"> عرض کرد اجازه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فرمائ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گردنبند را بخرم . فرمود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گردنبند را خداوند عذاب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>. عمار بعرب گفت بچند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فروش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گفت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شدن از غذائ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برد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جهت پوشاک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صرف مخارج بازگشت خود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عمار گفت من به بها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گردنبن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درهم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دهم</w:t>
      </w:r>
      <w:r w:rsidRPr="00AE4409">
        <w:rPr>
          <w:rtl/>
          <w:lang w:bidi="fa-IR"/>
        </w:rPr>
        <w:t xml:space="preserve"> و ترا از نان و گوشت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کرده و برد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هم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پوشاک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دهم</w:t>
      </w:r>
      <w:r w:rsidRPr="00AE4409">
        <w:rPr>
          <w:rtl/>
          <w:lang w:bidi="fa-IR"/>
        </w:rPr>
        <w:t xml:space="preserve"> و با شتر خود ترا بخانواده ات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رسانم</w:t>
      </w:r>
      <w:r w:rsidRPr="00AE4409">
        <w:rPr>
          <w:rtl/>
          <w:lang w:bidi="fa-IR"/>
        </w:rPr>
        <w:t xml:space="preserve"> ، عمار از غنائم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بر</w:t>
      </w:r>
      <w:r w:rsidRPr="00AE4409">
        <w:rPr>
          <w:rtl/>
          <w:lang w:bidi="fa-IR"/>
        </w:rPr>
        <w:t xml:space="preserve"> هنوز مقدار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را بخانه برد و بوعده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وفا کرد.</w:t>
      </w:r>
    </w:p>
    <w:p w:rsidR="00AE4409" w:rsidRPr="00AE4409" w:rsidRDefault="00AE4409" w:rsidP="00B761BA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عرب</w:t>
      </w:r>
      <w:r w:rsidRPr="00AE4409">
        <w:rPr>
          <w:rtl/>
          <w:lang w:bidi="fa-IR"/>
        </w:rPr>
        <w:t xml:space="preserve"> دو مرتبه خدمت</w:t>
      </w:r>
      <w:r w:rsidR="00B761BA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بازگشت آنجناب فرمود لباس گرفت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عرض کرد بل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هم شدم آنگاه حضرت مقدار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فضائل زهرا را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کردند که بجهت اختصار از ذکر آنها خوددار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شد، تا بجائ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فرمودند دخترم فاطمه را که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قبر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گذارند</w:t>
      </w:r>
      <w:r w:rsidRPr="00AE4409">
        <w:rPr>
          <w:rtl/>
          <w:lang w:bidi="fa-IR"/>
        </w:rPr>
        <w:t xml:space="preserve"> از او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پرسند</w:t>
      </w:r>
      <w:r w:rsidRPr="00AE4409">
        <w:rPr>
          <w:rtl/>
          <w:lang w:bidi="fa-IR"/>
        </w:rPr>
        <w:t xml:space="preserve"> خدا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(الله رب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) سؤ ال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کنند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غمبرت</w:t>
      </w:r>
      <w:r w:rsidRPr="00AE4409">
        <w:rPr>
          <w:rtl/>
          <w:lang w:bidi="fa-IR"/>
        </w:rPr>
        <w:t xml:space="preserve">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جواب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دهد</w:t>
      </w:r>
      <w:r w:rsidRPr="00AE4409">
        <w:rPr>
          <w:rtl/>
          <w:lang w:bidi="fa-IR"/>
        </w:rPr>
        <w:t>: پدرم ،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پرسند</w:t>
      </w:r>
      <w:r w:rsidRPr="00AE4409">
        <w:rPr>
          <w:rtl/>
          <w:lang w:bidi="fa-IR"/>
        </w:rPr>
        <w:t xml:space="preserve"> امام و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سست</w:t>
      </w:r>
      <w:r w:rsidRPr="00AE4409">
        <w:rPr>
          <w:rtl/>
          <w:lang w:bidi="fa-IR"/>
        </w:rPr>
        <w:t xml:space="preserve"> ؟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(هذا القائم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قبر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)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کنار قبرم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ستاده</w:t>
      </w:r>
      <w:r w:rsidRPr="00AE4409">
        <w:rPr>
          <w:rtl/>
          <w:lang w:bidi="fa-IR"/>
        </w:rPr>
        <w:t xml:space="preserve"> (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) عمار گردنبند را خوشبو کرد و با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برد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="00B761BA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غلام</w:t>
      </w:r>
      <w:r w:rsidRPr="00AE4409">
        <w:rPr>
          <w:rFonts w:hint="cs"/>
          <w:rtl/>
          <w:lang w:bidi="fa-IR"/>
        </w:rPr>
        <w:t>ی</w:t>
      </w:r>
      <w:r w:rsidR="00B761BA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سهم نام داشت داد و گفت خدمت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ببر ترا ه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، حضرت او را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فاطمه فرستادند. دختر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گردنبند را گرفت و غلام را آزاد کرد، غلام خند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فاطمه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از سبب خنده اش سؤ ال کرد. گفت </w:t>
      </w:r>
      <w:r w:rsidRPr="00AE4409">
        <w:rPr>
          <w:rtl/>
          <w:lang w:bidi="fa-IR"/>
        </w:rPr>
        <w:lastRenderedPageBreak/>
        <w:t>از برکت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گردنبند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خندم</w:t>
      </w:r>
      <w:r w:rsidRPr="00AE4409">
        <w:rPr>
          <w:rtl/>
          <w:lang w:bidi="fa-IR"/>
        </w:rPr>
        <w:t xml:space="preserve"> که گرسنه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مستمند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و برهنه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با لباس و بنده ا</w:t>
      </w:r>
      <w:r w:rsidRPr="00AE4409">
        <w:rPr>
          <w:rFonts w:hint="cs"/>
          <w:rtl/>
          <w:lang w:bidi="fa-IR"/>
        </w:rPr>
        <w:t>ی</w:t>
      </w:r>
      <w:r w:rsidR="004F7642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آز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کرد و بدست صاحب خود بازگشت .</w:t>
      </w:r>
    </w:p>
    <w:p w:rsidR="004F7642" w:rsidRDefault="004F7642" w:rsidP="004F7642">
      <w:pPr>
        <w:pStyle w:val="Heading1"/>
        <w:rPr>
          <w:rFonts w:hint="cs"/>
          <w:rtl/>
        </w:rPr>
      </w:pPr>
    </w:p>
    <w:p w:rsidR="00AE4409" w:rsidRPr="00AE4409" w:rsidRDefault="00AE4409" w:rsidP="004F7642">
      <w:pPr>
        <w:pStyle w:val="Heading1"/>
        <w:rPr>
          <w:rtl/>
        </w:rPr>
      </w:pPr>
      <w:bookmarkStart w:id="59" w:name="_Toc496010543"/>
      <w:r w:rsidRPr="00AE4409">
        <w:rPr>
          <w:rFonts w:hint="eastAsia"/>
          <w:rtl/>
        </w:rPr>
        <w:t>خ</w:t>
      </w:r>
      <w:r w:rsidRPr="00AE4409">
        <w:rPr>
          <w:rFonts w:hint="cs"/>
          <w:rtl/>
        </w:rPr>
        <w:t>ی</w:t>
      </w:r>
      <w:r w:rsidRPr="00AE4409">
        <w:rPr>
          <w:rFonts w:hint="eastAsia"/>
          <w:rtl/>
        </w:rPr>
        <w:t>انت</w:t>
      </w:r>
      <w:bookmarkEnd w:id="59"/>
    </w:p>
    <w:p w:rsidR="00AE4409" w:rsidRPr="00AE4409" w:rsidRDefault="00AE4409" w:rsidP="004F7642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سرپرست</w:t>
      </w:r>
      <w:r w:rsidRPr="00AE4409">
        <w:rPr>
          <w:rtl/>
          <w:lang w:bidi="fa-IR"/>
        </w:rPr>
        <w:t xml:space="preserve"> و نگهبان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المال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،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رافع گفت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اموال موجود در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المال گردنبند مروار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وجود داشت که از بصره بدست آورده بودند. دختر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نفر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من فرستاد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غام</w:t>
      </w:r>
      <w:r w:rsidRPr="00AE4409">
        <w:rPr>
          <w:rtl/>
          <w:lang w:bidi="fa-IR"/>
        </w:rPr>
        <w:t xml:space="preserve"> داد که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ام در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المال گردنبند مروار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 .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خواهم</w:t>
      </w:r>
      <w:r w:rsidRPr="00AE4409">
        <w:rPr>
          <w:rtl/>
          <w:lang w:bidi="fa-IR"/>
        </w:rPr>
        <w:t xml:space="preserve"> آنرا برسم عار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چند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بمن 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تا روز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قربان بآن خود را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ور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من خبر فرستادم برسم عار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مضمونه (در صورت تلف شدن</w:t>
      </w:r>
      <w:r w:rsidR="004F7642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بعهده</w:t>
      </w:r>
      <w:r w:rsidRPr="00AE4409">
        <w:rPr>
          <w:rtl/>
          <w:lang w:bidi="fa-IR"/>
        </w:rPr>
        <w:t xml:space="preserve"> 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رنده</w:t>
      </w:r>
      <w:r w:rsidRPr="00AE4409">
        <w:rPr>
          <w:rtl/>
          <w:lang w:bidi="fa-IR"/>
        </w:rPr>
        <w:t xml:space="preserve"> باشد)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دهم</w:t>
      </w:r>
      <w:r w:rsidRPr="00AE4409">
        <w:rPr>
          <w:rtl/>
          <w:lang w:bidi="fa-IR"/>
        </w:rPr>
        <w:t xml:space="preserve"> . آن بانو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محترمه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شرط بمدت سه روز گردنبند را از من گرفت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اتفاقا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آن را در گردن دختر خود مشاهده کرده بود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گردنبند را از کجا بدست آورده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عرضکرد از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رافع تا سه روز بعنوان عار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ضمانت شده گرفته ام تا در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بآن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نت</w:t>
      </w:r>
      <w:r w:rsidRPr="00AE4409">
        <w:rPr>
          <w:rtl/>
          <w:lang w:bidi="fa-IR"/>
        </w:rPr>
        <w:t xml:space="preserve"> کنم و بعد از سه روز باو رد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4F7642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رافع گفت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مرا خواست فرمود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در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المال مسلمانان بدون اجازه آنها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گفتم به خدا پناه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برم از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انت</w:t>
      </w:r>
      <w:r w:rsidRPr="00AE4409">
        <w:rPr>
          <w:rtl/>
          <w:lang w:bidi="fa-IR"/>
        </w:rPr>
        <w:t xml:space="preserve"> کردن فرمود پس چگونه گردنبند را ب</w:t>
      </w:r>
      <w:r w:rsidR="004F7642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دختر من داد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عرضکردم دختر شما آنرا برسم عار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از من درخواست کرد تا در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با آ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آراسته شود من گردنبند را به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شرط تا سه روز باو دادم و بر خود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ضمان آنرا گرفته ام ، بر من لازم است که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برگردانم ،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فرمود امروز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آن را </w:t>
      </w:r>
      <w:r w:rsidRPr="00AE4409">
        <w:rPr>
          <w:rtl/>
          <w:lang w:bidi="fa-IR"/>
        </w:rPr>
        <w:lastRenderedPageBreak/>
        <w:t>پس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بگذار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و اگر بعد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تو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شود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فر</w:t>
      </w:r>
      <w:r w:rsidRPr="00AE4409">
        <w:rPr>
          <w:rtl/>
          <w:lang w:bidi="fa-IR"/>
        </w:rPr>
        <w:t xml:space="preserve"> سخت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چنانچه دختر من آن گردنبند را برسم عار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ضمانت شده نگرفته بود البته نخست زن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هاشم بود که دست او را بعنوان دزد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.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سرزنش و تهد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بگوش دختر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به پدر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عرضکرد مگر من دختر تو نبودم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به من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رسد</w:t>
      </w:r>
      <w:r w:rsidRPr="00AE4409">
        <w:rPr>
          <w:rtl/>
          <w:lang w:bidi="fa-IR"/>
        </w:rPr>
        <w:t xml:space="preserve"> که چند </w:t>
      </w:r>
      <w:r w:rsidRPr="00AE4409">
        <w:rPr>
          <w:rFonts w:hint="eastAsia"/>
          <w:rtl/>
          <w:lang w:bidi="fa-IR"/>
        </w:rPr>
        <w:t>روز</w:t>
      </w:r>
      <w:r w:rsidRPr="00AE4409">
        <w:rPr>
          <w:rtl/>
          <w:lang w:bidi="fa-IR"/>
        </w:rPr>
        <w:t xml:space="preserve"> بخاطر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نت</w:t>
      </w:r>
      <w:r w:rsidRPr="00AE4409">
        <w:rPr>
          <w:rtl/>
          <w:lang w:bidi="fa-IR"/>
        </w:rPr>
        <w:t xml:space="preserve"> از آن گردنبند استفاده کنم ؟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فرمود دخترم انسان نبا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بواسطه اشتها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نفسان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خواهش دل خود پا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مرحله حق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نهد. مگر زنان مهاجر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که با تو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کسانند</w:t>
      </w:r>
      <w:r w:rsidRPr="00AE4409">
        <w:rPr>
          <w:rtl/>
          <w:lang w:bidi="fa-IR"/>
        </w:rPr>
        <w:t xml:space="preserve"> بمثل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گردنبند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آراسته اند تا تو هم خواسته باش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آنها قرار گرفته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کمتر نباش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</w:t>
      </w:r>
      <w:r w:rsidRPr="004F7642">
        <w:rPr>
          <w:rStyle w:val="libFootnotenumChar"/>
          <w:rtl/>
        </w:rPr>
        <w:t>(58)</w:t>
      </w:r>
    </w:p>
    <w:p w:rsidR="00AE4409" w:rsidRPr="00AE4409" w:rsidRDefault="004F7642" w:rsidP="004F7642">
      <w:pPr>
        <w:pStyle w:val="Heading1"/>
        <w:rPr>
          <w:rtl/>
        </w:rPr>
      </w:pPr>
      <w:r>
        <w:rPr>
          <w:rtl/>
        </w:rPr>
        <w:br w:type="page"/>
      </w:r>
      <w:bookmarkStart w:id="60" w:name="_Toc496010544"/>
      <w:r w:rsidR="00AE4409" w:rsidRPr="00AE4409">
        <w:rPr>
          <w:rFonts w:hint="eastAsia"/>
          <w:rtl/>
        </w:rPr>
        <w:lastRenderedPageBreak/>
        <w:t>هارون</w:t>
      </w:r>
      <w:r w:rsidR="00AE4409" w:rsidRPr="00AE4409">
        <w:rPr>
          <w:rtl/>
        </w:rPr>
        <w:t xml:space="preserve"> و بهلول</w:t>
      </w:r>
      <w:bookmarkEnd w:id="60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هارون بهلول را ملاقات کرد و گفت مدت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آرزو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دارت</w:t>
      </w:r>
      <w:r w:rsidRPr="00AE4409">
        <w:rPr>
          <w:rtl/>
          <w:lang w:bidi="fa-IR"/>
        </w:rPr>
        <w:t xml:space="preserve"> را داشتم بهلول پاسخ داد که من بملاقات شما به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="004F7642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وجه</w:t>
      </w:r>
      <w:r w:rsidRPr="00AE4409">
        <w:rPr>
          <w:rtl/>
          <w:lang w:bidi="fa-IR"/>
        </w:rPr>
        <w:t xml:space="preserve"> علاقه ندارم ه</w:t>
      </w:r>
      <w:r w:rsidR="004F7642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رون از او تقاضا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پند و موعظه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بهلول گفت چه موعظه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ترا بکنم ؟! آنگاه اشاره بسو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عمارتها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بلند و قبرستان کرد و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قصرها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بلند از کسان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که فعلا در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خاک 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ره</w:t>
      </w:r>
      <w:r w:rsidRPr="00AE4409">
        <w:rPr>
          <w:rtl/>
          <w:lang w:bidi="fa-IR"/>
        </w:rPr>
        <w:t xml:space="preserve">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قبرستان خواب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اند. چه حال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</w:t>
      </w:r>
      <w:r w:rsidR="004F7642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رون روز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بازخواست در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شگاه</w:t>
      </w:r>
      <w:r w:rsidRPr="00AE4409">
        <w:rPr>
          <w:rtl/>
          <w:lang w:bidi="fa-IR"/>
        </w:rPr>
        <w:t xml:space="preserve"> 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قت</w:t>
      </w:r>
      <w:r w:rsidRPr="00AE4409">
        <w:rPr>
          <w:rtl/>
          <w:lang w:bidi="fa-IR"/>
        </w:rPr>
        <w:t xml:space="preserve"> و عدل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خداوند باعمال و کردار تو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کند. با نها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دقت از تو حساب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 xml:space="preserve"> و چه 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در آنروز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خداوند جهان </w:t>
      </w:r>
      <w:r w:rsidRPr="00AE4409">
        <w:rPr>
          <w:rFonts w:hint="eastAsia"/>
          <w:rtl/>
          <w:lang w:bidi="fa-IR"/>
        </w:rPr>
        <w:t>باندازه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دقت و عدالت در حساب بنما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هسته خرما و از پرده نازک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آن هسته را فرا گرفته و از آن نخ بار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شکم هسته است و از آن خط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کمر آن هسته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باشد</w:t>
      </w:r>
      <w:r w:rsidRPr="00AE4409">
        <w:rPr>
          <w:rtl/>
          <w:lang w:bidi="fa-IR"/>
        </w:rPr>
        <w:t xml:space="preserve"> بازخواست کند و در تمام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مدت تو گرسنه و تشنه و برهنه باش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جمع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محشر، روس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tl/>
          <w:lang w:bidi="fa-IR"/>
        </w:rPr>
        <w:t xml:space="preserve"> و دست خال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در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چاره</w:t>
      </w:r>
      <w:r w:rsidRPr="00AE4409">
        <w:rPr>
          <w:rtl/>
          <w:lang w:bidi="fa-IR"/>
        </w:rPr>
        <w:t xml:space="preserve"> 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 و همه بتو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خندند، هارون از سخنان بهلول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اندازه متاءثر شد و اشک از چشمانش فرو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</w:t>
      </w:r>
      <w:r w:rsidRPr="00AE4409">
        <w:rPr>
          <w:rtl/>
          <w:lang w:bidi="fa-IR"/>
        </w:rPr>
        <w:t xml:space="preserve"> .</w:t>
      </w:r>
      <w:r w:rsidRPr="004F7642">
        <w:rPr>
          <w:rStyle w:val="libFootnotenumChar"/>
          <w:rtl/>
        </w:rPr>
        <w:t>(59)</w:t>
      </w:r>
    </w:p>
    <w:p w:rsidR="00AE4409" w:rsidRPr="00AE4409" w:rsidRDefault="004F7642" w:rsidP="004F7642">
      <w:pPr>
        <w:pStyle w:val="Heading1"/>
        <w:rPr>
          <w:rtl/>
        </w:rPr>
      </w:pPr>
      <w:r>
        <w:rPr>
          <w:rtl/>
        </w:rPr>
        <w:br w:type="page"/>
      </w:r>
      <w:bookmarkStart w:id="61" w:name="_Toc496010545"/>
      <w:r w:rsidR="00AE4409" w:rsidRPr="00AE4409">
        <w:rPr>
          <w:rFonts w:hint="eastAsia"/>
          <w:rtl/>
        </w:rPr>
        <w:lastRenderedPageBreak/>
        <w:t>غذا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خل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فه</w:t>
      </w:r>
      <w:bookmarkEnd w:id="61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هارون الرش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از خوان طعام خود جهت بهلول غذائ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فرستاد، خادم غذا را برداشت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بهلول آورد. بهلول گفت من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خورم ببر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سگها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پشت حمام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نداز،</w:t>
      </w:r>
      <w:r w:rsidRPr="00AE4409">
        <w:rPr>
          <w:rtl/>
          <w:lang w:bidi="fa-IR"/>
        </w:rPr>
        <w:t xml:space="preserve"> غلام عصبان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 و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احمق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طعام ، مخصوص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است اگر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از امنا و وزرا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دولت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بردم</w:t>
      </w:r>
      <w:r w:rsidRPr="00AE4409">
        <w:rPr>
          <w:rtl/>
          <w:lang w:bidi="fa-IR"/>
        </w:rPr>
        <w:t xml:space="preserve"> بمن جا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زه</w:t>
      </w:r>
      <w:r w:rsidRPr="00AE4409">
        <w:rPr>
          <w:rtl/>
          <w:lang w:bidi="fa-IR"/>
        </w:rPr>
        <w:t xml:space="preserve"> هم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دادند،</w:t>
      </w:r>
      <w:r w:rsidRPr="00AE4409">
        <w:rPr>
          <w:rtl/>
          <w:lang w:bidi="fa-IR"/>
        </w:rPr>
        <w:t xml:space="preserve"> تو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حرف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گستاخ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غذا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! بهلول گفت آهسته سخن بگو که اگر سگها هم بفهمند از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است نخواهند خورد.</w:t>
      </w:r>
      <w:r w:rsidRPr="004F7642">
        <w:rPr>
          <w:rStyle w:val="libFootnotenumChar"/>
          <w:rtl/>
        </w:rPr>
        <w:t>(60)</w:t>
      </w:r>
    </w:p>
    <w:p w:rsidR="00AE4409" w:rsidRPr="00AE4409" w:rsidRDefault="004F7642" w:rsidP="004F7642">
      <w:pPr>
        <w:pStyle w:val="Heading1"/>
        <w:rPr>
          <w:rtl/>
        </w:rPr>
      </w:pPr>
      <w:r>
        <w:rPr>
          <w:rtl/>
        </w:rPr>
        <w:br w:type="page"/>
      </w:r>
      <w:bookmarkStart w:id="62" w:name="_Toc496010546"/>
      <w:r w:rsidR="00AE4409" w:rsidRPr="00AE4409">
        <w:rPr>
          <w:rFonts w:hint="cs"/>
          <w:rtl/>
        </w:rPr>
        <w:lastRenderedPageBreak/>
        <w:t>ی</w:t>
      </w:r>
      <w:r w:rsidR="00AE4409" w:rsidRPr="00AE4409">
        <w:rPr>
          <w:rFonts w:hint="eastAsia"/>
          <w:rtl/>
        </w:rPr>
        <w:t>ک</w:t>
      </w:r>
      <w:r w:rsidR="00AE4409" w:rsidRPr="00AE4409">
        <w:rPr>
          <w:rtl/>
        </w:rPr>
        <w:t xml:space="preserve"> نمونه</w:t>
      </w:r>
      <w:bookmarkEnd w:id="62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را گذر بر سر قبر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افتاد، از خداوند درخواست کرد که صاحب قبر را زنده فرما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زنده شد از او سؤ ال کرد حال و وضع تو چگونه است ؟ عرض کرد من حمال و باربر بودم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بردم</w:t>
      </w:r>
      <w:r w:rsidRPr="00AE4409">
        <w:rPr>
          <w:rtl/>
          <w:lang w:bidi="fa-IR"/>
        </w:rPr>
        <w:t xml:space="preserve"> ؛ خلال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 جدا کردم تا دندان خود را با آن ، خلال 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از آن زمان که مرده ام عذاب همان خلال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کشم</w:t>
      </w:r>
      <w:r w:rsidRPr="00AE4409">
        <w:rPr>
          <w:rtl/>
          <w:lang w:bidi="fa-IR"/>
        </w:rPr>
        <w:t xml:space="preserve"> </w:t>
      </w:r>
      <w:r w:rsidRPr="004F7642">
        <w:rPr>
          <w:rStyle w:val="libFootnotenumChar"/>
          <w:rtl/>
        </w:rPr>
        <w:t>.(61)</w:t>
      </w:r>
    </w:p>
    <w:p w:rsidR="00AE4409" w:rsidRPr="00AE4409" w:rsidRDefault="004F7642" w:rsidP="004F7642">
      <w:pPr>
        <w:pStyle w:val="Heading1"/>
        <w:rPr>
          <w:rtl/>
        </w:rPr>
      </w:pPr>
      <w:r>
        <w:rPr>
          <w:rtl/>
        </w:rPr>
        <w:br w:type="page"/>
      </w:r>
      <w:bookmarkStart w:id="63" w:name="_Toc496010547"/>
      <w:r w:rsidR="00AE4409" w:rsidRPr="00AE4409">
        <w:rPr>
          <w:rFonts w:hint="eastAsia"/>
          <w:rtl/>
        </w:rPr>
        <w:lastRenderedPageBreak/>
        <w:t>اسماع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ل</w:t>
      </w:r>
      <w:r w:rsidR="00AE4409" w:rsidRPr="00AE4409">
        <w:rPr>
          <w:rtl/>
        </w:rPr>
        <w:t xml:space="preserve"> سامان</w:t>
      </w:r>
      <w:r w:rsidR="00AE4409" w:rsidRPr="00AE4409">
        <w:rPr>
          <w:rFonts w:hint="cs"/>
          <w:rtl/>
        </w:rPr>
        <w:t>ی</w:t>
      </w:r>
      <w:bookmarkEnd w:id="63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اسماع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بن احمد سامان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ماوراءالنهر حکومت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عمرو بن 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</w:t>
      </w:r>
      <w:r w:rsidRPr="00AE4409">
        <w:rPr>
          <w:rtl/>
          <w:lang w:bidi="fa-IR"/>
        </w:rPr>
        <w:t xml:space="preserve"> صفار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با او بجنگد، از ماوراءالنهرش براند و حوزه حکومت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در قلمرو فرمانروائ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درآورد. لشکر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رومند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شابور</w:t>
      </w:r>
      <w:r w:rsidRPr="00AE4409">
        <w:rPr>
          <w:rtl/>
          <w:lang w:bidi="fa-IR"/>
        </w:rPr>
        <w:t xml:space="preserve"> مجهز ساخت و عازم بلخ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اسمع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بن احمد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فرستاد ک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هم اکنون تو بر منطقه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حکومت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در دست من جز مح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</w:t>
      </w:r>
      <w:r w:rsidRPr="00AE4409">
        <w:rPr>
          <w:rtl/>
          <w:lang w:bidi="fa-IR"/>
        </w:rPr>
        <w:t xml:space="preserve"> کوچک ماوراءالنهر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.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خواسته بود که به آنچه در دست دارد قانع باشد و مزاحم او نشود.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عمرو بن 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</w:t>
      </w:r>
      <w:r w:rsidRPr="00AE4409">
        <w:rPr>
          <w:rtl/>
          <w:lang w:bidi="fa-IR"/>
        </w:rPr>
        <w:t xml:space="preserve"> به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اسماع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اعتنا نکرد، همچنان راه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مود،</w:t>
      </w:r>
      <w:r w:rsidRPr="00AE4409">
        <w:rPr>
          <w:rtl/>
          <w:lang w:bidi="fa-IR"/>
        </w:rPr>
        <w:t xml:space="preserve"> از 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حون</w:t>
      </w:r>
      <w:r w:rsidRPr="00AE4409">
        <w:rPr>
          <w:rtl/>
          <w:lang w:bidi="fa-IR"/>
        </w:rPr>
        <w:t xml:space="preserve"> گذشت ، منازل را ط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و به بلخ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سرزم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عسکرگاه برگز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خندق حفر نمود نقاط مرتفع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کرد، و ظرف چند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روز تمام مقدمات فن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جنگ را آماده نمود. در خلال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مدت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انش</w:t>
      </w:r>
      <w:r w:rsidRPr="00AE4409">
        <w:rPr>
          <w:rtl/>
          <w:lang w:bidi="fa-IR"/>
        </w:rPr>
        <w:t xml:space="preserve"> تدر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جا</w:t>
      </w:r>
      <w:r w:rsidRPr="00AE4409">
        <w:rPr>
          <w:rtl/>
          <w:lang w:bidi="fa-IR"/>
        </w:rPr>
        <w:t xml:space="preserve"> از راه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و هر گروه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نقطه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شده مستقر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شدند</w:t>
      </w:r>
      <w:r w:rsidRPr="00AE4409">
        <w:rPr>
          <w:rtl/>
          <w:lang w:bidi="fa-IR"/>
        </w:rPr>
        <w:t>.</w:t>
      </w:r>
      <w:r w:rsidRPr="004F7642">
        <w:rPr>
          <w:rStyle w:val="libFootnotenumChar"/>
          <w:rtl/>
        </w:rPr>
        <w:t>(62)</w:t>
      </w:r>
    </w:p>
    <w:p w:rsidR="00AE4409" w:rsidRPr="00AE4409" w:rsidRDefault="00AE4409" w:rsidP="004F7642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جمع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افسران و خواص اسم</w:t>
      </w:r>
      <w:r w:rsidR="004F7642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بن احمد که آوازه جراءت و شهامت عمروبن 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</w:t>
      </w:r>
      <w:r w:rsidRPr="00AE4409">
        <w:rPr>
          <w:rtl/>
          <w:lang w:bidi="fa-IR"/>
        </w:rPr>
        <w:t xml:space="preserve"> را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بودند از مشاهده آنهمه سرباز مسلح و مجهز، تکان خوردند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شور نمودند و گفتند اگر بخواه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با عمرو سپاه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رومندش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کار</w:t>
      </w:r>
      <w:r w:rsidRPr="00AE4409">
        <w:rPr>
          <w:rtl/>
          <w:lang w:bidi="fa-IR"/>
        </w:rPr>
        <w:t xml:space="preserve">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همگ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چشم پوش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کشته شو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آنکه در گرما گرم نبرد، به دشمن پشت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tl/>
          <w:lang w:bidi="fa-IR"/>
        </w:rPr>
        <w:t xml:space="preserve"> جنگ را ترک گوئ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به ذلت فرار، تن در ده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دو بر وفق عقل و مصلحت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. بهت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آنستکه از فرصت استفاده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شکست قطع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تقرب جوئ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امان بخواه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چه او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دانا و توانا و هرگز دامن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شتن</w:t>
      </w:r>
      <w:r w:rsidRPr="00AE4409">
        <w:rPr>
          <w:rtl/>
          <w:lang w:bidi="fa-IR"/>
        </w:rPr>
        <w:t xml:space="preserve"> را بکشتن و بستن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 آن که عمل عاجزان و ابلهان است لکه دار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.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حضار گفت </w:t>
      </w:r>
      <w:r w:rsidRPr="00AE4409">
        <w:rPr>
          <w:rtl/>
          <w:lang w:bidi="fa-IR"/>
        </w:rPr>
        <w:lastRenderedPageBreak/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سخن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عاقلانه و نص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مشفقانه و </w:t>
      </w:r>
      <w:r w:rsidRPr="00AE4409">
        <w:rPr>
          <w:rFonts w:hint="eastAsia"/>
          <w:rtl/>
          <w:lang w:bidi="fa-IR"/>
        </w:rPr>
        <w:t>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طبق آن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. قرار شد در شب 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 هم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و به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نظر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جامه عمل بپوشاند. شب موعود فرا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با هم نشستند و هر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نامه جداگانه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عمرو نوشتند، مراتب وفادار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نسبت به او اعلام نمودند، و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امان خواستند، نامه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افسران و خواص اسم</w:t>
      </w:r>
      <w:r w:rsidR="004F7642">
        <w:rPr>
          <w:rFonts w:hint="cs"/>
          <w:rtl/>
          <w:lang w:bidi="fa-IR"/>
        </w:rPr>
        <w:t>ا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</w:t>
      </w:r>
      <w:r w:rsidR="004F7642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عمرو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آنها را خواند، از مضام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نشان</w:t>
      </w:r>
      <w:r w:rsidRPr="00AE4409">
        <w:rPr>
          <w:rtl/>
          <w:lang w:bidi="fa-IR"/>
        </w:rPr>
        <w:t xml:space="preserve"> آگاه شد، و در خرج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داد. در آنرا بست و مهر نمود و درخواست امانشان را اجابت کرد.</w:t>
      </w:r>
    </w:p>
    <w:p w:rsidR="00AE4409" w:rsidRPr="00AE4409" w:rsidRDefault="00AE4409" w:rsidP="004F7642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جنگ</w:t>
      </w:r>
      <w:r w:rsidRPr="00AE4409">
        <w:rPr>
          <w:rtl/>
          <w:lang w:bidi="fa-IR"/>
        </w:rPr>
        <w:t xml:space="preserve"> آغاز شد و برخلاف تصور افسران ، موجبات غلبه اسم</w:t>
      </w:r>
      <w:r w:rsidR="004F7642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بن احمد فراهم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سپاه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عمرو، در محاصره واقع شدند و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زود شکست خوردند. عده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کشته ، گروه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دستگ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ر،</w:t>
      </w:r>
      <w:r w:rsidRPr="00AE4409">
        <w:rPr>
          <w:rtl/>
          <w:lang w:bidi="fa-IR"/>
        </w:rPr>
        <w:t xml:space="preserve"> و جمع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ختند</w:t>
      </w:r>
      <w:r w:rsidRPr="00AE4409">
        <w:rPr>
          <w:rtl/>
          <w:lang w:bidi="fa-IR"/>
        </w:rPr>
        <w:t>. عمروبن 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فرار کرد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دستگ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شد. ساز و برگ نظام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عمرو بغن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مت</w:t>
      </w:r>
      <w:r w:rsidRPr="00AE4409">
        <w:rPr>
          <w:rtl/>
          <w:lang w:bidi="fa-IR"/>
        </w:rPr>
        <w:t xml:space="preserve"> رفت ، اموا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اختصاص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و همچن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خرج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="004F7642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نامه</w:t>
      </w:r>
      <w:r w:rsidRPr="00AE4409">
        <w:rPr>
          <w:rtl/>
          <w:lang w:bidi="fa-IR"/>
        </w:rPr>
        <w:t xml:space="preserve">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افسران بدست اسم</w:t>
      </w:r>
      <w:r w:rsidR="004F7642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افتاد. از مشاهده خرج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 مهر عمرو بن 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</w:t>
      </w:r>
      <w:r w:rsidRPr="00AE4409">
        <w:rPr>
          <w:rtl/>
          <w:lang w:bidi="fa-IR"/>
        </w:rPr>
        <w:t xml:space="preserve">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ادداشت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 بود به مطلب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 و دانست محتوا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خرج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نامه هاا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که افسرانش به عمرو نوشته اند. خواست آن را بگشا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نامه را بخواند و بداند 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سندگان</w:t>
      </w:r>
      <w:r w:rsidRPr="00AE4409">
        <w:rPr>
          <w:rtl/>
          <w:lang w:bidi="fa-IR"/>
        </w:rPr>
        <w:t xml:space="preserve"> آنها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انند،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فکر صائب و عقل دور اند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شش</w:t>
      </w:r>
      <w:r w:rsidRPr="00AE4409">
        <w:rPr>
          <w:rtl/>
          <w:lang w:bidi="fa-IR"/>
        </w:rPr>
        <w:t xml:space="preserve"> او را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 بازداشت . با خود گفت اگر نامه ها را بخوانم و 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سندگانش</w:t>
      </w:r>
      <w:r w:rsidRPr="00AE4409">
        <w:rPr>
          <w:rtl/>
          <w:lang w:bidi="fa-IR"/>
        </w:rPr>
        <w:t xml:space="preserve"> را بشناسم بهمه آنها بدب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شوم</w:t>
      </w:r>
      <w:r w:rsidRPr="00AE4409">
        <w:rPr>
          <w:rtl/>
          <w:lang w:bidi="fa-IR"/>
        </w:rPr>
        <w:t xml:space="preserve"> و آنان را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اگر بدانند رازشان فاش شده است از عهدشکن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بمن کرده اند دچار خوف و هراس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شوند،</w:t>
      </w:r>
      <w:r w:rsidRPr="00AE4409">
        <w:rPr>
          <w:rtl/>
          <w:lang w:bidi="fa-IR"/>
        </w:rPr>
        <w:t xml:space="preserve"> ممکن است از ترس جان خود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کنن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بر من بشورند و قصد جانم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آنکه بمخالفتم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رند،</w:t>
      </w:r>
      <w:r w:rsidRPr="00AE4409">
        <w:rPr>
          <w:rtl/>
          <w:lang w:bidi="fa-IR"/>
        </w:rPr>
        <w:t xml:space="preserve"> نظم سپاه را مختل کنند،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به شکست مبدل سازند، و مفاسد بزرگ و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رقابل</w:t>
      </w:r>
      <w:r w:rsidRPr="00AE4409">
        <w:rPr>
          <w:rtl/>
          <w:lang w:bidi="fa-IR"/>
        </w:rPr>
        <w:t xml:space="preserve"> جبران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ببار آورند.</w:t>
      </w:r>
    </w:p>
    <w:p w:rsidR="00AE4409" w:rsidRPr="00AE4409" w:rsidRDefault="00AE4409" w:rsidP="004F7642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خرج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 نگشود و تمام خواص و افسران خود را احضار نمود، خرج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بسته را که مهر عمرو بر آن بود به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ارائه داد و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نها</w:t>
      </w:r>
      <w:r w:rsidRPr="00AE4409">
        <w:rPr>
          <w:rtl/>
          <w:lang w:bidi="fa-IR"/>
        </w:rPr>
        <w:t xml:space="preserve"> نامه 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که جمع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افسران و خواص من بعمرو نوشته اند،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تقرب جسته اند و از او امان خواسته اند. ده بار حج خانه خدا بذمه من باد اگر بدانم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نامه ها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و 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سنده</w:t>
      </w:r>
      <w:r w:rsidRPr="00AE4409">
        <w:rPr>
          <w:rtl/>
          <w:lang w:bidi="fa-IR"/>
        </w:rPr>
        <w:t xml:space="preserve"> آنها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. در صورت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امان 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سندگان</w:t>
      </w:r>
      <w:r w:rsidRPr="00AE4409">
        <w:rPr>
          <w:rtl/>
          <w:lang w:bidi="fa-IR"/>
        </w:rPr>
        <w:t xml:space="preserve"> راست باشد آنها را عفو نمودم و اگر دروغ باشد از گفته خود استغفار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، و سپس دستور داد آتش افروختند و در حضور تمام افسران و خواص ، خرج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سربسته را با همه محتو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اتش</w:t>
      </w:r>
      <w:r w:rsidRPr="00AE4409">
        <w:rPr>
          <w:rtl/>
          <w:lang w:bidi="fa-IR"/>
        </w:rPr>
        <w:t xml:space="preserve"> در آتش </w:t>
      </w:r>
      <w:r w:rsidRPr="00AE4409">
        <w:rPr>
          <w:rFonts w:hint="eastAsia"/>
          <w:rtl/>
          <w:lang w:bidi="fa-IR"/>
        </w:rPr>
        <w:t>افکندو</w:t>
      </w:r>
      <w:r w:rsidRPr="00AE4409">
        <w:rPr>
          <w:rtl/>
          <w:lang w:bidi="fa-IR"/>
        </w:rPr>
        <w:t xml:space="preserve"> سوزاند و اثر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نوشته ها باق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نگذارد</w:t>
      </w:r>
      <w:r w:rsidR="004F7642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سندگان</w:t>
      </w:r>
      <w:r w:rsidRPr="00AE4409">
        <w:rPr>
          <w:rtl/>
          <w:lang w:bidi="fa-IR"/>
        </w:rPr>
        <w:t xml:space="preserve"> نامه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کرامت نفس و گذشت اخلاق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رت</w:t>
      </w:r>
      <w:r w:rsidRPr="00AE4409">
        <w:rPr>
          <w:rtl/>
          <w:lang w:bidi="fa-IR"/>
        </w:rPr>
        <w:t xml:space="preserve"> آمدند و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نوشته ها خاکستر شد و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بشان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شه</w:t>
      </w:r>
      <w:r w:rsidRPr="00AE4409">
        <w:rPr>
          <w:rtl/>
          <w:lang w:bidi="fa-IR"/>
        </w:rPr>
        <w:t xml:space="preserve"> مستور ماند آسوده خاطر گشتند، از عمل خود پش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شدند، مجذوب فرمانده بزرگوار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دند،</w:t>
      </w:r>
      <w:r w:rsidRPr="00AE4409">
        <w:rPr>
          <w:rtl/>
          <w:lang w:bidi="fa-IR"/>
        </w:rPr>
        <w:t xml:space="preserve"> و از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صداقت و راست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گرفتند نسبت به او همواره وفادا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باشند</w:t>
      </w:r>
      <w:r w:rsidRPr="00976DB7">
        <w:rPr>
          <w:rStyle w:val="libFootnotenumChar"/>
          <w:rtl/>
        </w:rPr>
        <w:t>.(63)</w:t>
      </w:r>
    </w:p>
    <w:p w:rsidR="00AE4409" w:rsidRPr="00AE4409" w:rsidRDefault="00976DB7" w:rsidP="00976DB7">
      <w:pPr>
        <w:pStyle w:val="Heading1"/>
        <w:rPr>
          <w:rtl/>
        </w:rPr>
      </w:pPr>
      <w:r>
        <w:rPr>
          <w:rtl/>
        </w:rPr>
        <w:br w:type="page"/>
      </w:r>
      <w:bookmarkStart w:id="64" w:name="_Toc496010548"/>
      <w:r w:rsidR="00AE4409" w:rsidRPr="00AE4409">
        <w:rPr>
          <w:rFonts w:hint="eastAsia"/>
          <w:rtl/>
        </w:rPr>
        <w:lastRenderedPageBreak/>
        <w:t>انتقاد</w:t>
      </w:r>
      <w:r w:rsidR="00AE4409" w:rsidRPr="00AE4409">
        <w:rPr>
          <w:rtl/>
        </w:rPr>
        <w:t xml:space="preserve"> نابجا</w:t>
      </w:r>
      <w:bookmarkEnd w:id="64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محمد</w:t>
      </w:r>
      <w:r w:rsidRPr="00AE4409">
        <w:rPr>
          <w:rtl/>
          <w:lang w:bidi="fa-IR"/>
        </w:rPr>
        <w:t xml:space="preserve"> بن منکدر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ساعت شدت گرم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هوا بخارج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رفته بودم .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امام باقر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در آفتاب سوزان سرگرم کار کشاورز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و چون مسن بود به دو نفر از خدمتگزاران تک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داده بود و در حال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عرق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</w:t>
      </w:r>
      <w:r w:rsidRPr="00AE4409">
        <w:rPr>
          <w:rtl/>
          <w:lang w:bidi="fa-IR"/>
        </w:rPr>
        <w:t xml:space="preserve"> بکارگران دستور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. با خود گفتم </w:t>
      </w:r>
      <w:r w:rsidRPr="00AE4409">
        <w:rPr>
          <w:rFonts w:hint="eastAsia"/>
          <w:rtl/>
          <w:lang w:bidi="fa-IR"/>
        </w:rPr>
        <w:t>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بزرگان قر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ساعت و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حال در طلب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است ،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گرفتم او را موعظه کنم .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رفتم سلام کرد و گفتم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سته</w:t>
      </w:r>
      <w:r w:rsidRPr="00AE4409">
        <w:rPr>
          <w:rtl/>
          <w:lang w:bidi="fa-IR"/>
        </w:rPr>
        <w:t xml:space="preserve"> است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وخ</w:t>
      </w:r>
      <w:r w:rsidRPr="00AE4409">
        <w:rPr>
          <w:rtl/>
          <w:lang w:bidi="fa-IR"/>
        </w:rPr>
        <w:t xml:space="preserve"> قر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در هوا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گرم ،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نحال</w:t>
      </w:r>
      <w:r w:rsidRPr="00AE4409">
        <w:rPr>
          <w:rtl/>
          <w:lang w:bidi="fa-IR"/>
        </w:rPr>
        <w:t xml:space="preserve">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اطلب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باشد؟ چگونه 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اگر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نموقع</w:t>
      </w:r>
      <w:r w:rsidRPr="00AE4409">
        <w:rPr>
          <w:rtl/>
          <w:lang w:bidi="fa-IR"/>
        </w:rPr>
        <w:t xml:space="preserve"> و با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حال مرگت فرا رسد </w:t>
      </w: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اتت</w:t>
      </w:r>
      <w:r w:rsidRPr="00AE4409">
        <w:rPr>
          <w:rtl/>
          <w:lang w:bidi="fa-IR"/>
        </w:rPr>
        <w:t xml:space="preserve">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رد؟</w:t>
      </w:r>
      <w:r w:rsidRPr="00AE4409">
        <w:rPr>
          <w:rtl/>
          <w:lang w:bidi="fa-IR"/>
        </w:rPr>
        <w:t xml:space="preserve"> حضرت دستها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از دوش خدمتگزاران برداشت و فرمود:</w:t>
      </w:r>
    </w:p>
    <w:p w:rsidR="00AE4409" w:rsidRPr="00AE4409" w:rsidRDefault="00AE4409" w:rsidP="00DF54D3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بخدا</w:t>
      </w:r>
      <w:r w:rsidRPr="00AE4409">
        <w:rPr>
          <w:rtl/>
          <w:lang w:bidi="fa-IR"/>
        </w:rPr>
        <w:t xml:space="preserve"> قسم اگر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حال بم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</w:t>
      </w:r>
      <w:r w:rsidRPr="00AE4409">
        <w:rPr>
          <w:rtl/>
          <w:lang w:bidi="fa-IR"/>
        </w:rPr>
        <w:t xml:space="preserve"> در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انجام طاعت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طاعات خداوند جان سپرده ام . من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خواهم</w:t>
      </w:r>
      <w:r w:rsidRPr="00AE4409">
        <w:rPr>
          <w:rtl/>
          <w:lang w:bidi="fa-IR"/>
        </w:rPr>
        <w:t xml:space="preserve"> با کار و کوشش ، خود را از تو و دگران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سازم . زمان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بترسم که مرگم در حال گناه فرا رسد و با معص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بروم . محمد بن منکدر عرض کرد مشمول رحمت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باش ، من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خواستم</w:t>
      </w:r>
      <w:r w:rsidRPr="00AE4409">
        <w:rPr>
          <w:rtl/>
          <w:lang w:bidi="fa-IR"/>
        </w:rPr>
        <w:t xml:space="preserve"> شما را نص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حت</w:t>
      </w:r>
      <w:r w:rsidRPr="00AE4409">
        <w:rPr>
          <w:rtl/>
          <w:lang w:bidi="fa-IR"/>
        </w:rPr>
        <w:t xml:space="preserve">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شما مرا موعظه</w:t>
      </w:r>
      <w:r w:rsidR="00DF54D3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</w:t>
      </w:r>
    </w:p>
    <w:p w:rsidR="00AE4409" w:rsidRPr="00AE4409" w:rsidRDefault="00DF54D3" w:rsidP="00DF54D3">
      <w:pPr>
        <w:pStyle w:val="Heading1"/>
        <w:rPr>
          <w:rtl/>
        </w:rPr>
      </w:pPr>
      <w:r>
        <w:rPr>
          <w:rtl/>
        </w:rPr>
        <w:br w:type="page"/>
      </w:r>
      <w:bookmarkStart w:id="65" w:name="_Toc496010549"/>
      <w:r w:rsidR="00AE4409" w:rsidRPr="00AE4409">
        <w:rPr>
          <w:rFonts w:hint="eastAsia"/>
          <w:rtl/>
        </w:rPr>
        <w:lastRenderedPageBreak/>
        <w:t>عمر</w:t>
      </w:r>
      <w:r w:rsidR="00AE4409" w:rsidRPr="00AE4409">
        <w:rPr>
          <w:rtl/>
        </w:rPr>
        <w:t xml:space="preserve"> ابن عبدالعز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ز</w:t>
      </w:r>
      <w:bookmarkEnd w:id="65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مسلمه</w:t>
      </w:r>
      <w:r w:rsidRPr="00AE4409">
        <w:rPr>
          <w:rtl/>
          <w:lang w:bidi="fa-IR"/>
        </w:rPr>
        <w:t xml:space="preserve"> بن عبدالملک از امراء ارتش بود و در جبهه جنگ روم سمت فرمانده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 .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عمر بن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بخلافت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او را بشام احضار نمود و اجازه داد همه روزه بحضورش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خلال آن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گزارش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مسلمه در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به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اده</w:t>
      </w:r>
      <w:r w:rsidRPr="00AE4409">
        <w:rPr>
          <w:rtl/>
          <w:lang w:bidi="fa-IR"/>
        </w:rPr>
        <w:t xml:space="preserve">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اسراف گرائ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غذاها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گوناگون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هزار درهم خرج سفره دارد. عمر بن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خبر سخت ناراحت شد،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از مسلمه انتقاد کند و او را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روش نادرست بازدارد.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تذکرش مف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افتد و به اصلاح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موفق گردد شب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 اختصاص داد و از مسلمه دعوت نمود که آن شب شام را بطور خصوص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صرف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دعوت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سربلند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افتخار بود و با کمال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آنرا 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DF54D3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عمر</w:t>
      </w:r>
      <w:r w:rsidRPr="00AE4409">
        <w:rPr>
          <w:rtl/>
          <w:lang w:bidi="fa-IR"/>
        </w:rPr>
        <w:t xml:space="preserve"> بن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قبلا به آشپز خود دستور داد که در آن شب انواع طعامها را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کند، بعلاوه آش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عدس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و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تون</w:t>
      </w:r>
      <w:r w:rsidRPr="00AE4409">
        <w:rPr>
          <w:rtl/>
          <w:lang w:bidi="fa-IR"/>
        </w:rPr>
        <w:t xml:space="preserve"> آماده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دستور سفره داده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شود</w:t>
      </w:r>
      <w:r w:rsidRPr="00AE4409">
        <w:rPr>
          <w:rtl/>
          <w:lang w:bidi="fa-IR"/>
        </w:rPr>
        <w:t xml:space="preserve"> اول آش را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اورد</w:t>
      </w:r>
      <w:r w:rsidRPr="00AE4409">
        <w:rPr>
          <w:rtl/>
          <w:lang w:bidi="fa-IR"/>
        </w:rPr>
        <w:t xml:space="preserve"> و سپس با مقدار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فاصله ، سا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غذاها را.</w:t>
      </w:r>
      <w:r w:rsidR="00DF54D3" w:rsidRPr="00AE4409">
        <w:rPr>
          <w:rFonts w:hint="eastAsia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شب</w:t>
      </w:r>
      <w:r w:rsidRPr="00AE4409">
        <w:rPr>
          <w:rtl/>
          <w:lang w:bidi="fa-IR"/>
        </w:rPr>
        <w:t xml:space="preserve"> موعود فرا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مسلمه شرف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</w:t>
      </w:r>
      <w:r w:rsidRPr="00AE4409">
        <w:rPr>
          <w:rtl/>
          <w:lang w:bidi="fa-IR"/>
        </w:rPr>
        <w:t xml:space="preserve"> شد، مجلس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خصوص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و جز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زبان</w:t>
      </w:r>
      <w:r w:rsidRPr="00AE4409">
        <w:rPr>
          <w:rtl/>
          <w:lang w:bidi="fa-IR"/>
        </w:rPr>
        <w:t xml:space="preserve"> و مهمان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حضور نداشت . عمر بن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رامون</w:t>
      </w:r>
      <w:r w:rsidRPr="00AE4409">
        <w:rPr>
          <w:rtl/>
          <w:lang w:bidi="fa-IR"/>
        </w:rPr>
        <w:t xml:space="preserve"> اوضاع روم و جنگها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 منطقه از مسلمه پرسشهائ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و او پاسخهائ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داد. مجلس به درازا 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از موقع شام خوردن مسلمه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دو ساعت گذشت ، آنگاه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دستور غذا داد. سفره گسترده شد و طبق قرار قبل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اول آش را حاضر کردند. مسلمه که سخت</w:t>
      </w:r>
      <w:r w:rsidR="00DF54D3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گرسنه</w:t>
      </w:r>
      <w:r w:rsidRPr="00AE4409">
        <w:rPr>
          <w:rtl/>
          <w:lang w:bidi="fa-IR"/>
        </w:rPr>
        <w:t xml:space="preserve"> شده بود به انتظار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غذاها نماند و خود را با آش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کرد.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طعامها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رنگارنگ آوردند اشتها نداشت و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آنها </w:t>
      </w:r>
      <w:r w:rsidRPr="00AE4409">
        <w:rPr>
          <w:rtl/>
          <w:lang w:bidi="fa-IR"/>
        </w:rPr>
        <w:lastRenderedPageBreak/>
        <w:t>نخورد. عمر بن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گفت چرا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جواب داد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شده ام .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گفت سبحان الله تو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آش که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کدرهم</w:t>
      </w:r>
      <w:r w:rsidRPr="00AE4409">
        <w:rPr>
          <w:rtl/>
          <w:lang w:bidi="fa-IR"/>
        </w:rPr>
        <w:t xml:space="preserve"> خرج آن شده است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کردن سفره خود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هزار درهم خرج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از خدا بترس ، اسراف مکن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پول گزاف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که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تجمل صرف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="00DF54D3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مستمندان بده که رضا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خدا در آن است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موعظه</w:t>
      </w:r>
      <w:r w:rsidRPr="00AE4409">
        <w:rPr>
          <w:rtl/>
          <w:lang w:bidi="fa-IR"/>
        </w:rPr>
        <w:t xml:space="preserve"> خصوص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تذکر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رخواهانه</w:t>
      </w:r>
      <w:r w:rsidRPr="00AE4409">
        <w:rPr>
          <w:rtl/>
          <w:lang w:bidi="fa-IR"/>
        </w:rPr>
        <w:t xml:space="preserve"> عمر بن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در مسلمه اثر گذارد، بع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خود متوجه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از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سپاسگزار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تشکر نمود و با فکر تحول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افته</w:t>
      </w:r>
      <w:r w:rsidRPr="00AE4409">
        <w:rPr>
          <w:rtl/>
          <w:lang w:bidi="fa-IR"/>
        </w:rPr>
        <w:t xml:space="preserve"> بمنزل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بازگشت .</w:t>
      </w:r>
      <w:r w:rsidRPr="00DF54D3">
        <w:rPr>
          <w:rStyle w:val="libFootnotenumChar"/>
          <w:rtl/>
        </w:rPr>
        <w:t>(64)</w:t>
      </w:r>
    </w:p>
    <w:p w:rsidR="00AE4409" w:rsidRPr="00AE4409" w:rsidRDefault="00DF54D3" w:rsidP="00DF54D3">
      <w:pPr>
        <w:pStyle w:val="Heading1"/>
        <w:rPr>
          <w:rtl/>
        </w:rPr>
      </w:pPr>
      <w:r>
        <w:rPr>
          <w:rtl/>
        </w:rPr>
        <w:br w:type="page"/>
      </w:r>
      <w:bookmarkStart w:id="66" w:name="_Toc496010550"/>
      <w:r w:rsidR="00AE4409" w:rsidRPr="00AE4409">
        <w:rPr>
          <w:rFonts w:hint="eastAsia"/>
          <w:rtl/>
        </w:rPr>
        <w:lastRenderedPageBreak/>
        <w:t>پ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رمرد</w:t>
      </w:r>
      <w:r w:rsidR="00AE4409" w:rsidRPr="00AE4409">
        <w:rPr>
          <w:rtl/>
        </w:rPr>
        <w:t xml:space="preserve"> و کودکان</w:t>
      </w:r>
      <w:bookmarkEnd w:id="66"/>
    </w:p>
    <w:p w:rsidR="00AE4409" w:rsidRPr="00AE4409" w:rsidRDefault="00AE4409" w:rsidP="009435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حسن و حضرت حس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943509" w:rsidRPr="00943509">
        <w:rPr>
          <w:rStyle w:val="libAlaemChar"/>
          <w:rFonts w:eastAsiaTheme="minorHAnsi"/>
          <w:rtl/>
        </w:rPr>
        <w:t>عليهما‌السلام</w:t>
      </w:r>
      <w:r w:rsidR="00943509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AE4409">
        <w:rPr>
          <w:rtl/>
          <w:lang w:bidi="fa-IR"/>
        </w:rPr>
        <w:t>بر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گذر کردند که مشغول وضو ساختن بود اما خوب وضو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گرفت ،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او را مورد انتقاد قرار دهند خودشان با هم به کشمکش پرداختند و درباره وضو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گفتگو کردند و به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گفتند ما دو نفر وضو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تو حکم باش و </w:t>
      </w:r>
      <w:r w:rsidRPr="00AE4409">
        <w:rPr>
          <w:rFonts w:hint="eastAsia"/>
          <w:rtl/>
          <w:lang w:bidi="fa-IR"/>
        </w:rPr>
        <w:t>بگو</w:t>
      </w:r>
      <w:r w:rsidRPr="00AE4409">
        <w:rPr>
          <w:rtl/>
          <w:lang w:bidi="fa-IR"/>
        </w:rPr>
        <w:t xml:space="preserve"> کدام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از ما وضو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خوب گرفته است . سپس وضو گرفتند و هر کدام از وضو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پرسش نمودند.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که مطلب را فهم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بود گفت : شما هر دو خوب وضو گرفت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نادان است که وضو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دانست</w:t>
      </w:r>
      <w:r w:rsidRPr="00AE4409">
        <w:rPr>
          <w:rtl/>
          <w:lang w:bidi="fa-IR"/>
        </w:rPr>
        <w:t xml:space="preserve"> و هم اکنون از شما دو نفر آموخت ، بدست شما توبه کرد، و از برکت و ش</w:t>
      </w:r>
      <w:r w:rsidRPr="00AE4409">
        <w:rPr>
          <w:rFonts w:hint="eastAsia"/>
          <w:rtl/>
          <w:lang w:bidi="fa-IR"/>
        </w:rPr>
        <w:t>فقت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بر امت جد خود دار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برخوردار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943509" w:rsidP="00943509">
      <w:pPr>
        <w:pStyle w:val="Heading1"/>
        <w:rPr>
          <w:rtl/>
        </w:rPr>
      </w:pPr>
      <w:r>
        <w:rPr>
          <w:rtl/>
        </w:rPr>
        <w:br w:type="page"/>
      </w:r>
      <w:bookmarkStart w:id="67" w:name="_Toc496010551"/>
      <w:r w:rsidR="00AE4409" w:rsidRPr="00AE4409">
        <w:rPr>
          <w:rFonts w:hint="eastAsia"/>
          <w:rtl/>
        </w:rPr>
        <w:lastRenderedPageBreak/>
        <w:t>روش</w:t>
      </w:r>
      <w:r w:rsidR="00AE4409" w:rsidRPr="00AE4409">
        <w:rPr>
          <w:rtl/>
        </w:rPr>
        <w:t xml:space="preserve"> امام در انتقاد</w:t>
      </w:r>
      <w:bookmarkEnd w:id="67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شقران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عصر حضرت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او با آنکه خود را از دوستان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روان</w:t>
      </w:r>
      <w:r w:rsidRPr="00AE4409">
        <w:rPr>
          <w:rtl/>
          <w:lang w:bidi="fa-IR"/>
        </w:rPr>
        <w:t xml:space="preserve"> آن اهل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</w:t>
      </w:r>
      <w:r w:rsidR="00EB05E5" w:rsidRPr="00EB05E5">
        <w:rPr>
          <w:rStyle w:val="libAlaemChar"/>
          <w:rtl/>
        </w:rPr>
        <w:t xml:space="preserve">عليهم‌السلام </w:t>
      </w:r>
      <w:r w:rsidRPr="00AE4409">
        <w:rPr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دانست</w:t>
      </w:r>
      <w:r w:rsidRPr="00AE4409">
        <w:rPr>
          <w:rtl/>
          <w:lang w:bidi="fa-IR"/>
        </w:rPr>
        <w:t xml:space="preserve"> شراب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خورد</w:t>
      </w:r>
      <w:r w:rsidRPr="00AE4409">
        <w:rPr>
          <w:rtl/>
          <w:lang w:bidi="fa-IR"/>
        </w:rPr>
        <w:t xml:space="preserve"> و به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گناه بزرگ آلوده بود.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امام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در رهگذر تنها با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برخورد کرد: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از عملش انتقاد کند و از شراب خمر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بازدارد آهسته به او فرمود: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الحسن من کل احد حسن و انه منک احسن لمکانک منا و ان القب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</w:t>
      </w:r>
      <w:r w:rsidRPr="00AE4409">
        <w:rPr>
          <w:rtl/>
          <w:lang w:bidi="fa-IR"/>
        </w:rPr>
        <w:t xml:space="preserve"> من کل احد قب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</w:t>
      </w:r>
      <w:r w:rsidRPr="00AE4409">
        <w:rPr>
          <w:rtl/>
          <w:lang w:bidi="fa-IR"/>
        </w:rPr>
        <w:t xml:space="preserve"> انه منک اقبح </w:t>
      </w:r>
      <w:r w:rsidRPr="00943509">
        <w:rPr>
          <w:rStyle w:val="libFootnotenumChar"/>
          <w:rtl/>
        </w:rPr>
        <w:t>(65)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عمل</w:t>
      </w:r>
      <w:r w:rsidRPr="00AE4409">
        <w:rPr>
          <w:rtl/>
          <w:lang w:bidi="fa-IR"/>
        </w:rPr>
        <w:t xml:space="preserve"> خوب از هر کس که باشد خوب است و از تو خوبتر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وابسته بمائ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عمل بد را هر کس انجام دهد بد است و از تو بدتر و ناپسندتر.</w:t>
      </w:r>
    </w:p>
    <w:p w:rsidR="00AE4409" w:rsidRPr="00AE4409" w:rsidRDefault="00943509" w:rsidP="00943509">
      <w:pPr>
        <w:pStyle w:val="Heading1"/>
        <w:rPr>
          <w:rtl/>
        </w:rPr>
      </w:pPr>
      <w:r>
        <w:rPr>
          <w:rtl/>
        </w:rPr>
        <w:br w:type="page"/>
      </w:r>
      <w:bookmarkStart w:id="68" w:name="_Toc496010552"/>
      <w:r w:rsidR="00AE4409" w:rsidRPr="00AE4409">
        <w:rPr>
          <w:rFonts w:hint="eastAsia"/>
          <w:rtl/>
        </w:rPr>
        <w:lastRenderedPageBreak/>
        <w:t>روش</w:t>
      </w:r>
      <w:r w:rsidR="00AE4409" w:rsidRPr="00AE4409">
        <w:rPr>
          <w:rtl/>
        </w:rPr>
        <w:t xml:space="preserve"> ناجوانمردانه</w:t>
      </w:r>
      <w:bookmarkEnd w:id="68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کشور پهناور اسلام فرمانروائ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سب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طالب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را در جامعه مسلم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گذار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 و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عمل ظالمانه و ناپاک ، به گناه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بزرگ و نابخشودن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دست زد. هدفش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 آن بود که مردم را نسبت به آنحضرت ب</w:t>
      </w:r>
      <w:r w:rsidRPr="00AE4409">
        <w:rPr>
          <w:rFonts w:hint="eastAsia"/>
          <w:rtl/>
          <w:lang w:bidi="fa-IR"/>
        </w:rPr>
        <w:t>دب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کند، مهرش را از دلها بزدا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تا بد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از طرف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لکه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ننگ و بدنام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و خاندان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را بپوشاند و از طرف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در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ستم ، آزاد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عمل داشته باشد و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حکومت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را به رخش نکشد و از عدل آنحضرت سخن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اورد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سب و بدگوئ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آنحضرت هر چه سر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عتر</w:t>
      </w:r>
      <w:r w:rsidRPr="00AE4409">
        <w:rPr>
          <w:rtl/>
          <w:lang w:bidi="fa-IR"/>
        </w:rPr>
        <w:t xml:space="preserve"> در سطح کشور گسترش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ابد</w:t>
      </w:r>
      <w:r w:rsidRPr="00AE4409">
        <w:rPr>
          <w:rtl/>
          <w:lang w:bidi="fa-IR"/>
        </w:rPr>
        <w:t xml:space="preserve"> تمام افسران ارشد و اعضاء عال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رتبه</w:t>
      </w:r>
      <w:r w:rsidRPr="00AE4409">
        <w:rPr>
          <w:rtl/>
          <w:lang w:bidi="fa-IR"/>
        </w:rPr>
        <w:t xml:space="preserve"> دولت را در سراسر مملکت ، ماءمور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 نمود و به آنان دستور داد که در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مجامع</w:t>
      </w:r>
      <w:r w:rsidRPr="00AE4409">
        <w:rPr>
          <w:rtl/>
          <w:lang w:bidi="fa-IR"/>
        </w:rPr>
        <w:t xml:space="preserve"> و مجالس نام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را بزشت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کنند، خطبا را وادارند که ضمن خطبه نماز جمعه ، آنحضرت را سب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ند،</w:t>
      </w:r>
      <w:r w:rsidRPr="00AE4409">
        <w:rPr>
          <w:rtl/>
          <w:lang w:bidi="fa-IR"/>
        </w:rPr>
        <w:t xml:space="preserve"> از شعراء بخواهند که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باره شعر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مردم نشر دهند، و خلاصه همه 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دولت را مکلف نمود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برنامه را جدا بموقع اجراء بگذارن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کنند که مردم به سب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طالب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گرا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ابند</w:t>
      </w:r>
      <w:r w:rsidRPr="00AE4409">
        <w:rPr>
          <w:rtl/>
          <w:lang w:bidi="fa-IR"/>
        </w:rPr>
        <w:t xml:space="preserve"> و آنرا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وظائف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تلق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همزمان</w:t>
      </w:r>
      <w:r w:rsidRPr="00AE4409">
        <w:rPr>
          <w:rtl/>
          <w:lang w:bidi="fa-IR"/>
        </w:rPr>
        <w:t xml:space="preserve"> با اجراء برنامه سب و ناسزاگوئ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نقشه سرکوب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را طرح کرد و آنرا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بموقع اجراء گذارد. در آغاز جمع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دوستان شناخته شده و ثابت قدم آنحضرت را که از ممتازتر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مردان تقو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از بهتر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شاگردان مکتب اسلام بودند دستگ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نمود و پس از اهانت و تحق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ر،</w:t>
      </w:r>
      <w:r w:rsidRPr="00AE4409">
        <w:rPr>
          <w:rtl/>
          <w:lang w:bidi="fa-IR"/>
        </w:rPr>
        <w:t xml:space="preserve"> بع</w:t>
      </w:r>
      <w:r w:rsidRPr="00AE4409">
        <w:rPr>
          <w:rFonts w:hint="eastAsia"/>
          <w:rtl/>
          <w:lang w:bidi="fa-IR"/>
        </w:rPr>
        <w:t>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آنان را با وضع فج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tl/>
          <w:lang w:bidi="fa-IR"/>
        </w:rPr>
        <w:t xml:space="preserve"> و دردناک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کشت ، بعض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با زجر و شکنجه از پا درآورد، و گروه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</w:t>
      </w:r>
      <w:r w:rsidRPr="00AE4409">
        <w:rPr>
          <w:rtl/>
          <w:lang w:bidi="fa-IR"/>
        </w:rPr>
        <w:lastRenderedPageBreak/>
        <w:t>زندان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نمود. بر اثر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جنا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بزرگ و خشونت آم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ز،</w:t>
      </w:r>
      <w:r w:rsidRPr="00AE4409">
        <w:rPr>
          <w:rtl/>
          <w:lang w:bidi="fa-IR"/>
        </w:rPr>
        <w:t xml:space="preserve"> مح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</w:t>
      </w:r>
      <w:r w:rsidRPr="00AE4409">
        <w:rPr>
          <w:rtl/>
          <w:lang w:bidi="fa-IR"/>
        </w:rPr>
        <w:t xml:space="preserve"> رعب و وحشت بوجود آمد،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جراءت نداشت آشکارا ب</w:t>
      </w:r>
      <w:r w:rsidR="00943509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ابراز علاقه کند و از فضائلش سخن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به</w:t>
      </w:r>
      <w:r w:rsidRPr="00AE4409">
        <w:rPr>
          <w:rFonts w:hint="eastAsia"/>
          <w:rtl/>
          <w:lang w:bidi="fa-IR"/>
        </w:rPr>
        <w:t>تانها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و 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نش</w:t>
      </w:r>
      <w:r w:rsidRPr="00AE4409">
        <w:rPr>
          <w:rtl/>
          <w:lang w:bidi="fa-IR"/>
        </w:rPr>
        <w:t xml:space="preserve"> را رد کند و از آن حضرت دفاع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9435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تا</w:t>
      </w:r>
      <w:r w:rsidRPr="00AE4409">
        <w:rPr>
          <w:rtl/>
          <w:lang w:bidi="fa-IR"/>
        </w:rPr>
        <w:t xml:space="preserve"> زمان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داشت وضع بهم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منوال بود پس از مرگ او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چند نفر از خلفاء که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پس از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کار آمدند همان برنامه را دنبال نمودند به سب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ادامه دادند. متجاوز از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قرن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گناه بزرگ در سراسر کشور معمول بود و افراد پاکدل و باا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قادر نبودند با</w:t>
      </w:r>
      <w:r w:rsidRPr="00AE4409">
        <w:rPr>
          <w:rFonts w:hint="eastAsia"/>
          <w:rtl/>
          <w:lang w:bidi="fa-IR"/>
        </w:rPr>
        <w:t>آن</w:t>
      </w:r>
      <w:r w:rsidRPr="00AE4409">
        <w:rPr>
          <w:rtl/>
          <w:lang w:bidi="fa-IR"/>
        </w:rPr>
        <w:t xml:space="preserve"> مبارزه کنند و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بدعت شرم آور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انگذار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کرده بود انتقاد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سال 99 هجر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عمر بن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بمقام خلافت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فرمانروا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کشور اسلام شد. او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نوجوان بود و در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تحص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مانند سا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افراد گمراه ، نام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را بزشت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برد،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اثر تذکر مرد عالم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قت</w:t>
      </w:r>
      <w:r w:rsidRPr="00AE4409">
        <w:rPr>
          <w:rtl/>
          <w:lang w:bidi="fa-IR"/>
        </w:rPr>
        <w:t xml:space="preserve"> واقف شد و دانست سب آن حضرت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رمشروع</w:t>
      </w:r>
      <w:r w:rsidRPr="00AE4409">
        <w:rPr>
          <w:rtl/>
          <w:lang w:bidi="fa-IR"/>
        </w:rPr>
        <w:t xml:space="preserve"> و موج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غضب بار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تعال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، اما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توانست</w:t>
      </w:r>
      <w:r w:rsidRPr="00AE4409">
        <w:rPr>
          <w:rtl/>
          <w:lang w:bidi="fa-IR"/>
        </w:rPr>
        <w:t xml:space="preserve"> آنرا که فهم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بود به دگران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آنانرا از گناه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مرتکب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شوند</w:t>
      </w:r>
      <w:r w:rsidRPr="00AE4409">
        <w:rPr>
          <w:rtl/>
          <w:lang w:bidi="fa-IR"/>
        </w:rPr>
        <w:t xml:space="preserve"> باز دارد. با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بمقام حکومت و دست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افتن</w:t>
      </w:r>
      <w:r w:rsidRPr="00AE4409">
        <w:rPr>
          <w:rtl/>
          <w:lang w:bidi="fa-IR"/>
        </w:rPr>
        <w:t xml:space="preserve"> به قدرت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از فرصت استفاده کند، سب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را از صفحه صفحه مملکت براندازد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لکه ننگ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 از دامن ملت اسلام بزدا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505E88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در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عمل ، با مخالفت رجال متعصب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و معار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خودخواه شام مواجه نشود و سد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راهش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جاد</w:t>
      </w:r>
      <w:r w:rsidRPr="00AE4409">
        <w:rPr>
          <w:rtl/>
          <w:lang w:bidi="fa-IR"/>
        </w:rPr>
        <w:t xml:space="preserve"> نکنند لازم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مطلب را با آنان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بگذارد، افکارشان را مه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کند، توجهشان را به لزوم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مبارزه جلب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آنها را با خود هم آهنگ سازد. به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من</w:t>
      </w:r>
      <w:r w:rsidRPr="00AE4409">
        <w:rPr>
          <w:rFonts w:hint="eastAsia"/>
          <w:rtl/>
          <w:lang w:bidi="fa-IR"/>
        </w:rPr>
        <w:t>ظور</w:t>
      </w:r>
      <w:r w:rsidRPr="00AE4409">
        <w:rPr>
          <w:rtl/>
          <w:lang w:bidi="fa-IR"/>
        </w:rPr>
        <w:t xml:space="preserve"> نقشه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ذهن خود طرح کرد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طب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جوان کل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که در شام بود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اده</w:t>
      </w:r>
      <w:r w:rsidRPr="00AE4409">
        <w:rPr>
          <w:rtl/>
          <w:lang w:bidi="fa-IR"/>
        </w:rPr>
        <w:t xml:space="preserve"> کردن آن </w:t>
      </w:r>
      <w:r w:rsidRPr="00AE4409">
        <w:rPr>
          <w:rtl/>
          <w:lang w:bidi="fa-IR"/>
        </w:rPr>
        <w:lastRenderedPageBreak/>
        <w:t>نقشه در نظر گرفت ، محرمانه احضار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نمود و برنامه کار را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آموخت و دستور داد که در روز و ساعت 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بقصر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ابد</w:t>
      </w:r>
      <w:r w:rsidRPr="00AE4409">
        <w:rPr>
          <w:rtl/>
          <w:lang w:bidi="fa-IR"/>
        </w:rPr>
        <w:t xml:space="preserve"> و آنرا اجراء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قبلا عمر بن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دستور د</w:t>
      </w:r>
      <w:r w:rsidRPr="00AE4409">
        <w:rPr>
          <w:rFonts w:hint="eastAsia"/>
          <w:rtl/>
          <w:lang w:bidi="fa-IR"/>
        </w:rPr>
        <w:t>اده</w:t>
      </w:r>
      <w:r w:rsidRPr="00AE4409">
        <w:rPr>
          <w:rtl/>
          <w:lang w:bidi="fa-IR"/>
        </w:rPr>
        <w:t xml:space="preserve"> بود که آنروز تمام بزرگان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و رجال نافذ و مؤ ثر در محضرش حضور بهم</w:t>
      </w:r>
      <w:r w:rsidR="00505E88">
        <w:rPr>
          <w:rFonts w:hint="cs"/>
          <w:rtl/>
          <w:lang w:bidi="fa-IR"/>
        </w:rPr>
        <w:t xml:space="preserve"> </w:t>
      </w:r>
      <w:r w:rsidRPr="00AE4409">
        <w:rPr>
          <w:rtl/>
          <w:lang w:bidi="fa-IR"/>
        </w:rPr>
        <w:t>رسانند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آمدن طب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کل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همه آنها آمده بودند و مجلس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اجراء نقشه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، آمادگ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کامل داشت . در ساعت مقرر جوان کل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آمد و با استجازه وارد شد توجه تمام حضار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معطوف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عمربن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چه کار آمده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پاسخ داد آمده ام دختر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مسلم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 خواستگار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کنم . سؤ ال کرد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جواب داد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خودم . حاضران مجلس بهت زده به او نگاه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</w:t>
      </w:r>
      <w:r w:rsidRPr="00AE4409">
        <w:rPr>
          <w:rtl/>
          <w:lang w:bidi="fa-IR"/>
        </w:rPr>
        <w:t>. عمربن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لخت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جوان را نگر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سپس گفت : من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توانم</w:t>
      </w:r>
      <w:r w:rsidRPr="00AE4409">
        <w:rPr>
          <w:rtl/>
          <w:lang w:bidi="fa-IR"/>
        </w:rPr>
        <w:t xml:space="preserve">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تقاضا موافقت کنم چه آنکه ما مسلمان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تو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مسلمان و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وصلت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شرع اسلام جا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. طب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کل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: اگر حکم اسلام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نست</w:t>
      </w:r>
      <w:r w:rsidRPr="00AE4409">
        <w:rPr>
          <w:rtl/>
          <w:lang w:bidi="fa-IR"/>
        </w:rPr>
        <w:t xml:space="preserve"> چگونه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شما دختر خود را به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طالب</w:t>
      </w:r>
      <w:r w:rsidRPr="00AE4409">
        <w:rPr>
          <w:rtl/>
          <w:lang w:bidi="fa-IR"/>
        </w:rPr>
        <w:t xml:space="preserve"> داد؟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برآشفت و گفت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طالب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بزرگان اسلام بود. طب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گفت : اگر او را مسلمان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پس چرا در تمام مجالس لعن سبش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د؟</w:t>
      </w:r>
      <w:r w:rsidRPr="00AE4409">
        <w:rPr>
          <w:rtl/>
          <w:lang w:bidi="fa-IR"/>
        </w:rPr>
        <w:t xml:space="preserve"> عمربن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با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افه</w:t>
      </w:r>
      <w:r w:rsidRPr="00AE4409">
        <w:rPr>
          <w:rtl/>
          <w:lang w:bidi="fa-IR"/>
        </w:rPr>
        <w:t xml:space="preserve"> تاءثر بحض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محضر رو کرد و گفت به پرسش او پاسخ گوئ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همه سکوت کردند، سر خجلت بز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انداختند و طب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کل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بدون آنکه جواب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بشنود از مجلس خارج شد.</w:t>
      </w:r>
      <w:r w:rsidRPr="00505E88">
        <w:rPr>
          <w:rStyle w:val="libFootnotenumChar"/>
          <w:rtl/>
        </w:rPr>
        <w:t>(66)</w:t>
      </w:r>
    </w:p>
    <w:p w:rsidR="00AE4409" w:rsidRPr="00AE4409" w:rsidRDefault="00505E88" w:rsidP="00505E88">
      <w:pPr>
        <w:pStyle w:val="Heading1"/>
        <w:rPr>
          <w:rtl/>
        </w:rPr>
      </w:pPr>
      <w:r>
        <w:rPr>
          <w:rtl/>
        </w:rPr>
        <w:br w:type="page"/>
      </w:r>
      <w:bookmarkStart w:id="69" w:name="_Toc496010553"/>
      <w:r w:rsidR="00AE4409" w:rsidRPr="00AE4409">
        <w:rPr>
          <w:rFonts w:hint="eastAsia"/>
          <w:rtl/>
        </w:rPr>
        <w:lastRenderedPageBreak/>
        <w:t>ابن</w:t>
      </w:r>
      <w:r w:rsidR="00AE4409" w:rsidRPr="00AE4409">
        <w:rPr>
          <w:rtl/>
        </w:rPr>
        <w:t xml:space="preserve"> اب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العوجاء و مفضل</w:t>
      </w:r>
      <w:bookmarkEnd w:id="69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ابن</w:t>
      </w:r>
      <w:r w:rsidRPr="00AE4409">
        <w:rPr>
          <w:rtl/>
          <w:lang w:bidi="fa-IR"/>
        </w:rPr>
        <w:t xml:space="preserve">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العوجاء، در عصر امام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او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</w:t>
      </w:r>
      <w:r w:rsidRPr="00AE4409">
        <w:rPr>
          <w:rtl/>
          <w:lang w:bidi="fa-IR"/>
        </w:rPr>
        <w:t xml:space="preserve"> افکار ماد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و مکرر با آنحضرت به گفتگو نشست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رامون</w:t>
      </w:r>
      <w:r w:rsidRPr="00AE4409">
        <w:rPr>
          <w:rtl/>
          <w:lang w:bidi="fa-IR"/>
        </w:rPr>
        <w:t xml:space="preserve"> مسائل مختلف بحث کرد. مفضل بن عمر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طرف عصر در مسجد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قبر و منبر نشسته بودم و در عظمت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اسلام ف</w:t>
      </w:r>
      <w:r w:rsidRPr="00AE4409">
        <w:rPr>
          <w:rFonts w:hint="eastAsia"/>
          <w:rtl/>
          <w:lang w:bidi="fa-IR"/>
        </w:rPr>
        <w:t>کر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کردم که ابن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العوجاء وارد شد،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نزد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من به فاصله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نشست که اگر حرف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زد سخنش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، طول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دوستان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وارد مسجد شد و آمد نزد او نشست . ابن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العوجاء آغاز سخن نمود و در اطراف عز و بزرگ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امبر</w:t>
      </w:r>
      <w:r w:rsidRPr="00AE4409">
        <w:rPr>
          <w:rtl/>
          <w:lang w:bidi="fa-IR"/>
        </w:rPr>
        <w:t xml:space="preserve"> اسلام جملات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چند گفت ، سپس 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قش</w:t>
      </w:r>
      <w:r w:rsidRPr="00AE4409">
        <w:rPr>
          <w:rtl/>
          <w:lang w:bidi="fa-IR"/>
        </w:rPr>
        <w:t xml:space="preserve"> رشته کلام را بدست گرفت و رسول اکرم را 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لسوف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دانا و توانا خواند که عقلا را مبهوت و مجذوب خود ساخت ، دعوتش را اجابت کردند و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آنان ،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مردم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و آئ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نش</w:t>
      </w:r>
      <w:r w:rsidRPr="00AE4409">
        <w:rPr>
          <w:rtl/>
          <w:lang w:bidi="fa-IR"/>
        </w:rPr>
        <w:t xml:space="preserve"> را 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رفتند</w:t>
      </w:r>
      <w:r w:rsidRPr="00AE4409">
        <w:rPr>
          <w:rtl/>
          <w:lang w:bidi="fa-IR"/>
        </w:rPr>
        <w:t>. ابن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العوجاء گفت : سخن رسول اکرم را واگذار که عقل من در کار او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ران</w:t>
      </w:r>
      <w:r w:rsidRPr="00AE4409">
        <w:rPr>
          <w:rtl/>
          <w:lang w:bidi="fa-IR"/>
        </w:rPr>
        <w:t xml:space="preserve"> است سپس بحث جهان را بم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اظهار کرد عالم ازل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ابد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،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شه</w:t>
      </w:r>
      <w:r w:rsidRPr="00AE4409">
        <w:rPr>
          <w:rtl/>
          <w:lang w:bidi="fa-IR"/>
        </w:rPr>
        <w:t xml:space="preserve"> بوده و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شه</w:t>
      </w:r>
      <w:r w:rsidRPr="00AE4409">
        <w:rPr>
          <w:rtl/>
          <w:lang w:bidi="fa-IR"/>
        </w:rPr>
        <w:t xml:space="preserve"> خواهد بود و صانع مدبر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آنرا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است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سخنان</w:t>
      </w:r>
      <w:r w:rsidRPr="00AE4409">
        <w:rPr>
          <w:rtl/>
          <w:lang w:bidi="fa-IR"/>
        </w:rPr>
        <w:t xml:space="preserve"> ابن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العوجاء عنان صبر را از کف مفضل ربود، او را سخت ناراحت و خشمگ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ساخت و با تند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: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دشمن خدا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نف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آفر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دگار</w:t>
      </w:r>
      <w:r w:rsidRPr="00AE4409">
        <w:rPr>
          <w:rtl/>
          <w:lang w:bidi="fa-IR"/>
        </w:rPr>
        <w:t xml:space="preserve"> جهان را انکار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و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حک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مانه</w:t>
      </w:r>
      <w:r w:rsidRPr="00AE4409">
        <w:rPr>
          <w:rtl/>
          <w:lang w:bidi="fa-IR"/>
        </w:rPr>
        <w:t xml:space="preserve"> او را که 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ساختمان خودت وجود دارد ناد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ابن</w:t>
      </w:r>
      <w:r w:rsidRPr="00AE4409">
        <w:rPr>
          <w:rtl/>
          <w:lang w:bidi="fa-IR"/>
        </w:rPr>
        <w:t xml:space="preserve">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العوجاء در پاسخ گفت اگر اهل بحث و کلام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تو سخن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در صورت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دل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محکم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ادعا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</w:t>
      </w:r>
      <w:r w:rsidRPr="00AE4409">
        <w:rPr>
          <w:rtl/>
          <w:lang w:bidi="fa-IR"/>
        </w:rPr>
        <w:t xml:space="preserve"> ، اگر اهل بحث و </w:t>
      </w:r>
      <w:r w:rsidRPr="00AE4409">
        <w:rPr>
          <w:rtl/>
          <w:lang w:bidi="fa-IR"/>
        </w:rPr>
        <w:lastRenderedPageBreak/>
        <w:t>استدلال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تو سخن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اگر از اصحاب حضرت جعفر بن محمد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با ما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حرف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زند</w:t>
      </w:r>
      <w:r w:rsidRPr="00AE4409">
        <w:rPr>
          <w:rtl/>
          <w:lang w:bidi="fa-IR"/>
        </w:rPr>
        <w:t xml:space="preserve"> و همانند تو بحث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کند. ا</w:t>
      </w:r>
      <w:r w:rsidRPr="00AE4409">
        <w:rPr>
          <w:rFonts w:hint="eastAsia"/>
          <w:rtl/>
          <w:lang w:bidi="fa-IR"/>
        </w:rPr>
        <w:t>مام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شتر</w:t>
      </w:r>
      <w:r w:rsidRPr="00AE4409">
        <w:rPr>
          <w:rtl/>
          <w:lang w:bidi="fa-IR"/>
        </w:rPr>
        <w:t xml:space="preserve"> از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آنچه</w:t>
      </w:r>
      <w:r w:rsidRPr="00AE4409">
        <w:rPr>
          <w:rtl/>
          <w:lang w:bidi="fa-IR"/>
        </w:rPr>
        <w:t xml:space="preserve"> تو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سخنان ما را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است و هرگز با کلام رک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مخاطبمان نساخته و در پاسخ ما از مرز اخلاق و ادب تجاوز نکرده است . او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بردبار، سنگ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، عاقل و کامل . در بحث و گفتگو، خود را گم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کند و دچار دهشت و اضطراب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شود. گفته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 را با توجه کامل گوش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دهد</w:t>
      </w:r>
      <w:r w:rsidRPr="00AE4409">
        <w:rPr>
          <w:rtl/>
          <w:lang w:bidi="fa-IR"/>
        </w:rPr>
        <w:t xml:space="preserve"> و از دلائل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اقامه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بخوب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آگاه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گردد،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سخنانمان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خود تصور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که حجت را تمام کرده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راه پاسخگوئ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برو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بسته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با کلام کوتاه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ما را ملزم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کند و راه عذر را چنان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بندد که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پاسخش را رد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بگشائ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اگر تو از اصحاب امام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هست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همانند او با ما حرف بزن </w:t>
      </w:r>
      <w:r w:rsidRPr="00505E88">
        <w:rPr>
          <w:rStyle w:val="libFootnotenumChar"/>
          <w:rtl/>
        </w:rPr>
        <w:t>(67)</w:t>
      </w:r>
    </w:p>
    <w:p w:rsidR="00AE4409" w:rsidRPr="00AE4409" w:rsidRDefault="00505E88" w:rsidP="00505E88">
      <w:pPr>
        <w:pStyle w:val="Heading1"/>
        <w:rPr>
          <w:rtl/>
        </w:rPr>
      </w:pPr>
      <w:r>
        <w:rPr>
          <w:rtl/>
        </w:rPr>
        <w:br w:type="page"/>
      </w:r>
      <w:bookmarkStart w:id="70" w:name="_Toc496010554"/>
      <w:r w:rsidR="00AE4409" w:rsidRPr="00AE4409">
        <w:rPr>
          <w:rFonts w:hint="eastAsia"/>
          <w:rtl/>
        </w:rPr>
        <w:lastRenderedPageBreak/>
        <w:t>چشم</w:t>
      </w:r>
      <w:r>
        <w:rPr>
          <w:rFonts w:hint="cs"/>
          <w:rtl/>
        </w:rPr>
        <w:t xml:space="preserve"> </w:t>
      </w:r>
      <w:r w:rsidR="00AE4409" w:rsidRPr="00AE4409">
        <w:rPr>
          <w:rFonts w:hint="eastAsia"/>
          <w:rtl/>
        </w:rPr>
        <w:t>پوش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بهرام</w:t>
      </w:r>
      <w:bookmarkEnd w:id="70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بهرام</w:t>
      </w:r>
      <w:r w:rsidRPr="00AE4409">
        <w:rPr>
          <w:rtl/>
          <w:lang w:bidi="fa-IR"/>
        </w:rPr>
        <w:t xml:space="preserve"> ،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بعزم شکار با گروه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رجال به خارج شهر رفت و از دور شکار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خود آنرا به تنهائ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کند مرکب تاخت ، مقدار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مود</w:t>
      </w:r>
      <w:r w:rsidRPr="00AE4409">
        <w:rPr>
          <w:rtl/>
          <w:lang w:bidi="fa-IR"/>
        </w:rPr>
        <w:t xml:space="preserve"> و از همراهان دور ماند. چوپان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درخت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نشسته است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اده</w:t>
      </w:r>
      <w:r w:rsidRPr="00AE4409">
        <w:rPr>
          <w:rtl/>
          <w:lang w:bidi="fa-IR"/>
        </w:rPr>
        <w:t xml:space="preserve"> شد، به او گفت اسب مرا نگاهدار تا ادرار ک</w:t>
      </w:r>
      <w:r w:rsidRPr="00AE4409">
        <w:rPr>
          <w:rFonts w:hint="eastAsia"/>
          <w:rtl/>
          <w:lang w:bidi="fa-IR"/>
        </w:rPr>
        <w:t>نم</w:t>
      </w:r>
      <w:r w:rsidRPr="00AE4409">
        <w:rPr>
          <w:rtl/>
          <w:lang w:bidi="fa-IR"/>
        </w:rPr>
        <w:t xml:space="preserve"> چوپان عنان اسب را بدست گفت و بهرام به کنار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رفت . تسمه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دهنه اسب بهرام با قطعات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طلا آراسته بود، مشاهده طلاها حس طمع را در نهاد چوپان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دست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tl/>
          <w:lang w:bidi="fa-IR"/>
        </w:rPr>
        <w:t xml:space="preserve"> کرد، بفکر افتاد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آنها را بربا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به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بهبود بخشد کارد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که با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خود</w:t>
      </w:r>
      <w:r w:rsidRPr="00AE4409">
        <w:rPr>
          <w:rtl/>
          <w:lang w:bidi="fa-IR"/>
        </w:rPr>
        <w:t xml:space="preserve"> داشت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آورد و با عجله قسمت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طلاها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اطراف دهنه را جدا کرد. بهرام از دور نگاه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کرد، بعمل چوپان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فورا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سر بز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افکند و نشستن خود را طول داد تا مرد چوپان هر چه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خواهد</w:t>
      </w:r>
      <w:r w:rsidRPr="00AE4409">
        <w:rPr>
          <w:rtl/>
          <w:lang w:bidi="fa-IR"/>
        </w:rPr>
        <w:t xml:space="preserve"> بردارد، سپس از جا حرکت کرد در حال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دست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چشم گذارده بو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به چوپان گفت اسبم را نزد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اور</w:t>
      </w:r>
      <w:r w:rsidRPr="00AE4409">
        <w:rPr>
          <w:rtl/>
          <w:lang w:bidi="fa-IR"/>
        </w:rPr>
        <w:t xml:space="preserve"> غبار به چشمم رفته و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توانم</w:t>
      </w:r>
      <w:r w:rsidRPr="00AE4409">
        <w:rPr>
          <w:rtl/>
          <w:lang w:bidi="fa-IR"/>
        </w:rPr>
        <w:t xml:space="preserve"> آنرا باز کنم . چوپان اسب را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آورد بهرام سوار شد و بهمراهان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وست</w:t>
      </w:r>
      <w:r w:rsidRPr="00AE4409">
        <w:rPr>
          <w:rtl/>
          <w:lang w:bidi="fa-IR"/>
        </w:rPr>
        <w:t xml:space="preserve"> و فورا مسؤ ل اسبها را احضار نمود و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قسمت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طلاها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اطراف دهنه اسب را در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ابان</w:t>
      </w:r>
      <w:r w:rsidRPr="00AE4409">
        <w:rPr>
          <w:rtl/>
          <w:lang w:bidi="fa-IR"/>
        </w:rPr>
        <w:t xml:space="preserve"> 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ام ، به احد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گمان بد مبر و ک</w:t>
      </w:r>
      <w:r w:rsidRPr="00AE4409">
        <w:rPr>
          <w:rFonts w:hint="eastAsia"/>
          <w:rtl/>
          <w:lang w:bidi="fa-IR"/>
        </w:rPr>
        <w:t>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 متهم مکن .</w:t>
      </w:r>
      <w:r w:rsidRPr="00505E88">
        <w:rPr>
          <w:rStyle w:val="libFootnotenumChar"/>
          <w:rtl/>
        </w:rPr>
        <w:t>(68)</w:t>
      </w:r>
    </w:p>
    <w:p w:rsidR="00AE4409" w:rsidRPr="00AE4409" w:rsidRDefault="00505E88" w:rsidP="00505E88">
      <w:pPr>
        <w:pStyle w:val="Heading1"/>
        <w:rPr>
          <w:rtl/>
        </w:rPr>
      </w:pPr>
      <w:r>
        <w:rPr>
          <w:rtl/>
        </w:rPr>
        <w:br w:type="page"/>
      </w:r>
      <w:bookmarkStart w:id="71" w:name="_Toc496010555"/>
      <w:r w:rsidR="00AE4409" w:rsidRPr="00AE4409">
        <w:rPr>
          <w:rFonts w:hint="eastAsia"/>
          <w:rtl/>
        </w:rPr>
        <w:lastRenderedPageBreak/>
        <w:t>جنا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ت</w:t>
      </w:r>
      <w:r w:rsidR="00AE4409" w:rsidRPr="00AE4409">
        <w:rPr>
          <w:rtl/>
        </w:rPr>
        <w:t xml:space="preserve"> و مکافات</w:t>
      </w:r>
      <w:bookmarkEnd w:id="71"/>
    </w:p>
    <w:p w:rsidR="00AE4409" w:rsidRPr="00AE4409" w:rsidRDefault="00AE4409" w:rsidP="00505E88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او</w:t>
      </w:r>
      <w:r w:rsidRPr="00AE4409">
        <w:rPr>
          <w:rtl/>
          <w:lang w:bidi="fa-IR"/>
        </w:rPr>
        <w:t xml:space="preserve"> در سال فتح مکه در بحبوحه قدرت مسلم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بظاهر قبول اسلام کرد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همواره فکر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ذاء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گرام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در سر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پرورد و بصور مختلف آنحضرت را رنج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>. بطور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در کتب تار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آمده است گاه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بمنظور جاسوس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در موقع تشک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جلسات محرمانه خود را گوشه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پنهان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و ا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هائ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و خواص اصحابش درباره مشرک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 منافق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، اتخاذ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</w:t>
      </w:r>
      <w:r w:rsidRPr="00AE4409">
        <w:rPr>
          <w:rtl/>
          <w:lang w:bidi="fa-IR"/>
        </w:rPr>
        <w:t xml:space="preserve"> آگاه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 xml:space="preserve"> و برخلاف مصلحت اسلام و مسلمانان آنها را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مردم نشر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به اطلاع دشمنان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رساند</w:t>
      </w:r>
      <w:r w:rsidRPr="00AE4409">
        <w:rPr>
          <w:rtl/>
          <w:lang w:bidi="fa-IR"/>
        </w:rPr>
        <w:t>. گاه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پشت اطاقها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مسکون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امبر</w:t>
      </w:r>
      <w:r w:rsidRPr="00AE4409">
        <w:rPr>
          <w:rtl/>
          <w:lang w:bidi="fa-IR"/>
        </w:rPr>
        <w:t xml:space="preserve"> که درها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بمسجد باز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ستاد،</w:t>
      </w:r>
      <w:r w:rsidRPr="00AE4409">
        <w:rPr>
          <w:rtl/>
          <w:lang w:bidi="fa-IR"/>
        </w:rPr>
        <w:t xml:space="preserve"> استراق سم</w:t>
      </w:r>
      <w:r w:rsidRPr="00AE4409">
        <w:rPr>
          <w:rFonts w:hint="eastAsia"/>
          <w:rtl/>
          <w:lang w:bidi="fa-IR"/>
        </w:rPr>
        <w:t>ع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کرد،</w:t>
      </w:r>
      <w:r w:rsidRPr="00AE4409">
        <w:rPr>
          <w:rtl/>
          <w:lang w:bidi="fa-IR"/>
        </w:rPr>
        <w:t xml:space="preserve"> و گفتگوها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خصوص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آنحضرت و خانواده اش را م</w:t>
      </w:r>
      <w:r w:rsidRPr="00AE4409">
        <w:rPr>
          <w:rFonts w:hint="cs"/>
          <w:rtl/>
          <w:lang w:bidi="fa-IR"/>
        </w:rPr>
        <w:t>ی</w:t>
      </w:r>
      <w:r w:rsidR="00505E88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سپس با لحن موهن و سخر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آم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در مجالس منافق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بازگو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گاه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جمع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منافق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پشت سر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غمبراکرم</w:t>
      </w:r>
      <w:r w:rsidRPr="00AE4409">
        <w:rPr>
          <w:rtl/>
          <w:lang w:bidi="fa-IR"/>
        </w:rPr>
        <w:t xml:space="preserve"> حرکت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و طرز راه رفتن آنحضرت را تقل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نمود</w:t>
      </w:r>
      <w:r w:rsidRPr="00AE4409">
        <w:rPr>
          <w:rtl/>
          <w:lang w:bidi="fa-IR"/>
        </w:rPr>
        <w:t xml:space="preserve"> و با تکان دادن سر و دست وضع مسخره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خود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گرفت</w:t>
      </w:r>
      <w:r w:rsidRPr="00AE4409">
        <w:rPr>
          <w:rtl/>
          <w:lang w:bidi="fa-IR"/>
        </w:rPr>
        <w:t xml:space="preserve"> و منافق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خنداند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رسول</w:t>
      </w:r>
      <w:r w:rsidRPr="00AE4409">
        <w:rPr>
          <w:rtl/>
          <w:lang w:bidi="fa-IR"/>
        </w:rPr>
        <w:t xml:space="preserve"> گرام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گفتار و رفتار حکم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العاص آگاه بود، اما از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بزرگوار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تغافل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نمود</w:t>
      </w:r>
      <w:r w:rsidRPr="00AE4409">
        <w:rPr>
          <w:rtl/>
          <w:lang w:bidi="fa-IR"/>
        </w:rPr>
        <w:t xml:space="preserve"> بد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منظور که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متنبه گردد، مس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خود را تغ</w:t>
      </w:r>
      <w:r w:rsidRPr="00AE4409">
        <w:rPr>
          <w:rFonts w:hint="cs"/>
          <w:rtl/>
          <w:lang w:bidi="fa-IR"/>
        </w:rPr>
        <w:t>یی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دهد، و زشتکار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ترک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از گذشتها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آنحضرت نت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جه</w:t>
      </w:r>
      <w:r w:rsidRPr="00AE4409">
        <w:rPr>
          <w:rtl/>
          <w:lang w:bidi="fa-IR"/>
        </w:rPr>
        <w:t xml:space="preserve"> معکوس گرفت و هر روز بر جسارت خود افزود و با جراءت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شتر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بکار ناروا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ادامه داد. سرانجام نب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معظم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روش خود را نسبت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تغ</w:t>
      </w:r>
      <w:r w:rsidRPr="00AE4409">
        <w:rPr>
          <w:rFonts w:hint="cs"/>
          <w:rtl/>
          <w:lang w:bidi="fa-IR"/>
        </w:rPr>
        <w:t>یی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دهد و عملش را با عکس العمل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پاسخ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اسلام از رهگذر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عبور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حکم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العاص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آنحضرت براه افتاد و مانند گذشته با تکان دادن سر و دست ، مسخرگ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آغاز کرد و منافق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با او بودند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ناگهان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به پشت سر </w:t>
      </w:r>
      <w:r w:rsidRPr="00AE4409">
        <w:rPr>
          <w:rtl/>
          <w:lang w:bidi="fa-IR"/>
        </w:rPr>
        <w:lastRenderedPageBreak/>
        <w:t>خود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رو در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حکم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</w:t>
      </w:r>
      <w:r w:rsidRPr="00AE4409">
        <w:rPr>
          <w:rtl/>
          <w:lang w:bidi="fa-IR"/>
        </w:rPr>
        <w:t xml:space="preserve"> و با شدت به او ف</w:t>
      </w:r>
      <w:r w:rsidRPr="00AE4409">
        <w:rPr>
          <w:rFonts w:hint="eastAsia"/>
          <w:rtl/>
          <w:lang w:bidi="fa-IR"/>
        </w:rPr>
        <w:t>رمود</w:t>
      </w:r>
      <w:r w:rsidRPr="00AE4409">
        <w:rPr>
          <w:rtl/>
          <w:lang w:bidi="fa-IR"/>
        </w:rPr>
        <w:t xml:space="preserve">: کذلک فلتکن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حکم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حکم ،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نطور</w:t>
      </w:r>
      <w:r w:rsidRPr="00AE4409">
        <w:rPr>
          <w:rtl/>
          <w:lang w:bidi="fa-IR"/>
        </w:rPr>
        <w:t xml:space="preserve"> که هست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باش .</w:t>
      </w:r>
    </w:p>
    <w:p w:rsidR="00AE4409" w:rsidRPr="00AE4409" w:rsidRDefault="00AE4409" w:rsidP="00505E88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حکم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العاص غافلگ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شد و بدون آگاه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آمادگ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عکس العمل نب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اکرم مواجه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روبرو شدن با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و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سخن آنحضرت آنچنان ضربه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روح و اعصابش وارد آورد که به رعشه مبتلا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حرکات موهن و مسخره آم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با اراده و اخت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خود انجام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 بصور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حرکات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راخت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درآمد. او بجرم جاسوس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کارها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خلاف قانون و اخلاق به اقامت اجبار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طائف محکوم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از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به</w:t>
      </w:r>
      <w:r w:rsidR="00505E88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آن</w:t>
      </w:r>
      <w:r w:rsidRPr="00AE4409">
        <w:rPr>
          <w:rtl/>
          <w:lang w:bidi="fa-IR"/>
        </w:rPr>
        <w:t xml:space="preserve"> شهر تبع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شد.</w:t>
      </w:r>
      <w:r w:rsidRPr="00505E88">
        <w:rPr>
          <w:rStyle w:val="libFootnotenumChar"/>
          <w:rtl/>
        </w:rPr>
        <w:t>(69)</w:t>
      </w:r>
    </w:p>
    <w:p w:rsidR="00AE4409" w:rsidRPr="00AE4409" w:rsidRDefault="00505E88" w:rsidP="00505E88">
      <w:pPr>
        <w:pStyle w:val="Heading1"/>
        <w:rPr>
          <w:rtl/>
        </w:rPr>
      </w:pPr>
      <w:r>
        <w:rPr>
          <w:rtl/>
        </w:rPr>
        <w:br w:type="page"/>
      </w:r>
      <w:bookmarkStart w:id="72" w:name="_Toc496010556"/>
      <w:r w:rsidR="00AE4409" w:rsidRPr="00AE4409">
        <w:rPr>
          <w:rFonts w:hint="eastAsia"/>
          <w:rtl/>
        </w:rPr>
        <w:lastRenderedPageBreak/>
        <w:t>امام</w:t>
      </w:r>
      <w:r w:rsidR="00AE4409" w:rsidRPr="00AE4409">
        <w:rPr>
          <w:rtl/>
        </w:rPr>
        <w:t xml:space="preserve"> ناظر اعمال ماست</w:t>
      </w:r>
      <w:bookmarkEnd w:id="72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داود</w:t>
      </w:r>
      <w:r w:rsidRPr="00AE4409">
        <w:rPr>
          <w:rtl/>
          <w:lang w:bidi="fa-IR"/>
        </w:rPr>
        <w:t xml:space="preserve"> رق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خدمت حضرت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نشسته بودم بمن ابتدا بدون سابقه فرمودند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داود عملها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شما را روز پنجشنبه بر من عرضه داشتند و در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آنها از عمل تو بر من عرضه شد صله رحم ترا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نسبت ب</w:t>
      </w:r>
      <w:r w:rsidR="00505E88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پسرعمو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فلان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مسرور شدم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کار تو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دانم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وند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شاوند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تو 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زودتر اجل او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رساند</w:t>
      </w:r>
      <w:r w:rsidRPr="00AE4409">
        <w:rPr>
          <w:rtl/>
          <w:lang w:bidi="fa-IR"/>
        </w:rPr>
        <w:t xml:space="preserve"> و عمرش را تمام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داود گفت من پسر عموئ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داشتم بدس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رت</w:t>
      </w:r>
      <w:r w:rsidRPr="00AE4409">
        <w:rPr>
          <w:rtl/>
          <w:lang w:bidi="fa-IR"/>
        </w:rPr>
        <w:t xml:space="preserve"> و دشمن خاندان نبوت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وضع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آشفته است و از نظر 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شت</w:t>
      </w:r>
      <w:r w:rsidRPr="00AE4409">
        <w:rPr>
          <w:rtl/>
          <w:lang w:bidi="fa-IR"/>
        </w:rPr>
        <w:t xml:space="preserve"> در سخت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هستند. قبل از آنکه عازم مکه شوم مقدار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مخارج آنها فرستادم </w:t>
      </w:r>
      <w:r w:rsidRPr="00505E88">
        <w:rPr>
          <w:rStyle w:val="libFootnotenumChar"/>
          <w:rtl/>
        </w:rPr>
        <w:t>.(70)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از حضرت باقر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(عن احدهما) نقل کرده که بمن فرمود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گمان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تو نسبت بخو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شاوندانت</w:t>
      </w:r>
      <w:r w:rsidRPr="00AE4409">
        <w:rPr>
          <w:rtl/>
          <w:lang w:bidi="fa-IR"/>
        </w:rPr>
        <w:t xml:space="preserve"> صله رحم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گفتم بل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شوم در بازار کار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کردم</w:t>
      </w:r>
      <w:r w:rsidRPr="00AE4409">
        <w:rPr>
          <w:rtl/>
          <w:lang w:bidi="fa-IR"/>
        </w:rPr>
        <w:t xml:space="preserve"> وقت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کوچک بودم دو درهم مزد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گرفتم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درهم آن را بخاله ام و درهم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را به عمه ام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دادم</w:t>
      </w:r>
      <w:r w:rsidRPr="00AE4409">
        <w:rPr>
          <w:rtl/>
          <w:lang w:bidi="fa-IR"/>
        </w:rPr>
        <w:t xml:space="preserve"> فرمود بخدا قسم دو مرتبه تا کنون اجل تو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بود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بواسطه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صله رحم 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شاوندان</w:t>
      </w:r>
      <w:r w:rsidRPr="00AE4409">
        <w:rPr>
          <w:rtl/>
          <w:lang w:bidi="fa-IR"/>
        </w:rPr>
        <w:t xml:space="preserve"> که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تاءخ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افتاد.</w:t>
      </w:r>
      <w:r w:rsidRPr="00D61E38">
        <w:rPr>
          <w:rStyle w:val="libFootnotenumChar"/>
          <w:rtl/>
        </w:rPr>
        <w:t>(71)</w:t>
      </w:r>
    </w:p>
    <w:p w:rsidR="00AE4409" w:rsidRPr="00AE4409" w:rsidRDefault="00D61E38" w:rsidP="00D61E38">
      <w:pPr>
        <w:pStyle w:val="Heading1"/>
        <w:rPr>
          <w:rtl/>
        </w:rPr>
      </w:pPr>
      <w:r>
        <w:rPr>
          <w:rtl/>
        </w:rPr>
        <w:br w:type="page"/>
      </w:r>
      <w:bookmarkStart w:id="73" w:name="_Toc496010557"/>
      <w:r w:rsidR="00AE4409" w:rsidRPr="00AE4409">
        <w:rPr>
          <w:rFonts w:hint="eastAsia"/>
          <w:rtl/>
        </w:rPr>
        <w:lastRenderedPageBreak/>
        <w:t>با</w:t>
      </w:r>
      <w:r w:rsidR="00AE4409" w:rsidRPr="00AE4409">
        <w:rPr>
          <w:rtl/>
        </w:rPr>
        <w:t xml:space="preserve"> خو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شاوندان</w:t>
      </w:r>
      <w:r w:rsidR="00AE4409" w:rsidRPr="00AE4409">
        <w:rPr>
          <w:rtl/>
        </w:rPr>
        <w:t xml:space="preserve"> دعوا نکن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د</w:t>
      </w:r>
      <w:bookmarkEnd w:id="73"/>
    </w:p>
    <w:p w:rsidR="00AE4409" w:rsidRPr="00AE4409" w:rsidRDefault="00AE4409" w:rsidP="00D61E38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کاف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صفوان جمال نقل شده که گفت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حضرت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و عبدالله بن حسن سخن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 بطور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ب</w:t>
      </w:r>
      <w:r w:rsidR="00D61E38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اهو</w:t>
      </w:r>
      <w:r w:rsidRPr="00AE4409">
        <w:rPr>
          <w:rtl/>
          <w:lang w:bidi="fa-IR"/>
        </w:rPr>
        <w:t xml:space="preserve"> و جنجال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مردم جمع شدند بعد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آمد از هم جدا گشتند صبحگاه در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رفتم حضرت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بر در خانه عبدالله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ستاده</w:t>
      </w:r>
      <w:r w:rsidRPr="00AE4409">
        <w:rPr>
          <w:rtl/>
          <w:lang w:bidi="fa-IR"/>
        </w:rPr>
        <w:t xml:space="preserve"> و ب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فرما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محمد عبدالله بن حسن را بگو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عبدالله خارج شد، عرضکرد شما را چه</w:t>
      </w:r>
      <w:r w:rsidR="00D61E38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بر</w:t>
      </w:r>
      <w:r w:rsidRPr="00AE4409">
        <w:rPr>
          <w:rtl/>
          <w:lang w:bidi="fa-IR"/>
        </w:rPr>
        <w:t xml:space="preserve"> آن داشت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صبحگاه از منزل خارج شو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حضرت فرمود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شب</w:t>
      </w:r>
      <w:r w:rsidRPr="00AE4409">
        <w:rPr>
          <w:rtl/>
          <w:lang w:bidi="fa-IR"/>
        </w:rPr>
        <w:t xml:space="preserve"> خواندم که مضطرب شدم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کدام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فرمود: الذ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صلون</w:t>
      </w:r>
      <w:r w:rsidRPr="00AE4409">
        <w:rPr>
          <w:rtl/>
          <w:lang w:bidi="fa-IR"/>
        </w:rPr>
        <w:t xml:space="preserve"> ما امرالله به ان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وصل</w:t>
      </w:r>
      <w:r w:rsidRPr="00AE4409">
        <w:rPr>
          <w:rtl/>
          <w:lang w:bidi="fa-IR"/>
        </w:rPr>
        <w:t xml:space="preserve">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خافون</w:t>
      </w:r>
      <w:r w:rsidRPr="00AE4409">
        <w:rPr>
          <w:rtl/>
          <w:lang w:bidi="fa-IR"/>
        </w:rPr>
        <w:t xml:space="preserve"> سوءالحساب آنهائ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وند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کنند</w:t>
      </w:r>
      <w:r w:rsidRPr="00AE4409">
        <w:rPr>
          <w:rtl/>
          <w:lang w:bidi="fa-IR"/>
        </w:rPr>
        <w:t xml:space="preserve"> آنچه را خدا دستور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وند</w:t>
      </w:r>
      <w:r w:rsidRPr="00AE4409">
        <w:rPr>
          <w:rtl/>
          <w:lang w:bidi="fa-IR"/>
        </w:rPr>
        <w:t xml:space="preserve"> و بستگ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داده و از روز پاداش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ترسند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عبدالله</w:t>
      </w:r>
      <w:r w:rsidRPr="00AE4409">
        <w:rPr>
          <w:rtl/>
          <w:lang w:bidi="fa-IR"/>
        </w:rPr>
        <w:t xml:space="preserve"> بن حسن گفت راست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تاکنون بگوشم نخورده بود،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هنگام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را در آغوش گرفتند و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کردند.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مجلس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جلد شانزدهم بحار ص 37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سد</w:t>
      </w:r>
      <w:r w:rsidRPr="00AE4409">
        <w:rPr>
          <w:rtl/>
          <w:lang w:bidi="fa-IR"/>
        </w:rPr>
        <w:t>: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حضرت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منظورش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بوده که عبدالله را تذکر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دهد وگرنه آنچه حضرت فرموده بود نسبت ب</w:t>
      </w:r>
      <w:r w:rsidR="00D61E38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عبدالله قطع رحم نبوده بلکه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شفقت و دلسوز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تا عبدالله را از کار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در نظر داشت منصرف کند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او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خواست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فرزند خود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عت</w:t>
      </w:r>
      <w:r w:rsidRPr="00AE4409">
        <w:rPr>
          <w:rtl/>
          <w:lang w:bidi="fa-IR"/>
        </w:rPr>
        <w:t xml:space="preserve">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 xml:space="preserve"> و هر کار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متضمن مخالفت امام باشد در حد شرک است لذا آنجناب از راه عطوفت عبدالله را متوجه کردند و مثل حضرت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هرگز از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غافل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شود</w:t>
      </w:r>
      <w:r w:rsidRPr="00AE4409">
        <w:rPr>
          <w:rtl/>
          <w:lang w:bidi="fa-IR"/>
        </w:rPr>
        <w:t xml:space="preserve"> تا ب</w:t>
      </w:r>
      <w:r w:rsidR="00D61E38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تلاوت متذکر گردد! منظور تذکر عبدالله بوده تا از عقوبت خداوند بترسد و مخالف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امام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نکند و قطع رحم ننما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D61E38" w:rsidP="00D61E38">
      <w:pPr>
        <w:pStyle w:val="Heading1"/>
        <w:rPr>
          <w:rtl/>
        </w:rPr>
      </w:pPr>
      <w:r>
        <w:rPr>
          <w:rtl/>
        </w:rPr>
        <w:br w:type="page"/>
      </w:r>
      <w:bookmarkStart w:id="74" w:name="_Toc496010558"/>
      <w:r w:rsidR="00AE4409" w:rsidRPr="00AE4409">
        <w:rPr>
          <w:rFonts w:hint="eastAsia"/>
          <w:rtl/>
        </w:rPr>
        <w:lastRenderedPageBreak/>
        <w:t>عمر</w:t>
      </w:r>
      <w:r w:rsidR="00AE4409" w:rsidRPr="00AE4409">
        <w:rPr>
          <w:rtl/>
        </w:rPr>
        <w:t xml:space="preserve"> کوتاه</w:t>
      </w:r>
      <w:bookmarkEnd w:id="74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کاف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نقل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که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صحابه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روان</w:t>
      </w:r>
      <w:r w:rsidRPr="00AE4409">
        <w:rPr>
          <w:rtl/>
          <w:lang w:bidi="fa-IR"/>
        </w:rPr>
        <w:t xml:space="preserve"> حضرت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عرض کرد برادران پسر عموها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خانه را بر من تنگ گرفته اند و مرا بطور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فشار و سخت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قرار داده اند که مجبورم در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اطاق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کنم و اگر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باره سخن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(منظور شکا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حاکم کردن است ) آنچه در دست آنها است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D61E38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فرمود صبر کن خداوند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 فرج</w:t>
      </w:r>
      <w:r w:rsidR="00D61E38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رساند</w:t>
      </w:r>
      <w:r w:rsidRPr="00AE4409">
        <w:rPr>
          <w:rtl/>
          <w:lang w:bidi="fa-IR"/>
        </w:rPr>
        <w:t xml:space="preserve"> آنمرد گفت من منصرف شدم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اقدام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آنها بکنم تا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در سنه 131 و بائ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آمد. بخدا سوگند همه آنها مردند و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چکس</w:t>
      </w:r>
      <w:r w:rsidRPr="00AE4409">
        <w:rPr>
          <w:rtl/>
          <w:lang w:bidi="fa-IR"/>
        </w:rPr>
        <w:t xml:space="preserve"> باق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نماند. هنگام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خدمت حضرت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فرمود بستگانت چطورند؟ عرض کردم همه آنها مردند.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آنجناب</w:t>
      </w:r>
      <w:r w:rsidRPr="00AE4409">
        <w:rPr>
          <w:rtl/>
          <w:lang w:bidi="fa-IR"/>
        </w:rPr>
        <w:t xml:space="preserve"> فرمود مرگ آنها بواسطه مزاحمت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که نسبت به تو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جاد</w:t>
      </w:r>
      <w:r w:rsidRPr="00AE4409">
        <w:rPr>
          <w:rtl/>
          <w:lang w:bidi="fa-IR"/>
        </w:rPr>
        <w:t xml:space="preserve"> کرده بودند و قطع رحم و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شاوند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نمودند.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نداشت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آنها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نطور</w:t>
      </w:r>
      <w:r w:rsidRPr="00AE4409">
        <w:rPr>
          <w:rtl/>
          <w:lang w:bidi="fa-IR"/>
        </w:rPr>
        <w:t xml:space="preserve"> بر تو سخت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رند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زنده باشند؟ گفتم چرا بخدا سوگند.</w:t>
      </w:r>
    </w:p>
    <w:p w:rsidR="00AE4409" w:rsidRPr="00AE4409" w:rsidRDefault="00AE4409" w:rsidP="00D61E38">
      <w:pPr>
        <w:pStyle w:val="Heading1"/>
        <w:rPr>
          <w:rtl/>
        </w:rPr>
      </w:pPr>
      <w:bookmarkStart w:id="75" w:name="_Toc496010559"/>
      <w:r w:rsidRPr="00AE4409">
        <w:rPr>
          <w:rFonts w:hint="eastAsia"/>
          <w:rtl/>
        </w:rPr>
        <w:t>حج</w:t>
      </w:r>
      <w:r w:rsidRPr="00AE4409">
        <w:rPr>
          <w:rtl/>
        </w:rPr>
        <w:t xml:space="preserve"> مقبول</w:t>
      </w:r>
      <w:bookmarkEnd w:id="75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ابن</w:t>
      </w:r>
      <w:r w:rsidRPr="00AE4409">
        <w:rPr>
          <w:rtl/>
          <w:lang w:bidi="fa-IR"/>
        </w:rPr>
        <w:t xml:space="preserve"> جوز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تذکره الخواص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نقل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که عبدالله بن مبارک مدت پنجاه سال مرتب هر دو سال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بار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ارت</w:t>
      </w:r>
      <w:r w:rsidRPr="00AE4409">
        <w:rPr>
          <w:rtl/>
          <w:lang w:bidi="fa-IR"/>
        </w:rPr>
        <w:t xml:space="preserve"> بمکه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</w:t>
      </w:r>
      <w:r w:rsidRPr="00AE4409">
        <w:rPr>
          <w:rtl/>
          <w:lang w:bidi="fa-IR"/>
        </w:rPr>
        <w:t xml:space="preserve"> . سال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رفتن بحج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از خانه خارج شد. در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منازل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راه بزن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برخورد که مشغول پاک کردن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مرغاب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مرده است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او رفت و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زن چرا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مرغاب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مرده را پاک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گفت 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 فا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ندارد از چه رو</w:t>
      </w:r>
      <w:r w:rsidR="00D61E38">
        <w:rPr>
          <w:rFonts w:hint="cs"/>
          <w:rtl/>
          <w:lang w:bidi="fa-IR"/>
        </w:rPr>
        <w:t xml:space="preserve"> </w:t>
      </w:r>
      <w:r w:rsidRPr="00AE4409">
        <w:rPr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عبدالله اصرار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کرد. زن گفت حالا که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نقدر</w:t>
      </w:r>
      <w:r w:rsidRPr="00AE4409">
        <w:rPr>
          <w:rtl/>
          <w:lang w:bidi="fa-IR"/>
        </w:rPr>
        <w:t xml:space="preserve"> اصرار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ورز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زن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علو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هستم و چهار دختر دارم </w:t>
      </w:r>
      <w:r w:rsidRPr="00AE4409">
        <w:rPr>
          <w:rtl/>
          <w:lang w:bidi="fa-IR"/>
        </w:rPr>
        <w:lastRenderedPageBreak/>
        <w:t>که پدر آنها چند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امروز روز چهارم اس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که ما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نخورده و بحال اضطرار افتاده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مرده بر ما حلال است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مرغاب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</w:t>
      </w:r>
      <w:r w:rsidRPr="00AE4409">
        <w:rPr>
          <w:rtl/>
          <w:lang w:bidi="fa-IR"/>
        </w:rPr>
        <w:t xml:space="preserve"> کرده ام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خواهم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غذا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کنم .</w:t>
      </w:r>
    </w:p>
    <w:p w:rsidR="00AE4409" w:rsidRPr="00AE4409" w:rsidRDefault="00AE4409" w:rsidP="00D61E38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عبدالله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در دل گفتم 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تو چگونه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فرصت را از دست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بزن اشاره کردم دامنت را باز کن چون باز کرد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نارها</w:t>
      </w:r>
      <w:r w:rsidRPr="00AE4409">
        <w:rPr>
          <w:rtl/>
          <w:lang w:bidi="fa-IR"/>
        </w:rPr>
        <w:t xml:space="preserve"> را در دامن او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ختم</w:t>
      </w:r>
      <w:r w:rsidRPr="00AE4409">
        <w:rPr>
          <w:rtl/>
          <w:lang w:bidi="fa-IR"/>
        </w:rPr>
        <w:t xml:space="preserve"> زن با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شرمندگ</w:t>
      </w:r>
      <w:r w:rsidRPr="00AE4409">
        <w:rPr>
          <w:rFonts w:hint="cs"/>
          <w:rtl/>
          <w:lang w:bidi="fa-IR"/>
        </w:rPr>
        <w:t>ی</w:t>
      </w:r>
      <w:r w:rsidR="00D61E38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حکا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سر بز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انداخته بود او رفت و من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از همانجا بمنزل خود برگشتم و خداوند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رفتن مکه را در آن سال از قلبم برداشت . ب</w:t>
      </w:r>
      <w:r w:rsidR="00D61E38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شهر خود بازگشتم مدت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گذشت تا مردم از مکه برگشتند.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tl/>
          <w:lang w:bidi="fa-IR"/>
        </w:rPr>
        <w:t xml:space="preserve"> همسا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گان</w:t>
      </w:r>
      <w:r w:rsidRPr="00AE4409">
        <w:rPr>
          <w:rtl/>
          <w:lang w:bidi="fa-IR"/>
        </w:rPr>
        <w:t xml:space="preserve"> سفر رفته بخانه آنها رفتم . هر کدام م</w:t>
      </w:r>
      <w:r w:rsidR="00D61E38">
        <w:rPr>
          <w:rFonts w:hint="cs"/>
          <w:rtl/>
          <w:lang w:bidi="fa-IR"/>
        </w:rPr>
        <w:t>را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گفتند</w:t>
      </w:r>
      <w:r w:rsidRPr="00AE4409">
        <w:rPr>
          <w:rtl/>
          <w:lang w:bidi="fa-IR"/>
        </w:rPr>
        <w:t xml:space="preserve"> ما با هم در فلانجا بود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در فلان محل همد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من به آنها تهن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قبول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حج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گفتم</w:t>
      </w:r>
      <w:r w:rsidRPr="00AE4409">
        <w:rPr>
          <w:rtl/>
          <w:lang w:bidi="fa-IR"/>
        </w:rPr>
        <w:t xml:space="preserve"> ، آنهان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مرا تهن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گفتند</w:t>
      </w:r>
      <w:r w:rsidRPr="00AE4409">
        <w:rPr>
          <w:rtl/>
          <w:lang w:bidi="fa-IR"/>
        </w:rPr>
        <w:t xml:space="preserve"> که حج تو هم قبول باشد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آنشب</w:t>
      </w:r>
      <w:r w:rsidRPr="00AE4409">
        <w:rPr>
          <w:rtl/>
          <w:lang w:bidi="fa-IR"/>
        </w:rPr>
        <w:t xml:space="preserve"> را در اند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بخواب رفتم در خواب حضرت رسول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که فرمود عبدالله !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کمک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نفر از بچه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خداوند خواستم ملک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بصورت تو خلق کند تا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هر سال تا روز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امت</w:t>
      </w:r>
      <w:r w:rsidRPr="00AE4409">
        <w:rPr>
          <w:rtl/>
          <w:lang w:bidi="fa-IR"/>
        </w:rPr>
        <w:t xml:space="preserve"> حج بگذارد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پس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بحج برو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ترک کن </w:t>
      </w:r>
      <w:r w:rsidRPr="00D61E38">
        <w:rPr>
          <w:rStyle w:val="libFootnotenumChar"/>
          <w:rtl/>
        </w:rPr>
        <w:t>.(72)</w:t>
      </w:r>
    </w:p>
    <w:p w:rsidR="00AE4409" w:rsidRPr="00AE4409" w:rsidRDefault="00D61E38" w:rsidP="00D61E38">
      <w:pPr>
        <w:pStyle w:val="Heading1"/>
        <w:rPr>
          <w:rtl/>
        </w:rPr>
      </w:pPr>
      <w:r>
        <w:rPr>
          <w:rtl/>
        </w:rPr>
        <w:br w:type="page"/>
      </w:r>
      <w:bookmarkStart w:id="76" w:name="_Toc496010560"/>
      <w:r w:rsidR="00AE4409" w:rsidRPr="00AE4409">
        <w:rPr>
          <w:rFonts w:hint="eastAsia"/>
          <w:rtl/>
        </w:rPr>
        <w:lastRenderedPageBreak/>
        <w:t>جسارت</w:t>
      </w:r>
      <w:r w:rsidR="00AE4409" w:rsidRPr="00AE4409">
        <w:rPr>
          <w:rtl/>
        </w:rPr>
        <w:t xml:space="preserve"> به سادات</w:t>
      </w:r>
      <w:bookmarkEnd w:id="76"/>
    </w:p>
    <w:p w:rsidR="00AE4409" w:rsidRPr="00AE4409" w:rsidRDefault="00AE4409" w:rsidP="00D61E38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سال 1229 ه ق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تحص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لداران</w:t>
      </w:r>
      <w:r w:rsidRPr="00AE4409">
        <w:rPr>
          <w:rtl/>
          <w:lang w:bidi="fa-IR"/>
        </w:rPr>
        <w:t xml:space="preserve"> دولت از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تنگدست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مطالبه وجه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(مال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)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نمود</w:t>
      </w:r>
      <w:r w:rsidRPr="00AE4409">
        <w:rPr>
          <w:rtl/>
          <w:lang w:bidi="fa-IR"/>
        </w:rPr>
        <w:t>.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هر چه سوگند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کرد و اظهار تنگدست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پر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اثر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قلب آنمرد نبخش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و بر سختگ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فشار خود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افزود،</w:t>
      </w:r>
      <w:r w:rsidRPr="00AE4409">
        <w:rPr>
          <w:rtl/>
          <w:lang w:bidi="fa-IR"/>
        </w:rPr>
        <w:t xml:space="preserve"> چون از اظهار عجز 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چارگ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بهره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. گفت </w:t>
      </w:r>
      <w:r w:rsidRPr="00AE4409">
        <w:rPr>
          <w:rFonts w:hint="eastAsia"/>
          <w:rtl/>
          <w:lang w:bidi="fa-IR"/>
        </w:rPr>
        <w:t>چند</w:t>
      </w:r>
      <w:r w:rsidRPr="00AE4409">
        <w:rPr>
          <w:rtl/>
          <w:lang w:bidi="fa-IR"/>
        </w:rPr>
        <w:t xml:space="preserve">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مهلت بده تا خدا چاره 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بسازد و از جدم رسولخدا شرم کن . تحص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لدار</w:t>
      </w:r>
      <w:r w:rsidRPr="00AE4409">
        <w:rPr>
          <w:rtl/>
          <w:lang w:bidi="fa-IR"/>
        </w:rPr>
        <w:t xml:space="preserve"> گفت اگر جد تو کارساز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تواند،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شر مرا از سر تو دفع کند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حاجت ترا روا سازد آنگاه ضامن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گرفت و گفت اگر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ساعت اول فردا صبح وجه را</w:t>
      </w:r>
      <w:r w:rsidR="00D61E38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حاضر</w:t>
      </w:r>
      <w:r w:rsidRPr="00AE4409">
        <w:rPr>
          <w:rtl/>
          <w:lang w:bidi="fa-IR"/>
        </w:rPr>
        <w:t xml:space="preserve"> نکرد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نجاست بحلق تو خواهم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</w:t>
      </w:r>
      <w:r w:rsidRPr="00AE4409">
        <w:rPr>
          <w:rtl/>
          <w:lang w:bidi="fa-IR"/>
        </w:rPr>
        <w:t xml:space="preserve"> و بگو بجدت هر چه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تواند بکند.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تحص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لدار</w:t>
      </w:r>
      <w:r w:rsidRPr="00AE4409">
        <w:rPr>
          <w:rtl/>
          <w:lang w:bidi="fa-IR"/>
        </w:rPr>
        <w:t xml:space="preserve"> شب بخانه خود مراجعت کرد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بپشت بام رفت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نصف</w:t>
      </w:r>
      <w:r w:rsidRPr="00AE4409">
        <w:rPr>
          <w:rtl/>
          <w:lang w:bidi="fa-IR"/>
        </w:rPr>
        <w:t xml:space="preserve"> شب بقصد ادرار کردن از 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برخاست و چون هوا تار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بود پا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ناودان گذاشت و با ناودان بزم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آمد تصادفا در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ناودان چاه مستراح بود.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مرد</w:t>
      </w:r>
      <w:r w:rsidRPr="00AE4409">
        <w:rPr>
          <w:rtl/>
          <w:lang w:bidi="fa-IR"/>
        </w:rPr>
        <w:t xml:space="preserve"> تحص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لدار</w:t>
      </w:r>
      <w:r w:rsidRPr="00AE4409">
        <w:rPr>
          <w:rtl/>
          <w:lang w:bidi="fa-IR"/>
        </w:rPr>
        <w:t xml:space="preserve"> در همان خلوت شب بچاه سرنگون شد و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قض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در آن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مه</w:t>
      </w:r>
      <w:r w:rsidRPr="00AE4409">
        <w:rPr>
          <w:rtl/>
          <w:lang w:bidi="fa-IR"/>
        </w:rPr>
        <w:t xml:space="preserve"> شب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tl/>
          <w:lang w:bidi="fa-IR"/>
        </w:rPr>
        <w:t xml:space="preserve"> کس آگاه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روز که شد از او جستجو کردند. پس از تفحص فراوان او را در چاه مستراح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افتند</w:t>
      </w:r>
      <w:r w:rsidRPr="00AE4409">
        <w:rPr>
          <w:rtl/>
          <w:lang w:bidi="fa-IR"/>
        </w:rPr>
        <w:t xml:space="preserve"> که سرش تا نزد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ناف در نجاست فرو رفته و آنقدر نجاست بحلق او وارد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که شکمش ورم کرده و </w:t>
      </w:r>
      <w:r w:rsidRPr="00AE4409">
        <w:rPr>
          <w:rFonts w:hint="eastAsia"/>
          <w:rtl/>
          <w:lang w:bidi="fa-IR"/>
        </w:rPr>
        <w:t>خفه</w:t>
      </w:r>
      <w:r w:rsidRPr="00AE4409">
        <w:rPr>
          <w:rtl/>
          <w:lang w:bidi="fa-IR"/>
        </w:rPr>
        <w:t xml:space="preserve"> شده بود.</w:t>
      </w:r>
      <w:r w:rsidRPr="00D61E38">
        <w:rPr>
          <w:rStyle w:val="libFootnotenumChar"/>
          <w:rtl/>
        </w:rPr>
        <w:t>(73)</w:t>
      </w:r>
    </w:p>
    <w:p w:rsidR="00AE4409" w:rsidRPr="00AE4409" w:rsidRDefault="00D61E38" w:rsidP="00D61E38">
      <w:pPr>
        <w:pStyle w:val="Heading1"/>
        <w:rPr>
          <w:rtl/>
        </w:rPr>
      </w:pPr>
      <w:r>
        <w:rPr>
          <w:rtl/>
        </w:rPr>
        <w:br w:type="page"/>
      </w:r>
      <w:bookmarkStart w:id="77" w:name="_Toc496010561"/>
      <w:r w:rsidR="00AE4409" w:rsidRPr="00AE4409">
        <w:rPr>
          <w:rFonts w:hint="eastAsia"/>
          <w:rtl/>
        </w:rPr>
        <w:lastRenderedPageBreak/>
        <w:t>از</w:t>
      </w:r>
      <w:r w:rsidR="00AE4409" w:rsidRPr="00AE4409">
        <w:rPr>
          <w:rtl/>
        </w:rPr>
        <w:t xml:space="preserve"> امام باقر</w:t>
      </w:r>
      <w:r w:rsidR="00AE4409" w:rsidRPr="00AE4409">
        <w:rPr>
          <w:rStyle w:val="libAlaemChar"/>
          <w:rtl/>
        </w:rPr>
        <w:t xml:space="preserve">عليه‌السلام </w:t>
      </w:r>
      <w:r w:rsidR="00AE4409" w:rsidRPr="00AE4409">
        <w:rPr>
          <w:rtl/>
        </w:rPr>
        <w:t xml:space="preserve"> بشنو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د</w:t>
      </w:r>
      <w:bookmarkEnd w:id="77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زراره</w:t>
      </w:r>
      <w:r w:rsidRPr="00AE4409">
        <w:rPr>
          <w:rtl/>
          <w:lang w:bidi="fa-IR"/>
        </w:rPr>
        <w:t xml:space="preserve"> از عبدالملک نقل کرد که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حضرت باقر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و بعض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فرزندان امام حسن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اختلاف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</w:t>
      </w:r>
      <w:r w:rsidRPr="00AE4409">
        <w:rPr>
          <w:rtl/>
          <w:lang w:bidi="fa-IR"/>
        </w:rPr>
        <w:t xml:space="preserve"> شد من خدمت حضرت باقر رفتم . خواستم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سخن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تا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اصلاح شود. حضرت فرمود تو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ما مگو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مثل ما با پسر عموها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مانند همان مرد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که در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و او را دو دختر بود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آندو را بمرد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کشاورز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بشخص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کوزه گر شوهر داده بود.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آنها حرکت کرد. اول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آن دختر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زن کشاورز بود رفت و از او احوال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دختر گفت پدر جان شوهرم کشت و زراعت فراوان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کرده اگر باران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حال ما از تمام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بهتر است .</w:t>
      </w:r>
    </w:p>
    <w:p w:rsidR="00AE4409" w:rsidRPr="00AE4409" w:rsidRDefault="00AE4409" w:rsidP="00D61E38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منزل آن دختر بخانه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رفت و از او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احوال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گفت پدر، شوهرم کوزه</w:t>
      </w:r>
      <w:r w:rsidR="00D61E38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ساخته اگر خداوند مدت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باران نفرستد تا کوزه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خشک شود حال ما از همه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کوتر</w:t>
      </w:r>
      <w:r w:rsidRPr="00AE4409">
        <w:rPr>
          <w:rtl/>
          <w:lang w:bidi="fa-IR"/>
        </w:rPr>
        <w:t xml:space="preserve"> است . آنمرد از خانه دختر خود خارج شد در حال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گفت</w:t>
      </w:r>
      <w:r w:rsidRPr="00AE4409">
        <w:rPr>
          <w:rtl/>
          <w:lang w:bidi="fa-IR"/>
        </w:rPr>
        <w:t xml:space="preserve"> خدا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تو خودت هر چه صلاح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بکن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رسد</w:t>
      </w:r>
      <w:r w:rsidRPr="00AE4409">
        <w:rPr>
          <w:rtl/>
          <w:lang w:bidi="fa-IR"/>
        </w:rPr>
        <w:t xml:space="preserve"> که بنفع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درخواست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بکنم ؛ هر چه صلاح آنها است انجام ده .</w:t>
      </w:r>
      <w:r w:rsidRPr="00AE4409">
        <w:rPr>
          <w:rtl/>
          <w:lang w:bidi="fa-IR"/>
        </w:rPr>
        <w:cr/>
      </w: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باقر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فرمود شما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ما سخن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بگوئ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مبادا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احترام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="00D61E38">
        <w:rPr>
          <w:rFonts w:hint="cs"/>
          <w:rtl/>
          <w:lang w:bidi="fa-IR"/>
        </w:rPr>
        <w:t xml:space="preserve">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ما شود، وظ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شما احترام نسبت ب</w:t>
      </w:r>
      <w:r w:rsidR="00D61E38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همه ماها است بواسطه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>.</w:t>
      </w:r>
      <w:r w:rsidRPr="00D61E38">
        <w:rPr>
          <w:rStyle w:val="libFootnotenumChar"/>
          <w:rtl/>
        </w:rPr>
        <w:t>(74)</w:t>
      </w:r>
    </w:p>
    <w:p w:rsidR="00AE4409" w:rsidRPr="00AE4409" w:rsidRDefault="00D61E38" w:rsidP="00D61E38">
      <w:pPr>
        <w:pStyle w:val="Heading1"/>
        <w:rPr>
          <w:rtl/>
        </w:rPr>
      </w:pPr>
      <w:r>
        <w:rPr>
          <w:rtl/>
        </w:rPr>
        <w:br w:type="page"/>
      </w:r>
      <w:bookmarkStart w:id="78" w:name="_Toc496010562"/>
      <w:r w:rsidR="00AE4409" w:rsidRPr="00AE4409">
        <w:rPr>
          <w:rFonts w:hint="eastAsia"/>
          <w:rtl/>
        </w:rPr>
        <w:lastRenderedPageBreak/>
        <w:t>زندگ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فق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ران</w:t>
      </w:r>
      <w:bookmarkEnd w:id="78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ابوبص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گفت بحضرت صادق </w:t>
      </w:r>
      <w:r w:rsidR="000B7D88" w:rsidRPr="00D61E38">
        <w:rPr>
          <w:rStyle w:val="libAlaemChar"/>
          <w:rtl/>
        </w:rPr>
        <w:t>عليه‌السلام</w:t>
      </w:r>
      <w:r w:rsidR="000B7D88" w:rsidRPr="000B7D88">
        <w:rPr>
          <w:rStyle w:val="libAlaemChar"/>
          <w:rtl/>
        </w:rPr>
        <w:t xml:space="preserve"> </w:t>
      </w:r>
      <w:r w:rsidRPr="00AE4409">
        <w:rPr>
          <w:rtl/>
          <w:lang w:bidi="fa-IR"/>
        </w:rPr>
        <w:t xml:space="preserve">عرضکردم که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شما که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زکار</w:t>
      </w:r>
      <w:r w:rsidRPr="00AE4409">
        <w:rPr>
          <w:rtl/>
          <w:lang w:bidi="fa-IR"/>
        </w:rPr>
        <w:t xml:space="preserve"> است بنام عمر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آمد و تقاضا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کمک کرد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دست تنگ بود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نزد من زکوه هست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بتو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دهم</w:t>
      </w:r>
      <w:r w:rsidRPr="00AE4409">
        <w:rPr>
          <w:rtl/>
          <w:lang w:bidi="fa-IR"/>
        </w:rPr>
        <w:t xml:space="preserve">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گوشت و خرما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مقدار خرج اسرافست . آنمرد گفت در معامله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درهم بهره من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سوم آنرا گوشت و قسمت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را خرما و بق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اش را بمصرف سا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احت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اجات</w:t>
      </w:r>
      <w:r w:rsidRPr="00AE4409">
        <w:rPr>
          <w:rtl/>
          <w:lang w:bidi="fa-IR"/>
        </w:rPr>
        <w:t xml:space="preserve"> منزل رساندم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افسرده شد و مدت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دست خود را بر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گذاشت پس از آن فرمود: خداوند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تنگدستان سهم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مال ثروتمندان قرار داده بمقدار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بتوانند با آن بخوب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کنند و اگر آن سهم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کفا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شتر</w:t>
      </w:r>
      <w:r w:rsidRPr="00AE4409">
        <w:rPr>
          <w:rtl/>
          <w:lang w:bidi="fa-IR"/>
        </w:rPr>
        <w:t xml:space="preserve"> قرار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نرو</w:t>
      </w:r>
      <w:r w:rsidRPr="00AE4409">
        <w:rPr>
          <w:rtl/>
          <w:lang w:bidi="fa-IR"/>
        </w:rPr>
        <w:t xml:space="preserve"> با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د بآنها بدهند بمقدار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تاءم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خوراک و پوشاک و ازدواج و تصدق و حج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شانرا</w:t>
      </w:r>
      <w:r w:rsidRPr="00AE4409">
        <w:rPr>
          <w:rtl/>
          <w:lang w:bidi="fa-IR"/>
        </w:rPr>
        <w:t xml:space="preserve"> بنما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نبا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سخت 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کنند مخصوصا بمثل عمر که از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کوکارانست</w:t>
      </w:r>
      <w:r w:rsidRPr="00AE4409">
        <w:rPr>
          <w:rtl/>
          <w:lang w:bidi="fa-IR"/>
        </w:rPr>
        <w:t xml:space="preserve"> </w:t>
      </w:r>
      <w:r w:rsidRPr="00E964C1">
        <w:rPr>
          <w:rStyle w:val="libFootnotenumChar"/>
          <w:rtl/>
        </w:rPr>
        <w:t>.(75)</w:t>
      </w:r>
    </w:p>
    <w:p w:rsidR="00AE4409" w:rsidRPr="00AE4409" w:rsidRDefault="00E964C1" w:rsidP="00E964C1">
      <w:pPr>
        <w:pStyle w:val="Heading1"/>
        <w:rPr>
          <w:rtl/>
        </w:rPr>
      </w:pPr>
      <w:r>
        <w:rPr>
          <w:rtl/>
        </w:rPr>
        <w:br w:type="page"/>
      </w:r>
      <w:bookmarkStart w:id="79" w:name="_Toc496010563"/>
      <w:r w:rsidR="00AE4409" w:rsidRPr="00AE4409">
        <w:rPr>
          <w:rFonts w:hint="eastAsia"/>
          <w:rtl/>
        </w:rPr>
        <w:lastRenderedPageBreak/>
        <w:t>عطش</w:t>
      </w:r>
      <w:r w:rsidR="00AE4409" w:rsidRPr="00AE4409">
        <w:rPr>
          <w:rtl/>
        </w:rPr>
        <w:t xml:space="preserve"> انتقام</w:t>
      </w:r>
      <w:bookmarkEnd w:id="79"/>
    </w:p>
    <w:p w:rsidR="00AE4409" w:rsidRPr="00AE4409" w:rsidRDefault="00AE4409" w:rsidP="00E964C1">
      <w:pPr>
        <w:pStyle w:val="libNormal"/>
        <w:rPr>
          <w:rtl/>
          <w:lang w:bidi="fa-IR"/>
        </w:rPr>
      </w:pP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مسلم در حکومت حجاج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وسف</w:t>
      </w:r>
      <w:r w:rsidRPr="00AE4409">
        <w:rPr>
          <w:rtl/>
          <w:lang w:bidi="fa-IR"/>
        </w:rPr>
        <w:t xml:space="preserve"> مقام 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 . او منش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مخصوص بود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تمام امور مداخله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زمان خلافت 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بن عبدالملک مطرود و مبغوض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از کار برکنار شد.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را در حال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به زنج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بسته بودند نزد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آوردند. مورد تحق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رش</w:t>
      </w:r>
      <w:r w:rsidRPr="00AE4409">
        <w:rPr>
          <w:rtl/>
          <w:lang w:bidi="fa-IR"/>
        </w:rPr>
        <w:t xml:space="preserve"> قرار داد و زبان به اهانت و شمات</w:t>
      </w:r>
      <w:r w:rsidR="00E964C1">
        <w:rPr>
          <w:rFonts w:hint="cs"/>
          <w:rtl/>
          <w:lang w:bidi="fa-IR"/>
        </w:rPr>
        <w:t>ت</w:t>
      </w:r>
      <w:r w:rsidRPr="00AE4409">
        <w:rPr>
          <w:rtl/>
          <w:lang w:bidi="fa-IR"/>
        </w:rPr>
        <w:t>ش گشود و گفت من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ام . لعنت خداوند بر آن مرد باد که زمام کارها را بدست تو سپرد و اداره امور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در اخت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ارت</w:t>
      </w:r>
      <w:r w:rsidRPr="00AE4409">
        <w:rPr>
          <w:rtl/>
          <w:lang w:bidi="fa-IR"/>
        </w:rPr>
        <w:t xml:space="preserve"> نهاد.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مگو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چه آنکه تو در حال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اقبال از من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گردانده و بتو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آورده است . اگر در روز قدرت مرا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آنچه که امروز در من کوچک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شمار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بزرگ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هر چه را که 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خطر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گفت راست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بنش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مادر،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ن</w:t>
      </w:r>
      <w:r w:rsidRPr="00AE4409">
        <w:rPr>
          <w:rFonts w:hint="eastAsia"/>
          <w:rtl/>
          <w:lang w:bidi="fa-IR"/>
        </w:rPr>
        <w:t>شست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دوباره با زبان اهانت گفت :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گمان تو درباه حجاج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؟ بنظرت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او هم اکنون در جهنم سرنگون است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آنکه در قعر آتش مستقر شده است ؟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در حق حجاج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مفرما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چه او بخاندان شما کمال علاقه را ابراز کرد و 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خون خود 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</w:t>
      </w:r>
      <w:r w:rsidRPr="00AE4409">
        <w:rPr>
          <w:rtl/>
          <w:lang w:bidi="fa-IR"/>
        </w:rPr>
        <w:t xml:space="preserve"> نداشت . به دوستان شما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دشمنانتان را خائف ساخت . او در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امت</w:t>
      </w:r>
      <w:r w:rsidRPr="00AE4409">
        <w:rPr>
          <w:rtl/>
          <w:lang w:bidi="fa-IR"/>
        </w:rPr>
        <w:t xml:space="preserve"> طرف راست پدرت عبدالملک است و در طرف چپ برادرت ول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هم اکنون شما هر جا که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را 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ده .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از سخنان موهن و تلاف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انه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سخت ناراحت شد، 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حه</w:t>
      </w:r>
      <w:r w:rsidRPr="00AE4409">
        <w:rPr>
          <w:rtl/>
          <w:lang w:bidi="fa-IR"/>
        </w:rPr>
        <w:t xml:space="preserve"> زد، 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و گفت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نجا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شو و راه لعنت خدا را در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>.</w:t>
      </w:r>
      <w:r w:rsidRPr="00E964C1">
        <w:rPr>
          <w:rStyle w:val="libFootnotenumChar"/>
          <w:rtl/>
        </w:rPr>
        <w:t>(76)</w:t>
      </w:r>
    </w:p>
    <w:p w:rsidR="00AE4409" w:rsidRPr="00AE4409" w:rsidRDefault="00E964C1" w:rsidP="006C38CC">
      <w:pPr>
        <w:pStyle w:val="Heading1"/>
        <w:rPr>
          <w:rtl/>
        </w:rPr>
      </w:pPr>
      <w:r>
        <w:rPr>
          <w:rtl/>
        </w:rPr>
        <w:br w:type="page"/>
      </w:r>
      <w:bookmarkStart w:id="80" w:name="_Toc496010564"/>
      <w:r w:rsidR="00AE4409" w:rsidRPr="00AE4409">
        <w:rPr>
          <w:rFonts w:hint="eastAsia"/>
          <w:rtl/>
        </w:rPr>
        <w:lastRenderedPageBreak/>
        <w:t>پ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رمرد</w:t>
      </w:r>
      <w:r w:rsidR="00AE4409" w:rsidRPr="00AE4409">
        <w:rPr>
          <w:rtl/>
        </w:rPr>
        <w:t xml:space="preserve"> و حجاج</w:t>
      </w:r>
      <w:bookmarkEnd w:id="80"/>
    </w:p>
    <w:p w:rsidR="00AE4409" w:rsidRPr="00AE4409" w:rsidRDefault="00AE4409" w:rsidP="006C38CC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حجاج</w:t>
      </w:r>
      <w:r w:rsidRPr="00AE4409">
        <w:rPr>
          <w:rtl/>
          <w:lang w:bidi="fa-IR"/>
        </w:rPr>
        <w:t xml:space="preserve"> بن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وسف</w:t>
      </w:r>
      <w:r w:rsidRPr="00AE4409">
        <w:rPr>
          <w:rtl/>
          <w:lang w:bidi="fa-IR"/>
        </w:rPr>
        <w:t xml:space="preserve"> از طرف عبدالملک مروان 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ب</w:t>
      </w:r>
      <w:r w:rsidR="006C38CC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عراق برود، عطا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را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مردم تقس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کند، و آنانرا بجبهه جنگ بفرستد، وارد کوفه شد. مردم بمسجد آمدند و او بر منبر رفت و گفت : عبدالملک بمن فرمان داده است پس از اعطاء عطا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شماها را به جبهه جنگ بفرستم ، </w:t>
      </w:r>
      <w:r w:rsidRPr="00AE4409">
        <w:rPr>
          <w:rFonts w:hint="eastAsia"/>
          <w:rtl/>
          <w:lang w:bidi="fa-IR"/>
        </w:rPr>
        <w:t>قسم</w:t>
      </w:r>
      <w:r w:rsidRPr="00AE4409">
        <w:rPr>
          <w:rtl/>
          <w:lang w:bidi="fa-IR"/>
        </w:rPr>
        <w:t xml:space="preserve"> بخدا هر کس پس از 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عط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</w:t>
      </w:r>
      <w:r w:rsidR="006C38CC">
        <w:rPr>
          <w:rFonts w:hint="cs"/>
          <w:rtl/>
          <w:lang w:bidi="fa-IR"/>
        </w:rPr>
        <w:t>ظ</w:t>
      </w:r>
      <w:r w:rsidRPr="00AE4409">
        <w:rPr>
          <w:rtl/>
          <w:lang w:bidi="fa-IR"/>
        </w:rPr>
        <w:t>رف سه روز حرکت نکند و بجبهه نرود گردنش را</w:t>
      </w:r>
      <w:r w:rsidR="006C38CC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زنم</w:t>
      </w:r>
      <w:r w:rsidRPr="00AE4409">
        <w:rPr>
          <w:rtl/>
          <w:lang w:bidi="fa-IR"/>
        </w:rPr>
        <w:t xml:space="preserve"> . سپس از منبر بز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آمد و پرداخت عطا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آغاز شد. مردم دسته دسته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آمدند</w:t>
      </w:r>
      <w:r w:rsidRPr="00AE4409">
        <w:rPr>
          <w:rtl/>
          <w:lang w:bidi="fa-IR"/>
        </w:rPr>
        <w:t xml:space="preserve"> عطا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گرفتند</w:t>
      </w:r>
      <w:r w:rsidRPr="00AE4409">
        <w:rPr>
          <w:rtl/>
          <w:lang w:bidi="fa-IR"/>
        </w:rPr>
        <w:t xml:space="preserve">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رفتند</w:t>
      </w:r>
      <w:r w:rsidRPr="00AE4409">
        <w:rPr>
          <w:rtl/>
          <w:lang w:bidi="fa-IR"/>
        </w:rPr>
        <w:t xml:space="preserve"> که خود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سفر مه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سازند.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دستها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لرزان نزد حجاج آمد و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ر،</w:t>
      </w:r>
      <w:r w:rsidRPr="00AE4409">
        <w:rPr>
          <w:rtl/>
          <w:lang w:bidi="fa-IR"/>
        </w:rPr>
        <w:t xml:space="preserve"> ضعف و ناتوان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فرزند توانائ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دارم که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تواند</w:t>
      </w:r>
      <w:r w:rsidRPr="00AE4409">
        <w:rPr>
          <w:rtl/>
          <w:lang w:bidi="fa-IR"/>
        </w:rPr>
        <w:t xml:space="preserve"> به سفر برود و در جبهه جنگ شرکت کند، او را بپذ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مرا معاف کن ، حجاج گفت درخواستت مورد قبول است .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با حاجت روا شده برگشت . چند قدم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نرفته بود که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بجوئ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ناپاکدل ، به حجاج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؟ جواب داد، نه ،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بن ضائب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است</w:t>
      </w:r>
      <w:r w:rsidRPr="00AE4409">
        <w:rPr>
          <w:rtl/>
          <w:lang w:bidi="fa-IR"/>
        </w:rPr>
        <w:t xml:space="preserve"> . او در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عثمان را کشته بودند کنار جسد آمد لگد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بشکم عثمان زد و استخوان دنده اش را شکست . حجاج دستور داد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رمرد</w:t>
      </w:r>
      <w:r w:rsidRPr="00AE4409">
        <w:rPr>
          <w:rtl/>
          <w:lang w:bidi="fa-IR"/>
        </w:rPr>
        <w:t xml:space="preserve"> را برگردانند، به او گفت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روز قتل عثمان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نداشت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بفرست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فرمان داد گردنش را زدند.</w:t>
      </w:r>
      <w:r w:rsidRPr="003C4CA1">
        <w:rPr>
          <w:rStyle w:val="libFootnotenumChar"/>
          <w:rtl/>
        </w:rPr>
        <w:t>(77)</w:t>
      </w:r>
    </w:p>
    <w:p w:rsidR="00AE4409" w:rsidRPr="00AE4409" w:rsidRDefault="003C4CA1" w:rsidP="003C4CA1">
      <w:pPr>
        <w:pStyle w:val="Heading1"/>
        <w:rPr>
          <w:rtl/>
        </w:rPr>
      </w:pPr>
      <w:r>
        <w:rPr>
          <w:rtl/>
        </w:rPr>
        <w:br w:type="page"/>
      </w:r>
      <w:bookmarkStart w:id="81" w:name="_Toc496010565"/>
      <w:r w:rsidR="00AE4409" w:rsidRPr="00AE4409">
        <w:rPr>
          <w:rFonts w:hint="eastAsia"/>
          <w:rtl/>
        </w:rPr>
        <w:lastRenderedPageBreak/>
        <w:t>مرگ</w:t>
      </w:r>
      <w:r w:rsidR="00AE4409" w:rsidRPr="00AE4409">
        <w:rPr>
          <w:rtl/>
        </w:rPr>
        <w:t xml:space="preserve"> سخت</w:t>
      </w:r>
      <w:bookmarkEnd w:id="81"/>
    </w:p>
    <w:p w:rsidR="00AE4409" w:rsidRPr="00AE4409" w:rsidRDefault="00AE4409" w:rsidP="003C4CA1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رسول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ببال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رفتند که در حال احتضار و مشرف بمرگ بود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جاندادن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بر او سخت و دشوار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نمود</w:t>
      </w:r>
      <w:r w:rsidRPr="00AE4409">
        <w:rPr>
          <w:rtl/>
          <w:lang w:bidi="fa-IR"/>
        </w:rPr>
        <w:t xml:space="preserve"> حضرت او را صدا زد جواب داد: فرمودند چه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عرضکرد دو نفر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tl/>
          <w:lang w:bidi="fa-IR"/>
        </w:rPr>
        <w:t xml:space="preserve">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</w:t>
      </w:r>
      <w:r w:rsidRPr="00AE4409">
        <w:rPr>
          <w:rtl/>
          <w:lang w:bidi="fa-IR"/>
        </w:rPr>
        <w:t xml:space="preserve"> که روبرو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ستاده</w:t>
      </w:r>
      <w:r w:rsidRPr="00AE4409">
        <w:rPr>
          <w:rtl/>
          <w:lang w:bidi="fa-IR"/>
        </w:rPr>
        <w:t xml:space="preserve"> اند و از آنها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ترسم آنجناب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>: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جوان مادر دارد؟ مادرش آمد و عرض کرد بل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رسول الله من مادر او هستم حضرت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از او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عرضکردم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نبودم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اکنون بواسطه شما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شدم آنگاه جوان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هوش</w:t>
      </w:r>
      <w:r w:rsidR="003C4CA1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شد،</w:t>
      </w:r>
      <w:r w:rsidRPr="00AE4409">
        <w:rPr>
          <w:rtl/>
          <w:lang w:bidi="fa-IR"/>
        </w:rPr>
        <w:t xml:space="preserve">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بهوش آمد. باز او را صدا زدند جواب داد: فرمودند چه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عرضکرد آندو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tl/>
          <w:lang w:bidi="fa-IR"/>
        </w:rPr>
        <w:t xml:space="preserve"> رفتند و اکنون دو نفر سف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درو</w:t>
      </w:r>
      <w:r w:rsidRPr="00AE4409">
        <w:rPr>
          <w:rtl/>
          <w:lang w:bidi="fa-IR"/>
        </w:rPr>
        <w:t xml:space="preserve"> و نوران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آمدند که از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آنها من خشنود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شوم</w:t>
      </w:r>
      <w:r w:rsidRPr="00AE4409">
        <w:rPr>
          <w:rtl/>
          <w:lang w:bidi="fa-IR"/>
        </w:rPr>
        <w:t xml:space="preserve"> و در آن هنگام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.</w:t>
      </w:r>
      <w:r w:rsidRPr="003C4CA1">
        <w:rPr>
          <w:rStyle w:val="libFootnotenumChar"/>
          <w:rtl/>
        </w:rPr>
        <w:t>(78)</w:t>
      </w:r>
    </w:p>
    <w:p w:rsidR="00AE4409" w:rsidRPr="00AE4409" w:rsidRDefault="003C4CA1" w:rsidP="003C4CA1">
      <w:pPr>
        <w:pStyle w:val="Heading1"/>
        <w:rPr>
          <w:rtl/>
        </w:rPr>
      </w:pPr>
      <w:r>
        <w:rPr>
          <w:rtl/>
        </w:rPr>
        <w:br w:type="page"/>
      </w:r>
      <w:bookmarkStart w:id="82" w:name="_Toc496010566"/>
      <w:r w:rsidR="00AE4409" w:rsidRPr="00AE4409">
        <w:rPr>
          <w:rFonts w:hint="eastAsia"/>
          <w:rtl/>
        </w:rPr>
        <w:lastRenderedPageBreak/>
        <w:t>حکا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ت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د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گر</w:t>
      </w:r>
      <w:bookmarkEnd w:id="82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حضور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علما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زنجان از برادرش شکا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کرد که او با من در مخارج مادرمان شرکت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>.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شخص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که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نده</w:t>
      </w:r>
      <w:r w:rsidRPr="00AE4409">
        <w:rPr>
          <w:rtl/>
          <w:lang w:bidi="fa-IR"/>
        </w:rPr>
        <w:t xml:space="preserve">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است ماءمور اصلاح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آنها کردند آنشخص گفت من برادرش را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و با او مذاکره کردم که چرا در نفقه مادر مساعدت ببرادرت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گفت بمن مربوط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قسمت کرده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چطور قسمت کرده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د؟</w:t>
      </w:r>
      <w:r w:rsidRPr="00AE4409">
        <w:rPr>
          <w:rtl/>
          <w:lang w:bidi="fa-IR"/>
        </w:rPr>
        <w:t xml:space="preserve">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کسال</w:t>
      </w:r>
      <w:r w:rsidRPr="00AE4409">
        <w:rPr>
          <w:rtl/>
          <w:lang w:bidi="fa-IR"/>
        </w:rPr>
        <w:t xml:space="preserve"> گران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 پدر و مادرمان را با هم تقس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کرد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بنا شد خرج پدر با من باشد و خرج مادر با او. منته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نست</w:t>
      </w:r>
      <w:r w:rsidRPr="00AE4409">
        <w:rPr>
          <w:rtl/>
          <w:lang w:bidi="fa-IR"/>
        </w:rPr>
        <w:t xml:space="preserve"> که اقبال من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پدرم زود مرد حالا خرج مادر بمن مربوط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من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گفته او را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(بختم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پدرم زود مرد!)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مرتبه خنده ام گرفت گفتم مگر مال قسمت کرده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عقد لازم و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ساقط گردد در حال زنده بودن پدر چون خرج پدر چون خرج او معادل خرج مادر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 xml:space="preserve"> حساب پاک بود اما حالا که پدرتان مرده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درباره مادر حساب را از سر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  <w:r w:rsidRPr="003C4CA1">
        <w:rPr>
          <w:rStyle w:val="libFootnotenumChar"/>
          <w:rtl/>
        </w:rPr>
        <w:t>(79)</w:t>
      </w:r>
    </w:p>
    <w:p w:rsidR="00AE4409" w:rsidRPr="00AE4409" w:rsidRDefault="003C4CA1" w:rsidP="003C4CA1">
      <w:pPr>
        <w:pStyle w:val="Heading1"/>
        <w:rPr>
          <w:rtl/>
        </w:rPr>
      </w:pPr>
      <w:r>
        <w:rPr>
          <w:rtl/>
        </w:rPr>
        <w:br w:type="page"/>
      </w:r>
      <w:bookmarkStart w:id="83" w:name="_Toc496010567"/>
      <w:r w:rsidR="00AE4409" w:rsidRPr="00AE4409">
        <w:rPr>
          <w:rFonts w:hint="eastAsia"/>
          <w:rtl/>
        </w:rPr>
        <w:lastRenderedPageBreak/>
        <w:t>پدر</w:t>
      </w:r>
      <w:r w:rsidR="00AE4409" w:rsidRPr="00AE4409">
        <w:rPr>
          <w:rtl/>
        </w:rPr>
        <w:t xml:space="preserve"> و مادرم کافرند</w:t>
      </w:r>
      <w:bookmarkEnd w:id="83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کاف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زکر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بن ابراه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نقل شده که گفت من نصران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بودم و مسلمان شدم پس از آن بعنوان حج از محل خود بجانب مکه رفتم در آنجا خدمت حضرت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عرض کردم من نصران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بودم و اسلام آورده ام . فرمود چه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در اسلام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گفتم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موجب هدا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من 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>.</w:t>
      </w:r>
    </w:p>
    <w:p w:rsidR="00AE4409" w:rsidRPr="00AE4409" w:rsidRDefault="003C4CA1" w:rsidP="00AE4409">
      <w:pPr>
        <w:pStyle w:val="libNormal"/>
        <w:rPr>
          <w:rtl/>
          <w:lang w:bidi="fa-IR"/>
        </w:rPr>
      </w:pPr>
      <w:r w:rsidRPr="003C4CA1">
        <w:rPr>
          <w:rStyle w:val="libAlaemChar"/>
          <w:rFonts w:hint="cs"/>
          <w:rtl/>
        </w:rPr>
        <w:t>(</w:t>
      </w:r>
      <w:r w:rsidRPr="003C4CA1">
        <w:rPr>
          <w:rStyle w:val="libAieChar"/>
          <w:rtl/>
        </w:rPr>
        <w:t>وَكَذَٰلِكَ أَوْحَيْنَا إِلَيْكَ رُوحًا مِّنْ أَمْرِنَا</w:t>
      </w:r>
      <w:r w:rsidRPr="003C4CA1">
        <w:rPr>
          <w:rStyle w:val="libAieChar"/>
          <w:rFonts w:ascii="Times New Roman" w:hAnsi="Times New Roman" w:cs="Times New Roman" w:hint="cs"/>
          <w:rtl/>
        </w:rPr>
        <w:t> ۚ</w:t>
      </w:r>
      <w:r w:rsidRPr="003C4CA1">
        <w:rPr>
          <w:rStyle w:val="libAieChar"/>
          <w:rtl/>
        </w:rPr>
        <w:t xml:space="preserve"> مَا كُنتَ تَدْرِي مَا الْكِتَابُ وَلَا الْإِيمَانُ وَلَـٰكِن جَعَلْنَاهُ نُورًا نَّهْدِي بِهِ مَن نَّشَاءُ مِنْ عِبَادِنَا</w:t>
      </w:r>
      <w:r w:rsidRPr="003C4CA1">
        <w:rPr>
          <w:rStyle w:val="libAieChar"/>
          <w:rFonts w:ascii="Times New Roman" w:hAnsi="Times New Roman" w:cs="Times New Roman" w:hint="cs"/>
          <w:rtl/>
        </w:rPr>
        <w:t> ۚ</w:t>
      </w:r>
      <w:r w:rsidRPr="003C4CA1">
        <w:rPr>
          <w:rStyle w:val="libAieChar"/>
          <w:rtl/>
        </w:rPr>
        <w:t xml:space="preserve"> وَإِنَّكَ لَتَهْدِي إِلَىٰ صِرَاطٍ مُّسْتَقِيمٍ</w:t>
      </w:r>
      <w:r w:rsidRPr="003C4CA1">
        <w:rPr>
          <w:rStyle w:val="libAlaemChar"/>
          <w:rFonts w:hint="cs"/>
          <w:rtl/>
        </w:rPr>
        <w:t>)</w:t>
      </w:r>
      <w:r w:rsidRPr="003C4CA1">
        <w:rPr>
          <w:rStyle w:val="libFootnotenumChar"/>
          <w:rtl/>
        </w:rPr>
        <w:t xml:space="preserve"> </w:t>
      </w:r>
      <w:r w:rsidR="00AE4409" w:rsidRPr="003C4CA1">
        <w:rPr>
          <w:rStyle w:val="libFootnotenumChar"/>
          <w:rtl/>
        </w:rPr>
        <w:t>(80)</w:t>
      </w:r>
    </w:p>
    <w:p w:rsidR="00AE4409" w:rsidRPr="00AE4409" w:rsidRDefault="00AE4409" w:rsidP="003C4CA1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فرمود براست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خدا هدا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تت</w:t>
      </w:r>
      <w:r w:rsidRPr="00AE4409">
        <w:rPr>
          <w:rtl/>
          <w:lang w:bidi="fa-IR"/>
        </w:rPr>
        <w:t xml:space="preserve"> کرده . بعد سه مرتبه گفت (اللهم اهده ) خدا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او را</w:t>
      </w:r>
      <w:r w:rsidR="003C4CA1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براهها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هدا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فرما و فرمود پسرک من هر چه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سؤ ال کن . گفتم پدر و مادر و خانواده ام نصران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هستند و مادرم کور است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من با آنها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در ظرف آنها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توانم</w:t>
      </w:r>
      <w:r w:rsidRPr="00AE4409">
        <w:rPr>
          <w:rtl/>
          <w:lang w:bidi="fa-IR"/>
        </w:rPr>
        <w:t xml:space="preserve"> غذا بخورم ؟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آنها گوشت خوک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خورند؟</w:t>
      </w:r>
      <w:r w:rsidRPr="00AE4409">
        <w:rPr>
          <w:rtl/>
          <w:lang w:bidi="fa-IR"/>
        </w:rPr>
        <w:t xml:space="preserve"> گفتم نه 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دست بآن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زنند</w:t>
      </w:r>
      <w:r w:rsidRPr="00AE4409">
        <w:rPr>
          <w:rtl/>
          <w:lang w:bidi="fa-IR"/>
        </w:rPr>
        <w:t xml:space="preserve"> فرمود با آنها با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مانع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ندارد آنگاه دستور داد نسبت بمادرت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مهربان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 و هرگاه بم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 xml:space="preserve"> او را بد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واگذار منما و به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tl/>
          <w:lang w:bidi="fa-IR"/>
        </w:rPr>
        <w:t xml:space="preserve"> کس مگو که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من آمده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تا در من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مرا بب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انشاءالله گفت در من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خدمتش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و مردم مانند بچه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مکتب دور او را گرفته بودند و سؤ ال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</w:t>
      </w:r>
      <w:r w:rsidRPr="00AE4409">
        <w:rPr>
          <w:rtl/>
          <w:lang w:bidi="fa-IR"/>
        </w:rPr>
        <w:t>.</w:t>
      </w:r>
    </w:p>
    <w:p w:rsidR="00AE4409" w:rsidRPr="00AE4409" w:rsidRDefault="00AE4409" w:rsidP="003C4CA1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کوفه آمدم با مادرم مهربان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فراوان کردم و باو غذا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دادم ، لباس و سرش را از جانور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جستم</w:t>
      </w:r>
      <w:r w:rsidRPr="00AE4409">
        <w:rPr>
          <w:rtl/>
          <w:lang w:bidi="fa-IR"/>
        </w:rPr>
        <w:t xml:space="preserve"> . مادرم گفت فرزند من تو در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ب</w:t>
      </w:r>
      <w:r w:rsidR="003C4CA1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ما بود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نطور</w:t>
      </w:r>
      <w:r w:rsidRPr="00AE4409">
        <w:rPr>
          <w:rtl/>
          <w:lang w:bidi="fa-IR"/>
        </w:rPr>
        <w:t xml:space="preserve"> با من مهربان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اکنون چه انگ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ترا وادار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خدمت نموده ؟ گفتم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اهل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غمبرمان</w:t>
      </w:r>
      <w:r w:rsidRPr="00AE4409">
        <w:rPr>
          <w:rtl/>
          <w:lang w:bidi="fa-IR"/>
        </w:rPr>
        <w:t xml:space="preserve"> مرا </w:t>
      </w:r>
      <w:r w:rsidRPr="00AE4409">
        <w:rPr>
          <w:rFonts w:hint="eastAsia"/>
          <w:rtl/>
          <w:lang w:bidi="fa-IR"/>
        </w:rPr>
        <w:t>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روش امر کرده است گفت آن شخص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است ؟ گفتم نه او پسر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است گفت نه مادر او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</w:t>
      </w:r>
      <w:r w:rsidRPr="00AE4409">
        <w:rPr>
          <w:rtl/>
          <w:lang w:bidi="fa-IR"/>
        </w:rPr>
        <w:lastRenderedPageBreak/>
        <w:t>است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گفتار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سفارشات انب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اء</w:t>
      </w:r>
      <w:r w:rsidRPr="00AE4409">
        <w:rPr>
          <w:rtl/>
          <w:lang w:bidi="fa-IR"/>
        </w:rPr>
        <w:t xml:space="preserve"> است گفتم مادر بعد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ما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نخواهد آمد و او پسر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است . گفت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تو بهتر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انست</w:t>
      </w:r>
      <w:r w:rsidRPr="00AE4409">
        <w:rPr>
          <w:rtl/>
          <w:lang w:bidi="fa-IR"/>
        </w:rPr>
        <w:t xml:space="preserve"> آن را بر من عرضه بدار من دو شهادت را باو آموختم داخل اسلام شد و نماز خواندن را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فراگرفت نماز ظهر و عصر و مغرب و عشا را خواند در همان شب ناگهان حالش تغ</w:t>
      </w:r>
      <w:r w:rsidRPr="00AE4409">
        <w:rPr>
          <w:rFonts w:hint="cs"/>
          <w:rtl/>
          <w:lang w:bidi="fa-IR"/>
        </w:rPr>
        <w:t>یی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کرد، مرا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خواند</w:t>
      </w:r>
      <w:r w:rsidR="003C4CA1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گفت نورد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آنچه بمن گفت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اعاده کن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من</w:t>
      </w:r>
      <w:r w:rsidRPr="00AE4409">
        <w:rPr>
          <w:rtl/>
          <w:lang w:bidi="fa-IR"/>
        </w:rPr>
        <w:t xml:space="preserve"> شهادت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گفتم اقرار کرد و در دم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. صبحگاهان مسلمانان او را غسل دادند و من بر او نماز خواندم و در قبرش گذاشتم .</w:t>
      </w:r>
      <w:r w:rsidRPr="003C4CA1">
        <w:rPr>
          <w:rStyle w:val="libFootnotenumChar"/>
          <w:rtl/>
        </w:rPr>
        <w:t>(81)</w:t>
      </w:r>
    </w:p>
    <w:p w:rsidR="00AE4409" w:rsidRPr="00AE4409" w:rsidRDefault="003C4CA1" w:rsidP="003C4CA1">
      <w:pPr>
        <w:pStyle w:val="Heading1"/>
        <w:rPr>
          <w:rtl/>
        </w:rPr>
      </w:pPr>
      <w:r>
        <w:rPr>
          <w:rtl/>
        </w:rPr>
        <w:br w:type="page"/>
      </w:r>
      <w:bookmarkStart w:id="84" w:name="_Toc496010568"/>
      <w:r w:rsidR="00AE4409" w:rsidRPr="00AE4409">
        <w:rPr>
          <w:rFonts w:hint="eastAsia"/>
          <w:rtl/>
        </w:rPr>
        <w:lastRenderedPageBreak/>
        <w:t>وسعت</w:t>
      </w:r>
      <w:r w:rsidR="00AE4409" w:rsidRPr="00AE4409">
        <w:rPr>
          <w:rtl/>
        </w:rPr>
        <w:t xml:space="preserve"> رزق</w:t>
      </w:r>
      <w:bookmarkEnd w:id="84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ون</w:t>
      </w:r>
      <w:r w:rsidRPr="00AE4409">
        <w:rPr>
          <w:rtl/>
          <w:lang w:bidi="fa-IR"/>
        </w:rPr>
        <w:t xml:space="preserve"> اخبارالرضا از بزنط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نقل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که گفت از حضرت رضا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فرمود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بستگان خود را کشت و کشته او را</w:t>
      </w:r>
      <w:r w:rsidR="003C4CA1">
        <w:rPr>
          <w:rFonts w:hint="cs"/>
          <w:rtl/>
          <w:lang w:bidi="fa-IR"/>
        </w:rPr>
        <w:t xml:space="preserve"> </w:t>
      </w:r>
      <w:r w:rsidRPr="00AE4409">
        <w:rPr>
          <w:rtl/>
          <w:lang w:bidi="fa-IR"/>
        </w:rPr>
        <w:t>بر سر راه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بهتر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بازماندگان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عقوب</w:t>
      </w:r>
      <w:r w:rsidRPr="00AE4409">
        <w:rPr>
          <w:rtl/>
          <w:lang w:bidi="fa-IR"/>
        </w:rPr>
        <w:t xml:space="preserve"> (اسباط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) گذاشت بعد مطالبه خون او را کرد حضرت موس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گف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گاو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تا کشف 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قت</w:t>
      </w:r>
      <w:r w:rsidRPr="00AE4409">
        <w:rPr>
          <w:rtl/>
          <w:lang w:bidi="fa-IR"/>
        </w:rPr>
        <w:t xml:space="preserve"> کنم حضرت رضا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فرمود هر نوع گاو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آوردند کاف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اطاعت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امر بود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سخت گفتند چون توض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</w:t>
      </w:r>
      <w:r w:rsidRPr="00AE4409">
        <w:rPr>
          <w:rtl/>
          <w:lang w:bidi="fa-IR"/>
        </w:rPr>
        <w:t xml:space="preserve"> خواستند خداوند هم بر آنها سخت گرفت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چگونه گاو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باشد؟ گفت : (بقره لافارض ولابکر عوان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ذلک ) نه کوچک و نه بزرگ بل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ما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دو باشد. باز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چه رنگ داشته باشد؟</w:t>
      </w:r>
    </w:p>
    <w:p w:rsidR="00AE4409" w:rsidRPr="00AE4409" w:rsidRDefault="00AE4409" w:rsidP="003C4CA1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موس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: (صفراء فاقع لونها تسر الناظر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) زرد رنگ نه 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بسف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نه پر رنگ 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باز بر خود دشوار گرفتند خداوند هم بر آنها سخت گرفت گفتند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گاو بر ما مشتبه شده واضح تر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توص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کن موس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(لا ذلول تث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الارض ولاتسق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الحرث مسلمه لا</w:t>
      </w:r>
      <w:r w:rsidRPr="00AE4409">
        <w:rPr>
          <w:rFonts w:hint="eastAsia"/>
          <w:rtl/>
          <w:lang w:bidi="fa-IR"/>
        </w:rPr>
        <w:t>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ها</w:t>
      </w:r>
      <w:r w:rsidRPr="00AE4409">
        <w:rPr>
          <w:rtl/>
          <w:lang w:bidi="fa-IR"/>
        </w:rPr>
        <w:t>) گاو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بشخم زدن آرام و نرم شده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زراعت آبکش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نکرده باشد بدون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و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از رنگ اصل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رنگ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آن وجود نداشته باشد بالاخره آن گاو منحصر شد ب</w:t>
      </w:r>
      <w:r w:rsidR="003C4CA1">
        <w:rPr>
          <w:rFonts w:hint="cs"/>
          <w:rtl/>
          <w:lang w:bidi="fa-IR"/>
        </w:rPr>
        <w:t xml:space="preserve">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آن هم در نزد جوان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بن</w:t>
      </w:r>
      <w:r w:rsidRPr="00AE4409">
        <w:rPr>
          <w:rFonts w:hint="cs"/>
          <w:rtl/>
          <w:lang w:bidi="fa-IR"/>
        </w:rPr>
        <w:t>ی</w:t>
      </w:r>
      <w:r w:rsidR="003C4CA1">
        <w:rPr>
          <w:rFonts w:hint="cs"/>
          <w:rtl/>
          <w:lang w:bidi="fa-IR"/>
        </w:rPr>
        <w:t>.</w:t>
      </w:r>
      <w:r w:rsidRPr="00AE4409">
        <w:rPr>
          <w:rFonts w:hint="eastAsia"/>
          <w:rtl/>
          <w:lang w:bidi="fa-IR"/>
        </w:rPr>
        <w:t>اسرائ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بود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باو مراجعه کردند گفت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فروشم</w:t>
      </w:r>
      <w:r w:rsidRPr="00AE4409">
        <w:rPr>
          <w:rtl/>
          <w:lang w:bidi="fa-IR"/>
        </w:rPr>
        <w:t xml:space="preserve"> مگر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پوست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گاو را پر از طلا 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!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بحضرت</w:t>
      </w:r>
      <w:r w:rsidRPr="00AE4409">
        <w:rPr>
          <w:rtl/>
          <w:lang w:bidi="fa-IR"/>
        </w:rPr>
        <w:t xml:space="preserve"> موس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اطلاع دادند گفت چاره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بخرد. بهمان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مت</w:t>
      </w:r>
      <w:r w:rsidRPr="00AE4409">
        <w:rPr>
          <w:rtl/>
          <w:lang w:bidi="fa-IR"/>
        </w:rPr>
        <w:t xml:space="preserve">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و آن را کشتند.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گاو را بر مرد مقتول زدند زنده شد و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رسول الله پسر عمو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مرا کشته نه آنکس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بر او دعا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کنند</w:t>
      </w:r>
      <w:r w:rsidRPr="00AE4409">
        <w:rPr>
          <w:rtl/>
          <w:lang w:bidi="fa-IR"/>
        </w:rPr>
        <w:t>: بد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اسرائ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قاتل را شناختند.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cs"/>
          <w:rtl/>
          <w:lang w:bidi="fa-IR"/>
        </w:rPr>
        <w:lastRenderedPageBreak/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روان</w:t>
      </w:r>
      <w:r w:rsidRPr="00AE4409">
        <w:rPr>
          <w:rtl/>
          <w:lang w:bidi="fa-IR"/>
        </w:rPr>
        <w:t xml:space="preserve"> و اصحاب موس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نب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الله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گاو را قصه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حضرت فرمود آن قصه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؟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مرد</w:t>
      </w:r>
      <w:r w:rsidRPr="00AE4409">
        <w:rPr>
          <w:rtl/>
          <w:lang w:bidi="fa-IR"/>
        </w:rPr>
        <w:t xml:space="preserve"> گفت جوان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صاحب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گاو بود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نسبت ب</w:t>
      </w:r>
      <w:r w:rsidR="002055AB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پدر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مهربان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 جوان جنس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پرداختن پول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پدر آمد، او را در خواب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و کل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دها</w:t>
      </w:r>
      <w:r w:rsidRPr="00AE4409">
        <w:rPr>
          <w:rtl/>
          <w:lang w:bidi="fa-IR"/>
        </w:rPr>
        <w:t xml:space="preserve"> را در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سرش چون نخواست پدر را از خواب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tl/>
          <w:lang w:bidi="fa-IR"/>
        </w:rPr>
        <w:t xml:space="preserve"> کند. لذا از معامله صرفنظر کرد هنگام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پدرش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tl/>
          <w:lang w:bidi="fa-IR"/>
        </w:rPr>
        <w:t xml:space="preserve"> شد </w:t>
      </w:r>
      <w:r w:rsidRPr="00AE4409">
        <w:rPr>
          <w:rFonts w:hint="eastAsia"/>
          <w:rtl/>
          <w:lang w:bidi="fa-IR"/>
        </w:rPr>
        <w:t>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را باو عرضکرد پدر گفت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کوکار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گاو را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سود آن</w:t>
      </w:r>
      <w:r w:rsidR="002055AB">
        <w:rPr>
          <w:rFonts w:hint="cs"/>
          <w:rtl/>
          <w:lang w:bidi="fa-IR"/>
        </w:rPr>
        <w:t xml:space="preserve"> </w:t>
      </w:r>
      <w:r w:rsidRPr="00AE4409">
        <w:rPr>
          <w:rtl/>
          <w:lang w:bidi="fa-IR"/>
        </w:rPr>
        <w:t>معامله بتو 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حضرت موس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نگاه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بپدر و مادر چه فوائد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دارد</w:t>
      </w:r>
      <w:r w:rsidRPr="002055AB">
        <w:rPr>
          <w:rStyle w:val="libFootnotenumChar"/>
          <w:rtl/>
        </w:rPr>
        <w:t>.(82)</w:t>
      </w:r>
    </w:p>
    <w:p w:rsidR="00AE4409" w:rsidRPr="00AE4409" w:rsidRDefault="002055AB" w:rsidP="002055AB">
      <w:pPr>
        <w:pStyle w:val="Heading1"/>
        <w:rPr>
          <w:rtl/>
        </w:rPr>
      </w:pPr>
      <w:r>
        <w:rPr>
          <w:rtl/>
        </w:rPr>
        <w:br w:type="page"/>
      </w:r>
      <w:bookmarkStart w:id="85" w:name="_Toc496010569"/>
      <w:r w:rsidR="00AE4409" w:rsidRPr="00AE4409">
        <w:rPr>
          <w:rFonts w:hint="eastAsia"/>
          <w:rtl/>
        </w:rPr>
        <w:lastRenderedPageBreak/>
        <w:t>امام</w:t>
      </w:r>
      <w:r w:rsidR="00AE4409" w:rsidRPr="00AE4409">
        <w:rPr>
          <w:rtl/>
        </w:rPr>
        <w:t xml:space="preserve"> دوستدار ک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ست</w:t>
      </w:r>
      <w:bookmarkEnd w:id="85"/>
    </w:p>
    <w:p w:rsidR="00AE4409" w:rsidRPr="00AE4409" w:rsidRDefault="00AE4409" w:rsidP="002055AB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عمار</w:t>
      </w:r>
      <w:r w:rsidRPr="00AE4409">
        <w:rPr>
          <w:rtl/>
          <w:lang w:bidi="fa-IR"/>
        </w:rPr>
        <w:t xml:space="preserve"> بن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گفت بحضرت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گفتم که اسم</w:t>
      </w:r>
      <w:r w:rsidR="002055AB">
        <w:rPr>
          <w:rFonts w:hint="cs"/>
          <w:rtl/>
          <w:lang w:bidi="fa-IR"/>
        </w:rPr>
        <w:t>ا</w:t>
      </w:r>
      <w:r w:rsidRPr="00AE4409">
        <w:rPr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پسرم بمن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حضرت فرمود من او را دوست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داشتم</w:t>
      </w:r>
      <w:r w:rsidRPr="00AE4409">
        <w:rPr>
          <w:rtl/>
          <w:lang w:bidi="fa-IR"/>
        </w:rPr>
        <w:t xml:space="preserve"> اکنون محبتم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ادتر</w:t>
      </w:r>
      <w:r w:rsidRPr="00AE4409">
        <w:rPr>
          <w:rtl/>
          <w:lang w:bidi="fa-IR"/>
        </w:rPr>
        <w:t xml:space="preserve"> شد.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خواهر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رضاع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همان خواهر برا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وارد شد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نظر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بر او افتاد مسرور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روانداز خود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پهن کرد و او را برو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 نشان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با گشاده روئ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احترام بسو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توجه کرد و در صورت او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تا از خدمت حضرت مرخص شد و رفت ، اتفاقا همانروز</w:t>
      </w:r>
      <w:r w:rsidR="002055AB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برادرش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آمد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حضرت رسول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آن نحو رفتار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با خواهرش نمودند با او انجام ندادند.</w:t>
      </w:r>
      <w:r w:rsidR="002055AB" w:rsidRPr="00AE4409">
        <w:rPr>
          <w:rFonts w:hint="eastAsia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بعض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صحابه عرض کردند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رسول الله با خواهرش سلوک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با برادر آنرا بجا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اورد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با آنکه او مرد بود؟ (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سزاوارتر بآن محبت بود) فرمود علت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احترام من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بود که آن دختر ب</w:t>
      </w:r>
      <w:r w:rsidR="002055AB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پدر و مادر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>.</w:t>
      </w:r>
      <w:r w:rsidRPr="002055AB">
        <w:rPr>
          <w:rStyle w:val="libFootnotenumChar"/>
          <w:rtl/>
        </w:rPr>
        <w:t>(83)</w:t>
      </w:r>
    </w:p>
    <w:p w:rsidR="002055AB" w:rsidRDefault="002055AB" w:rsidP="00AE4409">
      <w:pPr>
        <w:pStyle w:val="libNormal"/>
        <w:rPr>
          <w:rFonts w:hint="cs"/>
          <w:rtl/>
          <w:lang w:bidi="fa-IR"/>
        </w:rPr>
      </w:pPr>
    </w:p>
    <w:p w:rsidR="00AE4409" w:rsidRPr="00AE4409" w:rsidRDefault="00AE4409" w:rsidP="002055AB">
      <w:pPr>
        <w:pStyle w:val="Heading1"/>
        <w:rPr>
          <w:rtl/>
        </w:rPr>
      </w:pPr>
      <w:bookmarkStart w:id="86" w:name="_Toc496010570"/>
      <w:r w:rsidRPr="00AE4409">
        <w:rPr>
          <w:rFonts w:hint="eastAsia"/>
          <w:rtl/>
        </w:rPr>
        <w:t>او</w:t>
      </w:r>
      <w:r w:rsidRPr="00AE4409">
        <w:rPr>
          <w:rFonts w:hint="cs"/>
          <w:rtl/>
        </w:rPr>
        <w:t>ی</w:t>
      </w:r>
      <w:r w:rsidRPr="00AE4409">
        <w:rPr>
          <w:rFonts w:hint="eastAsia"/>
          <w:rtl/>
        </w:rPr>
        <w:t>س</w:t>
      </w:r>
      <w:r w:rsidRPr="00AE4409">
        <w:rPr>
          <w:rtl/>
        </w:rPr>
        <w:t xml:space="preserve"> قرن</w:t>
      </w:r>
      <w:bookmarkEnd w:id="86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شتربان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و از اجرت آن مخارج مادر خود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.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روز از مادر اجازه خواست که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ارت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بمد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رود. مادرش گفت اجازه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دهم بشرط آنکه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نصف روز در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توقف نکن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حرکت کرد وقت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بخانه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اتفاقا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هم تشر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نداشتند: ناچار 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بعد از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دو ساعت توقف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را 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من</w:t>
      </w:r>
      <w:r w:rsidRPr="00AE4409">
        <w:rPr>
          <w:rtl/>
          <w:lang w:bidi="fa-IR"/>
        </w:rPr>
        <w:t xml:space="preserve"> مراجعت کرد چون حضرت بخانه برگشت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نور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که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Pr="00AE4409">
        <w:rPr>
          <w:rtl/>
          <w:lang w:bidi="fa-IR"/>
        </w:rPr>
        <w:lastRenderedPageBreak/>
        <w:t>خانه تاب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گفتند شتربان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نام داشت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نجا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بازگشت ، فرمود آر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در خانه ما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نور را ب</w:t>
      </w:r>
      <w:r w:rsidR="002055AB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هد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گذاشت و رفت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درباره</w:t>
      </w:r>
      <w:r w:rsidRPr="00AE4409">
        <w:rPr>
          <w:rtl/>
          <w:lang w:bidi="fa-IR"/>
        </w:rPr>
        <w:t xml:space="preserve">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شخص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فرما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(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فوح</w:t>
      </w:r>
      <w:r w:rsidRPr="00AE4409">
        <w:rPr>
          <w:rtl/>
          <w:lang w:bidi="fa-IR"/>
        </w:rPr>
        <w:t xml:space="preserve"> روائح الجنه من قب القرن و اشوقاه 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القرن ): نس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بهشت از جانب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من</w:t>
      </w:r>
      <w:r w:rsidRPr="00AE4409">
        <w:rPr>
          <w:rtl/>
          <w:lang w:bidi="fa-IR"/>
        </w:rPr>
        <w:t xml:space="preserve"> و قرن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وزد</w:t>
      </w:r>
      <w:r w:rsidRPr="00AE4409">
        <w:rPr>
          <w:rtl/>
          <w:lang w:bidi="fa-IR"/>
        </w:rPr>
        <w:t xml:space="preserve"> چه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مشتاقم ب</w:t>
      </w:r>
      <w:r w:rsidR="002055AB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دارت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قرن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</w:t>
      </w:r>
      <w:r w:rsidRPr="002055AB">
        <w:rPr>
          <w:rStyle w:val="libFootnotenumChar"/>
          <w:rtl/>
        </w:rPr>
        <w:t>(84)</w:t>
      </w:r>
    </w:p>
    <w:p w:rsidR="00AE4409" w:rsidRPr="00AE4409" w:rsidRDefault="002055AB" w:rsidP="002055AB">
      <w:pPr>
        <w:pStyle w:val="Heading1"/>
        <w:rPr>
          <w:rtl/>
        </w:rPr>
      </w:pPr>
      <w:r>
        <w:rPr>
          <w:rtl/>
        </w:rPr>
        <w:br w:type="page"/>
      </w:r>
      <w:bookmarkStart w:id="87" w:name="_Toc496010571"/>
      <w:r w:rsidR="00AE4409" w:rsidRPr="00AE4409">
        <w:rPr>
          <w:rFonts w:hint="eastAsia"/>
          <w:rtl/>
        </w:rPr>
        <w:lastRenderedPageBreak/>
        <w:t>حقوق</w:t>
      </w:r>
      <w:r w:rsidR="00AE4409" w:rsidRPr="00AE4409">
        <w:rPr>
          <w:rtl/>
        </w:rPr>
        <w:t xml:space="preserve"> مادر</w:t>
      </w:r>
      <w:bookmarkEnd w:id="87"/>
    </w:p>
    <w:p w:rsidR="00AE4409" w:rsidRPr="00AE4409" w:rsidRDefault="00AE4409" w:rsidP="002055AB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باقر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فرمود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خدمت حضرت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عرضکرد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رسول الله پدر و مادرم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کهنسال و افتاده شدند پدرم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مادرم باندازه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فرتوت و شکسته شد که مانند بچه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کوچک غذا را نرم کرده و در دهانش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گذاشتم</w:t>
      </w:r>
      <w:r w:rsidRPr="00AE4409">
        <w:rPr>
          <w:rtl/>
          <w:lang w:bidi="fa-IR"/>
        </w:rPr>
        <w:t xml:space="preserve"> و او را در پارچه و قماط ما</w:t>
      </w:r>
      <w:r w:rsidRPr="00AE4409">
        <w:rPr>
          <w:rFonts w:hint="eastAsia"/>
          <w:rtl/>
          <w:lang w:bidi="fa-IR"/>
        </w:rPr>
        <w:t>نند</w:t>
      </w:r>
      <w:r w:rsidRPr="00AE4409">
        <w:rPr>
          <w:rtl/>
          <w:lang w:bidi="fa-IR"/>
        </w:rPr>
        <w:t xml:space="preserve"> بچه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رخوار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و در گهواره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گزارده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جنبان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تا بخواب رود کار او بجائ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گاه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خواست</w:t>
      </w:r>
      <w:r w:rsidRPr="00AE4409">
        <w:rPr>
          <w:rtl/>
          <w:lang w:bidi="fa-IR"/>
        </w:rPr>
        <w:t xml:space="preserve"> و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چه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خواهد</w:t>
      </w:r>
      <w:r w:rsidRPr="00AE4409">
        <w:rPr>
          <w:rtl/>
          <w:lang w:bidi="fa-IR"/>
        </w:rPr>
        <w:t>.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نرو</w:t>
      </w:r>
      <w:r w:rsidRPr="00AE4409">
        <w:rPr>
          <w:rtl/>
          <w:lang w:bidi="fa-IR"/>
        </w:rPr>
        <w:t xml:space="preserve"> درخواست کردم از خداوند مرا پستان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ردار</w:t>
      </w:r>
      <w:r w:rsidRPr="00AE4409">
        <w:rPr>
          <w:rtl/>
          <w:lang w:bidi="fa-IR"/>
        </w:rPr>
        <w:t xml:space="preserve"> بدهد تا او را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دهم همانطور که مرا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داده است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نموقع</w:t>
      </w:r>
      <w:r w:rsidRPr="00AE4409">
        <w:rPr>
          <w:rtl/>
          <w:lang w:bidi="fa-IR"/>
        </w:rPr>
        <w:t xml:space="preserve">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خود را باز کرد پستانها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="002055AB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شد کم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فشرده و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از آن خارج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  <w:r w:rsidR="002055AB" w:rsidRPr="00AE4409">
        <w:rPr>
          <w:rFonts w:hint="eastAsia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حضرت</w:t>
      </w:r>
      <w:r w:rsidRPr="00AE4409">
        <w:rPr>
          <w:rtl/>
          <w:lang w:bidi="fa-IR"/>
        </w:rPr>
        <w:t xml:space="preserve"> رسول از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قطرات اشک از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فرو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</w:t>
      </w:r>
      <w:r w:rsidRPr="00AE4409">
        <w:rPr>
          <w:rtl/>
          <w:lang w:bidi="fa-IR"/>
        </w:rPr>
        <w:t xml:space="preserve"> و فرمود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پسر موفق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</w:t>
      </w:r>
      <w:r w:rsidRPr="00AE4409">
        <w:rPr>
          <w:rtl/>
          <w:lang w:bidi="fa-IR"/>
        </w:rPr>
        <w:t xml:space="preserve"> کرده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تو از خداوند با قلب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پاک 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خالص درخواست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خدا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دعا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ترا مستجاب نمود عرضکرد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رسول الله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زحمات و حقوق او را جبران کرده ام ؟ فرمود هرگز 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</w:t>
      </w:r>
      <w:r w:rsidRPr="00AE4409">
        <w:rPr>
          <w:rFonts w:hint="eastAsia"/>
          <w:rtl/>
          <w:lang w:bidi="fa-IR"/>
        </w:rPr>
        <w:t>بران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ناله از ناله هائ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در موقع زا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از فرط رنج و فشار درد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نمود</w:t>
      </w:r>
      <w:r w:rsidRPr="00AE4409">
        <w:rPr>
          <w:rtl/>
          <w:lang w:bidi="fa-IR"/>
        </w:rPr>
        <w:t xml:space="preserve"> نکرده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2055AB">
        <w:rPr>
          <w:rStyle w:val="libFootnotenumChar"/>
          <w:rtl/>
        </w:rPr>
        <w:t>.(85)</w:t>
      </w:r>
    </w:p>
    <w:p w:rsidR="00AE4409" w:rsidRDefault="00AE4409" w:rsidP="00AE4409">
      <w:pPr>
        <w:pStyle w:val="libNormal"/>
        <w:rPr>
          <w:rFonts w:hint="cs"/>
          <w:rtl/>
          <w:lang w:bidi="fa-IR"/>
        </w:rPr>
      </w:pPr>
      <w:r w:rsidRPr="00AE4409">
        <w:rPr>
          <w:rFonts w:hint="eastAsia"/>
          <w:rtl/>
          <w:lang w:bidi="fa-IR"/>
        </w:rPr>
        <w:t>آر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چه بسا از مادران که بواسطه زا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دست از جان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شستند و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فرزند خود را ند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چشم از جهان بستند و چه خوش سروده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0"/>
        <w:gridCol w:w="268"/>
        <w:gridCol w:w="3294"/>
      </w:tblGrid>
      <w:tr w:rsidR="002055AB" w:rsidTr="002055AB">
        <w:trPr>
          <w:trHeight w:val="350"/>
        </w:trPr>
        <w:tc>
          <w:tcPr>
            <w:tcW w:w="3360" w:type="dxa"/>
            <w:shd w:val="clear" w:color="auto" w:fill="auto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پسر</w:t>
            </w:r>
            <w:r w:rsidRPr="00AE4409">
              <w:rPr>
                <w:rtl/>
                <w:lang w:bidi="fa-IR"/>
              </w:rPr>
              <w:t xml:space="preserve"> رو قد مادر دان که دا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2055AB" w:rsidRDefault="002055AB" w:rsidP="002D7102">
            <w:pPr>
              <w:pStyle w:val="libPoem"/>
              <w:rPr>
                <w:rtl/>
              </w:rPr>
            </w:pPr>
          </w:p>
        </w:tc>
        <w:tc>
          <w:tcPr>
            <w:tcW w:w="3294" w:type="dxa"/>
            <w:shd w:val="clear" w:color="auto" w:fill="auto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کشد</w:t>
            </w:r>
            <w:r w:rsidRPr="00AE4409">
              <w:rPr>
                <w:rtl/>
                <w:lang w:bidi="fa-IR"/>
              </w:rPr>
              <w:t xml:space="preserve"> رنج پسر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چاره</w:t>
            </w:r>
            <w:r w:rsidRPr="00AE4409">
              <w:rPr>
                <w:rtl/>
                <w:lang w:bidi="fa-IR"/>
              </w:rPr>
              <w:t xml:space="preserve"> مادر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5AB" w:rsidTr="002055AB">
        <w:trPr>
          <w:trHeight w:val="350"/>
        </w:trPr>
        <w:tc>
          <w:tcPr>
            <w:tcW w:w="3360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برو</w:t>
            </w:r>
            <w:r w:rsidRPr="00AE4409">
              <w:rPr>
                <w:rtl/>
                <w:lang w:bidi="fa-IR"/>
              </w:rPr>
              <w:t xml:space="preserve">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ش</w:t>
            </w:r>
            <w:r w:rsidRPr="00AE4409">
              <w:rPr>
                <w:rtl/>
                <w:lang w:bidi="fa-IR"/>
              </w:rPr>
              <w:t xml:space="preserve"> از پدر خواهش که خواهد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2055AB" w:rsidRDefault="002055AB" w:rsidP="002D7102">
            <w:pPr>
              <w:pStyle w:val="libPoem"/>
              <w:rPr>
                <w:rtl/>
              </w:rPr>
            </w:pPr>
          </w:p>
        </w:tc>
        <w:tc>
          <w:tcPr>
            <w:tcW w:w="3294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ترا</w:t>
            </w:r>
            <w:r w:rsidRPr="00AE4409">
              <w:rPr>
                <w:rtl/>
                <w:lang w:bidi="fa-IR"/>
              </w:rPr>
              <w:t xml:space="preserve">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ش</w:t>
            </w:r>
            <w:r w:rsidRPr="00AE4409">
              <w:rPr>
                <w:rtl/>
                <w:lang w:bidi="fa-IR"/>
              </w:rPr>
              <w:t xml:space="preserve"> از پدر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چاره</w:t>
            </w:r>
            <w:r w:rsidRPr="00AE4409">
              <w:rPr>
                <w:rtl/>
                <w:lang w:bidi="fa-IR"/>
              </w:rPr>
              <w:t xml:space="preserve"> مادر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5AB" w:rsidTr="002055AB">
        <w:tblPrEx>
          <w:tblLook w:val="04A0"/>
        </w:tblPrEx>
        <w:trPr>
          <w:trHeight w:val="350"/>
        </w:trPr>
        <w:tc>
          <w:tcPr>
            <w:tcW w:w="3360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نگه</w:t>
            </w:r>
            <w:r w:rsidRPr="00AE4409">
              <w:rPr>
                <w:rtl/>
                <w:lang w:bidi="fa-IR"/>
              </w:rPr>
              <w:t xml:space="preserve"> دار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tl/>
                <w:lang w:bidi="fa-IR"/>
              </w:rPr>
              <w:t xml:space="preserve"> کند نه ماه و نه روز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2055AB" w:rsidRDefault="002055AB" w:rsidP="002D7102">
            <w:pPr>
              <w:pStyle w:val="libPoem"/>
              <w:rPr>
                <w:rtl/>
              </w:rPr>
            </w:pPr>
          </w:p>
        </w:tc>
        <w:tc>
          <w:tcPr>
            <w:tcW w:w="3294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ترا</w:t>
            </w:r>
            <w:r w:rsidRPr="00AE4409">
              <w:rPr>
                <w:rtl/>
                <w:lang w:bidi="fa-IR"/>
              </w:rPr>
              <w:t xml:space="preserve"> چون جان ببر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چاره</w:t>
            </w:r>
            <w:r w:rsidRPr="00AE4409">
              <w:rPr>
                <w:rtl/>
                <w:lang w:bidi="fa-IR"/>
              </w:rPr>
              <w:t xml:space="preserve"> مادر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5AB" w:rsidTr="002055AB">
        <w:tblPrEx>
          <w:tblLook w:val="04A0"/>
        </w:tblPrEx>
        <w:trPr>
          <w:trHeight w:val="350"/>
        </w:trPr>
        <w:tc>
          <w:tcPr>
            <w:tcW w:w="3360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از</w:t>
            </w:r>
            <w:r w:rsidRPr="00AE4409">
              <w:rPr>
                <w:rtl/>
                <w:lang w:bidi="fa-IR"/>
              </w:rPr>
              <w:t xml:space="preserve"> ا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ن</w:t>
            </w:r>
            <w:r w:rsidRPr="00AE4409">
              <w:rPr>
                <w:rtl/>
                <w:lang w:bidi="fa-IR"/>
              </w:rPr>
              <w:t xml:space="preserve"> پهلو بآن پهلو نگردد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2055AB" w:rsidRDefault="002055AB" w:rsidP="002D7102">
            <w:pPr>
              <w:pStyle w:val="libPoem"/>
              <w:rPr>
                <w:rtl/>
              </w:rPr>
            </w:pPr>
          </w:p>
        </w:tc>
        <w:tc>
          <w:tcPr>
            <w:tcW w:w="3294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شب</w:t>
            </w:r>
            <w:r w:rsidRPr="00AE4409">
              <w:rPr>
                <w:rtl/>
                <w:lang w:bidi="fa-IR"/>
              </w:rPr>
              <w:t xml:space="preserve"> از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م</w:t>
            </w:r>
            <w:r w:rsidRPr="00AE4409">
              <w:rPr>
                <w:rtl/>
                <w:lang w:bidi="fa-IR"/>
              </w:rPr>
              <w:t xml:space="preserve"> خطر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چاره</w:t>
            </w:r>
            <w:r w:rsidRPr="00AE4409">
              <w:rPr>
                <w:rtl/>
                <w:lang w:bidi="fa-IR"/>
              </w:rPr>
              <w:t xml:space="preserve"> مادر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5AB" w:rsidTr="002055AB">
        <w:tblPrEx>
          <w:tblLook w:val="04A0"/>
        </w:tblPrEx>
        <w:trPr>
          <w:trHeight w:val="350"/>
        </w:trPr>
        <w:tc>
          <w:tcPr>
            <w:tcW w:w="3360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lastRenderedPageBreak/>
              <w:t>بوقت</w:t>
            </w:r>
            <w:r w:rsidRPr="00AE4409">
              <w:rPr>
                <w:rtl/>
                <w:lang w:bidi="fa-IR"/>
              </w:rPr>
              <w:t xml:space="preserve"> زادن تو مرگ خود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2055AB" w:rsidRDefault="002055AB" w:rsidP="002D7102">
            <w:pPr>
              <w:pStyle w:val="libPoem"/>
              <w:rPr>
                <w:rtl/>
              </w:rPr>
            </w:pPr>
          </w:p>
        </w:tc>
        <w:tc>
          <w:tcPr>
            <w:tcW w:w="3294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بب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ند</w:t>
            </w:r>
            <w:r w:rsidRPr="00AE4409">
              <w:rPr>
                <w:rtl/>
                <w:lang w:bidi="fa-IR"/>
              </w:rPr>
              <w:t xml:space="preserve"> در نظر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چاره</w:t>
            </w:r>
            <w:r w:rsidRPr="00AE4409">
              <w:rPr>
                <w:rtl/>
                <w:lang w:bidi="fa-IR"/>
              </w:rPr>
              <w:t xml:space="preserve"> مادر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5AB" w:rsidTr="002055AB">
        <w:tblPrEx>
          <w:tblLook w:val="04A0"/>
        </w:tblPrEx>
        <w:trPr>
          <w:trHeight w:val="350"/>
        </w:trPr>
        <w:tc>
          <w:tcPr>
            <w:tcW w:w="3360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بشو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د</w:t>
            </w:r>
            <w:r w:rsidRPr="00AE4409">
              <w:rPr>
                <w:rtl/>
                <w:lang w:bidi="fa-IR"/>
              </w:rPr>
              <w:t xml:space="preserve"> کهنه و آرا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د</w:t>
            </w:r>
            <w:r w:rsidRPr="00AE4409">
              <w:rPr>
                <w:rtl/>
                <w:lang w:bidi="fa-IR"/>
              </w:rPr>
              <w:t xml:space="preserve"> او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2055AB" w:rsidRDefault="002055AB" w:rsidP="002D7102">
            <w:pPr>
              <w:pStyle w:val="libPoem"/>
              <w:rPr>
                <w:rtl/>
              </w:rPr>
            </w:pPr>
          </w:p>
        </w:tc>
        <w:tc>
          <w:tcPr>
            <w:tcW w:w="3294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چو</w:t>
            </w:r>
            <w:r w:rsidRPr="00AE4409">
              <w:rPr>
                <w:rtl/>
                <w:lang w:bidi="fa-IR"/>
              </w:rPr>
              <w:t xml:space="preserve"> کمتر کارگر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چاره</w:t>
            </w:r>
            <w:r w:rsidRPr="00AE4409">
              <w:rPr>
                <w:rtl/>
                <w:lang w:bidi="fa-IR"/>
              </w:rPr>
              <w:t xml:space="preserve"> مادر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5AB" w:rsidTr="002055AB">
        <w:tblPrEx>
          <w:tblLook w:val="04A0"/>
        </w:tblPrEx>
        <w:trPr>
          <w:trHeight w:val="350"/>
        </w:trPr>
        <w:tc>
          <w:tcPr>
            <w:tcW w:w="3360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اگر</w:t>
            </w:r>
            <w:r w:rsidRPr="00AE4409">
              <w:rPr>
                <w:rtl/>
                <w:lang w:bidi="fa-IR"/>
              </w:rPr>
              <w:t xml:space="preserve"> 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ک</w:t>
            </w:r>
            <w:r w:rsidRPr="00AE4409">
              <w:rPr>
                <w:rtl/>
                <w:lang w:bidi="fa-IR"/>
              </w:rPr>
              <w:t xml:space="preserve"> سرفه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tl/>
                <w:lang w:bidi="fa-IR"/>
              </w:rPr>
              <w:t xml:space="preserve"> جانمائ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2055AB" w:rsidRDefault="002055AB" w:rsidP="002D7102">
            <w:pPr>
              <w:pStyle w:val="libPoem"/>
              <w:rPr>
                <w:rtl/>
              </w:rPr>
            </w:pPr>
          </w:p>
        </w:tc>
        <w:tc>
          <w:tcPr>
            <w:tcW w:w="3294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خورد</w:t>
            </w:r>
            <w:r w:rsidRPr="00AE4409">
              <w:rPr>
                <w:rtl/>
                <w:lang w:bidi="fa-IR"/>
              </w:rPr>
              <w:t xml:space="preserve"> خون جگر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چاره</w:t>
            </w:r>
            <w:r w:rsidRPr="00AE4409">
              <w:rPr>
                <w:rtl/>
                <w:lang w:bidi="fa-IR"/>
              </w:rPr>
              <w:t xml:space="preserve"> مادر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5AB" w:rsidTr="002055AB">
        <w:tblPrEx>
          <w:tblLook w:val="04A0"/>
        </w:tblPrEx>
        <w:trPr>
          <w:trHeight w:val="350"/>
        </w:trPr>
        <w:tc>
          <w:tcPr>
            <w:tcW w:w="3360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برا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tl/>
                <w:lang w:bidi="fa-IR"/>
              </w:rPr>
              <w:t xml:space="preserve"> ا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نکه</w:t>
            </w:r>
            <w:r w:rsidRPr="00AE4409">
              <w:rPr>
                <w:rtl/>
                <w:lang w:bidi="fa-IR"/>
              </w:rPr>
              <w:t xml:space="preserve"> شب راحت بخواب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2055AB" w:rsidRDefault="002055AB" w:rsidP="002D7102">
            <w:pPr>
              <w:pStyle w:val="libPoem"/>
              <w:rPr>
                <w:rtl/>
              </w:rPr>
            </w:pPr>
          </w:p>
        </w:tc>
        <w:tc>
          <w:tcPr>
            <w:tcW w:w="3294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نخوابد</w:t>
            </w:r>
            <w:r w:rsidRPr="00AE4409">
              <w:rPr>
                <w:rtl/>
                <w:lang w:bidi="fa-IR"/>
              </w:rPr>
              <w:t xml:space="preserve"> تا سحر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چاره</w:t>
            </w:r>
            <w:r w:rsidRPr="00AE4409">
              <w:rPr>
                <w:rtl/>
                <w:lang w:bidi="fa-IR"/>
              </w:rPr>
              <w:t xml:space="preserve"> مادر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5AB" w:rsidTr="002055AB">
        <w:tblPrEx>
          <w:tblLook w:val="04A0"/>
        </w:tblPrEx>
        <w:trPr>
          <w:trHeight w:val="350"/>
        </w:trPr>
        <w:tc>
          <w:tcPr>
            <w:tcW w:w="3360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بمکتب</w:t>
            </w:r>
            <w:r w:rsidRPr="00AE4409">
              <w:rPr>
                <w:rtl/>
                <w:lang w:bidi="fa-IR"/>
              </w:rPr>
              <w:t xml:space="preserve"> چون رو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tl/>
                <w:lang w:bidi="fa-IR"/>
              </w:rPr>
              <w:t xml:space="preserve"> تا بازگرد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2055AB" w:rsidRDefault="002055AB" w:rsidP="002D7102">
            <w:pPr>
              <w:pStyle w:val="libPoem"/>
              <w:rPr>
                <w:rtl/>
              </w:rPr>
            </w:pPr>
          </w:p>
        </w:tc>
        <w:tc>
          <w:tcPr>
            <w:tcW w:w="3294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بود</w:t>
            </w:r>
            <w:r w:rsidRPr="00AE4409">
              <w:rPr>
                <w:rtl/>
                <w:lang w:bidi="fa-IR"/>
              </w:rPr>
              <w:t xml:space="preserve"> چشمش بدر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چاره</w:t>
            </w:r>
            <w:r w:rsidRPr="00AE4409">
              <w:rPr>
                <w:rtl/>
                <w:lang w:bidi="fa-IR"/>
              </w:rPr>
              <w:t xml:space="preserve"> مادر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5AB" w:rsidTr="002055AB">
        <w:tblPrEx>
          <w:tblLook w:val="04A0"/>
        </w:tblPrEx>
        <w:trPr>
          <w:trHeight w:val="350"/>
        </w:trPr>
        <w:tc>
          <w:tcPr>
            <w:tcW w:w="3360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نب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ند</w:t>
            </w:r>
            <w:r w:rsidRPr="00AE4409">
              <w:rPr>
                <w:rtl/>
                <w:lang w:bidi="fa-IR"/>
              </w:rPr>
              <w:t xml:space="preserve"> ه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چکس</w:t>
            </w:r>
            <w:r w:rsidRPr="00AE4409">
              <w:rPr>
                <w:rtl/>
                <w:lang w:bidi="fa-IR"/>
              </w:rPr>
              <w:t xml:space="preserve"> زحمت بدن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2055AB" w:rsidRDefault="002055AB" w:rsidP="002D7102">
            <w:pPr>
              <w:pStyle w:val="libPoem"/>
              <w:rPr>
                <w:rtl/>
              </w:rPr>
            </w:pPr>
          </w:p>
        </w:tc>
        <w:tc>
          <w:tcPr>
            <w:tcW w:w="3294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زمادر</w:t>
            </w:r>
            <w:r w:rsidRPr="00AE4409">
              <w:rPr>
                <w:rtl/>
                <w:lang w:bidi="fa-IR"/>
              </w:rPr>
              <w:t xml:space="preserve">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شتر</w:t>
            </w:r>
            <w:r w:rsidRPr="00AE4409">
              <w:rPr>
                <w:rtl/>
                <w:lang w:bidi="fa-IR"/>
              </w:rPr>
              <w:t xml:space="preserve">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چاره</w:t>
            </w:r>
            <w:r w:rsidRPr="00AE4409">
              <w:rPr>
                <w:rtl/>
                <w:lang w:bidi="fa-IR"/>
              </w:rPr>
              <w:t xml:space="preserve"> مادر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5AB" w:rsidTr="002055AB">
        <w:tblPrEx>
          <w:tblLook w:val="04A0"/>
        </w:tblPrEx>
        <w:trPr>
          <w:trHeight w:val="350"/>
        </w:trPr>
        <w:tc>
          <w:tcPr>
            <w:tcW w:w="3360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تمام</w:t>
            </w:r>
            <w:r w:rsidRPr="00AE4409">
              <w:rPr>
                <w:rtl/>
                <w:lang w:bidi="fa-IR"/>
              </w:rPr>
              <w:t xml:space="preserve"> حاصلش از زحمت ا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2055AB" w:rsidRDefault="002055AB" w:rsidP="002D7102">
            <w:pPr>
              <w:pStyle w:val="libPoem"/>
              <w:rPr>
                <w:rtl/>
              </w:rPr>
            </w:pPr>
          </w:p>
        </w:tc>
        <w:tc>
          <w:tcPr>
            <w:tcW w:w="3294" w:type="dxa"/>
          </w:tcPr>
          <w:p w:rsidR="002055AB" w:rsidRDefault="002055AB" w:rsidP="002D7102">
            <w:pPr>
              <w:pStyle w:val="libPoem"/>
            </w:pPr>
            <w:r w:rsidRPr="00AE4409">
              <w:rPr>
                <w:rFonts w:hint="eastAsia"/>
                <w:rtl/>
                <w:lang w:bidi="fa-IR"/>
              </w:rPr>
              <w:t>که</w:t>
            </w:r>
            <w:r w:rsidRPr="00AE4409">
              <w:rPr>
                <w:rtl/>
                <w:lang w:bidi="fa-IR"/>
              </w:rPr>
              <w:t xml:space="preserve"> دارد 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ک</w:t>
            </w:r>
            <w:r w:rsidRPr="00AE4409">
              <w:rPr>
                <w:rtl/>
                <w:lang w:bidi="fa-IR"/>
              </w:rPr>
              <w:t xml:space="preserve"> پسر ب</w:t>
            </w:r>
            <w:r w:rsidRPr="00AE4409">
              <w:rPr>
                <w:rFonts w:hint="cs"/>
                <w:rtl/>
                <w:lang w:bidi="fa-IR"/>
              </w:rPr>
              <w:t>ی</w:t>
            </w:r>
            <w:r w:rsidRPr="00AE4409">
              <w:rPr>
                <w:rFonts w:hint="eastAsia"/>
                <w:rtl/>
                <w:lang w:bidi="fa-IR"/>
              </w:rPr>
              <w:t>چاره</w:t>
            </w:r>
            <w:r w:rsidRPr="00AE4409">
              <w:rPr>
                <w:rtl/>
                <w:lang w:bidi="fa-IR"/>
              </w:rPr>
              <w:t xml:space="preserve"> مادر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055AB" w:rsidRDefault="002055AB" w:rsidP="00AE4409">
      <w:pPr>
        <w:pStyle w:val="libNormal"/>
        <w:rPr>
          <w:rtl/>
          <w:lang w:bidi="fa-IR"/>
        </w:rPr>
      </w:pPr>
    </w:p>
    <w:p w:rsidR="00AE4409" w:rsidRPr="00AE4409" w:rsidRDefault="002055AB" w:rsidP="002055AB">
      <w:pPr>
        <w:pStyle w:val="Heading1"/>
        <w:rPr>
          <w:rtl/>
        </w:rPr>
      </w:pPr>
      <w:r>
        <w:rPr>
          <w:rtl/>
        </w:rPr>
        <w:br w:type="page"/>
      </w:r>
      <w:bookmarkStart w:id="88" w:name="_Toc496010572"/>
      <w:r w:rsidR="00AE4409" w:rsidRPr="00AE4409">
        <w:rPr>
          <w:rFonts w:hint="eastAsia"/>
          <w:rtl/>
        </w:rPr>
        <w:lastRenderedPageBreak/>
        <w:t>دو</w:t>
      </w:r>
      <w:r w:rsidR="00AE4409" w:rsidRPr="00AE4409">
        <w:rPr>
          <w:rtl/>
        </w:rPr>
        <w:t xml:space="preserve"> پدربزرگ</w:t>
      </w:r>
      <w:bookmarkEnd w:id="88"/>
    </w:p>
    <w:p w:rsidR="00AE4409" w:rsidRPr="00AE4409" w:rsidRDefault="00AE4409" w:rsidP="002055AB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هنگام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ابن ملجم شمش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بر فرق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زد آنحضرت را بخانه آوردند. مردم برگرد خانه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جمع شدند تا تکل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ابن ملجم تع</w:t>
      </w:r>
      <w:r w:rsidRPr="00AE4409">
        <w:rPr>
          <w:rFonts w:hint="cs"/>
          <w:rtl/>
          <w:lang w:bidi="fa-IR"/>
        </w:rPr>
        <w:t>یی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شود و او را بکشتند. امام حسن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آمد و فرمود: پدرم دستور داده متفرق شو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="002055AB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بمنازل خود برگرد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فعلا ابن ملجم را بحال خود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تا اگر پدرم بهبود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خودش هر چه خواست با او معامله کند.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همه</w:t>
      </w:r>
      <w:r w:rsidRPr="00AE4409">
        <w:rPr>
          <w:rtl/>
          <w:lang w:bidi="fa-IR"/>
        </w:rPr>
        <w:t xml:space="preserve"> مردم رفتند مگر اصبغ بن نباته . پس از مختصر زمان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2055AB">
        <w:rPr>
          <w:rStyle w:val="libFootnotenumChar"/>
          <w:rtl/>
        </w:rPr>
        <w:t>(86)</w:t>
      </w:r>
      <w:r w:rsidRPr="00AE4409">
        <w:rPr>
          <w:rtl/>
          <w:lang w:bidi="fa-IR"/>
        </w:rPr>
        <w:t xml:space="preserve"> حضرت مجتب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آمد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اصبغ بن نباته هنوز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ستاده</w:t>
      </w:r>
      <w:r w:rsidRPr="00AE4409">
        <w:rPr>
          <w:rtl/>
          <w:lang w:bidi="fa-IR"/>
        </w:rPr>
        <w:t xml:space="preserve"> فرمود چرا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مگر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غام</w:t>
      </w:r>
      <w:r w:rsidRPr="00AE4409">
        <w:rPr>
          <w:rtl/>
          <w:lang w:bidi="fa-IR"/>
        </w:rPr>
        <w:t xml:space="preserve"> پدر مرا نشن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عرضکرد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روم</w:t>
      </w:r>
      <w:r w:rsidRPr="00AE4409">
        <w:rPr>
          <w:rtl/>
          <w:lang w:bidi="fa-IR"/>
        </w:rPr>
        <w:t xml:space="preserve"> مگر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شان</w:t>
      </w:r>
      <w:r w:rsidRPr="00AE4409">
        <w:rPr>
          <w:rtl/>
          <w:lang w:bidi="fa-IR"/>
        </w:rPr>
        <w:t xml:space="preserve"> را بب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</w:t>
      </w:r>
      <w:r w:rsidRPr="00AE4409">
        <w:rPr>
          <w:rtl/>
          <w:lang w:bidi="fa-IR"/>
        </w:rPr>
        <w:t xml:space="preserve"> و حد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مولا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بشنوم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امام</w:t>
      </w:r>
      <w:r w:rsidRPr="00AE4409">
        <w:rPr>
          <w:rtl/>
          <w:lang w:bidi="fa-IR"/>
        </w:rPr>
        <w:t xml:space="preserve"> حسن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داخل شد و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را عرضکرد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اصبغ اجازه گرفت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اصبغ</w:t>
      </w:r>
      <w:r w:rsidRPr="00AE4409">
        <w:rPr>
          <w:rtl/>
          <w:lang w:bidi="fa-IR"/>
        </w:rPr>
        <w:t xml:space="preserve"> وارد شد، گفت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دستمال زرد رنگ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سر بسته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رنگ صورتش از آن پارچه زردتر است بمن فرمود مگر نشن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غام</w:t>
      </w:r>
      <w:r w:rsidRPr="00AE4409">
        <w:rPr>
          <w:rtl/>
          <w:lang w:bidi="fa-IR"/>
        </w:rPr>
        <w:t xml:space="preserve"> مرا؟ گفتم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خواستم حد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ث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شما بشنوم فرمود بشنو که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بعد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از من نخواه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فرمود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اصبغ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نطور</w:t>
      </w:r>
      <w:r w:rsidRPr="00AE4409">
        <w:rPr>
          <w:rtl/>
          <w:lang w:bidi="fa-IR"/>
        </w:rPr>
        <w:t xml:space="preserve"> که تو بر با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من آمد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ببال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رفتم بمن دستور داد که بمسجد برو و مردم را عموما دعوت کن آنگاه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پله پائ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تر از فراز منبر بالا برو و بگو هر کس والد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خود را ترک کند و عاق شود و هر کس از مولا و آقا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بگر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زد</w:t>
      </w:r>
      <w:r w:rsidRPr="00AE4409">
        <w:rPr>
          <w:rtl/>
          <w:lang w:bidi="fa-IR"/>
        </w:rPr>
        <w:t xml:space="preserve"> و هر شخص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مزدور خود راستم کند و اجرت او را ندهد خداوند او را لعنت کند.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من</w:t>
      </w:r>
      <w:r w:rsidRPr="00AE4409">
        <w:rPr>
          <w:rtl/>
          <w:lang w:bidi="fa-IR"/>
        </w:rPr>
        <w:t xml:space="preserve"> بدستور آنحضرت عمل کردم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از منبر بز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آمدم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انتها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مسجد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سخن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تفس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ننمود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خدمت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آمدم و گفته آنمرد را بعرض رساندم .</w:t>
      </w:r>
    </w:p>
    <w:p w:rsidR="00AE4409" w:rsidRPr="00AE4409" w:rsidRDefault="00AE4409" w:rsidP="004B0467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اصبغ</w:t>
      </w:r>
      <w:r w:rsidRPr="00AE4409">
        <w:rPr>
          <w:rtl/>
          <w:lang w:bidi="fa-IR"/>
        </w:rPr>
        <w:t xml:space="preserve"> گفت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هنگام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دست مرا گرفت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خود کشان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انگشت مرا</w:t>
      </w:r>
      <w:r w:rsidR="004B0467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دست نهاد، فرمود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نطور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انگشت مرا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دست خود گرفت و فرمود: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الاوان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انت ابوا هذه الامه فمن عقنا فلعنه الله عل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الاوان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انت مول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هذه الامه فعل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ابق عنا لعنه الله الاوان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انت اج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اهذه الامه فمن ظلمنا اجرتنا فلعنه الله عل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ثم قال آم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و تو دو پدر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امت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هر کس ما را ترک کند و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ازارد</w:t>
      </w:r>
      <w:r w:rsidRPr="00AE4409">
        <w:rPr>
          <w:rtl/>
          <w:lang w:bidi="fa-IR"/>
        </w:rPr>
        <w:t xml:space="preserve"> بر او باد لعنت خدا 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من و تو دو آقا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امت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هر کس از ما بگر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زد</w:t>
      </w:r>
      <w:r w:rsidRPr="00AE4409">
        <w:rPr>
          <w:rtl/>
          <w:lang w:bidi="fa-IR"/>
        </w:rPr>
        <w:t xml:space="preserve"> بر او باد لعنت خدا و هم من و تو دو مزدور و اج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آنهائ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هر کس پاداش ما را ندهد مورد لعنت خدا واقع شود سپس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گفت آم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ن .</w:t>
      </w:r>
      <w:r w:rsidRPr="004B0467">
        <w:rPr>
          <w:rStyle w:val="libFootnotenumChar"/>
          <w:rtl/>
        </w:rPr>
        <w:t>(87)</w:t>
      </w:r>
    </w:p>
    <w:p w:rsidR="00AE4409" w:rsidRPr="00AE4409" w:rsidRDefault="004B0467" w:rsidP="004B0467">
      <w:pPr>
        <w:pStyle w:val="Heading1"/>
        <w:rPr>
          <w:rtl/>
        </w:rPr>
      </w:pPr>
      <w:r>
        <w:rPr>
          <w:rtl/>
        </w:rPr>
        <w:br w:type="page"/>
      </w:r>
      <w:bookmarkStart w:id="89" w:name="_Toc496010573"/>
      <w:r w:rsidR="00AE4409" w:rsidRPr="00AE4409">
        <w:rPr>
          <w:rtl/>
        </w:rPr>
        <w:lastRenderedPageBreak/>
        <w:t>رفتار امام در برابر شخص نادان</w:t>
      </w:r>
      <w:bookmarkEnd w:id="89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tl/>
          <w:lang w:bidi="fa-IR"/>
        </w:rPr>
        <w:t>امام محمد باقر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فرمود: حضرت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نماز صبح را در وقت فض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خواند</w:t>
      </w:r>
      <w:r w:rsidRPr="00AE4409">
        <w:rPr>
          <w:rtl/>
          <w:lang w:bidi="fa-IR"/>
        </w:rPr>
        <w:t xml:space="preserve"> و تا اول آفتاب به تعق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نماز اشتغال داشت .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خورش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طلوع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عده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افراد 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و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گردش جمع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شدند</w:t>
      </w:r>
      <w:r w:rsidRPr="00AE4409">
        <w:rPr>
          <w:rtl/>
          <w:lang w:bidi="fa-IR"/>
        </w:rPr>
        <w:t xml:space="preserve"> به آنان احکام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 قرآن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آموخت</w:t>
      </w:r>
      <w:r w:rsidRPr="00AE4409">
        <w:rPr>
          <w:rtl/>
          <w:lang w:bidi="fa-IR"/>
        </w:rPr>
        <w:t xml:space="preserve"> و در ساعت 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بکار ت</w:t>
      </w:r>
      <w:r w:rsidRPr="00AE4409">
        <w:rPr>
          <w:rFonts w:hint="eastAsia"/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خاتمه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 و از جا حرکت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مجلس درس خارج شد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راه با مرد جسور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برخورد نمود و درباره آنحضرت کلمه قب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. (راو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امام باقر نفرمود آن مرد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ادب که بود و نامش چه بود).</w:t>
      </w:r>
    </w:p>
    <w:p w:rsidR="00AE4409" w:rsidRPr="00AE4409" w:rsidRDefault="00AE4409" w:rsidP="004B0467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از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آن سخن دوباره به مسجد برگشت ، بمنبر رفت و دستور داد مردم را خبر کنند تا در مسجد گرد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>. بقدر کاف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آمد و آن مرد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ادب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="004B0467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مجلس حضور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</w:t>
      </w:r>
      <w:r w:rsidRPr="00AE4409">
        <w:rPr>
          <w:rtl/>
          <w:lang w:bidi="fa-IR"/>
        </w:rPr>
        <w:t xml:space="preserve"> . حضرت پس از حمد بار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تعال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فرمود: محبوب تر از هر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نزد خداوند و نافع تر از هر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مردم ،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بردبار و عالم بتعال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و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مبغوض تر نزد خدا و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انبارتر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مردم ، از نادان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صبر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رهبر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. بعد چند جمله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درباره ا</w:t>
      </w:r>
      <w:r w:rsidRPr="00AE4409">
        <w:rPr>
          <w:rFonts w:hint="eastAsia"/>
          <w:rtl/>
          <w:lang w:bidi="fa-IR"/>
        </w:rPr>
        <w:t>نصاف</w:t>
      </w:r>
      <w:r w:rsidRPr="00AE4409">
        <w:rPr>
          <w:rtl/>
          <w:lang w:bidi="fa-IR"/>
        </w:rPr>
        <w:t xml:space="preserve"> و طاعت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سخن گفت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سپس</w:t>
      </w:r>
      <w:r w:rsidRPr="00AE4409">
        <w:rPr>
          <w:rtl/>
          <w:lang w:bidi="fa-IR"/>
        </w:rPr>
        <w:t xml:space="preserve"> فرمود: کس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ساعت قبل سخن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بزبان آورد کجا است ؟ مرد جسور که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توانست</w:t>
      </w:r>
      <w:r w:rsidRPr="00AE4409">
        <w:rPr>
          <w:rtl/>
          <w:lang w:bidi="fa-IR"/>
        </w:rPr>
        <w:t xml:space="preserve"> گفته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را انکار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بصدا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بلند گفت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منم که در مجلس حاضرم . حضرت فرمود: اما من اگر بخواهم ، گفتن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ها را با حضور مردم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مرد که خود را در معرض هتک و رسوا</w:t>
      </w:r>
      <w:r w:rsidRPr="00AE4409">
        <w:rPr>
          <w:rFonts w:hint="eastAsia"/>
          <w:rtl/>
          <w:lang w:bidi="fa-IR"/>
        </w:rPr>
        <w:t>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و بلافاصله گفت ، و اگر بخواه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عفو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تو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سته</w:t>
      </w:r>
      <w:r w:rsidRPr="00AE4409">
        <w:rPr>
          <w:rtl/>
          <w:lang w:bidi="fa-IR"/>
        </w:rPr>
        <w:t xml:space="preserve"> چشم پوش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گذشت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حضرت فرمود: 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و عفو نمودم . به امام </w:t>
      </w:r>
      <w:r w:rsidRPr="00AE4409">
        <w:rPr>
          <w:rtl/>
          <w:lang w:bidi="fa-IR"/>
        </w:rPr>
        <w:lastRenderedPageBreak/>
        <w:t>باقر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عرض شد که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چه مطالب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با حضور مردم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خواست</w:t>
      </w:r>
      <w:r w:rsidRPr="00AE4409">
        <w:rPr>
          <w:rtl/>
          <w:lang w:bidi="fa-IR"/>
        </w:rPr>
        <w:t xml:space="preserve"> بگو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د؟</w:t>
      </w:r>
      <w:r w:rsidRPr="00AE4409">
        <w:rPr>
          <w:rtl/>
          <w:lang w:bidi="fa-IR"/>
        </w:rPr>
        <w:t xml:space="preserve"> فرمود سوابق بد و اوصاف ناپسند او را.</w:t>
      </w:r>
      <w:r w:rsidRPr="004B0467">
        <w:rPr>
          <w:rStyle w:val="libFootnotenumChar"/>
          <w:rtl/>
        </w:rPr>
        <w:t>(88)</w:t>
      </w:r>
    </w:p>
    <w:p w:rsidR="00AE4409" w:rsidRPr="00AE4409" w:rsidRDefault="004B0467" w:rsidP="004B0467">
      <w:pPr>
        <w:pStyle w:val="Heading1"/>
        <w:rPr>
          <w:rtl/>
        </w:rPr>
      </w:pPr>
      <w:r>
        <w:rPr>
          <w:rtl/>
        </w:rPr>
        <w:br w:type="page"/>
      </w:r>
      <w:bookmarkStart w:id="90" w:name="_Toc496010574"/>
      <w:r w:rsidR="00AE4409" w:rsidRPr="00AE4409">
        <w:rPr>
          <w:rFonts w:hint="eastAsia"/>
          <w:rtl/>
        </w:rPr>
        <w:lastRenderedPageBreak/>
        <w:t>سرزم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ن</w:t>
      </w:r>
      <w:r w:rsidR="00AE4409" w:rsidRPr="00AE4409">
        <w:rPr>
          <w:rtl/>
        </w:rPr>
        <w:t xml:space="preserve"> صف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ن</w:t>
      </w:r>
      <w:bookmarkEnd w:id="90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صف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، نام سرزم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در غرب رود فرات ک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((رقه )) و ((بالس )) واقع شده است .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ناح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جنگ سخت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و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 و تلفات سنگ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="004B0467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هر دو طرف وارد شد. بنابر قول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عدد لشکر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90 هزار و عدد لشگر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120 هزار بود.</w:t>
      </w:r>
      <w:r w:rsidRPr="004B0467">
        <w:rPr>
          <w:rStyle w:val="libFootnotenumChar"/>
          <w:rtl/>
        </w:rPr>
        <w:t>(89)</w:t>
      </w:r>
    </w:p>
    <w:p w:rsidR="00AE4409" w:rsidRPr="00AE4409" w:rsidRDefault="00AE4409" w:rsidP="004B0467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صف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، دارا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که احت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اجات</w:t>
      </w:r>
      <w:r w:rsidRPr="00AE4409">
        <w:rPr>
          <w:rtl/>
          <w:lang w:bidi="fa-IR"/>
        </w:rPr>
        <w:t xml:space="preserve"> سربازان هر دو طرف را بخوب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برآورده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ساخت</w:t>
      </w:r>
      <w:r w:rsidRPr="00AE4409">
        <w:rPr>
          <w:rtl/>
          <w:lang w:bidi="fa-IR"/>
        </w:rPr>
        <w:t xml:space="preserve"> . 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هر قسمت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توانستند</w:t>
      </w:r>
      <w:r w:rsidR="004B0467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سواره</w:t>
      </w:r>
      <w:r w:rsidRPr="00AE4409">
        <w:rPr>
          <w:rtl/>
          <w:lang w:bidi="fa-IR"/>
        </w:rPr>
        <w:t xml:space="preserve"> طول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را بپ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ند،</w:t>
      </w:r>
      <w:r w:rsidRPr="00AE4409">
        <w:rPr>
          <w:rtl/>
          <w:lang w:bidi="fa-IR"/>
        </w:rPr>
        <w:t xml:space="preserve"> خود را به آب برسانند، مرکبها را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راب</w:t>
      </w:r>
      <w:r w:rsidRPr="00AE4409">
        <w:rPr>
          <w:rtl/>
          <w:lang w:bidi="fa-IR"/>
        </w:rPr>
        <w:t xml:space="preserve"> کنند،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گروه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بقدر کاف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بردارند.</w:t>
      </w:r>
      <w:r w:rsidR="004B0467" w:rsidRPr="00AE4409">
        <w:rPr>
          <w:rFonts w:hint="eastAsia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اراض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صف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بمقدار قابل ملاحظه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سطح آب فرات بالاتر بود. در گذشته که وسائل ماش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پمپ وجود نداشت سکنه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قب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اراض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 استفاده از طناب و دلو آب برم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داشتند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نقاط پرجمع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و همچن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در جاهائ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چارپاداران و صاحبان اغنام و احشام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</w:t>
      </w:r>
      <w:r w:rsidRPr="00AE4409">
        <w:rPr>
          <w:rtl/>
          <w:lang w:bidi="fa-IR"/>
        </w:rPr>
        <w:t xml:space="preserve"> و آب </w:t>
      </w:r>
      <w:r w:rsidRPr="00AE4409">
        <w:rPr>
          <w:rFonts w:hint="eastAsia"/>
          <w:rtl/>
          <w:lang w:bidi="fa-IR"/>
        </w:rPr>
        <w:t>دلو،</w:t>
      </w:r>
      <w:r w:rsidRPr="00AE4409">
        <w:rPr>
          <w:rtl/>
          <w:lang w:bidi="fa-IR"/>
        </w:rPr>
        <w:t xml:space="preserve"> جوابگو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احت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اجاتشان</w:t>
      </w:r>
      <w:r w:rsidRPr="00AE4409">
        <w:rPr>
          <w:rtl/>
          <w:lang w:bidi="fa-IR"/>
        </w:rPr>
        <w:t xml:space="preserve"> نبود ناچار راه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برودخانه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گشودند</w:t>
      </w:r>
      <w:r w:rsidRPr="00AE4409">
        <w:rPr>
          <w:rtl/>
          <w:lang w:bidi="fa-IR"/>
        </w:rPr>
        <w:t xml:space="preserve"> و از نقطه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ارتفاع کمتر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 خاک بردار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</w:t>
      </w:r>
      <w:r w:rsidRPr="00AE4409">
        <w:rPr>
          <w:rtl/>
          <w:lang w:bidi="fa-IR"/>
        </w:rPr>
        <w:t xml:space="preserve"> و رهگذر سراز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ساختند</w:t>
      </w:r>
      <w:r w:rsidRPr="00AE4409">
        <w:rPr>
          <w:rtl/>
          <w:lang w:bidi="fa-IR"/>
        </w:rPr>
        <w:t xml:space="preserve"> که منته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آن با آب رودخانه هم سطح بود.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راه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وانات</w:t>
      </w:r>
      <w:r w:rsidRPr="00AE4409">
        <w:rPr>
          <w:rtl/>
          <w:lang w:bidi="fa-IR"/>
        </w:rPr>
        <w:t xml:space="preserve">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آب دادن تا لب رودخانه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بردند</w:t>
      </w:r>
      <w:r w:rsidRPr="00AE4409">
        <w:rPr>
          <w:rtl/>
          <w:lang w:bidi="fa-IR"/>
        </w:rPr>
        <w:t xml:space="preserve"> و آب مورد 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خود را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از همانجا تاءم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کردند،</w:t>
      </w:r>
      <w:r w:rsidRPr="00AE4409">
        <w:rPr>
          <w:rtl/>
          <w:lang w:bidi="fa-IR"/>
        </w:rPr>
        <w:t xml:space="preserve"> در لغت عرب ،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رهگذار را (شر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)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از آن که جنگ صف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آغاز شود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فرات را محاصره کند، راه را برو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سربازان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ببندد، آنان را در تنگنا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آب قرار دهد، و بد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موجبات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هرچه زودتر فراهم آورد. به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نامشروع و غ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انسان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جامه عمل </w:t>
      </w:r>
      <w:r w:rsidRPr="00AE4409">
        <w:rPr>
          <w:rFonts w:hint="eastAsia"/>
          <w:rtl/>
          <w:lang w:bidi="fa-IR"/>
        </w:rPr>
        <w:t>پوشاند</w:t>
      </w:r>
      <w:r w:rsidRPr="00AE4409">
        <w:rPr>
          <w:rtl/>
          <w:lang w:bidi="fa-IR"/>
        </w:rPr>
        <w:t xml:space="preserve"> چهل </w:t>
      </w:r>
      <w:r w:rsidRPr="00AE4409">
        <w:rPr>
          <w:rtl/>
          <w:lang w:bidi="fa-IR"/>
        </w:rPr>
        <w:lastRenderedPageBreak/>
        <w:t>هزار سرباز را به فرمانده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ابوالاعور بر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فرات گمارد و دستور داد از ورود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جلوگ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کنند.</w:t>
      </w:r>
    </w:p>
    <w:p w:rsidR="00AE4409" w:rsidRPr="00AE4409" w:rsidRDefault="00AE4409" w:rsidP="004B0467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گروه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سربازان عراق ،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برداشتن آب ، بسو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رفتند، با ممانعت سربازان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روبرو شدند، مختصر زد و خورد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آنان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 و بدون برداشتن آب به عسگرگاه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مراجعه کردند. خبر محاصره فرات 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="004B0467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سپاه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بخشم آمدند،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خواستند</w:t>
      </w:r>
      <w:r w:rsidRPr="00AE4409">
        <w:rPr>
          <w:rtl/>
          <w:lang w:bidi="fa-IR"/>
        </w:rPr>
        <w:t xml:space="preserve"> هر چه زودتر بمقابله برخ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زند</w:t>
      </w:r>
      <w:r w:rsidRPr="00AE4409">
        <w:rPr>
          <w:rtl/>
          <w:lang w:bidi="fa-IR"/>
        </w:rPr>
        <w:t xml:space="preserve"> و با زور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را از محاصره لشگر شام ، خارج سازند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امام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اجازه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خواست</w:t>
      </w:r>
      <w:r w:rsidRPr="00AE4409">
        <w:rPr>
          <w:rtl/>
          <w:lang w:bidi="fa-IR"/>
        </w:rPr>
        <w:t xml:space="preserve"> جنگ از ناح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خودش آغاز گردد و سربازانش قبل از اتمام حجت بمعاو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اران</w:t>
      </w:r>
      <w:r w:rsidRPr="00AE4409">
        <w:rPr>
          <w:rtl/>
          <w:lang w:bidi="fa-IR"/>
        </w:rPr>
        <w:t xml:space="preserve">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دست به شمش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بزنند.</w:t>
      </w:r>
      <w:r w:rsidR="004B0467" w:rsidRPr="00AE4409">
        <w:rPr>
          <w:rFonts w:hint="eastAsia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روشن شدن وضع و تع</w:t>
      </w:r>
      <w:r w:rsidRPr="00AE4409">
        <w:rPr>
          <w:rFonts w:hint="cs"/>
          <w:rtl/>
          <w:lang w:bidi="fa-IR"/>
        </w:rPr>
        <w:t>یی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تکل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</w:t>
      </w:r>
      <w:r w:rsidRPr="00AE4409">
        <w:rPr>
          <w:rtl/>
          <w:lang w:bidi="fa-IR"/>
        </w:rPr>
        <w:t xml:space="preserve"> عبدالله بن بد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، صعصه بن صوحان و شبث بن ربع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احضار فرمود و دستور داد با هم نزد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برو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از طرف من به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بگوئ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ما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نجا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امده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که بر سر آب با هم بجنگ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سپاه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انت</w:t>
      </w:r>
      <w:r w:rsidRPr="00AE4409">
        <w:rPr>
          <w:rtl/>
          <w:lang w:bidi="fa-IR"/>
        </w:rPr>
        <w:t xml:space="preserve"> را بگو م</w:t>
      </w:r>
      <w:r w:rsidR="004B0467">
        <w:rPr>
          <w:rFonts w:hint="cs"/>
          <w:rtl/>
          <w:lang w:bidi="fa-IR"/>
        </w:rPr>
        <w:t>ز</w:t>
      </w:r>
      <w:r w:rsidRPr="00AE4409">
        <w:rPr>
          <w:rtl/>
          <w:lang w:bidi="fa-IR"/>
        </w:rPr>
        <w:t xml:space="preserve">احمت نکنند و راه را باز بگذارند تا </w:t>
      </w:r>
      <w:r w:rsidRPr="00AE4409">
        <w:rPr>
          <w:rFonts w:hint="eastAsia"/>
          <w:rtl/>
          <w:lang w:bidi="fa-IR"/>
        </w:rPr>
        <w:t>هر</w:t>
      </w:r>
      <w:r w:rsidRPr="00AE4409">
        <w:rPr>
          <w:rtl/>
          <w:lang w:bidi="fa-IR"/>
        </w:rPr>
        <w:t xml:space="preserve"> دو لشکر آب بردارند.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فرستادگان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نزد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رفتند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آنحضرت را ابلاغ نمودند، بعلاوه خودشان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باره صحبت کردند و هر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از آنها بمعاو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تذکرات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دادند و او را از فتنه و خونر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برحذر داشتند. اطراف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در مجلس سخنان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گفتند و بعض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آنها جدا با </w:t>
      </w:r>
      <w:r w:rsidRPr="00AE4409">
        <w:rPr>
          <w:rFonts w:hint="eastAsia"/>
          <w:rtl/>
          <w:lang w:bidi="fa-IR"/>
        </w:rPr>
        <w:t>محاصره</w:t>
      </w:r>
      <w:r w:rsidRPr="00AE4409">
        <w:rPr>
          <w:rtl/>
          <w:lang w:bidi="fa-IR"/>
        </w:rPr>
        <w:t xml:space="preserve"> فرات مخالف بودند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همچنان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نظر خود پافشار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کرد، در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خود باق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ماند، و به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پاسخ منف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، مراجعت کردند و آنچه در مجلس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گذشته بود شرح دادند، خبر ادامه محاصره فرات ، لشکر عراق را سخت ناراحت کرد و آنانرا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دست زدن به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کار</w:t>
      </w:r>
      <w:r w:rsidRPr="00AE4409">
        <w:rPr>
          <w:rtl/>
          <w:lang w:bidi="fa-IR"/>
        </w:rPr>
        <w:t xml:space="preserve"> خون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ساخت .</w:t>
      </w:r>
    </w:p>
    <w:p w:rsidR="00AE4409" w:rsidRPr="00AE4409" w:rsidRDefault="00AE4409" w:rsidP="004B0467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شب</w:t>
      </w:r>
      <w:r w:rsidRPr="00AE4409">
        <w:rPr>
          <w:rtl/>
          <w:lang w:bidi="fa-IR"/>
        </w:rPr>
        <w:t xml:space="preserve"> فرا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تار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همه جا را پوشاند.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از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مه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آمد و به سرکش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عسکرگاه رفت . از پشت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مه</w:t>
      </w:r>
      <w:r w:rsidRPr="00AE4409">
        <w:rPr>
          <w:rtl/>
          <w:lang w:bidi="fa-IR"/>
        </w:rPr>
        <w:t xml:space="preserve"> ها</w:t>
      </w: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سربازان از ستم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، محاصره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، و مض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قه</w:t>
      </w:r>
      <w:r w:rsidRPr="00AE4409">
        <w:rPr>
          <w:rtl/>
          <w:lang w:bidi="fa-IR"/>
        </w:rPr>
        <w:t xml:space="preserve"> آب گفتگو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کنند،</w:t>
      </w:r>
      <w:r w:rsidRPr="00AE4409">
        <w:rPr>
          <w:rtl/>
          <w:lang w:bidi="fa-IR"/>
        </w:rPr>
        <w:t xml:space="preserve"> شعر جنگ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خوانند،</w:t>
      </w:r>
      <w:r w:rsidRPr="00AE4409">
        <w:rPr>
          <w:rtl/>
          <w:lang w:bidi="fa-IR"/>
        </w:rPr>
        <w:t xml:space="preserve"> از جنگ سخن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ند،</w:t>
      </w:r>
      <w:r w:rsidRPr="00AE4409">
        <w:rPr>
          <w:rtl/>
          <w:lang w:bidi="fa-IR"/>
        </w:rPr>
        <w:t xml:space="preserve"> و در انتظار فرمان جنگ هستند، چون به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مه</w:t>
      </w:r>
      <w:r w:rsidRPr="00AE4409">
        <w:rPr>
          <w:rtl/>
          <w:lang w:bidi="fa-IR"/>
        </w:rPr>
        <w:t xml:space="preserve"> بازگشت طول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اشعث بن 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و سپس مالک اشتر حضور حضرت آمدند، وضع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شرح دادند، آمادگ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افسران </w:t>
      </w: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سربازان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جنگ بعرض رساندند، و جدا درخواست نمودند که اجازه فرما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به لشکر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حمله کنند،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فرات را آزاد سازند و به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عمل ناروا و شرم آور خاتمه دهند.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که از فرستادن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نده</w:t>
      </w:r>
      <w:r w:rsidRPr="00AE4409">
        <w:rPr>
          <w:rtl/>
          <w:lang w:bidi="fa-IR"/>
        </w:rPr>
        <w:t xml:space="preserve"> و اتمام حجت ، نت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نگرفته بود ناچار باخواست فرمان</w:t>
      </w:r>
      <w:r w:rsidRPr="00AE4409">
        <w:rPr>
          <w:rFonts w:hint="eastAsia"/>
          <w:rtl/>
          <w:lang w:bidi="fa-IR"/>
        </w:rPr>
        <w:t>دهان</w:t>
      </w:r>
      <w:r w:rsidRPr="00AE4409">
        <w:rPr>
          <w:rtl/>
          <w:lang w:bidi="fa-IR"/>
        </w:rPr>
        <w:t xml:space="preserve"> موافقت کرد، جنگ را اجازه داد و فرمود: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و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او هستند که ظلم و تعد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شروع کرده اند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نانند</w:t>
      </w:r>
      <w:r w:rsidRPr="00AE4409">
        <w:rPr>
          <w:rtl/>
          <w:lang w:bidi="fa-IR"/>
        </w:rPr>
        <w:t xml:space="preserve"> که درباره شما ستم را آغاز نموده و با رفتار تجاوزکارانه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به استقبالتان آمده اند.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مالک</w:t>
      </w:r>
      <w:r w:rsidRPr="00AE4409">
        <w:rPr>
          <w:rtl/>
          <w:lang w:bidi="fa-IR"/>
        </w:rPr>
        <w:t xml:space="preserve"> و اشعث ب</w:t>
      </w:r>
      <w:r w:rsidR="004B0467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عسکرگاه بازگشتند، اجازه جنگ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آزاد ساختن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فرات اعلام نمودند، و ب</w:t>
      </w:r>
      <w:r w:rsidR="004B0467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سربازان خود گفتند هر کس از مرگ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هراسد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دم آماده باشد. دوازده هزار نفر دواطلب شدند و اول آفتاب ، زد و خورد آغاز شد. جنگ سخت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درگرفت و هر دو طرف کشته دادند ا</w:t>
      </w:r>
      <w:r w:rsidRPr="00AE4409">
        <w:rPr>
          <w:rFonts w:hint="eastAsia"/>
          <w:rtl/>
          <w:lang w:bidi="fa-IR"/>
        </w:rPr>
        <w:t>ما</w:t>
      </w:r>
      <w:r w:rsidRPr="00AE4409">
        <w:rPr>
          <w:rtl/>
          <w:lang w:bidi="fa-IR"/>
        </w:rPr>
        <w:t xml:space="preserve"> عدد مقتول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لشکر شام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شتر</w:t>
      </w:r>
      <w:r w:rsidRPr="00AE4409">
        <w:rPr>
          <w:rtl/>
          <w:lang w:bidi="fa-IR"/>
        </w:rPr>
        <w:t xml:space="preserve"> از کشته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عراق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بود. سرانجام لشکر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روز</w:t>
      </w:r>
      <w:r w:rsidRPr="00AE4409">
        <w:rPr>
          <w:rtl/>
          <w:lang w:bidi="fa-IR"/>
        </w:rPr>
        <w:t xml:space="preserve"> شد،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ختند،</w:t>
      </w:r>
      <w:r w:rsidRPr="00AE4409">
        <w:rPr>
          <w:rtl/>
          <w:lang w:bidi="fa-IR"/>
        </w:rPr>
        <w:t xml:space="preserve"> و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فرات در اخت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سربازان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در آمد.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پس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شکست ،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</w:t>
      </w:r>
      <w:r w:rsidR="004B0467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عمروبن عاص گفت : چه نظر 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طالب</w:t>
      </w:r>
      <w:r w:rsidRPr="00AE4409">
        <w:rPr>
          <w:rtl/>
          <w:lang w:bidi="fa-IR"/>
        </w:rPr>
        <w:t xml:space="preserve"> بما آب خواهد داد؟ عمرو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خودت چه فکر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؟</w:t>
      </w:r>
      <w:r w:rsidRPr="00AE4409">
        <w:rPr>
          <w:rtl/>
          <w:lang w:bidi="fa-IR"/>
        </w:rPr>
        <w:t xml:space="preserve"> در جواب گفت بعق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من حضرت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آب را از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tl/>
          <w:lang w:bidi="fa-IR"/>
        </w:rPr>
        <w:t xml:space="preserve"> آفر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باز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دو</w:t>
      </w:r>
      <w:r w:rsidRPr="00AE4409">
        <w:rPr>
          <w:rtl/>
          <w:lang w:bidi="fa-IR"/>
        </w:rPr>
        <w:t xml:space="preserve"> روز گذشت و درباه آب ،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رد و بدل نشد روز سوم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، دوازده نفر را ماءمور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داد که نزد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بروند و استجازه کنند که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شام ، از راه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آب بردارند.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فرستادگان</w:t>
      </w:r>
      <w:r w:rsidRPr="00AE4409">
        <w:rPr>
          <w:rtl/>
          <w:lang w:bidi="fa-IR"/>
        </w:rPr>
        <w:t xml:space="preserve"> بمحضر آنحضرت شرف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</w:t>
      </w:r>
      <w:r w:rsidRPr="00AE4409">
        <w:rPr>
          <w:rtl/>
          <w:lang w:bidi="fa-IR"/>
        </w:rPr>
        <w:t xml:space="preserve"> شدند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آنان آغاز سخن کرد و گفت :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اکنون</w:t>
      </w:r>
      <w:r w:rsidRPr="00AE4409">
        <w:rPr>
          <w:rtl/>
          <w:lang w:bidi="fa-IR"/>
        </w:rPr>
        <w:t xml:space="preserve"> که با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رومند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ما غلبه کرده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فرات را در اخت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گرفته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تفضل فرما، به ما آب بده ، و کار گذشته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را ببخشا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در پاسخ فرمود: باز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به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بگوئ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چکس</w:t>
      </w:r>
      <w:r w:rsidRPr="00AE4409">
        <w:rPr>
          <w:rtl/>
          <w:lang w:bidi="fa-IR"/>
        </w:rPr>
        <w:t xml:space="preserve"> مزاحم شما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، برو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بدون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tl/>
          <w:lang w:bidi="fa-IR"/>
        </w:rPr>
        <w:t xml:space="preserve"> مانع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فرات آب بردار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و دستور داد تا مناد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مطلب را بعموم سپاه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ابلاغ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سه</w:t>
      </w:r>
      <w:r w:rsidRPr="00AE4409">
        <w:rPr>
          <w:rtl/>
          <w:lang w:bidi="fa-IR"/>
        </w:rPr>
        <w:t xml:space="preserve"> روز وضع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فرات عاد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و هر دو لشکر آزادانه آب برم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داشتند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دوباره بفکر محاصره فرات افتاد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را با 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از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دور کند و خود 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آنانرا بگ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رد</w:t>
      </w:r>
      <w:r w:rsidRPr="00AE4409">
        <w:rPr>
          <w:rtl/>
          <w:lang w:bidi="fa-IR"/>
        </w:rPr>
        <w:t xml:space="preserve"> بر چوبه 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نوشت : ((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بندگان خدا که دوستدار مردم عراق ا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آگه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دهد</w:t>
      </w:r>
      <w:r w:rsidRPr="00AE4409">
        <w:rPr>
          <w:rtl/>
          <w:lang w:bidi="fa-IR"/>
        </w:rPr>
        <w:t xml:space="preserve"> که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قصد دارد بند فرات را بشکند و سربازان اطراف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را غرقه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لاب</w:t>
      </w:r>
      <w:r w:rsidRPr="00AE4409">
        <w:rPr>
          <w:rtl/>
          <w:lang w:bidi="fa-IR"/>
        </w:rPr>
        <w:t xml:space="preserve"> سازد بهوش باش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حذر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)).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شبانه</w:t>
      </w:r>
      <w:r w:rsidRPr="00AE4409">
        <w:rPr>
          <w:rtl/>
          <w:lang w:bidi="fa-IR"/>
        </w:rPr>
        <w:t xml:space="preserve"> آن 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را در کمان گذارد و در مح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</w:t>
      </w:r>
      <w:r w:rsidRPr="00AE4409">
        <w:rPr>
          <w:rtl/>
          <w:lang w:bidi="fa-IR"/>
        </w:rPr>
        <w:t xml:space="preserve"> لشکرگاه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پرتاب کرد. صبح که هوا روشن شد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سربازان ، آن 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را از 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برداشت عبارت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چوب را خواند و بد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 و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نطور</w:t>
      </w:r>
      <w:r w:rsidRPr="00AE4409">
        <w:rPr>
          <w:rtl/>
          <w:lang w:bidi="fa-IR"/>
        </w:rPr>
        <w:t xml:space="preserve"> دست بدست گشت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تا</w:t>
      </w:r>
      <w:r w:rsidRPr="00AE4409">
        <w:rPr>
          <w:rtl/>
          <w:lang w:bidi="fa-IR"/>
        </w:rPr>
        <w:t xml:space="preserve"> آنرا نزد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آوردند، حضرت فرمود: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خدعه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است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خواهد</w:t>
      </w:r>
      <w:r w:rsidRPr="00AE4409">
        <w:rPr>
          <w:rtl/>
          <w:lang w:bidi="fa-IR"/>
        </w:rPr>
        <w:t xml:space="preserve"> مرعوبتان کند و شما را از طرف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پراکنده سازد.</w:t>
      </w:r>
    </w:p>
    <w:p w:rsidR="00AE4409" w:rsidRPr="00AE4409" w:rsidRDefault="00AE4409" w:rsidP="004B0467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طرف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صبحگاهان 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نفر مرد قو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رومند</w:t>
      </w:r>
      <w:r w:rsidRPr="00AE4409">
        <w:rPr>
          <w:rtl/>
          <w:lang w:bidi="fa-IR"/>
        </w:rPr>
        <w:t xml:space="preserve"> با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و کلنگ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وسائل تخر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، کنار بند فرات آمدند، نعره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دند،</w:t>
      </w:r>
      <w:r w:rsidRPr="00AE4409">
        <w:rPr>
          <w:rtl/>
          <w:lang w:bidi="fa-IR"/>
        </w:rPr>
        <w:t xml:space="preserve"> 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زدند،</w:t>
      </w:r>
      <w:r w:rsidRPr="00AE4409">
        <w:rPr>
          <w:rtl/>
          <w:lang w:bidi="fa-IR"/>
        </w:rPr>
        <w:t xml:space="preserve"> و مشغول کار شدند، عراق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از مشاهده آن گروه و آغاز تخر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بند فرات باور کردند که نو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سنده</w:t>
      </w:r>
      <w:r w:rsidRPr="00AE4409">
        <w:rPr>
          <w:rtl/>
          <w:lang w:bidi="fa-IR"/>
        </w:rPr>
        <w:t xml:space="preserve"> چوبه 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مرد با اطلاع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بوده ، و ب</w:t>
      </w:r>
      <w:r w:rsidRPr="00AE4409">
        <w:rPr>
          <w:rFonts w:hint="eastAsia"/>
          <w:rtl/>
          <w:lang w:bidi="fa-IR"/>
        </w:rPr>
        <w:t>موقع</w:t>
      </w:r>
      <w:r w:rsidRPr="00AE4409">
        <w:rPr>
          <w:rtl/>
          <w:lang w:bidi="fa-IR"/>
        </w:rPr>
        <w:t xml:space="preserve"> از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عراق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را آگاه کرده است .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نرو</w:t>
      </w:r>
      <w:r w:rsidRPr="00AE4409">
        <w:rPr>
          <w:rtl/>
          <w:lang w:bidi="fa-IR"/>
        </w:rPr>
        <w:t xml:space="preserve"> فرماندهان و رؤ ساء قبائل ، صلاح را در آن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که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را ترک 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و عده خود را از خطر احتمال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ممکن است دامنگ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رشان</w:t>
      </w:r>
      <w:r w:rsidRPr="00AE4409">
        <w:rPr>
          <w:rtl/>
          <w:lang w:bidi="fa-IR"/>
        </w:rPr>
        <w:t xml:space="preserve"> شود رهائ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بخشند. نظر خود را عمل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کردند تا غروب آنروز اطراف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تخل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شد و سرب</w:t>
      </w:r>
      <w:r w:rsidRPr="00AE4409">
        <w:rPr>
          <w:rFonts w:hint="eastAsia"/>
          <w:rtl/>
          <w:lang w:bidi="fa-IR"/>
        </w:rPr>
        <w:t>ازان</w:t>
      </w:r>
      <w:r w:rsidRPr="00AE4409">
        <w:rPr>
          <w:rtl/>
          <w:lang w:bidi="fa-IR"/>
        </w:rPr>
        <w:t xml:space="preserve"> ،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مه</w:t>
      </w:r>
      <w:r w:rsidRPr="00AE4409">
        <w:rPr>
          <w:rtl/>
          <w:lang w:bidi="fa-IR"/>
        </w:rPr>
        <w:t xml:space="preserve"> ها را برچ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</w:t>
      </w:r>
      <w:r w:rsidRPr="00AE4409">
        <w:rPr>
          <w:rtl/>
          <w:lang w:bidi="fa-IR"/>
        </w:rPr>
        <w:t xml:space="preserve"> و با تمام وسائل و لوازم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داشتند به نقطه دورتر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منتقل شدند.</w:t>
      </w:r>
    </w:p>
    <w:p w:rsidR="00AE4409" w:rsidRPr="00AE4409" w:rsidRDefault="00AE4409" w:rsidP="00491E95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مه</w:t>
      </w:r>
      <w:r w:rsidRPr="00AE4409">
        <w:rPr>
          <w:rtl/>
          <w:lang w:bidi="fa-IR"/>
        </w:rPr>
        <w:t xml:space="preserve"> شب سربازان شام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بدستور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فرات را اشغال کردند و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مه</w:t>
      </w:r>
      <w:r w:rsidRPr="00AE4409">
        <w:rPr>
          <w:rtl/>
          <w:lang w:bidi="fa-IR"/>
        </w:rPr>
        <w:t xml:space="preserve">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سربازان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برافراشتند. صبحگاه عراق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به اشتباه خود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بردند از فکر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آگاه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افتند</w:t>
      </w:r>
      <w:r w:rsidRPr="00AE4409">
        <w:rPr>
          <w:rtl/>
          <w:lang w:bidi="fa-IR"/>
        </w:rPr>
        <w:t>. و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نکه</w:t>
      </w:r>
      <w:r w:rsidRPr="00AE4409">
        <w:rPr>
          <w:rtl/>
          <w:lang w:bidi="fa-IR"/>
        </w:rPr>
        <w:t xml:space="preserve"> تذکر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رالمومن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را ناشن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گرفته و طبق دستورش ع</w:t>
      </w:r>
      <w:r w:rsidRPr="00AE4409">
        <w:rPr>
          <w:rFonts w:hint="eastAsia"/>
          <w:rtl/>
          <w:lang w:bidi="fa-IR"/>
        </w:rPr>
        <w:t>مل</w:t>
      </w:r>
      <w:r w:rsidRPr="00AE4409">
        <w:rPr>
          <w:rtl/>
          <w:lang w:bidi="fa-IR"/>
        </w:rPr>
        <w:t xml:space="preserve"> نکرده بودند سخت شرمنده و پش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شدند بعض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وخ</w:t>
      </w:r>
      <w:r w:rsidRPr="00AE4409">
        <w:rPr>
          <w:rtl/>
          <w:lang w:bidi="fa-IR"/>
        </w:rPr>
        <w:t xml:space="preserve"> و امراء سپاه حضور حضرت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دند،</w:t>
      </w:r>
      <w:r w:rsidRPr="00AE4409">
        <w:rPr>
          <w:rtl/>
          <w:lang w:bidi="fa-IR"/>
        </w:rPr>
        <w:t xml:space="preserve"> مراتب ندامت و خجلت خود را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آمد اظهار داشتند و تعهد کردند حداکثر مجاهد و کوشش را بکار بندند تا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شکست سنگ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، جبران شود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لکه ننگ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زدوده گردد.</w:t>
      </w:r>
      <w:r w:rsidR="00491E95" w:rsidRPr="00AE4409">
        <w:rPr>
          <w:rFonts w:hint="eastAsia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مالک</w:t>
      </w:r>
      <w:r w:rsidRPr="00AE4409">
        <w:rPr>
          <w:rtl/>
          <w:lang w:bidi="fa-IR"/>
        </w:rPr>
        <w:t xml:space="preserve"> و اشعث در مقابل لشکر، خطابه</w:t>
      </w:r>
      <w:r w:rsidR="00491E95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مه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راد</w:t>
      </w:r>
      <w:r w:rsidRPr="00AE4409">
        <w:rPr>
          <w:rtl/>
          <w:lang w:bidi="fa-IR"/>
        </w:rPr>
        <w:t xml:space="preserve"> کردند، سربازان که خود از 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بکار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غضب آلود و ناراحت بودند با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سخنان آن دو، برافروخته تر شدند و از شدت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جان</w:t>
      </w:r>
      <w:r w:rsidRPr="00AE4409">
        <w:rPr>
          <w:rtl/>
          <w:lang w:bidi="fa-IR"/>
        </w:rPr>
        <w:t xml:space="preserve"> ، غلافها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شمش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را شکستند، با هم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مرگ بستند و مانند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خشمگ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، روانه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tl/>
          <w:lang w:bidi="fa-IR"/>
        </w:rPr>
        <w:t xml:space="preserve"> کارزار </w:t>
      </w:r>
      <w:r w:rsidRPr="00AE4409">
        <w:rPr>
          <w:rtl/>
          <w:lang w:bidi="fa-IR"/>
        </w:rPr>
        <w:lastRenderedPageBreak/>
        <w:t>شدند. جنگ خون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درگرفت ، عده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سربازان شام و عراق کشته و زخم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شدند روز، بپا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نرس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بود که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شام ، قدرت مقاومت را از دست دادند، پشت به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tl/>
          <w:lang w:bidi="fa-IR"/>
        </w:rPr>
        <w:t xml:space="preserve"> جنگ کردند و بعض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تا سه فرسخ ، فرار نمودند، سربازان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درخشان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بدست آوردند و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فرات مجددا به اخت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ارشان</w:t>
      </w:r>
      <w:r w:rsidRPr="00AE4409">
        <w:rPr>
          <w:rtl/>
          <w:lang w:bidi="fa-IR"/>
        </w:rPr>
        <w:t xml:space="preserve"> آمد.</w:t>
      </w:r>
      <w:r w:rsidR="00491E95" w:rsidRPr="00AE4409">
        <w:rPr>
          <w:rFonts w:hint="eastAsia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آنگاه</w:t>
      </w:r>
      <w:r w:rsidRPr="00AE4409">
        <w:rPr>
          <w:rtl/>
          <w:lang w:bidi="fa-IR"/>
        </w:rPr>
        <w:t xml:space="preserve"> اشعث حضور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شرف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</w:t>
      </w:r>
      <w:r w:rsidRPr="00AE4409">
        <w:rPr>
          <w:rtl/>
          <w:lang w:bidi="fa-IR"/>
        </w:rPr>
        <w:t xml:space="preserve"> شد و خبر غلبه لشکر را بعرض رساند و ضمنا درخواست کرد اجازه فرمائ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آب را از سپاه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بازگ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آنانرا تشنه بگذار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حضرت اجازه نداد و فرمود همه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آب بردارند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آزاد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آب هر چه زودتر به اطلاع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و لشکر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انش</w:t>
      </w:r>
      <w:r w:rsidRPr="00AE4409">
        <w:rPr>
          <w:rtl/>
          <w:lang w:bidi="fa-IR"/>
        </w:rPr>
        <w:t xml:space="preserve"> برسد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بار به انتظار درخواست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نماند خود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 و کس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نزد معاو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فرستاد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داد که ما عمل زشت شما را تلاف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از برداشتن آب ممانعت نم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راه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برو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لشکر شام باز است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توانند</w:t>
      </w:r>
      <w:r w:rsidRPr="00AE4409">
        <w:rPr>
          <w:rtl/>
          <w:lang w:bidi="fa-IR"/>
        </w:rPr>
        <w:t xml:space="preserve"> آزادانه هرچه آب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خواهند</w:t>
      </w:r>
      <w:r w:rsidRPr="00AE4409">
        <w:rPr>
          <w:rtl/>
          <w:lang w:bidi="fa-IR"/>
        </w:rPr>
        <w:t xml:space="preserve"> بردارند.</w:t>
      </w:r>
      <w:r w:rsidRPr="00491E95">
        <w:rPr>
          <w:rStyle w:val="libFootnotenumChar"/>
          <w:rtl/>
        </w:rPr>
        <w:t>(90)</w:t>
      </w:r>
      <w:r w:rsidRPr="00AE4409">
        <w:rPr>
          <w:rtl/>
          <w:lang w:bidi="fa-IR"/>
        </w:rPr>
        <w:cr/>
      </w:r>
    </w:p>
    <w:p w:rsidR="00AE4409" w:rsidRPr="00AE4409" w:rsidRDefault="00491E95" w:rsidP="00491E95">
      <w:pPr>
        <w:pStyle w:val="Heading1"/>
        <w:rPr>
          <w:rtl/>
        </w:rPr>
      </w:pPr>
      <w:r>
        <w:rPr>
          <w:rtl/>
        </w:rPr>
        <w:br w:type="page"/>
      </w:r>
      <w:bookmarkStart w:id="91" w:name="_Toc496010575"/>
      <w:r w:rsidR="00AE4409" w:rsidRPr="00AE4409">
        <w:rPr>
          <w:rFonts w:hint="eastAsia"/>
          <w:rtl/>
        </w:rPr>
        <w:lastRenderedPageBreak/>
        <w:t>اسرا</w:t>
      </w:r>
      <w:r w:rsidR="00AE4409" w:rsidRPr="00AE4409">
        <w:rPr>
          <w:rtl/>
        </w:rPr>
        <w:t xml:space="preserve"> و روش پ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شوا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اسلام</w:t>
      </w:r>
      <w:bookmarkEnd w:id="91"/>
    </w:p>
    <w:p w:rsidR="00AE4409" w:rsidRPr="00AE4409" w:rsidRDefault="00AE4409" w:rsidP="00491E95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لشکر</w:t>
      </w:r>
      <w:r w:rsidRPr="00AE4409">
        <w:rPr>
          <w:rtl/>
          <w:lang w:bidi="fa-IR"/>
        </w:rPr>
        <w:t xml:space="preserve"> اسلام در جنگ با قب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ط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روز</w:t>
      </w:r>
      <w:r w:rsidRPr="00AE4409">
        <w:rPr>
          <w:rtl/>
          <w:lang w:bidi="fa-IR"/>
        </w:rPr>
        <w:t xml:space="preserve"> شدند و اسرا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را بمد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آوردند.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اس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ران</w:t>
      </w:r>
      <w:r w:rsidRPr="00AE4409">
        <w:rPr>
          <w:rtl/>
          <w:lang w:bidi="fa-IR"/>
        </w:rPr>
        <w:t xml:space="preserve"> ، دختران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با</w:t>
      </w:r>
      <w:r w:rsidRPr="00AE4409">
        <w:rPr>
          <w:rtl/>
          <w:lang w:bidi="fa-IR"/>
        </w:rPr>
        <w:t xml:space="preserve"> و فص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که در حضور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آغاز سخن کرد و گفت اگر مصلحت بدان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مرا آزاد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خود را در معرض شماتت عرب</w:t>
      </w:r>
      <w:r w:rsidR="00491E95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قرار</w:t>
      </w:r>
      <w:r w:rsidRPr="00AE4409">
        <w:rPr>
          <w:rtl/>
          <w:lang w:bidi="fa-IR"/>
        </w:rPr>
        <w:t xml:space="preserve"> نده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چه من دختر سخاوتمند قب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خود هستم ، پدرم اس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ران</w:t>
      </w:r>
      <w:r w:rsidRPr="00AE4409">
        <w:rPr>
          <w:rtl/>
          <w:lang w:bidi="fa-IR"/>
        </w:rPr>
        <w:t xml:space="preserve"> را آزاد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ساخت</w:t>
      </w:r>
      <w:r w:rsidRPr="00AE4409">
        <w:rPr>
          <w:rtl/>
          <w:lang w:bidi="fa-IR"/>
        </w:rPr>
        <w:t xml:space="preserve"> ، به 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ران</w:t>
      </w:r>
      <w:r w:rsidRPr="00AE4409">
        <w:rPr>
          <w:rtl/>
          <w:lang w:bidi="fa-IR"/>
        </w:rPr>
        <w:t xml:space="preserve"> اعطا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نمود،</w:t>
      </w:r>
      <w:r w:rsidRPr="00AE4409">
        <w:rPr>
          <w:rtl/>
          <w:lang w:bidi="fa-IR"/>
        </w:rPr>
        <w:t xml:space="preserve"> حام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ضع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فان</w:t>
      </w:r>
      <w:r w:rsidRPr="00AE4409">
        <w:rPr>
          <w:rtl/>
          <w:lang w:bidi="fa-IR"/>
        </w:rPr>
        <w:t xml:space="preserve"> بود، از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همان</w:t>
      </w:r>
      <w:r w:rsidRPr="00AE4409">
        <w:rPr>
          <w:rtl/>
          <w:lang w:bidi="fa-IR"/>
        </w:rPr>
        <w:t xml:space="preserve"> پذ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کرد،</w:t>
      </w:r>
      <w:r w:rsidRPr="00AE4409">
        <w:rPr>
          <w:rtl/>
          <w:lang w:bidi="fa-IR"/>
        </w:rPr>
        <w:t xml:space="preserve"> به گرسنه غذا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داد،</w:t>
      </w:r>
      <w:r w:rsidRPr="00AE4409">
        <w:rPr>
          <w:rtl/>
          <w:lang w:bidi="fa-IR"/>
        </w:rPr>
        <w:t xml:space="preserve"> برهنه ، را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پوشان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و عقده غم را از دلها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مردم اندوهگ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گشود،</w:t>
      </w:r>
      <w:r w:rsidRPr="00AE4409">
        <w:rPr>
          <w:rtl/>
          <w:lang w:bidi="fa-IR"/>
        </w:rPr>
        <w:t xml:space="preserve"> من دختر حاتم طائ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هستم . فق</w:t>
      </w:r>
      <w:r w:rsidRPr="00AE4409">
        <w:rPr>
          <w:rFonts w:hint="eastAsia"/>
          <w:rtl/>
          <w:lang w:bidi="fa-IR"/>
        </w:rPr>
        <w:t>ال</w:t>
      </w:r>
      <w:r w:rsidRPr="00AE4409">
        <w:rPr>
          <w:rtl/>
          <w:lang w:bidi="fa-IR"/>
        </w:rPr>
        <w:t xml:space="preserve"> </w:t>
      </w:r>
      <w:r w:rsidR="00491E95" w:rsidRPr="00491E95">
        <w:rPr>
          <w:rStyle w:val="libAlaemChar"/>
          <w:rFonts w:eastAsiaTheme="minorHAnsi"/>
          <w:rtl/>
        </w:rPr>
        <w:t>صلى‌الله‌عليه‌وآله‌وسلم</w:t>
      </w:r>
      <w:r w:rsidRPr="00AE4409">
        <w:rPr>
          <w:rtl/>
          <w:lang w:bidi="fa-IR"/>
        </w:rPr>
        <w:t xml:space="preserve"> : خلوا عنها فان اباها کان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حب</w:t>
      </w:r>
      <w:r w:rsidRPr="00AE4409">
        <w:rPr>
          <w:rtl/>
          <w:lang w:bidi="fa-IR"/>
        </w:rPr>
        <w:t xml:space="preserve"> مکارم الاخلاق .</w:t>
      </w:r>
      <w:r w:rsidRPr="00491E95">
        <w:rPr>
          <w:rStyle w:val="libFootnotenumChar"/>
          <w:rtl/>
        </w:rPr>
        <w:t>(91)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رسول</w:t>
      </w:r>
      <w:r w:rsidRPr="00AE4409">
        <w:rPr>
          <w:rtl/>
          <w:lang w:bidi="fa-IR"/>
        </w:rPr>
        <w:t xml:space="preserve">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فرمود: آزادش 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پدرش حاتم طائ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دوستدار مکارم اخلاق بود.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اسلام علاوه بر آنکه شفاها مکارم اخلاق را بمردم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 و در منبر و محضر، مسلم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 به انجام وظائف انسان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تشو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نمود،</w:t>
      </w:r>
      <w:r w:rsidRPr="00AE4409">
        <w:rPr>
          <w:rtl/>
          <w:lang w:bidi="fa-IR"/>
        </w:rPr>
        <w:t xml:space="preserve"> با رفتار اخلاق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راه و رسم انسان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را به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روان</w:t>
      </w:r>
      <w:r w:rsidRPr="00AE4409">
        <w:rPr>
          <w:rtl/>
          <w:lang w:bidi="fa-IR"/>
        </w:rPr>
        <w:t xml:space="preserve"> خود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آموخت</w:t>
      </w:r>
      <w:r w:rsidRPr="00AE4409">
        <w:rPr>
          <w:rtl/>
          <w:lang w:bidi="fa-IR"/>
        </w:rPr>
        <w:t xml:space="preserve"> و عملا آنانرا در راه کرامت نفس و دگردوست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رهبر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</w:t>
      </w:r>
    </w:p>
    <w:p w:rsidR="00AE4409" w:rsidRPr="00AE4409" w:rsidRDefault="00491E95" w:rsidP="00491E95">
      <w:pPr>
        <w:pStyle w:val="Heading1"/>
        <w:rPr>
          <w:rtl/>
        </w:rPr>
      </w:pPr>
      <w:r>
        <w:rPr>
          <w:rtl/>
        </w:rPr>
        <w:br w:type="page"/>
      </w:r>
      <w:bookmarkStart w:id="92" w:name="_Toc496010576"/>
      <w:r w:rsidR="00AE4409" w:rsidRPr="00AE4409">
        <w:rPr>
          <w:rFonts w:hint="eastAsia"/>
          <w:rtl/>
        </w:rPr>
        <w:lastRenderedPageBreak/>
        <w:t>عمل</w:t>
      </w:r>
      <w:r w:rsidR="00AE4409" w:rsidRPr="00AE4409">
        <w:rPr>
          <w:rtl/>
        </w:rPr>
        <w:t xml:space="preserve"> وحش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انه</w:t>
      </w:r>
      <w:bookmarkEnd w:id="92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قرن ششم هجر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شخص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بنام (ابن سلار) که از افسران ارتش مصر بود بمقام وزرات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در کمال قدرت بر مردم حکومت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. او از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کطرف</w:t>
      </w:r>
      <w:r w:rsidRPr="00AE4409">
        <w:rPr>
          <w:rtl/>
          <w:lang w:bidi="fa-IR"/>
        </w:rPr>
        <w:t xml:space="preserve">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شجاع ، فعال ، و باهوش بود و از طرف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خودخواه خشن و ستمکار. در دوران وزارت خود خدمت بس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و ظلم فراوان کرد.</w:t>
      </w:r>
    </w:p>
    <w:p w:rsidR="00AE4409" w:rsidRPr="00AE4409" w:rsidRDefault="00AE4409" w:rsidP="00491E95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ابن سلار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فرد سپاه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به پرداخت غرامت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محکوم شد،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نزد (اب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الکرم ) مستوف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tl/>
          <w:lang w:bidi="fa-IR"/>
        </w:rPr>
        <w:t xml:space="preserve"> رفت 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رامون</w:t>
      </w:r>
      <w:r w:rsidRPr="00AE4409">
        <w:rPr>
          <w:rtl/>
          <w:lang w:bidi="fa-IR"/>
        </w:rPr>
        <w:t xml:space="preserve"> محکوم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خود توض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حات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داد.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الکرم ، بحق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ناحق به اظهارات او ترت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اثر نداد و گفت : سخن تو در گوش من فرو نشود. ابن سلار، از گفته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خشمگ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>ن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اش را بدل گرفت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وز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شد و فرصت انتقام بدست آورد او را دستگ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نمود</w:t>
      </w:r>
      <w:r w:rsidR="00491E95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فرمان داد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بلند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در گوش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فرو کوفتند تا از گوش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گرش</w:t>
      </w:r>
      <w:r w:rsidRPr="00AE4409">
        <w:rPr>
          <w:rtl/>
          <w:lang w:bidi="fa-IR"/>
        </w:rPr>
        <w:t xml:space="preserve"> سر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کرد. در آغاز کوب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، هربار که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الکرم 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زد</w:t>
      </w:r>
      <w:r w:rsidRPr="00AE4409">
        <w:rPr>
          <w:rtl/>
          <w:lang w:bidi="fa-IR"/>
        </w:rPr>
        <w:t xml:space="preserve"> ابن سلار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اکنون سخن من در گوش تو فرو شد. سپس به دستور او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جانش را با همان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سر داشت بدار آو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ختند</w:t>
      </w:r>
      <w:r w:rsidRPr="00AE4409">
        <w:rPr>
          <w:rtl/>
          <w:lang w:bidi="fa-IR"/>
        </w:rPr>
        <w:t>.</w:t>
      </w:r>
      <w:r w:rsidRPr="00491E95">
        <w:rPr>
          <w:rStyle w:val="libFootnotenumChar"/>
          <w:rtl/>
        </w:rPr>
        <w:t>(92)</w:t>
      </w:r>
    </w:p>
    <w:p w:rsidR="00AE4409" w:rsidRPr="00AE4409" w:rsidRDefault="00491E95" w:rsidP="00491E95">
      <w:pPr>
        <w:pStyle w:val="Heading1"/>
        <w:rPr>
          <w:rtl/>
        </w:rPr>
      </w:pPr>
      <w:r>
        <w:rPr>
          <w:rtl/>
        </w:rPr>
        <w:br w:type="page"/>
      </w:r>
      <w:bookmarkStart w:id="93" w:name="_Toc496010577"/>
      <w:r w:rsidR="00AE4409" w:rsidRPr="00AE4409">
        <w:rPr>
          <w:rFonts w:hint="eastAsia"/>
          <w:rtl/>
        </w:rPr>
        <w:lastRenderedPageBreak/>
        <w:t>چاپلوس</w:t>
      </w:r>
      <w:bookmarkEnd w:id="93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مرد</w:t>
      </w:r>
      <w:r w:rsidRPr="00AE4409">
        <w:rPr>
          <w:rtl/>
          <w:lang w:bidi="fa-IR"/>
        </w:rPr>
        <w:t xml:space="preserve"> اعراب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حضور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اسلام آمد و گفت : مگر نه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نست</w:t>
      </w:r>
      <w:r w:rsidRPr="00AE4409">
        <w:rPr>
          <w:rtl/>
          <w:lang w:bidi="fa-IR"/>
        </w:rPr>
        <w:t xml:space="preserve"> که تو از جهت والد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از همه ما بهتر و از جهت اولاد از همه ما 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فتر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ام</w:t>
      </w:r>
      <w:r w:rsidRPr="00AE4409">
        <w:rPr>
          <w:rtl/>
          <w:lang w:bidi="fa-IR"/>
        </w:rPr>
        <w:t xml:space="preserve"> جاهل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بر ما مقدم بود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هم اکنون در اسلام رئ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ما هست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سخنان تملق آم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خشمگ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شد بمرد اعراب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فرمو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: زبانت در پشت چند حجاب قرار دارد؟ جواب داد دو حجاب ،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لبها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دندانها. فرمود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دو مانع ، نتوانست حدت زبان ترا از ما بگرداند؟ سپس فرمود تحق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قا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تمام آنچه که در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بفرد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اعطاء شده است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چ</w:t>
      </w:r>
      <w:r w:rsidRPr="00AE4409">
        <w:rPr>
          <w:rtl/>
          <w:lang w:bidi="fa-IR"/>
        </w:rPr>
        <w:t xml:space="preserve">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آخرت او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انبارتر</w:t>
      </w:r>
      <w:r w:rsidRPr="00AE4409">
        <w:rPr>
          <w:rtl/>
          <w:lang w:bidi="fa-IR"/>
        </w:rPr>
        <w:t xml:space="preserve"> از طاقت زبان و نف</w:t>
      </w:r>
      <w:r w:rsidRPr="00AE4409">
        <w:rPr>
          <w:rFonts w:hint="eastAsia"/>
          <w:rtl/>
          <w:lang w:bidi="fa-IR"/>
        </w:rPr>
        <w:t>وذ</w:t>
      </w:r>
      <w:r w:rsidRPr="00AE4409">
        <w:rPr>
          <w:rtl/>
          <w:lang w:bidi="fa-IR"/>
        </w:rPr>
        <w:t xml:space="preserve"> کلام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.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مرد را ساکت کند و به آن صحنه ناراحت کننده خاتمه دهد ب</w:t>
      </w:r>
      <w:r w:rsidR="00491E9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فرمود: برخ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زبانش را قطع کن ، آنحضرت حرکت کرد چند درهم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داد و خاموشش ساخت </w:t>
      </w:r>
      <w:r w:rsidRPr="00491E95">
        <w:rPr>
          <w:rStyle w:val="libFootnotenumChar"/>
          <w:rtl/>
        </w:rPr>
        <w:t>.(93)</w:t>
      </w:r>
    </w:p>
    <w:p w:rsidR="00AE4409" w:rsidRPr="00AE4409" w:rsidRDefault="00491E95" w:rsidP="00491E95">
      <w:pPr>
        <w:pStyle w:val="Heading1"/>
        <w:rPr>
          <w:rtl/>
        </w:rPr>
      </w:pPr>
      <w:r>
        <w:rPr>
          <w:rtl/>
        </w:rPr>
        <w:br w:type="page"/>
      </w:r>
      <w:bookmarkStart w:id="94" w:name="_Toc496010578"/>
      <w:r w:rsidR="00AE4409" w:rsidRPr="00AE4409">
        <w:rPr>
          <w:rFonts w:hint="eastAsia"/>
          <w:rtl/>
        </w:rPr>
        <w:lastRenderedPageBreak/>
        <w:t>رقابت</w:t>
      </w:r>
      <w:r w:rsidR="00AE4409" w:rsidRPr="00AE4409">
        <w:rPr>
          <w:rtl/>
        </w:rPr>
        <w:t xml:space="preserve"> جاهلان</w:t>
      </w:r>
      <w:bookmarkEnd w:id="94"/>
    </w:p>
    <w:p w:rsidR="00AE4409" w:rsidRPr="00AE4409" w:rsidRDefault="00AE4409" w:rsidP="00491E95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پس</w:t>
      </w:r>
      <w:r w:rsidRPr="00AE4409">
        <w:rPr>
          <w:rtl/>
          <w:lang w:bidi="fa-IR"/>
        </w:rPr>
        <w:t xml:space="preserve"> از گذشت دهها سال از عصر جاهل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، زمان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کوفه دچار قحط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مردم به مض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قه</w:t>
      </w:r>
      <w:r w:rsidRPr="00AE4409">
        <w:rPr>
          <w:rtl/>
          <w:lang w:bidi="fa-IR"/>
        </w:rPr>
        <w:t xml:space="preserve"> افتادند.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روزها (غالب ) پدر فرزدق شاعر که رئ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قب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بود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غذا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خانواده خود شتر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کشت و طعام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کرد، چند ظرف غذا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افراد قب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خود فرستاد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ظرف هم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بن وث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رئ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</w:t>
      </w:r>
      <w:r w:rsidRPr="00AE4409">
        <w:rPr>
          <w:rtl/>
          <w:lang w:bidi="fa-IR"/>
        </w:rPr>
        <w:t xml:space="preserve"> قب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اح</w:t>
      </w:r>
      <w:r w:rsidRPr="00AE4409">
        <w:rPr>
          <w:rtl/>
          <w:lang w:bidi="fa-IR"/>
        </w:rPr>
        <w:t xml:space="preserve"> . سح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از عمل غالب ، سخت خشمگ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شد و آنرا هتک خود پنداشت بهم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جهت ظرف غذا را بزم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</w:t>
      </w:r>
      <w:r w:rsidRPr="00AE4409">
        <w:rPr>
          <w:rtl/>
          <w:lang w:bidi="fa-IR"/>
        </w:rPr>
        <w:t xml:space="preserve"> و آورنده غذا را کتک زد و گفت من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بطعام غالب ندارم و اکنون که</w:t>
      </w:r>
      <w:r w:rsidR="00491E95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او</w:t>
      </w:r>
      <w:r w:rsidRPr="00AE4409">
        <w:rPr>
          <w:rtl/>
          <w:lang w:bidi="fa-IR"/>
        </w:rPr>
        <w:t xml:space="preserve"> شتر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کشته من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کنم</w:t>
      </w:r>
      <w:r w:rsidRPr="00AE4409">
        <w:rPr>
          <w:rtl/>
          <w:lang w:bidi="fa-IR"/>
        </w:rPr>
        <w:t xml:space="preserve"> و شتر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کشت . بر اثر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نکار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آن دو رقابت آغاز گرد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فردا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آنروز غالب دو شتر کشت و سح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دو شتر. روز سوم غالب سه شتر کشت و سح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هم سه شتر، روز چهارم غالب صد شتر کشت و سح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که آن تعداد شتر در اخت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نداشت آنروز 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شتر </w:t>
      </w:r>
      <w:r w:rsidRPr="00AE4409">
        <w:rPr>
          <w:rFonts w:hint="eastAsia"/>
          <w:rtl/>
          <w:lang w:bidi="fa-IR"/>
        </w:rPr>
        <w:t>هم</w:t>
      </w:r>
      <w:r w:rsidRPr="00AE4409">
        <w:rPr>
          <w:rtl/>
          <w:lang w:bidi="fa-IR"/>
        </w:rPr>
        <w:t xml:space="preserve"> نکشت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شکست و عقب نش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ناراحت شد و آنرا بدل گرفت تا فرصت مناسب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فرا رسد و آن شکست را جبران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دوران</w:t>
      </w:r>
      <w:r w:rsidRPr="00AE4409">
        <w:rPr>
          <w:rtl/>
          <w:lang w:bidi="fa-IR"/>
        </w:rPr>
        <w:t xml:space="preserve"> قحط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سپر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 و وضع مردم کوفه بحال عاد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برگشت ، در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روزها کسان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قب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بن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اح</w:t>
      </w:r>
      <w:r w:rsidRPr="00AE4409">
        <w:rPr>
          <w:rtl/>
          <w:lang w:bidi="fa-IR"/>
        </w:rPr>
        <w:t xml:space="preserve"> ، به سح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گفتند تو با عملت ما را دچار ننگ و بدنام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چرا آنروز همانند غالب صد شتر نکشت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 حاضر بود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شتر به شما دو شتر بده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ما عذر آورد که آنرو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شترها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در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ابانها</w:t>
      </w:r>
      <w:r w:rsidRPr="00AE4409">
        <w:rPr>
          <w:rtl/>
          <w:lang w:bidi="fa-IR"/>
        </w:rPr>
        <w:t xml:space="preserve"> پراکنده بودند و صد شتر در دسترس نداشتم . سپس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روز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صد</w:t>
      </w:r>
      <w:r w:rsidRPr="00AE4409">
        <w:rPr>
          <w:rtl/>
          <w:lang w:bidi="fa-IR"/>
        </w:rPr>
        <w:t xml:space="preserve"> شتر کشت و در اخت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عموم قرار داد و اعلام نمود تمام مردم و همه خانواده ها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توانند</w:t>
      </w:r>
      <w:r w:rsidRPr="00AE4409">
        <w:rPr>
          <w:rtl/>
          <w:lang w:bidi="fa-IR"/>
        </w:rPr>
        <w:t xml:space="preserve"> 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گان</w:t>
      </w:r>
      <w:r w:rsidRPr="00AE4409">
        <w:rPr>
          <w:rtl/>
          <w:lang w:bidi="fa-IR"/>
        </w:rPr>
        <w:t xml:space="preserve"> از گوشت شترها استفاده کنند و هر قدر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خواهند</w:t>
      </w:r>
      <w:r w:rsidRPr="00AE4409">
        <w:rPr>
          <w:rtl/>
          <w:lang w:bidi="fa-IR"/>
        </w:rPr>
        <w:t xml:space="preserve"> ببرند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غذا ته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>.</w:t>
      </w:r>
    </w:p>
    <w:p w:rsidR="00AE4409" w:rsidRPr="00AE4409" w:rsidRDefault="00AE4409" w:rsidP="00491E95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lastRenderedPageBreak/>
        <w:t>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قض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در زمان حکومت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اتفاق افتاد و درباره حل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گوشت شترها استف</w:t>
      </w:r>
      <w:r w:rsidR="00491E95">
        <w:rPr>
          <w:rFonts w:hint="cs"/>
          <w:rtl/>
          <w:lang w:bidi="fa-IR"/>
        </w:rPr>
        <w:t>ت</w:t>
      </w:r>
      <w:r w:rsidRPr="00AE4409">
        <w:rPr>
          <w:rtl/>
          <w:lang w:bidi="fa-IR"/>
        </w:rPr>
        <w:t>اء شد. آنحضرت به حرمت آنها حکم داد و فرمود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شترها را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تاءم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غذا و رفع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مردم نکشته اند بلکه مقصود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نکار</w:t>
      </w:r>
      <w:r w:rsidRPr="00AE4409">
        <w:rPr>
          <w:rtl/>
          <w:lang w:bidi="fa-IR"/>
        </w:rPr>
        <w:t xml:space="preserve"> تنها مفاخره و مباها</w:t>
      </w:r>
      <w:r w:rsidR="00491E95">
        <w:rPr>
          <w:rFonts w:hint="cs"/>
          <w:rtl/>
          <w:lang w:bidi="fa-IR"/>
        </w:rPr>
        <w:t>ت</w:t>
      </w:r>
      <w:r w:rsidRPr="00AE4409">
        <w:rPr>
          <w:rtl/>
          <w:lang w:bidi="fa-IR"/>
        </w:rPr>
        <w:t xml:space="preserve"> بوده است . بر اثر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حکم شرع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مرد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مسلمان از</w:t>
      </w:r>
      <w:r w:rsidR="00491E95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بردن</w:t>
      </w:r>
      <w:r w:rsidRPr="00AE4409">
        <w:rPr>
          <w:rtl/>
          <w:lang w:bidi="fa-IR"/>
        </w:rPr>
        <w:t xml:space="preserve"> و خوردن آن گوشتها خوددار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کردند، لاشه شترها را در مرکز زباله شهر کوفه انداختند و طعمه سگها، عقابها، کرکسها و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پرندگان وحش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شد.</w:t>
      </w:r>
    </w:p>
    <w:p w:rsidR="00AE4409" w:rsidRPr="00AE4409" w:rsidRDefault="00491E95" w:rsidP="00491E95">
      <w:pPr>
        <w:pStyle w:val="Heading1"/>
        <w:rPr>
          <w:rtl/>
        </w:rPr>
      </w:pPr>
      <w:r>
        <w:rPr>
          <w:rtl/>
        </w:rPr>
        <w:br w:type="page"/>
      </w:r>
      <w:bookmarkStart w:id="95" w:name="_Toc496010579"/>
      <w:r w:rsidR="00AE4409" w:rsidRPr="00AE4409">
        <w:rPr>
          <w:rFonts w:hint="eastAsia"/>
          <w:rtl/>
        </w:rPr>
        <w:lastRenderedPageBreak/>
        <w:t>شتاب</w:t>
      </w:r>
      <w:r>
        <w:rPr>
          <w:rFonts w:hint="cs"/>
          <w:rtl/>
        </w:rPr>
        <w:t xml:space="preserve"> </w:t>
      </w:r>
      <w:r w:rsidR="00AE4409" w:rsidRPr="00AE4409">
        <w:rPr>
          <w:rFonts w:hint="eastAsia"/>
          <w:rtl/>
        </w:rPr>
        <w:t>زده</w:t>
      </w:r>
      <w:bookmarkEnd w:id="95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: به امام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عرض کردم که اراده سفر عمره دارم بمن سفارش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بفرمائ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فرمود: از خدا بترس و از شتابزدگ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کن ، درخواست سفارش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کردم اما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 آنچه فرموده بود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فزود</w:t>
      </w:r>
      <w:r w:rsidRPr="00AE4409">
        <w:rPr>
          <w:rtl/>
          <w:lang w:bidi="fa-IR"/>
        </w:rPr>
        <w:t>. از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خارج شدم با 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از اهل شام بود و قصد مکه داشت بر</w:t>
      </w:r>
      <w:r w:rsidRPr="00AE4409">
        <w:rPr>
          <w:rFonts w:hint="eastAsia"/>
          <w:rtl/>
          <w:lang w:bidi="fa-IR"/>
        </w:rPr>
        <w:t>خورد</w:t>
      </w:r>
      <w:r w:rsidRPr="00AE4409">
        <w:rPr>
          <w:rtl/>
          <w:lang w:bidi="fa-IR"/>
        </w:rPr>
        <w:t xml:space="preserve"> نمودم و 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راه شد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 در منزل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من و او سفره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گسترد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با هم غذا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خورد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، در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، نام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اهل بصره بم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آمد مرد شام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آنها بد گفت . نام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مردم کوفه بم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آمد آنها را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شتم کرد، نام امام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برده شد، درباره آنحضرت ه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برخلاف ادب صحبت کرد. از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سخنان او سخت خشمگ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شدم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خواستم</w:t>
      </w:r>
      <w:r w:rsidRPr="00AE4409">
        <w:rPr>
          <w:rtl/>
          <w:lang w:bidi="fa-IR"/>
        </w:rPr>
        <w:t xml:space="preserve"> با مشت بصورتش بکوبم و 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فکر کشتن او را از خاطر گذراندم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توص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امام صادق </w:t>
      </w:r>
      <w:r w:rsidR="000B7D88" w:rsidRPr="000B7D88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افتادم که بمن فرموده بود: از خدا بترس و از شتاب پره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کن لذا با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بدگوئ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خود را نگاهداش</w:t>
      </w:r>
      <w:r w:rsidRPr="00AE4409">
        <w:rPr>
          <w:rFonts w:hint="eastAsia"/>
          <w:rtl/>
          <w:lang w:bidi="fa-IR"/>
        </w:rPr>
        <w:t>تم</w:t>
      </w:r>
      <w:r w:rsidRPr="00AE4409">
        <w:rPr>
          <w:rtl/>
          <w:lang w:bidi="fa-IR"/>
        </w:rPr>
        <w:t xml:space="preserve"> ، رعا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مصلحت را نمودم و از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شتن</w:t>
      </w:r>
      <w:r w:rsidRPr="00AE4409">
        <w:rPr>
          <w:rtl/>
          <w:lang w:bidi="fa-IR"/>
        </w:rPr>
        <w:t xml:space="preserve"> عکس العمل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نشان ندادم </w:t>
      </w:r>
      <w:r w:rsidRPr="00491E95">
        <w:rPr>
          <w:rStyle w:val="libFootnotenumChar"/>
          <w:rtl/>
        </w:rPr>
        <w:t>. (94)</w:t>
      </w:r>
    </w:p>
    <w:p w:rsidR="00AE4409" w:rsidRPr="00AE4409" w:rsidRDefault="00491E95" w:rsidP="00491E95">
      <w:pPr>
        <w:pStyle w:val="Heading1"/>
        <w:rPr>
          <w:rtl/>
        </w:rPr>
      </w:pPr>
      <w:r>
        <w:rPr>
          <w:rtl/>
        </w:rPr>
        <w:br w:type="page"/>
      </w:r>
      <w:bookmarkStart w:id="96" w:name="_Toc496010580"/>
      <w:r w:rsidR="00AE4409" w:rsidRPr="00AE4409">
        <w:rPr>
          <w:rFonts w:hint="eastAsia"/>
          <w:rtl/>
        </w:rPr>
        <w:lastRenderedPageBreak/>
        <w:t>منصور</w:t>
      </w:r>
      <w:r w:rsidR="00AE4409" w:rsidRPr="00AE4409">
        <w:rPr>
          <w:rtl/>
        </w:rPr>
        <w:t xml:space="preserve"> عمار و قاض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بغداد</w:t>
      </w:r>
      <w:bookmarkEnd w:id="96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منصور</w:t>
      </w:r>
      <w:r w:rsidRPr="00AE4409">
        <w:rPr>
          <w:rtl/>
          <w:lang w:bidi="fa-IR"/>
        </w:rPr>
        <w:t xml:space="preserve"> عمار از رهگذر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سرا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بغداد در آن بود عبور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در خانه باز بود. منصور جلو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</w:t>
      </w:r>
      <w:r w:rsidRPr="00AE4409">
        <w:rPr>
          <w:rtl/>
          <w:lang w:bidi="fa-IR"/>
        </w:rPr>
        <w:t xml:space="preserve"> و بدرون منزل نظر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افکند.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سرائ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 بس 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  <w:r w:rsidRPr="00AE4409">
        <w:rPr>
          <w:rtl/>
          <w:lang w:bidi="fa-IR"/>
        </w:rPr>
        <w:t xml:space="preserve"> و مجلل . داخل منزل شد و تمام قسمتها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آنرا با دقت نگاه کرد. توجه منصور به اطاقها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مفروش ، ظروف عال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غلامان و </w:t>
      </w:r>
      <w:r w:rsidRPr="00AE4409">
        <w:rPr>
          <w:rFonts w:hint="eastAsia"/>
          <w:rtl/>
          <w:lang w:bidi="fa-IR"/>
        </w:rPr>
        <w:t>خدمتگزاران</w:t>
      </w:r>
      <w:r w:rsidRPr="00AE4409">
        <w:rPr>
          <w:rtl/>
          <w:lang w:bidi="fa-IR"/>
        </w:rPr>
        <w:t xml:space="preserve"> متعدد جلب شد و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رت</w:t>
      </w:r>
      <w:r w:rsidRPr="00AE4409">
        <w:rPr>
          <w:rtl/>
          <w:lang w:bidi="fa-IR"/>
        </w:rPr>
        <w:t xml:space="preserve"> زده آنهمه خودآرائ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تجمل را نگر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سپس آب وضو خواست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غلامان آفتابه بزرگ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پر کرد و نزد او برد. منصور در نقطه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قاض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بغداد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نشست و آغاز وضو نمود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دستها را از بازو شست و پاها را از زانو. قاض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منصور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چه اسراف است که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چرا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نهمه</w:t>
      </w:r>
      <w:r w:rsidRPr="00AE4409">
        <w:rPr>
          <w:rtl/>
          <w:lang w:bidi="fa-IR"/>
        </w:rPr>
        <w:t xml:space="preserve"> آب را ب</w:t>
      </w:r>
      <w:r w:rsidR="00491E95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هدر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منصور گفت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 که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اده</w:t>
      </w:r>
      <w:r w:rsidRPr="00AE4409">
        <w:rPr>
          <w:rtl/>
          <w:lang w:bidi="fa-IR"/>
        </w:rPr>
        <w:t xml:space="preserve">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آب مباح را اسراف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درباره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سرا و بوستان با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همه تجمل و اسباب که خدا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داند</w:t>
      </w:r>
      <w:r w:rsidRPr="00AE4409">
        <w:rPr>
          <w:rtl/>
          <w:lang w:bidi="fa-IR"/>
        </w:rPr>
        <w:t xml:space="preserve"> پول آنها از کجا آمده است چه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اسراف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tl/>
          <w:lang w:bidi="fa-IR"/>
        </w:rPr>
        <w:t xml:space="preserve"> ؟ تو که احت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اجاتت</w:t>
      </w:r>
      <w:r w:rsidRPr="00AE4409">
        <w:rPr>
          <w:rtl/>
          <w:lang w:bidi="fa-IR"/>
        </w:rPr>
        <w:t xml:space="preserve"> با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منزل کوچک و دو خدمتگزار برآورده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شود</w:t>
      </w:r>
      <w:r w:rsidRPr="00AE4409">
        <w:rPr>
          <w:rtl/>
          <w:lang w:bidi="fa-IR"/>
        </w:rPr>
        <w:t xml:space="preserve"> چرا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نقدر</w:t>
      </w:r>
      <w:r w:rsidRPr="00AE4409">
        <w:rPr>
          <w:rtl/>
          <w:lang w:bidi="fa-IR"/>
        </w:rPr>
        <w:t xml:space="preserve">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اده</w:t>
      </w:r>
      <w:r w:rsidRPr="00AE4409">
        <w:rPr>
          <w:rtl/>
          <w:lang w:bidi="fa-IR"/>
        </w:rPr>
        <w:t xml:space="preserve">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نهمه</w:t>
      </w:r>
      <w:r w:rsidRPr="00AE4409">
        <w:rPr>
          <w:rtl/>
          <w:lang w:bidi="fa-IR"/>
        </w:rPr>
        <w:t xml:space="preserve"> و بال را </w:t>
      </w:r>
      <w:r w:rsidRPr="00AE4409">
        <w:rPr>
          <w:rFonts w:hint="eastAsia"/>
          <w:rtl/>
          <w:lang w:bidi="fa-IR"/>
        </w:rPr>
        <w:t>بردوش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قاض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سخن منصور بخود آمد، از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ب</w:t>
      </w:r>
      <w:r w:rsidRPr="00AE4409">
        <w:rPr>
          <w:rtl/>
          <w:lang w:bidi="fa-IR"/>
        </w:rPr>
        <w:t xml:space="preserve"> اخلاق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آگاه شد،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خته</w:t>
      </w:r>
      <w:r w:rsidRPr="00AE4409">
        <w:rPr>
          <w:rtl/>
          <w:lang w:bidi="fa-IR"/>
        </w:rPr>
        <w:t xml:space="preserve"> به اسراف را بر هم زد، و از آن پس روش معتدل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گرفت .</w:t>
      </w:r>
      <w:r w:rsidRPr="008E6206">
        <w:rPr>
          <w:rStyle w:val="libFootnotenumChar"/>
          <w:rtl/>
        </w:rPr>
        <w:t>(95)</w:t>
      </w:r>
    </w:p>
    <w:p w:rsidR="00AE4409" w:rsidRPr="00AE4409" w:rsidRDefault="008E6206" w:rsidP="008E6206">
      <w:pPr>
        <w:pStyle w:val="Heading1"/>
        <w:rPr>
          <w:rtl/>
        </w:rPr>
      </w:pPr>
      <w:r>
        <w:rPr>
          <w:rtl/>
        </w:rPr>
        <w:br w:type="page"/>
      </w:r>
      <w:bookmarkStart w:id="97" w:name="_Toc496010581"/>
      <w:r w:rsidR="00AE4409" w:rsidRPr="00AE4409">
        <w:rPr>
          <w:rFonts w:hint="eastAsia"/>
          <w:rtl/>
        </w:rPr>
        <w:lastRenderedPageBreak/>
        <w:t>عبدالله</w:t>
      </w:r>
      <w:r w:rsidR="00AE4409" w:rsidRPr="00AE4409">
        <w:rPr>
          <w:rtl/>
        </w:rPr>
        <w:t xml:space="preserve"> ذوالبجاد</w:t>
      </w:r>
      <w:r w:rsidR="00AE4409" w:rsidRPr="00AE4409">
        <w:rPr>
          <w:rFonts w:hint="cs"/>
          <w:rtl/>
        </w:rPr>
        <w:t>ی</w:t>
      </w:r>
      <w:r w:rsidR="00AE4409" w:rsidRPr="00AE4409">
        <w:rPr>
          <w:rFonts w:hint="eastAsia"/>
          <w:rtl/>
        </w:rPr>
        <w:t>ن</w:t>
      </w:r>
      <w:bookmarkEnd w:id="97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او</w:t>
      </w:r>
      <w:r w:rsidRPr="00AE4409">
        <w:rPr>
          <w:rtl/>
          <w:lang w:bidi="fa-IR"/>
        </w:rPr>
        <w:t xml:space="preserve"> از قب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(مز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) بود و نامش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بتها است ) در کودک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پدرش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، عمو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بت پرستش کفالت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بعهده گرفت ، از او حما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و سرپرست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نمود، بزرگش کرد، به جوان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رسان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و قمسمت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اموال و اغنام خود را به او 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</w:p>
    <w:p w:rsidR="00AE4409" w:rsidRPr="00AE4409" w:rsidRDefault="00AE4409" w:rsidP="008E6206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آن موقع آئ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اسلام شور و تحرک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مردم بوجود آورده بود و همه جا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رامون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بحث و گفتگو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>. عبدالعزا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جوان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به جستجو و تحق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برخاست و با عشق و علاقه مسائل اسلام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دنبال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>. بر اثر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سخنان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اسلام و آگاه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تعال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اله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بفساد</w:t>
      </w:r>
      <w:r w:rsidR="008E6206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خود و خاندان خود پ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برد، از بت پرست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رسوم جاهل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، دل برگرفت ، و در باطن به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خدا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آورد اما بر عا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عمو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اظهار اسلام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نمود</w:t>
      </w:r>
      <w:r w:rsidRPr="00AE4409">
        <w:rPr>
          <w:rtl/>
          <w:lang w:bidi="fa-IR"/>
        </w:rPr>
        <w:t>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تا</w:t>
      </w:r>
      <w:r w:rsidRPr="00AE4409">
        <w:rPr>
          <w:rtl/>
          <w:lang w:bidi="fa-IR"/>
        </w:rPr>
        <w:t xml:space="preserve"> چند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وضع ب</w:t>
      </w:r>
      <w:r w:rsidR="008E6206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منوال بود، پس از فتح مکه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="008E6206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عمو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گفت : مدت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انتظار ماندم که بخود آئ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مسلمان شو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من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با تو قبول اسلام نما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نک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نم</w:t>
      </w:r>
      <w:r w:rsidRPr="00AE4409">
        <w:rPr>
          <w:rtl/>
          <w:lang w:bidi="fa-IR"/>
        </w:rPr>
        <w:t xml:space="preserve"> که بت پرست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ترک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همچنان در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باطل خود پافشار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پس موافقت کن من مسلمان شوم و بگ</w:t>
      </w:r>
      <w:r w:rsidRPr="00AE4409">
        <w:rPr>
          <w:rFonts w:hint="eastAsia"/>
          <w:rtl/>
          <w:lang w:bidi="fa-IR"/>
        </w:rPr>
        <w:t>روه</w:t>
      </w:r>
      <w:r w:rsidRPr="00AE4409">
        <w:rPr>
          <w:rtl/>
          <w:lang w:bidi="fa-IR"/>
        </w:rPr>
        <w:t xml:space="preserve"> اسلام بپ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وندم</w:t>
      </w:r>
      <w:r w:rsidRPr="00AE4409">
        <w:rPr>
          <w:rtl/>
          <w:lang w:bidi="fa-IR"/>
        </w:rPr>
        <w:t xml:space="preserve"> . عمو که قبلا گرا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او را به اسلام احساس کرده بود از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دن</w:t>
      </w:r>
      <w:r w:rsidRPr="00AE4409">
        <w:rPr>
          <w:rtl/>
          <w:lang w:bidi="fa-IR"/>
        </w:rPr>
        <w:t xml:space="preserve"> سخن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سخت برآشفت و گفت هرگز اجازه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دهم</w:t>
      </w:r>
      <w:r w:rsidRPr="00AE4409">
        <w:rPr>
          <w:rtl/>
          <w:lang w:bidi="fa-IR"/>
        </w:rPr>
        <w:t xml:space="preserve"> و سپس قسم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</w:t>
      </w:r>
      <w:r w:rsidRPr="00AE4409">
        <w:rPr>
          <w:rtl/>
          <w:lang w:bidi="fa-IR"/>
        </w:rPr>
        <w:t xml:space="preserve"> کرد که اگر راه محمد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را در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تمام اموال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که بتو داده ام پس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عمو</w:t>
      </w:r>
      <w:r w:rsidRPr="00AE4409">
        <w:rPr>
          <w:rtl/>
          <w:lang w:bidi="fa-IR"/>
        </w:rPr>
        <w:t xml:space="preserve"> تصور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برادرزاده جوانش با تهد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پس گرفتن اموال تغ</w:t>
      </w:r>
      <w:r w:rsidRPr="00AE4409">
        <w:rPr>
          <w:rFonts w:hint="cs"/>
          <w:rtl/>
          <w:lang w:bidi="fa-IR"/>
        </w:rPr>
        <w:t>یی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عق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دهد،</w:t>
      </w:r>
      <w:r w:rsidRPr="00AE4409">
        <w:rPr>
          <w:rtl/>
          <w:lang w:bidi="fa-IR"/>
        </w:rPr>
        <w:t xml:space="preserve"> از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خود برم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گردد</w:t>
      </w:r>
      <w:r w:rsidRPr="00AE4409">
        <w:rPr>
          <w:rtl/>
          <w:lang w:bidi="fa-IR"/>
        </w:rPr>
        <w:t xml:space="preserve"> فکر مسلمان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از سربدر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کند،</w:t>
      </w:r>
      <w:r w:rsidRPr="00AE4409">
        <w:rPr>
          <w:rtl/>
          <w:lang w:bidi="fa-IR"/>
        </w:rPr>
        <w:t xml:space="preserve"> و در بت پرست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ماند</w:t>
      </w:r>
      <w:r w:rsidRPr="00AE4409">
        <w:rPr>
          <w:rtl/>
          <w:lang w:bidi="fa-IR"/>
        </w:rPr>
        <w:t>.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او مسلمان واقع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بود و با تند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خشونت و تهد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اراده اش متزلزل نشد، از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خود دست نکش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و در کمال صراحت </w:t>
      </w:r>
      <w:r w:rsidRPr="00AE4409">
        <w:rPr>
          <w:rtl/>
          <w:lang w:bidi="fa-IR"/>
        </w:rPr>
        <w:lastRenderedPageBreak/>
        <w:t>و قاطع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، اسلام باطن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آشکار کرد و کمتر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اعتنائ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تهد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ننمود.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سخنان</w:t>
      </w:r>
      <w:r w:rsidRPr="00AE4409">
        <w:rPr>
          <w:rtl/>
          <w:lang w:bidi="fa-IR"/>
        </w:rPr>
        <w:t xml:space="preserve"> 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پرده 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قبول آئ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اسلام ، عمو را ب</w:t>
      </w:r>
      <w:r w:rsidR="008E6206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عمل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ساختن تهد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خود وادار کرد، تمام اموال را از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پس گرفت حت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جامه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در تن داشت از برش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رون</w:t>
      </w:r>
      <w:r w:rsidRPr="00AE4409">
        <w:rPr>
          <w:rtl/>
          <w:lang w:bidi="fa-IR"/>
        </w:rPr>
        <w:t xml:space="preserve"> آورد. او با بدن برهنه نزد مادر رفت و گفت : آهنگ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مسلمان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دارم و از تو جز تن پوش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خواهم</w:t>
      </w:r>
      <w:r w:rsidRPr="00AE4409">
        <w:rPr>
          <w:rtl/>
          <w:lang w:bidi="fa-IR"/>
        </w:rPr>
        <w:t xml:space="preserve"> ، مادر قطعه کتان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که در اخت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ار</w:t>
      </w:r>
      <w:r w:rsidRPr="00AE4409">
        <w:rPr>
          <w:rtl/>
          <w:lang w:bidi="fa-IR"/>
        </w:rPr>
        <w:t xml:space="preserve"> داشت بفرزند داد، پارچه را گرفت بدو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کرد و خود را با آن دو قطعه پارچه پوشاند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محضر رسول اکرم راه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در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گرفت 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او</w:t>
      </w:r>
      <w:r w:rsidRPr="00AE4409">
        <w:rPr>
          <w:rtl/>
          <w:lang w:bidi="fa-IR"/>
        </w:rPr>
        <w:t xml:space="preserve"> دلباخته حق و حق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قت</w:t>
      </w:r>
      <w:r w:rsidRPr="00AE4409">
        <w:rPr>
          <w:rtl/>
          <w:lang w:bidi="fa-IR"/>
        </w:rPr>
        <w:t xml:space="preserve"> بود، قلب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داشت که از شور و 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جان</w:t>
      </w:r>
      <w:r w:rsidRPr="00AE4409">
        <w:rPr>
          <w:rtl/>
          <w:lang w:bidi="fa-IR"/>
        </w:rPr>
        <w:t xml:space="preserve"> ، پاک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خلوص ، و 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و صفا لبر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بود و مانند مرغ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از قفس آزاد شده و بال و پر گشوده باشد با سرعت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</w:t>
      </w:r>
      <w:r w:rsidRPr="00AE4409">
        <w:rPr>
          <w:rtl/>
          <w:lang w:bidi="fa-IR"/>
        </w:rPr>
        <w:t xml:space="preserve"> تا هر چه زودتر ب</w:t>
      </w:r>
      <w:r w:rsidR="008E6206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رهبر اسلام برسد، آزادانه از تعال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بخش او استفاده کند، خود را بشا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بسازد،</w:t>
      </w:r>
      <w:r w:rsidRPr="00AE4409">
        <w:rPr>
          <w:rtl/>
          <w:lang w:bidi="fa-IR"/>
        </w:rPr>
        <w:t xml:space="preserve"> و موجبات سعادت واقع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کمال انسان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را فراهم آورد.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الطلوع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در موقع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مردم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اداء فر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ضه</w:t>
      </w:r>
      <w:r w:rsidRPr="00AE4409">
        <w:rPr>
          <w:rtl/>
          <w:lang w:bidi="fa-IR"/>
        </w:rPr>
        <w:t xml:space="preserve"> گرد آمده بودند وارد مسجد شد و نماز صبح را با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بجماعت خواند، پس از نماز، رسول اکرم او را نزد خود طلب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فرمود 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گفت نامم (عبدالعز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) و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خود را شرح داد حضرت فرمود: اسم تو (عبدالله ) است و چون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خود را با دو جامه پوشان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است او را (ذوالبجاد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) خواند و از آن پس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مسلم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</w:t>
      </w:r>
      <w:r w:rsidR="008E6206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همان لقب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به او داده بود مشهور شد.</w:t>
      </w:r>
      <w:r w:rsidRPr="008E6206">
        <w:rPr>
          <w:rStyle w:val="libFootnotenumChar"/>
          <w:rtl/>
        </w:rPr>
        <w:t>(96)</w:t>
      </w:r>
    </w:p>
    <w:p w:rsidR="00AE4409" w:rsidRPr="00AE4409" w:rsidRDefault="00AE4409" w:rsidP="008E6206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عبدالله</w:t>
      </w:r>
      <w:r w:rsidRPr="00AE4409">
        <w:rPr>
          <w:rtl/>
          <w:lang w:bidi="fa-IR"/>
        </w:rPr>
        <w:t xml:space="preserve"> ذوالبجاد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شرکت در جنگ تبوک با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سربازان مسلم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در مع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رسول اکرم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از مد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خارج شد و در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سفر از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 . موقع دفنش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گرام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احترام و تکر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او داخل قبر شد و جسد عبدالله را </w:t>
      </w:r>
      <w:r w:rsidRPr="00AE4409">
        <w:rPr>
          <w:rtl/>
          <w:lang w:bidi="fa-IR"/>
        </w:rPr>
        <w:lastRenderedPageBreak/>
        <w:t>گرفت و با دست خود در قبر خواباند. پس از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="008E6206">
        <w:rPr>
          <w:rFonts w:hint="cs"/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افتن</w:t>
      </w:r>
      <w:r w:rsidRPr="00AE4409">
        <w:rPr>
          <w:rtl/>
          <w:lang w:bidi="fa-IR"/>
        </w:rPr>
        <w:t xml:space="preserve"> کار دفن رو بقبله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ستاد</w:t>
      </w:r>
      <w:r w:rsidRPr="00AE4409">
        <w:rPr>
          <w:rtl/>
          <w:lang w:bidi="fa-IR"/>
        </w:rPr>
        <w:t xml:space="preserve"> و دستها را بلند کرد و گفت :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پروردگارا</w:t>
      </w:r>
      <w:r w:rsidRPr="00AE4409">
        <w:rPr>
          <w:rtl/>
          <w:lang w:bidi="fa-IR"/>
        </w:rPr>
        <w:t xml:space="preserve"> من روز را بشب آوردم و از عبدالله ذوالبجاد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هستم ، بارالها تو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از او راض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باش .</w:t>
      </w:r>
    </w:p>
    <w:p w:rsidR="00AE4409" w:rsidRPr="00AE4409" w:rsidRDefault="008E6206" w:rsidP="008E6206">
      <w:pPr>
        <w:pStyle w:val="Heading1"/>
        <w:rPr>
          <w:rtl/>
        </w:rPr>
      </w:pPr>
      <w:r>
        <w:rPr>
          <w:rtl/>
        </w:rPr>
        <w:br w:type="page"/>
      </w:r>
      <w:bookmarkStart w:id="98" w:name="_Toc496010582"/>
      <w:r w:rsidR="00AE4409" w:rsidRPr="00AE4409">
        <w:rPr>
          <w:rFonts w:hint="eastAsia"/>
          <w:rtl/>
        </w:rPr>
        <w:lastRenderedPageBreak/>
        <w:t>نمونه</w:t>
      </w:r>
      <w:r w:rsidR="00AE4409" w:rsidRPr="00AE4409">
        <w:rPr>
          <w:rtl/>
        </w:rPr>
        <w:t xml:space="preserve"> ا</w:t>
      </w:r>
      <w:r w:rsidR="00AE4409" w:rsidRPr="00AE4409">
        <w:rPr>
          <w:rFonts w:hint="cs"/>
          <w:rtl/>
        </w:rPr>
        <w:t>ی</w:t>
      </w:r>
      <w:r w:rsidR="00AE4409" w:rsidRPr="00AE4409">
        <w:rPr>
          <w:rtl/>
        </w:rPr>
        <w:t xml:space="preserve"> از پرورش اسلام</w:t>
      </w:r>
      <w:bookmarkEnd w:id="98"/>
    </w:p>
    <w:p w:rsidR="00AE4409" w:rsidRPr="00AE4409" w:rsidRDefault="00AE4409" w:rsidP="008E6206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در</w:t>
      </w:r>
      <w:r w:rsidRPr="00AE4409">
        <w:rPr>
          <w:rtl/>
          <w:lang w:bidi="fa-IR"/>
        </w:rPr>
        <w:t xml:space="preserve"> جنگ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رموک</w:t>
      </w:r>
      <w:r w:rsidRPr="00AE4409">
        <w:rPr>
          <w:rtl/>
          <w:lang w:bidi="fa-IR"/>
        </w:rPr>
        <w:t xml:space="preserve"> ، هر روز عده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سربازان مسلم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بعرصه کارزار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رفتند</w:t>
      </w:r>
      <w:r w:rsidRPr="00AE4409">
        <w:rPr>
          <w:rtl/>
          <w:lang w:bidi="fa-IR"/>
        </w:rPr>
        <w:t xml:space="preserve"> و پس از چند ساعت زد و خورد، بعض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سالم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زخم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گاه</w:t>
      </w:r>
      <w:r w:rsidRPr="00AE4409">
        <w:rPr>
          <w:rtl/>
          <w:lang w:bidi="fa-IR"/>
        </w:rPr>
        <w:t xml:space="preserve">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خود برم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گشتند</w:t>
      </w:r>
      <w:r w:rsidRPr="00AE4409">
        <w:rPr>
          <w:rtl/>
          <w:lang w:bidi="fa-IR"/>
        </w:rPr>
        <w:t xml:space="preserve"> و برخ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کشته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مجروح در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tl/>
          <w:lang w:bidi="fa-IR"/>
        </w:rPr>
        <w:t xml:space="preserve"> جنگ بجا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ماندند،</w:t>
      </w:r>
      <w:r w:rsidRPr="00AE4409">
        <w:rPr>
          <w:rtl/>
          <w:lang w:bidi="fa-IR"/>
        </w:rPr>
        <w:t xml:space="preserve"> حذ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عدو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: در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روزها پسر عمو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با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tl/>
          <w:lang w:bidi="fa-IR"/>
        </w:rPr>
        <w:t xml:space="preserve"> سربازان ب</w:t>
      </w:r>
      <w:r w:rsidR="008E6206">
        <w:rPr>
          <w:rFonts w:hint="cs"/>
          <w:rtl/>
          <w:lang w:bidi="fa-IR"/>
        </w:rPr>
        <w:t xml:space="preserve">ه </w:t>
      </w:r>
      <w:r w:rsidRPr="00AE4409">
        <w:rPr>
          <w:rtl/>
          <w:lang w:bidi="fa-IR"/>
        </w:rPr>
        <w:t>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</w:t>
      </w:r>
      <w:r w:rsidRPr="00AE4409">
        <w:rPr>
          <w:rtl/>
          <w:lang w:bidi="fa-IR"/>
        </w:rPr>
        <w:t xml:space="preserve"> رفت ،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پس از پا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کار</w:t>
      </w:r>
      <w:r w:rsidRPr="00AE4409">
        <w:rPr>
          <w:rtl/>
          <w:lang w:bidi="fa-IR"/>
        </w:rPr>
        <w:t xml:space="preserve"> مراجعت نکرد. ظرف آب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برداشتم و روانه رزمگاه شدم با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اگر زنده باشد آبش بدهم . پس از جستجو او را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افتم</w:t>
      </w:r>
      <w:r w:rsidRPr="00AE4409">
        <w:rPr>
          <w:rtl/>
          <w:lang w:bidi="fa-IR"/>
        </w:rPr>
        <w:t xml:space="preserve"> که هنوز رمق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تن داشت . کنارش نشستم و گفتم آب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با اشاره گفت آر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در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موقع سرباز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نزد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او ب</w:t>
      </w:r>
      <w:r w:rsidRPr="00AE4409">
        <w:rPr>
          <w:rFonts w:hint="eastAsia"/>
          <w:rtl/>
          <w:lang w:bidi="fa-IR"/>
        </w:rPr>
        <w:t>زم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افتاده بود و صدا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مرا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فهماند که او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تشنه است و آب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خواهد</w:t>
      </w:r>
      <w:r w:rsidRPr="00AE4409">
        <w:rPr>
          <w:rtl/>
          <w:lang w:bidi="fa-IR"/>
        </w:rPr>
        <w:t>. پسر عمو بمن اشاره کرد برو اول باو آب بده . حذ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فه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: پسرعمو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را گذاردم و به بال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دوم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رفتم و او هشام بن عاص بود. گفتم آب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به اشاره گفت بل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موقع صدا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مجروح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ده</w:t>
      </w:r>
      <w:r w:rsidRPr="00AE4409">
        <w:rPr>
          <w:rtl/>
          <w:lang w:bidi="fa-IR"/>
        </w:rPr>
        <w:t xml:space="preserve"> شد که آه گفت . هشام هم آب نخورد و بمن اشاره کرد که به او آب بدهم . نزد سوم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رفتم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همان لحظه جان سپرد. برگشتم به بال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هشام او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فاصله مرده بود، و چون نزد پسرعمو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رفتم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دم</w:t>
      </w:r>
      <w:r w:rsidRPr="00AE4409">
        <w:rPr>
          <w:rtl/>
          <w:lang w:bidi="fa-IR"/>
        </w:rPr>
        <w:t xml:space="preserve"> او هم</w:t>
      </w:r>
      <w:r w:rsidR="008E6206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از</w:t>
      </w:r>
      <w:r w:rsidRPr="00AE4409">
        <w:rPr>
          <w:rtl/>
          <w:lang w:bidi="fa-IR"/>
        </w:rPr>
        <w:t xml:space="preserve">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رفته است .</w:t>
      </w:r>
      <w:r w:rsidRPr="008E6206">
        <w:rPr>
          <w:rStyle w:val="libFootnotenumChar"/>
          <w:rtl/>
        </w:rPr>
        <w:t>(97)</w:t>
      </w:r>
    </w:p>
    <w:p w:rsidR="00AE4409" w:rsidRPr="00AE4409" w:rsidRDefault="008E6206" w:rsidP="008E6206">
      <w:pPr>
        <w:pStyle w:val="Heading1"/>
        <w:rPr>
          <w:rtl/>
        </w:rPr>
      </w:pPr>
      <w:r>
        <w:rPr>
          <w:rtl/>
        </w:rPr>
        <w:br w:type="page"/>
      </w:r>
      <w:bookmarkStart w:id="99" w:name="_Toc496010583"/>
      <w:r w:rsidR="00AE4409" w:rsidRPr="00AE4409">
        <w:rPr>
          <w:rFonts w:hint="eastAsia"/>
          <w:rtl/>
        </w:rPr>
        <w:lastRenderedPageBreak/>
        <w:t>پاداش</w:t>
      </w:r>
      <w:r w:rsidR="00AE4409" w:rsidRPr="00AE4409">
        <w:rPr>
          <w:rtl/>
        </w:rPr>
        <w:t xml:space="preserve"> جوانمرد</w:t>
      </w:r>
      <w:r w:rsidR="00AE4409" w:rsidRPr="00AE4409">
        <w:rPr>
          <w:rFonts w:hint="cs"/>
          <w:rtl/>
        </w:rPr>
        <w:t>ی</w:t>
      </w:r>
      <w:bookmarkEnd w:id="99"/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عبدالله</w:t>
      </w:r>
      <w:r w:rsidRPr="00AE4409">
        <w:rPr>
          <w:rtl/>
          <w:lang w:bidi="fa-IR"/>
        </w:rPr>
        <w:t xml:space="preserve"> جعفر، در راه مسافرت ،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مه</w:t>
      </w:r>
      <w:r w:rsidRPr="00AE4409">
        <w:rPr>
          <w:rtl/>
          <w:lang w:bidi="fa-IR"/>
        </w:rPr>
        <w:t xml:space="preserve"> روز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به روستائ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باغ نخل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سرسبز و خرم در نزد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تصم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گرفت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اده</w:t>
      </w:r>
      <w:r w:rsidRPr="00AE4409">
        <w:rPr>
          <w:rtl/>
          <w:lang w:bidi="fa-IR"/>
        </w:rPr>
        <w:t xml:space="preserve"> شود و چند ساعت در آن باغ 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اسا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 مالک باغ خود در روستا زندگ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غلام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در باغ گمارده بود تا از آن نگهبان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مراقبت کند. عبدا</w:t>
      </w:r>
      <w:r w:rsidRPr="00AE4409">
        <w:rPr>
          <w:rFonts w:hint="eastAsia"/>
          <w:rtl/>
          <w:lang w:bidi="fa-IR"/>
        </w:rPr>
        <w:t>لله</w:t>
      </w:r>
      <w:r w:rsidRPr="00AE4409">
        <w:rPr>
          <w:rtl/>
          <w:lang w:bidi="fa-IR"/>
        </w:rPr>
        <w:t xml:space="preserve"> با اجازه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وارد باغ شد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استراحت جا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مناسب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انتخاب نمود ظهر فرا 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عبدالله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که غلام سفره خود را گسترد تا غذا بخورد و در سفره سه قرصه نان بود. هنوز لقمه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نخورده بود که سگ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داخل باغ شد و نزد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tl/>
          <w:lang w:bidi="fa-IR"/>
        </w:rPr>
        <w:t xml:space="preserve"> غلام آمد، او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از قرصه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نان را بسو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انداخت و سگ گرسنه با حرص آنرا بلع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دوباره متوجه غلام و سفره نانش شد. او قرص دوم و </w:t>
      </w:r>
      <w:r w:rsidRPr="00AE4409">
        <w:rPr>
          <w:rFonts w:hint="eastAsia"/>
          <w:rtl/>
          <w:lang w:bidi="fa-IR"/>
        </w:rPr>
        <w:t>سپس</w:t>
      </w:r>
      <w:r w:rsidRPr="00AE4409">
        <w:rPr>
          <w:rtl/>
          <w:lang w:bidi="fa-IR"/>
        </w:rPr>
        <w:t xml:space="preserve"> قرص سوم را نزد سگ انداخت و سفره خال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را بدون آنکه خود 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خورده باشد جمع کرد.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عبدالله</w:t>
      </w:r>
      <w:r w:rsidRPr="00AE4409">
        <w:rPr>
          <w:rtl/>
          <w:lang w:bidi="fa-IR"/>
        </w:rPr>
        <w:t xml:space="preserve"> که ناظر جر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بود از غلام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ج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ره</w:t>
      </w:r>
      <w:r w:rsidRPr="00AE4409">
        <w:rPr>
          <w:rtl/>
          <w:lang w:bidi="fa-IR"/>
        </w:rPr>
        <w:t xml:space="preserve"> غذائ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شما در روز چقدر است ؟ جواب داد 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سه قرصه نان که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. گفت پس چرا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سگ را برخود مقدم داشت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تمام غذا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را به او خوراند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؟ غلام در پاسخ گفت :</w:t>
      </w:r>
    </w:p>
    <w:p w:rsidR="00AE4409" w:rsidRPr="00AE4409" w:rsidRDefault="00AE4409" w:rsidP="00AE4409">
      <w:pPr>
        <w:pStyle w:val="libNormal"/>
        <w:rPr>
          <w:rtl/>
          <w:lang w:bidi="fa-IR"/>
        </w:rPr>
      </w:pPr>
      <w:r w:rsidRPr="00AE4409">
        <w:rPr>
          <w:rFonts w:hint="eastAsia"/>
          <w:rtl/>
          <w:lang w:bidi="fa-IR"/>
        </w:rPr>
        <w:t>آباد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ما سگ ندارد،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دانستم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tl/>
          <w:lang w:bidi="fa-IR"/>
        </w:rPr>
        <w:t xml:space="preserve"> از راه دور به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نجا</w:t>
      </w:r>
      <w:r w:rsidRPr="00AE4409">
        <w:rPr>
          <w:rtl/>
          <w:lang w:bidi="fa-IR"/>
        </w:rPr>
        <w:t xml:space="preserve"> آمده و سخت گرسنه است و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من رد کردن و محروم ساختن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گران و سنگ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بود عبدالله پرس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پس تو خود چه 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کرد؟ جواب داد امروز را به گرسنگ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گذرانم</w:t>
      </w:r>
      <w:r w:rsidRPr="00AE4409">
        <w:rPr>
          <w:rtl/>
          <w:lang w:bidi="fa-IR"/>
        </w:rPr>
        <w:t xml:space="preserve"> .</w:t>
      </w:r>
    </w:p>
    <w:p w:rsidR="00AE4409" w:rsidRDefault="00AE4409" w:rsidP="00E04568">
      <w:pPr>
        <w:pStyle w:val="libNormal"/>
        <w:rPr>
          <w:rFonts w:hint="cs"/>
          <w:rtl/>
          <w:lang w:bidi="fa-IR"/>
        </w:rPr>
      </w:pPr>
      <w:r w:rsidRPr="00AE4409">
        <w:rPr>
          <w:rFonts w:hint="eastAsia"/>
          <w:rtl/>
          <w:lang w:bidi="fa-IR"/>
        </w:rPr>
        <w:t>جوانمرد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بزرگوار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 غلام 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اه</w:t>
      </w:r>
      <w:r w:rsidRPr="00AE4409">
        <w:rPr>
          <w:rtl/>
          <w:lang w:bidi="fa-IR"/>
        </w:rPr>
        <w:t xml:space="preserve"> ما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شگفت</w:t>
      </w:r>
      <w:r w:rsidRPr="00AE4409">
        <w:rPr>
          <w:rFonts w:hint="cs"/>
          <w:rtl/>
          <w:lang w:bidi="fa-IR"/>
        </w:rPr>
        <w:t>ی</w:t>
      </w:r>
      <w:r w:rsidR="00E04568">
        <w:rPr>
          <w:rFonts w:hint="cs"/>
          <w:rtl/>
          <w:lang w:bidi="fa-IR"/>
        </w:rPr>
        <w:t xml:space="preserve"> </w:t>
      </w: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رت</w:t>
      </w:r>
      <w:r w:rsidRPr="00AE4409">
        <w:rPr>
          <w:rtl/>
          <w:lang w:bidi="fa-IR"/>
        </w:rPr>
        <w:t xml:space="preserve"> عبدالله جعفر شد و در 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اثر عم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گذارد.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آنکه عملا او را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کرامت اخلاق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 رفتار انسان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تشو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کرده باشد آنروز جد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نمود تا باغ و غلام را از صاحبش خر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کرد. غلام را در راه خدا آزاد ساخت و باغ را به او بخش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>.</w:t>
      </w:r>
      <w:r w:rsidRPr="00E04568">
        <w:rPr>
          <w:rStyle w:val="libFootnotenumChar"/>
          <w:rtl/>
        </w:rPr>
        <w:t>(98)</w:t>
      </w:r>
    </w:p>
    <w:p w:rsidR="00AE4409" w:rsidRPr="00AE4409" w:rsidRDefault="00AE4409" w:rsidP="00E04568">
      <w:pPr>
        <w:pStyle w:val="Heading1"/>
        <w:rPr>
          <w:rtl/>
        </w:rPr>
      </w:pPr>
      <w:bookmarkStart w:id="100" w:name="_Toc496010584"/>
      <w:r w:rsidRPr="00AE4409">
        <w:rPr>
          <w:rFonts w:hint="eastAsia"/>
          <w:rtl/>
        </w:rPr>
        <w:lastRenderedPageBreak/>
        <w:t>پ</w:t>
      </w:r>
      <w:r w:rsidRPr="00AE4409">
        <w:rPr>
          <w:rFonts w:hint="cs"/>
          <w:rtl/>
        </w:rPr>
        <w:t>ی</w:t>
      </w:r>
      <w:r w:rsidRPr="00AE4409">
        <w:rPr>
          <w:rtl/>
        </w:rPr>
        <w:t xml:space="preserve"> نوشتها</w:t>
      </w:r>
      <w:bookmarkEnd w:id="100"/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1- سف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البحار لفظ عبدالرحمن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2- انوار نعمان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، ص 274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3- منته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ج 1، ص 328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4- جوامع الحکا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عوف</w:t>
      </w:r>
      <w:r w:rsidRPr="00AE4409">
        <w:rPr>
          <w:rFonts w:hint="cs"/>
          <w:rtl/>
          <w:lang w:bidi="fa-IR"/>
        </w:rPr>
        <w:t>ی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5- جوامع الحکا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، صفحه 271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6- مدارج القرائه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7- روضات الجنات و شجره طوب</w:t>
      </w:r>
      <w:r w:rsidRPr="00AE4409">
        <w:rPr>
          <w:rFonts w:hint="cs"/>
          <w:rtl/>
          <w:lang w:bidi="fa-IR"/>
        </w:rPr>
        <w:t>ی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8- مجموعه ورام ، جلد 1، صفحه 2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9- بحارالانوار، ج 10، و منته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الامال ، ج 1، ص 238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10-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وه</w:t>
      </w:r>
      <w:r w:rsidRPr="00AE4409">
        <w:rPr>
          <w:rtl/>
          <w:lang w:bidi="fa-IR"/>
        </w:rPr>
        <w:t xml:space="preserve"> القلوب ، ج 2، ص 116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11- محجه الب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ضاء،</w:t>
      </w:r>
      <w:r w:rsidRPr="00AE4409">
        <w:rPr>
          <w:rtl/>
          <w:lang w:bidi="fa-IR"/>
        </w:rPr>
        <w:t xml:space="preserve"> جلد 3، صفحه 143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12- نهج البلاغه ، نامه 45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13- بحار، جلد 11، صفحه 121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14- مجموعه ورام ، جلد اول ، صفحه 126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15- روضات الجنات ص 566 و نامه دانشوران ج 3 ص 377 چاپ جد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حکا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را از نظر استفاده کم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توض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</w:t>
      </w:r>
      <w:r w:rsidRPr="00AE4409">
        <w:rPr>
          <w:rtl/>
          <w:lang w:bidi="fa-IR"/>
        </w:rPr>
        <w:t xml:space="preserve"> داده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.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16- روضه الصفا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17- روضه الصفا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 xml:space="preserve">18- بحار الانوار ج 11، احوال حضرت صادق </w:t>
      </w:r>
      <w:r w:rsidRPr="00AE4409">
        <w:rPr>
          <w:rStyle w:val="libAlaemChar"/>
          <w:rtl/>
        </w:rPr>
        <w:t xml:space="preserve">عليه‌السلام 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19- الکن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والالقاب ،، (اب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طلحه )، صفحه 108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20- بحار، جلد 9 ، صفحه 519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21- انوار نعمان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، ص 343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22- شجره طوب</w:t>
      </w:r>
      <w:r w:rsidRPr="00AE4409">
        <w:rPr>
          <w:rFonts w:hint="cs"/>
          <w:rtl/>
          <w:lang w:bidi="fa-IR"/>
        </w:rPr>
        <w:t>ی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23- لباس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جلو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باز است و رو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لباسها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پوشند</w:t>
      </w:r>
      <w:r w:rsidRPr="00AE4409">
        <w:rPr>
          <w:rtl/>
          <w:lang w:bidi="fa-IR"/>
        </w:rPr>
        <w:t>.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24- کشکول بحران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ج 2، ص 132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25- روضات الجنات ، ص 90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lastRenderedPageBreak/>
        <w:t>26- انوار نعمان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، ص 15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 xml:space="preserve">27- الکلام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جر</w:t>
      </w:r>
      <w:r w:rsidRPr="00AE4409">
        <w:rPr>
          <w:rtl/>
          <w:lang w:bidi="fa-IR"/>
        </w:rPr>
        <w:t xml:space="preserve"> الکلام ص 224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28- انوار نعمان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، باب احوال بعد از مرگ .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29- انوار نعمان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، ص 349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30- خز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</w:t>
      </w:r>
      <w:r w:rsidRPr="00AE4409">
        <w:rPr>
          <w:rtl/>
          <w:lang w:bidi="fa-IR"/>
        </w:rPr>
        <w:t xml:space="preserve"> الجواهر، ص 356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31- کشکول 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بهاء و زهرالرب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32- جوامع الحکا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، صفحه 157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33- جواهر الکلام ، جلد 25، صفحه 234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34- سوره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49،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6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35- سوره 68،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11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36- مجموعه ورام ، جلد 1، صفحه 122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37- سوره 111،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1 و 4 و 5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38- سوره 111،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1 و 4 و 5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39- تتمه المنته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صفحه 275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40- کشکول بحران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ص 98 کسان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خدا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خالق ماست و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راه استقامت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ورزند</w:t>
      </w:r>
      <w:r w:rsidRPr="00AE4409">
        <w:rPr>
          <w:rtl/>
          <w:lang w:bidi="fa-IR"/>
        </w:rPr>
        <w:t xml:space="preserve"> نازل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شود</w:t>
      </w:r>
      <w:r w:rsidRPr="00AE4409">
        <w:rPr>
          <w:rtl/>
          <w:lang w:bidi="fa-IR"/>
        </w:rPr>
        <w:t xml:space="preserve"> بر آنها ملائکه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نترس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از شدائد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در جلو دار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ما آنها را برطرف کرده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و محزون نشو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بر اموال و ع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ال</w:t>
      </w:r>
      <w:r w:rsidRPr="00AE4409">
        <w:rPr>
          <w:rtl/>
          <w:lang w:bidi="fa-IR"/>
        </w:rPr>
        <w:t xml:space="preserve"> و فرزندان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نجا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گذار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آنچه مشاهده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بهشت عوض آنها است و بشارت باد شما را به آن بهشت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که وعده داده شد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نجا</w:t>
      </w:r>
      <w:r w:rsidRPr="00AE4409">
        <w:rPr>
          <w:rtl/>
          <w:lang w:bidi="fa-IR"/>
        </w:rPr>
        <w:t xml:space="preserve"> است منزل شما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نها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ند</w:t>
      </w:r>
      <w:r w:rsidRPr="00AE4409">
        <w:rPr>
          <w:rtl/>
          <w:lang w:bidi="fa-IR"/>
        </w:rPr>
        <w:t xml:space="preserve"> همنش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و رف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tl/>
          <w:lang w:bidi="fa-IR"/>
        </w:rPr>
        <w:t xml:space="preserve"> شما ما دوستان شمائ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در دن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و آخرت هر چه بخواه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و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</w:t>
      </w:r>
      <w:r w:rsidRPr="00AE4409">
        <w:rPr>
          <w:rtl/>
          <w:lang w:bidi="fa-IR"/>
        </w:rPr>
        <w:t xml:space="preserve"> داشته باش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در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بهشت آماده است .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41- ثمرات الاوراق ، صفحه 143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42- روضات الجنات ، ص 73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43- لئال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الاخبار، صفحه 330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44- انوار نعمان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، ص 349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45- کتاب الوزراء و الکتاب ، صفحه 137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46- ارشاد مف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د،</w:t>
      </w:r>
      <w:r w:rsidRPr="00AE4409">
        <w:rPr>
          <w:rtl/>
          <w:lang w:bidi="fa-IR"/>
        </w:rPr>
        <w:t xml:space="preserve"> صفحه 189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47- تتمه المنته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صفحه 320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lastRenderedPageBreak/>
        <w:t>48- جوامع الحکا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، صفحه 278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49- مجمع النور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. ص 27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50- لغت نامه دهخدا، (اسلوب الحک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) صفحه 2486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51- مجموعه ورام ، جلد 1، صفحه 51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52- کاف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جلد 6، پاورق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صفحه 370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53- کاف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جلد 6، صفحه 370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54- مروج الذهب ، جلد 3، صفحه 32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55- مروج الذهب ، جلد 3، صفحه 31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56- نفس المهوم ، صفحه 284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57- خوانندگان از مطالعه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موضوع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البته استبعاد نخواهند کرد ز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خانواده فقط کسان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هستند که درباره آنها (و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ؤ</w:t>
      </w:r>
      <w:r w:rsidRPr="00AE4409">
        <w:rPr>
          <w:rtl/>
          <w:lang w:bidi="fa-IR"/>
        </w:rPr>
        <w:t xml:space="preserve"> ثرون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انفسهم و لو کان بهم خصاصه و آ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و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طعمون</w:t>
      </w:r>
      <w:r w:rsidRPr="00AE4409">
        <w:rPr>
          <w:rtl/>
          <w:lang w:bidi="fa-IR"/>
        </w:rPr>
        <w:t xml:space="preserve"> الطعام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حبه مسک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نا</w:t>
      </w:r>
      <w:r w:rsidRPr="00AE4409">
        <w:rPr>
          <w:rtl/>
          <w:lang w:bidi="fa-IR"/>
        </w:rPr>
        <w:t xml:space="preserve">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</w:t>
      </w:r>
      <w:r w:rsidRPr="00AE4409">
        <w:rPr>
          <w:rtl/>
          <w:lang w:bidi="fa-IR"/>
        </w:rPr>
        <w:t xml:space="preserve"> و اس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</w:t>
      </w:r>
      <w:r w:rsidRPr="00AE4409">
        <w:rPr>
          <w:rtl/>
          <w:lang w:bidi="fa-IR"/>
        </w:rPr>
        <w:t>) نازل شد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شامد</w:t>
      </w:r>
      <w:r w:rsidRPr="00AE4409">
        <w:rPr>
          <w:rtl/>
          <w:lang w:bidi="fa-IR"/>
        </w:rPr>
        <w:t xml:space="preserve"> دلالت بر فقر و تنگدست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آنها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کند</w:t>
      </w:r>
      <w:r w:rsidRPr="00AE4409">
        <w:rPr>
          <w:rtl/>
          <w:lang w:bidi="fa-IR"/>
        </w:rPr>
        <w:t xml:space="preserve"> چون هر چه بدست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آوردند</w:t>
      </w:r>
      <w:r w:rsidRPr="00AE4409">
        <w:rPr>
          <w:rtl/>
          <w:lang w:bidi="fa-IR"/>
        </w:rPr>
        <w:t xml:space="preserve"> در چن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راههائ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مصرف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کردند</w:t>
      </w:r>
      <w:r w:rsidRPr="00AE4409">
        <w:rPr>
          <w:rtl/>
          <w:lang w:bidi="fa-IR"/>
        </w:rPr>
        <w:t xml:space="preserve"> و چه بسا از اشخاص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که</w:t>
      </w:r>
      <w:r w:rsidRPr="00AE4409">
        <w:rPr>
          <w:rtl/>
          <w:lang w:bidi="fa-IR"/>
        </w:rPr>
        <w:t xml:space="preserve"> در ابتدا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اسلام 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بودند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در اثر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شرفت</w:t>
      </w:r>
      <w:r w:rsidRPr="00AE4409">
        <w:rPr>
          <w:rtl/>
          <w:lang w:bidi="fa-IR"/>
        </w:rPr>
        <w:t xml:space="preserve"> اسلام و گرفتن سهم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ها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مت</w:t>
      </w:r>
      <w:r w:rsidRPr="00AE4409">
        <w:rPr>
          <w:rtl/>
          <w:lang w:bidi="fa-IR"/>
        </w:rPr>
        <w:t xml:space="preserve"> از </w:t>
      </w:r>
      <w:r w:rsidRPr="00AE4409">
        <w:rPr>
          <w:rFonts w:hint="eastAsia"/>
          <w:rtl/>
          <w:lang w:bidi="fa-IR"/>
        </w:rPr>
        <w:t>ثروتمندان</w:t>
      </w:r>
      <w:r w:rsidRPr="00AE4409">
        <w:rPr>
          <w:rtl/>
          <w:lang w:bidi="fa-IR"/>
        </w:rPr>
        <w:t xml:space="preserve"> بزرگ شدند ول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بقول ابن اب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الحد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</w:t>
      </w:r>
      <w:r w:rsidRPr="00AE4409">
        <w:rPr>
          <w:rtl/>
          <w:lang w:bidi="fa-IR"/>
        </w:rPr>
        <w:t xml:space="preserve"> برا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هود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مزدور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(و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تصدق</w:t>
      </w:r>
      <w:r w:rsidRPr="00AE4409">
        <w:rPr>
          <w:rtl/>
          <w:lang w:bidi="fa-IR"/>
        </w:rPr>
        <w:t xml:space="preserve"> بالاجره و 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 xml:space="preserve"> الحجر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بطنه ) مزد خود را بفق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داد</w:t>
      </w:r>
      <w:r w:rsidRPr="00AE4409">
        <w:rPr>
          <w:rtl/>
          <w:lang w:bidi="fa-IR"/>
        </w:rPr>
        <w:t xml:space="preserve"> و بر شکم خو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</w:t>
      </w:r>
      <w:r w:rsidRPr="00AE4409">
        <w:rPr>
          <w:rtl/>
          <w:lang w:bidi="fa-IR"/>
        </w:rPr>
        <w:t xml:space="preserve"> سنگ م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بست . م - خ .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58- بحارالانوار، ج 9، ص 503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59- کتاب بهلول عاقل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60- مجمع النور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، ص 77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61- کبر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احمر، ص 72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62- کامل ابن اث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ر،</w:t>
      </w:r>
      <w:r w:rsidRPr="00AE4409">
        <w:rPr>
          <w:rtl/>
          <w:lang w:bidi="fa-IR"/>
        </w:rPr>
        <w:t xml:space="preserve"> جلد 7، صفحه 178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63- جوامع الحکا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، صفحه 56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64- ناسخ التوار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، حالات امام باقر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، جلد 1، صفحه 410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65- بحار، جلد 11، صفحه 209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66- ناسخ التوار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، حالات امام باقر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، جلد 1، صفحه 392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67- بحار، جلد 2، صفحه 18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68- المستطرف ، جلد 1، صفحه 116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lastRenderedPageBreak/>
        <w:t>69- ناسخ التوار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، حالات حضرت سجاد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>، جلد 1، صفحه 730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70- بحار، ج 16، ص 29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71- بحار، ج 16، ص 39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72- شجره طوب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ص 11 در 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الشر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عه</w:t>
      </w:r>
      <w:r w:rsidRPr="00AE4409">
        <w:rPr>
          <w:rtl/>
          <w:lang w:bidi="fa-IR"/>
        </w:rPr>
        <w:t xml:space="preserve"> مدت حج را پنج سال نوشته و 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ز</w:t>
      </w:r>
      <w:r w:rsidRPr="00AE4409">
        <w:rPr>
          <w:rtl/>
          <w:lang w:bidi="fa-IR"/>
        </w:rPr>
        <w:t xml:space="preserve"> در کشکول بحران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نقل از منهاج ال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ق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علامه .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73- خزائن نراق</w:t>
      </w:r>
      <w:r w:rsidRPr="00AE4409">
        <w:rPr>
          <w:rFonts w:hint="cs"/>
          <w:rtl/>
          <w:lang w:bidi="fa-IR"/>
        </w:rPr>
        <w:t>ی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74- روضه کاف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چاپ آخوند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، ص 85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75- شرح من لا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حضر</w:t>
      </w:r>
      <w:r w:rsidRPr="00AE4409">
        <w:rPr>
          <w:rtl/>
          <w:lang w:bidi="fa-IR"/>
        </w:rPr>
        <w:t xml:space="preserve"> کتاب زکوه ، ص 36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76- مروج الذهب ، جلد 3، صفحه 177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77- 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الح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وان</w:t>
      </w:r>
      <w:r w:rsidRPr="00AE4409">
        <w:rPr>
          <w:rtl/>
          <w:lang w:bidi="fa-IR"/>
        </w:rPr>
        <w:t xml:space="preserve"> ، جلد 1، صفحه 122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78- انوار نعمان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79- الکلام تجر الکلام ، ص 79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80- تو 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پ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غمبر</w:t>
      </w:r>
      <w:r w:rsidRPr="00AE4409">
        <w:rPr>
          <w:rtl/>
          <w:lang w:bidi="fa-IR"/>
        </w:rPr>
        <w:t xml:space="preserve"> کتاب و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را نم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دانست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لکن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Fonts w:hint="eastAsia"/>
          <w:rtl/>
          <w:lang w:bidi="fa-IR"/>
        </w:rPr>
        <w:t>ما</w:t>
      </w:r>
      <w:r w:rsidRPr="00AE4409">
        <w:rPr>
          <w:rtl/>
          <w:lang w:bidi="fa-IR"/>
        </w:rPr>
        <w:t xml:space="preserve">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مان</w:t>
      </w:r>
      <w:r w:rsidRPr="00AE4409">
        <w:rPr>
          <w:rtl/>
          <w:lang w:bidi="fa-IR"/>
        </w:rPr>
        <w:t xml:space="preserve"> را (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</w:t>
      </w:r>
      <w:r w:rsidRPr="00AE4409">
        <w:rPr>
          <w:rtl/>
          <w:lang w:bidi="fa-IR"/>
        </w:rPr>
        <w:t xml:space="preserve"> کتاب ) نور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قرار داد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که هدا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بوس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له</w:t>
      </w:r>
      <w:r w:rsidRPr="00AE4409">
        <w:rPr>
          <w:rtl/>
          <w:lang w:bidi="fa-IR"/>
        </w:rPr>
        <w:t xml:space="preserve"> آن هر کس را بخواه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م</w:t>
      </w:r>
      <w:r w:rsidRPr="00AE4409">
        <w:rPr>
          <w:rtl/>
          <w:lang w:bidi="fa-IR"/>
        </w:rPr>
        <w:t xml:space="preserve"> منظور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نستکه</w:t>
      </w:r>
      <w:r w:rsidRPr="00AE4409">
        <w:rPr>
          <w:rtl/>
          <w:lang w:bidi="fa-IR"/>
        </w:rPr>
        <w:t xml:space="preserve"> خداوند مرا هدا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کرد و بهم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جهت حضرت فرمود لقد هداک الله براست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خدا ترا هدا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کرد.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81- بحارالانوار، ج 16، ص 18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82- بحار، ج 16، ص 21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83- منته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الامال ، ج 2، ص 324 و ج 16 بحار.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84- منته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الامال ، ج 1، ص 142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85- مستدرک الوسائل ، ج 2، ص 631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86- در روا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ت</w:t>
      </w:r>
      <w:r w:rsidRPr="00AE4409">
        <w:rPr>
          <w:rtl/>
          <w:lang w:bidi="fa-IR"/>
        </w:rPr>
        <w:t xml:space="preserve"> د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ستکه</w:t>
      </w:r>
      <w:r w:rsidRPr="00AE4409">
        <w:rPr>
          <w:rtl/>
          <w:lang w:bidi="fa-IR"/>
        </w:rPr>
        <w:t xml:space="preserve"> چون صدا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از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ان</w:t>
      </w:r>
      <w:r w:rsidRPr="00AE4409">
        <w:rPr>
          <w:rtl/>
          <w:lang w:bidi="fa-IR"/>
        </w:rPr>
        <w:t xml:space="preserve"> خانه عل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بلند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شد</w:t>
      </w:r>
      <w:r w:rsidRPr="00AE4409">
        <w:rPr>
          <w:rtl/>
          <w:lang w:bidi="fa-IR"/>
        </w:rPr>
        <w:t xml:space="preserve"> بر در خانه هر که بود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کرد</w:t>
      </w:r>
      <w:r w:rsidRPr="00AE4409">
        <w:rPr>
          <w:rtl/>
          <w:lang w:bidi="fa-IR"/>
        </w:rPr>
        <w:t xml:space="preserve"> از 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نرو</w:t>
      </w:r>
      <w:r w:rsidRPr="00AE4409">
        <w:rPr>
          <w:rtl/>
          <w:lang w:bidi="fa-IR"/>
        </w:rPr>
        <w:t xml:space="preserve"> آنها را مرخص کردند و مرتبه دوم از صدا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گر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ه</w:t>
      </w:r>
      <w:r w:rsidRPr="00AE4409">
        <w:rPr>
          <w:rtl/>
          <w:lang w:bidi="fa-IR"/>
        </w:rPr>
        <w:t xml:space="preserve"> اصبغ امام حسن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آمد.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87- بحارالانوار، ج 9، ص 437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88- بحار، جلد 9، صفحه 539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89- معجم البلدان (صف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)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90- ناسخ التوار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، حالات ام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رالمؤ</w:t>
      </w:r>
      <w:r w:rsidRPr="00AE4409">
        <w:rPr>
          <w:rtl/>
          <w:lang w:bidi="fa-IR"/>
        </w:rPr>
        <w:t xml:space="preserve"> من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ن</w:t>
      </w:r>
      <w:r w:rsidRPr="00AE4409">
        <w:rPr>
          <w:rtl/>
          <w:lang w:bidi="fa-IR"/>
        </w:rPr>
        <w:t xml:space="preserve"> </w:t>
      </w:r>
      <w:r w:rsidRPr="00AE4409">
        <w:rPr>
          <w:rStyle w:val="libAlaemChar"/>
          <w:rtl/>
        </w:rPr>
        <w:t xml:space="preserve">عليه‌السلام </w:t>
      </w:r>
      <w:r w:rsidRPr="00AE4409">
        <w:rPr>
          <w:rtl/>
          <w:lang w:bidi="fa-IR"/>
        </w:rPr>
        <w:t xml:space="preserve"> صفحه 217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lastRenderedPageBreak/>
        <w:t>91- مستدرک ، جلد 2، صفحه 284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92- لغت نامه دهخدا، آ - ابوسعد، صفحه 320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93- معان</w:t>
      </w:r>
      <w:r w:rsidRPr="00AE4409">
        <w:rPr>
          <w:rFonts w:hint="cs"/>
          <w:rtl/>
          <w:lang w:bidi="fa-IR"/>
        </w:rPr>
        <w:t>ی</w:t>
      </w:r>
      <w:r w:rsidRPr="00AE4409">
        <w:rPr>
          <w:rtl/>
          <w:lang w:bidi="fa-IR"/>
        </w:rPr>
        <w:t xml:space="preserve"> الاخبار، صفحه 171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94- مجموعه ورام ، جلد 1، صفحه 122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95- جوامع الحکا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ات</w:t>
      </w:r>
      <w:r w:rsidRPr="00AE4409">
        <w:rPr>
          <w:rtl/>
          <w:lang w:bidi="fa-IR"/>
        </w:rPr>
        <w:t xml:space="preserve"> ، صفحه 201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96- ناسخ التوار</w:t>
      </w:r>
      <w:r w:rsidRPr="00AE4409">
        <w:rPr>
          <w:rFonts w:hint="cs"/>
          <w:rtl/>
          <w:lang w:bidi="fa-IR"/>
        </w:rPr>
        <w:t>ی</w:t>
      </w:r>
      <w:r w:rsidRPr="00AE4409">
        <w:rPr>
          <w:rFonts w:hint="eastAsia"/>
          <w:rtl/>
          <w:lang w:bidi="fa-IR"/>
        </w:rPr>
        <w:t>خ</w:t>
      </w:r>
      <w:r w:rsidRPr="00AE4409">
        <w:rPr>
          <w:rtl/>
          <w:lang w:bidi="fa-IR"/>
        </w:rPr>
        <w:t xml:space="preserve"> ، حالات رسول </w:t>
      </w:r>
      <w:r w:rsidRPr="00AE4409">
        <w:rPr>
          <w:rStyle w:val="libAlaemChar"/>
          <w:rtl/>
        </w:rPr>
        <w:t xml:space="preserve">صلى‌الله‌عليه‌وآله‌وسلم </w:t>
      </w:r>
      <w:r w:rsidRPr="00AE4409">
        <w:rPr>
          <w:rtl/>
          <w:lang w:bidi="fa-IR"/>
        </w:rPr>
        <w:t xml:space="preserve"> صفحه 435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97- المستطرف ، جلد 1، صفحه 156</w:t>
      </w:r>
    </w:p>
    <w:p w:rsidR="00AE4409" w:rsidRPr="00AE4409" w:rsidRDefault="00AE4409" w:rsidP="00E04568">
      <w:pPr>
        <w:pStyle w:val="libFootnote0"/>
        <w:rPr>
          <w:rtl/>
          <w:lang w:bidi="fa-IR"/>
        </w:rPr>
      </w:pPr>
      <w:r w:rsidRPr="00AE4409">
        <w:rPr>
          <w:rtl/>
          <w:lang w:bidi="fa-IR"/>
        </w:rPr>
        <w:t>98- المستطرف ، جلد 1، صفحه 159</w:t>
      </w:r>
    </w:p>
    <w:p w:rsidR="00882740" w:rsidRDefault="00AE4409" w:rsidP="00AE440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..</w:t>
      </w:r>
    </w:p>
    <w:p w:rsidR="008F24C2" w:rsidRDefault="00882740" w:rsidP="00882740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01" w:name="_Toc496010585"/>
      <w:r>
        <w:rPr>
          <w:rFonts w:hint="cs"/>
          <w:rtl/>
          <w:lang w:bidi="fa-IR"/>
        </w:rPr>
        <w:lastRenderedPageBreak/>
        <w:t>فهرست مطالب</w:t>
      </w:r>
      <w:bookmarkEnd w:id="101"/>
    </w:p>
    <w:sdt>
      <w:sdtPr>
        <w:id w:val="18470404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  <w:lang w:bidi="ar-SA"/>
        </w:rPr>
      </w:sdtEndPr>
      <w:sdtContent>
        <w:p w:rsidR="008B6BD0" w:rsidRDefault="008B6BD0" w:rsidP="008B6BD0">
          <w:pPr>
            <w:pStyle w:val="TOCHeading"/>
          </w:pPr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6010484" w:history="1">
            <w:r w:rsidRPr="003D0E7D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85" w:history="1">
            <w:r w:rsidRPr="003D0E7D">
              <w:rPr>
                <w:rStyle w:val="Hyperlink"/>
                <w:noProof/>
                <w:rtl/>
                <w:lang w:bidi="fa-IR"/>
              </w:rPr>
              <w:t>درس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از ششم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ن امام </w:t>
            </w:r>
            <w:r w:rsidRPr="003D0E7D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86" w:history="1">
            <w:r w:rsidRPr="003D0E7D">
              <w:rPr>
                <w:rStyle w:val="Hyperlink"/>
                <w:noProof/>
                <w:rtl/>
                <w:lang w:bidi="fa-IR"/>
              </w:rPr>
              <w:t>کل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د نجات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87" w:history="1">
            <w:r w:rsidRPr="003D0E7D">
              <w:rPr>
                <w:rStyle w:val="Hyperlink"/>
                <w:noProof/>
                <w:rtl/>
                <w:lang w:bidi="fa-IR"/>
              </w:rPr>
              <w:t>عذاب دروغگو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88" w:history="1">
            <w:r w:rsidRPr="003D0E7D">
              <w:rPr>
                <w:rStyle w:val="Hyperlink"/>
                <w:noProof/>
                <w:rtl/>
                <w:lang w:bidi="fa-IR"/>
              </w:rPr>
              <w:t>خداشناس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89" w:history="1">
            <w:r w:rsidRPr="003D0E7D">
              <w:rPr>
                <w:rStyle w:val="Hyperlink"/>
                <w:noProof/>
                <w:rtl/>
                <w:lang w:bidi="fa-IR"/>
              </w:rPr>
              <w:t>خداشناس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رزن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90" w:history="1">
            <w:r w:rsidRPr="003D0E7D">
              <w:rPr>
                <w:rStyle w:val="Hyperlink"/>
                <w:noProof/>
                <w:rtl/>
                <w:lang w:bidi="fa-IR"/>
              </w:rPr>
              <w:t>جنا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ت 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ک پدر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91" w:history="1">
            <w:r w:rsidRPr="003D0E7D">
              <w:rPr>
                <w:rStyle w:val="Hyperlink"/>
                <w:noProof/>
                <w:rtl/>
                <w:lang w:bidi="fa-IR"/>
              </w:rPr>
              <w:t>نامه محبت آم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92" w:history="1">
            <w:r w:rsidRPr="003D0E7D">
              <w:rPr>
                <w:rStyle w:val="Hyperlink"/>
                <w:noProof/>
                <w:rtl/>
                <w:lang w:bidi="fa-IR"/>
              </w:rPr>
              <w:t>دن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ا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شگفت انگ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ز آفر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ده 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93" w:history="1">
            <w:r w:rsidRPr="003D0E7D">
              <w:rPr>
                <w:rStyle w:val="Hyperlink"/>
                <w:noProof/>
                <w:rtl/>
                <w:lang w:bidi="fa-IR"/>
              </w:rPr>
              <w:t>بهلول و ابوحن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94" w:history="1">
            <w:r w:rsidRPr="003D0E7D">
              <w:rPr>
                <w:rStyle w:val="Hyperlink"/>
                <w:noProof/>
                <w:rtl/>
                <w:lang w:bidi="fa-IR"/>
              </w:rPr>
              <w:t>حسن خلق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95" w:history="1">
            <w:r w:rsidRPr="003D0E7D">
              <w:rPr>
                <w:rStyle w:val="Hyperlink"/>
                <w:noProof/>
                <w:rtl/>
                <w:lang w:bidi="fa-IR"/>
              </w:rPr>
              <w:t>بزرگوار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مالک اشتر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96" w:history="1"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ت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مان مسلم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97" w:history="1">
            <w:r w:rsidRPr="003D0E7D">
              <w:rPr>
                <w:rStyle w:val="Hyperlink"/>
                <w:noProof/>
                <w:rtl/>
                <w:lang w:bidi="fa-IR"/>
              </w:rPr>
              <w:t>پ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امبر</w:t>
            </w:r>
            <w:r w:rsidRPr="003D0E7D">
              <w:rPr>
                <w:rStyle w:val="Hyperlink"/>
                <w:rFonts w:cs="Rafed Alaem"/>
                <w:noProof/>
                <w:rtl/>
              </w:rPr>
              <w:t xml:space="preserve">صلى‌الله‌عليه‌وآله‌وسلم 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ا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نگونه 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98" w:history="1">
            <w:r w:rsidRPr="003D0E7D">
              <w:rPr>
                <w:rStyle w:val="Hyperlink"/>
                <w:noProof/>
                <w:rtl/>
                <w:lang w:bidi="fa-IR"/>
              </w:rPr>
              <w:t>ب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ن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از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از 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499" w:history="1">
            <w:r w:rsidRPr="003D0E7D">
              <w:rPr>
                <w:rStyle w:val="Hyperlink"/>
                <w:noProof/>
                <w:rtl/>
                <w:lang w:bidi="fa-IR"/>
              </w:rPr>
              <w:t>غ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رت شما کجاست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00" w:history="1">
            <w:r w:rsidRPr="003D0E7D">
              <w:rPr>
                <w:rStyle w:val="Hyperlink"/>
                <w:noProof/>
                <w:rtl/>
                <w:lang w:bidi="fa-IR"/>
              </w:rPr>
              <w:t>فرماندار بصره در مجلس عروس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01" w:history="1">
            <w:r w:rsidRPr="003D0E7D">
              <w:rPr>
                <w:rStyle w:val="Hyperlink"/>
                <w:noProof/>
                <w:rtl/>
                <w:lang w:bidi="fa-IR"/>
              </w:rPr>
              <w:t>امام صادق و مشکلات جامعه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02" w:history="1">
            <w:r w:rsidRPr="003D0E7D">
              <w:rPr>
                <w:rStyle w:val="Hyperlink"/>
                <w:noProof/>
                <w:rtl/>
                <w:lang w:bidi="fa-IR"/>
              </w:rPr>
              <w:t>پ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رمرد بهشت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03" w:history="1">
            <w:r w:rsidRPr="003D0E7D">
              <w:rPr>
                <w:rStyle w:val="Hyperlink"/>
                <w:noProof/>
                <w:rtl/>
                <w:lang w:bidi="fa-IR"/>
              </w:rPr>
              <w:t>مرد طب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ع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04" w:history="1">
            <w:r w:rsidRPr="003D0E7D">
              <w:rPr>
                <w:rStyle w:val="Hyperlink"/>
                <w:noProof/>
                <w:rtl/>
                <w:lang w:bidi="fa-IR"/>
              </w:rPr>
              <w:t>بهشت شدّاد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05" w:history="1">
            <w:r w:rsidRPr="003D0E7D">
              <w:rPr>
                <w:rStyle w:val="Hyperlink"/>
                <w:noProof/>
                <w:rtl/>
                <w:lang w:bidi="fa-IR"/>
              </w:rPr>
              <w:t>بشر قو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تر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06" w:history="1">
            <w:r w:rsidRPr="003D0E7D">
              <w:rPr>
                <w:rStyle w:val="Hyperlink"/>
                <w:noProof/>
                <w:rtl/>
                <w:lang w:bidi="fa-IR"/>
              </w:rPr>
              <w:t>چه کس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ب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نا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07" w:history="1">
            <w:r w:rsidRPr="003D0E7D">
              <w:rPr>
                <w:rStyle w:val="Hyperlink"/>
                <w:noProof/>
                <w:rtl/>
                <w:lang w:bidi="fa-IR"/>
              </w:rPr>
              <w:t>خانه مؤ من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ن در 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08" w:history="1">
            <w:r w:rsidRPr="003D0E7D">
              <w:rPr>
                <w:rStyle w:val="Hyperlink"/>
                <w:noProof/>
                <w:rtl/>
                <w:lang w:bidi="fa-IR"/>
              </w:rPr>
              <w:t>مادر قهرمان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09" w:history="1">
            <w:r w:rsidRPr="003D0E7D">
              <w:rPr>
                <w:rStyle w:val="Hyperlink"/>
                <w:noProof/>
                <w:rtl/>
                <w:lang w:bidi="fa-IR"/>
              </w:rPr>
              <w:t>عل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0E7D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3D0E7D">
              <w:rPr>
                <w:rStyle w:val="Hyperlink"/>
                <w:noProof/>
                <w:rtl/>
                <w:lang w:bidi="fa-IR"/>
              </w:rPr>
              <w:t>و کاسب ب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ادب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10" w:history="1">
            <w:r w:rsidRPr="003D0E7D">
              <w:rPr>
                <w:rStyle w:val="Hyperlink"/>
                <w:noProof/>
                <w:rtl/>
                <w:lang w:bidi="fa-IR"/>
              </w:rPr>
              <w:t>دروغگو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11" w:history="1">
            <w:r w:rsidRPr="003D0E7D">
              <w:rPr>
                <w:rStyle w:val="Hyperlink"/>
                <w:noProof/>
                <w:rtl/>
                <w:lang w:bidi="fa-IR"/>
              </w:rPr>
              <w:t>از عل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0E7D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ب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اموز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12" w:history="1">
            <w:r w:rsidRPr="003D0E7D">
              <w:rPr>
                <w:rStyle w:val="Hyperlink"/>
                <w:noProof/>
                <w:rtl/>
                <w:lang w:bidi="fa-IR"/>
              </w:rPr>
              <w:t>پاداش صابران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13" w:history="1">
            <w:r w:rsidRPr="003D0E7D">
              <w:rPr>
                <w:rStyle w:val="Hyperlink"/>
                <w:noProof/>
                <w:rtl/>
                <w:lang w:bidi="fa-IR"/>
              </w:rPr>
              <w:t>امام به فکر ش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ع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ان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14" w:history="1">
            <w:r w:rsidRPr="003D0E7D">
              <w:rPr>
                <w:rStyle w:val="Hyperlink"/>
                <w:noProof/>
                <w:rtl/>
                <w:lang w:bidi="fa-IR"/>
              </w:rPr>
              <w:t>درخواست عق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15" w:history="1">
            <w:r w:rsidRPr="003D0E7D">
              <w:rPr>
                <w:rStyle w:val="Hyperlink"/>
                <w:noProof/>
                <w:rtl/>
                <w:lang w:bidi="fa-IR"/>
              </w:rPr>
              <w:t>قضاوت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16" w:history="1">
            <w:r w:rsidRPr="003D0E7D">
              <w:rPr>
                <w:rStyle w:val="Hyperlink"/>
                <w:noProof/>
                <w:rtl/>
                <w:lang w:bidi="fa-IR"/>
              </w:rPr>
              <w:t>عدالت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17" w:history="1">
            <w:r w:rsidRPr="003D0E7D">
              <w:rPr>
                <w:rStyle w:val="Hyperlink"/>
                <w:noProof/>
                <w:rtl/>
                <w:lang w:bidi="fa-IR"/>
              </w:rPr>
              <w:t>تصف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ه حساب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18" w:history="1">
            <w:r w:rsidRPr="003D0E7D">
              <w:rPr>
                <w:rStyle w:val="Hyperlink"/>
                <w:noProof/>
                <w:rtl/>
                <w:lang w:bidi="fa-IR"/>
              </w:rPr>
              <w:t>مستمند حق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ق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19" w:history="1">
            <w:r w:rsidRPr="003D0E7D">
              <w:rPr>
                <w:rStyle w:val="Hyperlink"/>
                <w:noProof/>
                <w:rtl/>
                <w:lang w:bidi="fa-IR"/>
              </w:rPr>
              <w:t>ق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20" w:history="1">
            <w:r w:rsidRPr="003D0E7D">
              <w:rPr>
                <w:rStyle w:val="Hyperlink"/>
                <w:noProof/>
                <w:rtl/>
                <w:lang w:bidi="fa-IR"/>
              </w:rPr>
              <w:t>امانت و خ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انت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21" w:history="1">
            <w:r w:rsidRPr="003D0E7D">
              <w:rPr>
                <w:rStyle w:val="Hyperlink"/>
                <w:noProof/>
                <w:rtl/>
                <w:lang w:bidi="fa-IR"/>
              </w:rPr>
              <w:t>راه نجات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22" w:history="1">
            <w:r w:rsidRPr="003D0E7D">
              <w:rPr>
                <w:rStyle w:val="Hyperlink"/>
                <w:noProof/>
                <w:rtl/>
                <w:lang w:bidi="fa-IR"/>
              </w:rPr>
              <w:t>دعا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فرمانده لشکر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23" w:history="1">
            <w:r w:rsidRPr="003D0E7D">
              <w:rPr>
                <w:rStyle w:val="Hyperlink"/>
                <w:noProof/>
                <w:rtl/>
                <w:lang w:bidi="fa-IR"/>
              </w:rPr>
              <w:t>ش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عه واقع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24" w:history="1">
            <w:r w:rsidRPr="003D0E7D">
              <w:rPr>
                <w:rStyle w:val="Hyperlink"/>
                <w:noProof/>
                <w:rtl/>
                <w:lang w:bidi="fa-IR"/>
              </w:rPr>
              <w:t>ع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بجو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25" w:history="1">
            <w:r w:rsidRPr="003D0E7D">
              <w:rPr>
                <w:rStyle w:val="Hyperlink"/>
                <w:noProof/>
                <w:rtl/>
                <w:lang w:bidi="fa-IR"/>
              </w:rPr>
              <w:t>اهانت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26" w:history="1">
            <w:r w:rsidRPr="003D0E7D">
              <w:rPr>
                <w:rStyle w:val="Hyperlink"/>
                <w:noProof/>
                <w:rtl/>
                <w:lang w:bidi="fa-IR"/>
              </w:rPr>
              <w:t>پ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روان ائمه </w:t>
            </w:r>
            <w:r w:rsidRPr="003D0E7D">
              <w:rPr>
                <w:rStyle w:val="Hyperlink"/>
                <w:rFonts w:cs="Rafed Alaem"/>
                <w:noProof/>
                <w:rtl/>
              </w:rPr>
              <w:t xml:space="preserve">عليهم‌السلام </w:t>
            </w:r>
            <w:r w:rsidRPr="003D0E7D">
              <w:rPr>
                <w:rStyle w:val="Hyperlink"/>
                <w:noProof/>
                <w:rtl/>
                <w:lang w:bidi="fa-IR"/>
              </w:rPr>
              <w:t>در هنگام 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27" w:history="1">
            <w:r w:rsidRPr="003D0E7D">
              <w:rPr>
                <w:rStyle w:val="Hyperlink"/>
                <w:noProof/>
                <w:rtl/>
                <w:lang w:bidi="fa-IR"/>
              </w:rPr>
              <w:t>گردنبند ق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مت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28" w:history="1">
            <w:r w:rsidRPr="003D0E7D">
              <w:rPr>
                <w:rStyle w:val="Hyperlink"/>
                <w:noProof/>
                <w:rtl/>
                <w:lang w:bidi="fa-IR"/>
              </w:rPr>
              <w:t>مقدس اردب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ل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29" w:history="1">
            <w:r w:rsidRPr="003D0E7D">
              <w:rPr>
                <w:rStyle w:val="Hyperlink"/>
                <w:noProof/>
                <w:rtl/>
                <w:lang w:bidi="fa-IR"/>
              </w:rPr>
              <w:t>ر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اکار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30" w:history="1">
            <w:r w:rsidRPr="003D0E7D">
              <w:rPr>
                <w:rStyle w:val="Hyperlink"/>
                <w:noProof/>
                <w:rtl/>
                <w:lang w:bidi="fa-IR"/>
              </w:rPr>
              <w:t>پ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روان ائمه </w:t>
            </w:r>
            <w:r w:rsidRPr="003D0E7D">
              <w:rPr>
                <w:rStyle w:val="Hyperlink"/>
                <w:rFonts w:cs="Rafed Alaem"/>
                <w:noProof/>
                <w:rtl/>
              </w:rPr>
              <w:t xml:space="preserve">عليهم‌السلام </w:t>
            </w:r>
            <w:r w:rsidRPr="003D0E7D">
              <w:rPr>
                <w:rStyle w:val="Hyperlink"/>
                <w:noProof/>
                <w:rtl/>
                <w:lang w:bidi="fa-IR"/>
              </w:rPr>
              <w:t>فق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ر ن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ستند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31" w:history="1">
            <w:r w:rsidRPr="003D0E7D">
              <w:rPr>
                <w:rStyle w:val="Hyperlink"/>
                <w:noProof/>
                <w:rtl/>
                <w:lang w:bidi="fa-IR"/>
              </w:rPr>
              <w:t>خالد برمک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و منصور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32" w:history="1">
            <w:r w:rsidRPr="003D0E7D">
              <w:rPr>
                <w:rStyle w:val="Hyperlink"/>
                <w:noProof/>
                <w:rtl/>
                <w:lang w:bidi="fa-IR"/>
              </w:rPr>
              <w:t>جاسوس در لباس د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33" w:history="1">
            <w:r w:rsidRPr="003D0E7D">
              <w:rPr>
                <w:rStyle w:val="Hyperlink"/>
                <w:noProof/>
                <w:rtl/>
                <w:lang w:bidi="fa-IR"/>
              </w:rPr>
              <w:t>ق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ام علو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34" w:history="1">
            <w:r w:rsidRPr="003D0E7D">
              <w:rPr>
                <w:rStyle w:val="Hyperlink"/>
                <w:noProof/>
                <w:rtl/>
                <w:lang w:bidi="fa-IR"/>
              </w:rPr>
              <w:t>انتقامجوئ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35" w:history="1">
            <w:r w:rsidRPr="003D0E7D">
              <w:rPr>
                <w:rStyle w:val="Hyperlink"/>
                <w:noProof/>
                <w:rtl/>
                <w:lang w:bidi="fa-IR"/>
              </w:rPr>
              <w:t>سگ گرسنه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36" w:history="1">
            <w:r w:rsidRPr="003D0E7D">
              <w:rPr>
                <w:rStyle w:val="Hyperlink"/>
                <w:noProof/>
                <w:rtl/>
                <w:lang w:bidi="fa-IR"/>
              </w:rPr>
              <w:t>حجاج و مرد دانشمند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37" w:history="1">
            <w:r w:rsidRPr="003D0E7D">
              <w:rPr>
                <w:rStyle w:val="Hyperlink"/>
                <w:noProof/>
                <w:rtl/>
                <w:lang w:bidi="fa-IR"/>
              </w:rPr>
              <w:t>فرمانده نادان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38" w:history="1">
            <w:r w:rsidRPr="003D0E7D">
              <w:rPr>
                <w:rStyle w:val="Hyperlink"/>
                <w:noProof/>
                <w:rtl/>
                <w:lang w:bidi="fa-IR"/>
              </w:rPr>
              <w:t>آزما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ش مردم شام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39" w:history="1">
            <w:r w:rsidRPr="003D0E7D">
              <w:rPr>
                <w:rStyle w:val="Hyperlink"/>
                <w:noProof/>
                <w:rtl/>
                <w:lang w:bidi="fa-IR"/>
              </w:rPr>
              <w:t>نمازجمعه و معاو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40" w:history="1">
            <w:r w:rsidRPr="003D0E7D">
              <w:rPr>
                <w:rStyle w:val="Hyperlink"/>
                <w:noProof/>
                <w:rtl/>
                <w:lang w:bidi="fa-IR"/>
              </w:rPr>
              <w:t>خط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ب خود فروخته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41" w:history="1">
            <w:r w:rsidRPr="003D0E7D">
              <w:rPr>
                <w:rStyle w:val="Hyperlink"/>
                <w:noProof/>
                <w:rtl/>
                <w:lang w:bidi="fa-IR"/>
              </w:rPr>
              <w:t>پ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ر زندان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42" w:history="1">
            <w:r w:rsidRPr="003D0E7D">
              <w:rPr>
                <w:rStyle w:val="Hyperlink"/>
                <w:noProof/>
                <w:rtl/>
                <w:lang w:bidi="fa-IR"/>
              </w:rPr>
              <w:t>گردن بند پربرکت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43" w:history="1">
            <w:r w:rsidRPr="003D0E7D">
              <w:rPr>
                <w:rStyle w:val="Hyperlink"/>
                <w:noProof/>
                <w:rtl/>
                <w:lang w:bidi="fa-IR"/>
              </w:rPr>
              <w:t>خ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انت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44" w:history="1">
            <w:r w:rsidRPr="003D0E7D">
              <w:rPr>
                <w:rStyle w:val="Hyperlink"/>
                <w:noProof/>
                <w:rtl/>
                <w:lang w:bidi="fa-IR"/>
              </w:rPr>
              <w:t>هارون و بهلول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45" w:history="1">
            <w:r w:rsidRPr="003D0E7D">
              <w:rPr>
                <w:rStyle w:val="Hyperlink"/>
                <w:noProof/>
                <w:rtl/>
                <w:lang w:bidi="fa-IR"/>
              </w:rPr>
              <w:t>غذا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خل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46" w:history="1"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ک نمونه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47" w:history="1">
            <w:r w:rsidRPr="003D0E7D">
              <w:rPr>
                <w:rStyle w:val="Hyperlink"/>
                <w:noProof/>
                <w:rtl/>
                <w:lang w:bidi="fa-IR"/>
              </w:rPr>
              <w:t>اسماع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ل سامان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48" w:history="1">
            <w:r w:rsidRPr="003D0E7D">
              <w:rPr>
                <w:rStyle w:val="Hyperlink"/>
                <w:noProof/>
                <w:rtl/>
                <w:lang w:bidi="fa-IR"/>
              </w:rPr>
              <w:t>انتقاد نابجا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49" w:history="1">
            <w:r w:rsidRPr="003D0E7D">
              <w:rPr>
                <w:rStyle w:val="Hyperlink"/>
                <w:noProof/>
                <w:rtl/>
                <w:lang w:bidi="fa-IR"/>
              </w:rPr>
              <w:t>عمر ابن عبدالعز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50" w:history="1">
            <w:r w:rsidRPr="003D0E7D">
              <w:rPr>
                <w:rStyle w:val="Hyperlink"/>
                <w:noProof/>
                <w:rtl/>
                <w:lang w:bidi="fa-IR"/>
              </w:rPr>
              <w:t>پ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رمرد و 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51" w:history="1">
            <w:r w:rsidRPr="003D0E7D">
              <w:rPr>
                <w:rStyle w:val="Hyperlink"/>
                <w:noProof/>
                <w:rtl/>
                <w:lang w:bidi="fa-IR"/>
              </w:rPr>
              <w:t>روش امام در انتقاد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52" w:history="1">
            <w:r w:rsidRPr="003D0E7D">
              <w:rPr>
                <w:rStyle w:val="Hyperlink"/>
                <w:noProof/>
                <w:rtl/>
                <w:lang w:bidi="fa-IR"/>
              </w:rPr>
              <w:t>روش ناجوانمردانه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53" w:history="1">
            <w:r w:rsidRPr="003D0E7D">
              <w:rPr>
                <w:rStyle w:val="Hyperlink"/>
                <w:noProof/>
                <w:rtl/>
                <w:lang w:bidi="fa-IR"/>
              </w:rPr>
              <w:t>ابن اب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العوجاء و مفضل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54" w:history="1">
            <w:r w:rsidRPr="003D0E7D">
              <w:rPr>
                <w:rStyle w:val="Hyperlink"/>
                <w:noProof/>
                <w:rtl/>
                <w:lang w:bidi="fa-IR"/>
              </w:rPr>
              <w:t>چشم پوش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بهرام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55" w:history="1">
            <w:r w:rsidRPr="003D0E7D">
              <w:rPr>
                <w:rStyle w:val="Hyperlink"/>
                <w:noProof/>
                <w:rtl/>
                <w:lang w:bidi="fa-IR"/>
              </w:rPr>
              <w:t>جنا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ت و مکافات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56" w:history="1">
            <w:r w:rsidRPr="003D0E7D">
              <w:rPr>
                <w:rStyle w:val="Hyperlink"/>
                <w:noProof/>
                <w:rtl/>
                <w:lang w:bidi="fa-IR"/>
              </w:rPr>
              <w:t>امام ناظر اعمال ماست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57" w:history="1">
            <w:r w:rsidRPr="003D0E7D">
              <w:rPr>
                <w:rStyle w:val="Hyperlink"/>
                <w:noProof/>
                <w:rtl/>
                <w:lang w:bidi="fa-IR"/>
              </w:rPr>
              <w:t>با خو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شاوندان دعوا نکن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58" w:history="1">
            <w:r w:rsidRPr="003D0E7D">
              <w:rPr>
                <w:rStyle w:val="Hyperlink"/>
                <w:noProof/>
                <w:rtl/>
                <w:lang w:bidi="fa-IR"/>
              </w:rPr>
              <w:t>عمر کوتاه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59" w:history="1">
            <w:r w:rsidRPr="003D0E7D">
              <w:rPr>
                <w:rStyle w:val="Hyperlink"/>
                <w:noProof/>
                <w:rtl/>
                <w:lang w:bidi="fa-IR"/>
              </w:rPr>
              <w:t>حج مقبول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60" w:history="1">
            <w:r w:rsidRPr="003D0E7D">
              <w:rPr>
                <w:rStyle w:val="Hyperlink"/>
                <w:noProof/>
                <w:rtl/>
                <w:lang w:bidi="fa-IR"/>
              </w:rPr>
              <w:t>جسارت به سادات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61" w:history="1">
            <w:r w:rsidRPr="003D0E7D">
              <w:rPr>
                <w:rStyle w:val="Hyperlink"/>
                <w:noProof/>
                <w:rtl/>
                <w:lang w:bidi="fa-IR"/>
              </w:rPr>
              <w:t>از امام باقر</w:t>
            </w:r>
            <w:r w:rsidRPr="003D0E7D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بشنو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62" w:history="1">
            <w:r w:rsidRPr="003D0E7D">
              <w:rPr>
                <w:rStyle w:val="Hyperlink"/>
                <w:noProof/>
                <w:rtl/>
                <w:lang w:bidi="fa-IR"/>
              </w:rPr>
              <w:t>زندگ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فق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63" w:history="1">
            <w:r w:rsidRPr="003D0E7D">
              <w:rPr>
                <w:rStyle w:val="Hyperlink"/>
                <w:noProof/>
                <w:rtl/>
                <w:lang w:bidi="fa-IR"/>
              </w:rPr>
              <w:t>عطش انتقام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64" w:history="1">
            <w:r w:rsidRPr="003D0E7D">
              <w:rPr>
                <w:rStyle w:val="Hyperlink"/>
                <w:noProof/>
                <w:rtl/>
                <w:lang w:bidi="fa-IR"/>
              </w:rPr>
              <w:t>پ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رمرد و حجاج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65" w:history="1">
            <w:r w:rsidRPr="003D0E7D">
              <w:rPr>
                <w:rStyle w:val="Hyperlink"/>
                <w:noProof/>
                <w:rtl/>
                <w:lang w:bidi="fa-IR"/>
              </w:rPr>
              <w:t>مرگ سخت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66" w:history="1">
            <w:r w:rsidRPr="003D0E7D">
              <w:rPr>
                <w:rStyle w:val="Hyperlink"/>
                <w:noProof/>
                <w:rtl/>
                <w:lang w:bidi="fa-IR"/>
              </w:rPr>
              <w:t>حکا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ت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د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67" w:history="1">
            <w:r w:rsidRPr="003D0E7D">
              <w:rPr>
                <w:rStyle w:val="Hyperlink"/>
                <w:noProof/>
                <w:rtl/>
                <w:lang w:bidi="fa-IR"/>
              </w:rPr>
              <w:t>پدر و مادرم کافرند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68" w:history="1">
            <w:r w:rsidRPr="003D0E7D">
              <w:rPr>
                <w:rStyle w:val="Hyperlink"/>
                <w:noProof/>
                <w:rtl/>
                <w:lang w:bidi="fa-IR"/>
              </w:rPr>
              <w:t>وسعت رزق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69" w:history="1">
            <w:r w:rsidRPr="003D0E7D">
              <w:rPr>
                <w:rStyle w:val="Hyperlink"/>
                <w:noProof/>
                <w:rtl/>
                <w:lang w:bidi="fa-IR"/>
              </w:rPr>
              <w:t>امام دوستدار ک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70" w:history="1">
            <w:r w:rsidRPr="003D0E7D">
              <w:rPr>
                <w:rStyle w:val="Hyperlink"/>
                <w:noProof/>
                <w:rtl/>
                <w:lang w:bidi="fa-IR"/>
              </w:rPr>
              <w:t>او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س قرن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71" w:history="1">
            <w:r w:rsidRPr="003D0E7D">
              <w:rPr>
                <w:rStyle w:val="Hyperlink"/>
                <w:noProof/>
                <w:rtl/>
                <w:lang w:bidi="fa-IR"/>
              </w:rPr>
              <w:t>حقوق 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72" w:history="1">
            <w:r w:rsidRPr="003D0E7D">
              <w:rPr>
                <w:rStyle w:val="Hyperlink"/>
                <w:noProof/>
                <w:rtl/>
                <w:lang w:bidi="fa-IR"/>
              </w:rPr>
              <w:t>دو پدربزرگ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73" w:history="1">
            <w:r w:rsidRPr="003D0E7D">
              <w:rPr>
                <w:rStyle w:val="Hyperlink"/>
                <w:noProof/>
                <w:rtl/>
                <w:lang w:bidi="fa-IR"/>
              </w:rPr>
              <w:t>رفتار امام در برابر شخص نادان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74" w:history="1">
            <w:r w:rsidRPr="003D0E7D">
              <w:rPr>
                <w:rStyle w:val="Hyperlink"/>
                <w:noProof/>
                <w:rtl/>
                <w:lang w:bidi="fa-IR"/>
              </w:rPr>
              <w:t>سرزم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ن صف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75" w:history="1">
            <w:r w:rsidRPr="003D0E7D">
              <w:rPr>
                <w:rStyle w:val="Hyperlink"/>
                <w:noProof/>
                <w:rtl/>
                <w:lang w:bidi="fa-IR"/>
              </w:rPr>
              <w:t>اسرا و روش پ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شوا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76" w:history="1">
            <w:r w:rsidRPr="003D0E7D">
              <w:rPr>
                <w:rStyle w:val="Hyperlink"/>
                <w:noProof/>
                <w:rtl/>
                <w:lang w:bidi="fa-IR"/>
              </w:rPr>
              <w:t>عمل وحش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77" w:history="1">
            <w:r w:rsidRPr="003D0E7D">
              <w:rPr>
                <w:rStyle w:val="Hyperlink"/>
                <w:noProof/>
                <w:rtl/>
                <w:lang w:bidi="fa-IR"/>
              </w:rPr>
              <w:t>چاپلوس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78" w:history="1">
            <w:r w:rsidRPr="003D0E7D">
              <w:rPr>
                <w:rStyle w:val="Hyperlink"/>
                <w:noProof/>
                <w:rtl/>
                <w:lang w:bidi="fa-IR"/>
              </w:rPr>
              <w:t>رقابت جاهلان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79" w:history="1">
            <w:r w:rsidRPr="003D0E7D">
              <w:rPr>
                <w:rStyle w:val="Hyperlink"/>
                <w:noProof/>
                <w:rtl/>
                <w:lang w:bidi="fa-IR"/>
              </w:rPr>
              <w:t>شتاب زده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80" w:history="1">
            <w:r w:rsidRPr="003D0E7D">
              <w:rPr>
                <w:rStyle w:val="Hyperlink"/>
                <w:noProof/>
                <w:rtl/>
                <w:lang w:bidi="fa-IR"/>
              </w:rPr>
              <w:t>منصور عمار و قاض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بغداد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81" w:history="1">
            <w:r w:rsidRPr="003D0E7D">
              <w:rPr>
                <w:rStyle w:val="Hyperlink"/>
                <w:noProof/>
                <w:rtl/>
                <w:lang w:bidi="fa-IR"/>
              </w:rPr>
              <w:t>عبدالله ذوالبجاد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82" w:history="1">
            <w:r w:rsidRPr="003D0E7D">
              <w:rPr>
                <w:rStyle w:val="Hyperlink"/>
                <w:noProof/>
                <w:rtl/>
                <w:lang w:bidi="fa-IR"/>
              </w:rPr>
              <w:t>نمونه ا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از پرورش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83" w:history="1">
            <w:r w:rsidRPr="003D0E7D">
              <w:rPr>
                <w:rStyle w:val="Hyperlink"/>
                <w:noProof/>
                <w:rtl/>
                <w:lang w:bidi="fa-IR"/>
              </w:rPr>
              <w:t>پاداش جوانمرد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84" w:history="1">
            <w:r w:rsidRPr="003D0E7D">
              <w:rPr>
                <w:rStyle w:val="Hyperlink"/>
                <w:noProof/>
                <w:rtl/>
                <w:lang w:bidi="fa-IR"/>
              </w:rPr>
              <w:t>پ</w:t>
            </w:r>
            <w:r w:rsidRPr="003D0E7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0E7D">
              <w:rPr>
                <w:rStyle w:val="Hyperlink"/>
                <w:noProof/>
                <w:rtl/>
                <w:lang w:bidi="fa-IR"/>
              </w:rPr>
              <w:t xml:space="preserve"> نوشتها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010585" w:history="1">
            <w:r w:rsidRPr="003D0E7D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Toc496010585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B6BD0" w:rsidRDefault="008B6BD0">
          <w:r>
            <w:fldChar w:fldCharType="end"/>
          </w:r>
        </w:p>
      </w:sdtContent>
    </w:sdt>
    <w:p w:rsidR="00882740" w:rsidRPr="00B300E7" w:rsidRDefault="00882740" w:rsidP="008B6BD0">
      <w:pPr>
        <w:pStyle w:val="libNormal"/>
        <w:rPr>
          <w:lang w:bidi="fa-IR"/>
        </w:rPr>
      </w:pPr>
    </w:p>
    <w:sectPr w:rsidR="00882740" w:rsidRPr="00B300E7" w:rsidSect="004C3E90">
      <w:footerReference w:type="even" r:id="rId9"/>
      <w:footerReference w:type="default" r:id="rId10"/>
      <w:footerReference w:type="first" r:id="rId11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B71" w:rsidRDefault="00F41B71">
      <w:r>
        <w:separator/>
      </w:r>
    </w:p>
  </w:endnote>
  <w:endnote w:type="continuationSeparator" w:id="0">
    <w:p w:rsidR="00F41B71" w:rsidRDefault="00F41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24" w:rsidRDefault="00DB5B24">
    <w:pPr>
      <w:pStyle w:val="Footer"/>
    </w:pPr>
    <w:fldSimple w:instr=" PAGE   \* MERGEFORMAT ">
      <w:r w:rsidR="00426655">
        <w:rPr>
          <w:noProof/>
          <w:rtl/>
        </w:rPr>
        <w:t>2</w:t>
      </w:r>
    </w:fldSimple>
  </w:p>
  <w:p w:rsidR="00DB5B24" w:rsidRDefault="00DB5B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24" w:rsidRDefault="00DB5B24">
    <w:pPr>
      <w:pStyle w:val="Footer"/>
    </w:pPr>
    <w:fldSimple w:instr=" PAGE   \* MERGEFORMAT ">
      <w:r w:rsidR="00426655">
        <w:rPr>
          <w:noProof/>
          <w:rtl/>
        </w:rPr>
        <w:t>157</w:t>
      </w:r>
    </w:fldSimple>
  </w:p>
  <w:p w:rsidR="00DB5B24" w:rsidRDefault="00DB5B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24" w:rsidRDefault="00DB5B24">
    <w:pPr>
      <w:pStyle w:val="Footer"/>
    </w:pPr>
    <w:fldSimple w:instr=" PAGE   \* MERGEFORMAT ">
      <w:r w:rsidR="00426655">
        <w:rPr>
          <w:noProof/>
          <w:rtl/>
        </w:rPr>
        <w:t>1</w:t>
      </w:r>
    </w:fldSimple>
  </w:p>
  <w:p w:rsidR="00DB5B24" w:rsidRDefault="00DB5B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B71" w:rsidRDefault="00F41B71">
      <w:r>
        <w:separator/>
      </w:r>
    </w:p>
  </w:footnote>
  <w:footnote w:type="continuationSeparator" w:id="0">
    <w:p w:rsidR="00F41B71" w:rsidRDefault="00F41B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D88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B7D88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44B6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65A94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055AB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13D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2EF3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4CA1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6655"/>
    <w:rsid w:val="00427638"/>
    <w:rsid w:val="00430581"/>
    <w:rsid w:val="00431FE5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1E95"/>
    <w:rsid w:val="00494861"/>
    <w:rsid w:val="004953C3"/>
    <w:rsid w:val="00497042"/>
    <w:rsid w:val="004A0866"/>
    <w:rsid w:val="004A5E75"/>
    <w:rsid w:val="004B0467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4F7642"/>
    <w:rsid w:val="005022E5"/>
    <w:rsid w:val="00502651"/>
    <w:rsid w:val="00505E88"/>
    <w:rsid w:val="005077E7"/>
    <w:rsid w:val="0051305D"/>
    <w:rsid w:val="00520645"/>
    <w:rsid w:val="005254BC"/>
    <w:rsid w:val="005261CF"/>
    <w:rsid w:val="00526724"/>
    <w:rsid w:val="00534801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01713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38CC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7F74AE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2740"/>
    <w:rsid w:val="008830EF"/>
    <w:rsid w:val="008933CF"/>
    <w:rsid w:val="00895362"/>
    <w:rsid w:val="008A225D"/>
    <w:rsid w:val="008A4630"/>
    <w:rsid w:val="008A756D"/>
    <w:rsid w:val="008B5AE2"/>
    <w:rsid w:val="008B5B7E"/>
    <w:rsid w:val="008B6BD0"/>
    <w:rsid w:val="008C0DB1"/>
    <w:rsid w:val="008C3327"/>
    <w:rsid w:val="008D1B93"/>
    <w:rsid w:val="008D5FE6"/>
    <w:rsid w:val="008D6657"/>
    <w:rsid w:val="008E1FA7"/>
    <w:rsid w:val="008E4D2E"/>
    <w:rsid w:val="008E6206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509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661F8"/>
    <w:rsid w:val="0097061F"/>
    <w:rsid w:val="00972C70"/>
    <w:rsid w:val="009741DD"/>
    <w:rsid w:val="00974224"/>
    <w:rsid w:val="00974FF1"/>
    <w:rsid w:val="00976899"/>
    <w:rsid w:val="00976DB7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D3BC9"/>
    <w:rsid w:val="00AE0778"/>
    <w:rsid w:val="00AE1E35"/>
    <w:rsid w:val="00AE4409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1B6C"/>
    <w:rsid w:val="00B73110"/>
    <w:rsid w:val="00B731F9"/>
    <w:rsid w:val="00B7501C"/>
    <w:rsid w:val="00B761BA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15FD"/>
    <w:rsid w:val="00BC499A"/>
    <w:rsid w:val="00BC717E"/>
    <w:rsid w:val="00BD438E"/>
    <w:rsid w:val="00BD4DFE"/>
    <w:rsid w:val="00BD593F"/>
    <w:rsid w:val="00BD6706"/>
    <w:rsid w:val="00BD67F3"/>
    <w:rsid w:val="00BE0D08"/>
    <w:rsid w:val="00BE3DF3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3B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1E38"/>
    <w:rsid w:val="00D66EE9"/>
    <w:rsid w:val="00D67101"/>
    <w:rsid w:val="00D671C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B5B2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4D3"/>
    <w:rsid w:val="00DF5E1E"/>
    <w:rsid w:val="00DF6442"/>
    <w:rsid w:val="00E022DC"/>
    <w:rsid w:val="00E024D3"/>
    <w:rsid w:val="00E0428E"/>
    <w:rsid w:val="00E04568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4C1"/>
    <w:rsid w:val="00E96F05"/>
    <w:rsid w:val="00EA340E"/>
    <w:rsid w:val="00EA3B1F"/>
    <w:rsid w:val="00EB05E5"/>
    <w:rsid w:val="00EB192A"/>
    <w:rsid w:val="00EB55D0"/>
    <w:rsid w:val="00EB5646"/>
    <w:rsid w:val="00EB5ADB"/>
    <w:rsid w:val="00EB61F4"/>
    <w:rsid w:val="00EB7F79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B71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55A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534801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  <w:lang w:bidi="fa-IR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character" w:customStyle="1" w:styleId="highlight">
    <w:name w:val="highlight"/>
    <w:basedOn w:val="DefaultParagraphFont"/>
    <w:rsid w:val="00EB05E5"/>
  </w:style>
  <w:style w:type="character" w:customStyle="1" w:styleId="ayatext">
    <w:name w:val="ayatext"/>
    <w:basedOn w:val="DefaultParagraphFont"/>
    <w:rsid w:val="001244B6"/>
  </w:style>
  <w:style w:type="character" w:customStyle="1" w:styleId="ayanumber">
    <w:name w:val="ayanumber"/>
    <w:basedOn w:val="DefaultParagraphFont"/>
    <w:rsid w:val="00DB5B24"/>
  </w:style>
  <w:style w:type="character" w:customStyle="1" w:styleId="sign">
    <w:name w:val="sign"/>
    <w:basedOn w:val="DefaultParagraphFont"/>
    <w:rsid w:val="00C313B9"/>
  </w:style>
  <w:style w:type="paragraph" w:styleId="TOC6">
    <w:name w:val="toc 6"/>
    <w:basedOn w:val="Normal"/>
    <w:next w:val="Normal"/>
    <w:autoRedefine/>
    <w:uiPriority w:val="39"/>
    <w:unhideWhenUsed/>
    <w:rsid w:val="008B6BD0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8B6BD0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8B6BD0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8B6BD0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libnotice0">
    <w:name w:val="libnotice"/>
    <w:basedOn w:val="Normal"/>
    <w:rsid w:val="00426655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nzil.i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1439\mahe_moharam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7B0AF-9190-4927-8DF3-30146A93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372</TotalTime>
  <Pages>157</Pages>
  <Words>23612</Words>
  <Characters>134593</Characters>
  <Application>Microsoft Office Word</Application>
  <DocSecurity>0</DocSecurity>
  <Lines>1121</Lines>
  <Paragraphs>315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157890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cp:lastPrinted>1601-01-01T00:00:00Z</cp:lastPrinted>
  <dcterms:created xsi:type="dcterms:W3CDTF">2017-10-15T07:52:00Z</dcterms:created>
  <dcterms:modified xsi:type="dcterms:W3CDTF">2017-10-17T10:03:00Z</dcterms:modified>
</cp:coreProperties>
</file>