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33E" w:rsidRPr="00FB233E" w:rsidRDefault="00FB233E" w:rsidP="008C1BC0">
      <w:pPr>
        <w:pStyle w:val="libCenterBold1"/>
        <w:rPr>
          <w:rtl/>
          <w:lang w:bidi="fa-IR"/>
        </w:rPr>
      </w:pPr>
      <w:r w:rsidRPr="00FB233E">
        <w:rPr>
          <w:rtl/>
          <w:lang w:bidi="fa-IR"/>
        </w:rPr>
        <w:t>داستانها و پندها</w:t>
      </w:r>
    </w:p>
    <w:p w:rsidR="00FB233E" w:rsidRPr="00FB233E" w:rsidRDefault="00FB233E" w:rsidP="008C1BC0">
      <w:pPr>
        <w:pStyle w:val="libCenterBold2"/>
        <w:rPr>
          <w:rtl/>
          <w:lang w:bidi="fa-IR"/>
        </w:rPr>
      </w:pPr>
      <w:r w:rsidRPr="00FB233E">
        <w:rPr>
          <w:rtl/>
          <w:lang w:bidi="fa-IR"/>
        </w:rPr>
        <w:t>نو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سنده</w:t>
      </w:r>
      <w:r w:rsidRPr="00FB233E">
        <w:rPr>
          <w:rtl/>
          <w:lang w:bidi="fa-IR"/>
        </w:rPr>
        <w:t>:مصطف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زمان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وجدان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</w:p>
    <w:p w:rsidR="008C1BC0" w:rsidRDefault="008C1BC0" w:rsidP="008C1BC0">
      <w:pPr>
        <w:pStyle w:val="libCenterBold2"/>
        <w:bidi w:val="0"/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8C1BC0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8C1BC0" w:rsidRPr="00FC27AF" w:rsidRDefault="008C1BC0" w:rsidP="008C1BC0">
      <w:pPr>
        <w:pStyle w:val="libCenterBold2"/>
        <w:bidi w:val="0"/>
        <w:rPr>
          <w:rtl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FB233E" w:rsidRPr="00FB233E" w:rsidRDefault="008C1BC0" w:rsidP="008C1BC0">
      <w:pPr>
        <w:pStyle w:val="Heading1"/>
        <w:rPr>
          <w:rtl/>
        </w:rPr>
      </w:pPr>
      <w:r>
        <w:rPr>
          <w:rtl/>
        </w:rPr>
        <w:br w:type="page"/>
      </w:r>
      <w:bookmarkStart w:id="0" w:name="_Toc496184268"/>
      <w:r w:rsidR="00FB233E" w:rsidRPr="00FB233E">
        <w:rPr>
          <w:rFonts w:hint="eastAsia"/>
          <w:rtl/>
        </w:rPr>
        <w:lastRenderedPageBreak/>
        <w:t>مقدمه</w:t>
      </w:r>
      <w:bookmarkEnd w:id="0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</w:t>
      </w:r>
      <w:r w:rsidRPr="00FB233E">
        <w:rPr>
          <w:rtl/>
          <w:lang w:bidi="fa-IR"/>
        </w:rPr>
        <w:t xml:space="preserve"> جلد دوم کتاب داستانها و پندها شما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است .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است انشاءالله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کتاب مانند جلد اول مورد پسند و مف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فا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جامعه قرار 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رد،</w:t>
      </w:r>
      <w:r w:rsidRPr="00FB233E">
        <w:rPr>
          <w:rtl/>
          <w:lang w:bidi="fa-IR"/>
        </w:rPr>
        <w:t xml:space="preserve">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جلد اول در مدت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کماه</w:t>
      </w:r>
      <w:r w:rsidRPr="00FB233E">
        <w:rPr>
          <w:rtl/>
          <w:lang w:bidi="fa-IR"/>
        </w:rPr>
        <w:t xml:space="preserve"> و اند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اتمام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به چاپ دوم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</w:t>
      </w:r>
    </w:p>
    <w:p w:rsidR="00FB233E" w:rsidRPr="00FB233E" w:rsidRDefault="00FB233E" w:rsidP="006A44D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انشاءالله</w:t>
      </w:r>
      <w:r w:rsidRPr="00FB233E">
        <w:rPr>
          <w:rtl/>
          <w:lang w:bidi="fa-IR"/>
        </w:rPr>
        <w:t xml:space="preserve"> از نظر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فا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و سازندگ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لازم را در جامعه داشته است . تنوع داستانها که در برگ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رنده</w:t>
      </w:r>
      <w:r w:rsidRPr="00FB233E">
        <w:rPr>
          <w:rtl/>
          <w:lang w:bidi="fa-IR"/>
        </w:rPr>
        <w:t xml:space="preserve"> مسائل اخلاق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-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- اجتماع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- عق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و... آنهم در قالب داستان و بصورت ساده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است دل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نست</w:t>
      </w:r>
      <w:r w:rsidRPr="00FB233E">
        <w:rPr>
          <w:rtl/>
          <w:lang w:bidi="fa-IR"/>
        </w:rPr>
        <w:t xml:space="preserve"> که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مجموعه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همه قشرها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جامعه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تواند مف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باشد.</w:t>
      </w:r>
      <w:r w:rsidRPr="00FB233E">
        <w:rPr>
          <w:rtl/>
          <w:lang w:bidi="fa-IR"/>
        </w:rPr>
        <w:cr/>
      </w:r>
      <w:r w:rsidR="006A44DE">
        <w:rPr>
          <w:lang w:bidi="fa-IR"/>
        </w:rPr>
        <w:t>.</w:t>
      </w: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داستانها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کوتاه که بخش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گنج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گرانبها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</w:t>
      </w:r>
      <w:r w:rsidRPr="00FB233E">
        <w:rPr>
          <w:rtl/>
          <w:lang w:bidi="fa-IR"/>
        </w:rPr>
        <w:t xml:space="preserve"> مسلمانان است اکنون به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من</w:t>
      </w:r>
      <w:r w:rsidRPr="00FB233E">
        <w:rPr>
          <w:rtl/>
          <w:lang w:bidi="fa-IR"/>
        </w:rPr>
        <w:t xml:space="preserve"> و برکت جمهور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اسلام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گوشه انزوا خارج شده و به صور مختلف در خدمت فرهنگ جامعه قرار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رد</w:t>
      </w:r>
      <w:r w:rsidRPr="00FB233E">
        <w:rPr>
          <w:rtl/>
          <w:lang w:bidi="fa-IR"/>
        </w:rPr>
        <w:t>. بد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لحاظ با داشتن 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گنج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گرانبها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فرهنگ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،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است انشاءالله 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لم</w:t>
      </w:r>
      <w:r w:rsidRPr="00FB233E">
        <w:rPr>
          <w:rtl/>
          <w:lang w:bidi="fa-IR"/>
        </w:rPr>
        <w:t xml:space="preserve"> سازان - قصه نو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سان</w:t>
      </w:r>
      <w:r w:rsidRPr="00FB233E">
        <w:rPr>
          <w:rtl/>
          <w:lang w:bidi="fa-IR"/>
        </w:rPr>
        <w:t xml:space="preserve"> و تاءترنو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سان</w:t>
      </w:r>
      <w:r w:rsidRPr="00FB233E">
        <w:rPr>
          <w:rtl/>
          <w:lang w:bidi="fa-IR"/>
        </w:rPr>
        <w:t xml:space="preserve"> ما با استفاده از سوژه 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متنوع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داستانها از دست دراز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فرهنگها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گانه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ارائه کارها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هنر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چشم بپوش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چند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در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جمهور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اسلام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شاهد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لم</w:t>
      </w:r>
      <w:r w:rsidRPr="00FB233E">
        <w:rPr>
          <w:rtl/>
          <w:lang w:bidi="fa-IR"/>
        </w:rPr>
        <w:t xml:space="preserve"> بصورت سر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ال</w:t>
      </w:r>
      <w:r w:rsidRPr="00FB233E">
        <w:rPr>
          <w:rtl/>
          <w:lang w:bidi="fa-IR"/>
        </w:rPr>
        <w:t xml:space="preserve"> بود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که داستان آن را در جلد 2 از مجموعه داستانها و پندها مشاهده </w:t>
      </w:r>
      <w:r w:rsidRPr="00FB233E">
        <w:rPr>
          <w:rFonts w:hint="eastAsia"/>
          <w:rtl/>
          <w:lang w:bidi="fa-IR"/>
        </w:rPr>
        <w:t>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فرمود، البته نکته مهم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نجاست</w:t>
      </w:r>
      <w:r w:rsidRPr="00FB233E">
        <w:rPr>
          <w:rtl/>
          <w:lang w:bidi="fa-IR"/>
        </w:rPr>
        <w:t xml:space="preserve"> که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ال</w:t>
      </w:r>
      <w:r w:rsidRPr="00FB233E">
        <w:rPr>
          <w:rtl/>
          <w:lang w:bidi="fa-IR"/>
        </w:rPr>
        <w:t xml:space="preserve"> از جمله 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لمهائ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بود که بوس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جمهور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اسلام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خارج خر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بود، در حال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ما در کشور خود هنرمندان و 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لم</w:t>
      </w:r>
      <w:r w:rsidRPr="00FB233E">
        <w:rPr>
          <w:rtl/>
          <w:lang w:bidi="fa-IR"/>
        </w:rPr>
        <w:t xml:space="preserve"> سازان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که با بودجه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اندک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تواند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گونه فل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داستان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ته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>. برادر محسن مخملباف (به گفته خودشان ) 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لم</w:t>
      </w:r>
      <w:r w:rsidRPr="00FB233E">
        <w:rPr>
          <w:rtl/>
          <w:lang w:bidi="fa-IR"/>
        </w:rPr>
        <w:t xml:space="preserve"> (توبه نصوح ) را با بودجه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به هشتصد هزار تومان ته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نمودند.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tl/>
          <w:lang w:bidi="fa-IR"/>
        </w:rPr>
        <w:lastRenderedPageBreak/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گران</w:t>
      </w:r>
      <w:r w:rsidRPr="00FB233E">
        <w:rPr>
          <w:rtl/>
          <w:lang w:bidi="fa-IR"/>
        </w:rPr>
        <w:t xml:space="preserve"> حجت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که خود ما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با توجه به گنج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سرشار و گرانبها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فرهنگ اسلام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جامعه خود را از 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فرهنگ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گانه</w:t>
      </w:r>
      <w:r w:rsidRPr="00FB233E">
        <w:rPr>
          <w:rtl/>
          <w:lang w:bidi="fa-IR"/>
        </w:rPr>
        <w:t xml:space="preserve"> برهان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 و</w:t>
      </w:r>
      <w:r w:rsidR="006A44DE">
        <w:rPr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شاهد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لم</w:t>
      </w:r>
      <w:r w:rsidRPr="00FB233E">
        <w:rPr>
          <w:rtl/>
          <w:lang w:bidi="fa-IR"/>
        </w:rPr>
        <w:t xml:space="preserve"> 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خارج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نوعا بدآموز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در بردارد از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جمهور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اسلام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نباش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بهتر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بودجه 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گزاف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لمها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خارج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بصورت ارز از کشور خارج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در اخت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هنرمندان متعهد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بعنوان نمونه اکنون بخش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آنها در حوزه ه</w:t>
      </w:r>
      <w:r w:rsidRPr="00FB233E">
        <w:rPr>
          <w:rFonts w:hint="eastAsia"/>
          <w:rtl/>
          <w:lang w:bidi="fa-IR"/>
        </w:rPr>
        <w:t>نر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سازمان تبل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غات</w:t>
      </w:r>
      <w:r w:rsidRPr="00FB233E">
        <w:rPr>
          <w:rtl/>
          <w:lang w:bidi="fa-IR"/>
        </w:rPr>
        <w:t xml:space="preserve"> اسلام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آمده اند (و کم و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کمبود بودجه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موانع اصل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کار آنهاست ) داده شود که صد البته 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ران</w:t>
      </w:r>
      <w:r w:rsidRPr="00FB233E">
        <w:rPr>
          <w:rtl/>
          <w:lang w:bidi="fa-IR"/>
        </w:rPr>
        <w:t xml:space="preserve"> ساخته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بر پا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فرهنگ مکتب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 نه به عنوان سرگرم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! که خود سازنده و بسا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لم</w:t>
      </w:r>
      <w:r w:rsidRPr="00FB233E">
        <w:rPr>
          <w:rtl/>
          <w:lang w:bidi="fa-IR"/>
        </w:rPr>
        <w:t xml:space="preserve"> خوب اثر صدها کتاب را در سازندگ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جامعه داش</w:t>
      </w:r>
      <w:r w:rsidRPr="00FB233E">
        <w:rPr>
          <w:rFonts w:hint="eastAsia"/>
          <w:rtl/>
          <w:lang w:bidi="fa-IR"/>
        </w:rPr>
        <w:t>ته</w:t>
      </w:r>
      <w:r w:rsidRPr="00FB233E">
        <w:rPr>
          <w:rtl/>
          <w:lang w:bidi="fa-IR"/>
        </w:rPr>
        <w:t xml:space="preserve"> باشد. بهر صورت مقدمه جلد دوم به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نجا</w:t>
      </w:r>
      <w:r w:rsidRPr="00FB233E">
        <w:rPr>
          <w:rtl/>
          <w:lang w:bidi="fa-IR"/>
        </w:rPr>
        <w:t xml:space="preserve">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شد که با توجه به روش معمول در مقدمه نو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کتاب بس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ربط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داستانها،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خواندن و عبرت گرفتن است ،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تعر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</w:t>
      </w:r>
      <w:r w:rsidRPr="00FB233E">
        <w:rPr>
          <w:rtl/>
          <w:lang w:bidi="fa-IR"/>
        </w:rPr>
        <w:t xml:space="preserve"> کردن است ،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قصه نوشتن است ،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لم</w:t>
      </w:r>
      <w:r w:rsidRPr="00FB233E">
        <w:rPr>
          <w:rtl/>
          <w:lang w:bidi="fa-IR"/>
        </w:rPr>
        <w:t xml:space="preserve"> ساختن است ،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تاءتر نوشتن است و </w:t>
      </w:r>
      <w:r w:rsidRPr="00FB233E">
        <w:rPr>
          <w:rFonts w:hint="eastAsia"/>
          <w:rtl/>
          <w:lang w:bidi="fa-IR"/>
        </w:rPr>
        <w:t>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...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و</w:t>
      </w:r>
      <w:r w:rsidRPr="00FB233E">
        <w:rPr>
          <w:rtl/>
          <w:lang w:bidi="fa-IR"/>
        </w:rPr>
        <w:t xml:space="preserve"> السلام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اتبع الهد</w:t>
      </w:r>
      <w:r w:rsidRPr="00FB233E">
        <w:rPr>
          <w:rFonts w:hint="cs"/>
          <w:rtl/>
          <w:lang w:bidi="fa-IR"/>
        </w:rPr>
        <w:t>ی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رماه</w:t>
      </w:r>
      <w:r w:rsidRPr="00FB233E">
        <w:rPr>
          <w:rtl/>
          <w:lang w:bidi="fa-IR"/>
        </w:rPr>
        <w:t xml:space="preserve"> 1364 با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شه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دان</w:t>
      </w:r>
      <w:r w:rsidRPr="00FB233E">
        <w:rPr>
          <w:rtl/>
          <w:lang w:bidi="fa-IR"/>
        </w:rPr>
        <w:t xml:space="preserve"> 7 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با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شه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مظلوم 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ارانش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با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72 تن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اران</w:t>
      </w:r>
      <w:r w:rsidRPr="00FB233E">
        <w:rPr>
          <w:rtl/>
          <w:lang w:bidi="fa-IR"/>
        </w:rPr>
        <w:t xml:space="preserve"> امام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ادشان</w:t>
      </w:r>
      <w:r w:rsidRPr="00FB233E">
        <w:rPr>
          <w:rtl/>
          <w:lang w:bidi="fa-IR"/>
        </w:rPr>
        <w:t xml:space="preserve"> گرام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- و راهشان پر رهرو باد</w:t>
      </w:r>
    </w:p>
    <w:p w:rsidR="00FB233E" w:rsidRPr="00FB233E" w:rsidRDefault="006A44DE" w:rsidP="006A44DE">
      <w:pPr>
        <w:pStyle w:val="Heading1"/>
        <w:rPr>
          <w:rtl/>
        </w:rPr>
      </w:pPr>
      <w:r>
        <w:rPr>
          <w:rtl/>
        </w:rPr>
        <w:br w:type="page"/>
      </w:r>
      <w:bookmarkStart w:id="1" w:name="_Toc496184269"/>
      <w:r w:rsidR="00FB233E" w:rsidRPr="00FB233E">
        <w:rPr>
          <w:rFonts w:hint="eastAsia"/>
          <w:rtl/>
        </w:rPr>
        <w:lastRenderedPageBreak/>
        <w:t>سپاه</w:t>
      </w:r>
      <w:r w:rsidR="00FB233E" w:rsidRPr="00FB233E">
        <w:rPr>
          <w:rtl/>
        </w:rPr>
        <w:t xml:space="preserve"> اسلام</w:t>
      </w:r>
      <w:bookmarkEnd w:id="1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متوکل خود را بر امام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النق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حضرت هاد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عرضه داشت و دستور داد هر اسب سوار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توبره اسب خود را پر از خاک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و</w:t>
      </w:r>
      <w:r w:rsidRPr="00FB233E">
        <w:rPr>
          <w:rtl/>
          <w:lang w:bidi="fa-IR"/>
        </w:rPr>
        <w:t xml:space="preserve"> در محل مع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زند،</w:t>
      </w:r>
      <w:r w:rsidRPr="00FB233E">
        <w:rPr>
          <w:rtl/>
          <w:lang w:bidi="fa-IR"/>
        </w:rPr>
        <w:t xml:space="preserve"> در اثر انباشته شدن پشته و تل بلند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مانند کوه درست شد که آنرا تل المخال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(پشته توبره اسبها) نام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>.</w:t>
      </w:r>
    </w:p>
    <w:p w:rsidR="00FB233E" w:rsidRPr="00FB233E" w:rsidRDefault="00FB233E" w:rsidP="006A44D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متوکل</w:t>
      </w:r>
      <w:r w:rsidRPr="00FB233E">
        <w:rPr>
          <w:rtl/>
          <w:lang w:bidi="fa-IR"/>
        </w:rPr>
        <w:t xml:space="preserve"> و حضرت هاد</w:t>
      </w:r>
      <w:r w:rsidRPr="00FB233E">
        <w:rPr>
          <w:rFonts w:hint="cs"/>
          <w:rtl/>
          <w:lang w:bidi="fa-IR"/>
        </w:rPr>
        <w:t>ی</w:t>
      </w:r>
      <w:r w:rsidR="006A44DE" w:rsidRPr="006A44DE">
        <w:rPr>
          <w:rStyle w:val="libAlaemChar"/>
          <w:rtl/>
        </w:rPr>
        <w:t xml:space="preserve"> عليه‌السلام</w:t>
      </w:r>
      <w:r w:rsidRPr="00FB233E">
        <w:rPr>
          <w:rtl/>
          <w:lang w:bidi="fa-IR"/>
        </w:rPr>
        <w:t xml:space="preserve"> بر فراز آن تل بالا رفتند متوکل</w:t>
      </w:r>
      <w:r w:rsidR="006A44DE">
        <w:rPr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گفت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از چه رو شما را خواستم ؟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سپاه مرا مشاهده نمائ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تمام لشگر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او لباسها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مخصوص پوش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؟ غرق در سلاح با بهتر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نتها</w:t>
      </w:r>
      <w:r w:rsidRPr="00FB233E">
        <w:rPr>
          <w:rtl/>
          <w:lang w:bidi="fa-IR"/>
        </w:rPr>
        <w:t xml:space="preserve"> و تمام آرا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سان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دادند.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عمل 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ترسان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</w:t>
      </w:r>
      <w:r w:rsidRPr="00FB233E">
        <w:rPr>
          <w:rtl/>
          <w:lang w:bidi="fa-IR"/>
        </w:rPr>
        <w:t xml:space="preserve"> کسان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اراده مخالف با او را داشتند کرده بود و متوکل از حضرت هاد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که مبادا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اهل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و بستگان خود را امر بخروج کند. حضرت پس از مشاهده سپاه متوکل فرمودند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هم سپاه خود را بتو نشان دهم گفت ده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تا لشگر شما را به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نم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دستها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را بدر گاه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از</w:t>
      </w:r>
      <w:r w:rsidRPr="00FB233E">
        <w:rPr>
          <w:rtl/>
          <w:lang w:bidi="fa-IR"/>
        </w:rPr>
        <w:t xml:space="preserve"> دراز کرد و دعا نمود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هنگام متوکل د</w:t>
      </w:r>
      <w:r w:rsidRPr="00FB233E">
        <w:rPr>
          <w:rFonts w:hint="cs"/>
          <w:rtl/>
          <w:lang w:bidi="fa-IR"/>
        </w:rPr>
        <w:t>ی</w:t>
      </w:r>
      <w:r w:rsidR="006A44DE">
        <w:rPr>
          <w:rFonts w:hint="cs"/>
          <w:rtl/>
          <w:lang w:bidi="fa-IR"/>
        </w:rPr>
        <w:t>د</w:t>
      </w:r>
      <w:r w:rsidRPr="00FB233E">
        <w:rPr>
          <w:rtl/>
          <w:lang w:bidi="fa-IR"/>
        </w:rPr>
        <w:t xml:space="preserve"> از شرق تا غرب تمام آسمان را فرشتگان فرا گرفته اند و مانند ابر فضا را پوشان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اند از ترس بر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افتاد و غش کرد. پس از آنکه بهوش آمد حضرت فرمودند ما در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اظهار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ره</w:t>
      </w:r>
      <w:r w:rsidRPr="00FB233E">
        <w:rPr>
          <w:rtl/>
          <w:lang w:bidi="fa-IR"/>
        </w:rPr>
        <w:t xml:space="preserve"> دست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شما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و مشغول به امر آخرت هست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نگران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ترس نداشته باش از آنچه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ال</w:t>
      </w:r>
      <w:r w:rsidRPr="00FB233E">
        <w:rPr>
          <w:rtl/>
          <w:lang w:bidi="fa-IR"/>
        </w:rPr>
        <w:t xml:space="preserve"> کرده بود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مرا تو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جهان مزاحمت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.</w:t>
      </w:r>
    </w:p>
    <w:p w:rsidR="00FB233E" w:rsidRPr="00FB233E" w:rsidRDefault="006A44DE" w:rsidP="006A44DE">
      <w:pPr>
        <w:pStyle w:val="Heading1"/>
        <w:rPr>
          <w:rtl/>
        </w:rPr>
      </w:pPr>
      <w:r>
        <w:rPr>
          <w:rtl/>
        </w:rPr>
        <w:br w:type="page"/>
      </w:r>
      <w:bookmarkStart w:id="2" w:name="_Toc496184270"/>
      <w:r w:rsidR="00FB233E" w:rsidRPr="00FB233E">
        <w:rPr>
          <w:rFonts w:hint="eastAsia"/>
          <w:rtl/>
        </w:rPr>
        <w:lastRenderedPageBreak/>
        <w:t>همنش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ن</w:t>
      </w:r>
      <w:r w:rsidR="00FB233E" w:rsidRPr="00FB233E">
        <w:rPr>
          <w:rtl/>
        </w:rPr>
        <w:t xml:space="preserve"> حضرت موس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</w:t>
      </w:r>
      <w:r w:rsidRPr="006A44DE">
        <w:rPr>
          <w:rStyle w:val="libAlaemChar"/>
          <w:rtl/>
        </w:rPr>
        <w:t>عليه‌السلام</w:t>
      </w:r>
      <w:bookmarkEnd w:id="2"/>
      <w:r w:rsidRPr="006A44DE">
        <w:rPr>
          <w:rStyle w:val="libAlaemChar"/>
          <w:rtl/>
        </w:rPr>
        <w:t xml:space="preserve"> 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حضرت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در ضمن مناجات ب</w:t>
      </w:r>
      <w:r w:rsidR="006A44DE">
        <w:rPr>
          <w:rFonts w:hint="cs"/>
          <w:rtl/>
          <w:lang w:bidi="fa-IR"/>
        </w:rPr>
        <w:t xml:space="preserve">ه </w:t>
      </w:r>
      <w:r w:rsidRPr="00FB233E">
        <w:rPr>
          <w:rtl/>
          <w:lang w:bidi="fa-IR"/>
        </w:rPr>
        <w:t>پروردگار خود عرض کرد خدا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همنش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در بهشت دارم بب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نم</w:t>
      </w:r>
      <w:r w:rsidRPr="00FB233E">
        <w:rPr>
          <w:rtl/>
          <w:lang w:bidi="fa-IR"/>
        </w:rPr>
        <w:t xml:space="preserve"> چگونه شخص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 جبرئ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بر او نازل شد و عرض کرد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فلان قصاب در محله فلان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همنش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تو خواهد بود. حضرت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درب دکان قصاب آمده ،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جوان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شبگردان مشغول فروختن گوشت است .</w:t>
      </w:r>
    </w:p>
    <w:p w:rsidR="00FB233E" w:rsidRPr="00FB233E" w:rsidRDefault="00FB233E" w:rsidP="006A44D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شامگاه</w:t>
      </w:r>
      <w:r w:rsidRPr="00FB233E">
        <w:rPr>
          <w:rtl/>
          <w:lang w:bidi="fa-IR"/>
        </w:rPr>
        <w:t xml:space="preserve"> که شد جوان مقدار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گوشت برداشت و بسو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منزل روان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پ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</w:t>
      </w:r>
      <w:r w:rsidR="006A44DE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تا</w:t>
      </w:r>
      <w:r w:rsidRPr="00FB233E">
        <w:rPr>
          <w:rtl/>
          <w:lang w:bidi="fa-IR"/>
        </w:rPr>
        <w:t xml:space="preserve"> درب منزلش آمد و به او گفت مهمان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 جوان گفت خوش آمد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او را بدرون برد حضرت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جوان غذائ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نمود آنگاه زنب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سقف بز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آورد و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رزن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بس فرتوت و کهنسال را از درون زنب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خارج کرد. او را شستشو داده غذا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را با دست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به او خوران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مو</w:t>
      </w:r>
      <w:r w:rsidRPr="00FB233E">
        <w:rPr>
          <w:rFonts w:hint="eastAsia"/>
          <w:rtl/>
          <w:lang w:bidi="fa-IR"/>
        </w:rPr>
        <w:t>قع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خواست زنب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را بجا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اول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زد</w:t>
      </w:r>
      <w:r w:rsidRPr="00FB233E">
        <w:rPr>
          <w:rtl/>
          <w:lang w:bidi="fa-IR"/>
        </w:rPr>
        <w:t xml:space="preserve"> زبان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رزن</w:t>
      </w:r>
      <w:r w:rsidRPr="00FB233E">
        <w:rPr>
          <w:rtl/>
          <w:lang w:bidi="fa-IR"/>
        </w:rPr>
        <w:t xml:space="preserve"> بکلمات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مفهوم نم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شد</w:t>
      </w:r>
      <w:r w:rsidRPr="00FB233E">
        <w:rPr>
          <w:rtl/>
          <w:lang w:bidi="fa-IR"/>
        </w:rPr>
        <w:t xml:space="preserve"> حرکت نمود بعد از آن جوان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حضرت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غذا آورد و خوردند حضرت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حکا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تو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رزن</w:t>
      </w:r>
      <w:r w:rsidRPr="00FB233E">
        <w:rPr>
          <w:rtl/>
          <w:lang w:bidi="fa-IR"/>
        </w:rPr>
        <w:t xml:space="preserve"> چگونه است ؟ عرض کرد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رزن</w:t>
      </w:r>
      <w:r w:rsidRPr="00FB233E">
        <w:rPr>
          <w:rtl/>
          <w:lang w:bidi="fa-IR"/>
        </w:rPr>
        <w:t xml:space="preserve"> مادر منست چون مرا بضاعت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که جهت او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بخرم ناچار خودم ک</w:t>
      </w:r>
      <w:r w:rsidRPr="00FB233E">
        <w:rPr>
          <w:rFonts w:hint="eastAsia"/>
          <w:rtl/>
          <w:lang w:bidi="fa-IR"/>
        </w:rPr>
        <w:t>مر</w:t>
      </w:r>
      <w:r w:rsidRPr="00FB233E">
        <w:rPr>
          <w:rtl/>
          <w:lang w:bidi="fa-IR"/>
        </w:rPr>
        <w:t xml:space="preserve"> بخدمت او بسته ام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آن کلمات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بزبان جار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چه بود؟</w:t>
      </w:r>
      <w:r w:rsidRPr="006A44DE">
        <w:rPr>
          <w:rStyle w:val="libFootnotenumChar"/>
          <w:rtl/>
        </w:rPr>
        <w:t xml:space="preserve">(1) </w:t>
      </w:r>
      <w:r w:rsidRPr="00FB233E">
        <w:rPr>
          <w:rtl/>
          <w:lang w:bidi="fa-IR"/>
        </w:rPr>
        <w:t>جوان گفت هر وقت او را شستشو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دهم</w:t>
      </w:r>
      <w:r w:rsidRPr="00FB233E">
        <w:rPr>
          <w:rtl/>
          <w:lang w:bidi="fa-IR"/>
        </w:rPr>
        <w:t xml:space="preserve"> و غذا باو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خورانم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: (غفرالله لک و جعلک جل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tl/>
          <w:lang w:bidi="fa-IR"/>
        </w:rPr>
        <w:t xml:space="preserve">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وم</w:t>
      </w:r>
      <w:r w:rsidRPr="00FB233E">
        <w:rPr>
          <w:rtl/>
          <w:lang w:bidi="fa-IR"/>
        </w:rPr>
        <w:t xml:space="preserve"> الق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مه</w:t>
      </w:r>
      <w:r w:rsidRPr="00FB233E">
        <w:rPr>
          <w:rtl/>
          <w:lang w:bidi="fa-IR"/>
        </w:rPr>
        <w:t xml:space="preserve"> 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قبته و درجنه ) خداوند ترا ببخشد و همنش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حضرت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بهشت باش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بهمان درجه و جا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گاه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lastRenderedPageBreak/>
        <w:t>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فرمود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جوان بشارت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دهم</w:t>
      </w:r>
      <w:r w:rsidRPr="00FB233E">
        <w:rPr>
          <w:rtl/>
          <w:lang w:bidi="fa-IR"/>
        </w:rPr>
        <w:t xml:space="preserve"> بتو که خداوند دعا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را درباره ات مستجاب گردان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. جبرئ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بمن خبر داد که در بهشت تو همنش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من هست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</w:t>
      </w:r>
    </w:p>
    <w:p w:rsidR="00FB233E" w:rsidRPr="00FB233E" w:rsidRDefault="006A44DE" w:rsidP="006A44DE">
      <w:pPr>
        <w:pStyle w:val="Heading1"/>
        <w:rPr>
          <w:rtl/>
        </w:rPr>
      </w:pPr>
      <w:r>
        <w:rPr>
          <w:rtl/>
        </w:rPr>
        <w:br w:type="page"/>
      </w:r>
      <w:bookmarkStart w:id="3" w:name="_Toc496184271"/>
      <w:r w:rsidR="00FB233E" w:rsidRPr="00FB233E">
        <w:rPr>
          <w:rFonts w:hint="eastAsia"/>
          <w:rtl/>
        </w:rPr>
        <w:lastRenderedPageBreak/>
        <w:t>ا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ن</w:t>
      </w:r>
      <w:r w:rsidR="00FB233E" w:rsidRPr="00FB233E">
        <w:rPr>
          <w:rtl/>
        </w:rPr>
        <w:t xml:space="preserve"> علاقه چگونه توبه کرد</w:t>
      </w:r>
      <w:bookmarkEnd w:id="3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حنان</w:t>
      </w:r>
      <w:r w:rsidRPr="00FB233E">
        <w:rPr>
          <w:rtl/>
          <w:lang w:bidi="fa-IR"/>
        </w:rPr>
        <w:t xml:space="preserve"> ابن سد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گفت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بن خل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فه</w:t>
      </w:r>
      <w:r w:rsidRPr="00FB233E">
        <w:rPr>
          <w:rtl/>
          <w:lang w:bidi="fa-IR"/>
        </w:rPr>
        <w:t xml:space="preserve"> از قب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بن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حارث ابن کعب بود، گفت در 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خدمت حضرت صادق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پس از عرض سلام و نشستن عرض کردم من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طا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فه</w:t>
      </w:r>
      <w:r w:rsidRPr="00FB233E">
        <w:rPr>
          <w:rtl/>
          <w:lang w:bidi="fa-IR"/>
        </w:rPr>
        <w:t xml:space="preserve"> بن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حارث ابن کعبم خداوند مرا بدوست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 هدا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بخدا سوگند در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بن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حارث بن کعب دوست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 </w:t>
      </w:r>
      <w:r w:rsidRPr="00FB233E">
        <w:rPr>
          <w:rFonts w:hint="eastAsia"/>
          <w:rtl/>
          <w:lang w:bidi="fa-IR"/>
        </w:rPr>
        <w:t>کم</w:t>
      </w:r>
      <w:r w:rsidRPr="00FB233E">
        <w:rPr>
          <w:rtl/>
          <w:lang w:bidi="fa-IR"/>
        </w:rPr>
        <w:t xml:space="preserve"> است .</w:t>
      </w:r>
    </w:p>
    <w:p w:rsidR="00FB233E" w:rsidRPr="00FB233E" w:rsidRDefault="00FB233E" w:rsidP="006A44D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عرضکرد</w:t>
      </w:r>
      <w:r w:rsidRPr="00FB233E">
        <w:rPr>
          <w:rtl/>
          <w:lang w:bidi="fa-IR"/>
        </w:rPr>
        <w:t xml:space="preserve"> غلام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خراسان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دارم که شغلش گازر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شستشو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لباس است چهار نفر همشهر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دارد.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پنج نفر در هر جمعه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را دعوت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کنند و هر پنج جمعه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مرتبه نوبت غلام من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شود</w:t>
      </w:r>
      <w:r w:rsidRPr="00FB233E">
        <w:rPr>
          <w:rtl/>
          <w:lang w:bidi="fa-IR"/>
        </w:rPr>
        <w:t>. همشهر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خود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همان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کرده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آنها گوشت و غذا ته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پس از خوردن غذا ظرف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پر </w:t>
      </w:r>
      <w:r w:rsidRPr="00FB233E">
        <w:rPr>
          <w:rFonts w:hint="eastAsia"/>
          <w:rtl/>
          <w:lang w:bidi="fa-IR"/>
        </w:rPr>
        <w:t>از</w:t>
      </w:r>
      <w:r w:rsidRPr="00FB233E">
        <w:rPr>
          <w:rtl/>
          <w:lang w:bidi="fa-IR"/>
        </w:rPr>
        <w:t xml:space="preserve"> شراب نموده آفتابه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آورد</w:t>
      </w:r>
      <w:r w:rsidRPr="00FB233E">
        <w:rPr>
          <w:rtl/>
          <w:lang w:bidi="fa-IR"/>
        </w:rPr>
        <w:t xml:space="preserve"> هر کدام اراده خوردن کردند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قبل از آشام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</w:t>
      </w:r>
      <w:r w:rsidRPr="00FB233E">
        <w:rPr>
          <w:rtl/>
          <w:lang w:bidi="fa-IR"/>
        </w:rPr>
        <w:t xml:space="preserve"> صلوات بر محمد و آل او بفرست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(هم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کار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کند</w:t>
      </w:r>
      <w:r w:rsidRPr="00FB233E">
        <w:rPr>
          <w:rtl/>
          <w:lang w:bidi="fa-IR"/>
        </w:rPr>
        <w:t>) بوس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غلام هدا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افته</w:t>
      </w:r>
      <w:r w:rsidRPr="00FB233E">
        <w:rPr>
          <w:rtl/>
          <w:lang w:bidi="fa-IR"/>
        </w:rPr>
        <w:t xml:space="preserve"> ام .</w:t>
      </w:r>
      <w:r w:rsidR="006A44DE" w:rsidRPr="00FB233E">
        <w:rPr>
          <w:rFonts w:hint="eastAsia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فرمود</w:t>
      </w:r>
      <w:r w:rsidRPr="00FB233E">
        <w:rPr>
          <w:rtl/>
          <w:lang w:bidi="fa-IR"/>
        </w:rPr>
        <w:t>: ترا نسبت به او سفارش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کنم</w:t>
      </w:r>
      <w:r w:rsidRPr="00FB233E">
        <w:rPr>
          <w:rtl/>
          <w:lang w:bidi="fa-IR"/>
        </w:rPr>
        <w:t xml:space="preserve"> و از طرف من سلامش برسان بگو جعفر بن محمد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گفت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آشام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خور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توجه داشته باش اگر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خوردنش باعث سکر و مست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شود</w:t>
      </w:r>
      <w:r w:rsidRPr="00FB233E">
        <w:rPr>
          <w:rtl/>
          <w:lang w:bidi="fa-IR"/>
        </w:rPr>
        <w:t xml:space="preserve"> از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قطره آن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اشام</w:t>
      </w:r>
      <w:r w:rsidRPr="00FB233E">
        <w:rPr>
          <w:rtl/>
          <w:lang w:bidi="fa-IR"/>
        </w:rPr>
        <w:t xml:space="preserve">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فرمود هر مسکر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حرام است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آن</w:t>
      </w:r>
      <w:r w:rsidRPr="00FB233E">
        <w:rPr>
          <w:rtl/>
          <w:lang w:bidi="fa-IR"/>
        </w:rPr>
        <w:t xml:space="preserve"> مرد گفت بکوفه آمدم . سلام حضرت صادق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را به غلام رسان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اش گرفت گفت : آنقدر حضرت صادق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بمن اهم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داده که مرا سلام رسانده ؟! گفتم آر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فرموده توجه داشته باش آنچه م</w:t>
      </w:r>
      <w:r w:rsidRPr="00FB233E">
        <w:rPr>
          <w:rFonts w:hint="cs"/>
          <w:rtl/>
          <w:lang w:bidi="fa-IR"/>
        </w:rPr>
        <w:t>ی</w:t>
      </w:r>
      <w:r w:rsidR="00D5785D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آشام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اگر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ادش</w:t>
      </w:r>
      <w:r w:rsidRPr="00FB233E">
        <w:rPr>
          <w:rtl/>
          <w:lang w:bidi="fa-IR"/>
        </w:rPr>
        <w:t xml:space="preserve"> سکرآور است از کمش پره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کن (فرما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را هم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کرد) سفارش ترا بمن کرده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</w:t>
      </w:r>
      <w:r w:rsidRPr="00FB233E">
        <w:rPr>
          <w:rtl/>
          <w:lang w:bidi="fa-IR"/>
        </w:rPr>
        <w:t xml:space="preserve"> منهم در راه خدا آزادت کردم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lastRenderedPageBreak/>
        <w:t>غلام</w:t>
      </w:r>
      <w:r w:rsidRPr="00FB233E">
        <w:rPr>
          <w:rtl/>
          <w:lang w:bidi="fa-IR"/>
        </w:rPr>
        <w:t xml:space="preserve"> گفت سوگند بخدا آن آشام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شراب بوده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حال که 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است عمر داشته باشم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ذره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آشامم .</w:t>
      </w:r>
    </w:p>
    <w:p w:rsidR="00FB233E" w:rsidRPr="00FB233E" w:rsidRDefault="00D5785D" w:rsidP="00D5785D">
      <w:pPr>
        <w:pStyle w:val="Heading1"/>
        <w:rPr>
          <w:rtl/>
        </w:rPr>
      </w:pPr>
      <w:r>
        <w:rPr>
          <w:rtl/>
        </w:rPr>
        <w:br w:type="page"/>
      </w:r>
      <w:bookmarkStart w:id="4" w:name="_Toc496184272"/>
      <w:r w:rsidR="00FB233E" w:rsidRPr="00FB233E">
        <w:rPr>
          <w:rFonts w:hint="eastAsia"/>
          <w:rtl/>
        </w:rPr>
        <w:lastRenderedPageBreak/>
        <w:t>ش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ر</w:t>
      </w:r>
      <w:r w:rsidR="00FB233E" w:rsidRPr="00FB233E">
        <w:rPr>
          <w:rtl/>
        </w:rPr>
        <w:t xml:space="preserve"> درنده</w:t>
      </w:r>
      <w:bookmarkEnd w:id="4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</w:t>
      </w:r>
      <w:r w:rsidRPr="00FB233E">
        <w:rPr>
          <w:rtl/>
          <w:lang w:bidi="fa-IR"/>
        </w:rPr>
        <w:t xml:space="preserve"> اب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حازم ابن عبدالغفار گفت من و ابراه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ادهم وارد کوفه شد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در زمان منصور دوان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جعفر بن محمد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از ما وارد شده بود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روز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حضرت صادق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بازگشتن بمد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از کوفه خارج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علماء و ارباب دانش او را مشا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عت</w:t>
      </w:r>
      <w:r w:rsidRPr="00FB233E">
        <w:rPr>
          <w:rtl/>
          <w:lang w:bidi="fa-IR"/>
        </w:rPr>
        <w:t xml:space="preserve"> کردند و در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مشا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عت</w:t>
      </w:r>
      <w:r w:rsidRPr="00FB233E">
        <w:rPr>
          <w:rtl/>
          <w:lang w:bidi="fa-IR"/>
        </w:rPr>
        <w:t xml:space="preserve"> کنندگان ابن ثور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ابراه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ادهم جلوتر رفته بودند ناگاه کسان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رفته بودند مصادف با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شدند، ابراه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ادهم گفت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تا جعفر بن محمد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به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چه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کند</w:t>
      </w:r>
      <w:r w:rsidRPr="00FB233E">
        <w:rPr>
          <w:rtl/>
          <w:lang w:bidi="fa-IR"/>
        </w:rPr>
        <w:t>. وقت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حضرت تشر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</w:t>
      </w:r>
      <w:r w:rsidRPr="00FB233E">
        <w:rPr>
          <w:rtl/>
          <w:lang w:bidi="fa-IR"/>
        </w:rPr>
        <w:t xml:space="preserve"> آورد جر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را بعرض رسان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 xml:space="preserve"> آن جناب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رفت تا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گوش او را گرفته از جلو راه دورش کرد؛ سپس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جمع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کرد و گفت اگر مردم اطاعت کنند خدا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آنطور که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بارها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سنگن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خ</w:t>
      </w:r>
      <w:r w:rsidRPr="00FB233E">
        <w:rPr>
          <w:rFonts w:hint="eastAsia"/>
          <w:rtl/>
          <w:lang w:bidi="fa-IR"/>
        </w:rPr>
        <w:t>ود</w:t>
      </w:r>
      <w:r w:rsidRPr="00FB233E">
        <w:rPr>
          <w:rtl/>
          <w:lang w:bidi="fa-IR"/>
        </w:rPr>
        <w:t xml:space="preserve"> را بر 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تواند</w:t>
      </w:r>
      <w:r w:rsidRPr="00FB233E">
        <w:rPr>
          <w:rtl/>
          <w:lang w:bidi="fa-IR"/>
        </w:rPr>
        <w:t xml:space="preserve"> بار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>.</w:t>
      </w:r>
    </w:p>
    <w:p w:rsidR="00FB233E" w:rsidRPr="00FB233E" w:rsidRDefault="00D5785D" w:rsidP="00D5785D">
      <w:pPr>
        <w:pStyle w:val="Heading1"/>
        <w:rPr>
          <w:rtl/>
        </w:rPr>
      </w:pPr>
      <w:r>
        <w:rPr>
          <w:rtl/>
        </w:rPr>
        <w:br w:type="page"/>
      </w:r>
      <w:bookmarkStart w:id="5" w:name="_Toc496184273"/>
      <w:r w:rsidR="00FB233E" w:rsidRPr="00FB233E">
        <w:rPr>
          <w:rFonts w:hint="eastAsia"/>
          <w:rtl/>
        </w:rPr>
        <w:lastRenderedPageBreak/>
        <w:t>امانت</w:t>
      </w:r>
      <w:bookmarkEnd w:id="5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دانشمند</w:t>
      </w:r>
      <w:r w:rsidRPr="00FB233E">
        <w:rPr>
          <w:rtl/>
          <w:lang w:bidi="fa-IR"/>
        </w:rPr>
        <w:t xml:space="preserve"> معظم جناب مقدس اردب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اتفاق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افتاد</w:t>
      </w:r>
      <w:r w:rsidRPr="00FB233E">
        <w:rPr>
          <w:rtl/>
          <w:lang w:bidi="fa-IR"/>
        </w:rPr>
        <w:t xml:space="preserve"> که از نجف اشرف ب</w:t>
      </w:r>
      <w:r w:rsidR="00D5785D">
        <w:rPr>
          <w:rFonts w:hint="cs"/>
          <w:rtl/>
          <w:lang w:bidi="fa-IR"/>
        </w:rPr>
        <w:t xml:space="preserve">ه </w:t>
      </w:r>
      <w:r w:rsidRPr="00FB233E">
        <w:rPr>
          <w:rtl/>
          <w:lang w:bidi="fa-IR"/>
        </w:rPr>
        <w:t>کاظم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مشرف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شد</w:t>
      </w:r>
      <w:r w:rsidRPr="00FB233E">
        <w:rPr>
          <w:rtl/>
          <w:lang w:bidi="fa-IR"/>
        </w:rPr>
        <w:t xml:space="preserve"> و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مسافت را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شه</w:t>
      </w:r>
      <w:r w:rsidRPr="00FB233E">
        <w:rPr>
          <w:rtl/>
          <w:lang w:bidi="fa-IR"/>
        </w:rPr>
        <w:t xml:space="preserve"> باالاغ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مرکب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مود</w:t>
      </w:r>
      <w:r w:rsidRPr="00FB233E">
        <w:rPr>
          <w:rtl/>
          <w:lang w:bidi="fa-IR"/>
        </w:rPr>
        <w:t xml:space="preserve">. در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اوقات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خدمت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در خواست کرد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نامه را در کاظم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بشخص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برسانند مول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مال سوار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کرده بود و ص</w:t>
      </w:r>
      <w:r w:rsidRPr="00FB233E">
        <w:rPr>
          <w:rFonts w:hint="eastAsia"/>
          <w:rtl/>
          <w:lang w:bidi="fa-IR"/>
        </w:rPr>
        <w:t>احب</w:t>
      </w:r>
      <w:r w:rsidRPr="00FB233E">
        <w:rPr>
          <w:rtl/>
          <w:lang w:bidi="fa-IR"/>
        </w:rPr>
        <w:t xml:space="preserve"> آن مال در آنجا نبود تا اجازه بگ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رد</w:t>
      </w:r>
      <w:r w:rsidRPr="00FB233E">
        <w:rPr>
          <w:rtl/>
          <w:lang w:bidi="fa-IR"/>
        </w:rPr>
        <w:t xml:space="preserve"> بد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نجهت</w:t>
      </w:r>
      <w:r w:rsidRPr="00FB233E">
        <w:rPr>
          <w:rtl/>
          <w:lang w:bidi="fa-IR"/>
        </w:rPr>
        <w:t xml:space="preserve">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سفر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اده</w:t>
      </w:r>
      <w:r w:rsidRPr="00FB233E">
        <w:rPr>
          <w:rtl/>
          <w:lang w:bidi="fa-IR"/>
        </w:rPr>
        <w:t xml:space="preserve"> راه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مود</w:t>
      </w:r>
      <w:r w:rsidRPr="00FB233E">
        <w:rPr>
          <w:rtl/>
          <w:lang w:bidi="fa-IR"/>
        </w:rPr>
        <w:t xml:space="preserve"> و الاغ را در جلو داشت و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فرمود</w:t>
      </w:r>
      <w:r w:rsidRPr="00FB233E">
        <w:rPr>
          <w:rtl/>
          <w:lang w:bidi="fa-IR"/>
        </w:rPr>
        <w:t xml:space="preserve"> از صاحب نگرافته ام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حمل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کاغذ.</w:t>
      </w:r>
      <w:r w:rsidRPr="00D5785D">
        <w:rPr>
          <w:rStyle w:val="libFootnotenumChar"/>
          <w:rtl/>
        </w:rPr>
        <w:t>(2)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خداوند</w:t>
      </w:r>
      <w:r w:rsidRPr="00FB233E">
        <w:rPr>
          <w:rtl/>
          <w:lang w:bidi="fa-IR"/>
        </w:rPr>
        <w:t xml:space="preserve"> بهمه دوستان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رالمؤ</w:t>
      </w:r>
      <w:r w:rsidRPr="00FB233E">
        <w:rPr>
          <w:rtl/>
          <w:lang w:bidi="fa-IR"/>
        </w:rPr>
        <w:t xml:space="preserve"> 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توف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tl/>
          <w:lang w:bidi="fa-IR"/>
        </w:rPr>
        <w:t xml:space="preserve"> 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زندگ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شرافتمندانه عنا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کند.</w:t>
      </w:r>
    </w:p>
    <w:p w:rsidR="00FB233E" w:rsidRPr="00FB233E" w:rsidRDefault="00D5785D" w:rsidP="00D5785D">
      <w:pPr>
        <w:pStyle w:val="Heading1"/>
        <w:rPr>
          <w:rtl/>
        </w:rPr>
      </w:pPr>
      <w:r>
        <w:rPr>
          <w:rtl/>
        </w:rPr>
        <w:br w:type="page"/>
      </w:r>
      <w:bookmarkStart w:id="6" w:name="_Toc496184274"/>
      <w:r w:rsidR="00FB233E" w:rsidRPr="00FB233E">
        <w:rPr>
          <w:rFonts w:hint="eastAsia"/>
          <w:rtl/>
        </w:rPr>
        <w:lastRenderedPageBreak/>
        <w:t>خشم</w:t>
      </w:r>
      <w:r w:rsidR="00FB233E" w:rsidRPr="00FB233E">
        <w:rPr>
          <w:rtl/>
        </w:rPr>
        <w:t xml:space="preserve"> را مهار کن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د</w:t>
      </w:r>
      <w:bookmarkEnd w:id="6"/>
    </w:p>
    <w:p w:rsidR="00FB233E" w:rsidRPr="00FB233E" w:rsidRDefault="00FB233E" w:rsidP="00D5785D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امام</w:t>
      </w:r>
      <w:r w:rsidRPr="00FB233E">
        <w:rPr>
          <w:rtl/>
          <w:lang w:bidi="fa-IR"/>
        </w:rPr>
        <w:t xml:space="preserve"> سجاد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با جمع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دوستان گرد هم نشسته بودند.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بستگان آنحضرت آمد در کنار جمع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ستاد</w:t>
      </w:r>
      <w:r w:rsidRPr="00FB233E">
        <w:rPr>
          <w:rtl/>
          <w:lang w:bidi="fa-IR"/>
        </w:rPr>
        <w:t xml:space="preserve"> و با صدا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بلند، زبان به ستم و بدگوئ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امام گشود و سپس از مجلس خارج شد.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العابد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حضورا به او حرف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نزد و پس آنکه رفت ، بحضار محضر فرمود: شما سخنان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مرد را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دارم با من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پاسخ مرا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بشنو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همه موافقت کردند. اما گفتند دوست داشت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که 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المجلس باو جواب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ما هم با شما هم صدا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 آنگاه از جا برخاست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راه منزل آن مرد جسور را در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گرفتند.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 متوجه شدند ک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حضرت سجاد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</w:t>
      </w:r>
      <w:r w:rsidRPr="00D5785D">
        <w:rPr>
          <w:rStyle w:val="libAlaemChar"/>
          <w:rtl/>
        </w:rPr>
        <w:t>(</w:t>
      </w:r>
      <w:r w:rsidR="00D5785D" w:rsidRPr="00D5785D">
        <w:rPr>
          <w:rStyle w:val="libAieChar"/>
          <w:rtl/>
        </w:rPr>
        <w:t>الَّذِينَ يُنفِقُونَ فِي السَّرَّاءِ وَالضَّرَّاءِ وَالْكَاظِمِينَ الْغَيْظَ وَالْعَافِينَ عَنِ النَّاسِ وَاللَّـهُ يُحِبُّ الْمُحْسِنِينَ</w:t>
      </w:r>
      <w:r w:rsidRPr="00D5785D">
        <w:rPr>
          <w:rStyle w:val="libAieChar"/>
          <w:rtl/>
        </w:rPr>
        <w:t xml:space="preserve"> </w:t>
      </w:r>
      <w:r w:rsidRPr="00D5785D">
        <w:rPr>
          <w:rStyle w:val="libAlaemChar"/>
          <w:rtl/>
        </w:rPr>
        <w:t>)</w:t>
      </w:r>
      <w:r w:rsidRPr="00FB233E">
        <w:rPr>
          <w:rtl/>
          <w:lang w:bidi="fa-IR"/>
        </w:rPr>
        <w:t xml:space="preserve">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خواند،</w:t>
      </w:r>
      <w:r w:rsidRPr="00FB233E">
        <w:rPr>
          <w:rtl/>
          <w:lang w:bidi="fa-IR"/>
        </w:rPr>
        <w:t xml:space="preserve"> از فرونشاندن آتش خشم سخن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از عفو و اغماض نام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برد</w:t>
      </w:r>
      <w:r w:rsidRPr="00FB233E">
        <w:rPr>
          <w:rtl/>
          <w:lang w:bidi="fa-IR"/>
        </w:rPr>
        <w:t>. دانستند که آنحضرت در فکر مجازات 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و کلام تند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نخواهد گفت . چون به در خانه اش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دند،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امام</w:t>
      </w:r>
      <w:r w:rsidRPr="00FB233E">
        <w:rPr>
          <w:rtl/>
          <w:lang w:bidi="fa-IR"/>
        </w:rPr>
        <w:t xml:space="preserve"> بصدا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بلند او را خواند و بهمراهان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فرمود: بگوئ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تو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خواهد</w:t>
      </w:r>
      <w:r w:rsidRPr="00FB233E">
        <w:rPr>
          <w:rtl/>
          <w:lang w:bidi="fa-IR"/>
        </w:rPr>
        <w:t xml:space="preserve">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الحس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است . مرد از خانه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آمد و خود 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مواجهه با شر و بد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آماده کرده بود.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با سابقه امر و مشاهده اوضاع و احوال ، ترد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نداشت که امام سجاد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فر</w:t>
      </w:r>
      <w:r w:rsidRPr="00FB233E">
        <w:rPr>
          <w:rtl/>
          <w:lang w:bidi="fa-IR"/>
        </w:rPr>
        <w:t xml:space="preserve"> او آمده ا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.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برخلاف انتظارش به 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فرمود:</w:t>
      </w:r>
    </w:p>
    <w:p w:rsidR="00D5785D" w:rsidRDefault="00FB233E" w:rsidP="00D5785D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برادر</w:t>
      </w:r>
      <w:r w:rsidRPr="00FB233E">
        <w:rPr>
          <w:rtl/>
          <w:lang w:bidi="fa-IR"/>
        </w:rPr>
        <w:t xml:space="preserve"> تو رو در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ستاد</w:t>
      </w:r>
      <w:r w:rsidRPr="00FB233E">
        <w:rPr>
          <w:rtl/>
          <w:lang w:bidi="fa-IR"/>
        </w:rPr>
        <w:t xml:space="preserve"> و بدون مقدمه سخنان ناروائ</w:t>
      </w:r>
      <w:r w:rsidRPr="00FB233E">
        <w:rPr>
          <w:rFonts w:hint="cs"/>
          <w:rtl/>
          <w:lang w:bidi="fa-IR"/>
        </w:rPr>
        <w:t>ی</w:t>
      </w:r>
      <w:r w:rsidR="00D5785D">
        <w:rPr>
          <w:rFonts w:hint="cs"/>
          <w:rtl/>
          <w:lang w:bidi="fa-IR"/>
        </w:rPr>
        <w:t xml:space="preserve"> را</w:t>
      </w:r>
      <w:r w:rsidRPr="00FB233E">
        <w:rPr>
          <w:rtl/>
          <w:lang w:bidi="fa-IR"/>
        </w:rPr>
        <w:t xml:space="preserve"> آغاز نمود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پ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پ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گفت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 اگر آنچه که بمن نسبت داد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من هست از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شگاه</w:t>
      </w:r>
      <w:r w:rsidRPr="00FB233E">
        <w:rPr>
          <w:rtl/>
          <w:lang w:bidi="fa-IR"/>
        </w:rPr>
        <w:t xml:space="preserve"> اله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طلب آمرزش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کنم</w:t>
      </w:r>
      <w:r w:rsidRPr="00FB233E">
        <w:rPr>
          <w:rtl/>
          <w:lang w:bidi="fa-IR"/>
        </w:rPr>
        <w:t xml:space="preserve"> و اگر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از خدا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خواهم که تو را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امرزد</w:t>
      </w:r>
      <w:r w:rsidRPr="00FB233E">
        <w:rPr>
          <w:rtl/>
          <w:lang w:bidi="fa-IR"/>
        </w:rPr>
        <w:t>.</w:t>
      </w:r>
    </w:p>
    <w:p w:rsidR="00FB233E" w:rsidRPr="00FB233E" w:rsidRDefault="00D5785D" w:rsidP="00D5785D">
      <w:pPr>
        <w:pStyle w:val="Heading1"/>
        <w:rPr>
          <w:rtl/>
        </w:rPr>
      </w:pPr>
      <w:r>
        <w:rPr>
          <w:rtl/>
        </w:rPr>
        <w:br w:type="page"/>
      </w:r>
      <w:bookmarkStart w:id="7" w:name="_Toc496184275"/>
      <w:r w:rsidR="00FB233E" w:rsidRPr="00FB233E">
        <w:rPr>
          <w:rFonts w:hint="eastAsia"/>
          <w:rtl/>
        </w:rPr>
        <w:lastRenderedPageBreak/>
        <w:t>صبر</w:t>
      </w:r>
      <w:r w:rsidR="00FB233E" w:rsidRPr="00FB233E">
        <w:rPr>
          <w:rtl/>
        </w:rPr>
        <w:t xml:space="preserve"> جم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ل</w:t>
      </w:r>
      <w:r w:rsidR="00FB233E" w:rsidRPr="00FB233E">
        <w:rPr>
          <w:rtl/>
        </w:rPr>
        <w:t xml:space="preserve"> مومن</w:t>
      </w:r>
      <w:bookmarkEnd w:id="7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عصا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را بزم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انداخت ، آنچه سحره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غلبه بر او ته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بودند ب</w:t>
      </w:r>
      <w:r w:rsidR="00D5785D">
        <w:rPr>
          <w:rFonts w:hint="cs"/>
          <w:rtl/>
          <w:lang w:bidi="fa-IR"/>
        </w:rPr>
        <w:t xml:space="preserve">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="00D5785D">
        <w:rPr>
          <w:rFonts w:hint="cs"/>
          <w:rtl/>
          <w:lang w:bidi="fa-IR"/>
        </w:rPr>
        <w:t xml:space="preserve"> ب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بلع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آنگاه عصا را از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برداشت بحالت اول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خود برگشت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ساحران</w:t>
      </w:r>
      <w:r w:rsidRPr="00FB233E">
        <w:rPr>
          <w:rtl/>
          <w:lang w:bidi="fa-IR"/>
        </w:rPr>
        <w:t xml:space="preserve"> داستان عصا را به رئ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tl/>
          <w:lang w:bidi="fa-IR"/>
        </w:rPr>
        <w:t xml:space="preserve"> خود که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ناب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</w:t>
      </w:r>
      <w:r w:rsidRPr="00FB233E">
        <w:rPr>
          <w:rtl/>
          <w:lang w:bidi="fa-IR"/>
        </w:rPr>
        <w:t xml:space="preserve"> </w:t>
      </w:r>
      <w:r w:rsidR="00D5785D">
        <w:rPr>
          <w:rFonts w:hint="cs"/>
          <w:rtl/>
          <w:lang w:bidi="fa-IR"/>
        </w:rPr>
        <w:t>بود</w:t>
      </w:r>
      <w:r w:rsidRPr="00FB233E">
        <w:rPr>
          <w:rtl/>
          <w:lang w:bidi="fa-IR"/>
        </w:rPr>
        <w:t>گفتند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tl/>
          <w:lang w:bidi="fa-IR"/>
        </w:rPr>
        <w:t xml:space="preserve"> اثر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سمانها</w:t>
      </w:r>
      <w:r w:rsidRPr="00FB233E">
        <w:rPr>
          <w:rtl/>
          <w:lang w:bidi="fa-IR"/>
        </w:rPr>
        <w:t xml:space="preserve"> و چوب دست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 باق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مانده</w:t>
      </w:r>
      <w:r w:rsidRPr="00FB233E">
        <w:rPr>
          <w:rtl/>
          <w:lang w:bidi="fa-IR"/>
        </w:rPr>
        <w:t xml:space="preserve"> و پس از بلع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</w:t>
      </w:r>
      <w:r w:rsidRPr="00FB233E">
        <w:rPr>
          <w:rtl/>
          <w:lang w:bidi="fa-IR"/>
        </w:rPr>
        <w:t xml:space="preserve"> بصورت اول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خود برگرد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د؟</w:t>
      </w:r>
      <w:r w:rsidRPr="00FB233E">
        <w:rPr>
          <w:rtl/>
          <w:lang w:bidi="fa-IR"/>
        </w:rPr>
        <w:t xml:space="preserve"> جواب دادند: نه ،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سمانها</w:t>
      </w:r>
      <w:r w:rsidRPr="00FB233E">
        <w:rPr>
          <w:rtl/>
          <w:lang w:bidi="fa-IR"/>
        </w:rPr>
        <w:t xml:space="preserve"> و چوبدست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 بکل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نابود شده ، با تعجب گفت :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عمل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سحر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، که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عصا تمام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سمانها</w:t>
      </w:r>
      <w:r w:rsidRPr="00FB233E">
        <w:rPr>
          <w:rtl/>
          <w:lang w:bidi="fa-IR"/>
        </w:rPr>
        <w:t xml:space="preserve"> را ببلعد و از آنها اثر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باق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نماند. خود را برزم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انداخت و به سجده رفت ، بق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سحره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رئ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tl/>
          <w:lang w:bidi="fa-IR"/>
        </w:rPr>
        <w:t xml:space="preserve"> خود در سجده شدند.</w:t>
      </w:r>
    </w:p>
    <w:p w:rsidR="0051275C" w:rsidRDefault="009035B8" w:rsidP="009035B8">
      <w:pPr>
        <w:pStyle w:val="libNormal"/>
        <w:rPr>
          <w:rtl/>
          <w:lang w:bidi="fa-IR"/>
        </w:rPr>
      </w:pPr>
      <w:r w:rsidRPr="009035B8">
        <w:rPr>
          <w:rStyle w:val="libAlaemChar"/>
          <w:rFonts w:hint="cs"/>
          <w:rtl/>
        </w:rPr>
        <w:t>(</w:t>
      </w:r>
      <w:r w:rsidRPr="009035B8">
        <w:rPr>
          <w:rStyle w:val="libAieChar"/>
          <w:rtl/>
        </w:rPr>
        <w:t>قَالُوا آمَنَّا بِرَبِّ الْعَالَمِينَ ﴿</w:t>
      </w:r>
      <w:hyperlink r:id="rId8" w:anchor="7:121" w:history="1">
        <w:r w:rsidRPr="009035B8">
          <w:rPr>
            <w:rStyle w:val="libAieChar"/>
            <w:rtl/>
          </w:rPr>
          <w:t>١٢١</w:t>
        </w:r>
      </w:hyperlink>
      <w:r w:rsidRPr="009035B8">
        <w:rPr>
          <w:rStyle w:val="libAieChar"/>
          <w:rtl/>
        </w:rPr>
        <w:t>﴾ رَبِّ مُوسَىٰ وَهَارُونَ ﴿</w:t>
      </w:r>
      <w:hyperlink r:id="rId9" w:anchor="7:122" w:history="1">
        <w:r w:rsidRPr="009035B8">
          <w:rPr>
            <w:rStyle w:val="libAieChar"/>
            <w:rtl/>
          </w:rPr>
          <w:t>١٢٢</w:t>
        </w:r>
      </w:hyperlink>
      <w:r w:rsidRPr="009035B8">
        <w:rPr>
          <w:rStyle w:val="libAieChar"/>
          <w:rtl/>
        </w:rPr>
        <w:t>﴾ قَالَ فِرْعَوْنُ آمَنتُم بِهِ قَبْلَ أَنْ آذَنَ لَكُمْ</w:t>
      </w:r>
      <w:r w:rsidRPr="009035B8">
        <w:rPr>
          <w:rStyle w:val="libAieChar"/>
          <w:rFonts w:ascii="Times New Roman" w:hAnsi="Times New Roman" w:cs="Times New Roman" w:hint="cs"/>
          <w:rtl/>
        </w:rPr>
        <w:t> ۖ</w:t>
      </w:r>
      <w:r w:rsidRPr="009035B8">
        <w:rPr>
          <w:rStyle w:val="libAieChar"/>
          <w:rtl/>
        </w:rPr>
        <w:t xml:space="preserve"> إِنَّ هَـٰذَا لَمَكْرٌ مَّكَرْتُمُوهُ فِي الْمَدِينَةِ لِتُخْرِجُوا مِنْهَا أَهْلَهَا</w:t>
      </w:r>
      <w:r w:rsidRPr="009035B8">
        <w:rPr>
          <w:rStyle w:val="libAieChar"/>
          <w:rFonts w:ascii="Times New Roman" w:hAnsi="Times New Roman" w:cs="Times New Roman" w:hint="cs"/>
          <w:rtl/>
        </w:rPr>
        <w:t> ۖ</w:t>
      </w:r>
      <w:r w:rsidRPr="009035B8">
        <w:rPr>
          <w:rStyle w:val="libAieChar"/>
          <w:rtl/>
        </w:rPr>
        <w:t xml:space="preserve"> فَسَوْفَ تَعْلَمُونَ ﴿</w:t>
      </w:r>
      <w:hyperlink r:id="rId10" w:anchor="7:123" w:history="1">
        <w:r w:rsidRPr="009035B8">
          <w:rPr>
            <w:rStyle w:val="libAieChar"/>
            <w:rtl/>
          </w:rPr>
          <w:t>١٢٣</w:t>
        </w:r>
      </w:hyperlink>
      <w:r w:rsidRPr="009035B8">
        <w:rPr>
          <w:rStyle w:val="libAieChar"/>
          <w:rtl/>
        </w:rPr>
        <w:t>﴾ لَأُقَطِّعَنَّ أَيْدِيَكُمْ وَأَرْجُلَكُم مِّنْ خِلَافٍ ثُمَّ لَأُصَلِّبَنَّكُمْ أَجْمَعِينَ</w:t>
      </w:r>
      <w:r w:rsidRPr="00FB233E">
        <w:rPr>
          <w:rFonts w:hint="eastAsia"/>
          <w:rtl/>
          <w:lang w:bidi="fa-IR"/>
        </w:rPr>
        <w:t xml:space="preserve"> </w:t>
      </w:r>
      <w:r w:rsidRPr="009035B8">
        <w:rPr>
          <w:rStyle w:val="libAlaemChar"/>
          <w:rFonts w:hint="cs"/>
          <w:rtl/>
        </w:rPr>
        <w:t>)</w:t>
      </w:r>
      <w:r w:rsidR="00FB233E" w:rsidRPr="00FB233E">
        <w:rPr>
          <w:rFonts w:hint="eastAsia"/>
          <w:rtl/>
          <w:lang w:bidi="fa-IR"/>
        </w:rPr>
        <w:t>در</w:t>
      </w:r>
      <w:r w:rsidR="00FB233E" w:rsidRPr="00FB233E">
        <w:rPr>
          <w:rtl/>
          <w:lang w:bidi="fa-IR"/>
        </w:rPr>
        <w:t xml:space="preserve"> حال سجده گفتند ا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Fonts w:hint="eastAsia"/>
          <w:rtl/>
          <w:lang w:bidi="fa-IR"/>
        </w:rPr>
        <w:t>مان</w:t>
      </w:r>
      <w:r w:rsidR="00FB233E" w:rsidRPr="00FB233E">
        <w:rPr>
          <w:rtl/>
          <w:lang w:bidi="fa-IR"/>
        </w:rPr>
        <w:t xml:space="preserve"> آورد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Fonts w:hint="eastAsia"/>
          <w:rtl/>
          <w:lang w:bidi="fa-IR"/>
        </w:rPr>
        <w:t>م</w:t>
      </w:r>
      <w:r w:rsidR="00FB233E" w:rsidRPr="00FB233E">
        <w:rPr>
          <w:rtl/>
          <w:lang w:bidi="fa-IR"/>
        </w:rPr>
        <w:t xml:space="preserve"> به پروردگار جهان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Fonts w:hint="eastAsia"/>
          <w:rtl/>
          <w:lang w:bidi="fa-IR"/>
        </w:rPr>
        <w:t>ان</w:t>
      </w:r>
      <w:r w:rsidR="00FB233E" w:rsidRPr="00FB233E">
        <w:rPr>
          <w:rtl/>
          <w:lang w:bidi="fa-IR"/>
        </w:rPr>
        <w:t xml:space="preserve"> همان خدا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tl/>
          <w:lang w:bidi="fa-IR"/>
        </w:rPr>
        <w:t xml:space="preserve"> موس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tl/>
          <w:lang w:bidi="fa-IR"/>
        </w:rPr>
        <w:t xml:space="preserve"> و هارون . فرعون ناراحت شد. گفت قبل از ا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Fonts w:hint="eastAsia"/>
          <w:rtl/>
          <w:lang w:bidi="fa-IR"/>
        </w:rPr>
        <w:t>نکه</w:t>
      </w:r>
      <w:r w:rsidR="00FB233E" w:rsidRPr="00FB233E">
        <w:rPr>
          <w:rtl/>
          <w:lang w:bidi="fa-IR"/>
        </w:rPr>
        <w:t xml:space="preserve"> من اجازه دهم ا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Fonts w:hint="eastAsia"/>
          <w:rtl/>
          <w:lang w:bidi="fa-IR"/>
        </w:rPr>
        <w:t>مان</w:t>
      </w:r>
      <w:r w:rsidR="00FB233E" w:rsidRPr="00FB233E">
        <w:rPr>
          <w:rtl/>
          <w:lang w:bidi="fa-IR"/>
        </w:rPr>
        <w:t xml:space="preserve"> آورد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Fonts w:hint="eastAsia"/>
          <w:rtl/>
          <w:lang w:bidi="fa-IR"/>
        </w:rPr>
        <w:t>د؟</w:t>
      </w:r>
      <w:r w:rsidR="00FB233E" w:rsidRPr="00FB233E">
        <w:rPr>
          <w:rtl/>
          <w:lang w:bidi="fa-IR"/>
        </w:rPr>
        <w:t xml:space="preserve"> موس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tl/>
          <w:lang w:bidi="fa-IR"/>
        </w:rPr>
        <w:t xml:space="preserve"> رئ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Fonts w:hint="eastAsia"/>
          <w:rtl/>
          <w:lang w:bidi="fa-IR"/>
        </w:rPr>
        <w:t>س</w:t>
      </w:r>
      <w:r w:rsidR="00FB233E" w:rsidRPr="00FB233E">
        <w:rPr>
          <w:rtl/>
          <w:lang w:bidi="fa-IR"/>
        </w:rPr>
        <w:t xml:space="preserve"> شما بود که سحر را از او آموخته بود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Fonts w:hint="eastAsia"/>
          <w:rtl/>
          <w:lang w:bidi="fa-IR"/>
        </w:rPr>
        <w:t>د</w:t>
      </w:r>
      <w:r w:rsidR="00FB233E" w:rsidRPr="00FB233E">
        <w:rPr>
          <w:rtl/>
          <w:lang w:bidi="fa-IR"/>
        </w:rPr>
        <w:t xml:space="preserve"> دستها و پاها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tl/>
          <w:lang w:bidi="fa-IR"/>
        </w:rPr>
        <w:t xml:space="preserve"> شما را چپ و راست جدا خواهم کرد و بر شاخه ها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tl/>
          <w:lang w:bidi="fa-IR"/>
        </w:rPr>
        <w:t xml:space="preserve"> خرما شما را م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Fonts w:hint="eastAsia"/>
          <w:rtl/>
          <w:lang w:bidi="fa-IR"/>
        </w:rPr>
        <w:t>آو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Fonts w:hint="eastAsia"/>
          <w:rtl/>
          <w:lang w:bidi="fa-IR"/>
        </w:rPr>
        <w:t>زم</w:t>
      </w:r>
      <w:r w:rsidR="00FB233E" w:rsidRPr="00FB233E">
        <w:rPr>
          <w:rtl/>
          <w:lang w:bidi="fa-IR"/>
        </w:rPr>
        <w:t xml:space="preserve"> . ا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Fonts w:hint="eastAsia"/>
          <w:rtl/>
          <w:lang w:bidi="fa-IR"/>
        </w:rPr>
        <w:t>ن</w:t>
      </w:r>
      <w:r w:rsidR="00FB233E" w:rsidRPr="00FB233E">
        <w:rPr>
          <w:rtl/>
          <w:lang w:bidi="fa-IR"/>
        </w:rPr>
        <w:t xml:space="preserve"> عمل را انجام داد آنها را با دست و پا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tl/>
          <w:lang w:bidi="fa-IR"/>
        </w:rPr>
        <w:t xml:space="preserve"> بر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Fonts w:hint="eastAsia"/>
          <w:rtl/>
          <w:lang w:bidi="fa-IR"/>
        </w:rPr>
        <w:t>ده</w:t>
      </w:r>
      <w:r w:rsidR="00FB233E" w:rsidRPr="00FB233E">
        <w:rPr>
          <w:rtl/>
          <w:lang w:bidi="fa-IR"/>
        </w:rPr>
        <w:t xml:space="preserve"> بدار آو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Fonts w:hint="eastAsia"/>
          <w:rtl/>
          <w:lang w:bidi="fa-IR"/>
        </w:rPr>
        <w:t>خت</w:t>
      </w:r>
      <w:r w:rsidR="00FB233E" w:rsidRPr="00FB233E">
        <w:rPr>
          <w:rtl/>
          <w:lang w:bidi="fa-IR"/>
        </w:rPr>
        <w:t xml:space="preserve"> . در آن حال م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tl/>
          <w:lang w:bidi="fa-IR"/>
        </w:rPr>
        <w:t xml:space="preserve"> گفتند </w:t>
      </w:r>
      <w:r w:rsidR="00FB233E" w:rsidRPr="009035B8">
        <w:rPr>
          <w:rStyle w:val="libAlaemChar"/>
          <w:rtl/>
        </w:rPr>
        <w:t>(</w:t>
      </w:r>
      <w:r w:rsidRPr="009035B8">
        <w:rPr>
          <w:rStyle w:val="libAieChar"/>
          <w:rtl/>
        </w:rPr>
        <w:t>رَبَّنَا أَفْرِغْ عَلَيْنَا صَبْرًا وَتَوَفَّنَا مُسْلِمِينَ</w:t>
      </w:r>
      <w:r w:rsidR="00FB233E" w:rsidRPr="009035B8">
        <w:rPr>
          <w:rStyle w:val="libAlaemChar"/>
          <w:rtl/>
        </w:rPr>
        <w:t>)</w:t>
      </w:r>
      <w:r w:rsidR="00FB233E" w:rsidRPr="00FB233E">
        <w:rPr>
          <w:rtl/>
          <w:lang w:bidi="fa-IR"/>
        </w:rPr>
        <w:t xml:space="preserve"> پروردگار ما را شک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Fonts w:hint="eastAsia"/>
          <w:rtl/>
          <w:lang w:bidi="fa-IR"/>
        </w:rPr>
        <w:t>بائ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tl/>
          <w:lang w:bidi="fa-IR"/>
        </w:rPr>
        <w:t xml:space="preserve"> ده و مسلمان بم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Fonts w:hint="eastAsia"/>
          <w:rtl/>
          <w:lang w:bidi="fa-IR"/>
        </w:rPr>
        <w:t>ران</w:t>
      </w:r>
      <w:r w:rsidR="00FB233E" w:rsidRPr="00FB233E">
        <w:rPr>
          <w:rtl/>
          <w:lang w:bidi="fa-IR"/>
        </w:rPr>
        <w:t xml:space="preserve"> ! هم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Fonts w:hint="eastAsia"/>
          <w:rtl/>
          <w:lang w:bidi="fa-IR"/>
        </w:rPr>
        <w:t>ن</w:t>
      </w:r>
      <w:r w:rsidR="00FB233E" w:rsidRPr="00FB233E">
        <w:rPr>
          <w:rtl/>
          <w:lang w:bidi="fa-IR"/>
        </w:rPr>
        <w:t xml:space="preserve"> ساحران صبحگاه همه کافر بودند که در مقابل پ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Fonts w:hint="eastAsia"/>
          <w:rtl/>
          <w:lang w:bidi="fa-IR"/>
        </w:rPr>
        <w:t>غمبر</w:t>
      </w:r>
      <w:r w:rsidR="00FB233E" w:rsidRPr="00FB233E">
        <w:rPr>
          <w:rtl/>
          <w:lang w:bidi="fa-IR"/>
        </w:rPr>
        <w:t xml:space="preserve"> مانند موس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="00FB233E" w:rsidRPr="00FB233E">
        <w:rPr>
          <w:rtl/>
          <w:lang w:bidi="fa-IR"/>
        </w:rPr>
        <w:t>قد برافر</w:t>
      </w:r>
      <w:r w:rsidR="00FB233E" w:rsidRPr="00FB233E">
        <w:rPr>
          <w:rFonts w:hint="eastAsia"/>
          <w:rtl/>
          <w:lang w:bidi="fa-IR"/>
        </w:rPr>
        <w:t>اشته</w:t>
      </w:r>
      <w:r w:rsidR="00FB233E" w:rsidRPr="00FB233E">
        <w:rPr>
          <w:rtl/>
          <w:lang w:bidi="fa-IR"/>
        </w:rPr>
        <w:t xml:space="preserve"> خ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Fonts w:hint="eastAsia"/>
          <w:rtl/>
          <w:lang w:bidi="fa-IR"/>
        </w:rPr>
        <w:t>ال</w:t>
      </w:r>
      <w:r w:rsidR="00FB233E" w:rsidRPr="00FB233E">
        <w:rPr>
          <w:rtl/>
          <w:lang w:bidi="fa-IR"/>
        </w:rPr>
        <w:t xml:space="preserve"> داشتند بر او غلبه نما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Fonts w:hint="eastAsia"/>
          <w:rtl/>
          <w:lang w:bidi="fa-IR"/>
        </w:rPr>
        <w:t>ند</w:t>
      </w:r>
      <w:r w:rsidR="00FB233E" w:rsidRPr="00FB233E">
        <w:rPr>
          <w:rtl/>
          <w:lang w:bidi="fa-IR"/>
        </w:rPr>
        <w:t xml:space="preserve"> ا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Fonts w:hint="eastAsia"/>
          <w:rtl/>
          <w:lang w:bidi="fa-IR"/>
        </w:rPr>
        <w:t>نک</w:t>
      </w:r>
      <w:r w:rsidR="00FB233E" w:rsidRPr="00FB233E">
        <w:rPr>
          <w:rtl/>
          <w:lang w:bidi="fa-IR"/>
        </w:rPr>
        <w:t xml:space="preserve"> که شامگاه است شه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Fonts w:hint="eastAsia"/>
          <w:rtl/>
          <w:lang w:bidi="fa-IR"/>
        </w:rPr>
        <w:t>د</w:t>
      </w:r>
      <w:r w:rsidR="00FB233E" w:rsidRPr="00FB233E">
        <w:rPr>
          <w:rtl/>
          <w:lang w:bidi="fa-IR"/>
        </w:rPr>
        <w:t xml:space="preserve"> راه اعتقاد و د</w:t>
      </w:r>
      <w:r w:rsidR="00FB233E" w:rsidRPr="00FB233E">
        <w:rPr>
          <w:rFonts w:hint="cs"/>
          <w:rtl/>
          <w:lang w:bidi="fa-IR"/>
        </w:rPr>
        <w:t>ی</w:t>
      </w:r>
      <w:r w:rsidR="00FB233E" w:rsidRPr="00FB233E">
        <w:rPr>
          <w:rFonts w:hint="eastAsia"/>
          <w:rtl/>
          <w:lang w:bidi="fa-IR"/>
        </w:rPr>
        <w:t>ن</w:t>
      </w:r>
      <w:r w:rsidR="00FB233E" w:rsidRPr="00FB233E">
        <w:rPr>
          <w:rtl/>
          <w:lang w:bidi="fa-IR"/>
        </w:rPr>
        <w:t xml:space="preserve"> شدند.</w:t>
      </w:r>
    </w:p>
    <w:p w:rsidR="00FB233E" w:rsidRPr="00FB233E" w:rsidRDefault="00FB233E" w:rsidP="0051275C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lastRenderedPageBreak/>
        <w:t>حزق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مومن آل فرعون ، قبلا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آورده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خود را مخف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داشت</w:t>
      </w:r>
      <w:r w:rsidRPr="00FB233E">
        <w:rPr>
          <w:rtl/>
          <w:lang w:bidi="fa-IR"/>
        </w:rPr>
        <w:t xml:space="preserve"> .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او همان نجار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بود که صندوق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حضرت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ساخت تا مادرش او را در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رود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اندازد</w:t>
      </w:r>
      <w:r w:rsidRPr="00FB233E">
        <w:rPr>
          <w:rtl/>
          <w:lang w:bidi="fa-IR"/>
        </w:rPr>
        <w:t>.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هنگام که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بر سحره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روز</w:t>
      </w:r>
      <w:r w:rsidRPr="00FB233E">
        <w:rPr>
          <w:rtl/>
          <w:lang w:bidi="fa-IR"/>
        </w:rPr>
        <w:t xml:space="preserve"> شد تحت تاث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احساسات قرار گرفت ،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خود را آشکار نمود، چون فرعون درصدد برآمد که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را بکشد حزق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نتوانست خوددار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گفت </w:t>
      </w:r>
      <w:r w:rsidRPr="0051275C">
        <w:rPr>
          <w:rStyle w:val="libAlaemChar"/>
          <w:rtl/>
        </w:rPr>
        <w:t>(</w:t>
      </w:r>
      <w:r w:rsidR="0051275C" w:rsidRPr="0051275C">
        <w:rPr>
          <w:rStyle w:val="libAieChar"/>
          <w:rtl/>
        </w:rPr>
        <w:t>أَتَقْتُلُونَ رَجُلًا أَن يَقُولَ رَبِّيَ اللَّـهُ وَقَدْ جَاءَكُم بِالْبَيِّنَاتِ مِن رَّبِّكُمْ</w:t>
      </w:r>
      <w:r w:rsidR="0051275C">
        <w:rPr>
          <w:rStyle w:val="sign"/>
          <w:rFonts w:cs="Times New Roman" w:hint="cs"/>
          <w:sz w:val="22"/>
          <w:szCs w:val="22"/>
          <w:rtl/>
        </w:rPr>
        <w:t> ۖ</w:t>
      </w:r>
      <w:r w:rsidRPr="0051275C">
        <w:rPr>
          <w:rStyle w:val="libAlaemChar"/>
          <w:rtl/>
        </w:rPr>
        <w:t>)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خواهد</w:t>
      </w:r>
      <w:r w:rsidRPr="00FB233E">
        <w:rPr>
          <w:rtl/>
          <w:lang w:bidi="fa-IR"/>
        </w:rPr>
        <w:t xml:space="preserve">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بکشد که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پروردگار من خداست و از طرف او دلائل واضح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آورده است ؟</w:t>
      </w:r>
      <w:r w:rsidRPr="00FB233E">
        <w:rPr>
          <w:rFonts w:hint="eastAsia"/>
          <w:rtl/>
          <w:lang w:bidi="fa-IR"/>
        </w:rPr>
        <w:t>حزق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بجزم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کشته شد و با سحره بدار آو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خته</w:t>
      </w:r>
      <w:r w:rsidRPr="00FB233E">
        <w:rPr>
          <w:rtl/>
          <w:lang w:bidi="fa-IR"/>
        </w:rPr>
        <w:t xml:space="preserve">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زن او که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خود را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وسته</w:t>
      </w:r>
      <w:r w:rsidR="0051275C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مخف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نمود</w:t>
      </w:r>
      <w:r w:rsidRPr="00FB233E">
        <w:rPr>
          <w:rtl/>
          <w:lang w:bidi="fa-IR"/>
        </w:rPr>
        <w:t xml:space="preserve"> آرا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شگر</w:t>
      </w:r>
      <w:r w:rsidRPr="00FB233E">
        <w:rPr>
          <w:rtl/>
          <w:lang w:bidi="fa-IR"/>
        </w:rPr>
        <w:t xml:space="preserve"> دختر فرعون بود.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آن حال که دختر فرعون را آرا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و 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سوانش</w:t>
      </w:r>
      <w:r w:rsidRPr="00FB233E">
        <w:rPr>
          <w:rtl/>
          <w:lang w:bidi="fa-IR"/>
        </w:rPr>
        <w:t xml:space="preserve"> را شانه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شانه از دستش بر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افتاد. گفت بسم الله دختر فرعون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منظورت پدر من است ؟</w:t>
      </w:r>
      <w:r w:rsidR="0051275C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جواب</w:t>
      </w:r>
      <w:r w:rsidR="0051275C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داد</w:t>
      </w:r>
      <w:r w:rsidRPr="00FB233E">
        <w:rPr>
          <w:rtl/>
          <w:lang w:bidi="fa-IR"/>
        </w:rPr>
        <w:t xml:space="preserve"> نه منظورم پروردگارم بود که پروردگار تو و پدرت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باشد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را دختر فرعون به پدر خود خبر داد. فرعون او و بچه ها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را حاضر نمود،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پروردگار تو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؟ جواب</w:t>
      </w:r>
      <w:r w:rsidR="0051275C">
        <w:rPr>
          <w:rFonts w:hint="cs"/>
          <w:rtl/>
          <w:lang w:bidi="fa-IR"/>
        </w:rPr>
        <w:t xml:space="preserve"> </w:t>
      </w:r>
      <w:r w:rsidRPr="00FB233E">
        <w:rPr>
          <w:rtl/>
          <w:lang w:bidi="fa-IR"/>
        </w:rPr>
        <w:t>داد خدا پروردگار من است . دستور داد تنور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از مس ساخته شده بود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افروزند</w:t>
      </w:r>
      <w:r w:rsidRPr="00FB233E">
        <w:rPr>
          <w:rtl/>
          <w:lang w:bidi="fa-IR"/>
        </w:rPr>
        <w:t xml:space="preserve"> تا او و بچه ه</w:t>
      </w: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را در آتش اندازد. زن حزق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گفت : من خداست و از طرف او دلائل واضح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شما آورده است ؟ حزق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بجرم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کشته شد و با سحره بدار آو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خته</w:t>
      </w:r>
      <w:r w:rsidRPr="00FB233E">
        <w:rPr>
          <w:rtl/>
          <w:lang w:bidi="fa-IR"/>
        </w:rPr>
        <w:t xml:space="preserve">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زن او که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خود را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وسته</w:t>
      </w:r>
      <w:r w:rsidRPr="00FB233E">
        <w:rPr>
          <w:rtl/>
          <w:lang w:bidi="fa-IR"/>
        </w:rPr>
        <w:t xml:space="preserve"> مخف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نمود</w:t>
      </w:r>
      <w:r w:rsidRPr="00FB233E">
        <w:rPr>
          <w:rtl/>
          <w:lang w:bidi="fa-IR"/>
        </w:rPr>
        <w:t xml:space="preserve"> آ</w:t>
      </w:r>
      <w:r w:rsidR="0051275C">
        <w:rPr>
          <w:rFonts w:hint="cs"/>
          <w:rtl/>
          <w:lang w:bidi="fa-IR"/>
        </w:rPr>
        <w:t>ر</w:t>
      </w:r>
      <w:r w:rsidRPr="00FB233E">
        <w:rPr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شگر</w:t>
      </w:r>
      <w:r w:rsidRPr="00FB233E">
        <w:rPr>
          <w:rtl/>
          <w:lang w:bidi="fa-IR"/>
        </w:rPr>
        <w:t xml:space="preserve"> دختر فرعون بود.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آن حال که دختر فرعون را آرا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کرد</w:t>
      </w:r>
      <w:r w:rsidRPr="00FB233E">
        <w:rPr>
          <w:rtl/>
          <w:lang w:bidi="fa-IR"/>
        </w:rPr>
        <w:t xml:space="preserve"> و 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سوانش</w:t>
      </w:r>
      <w:r w:rsidRPr="00FB233E">
        <w:rPr>
          <w:rtl/>
          <w:lang w:bidi="fa-IR"/>
        </w:rPr>
        <w:t xml:space="preserve"> را شانه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زد</w:t>
      </w:r>
      <w:r w:rsidRPr="00FB233E">
        <w:rPr>
          <w:rtl/>
          <w:lang w:bidi="fa-IR"/>
        </w:rPr>
        <w:t xml:space="preserve"> شانه از دستش بر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افتاد. گفت بسم الله دختر فرعون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منظورت</w:t>
      </w:r>
      <w:r w:rsidRPr="00FB233E">
        <w:rPr>
          <w:rtl/>
          <w:lang w:bidi="fa-IR"/>
        </w:rPr>
        <w:t xml:space="preserve"> پدر من است ؟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lastRenderedPageBreak/>
        <w:t>جواب</w:t>
      </w:r>
      <w:r w:rsidR="003D6737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داد</w:t>
      </w:r>
      <w:r w:rsidRPr="00FB233E">
        <w:rPr>
          <w:rtl/>
          <w:lang w:bidi="fa-IR"/>
        </w:rPr>
        <w:t xml:space="preserve"> به منظورم پروردگار بود که پروردگار تو و پدرت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باشد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را دختر به پدر خود خبر داد. فرعون او و بچه ها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را حاضر نمود،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پروردگار تو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؟ جواب</w:t>
      </w:r>
      <w:r w:rsidR="003D6737">
        <w:rPr>
          <w:rFonts w:hint="cs"/>
          <w:rtl/>
          <w:lang w:bidi="fa-IR"/>
        </w:rPr>
        <w:t xml:space="preserve"> </w:t>
      </w:r>
      <w:r w:rsidRPr="00FB233E">
        <w:rPr>
          <w:rtl/>
          <w:lang w:bidi="fa-IR"/>
        </w:rPr>
        <w:t>داد خدا پروردگار من است . دستور داد تنور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از مس ساخته شده بود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افروزند</w:t>
      </w:r>
      <w:r w:rsidRPr="00FB233E">
        <w:rPr>
          <w:rtl/>
          <w:lang w:bidi="fa-IR"/>
        </w:rPr>
        <w:t xml:space="preserve"> تا او و بچه ها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را </w:t>
      </w:r>
      <w:r w:rsidRPr="00FB233E">
        <w:rPr>
          <w:rFonts w:hint="eastAsia"/>
          <w:rtl/>
          <w:lang w:bidi="fa-IR"/>
        </w:rPr>
        <w:t>در</w:t>
      </w:r>
      <w:r w:rsidRPr="00FB233E">
        <w:rPr>
          <w:rtl/>
          <w:lang w:bidi="fa-IR"/>
        </w:rPr>
        <w:t xml:space="preserve"> آتش اندازد. زن حزق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گفت : من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تقاضا دارم .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؟ گفت استخوان من و بچه ها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را جمع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دفن نمائ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فرعون قبول نمود.</w:t>
      </w:r>
    </w:p>
    <w:p w:rsidR="00FB233E" w:rsidRPr="00FB233E" w:rsidRDefault="00FB233E" w:rsidP="003D6737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فرمان</w:t>
      </w:r>
      <w:r w:rsidR="003D6737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داد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بچه ها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او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تنور انداختند. آخر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فرزندش نوباوه کوچک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بود. پسرک در آن حال که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خواستند</w:t>
      </w:r>
      <w:r w:rsidRPr="00FB233E">
        <w:rPr>
          <w:rtl/>
          <w:lang w:bidi="fa-IR"/>
        </w:rPr>
        <w:t xml:space="preserve"> درتنورش افکنند گفت : اصبر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اماه فانک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الحق ، مادر جان شک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با</w:t>
      </w:r>
      <w:r w:rsidRPr="00FB233E">
        <w:rPr>
          <w:rtl/>
          <w:lang w:bidi="fa-IR"/>
        </w:rPr>
        <w:t xml:space="preserve"> باش مبادا از عق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خود برگرد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اعتقاد تو بر حق است . آن زن را با نوباوه اش در آتش ان</w:t>
      </w:r>
      <w:r w:rsidRPr="00FB233E">
        <w:rPr>
          <w:rFonts w:hint="eastAsia"/>
          <w:rtl/>
          <w:lang w:bidi="fa-IR"/>
        </w:rPr>
        <w:t>داحتند</w:t>
      </w:r>
      <w:r w:rsidRPr="00FB233E">
        <w:rPr>
          <w:rtl/>
          <w:lang w:bidi="fa-IR"/>
        </w:rPr>
        <w:t>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آس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زن فرعون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خود را پنهان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کرد</w:t>
      </w:r>
      <w:r w:rsidRPr="00FB233E">
        <w:rPr>
          <w:rtl/>
          <w:lang w:bidi="fa-IR"/>
        </w:rPr>
        <w:t>. آنگاه که زن حزق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را فرعون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آزرد</w:t>
      </w:r>
      <w:r w:rsidRPr="00FB233E">
        <w:rPr>
          <w:rtl/>
          <w:lang w:bidi="fa-IR"/>
        </w:rPr>
        <w:t xml:space="preserve"> او مشاهده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نمود، خداوندد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او را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</w:t>
      </w:r>
      <w:r w:rsidRPr="00FB233E">
        <w:rPr>
          <w:rtl/>
          <w:lang w:bidi="fa-IR"/>
        </w:rPr>
        <w:t xml:space="preserve"> نمود در حال شهادت زن حزق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ملائکه روح آن زن آرا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شگر</w:t>
      </w:r>
      <w:r w:rsidRPr="00FB233E">
        <w:rPr>
          <w:rtl/>
          <w:lang w:bidi="fa-IR"/>
        </w:rPr>
        <w:t xml:space="preserve"> را به آسمانها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برند. از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</w:t>
      </w:r>
      <w:r w:rsidRPr="00FB233E">
        <w:rPr>
          <w:rtl/>
          <w:lang w:bidi="fa-IR"/>
        </w:rPr>
        <w:t xml:space="preserve"> ملائکه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مانش</w:t>
      </w:r>
      <w:r w:rsidRPr="00FB233E">
        <w:rPr>
          <w:rtl/>
          <w:lang w:bidi="fa-IR"/>
        </w:rPr>
        <w:t xml:space="preserve"> قو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تر شد.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آس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در عالم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و راز و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از</w:t>
      </w:r>
      <w:r w:rsidRPr="00FB233E">
        <w:rPr>
          <w:rtl/>
          <w:lang w:bidi="fa-IR"/>
        </w:rPr>
        <w:t xml:space="preserve"> با خدا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بود که ناگاه فرعون وارد شد. جر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زن آرا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شگر</w:t>
      </w:r>
      <w:r w:rsidRPr="00FB233E">
        <w:rPr>
          <w:rtl/>
          <w:lang w:bidi="fa-IR"/>
        </w:rPr>
        <w:t xml:space="preserve"> را بعنوان افتخار نقل کرد. آس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بدون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tl/>
          <w:lang w:bidi="fa-IR"/>
        </w:rPr>
        <w:t xml:space="preserve"> اند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شه</w:t>
      </w:r>
      <w:r w:rsidRPr="00FB233E">
        <w:rPr>
          <w:rtl/>
          <w:lang w:bidi="fa-IR"/>
        </w:rPr>
        <w:t xml:space="preserve"> و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گفت وا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تو چقدر بر خداوند جر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 فرعون گفت شا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تو هم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وانه</w:t>
      </w:r>
      <w:r w:rsidRPr="00FB233E">
        <w:rPr>
          <w:rtl/>
          <w:lang w:bidi="fa-IR"/>
        </w:rPr>
        <w:t xml:space="preserve"> شده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جواب</w:t>
      </w:r>
      <w:r w:rsidRPr="00FB233E">
        <w:rPr>
          <w:rtl/>
          <w:lang w:bidi="fa-IR"/>
        </w:rPr>
        <w:t xml:space="preserve"> داد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وانه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ستم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بخدا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جهان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آورده ام . گفت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به پروردگار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کافر شو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، مادرش را خواست و به او گوشتزد کرد که دخترت مانند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کافر شود وگرنه کشته خواهد شد.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lastRenderedPageBreak/>
        <w:t>مادر</w:t>
      </w:r>
      <w:r w:rsidRPr="00FB233E">
        <w:rPr>
          <w:rtl/>
          <w:lang w:bidi="fa-IR"/>
        </w:rPr>
        <w:t xml:space="preserve"> آس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دختر را بگوشه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برد و بموافقت فرعون ترغ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</w:t>
      </w:r>
      <w:r w:rsidRPr="00FB233E">
        <w:rPr>
          <w:rtl/>
          <w:lang w:bidi="fa-IR"/>
        </w:rPr>
        <w:t xml:space="preserve"> نمود آس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گفت هرگز بخدا کافر نخواهم شد، فرعون دستور داد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کر</w:t>
      </w:r>
      <w:r w:rsidRPr="00FB233E">
        <w:rPr>
          <w:rtl/>
          <w:lang w:bidi="fa-IR"/>
        </w:rPr>
        <w:t xml:space="preserve"> آن زن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را بچهار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</w:t>
      </w:r>
      <w:r w:rsidRPr="00FB233E">
        <w:rPr>
          <w:rtl/>
          <w:lang w:bidi="fa-IR"/>
        </w:rPr>
        <w:t xml:space="preserve">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>. چهار طرف بدنش را بزم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خکوب</w:t>
      </w:r>
      <w:r w:rsidRPr="00FB233E">
        <w:rPr>
          <w:rtl/>
          <w:lang w:bidi="fa-IR"/>
        </w:rPr>
        <w:t xml:space="preserve"> کردند آنقدر او را شکنجه نمودند تا جان داد.</w:t>
      </w:r>
    </w:p>
    <w:p w:rsidR="00FB233E" w:rsidRPr="00FB233E" w:rsidRDefault="00FB233E" w:rsidP="003D6737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آس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آن هنگام که با مرگ روبرو شد گفت : </w:t>
      </w:r>
      <w:r w:rsidRPr="003D6737">
        <w:rPr>
          <w:rStyle w:val="libAlaemChar"/>
          <w:rtl/>
        </w:rPr>
        <w:t>(</w:t>
      </w:r>
      <w:r w:rsidR="003D6737" w:rsidRPr="003D6737">
        <w:rPr>
          <w:rStyle w:val="libAieChar"/>
          <w:rtl/>
        </w:rPr>
        <w:t>رَبِّ ابْنِ لِي عِندَكَ بَيْتًا فِي الْجَنَّةِ وَنَجِّنِي مِن فِرْعَوْنَ وَعَمَلِهِ وَنَجِّنِي مِنَ الْقَوْمِ الظَّالِمِينَ</w:t>
      </w:r>
      <w:r w:rsidRPr="00FB233E">
        <w:rPr>
          <w:rtl/>
          <w:lang w:bidi="fa-IR"/>
        </w:rPr>
        <w:t xml:space="preserve"> </w:t>
      </w:r>
      <w:r w:rsidRPr="003D6737">
        <w:rPr>
          <w:rStyle w:val="libAlaemChar"/>
          <w:rtl/>
        </w:rPr>
        <w:t>)</w:t>
      </w:r>
      <w:r w:rsidRPr="00FB233E">
        <w:rPr>
          <w:rtl/>
          <w:lang w:bidi="fa-IR"/>
        </w:rPr>
        <w:t>.</w:t>
      </w:r>
      <w:r w:rsidRPr="003D6737">
        <w:rPr>
          <w:rStyle w:val="libFootnotenumChar"/>
          <w:rtl/>
        </w:rPr>
        <w:t>(3)</w:t>
      </w:r>
    </w:p>
    <w:p w:rsidR="00FB233E" w:rsidRPr="00FB233E" w:rsidRDefault="00FB233E" w:rsidP="003D6737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خداوند</w:t>
      </w:r>
      <w:r w:rsidRPr="00FB233E">
        <w:rPr>
          <w:rtl/>
          <w:lang w:bidi="fa-IR"/>
        </w:rPr>
        <w:t xml:space="preserve"> پرده از چشم او برداشت ملائکه را مشاهده نمود و مقام خود را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خندان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فرعون گفت مشاهده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جنون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زن را که در 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حال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خندد</w:t>
      </w:r>
      <w:r w:rsidRPr="00FB233E">
        <w:rPr>
          <w:rtl/>
          <w:lang w:bidi="fa-IR"/>
        </w:rPr>
        <w:t xml:space="preserve">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نگذشت که آس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از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رفت .</w:t>
      </w:r>
      <w:r w:rsidRPr="003D6737">
        <w:rPr>
          <w:rStyle w:val="libFootnotenumChar"/>
          <w:rtl/>
        </w:rPr>
        <w:t>(4)</w:t>
      </w:r>
      <w:r w:rsidRPr="00FB233E">
        <w:rPr>
          <w:rtl/>
          <w:lang w:bidi="fa-IR"/>
        </w:rPr>
        <w:t xml:space="preserve"> در تفس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مجمع جلد دهم ص 319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سد</w:t>
      </w:r>
      <w:r w:rsidRPr="00FB233E">
        <w:rPr>
          <w:rtl/>
          <w:lang w:bidi="fa-IR"/>
        </w:rPr>
        <w:t xml:space="preserve"> فرعون او را در آفتاب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سوزان قرار داد و چه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</w:t>
      </w:r>
      <w:r w:rsidRPr="00FB233E">
        <w:rPr>
          <w:rtl/>
          <w:lang w:bidi="fa-IR"/>
        </w:rPr>
        <w:t xml:space="preserve"> بدو دست و پا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بزم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کوب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آنگاه دستور داد سنگ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گران بر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اش قرار دادند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موقع گفت : </w:t>
      </w:r>
      <w:r w:rsidRPr="003D6737">
        <w:rPr>
          <w:rStyle w:val="libAlaemChar"/>
          <w:rtl/>
        </w:rPr>
        <w:t>(</w:t>
      </w:r>
      <w:r w:rsidR="003D6737" w:rsidRPr="003D6737">
        <w:rPr>
          <w:rStyle w:val="libAieChar"/>
          <w:rtl/>
        </w:rPr>
        <w:t>رَبِّ ابْنِ لِي عِندَكَ بَيْتًا فِي الْجَنَّةِ</w:t>
      </w:r>
      <w:r w:rsidRPr="003D6737">
        <w:rPr>
          <w:rStyle w:val="libAlaemChar"/>
          <w:rtl/>
        </w:rPr>
        <w:t>)</w:t>
      </w:r>
      <w:r w:rsidRPr="00FB233E">
        <w:rPr>
          <w:rtl/>
          <w:lang w:bidi="fa-IR"/>
        </w:rPr>
        <w:t xml:space="preserve"> الخ .</w:t>
      </w:r>
    </w:p>
    <w:p w:rsidR="00FB233E" w:rsidRPr="00FB233E" w:rsidRDefault="003D6737" w:rsidP="003D6737">
      <w:pPr>
        <w:pStyle w:val="Heading1"/>
        <w:rPr>
          <w:rtl/>
        </w:rPr>
      </w:pPr>
      <w:r>
        <w:rPr>
          <w:rtl/>
        </w:rPr>
        <w:br w:type="page"/>
      </w:r>
      <w:bookmarkStart w:id="8" w:name="_Toc496184276"/>
      <w:r w:rsidR="00FB233E" w:rsidRPr="00FB233E">
        <w:rPr>
          <w:rFonts w:hint="eastAsia"/>
          <w:rtl/>
        </w:rPr>
        <w:lastRenderedPageBreak/>
        <w:t>پ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امبر</w:t>
      </w:r>
      <w:r w:rsidR="00FB233E" w:rsidRPr="00FB233E">
        <w:rPr>
          <w:rtl/>
        </w:rPr>
        <w:t xml:space="preserve"> بسلامت باشد</w:t>
      </w:r>
      <w:bookmarkEnd w:id="8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پس</w:t>
      </w:r>
      <w:r w:rsidRPr="00FB233E">
        <w:rPr>
          <w:rtl/>
          <w:lang w:bidi="fa-IR"/>
        </w:rPr>
        <w:t xml:space="preserve"> از پا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جنگ احد و بازگشت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بطرف 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، مرد و زن از هر قب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بر سر راه آمده بودند و بر سلامت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خدا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سپاسگزار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کردند</w:t>
      </w:r>
      <w:r w:rsidRPr="00FB233E">
        <w:rPr>
          <w:rtl/>
          <w:lang w:bidi="fa-IR"/>
        </w:rPr>
        <w:t>. از قب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بن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عبدالاشهل مادر سعد بن معاذ جلوتر از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گران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آمد</w:t>
      </w:r>
      <w:r w:rsidRPr="00FB233E">
        <w:rPr>
          <w:rtl/>
          <w:lang w:bidi="fa-IR"/>
        </w:rPr>
        <w:t>.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هنگام عنان اسب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 xml:space="preserve">در دست سعد بود. عرض کرد: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رسول الله مادر من است که خدمت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رسد</w:t>
      </w:r>
      <w:r w:rsidRPr="00FB233E">
        <w:rPr>
          <w:rtl/>
          <w:lang w:bidi="fa-IR"/>
        </w:rPr>
        <w:t xml:space="preserve"> حضرت رسول 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فرمود: (مرحبابها) آفر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بر او.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مادرسعد</w:t>
      </w:r>
      <w:r w:rsidRPr="00FB233E">
        <w:rPr>
          <w:rtl/>
          <w:lang w:bidi="fa-IR"/>
        </w:rPr>
        <w:t xml:space="preserve">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شد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او را به شهادت فرزندش عمروبن معاذ تسل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فرمود. عرض کرد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رسول الله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مص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بت</w:t>
      </w:r>
      <w:r w:rsidRPr="00FB233E">
        <w:rPr>
          <w:rtl/>
          <w:lang w:bidi="fa-IR"/>
        </w:rPr>
        <w:t xml:space="preserve"> و ناراحت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بر من اثر نخواهد کرد و دشوار نخواهد بود.</w:t>
      </w:r>
      <w:r w:rsidRPr="003D6737">
        <w:rPr>
          <w:rStyle w:val="libFootnotenumChar"/>
          <w:rtl/>
        </w:rPr>
        <w:t>(5)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موکب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بزن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انصار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که شوهر و پدرش کشته شده بودند. مسلم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او را به شهادت پدر و شوهرش تسل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دادند در جواب آنها گفت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چطور است ؟ آنطور که خواسته تو است بحمدالله سلامت است .</w:t>
      </w:r>
    </w:p>
    <w:p w:rsidR="00FB233E" w:rsidRPr="00FB233E" w:rsidRDefault="00FB233E" w:rsidP="003D6737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گفت</w:t>
      </w:r>
      <w:r w:rsidRPr="00FB233E">
        <w:rPr>
          <w:rtl/>
          <w:lang w:bidi="fa-IR"/>
        </w:rPr>
        <w:t xml:space="preserve"> 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لم</w:t>
      </w:r>
      <w:r w:rsidRPr="00FB233E">
        <w:rPr>
          <w:rtl/>
          <w:lang w:bidi="fa-IR"/>
        </w:rPr>
        <w:t xml:space="preserve"> خودم آنجناب را مشاهده کنم و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دگان</w:t>
      </w:r>
      <w:r w:rsidR="003D6737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او</w:t>
      </w:r>
      <w:r w:rsidRPr="00FB233E">
        <w:rPr>
          <w:rtl/>
          <w:lang w:bidi="fa-IR"/>
        </w:rPr>
        <w:t xml:space="preserve"> را به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نم</w:t>
      </w:r>
      <w:r w:rsidRPr="00FB233E">
        <w:rPr>
          <w:rtl/>
          <w:lang w:bidi="fa-IR"/>
        </w:rPr>
        <w:t xml:space="preserve"> تقاضا کرد آنجناب را نشانش بدهند.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چشمش به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3D6737" w:rsidRPr="003D6737">
        <w:rPr>
          <w:rStyle w:val="libAlaemChar"/>
          <w:rFonts w:eastAsiaTheme="minorHAnsi"/>
          <w:rtl/>
        </w:rPr>
        <w:t>صلى‌الله‌عليه‌وآله‌وسلم</w:t>
      </w:r>
      <w:r w:rsidR="003D6737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FB233E">
        <w:rPr>
          <w:rtl/>
          <w:lang w:bidi="fa-IR"/>
        </w:rPr>
        <w:t>افتاد ((قالت کل مص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بعدک جلل ))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رسول الله با سلامت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شما هر مص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هر چند دشوار باشد کوچک و آسان است .</w:t>
      </w:r>
      <w:r w:rsidRPr="003D6737">
        <w:rPr>
          <w:rStyle w:val="libFootnotenumChar"/>
          <w:rtl/>
        </w:rPr>
        <w:t>(6)</w:t>
      </w:r>
    </w:p>
    <w:p w:rsidR="00FB233E" w:rsidRPr="00FB233E" w:rsidRDefault="003D6737" w:rsidP="003D6737">
      <w:pPr>
        <w:pStyle w:val="Heading1"/>
        <w:rPr>
          <w:rtl/>
        </w:rPr>
      </w:pPr>
      <w:r>
        <w:rPr>
          <w:rtl/>
        </w:rPr>
        <w:br w:type="page"/>
      </w:r>
      <w:bookmarkStart w:id="9" w:name="_Toc496184277"/>
      <w:r w:rsidR="00FB233E" w:rsidRPr="00FB233E">
        <w:rPr>
          <w:rFonts w:hint="eastAsia"/>
          <w:rtl/>
        </w:rPr>
        <w:lastRenderedPageBreak/>
        <w:t>مقاومت</w:t>
      </w:r>
      <w:r w:rsidR="00FB233E" w:rsidRPr="00FB233E">
        <w:rPr>
          <w:rtl/>
        </w:rPr>
        <w:t xml:space="preserve"> مسلمانان</w:t>
      </w:r>
      <w:bookmarkEnd w:id="9"/>
    </w:p>
    <w:p w:rsidR="00FB233E" w:rsidRPr="00FB233E" w:rsidRDefault="00FB233E" w:rsidP="003D6737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در</w:t>
      </w:r>
      <w:r w:rsidRPr="00FB233E">
        <w:rPr>
          <w:rtl/>
          <w:lang w:bidi="fa-IR"/>
        </w:rPr>
        <w:t xml:space="preserve"> جنگ احد سپاه مسلم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تلفات فراوان داد. علاوه بر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هفتاد نفر شه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شدند عده بس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جراحت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افتند</w:t>
      </w:r>
      <w:r w:rsidRPr="00FB233E">
        <w:rPr>
          <w:rtl/>
          <w:lang w:bidi="fa-IR"/>
        </w:rPr>
        <w:t>. مشرک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مقدار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راه بطرف مکه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مودند</w:t>
      </w:r>
      <w:r w:rsidRPr="00FB233E">
        <w:rPr>
          <w:rtl/>
          <w:lang w:bidi="fa-IR"/>
        </w:rPr>
        <w:t xml:space="preserve"> از بر گشتن خود پش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شدند ابوسف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گفت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و مردان دل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محمد را از پا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درآورد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بمقصود نرس</w:t>
      </w:r>
      <w:r w:rsidRPr="00FB233E">
        <w:rPr>
          <w:rFonts w:hint="cs"/>
          <w:rtl/>
          <w:lang w:bidi="fa-IR"/>
        </w:rPr>
        <w:t>ی</w:t>
      </w:r>
      <w:r w:rsidR="003D6737">
        <w:rPr>
          <w:rFonts w:hint="cs"/>
          <w:rtl/>
          <w:lang w:bidi="fa-IR"/>
        </w:rPr>
        <w:t>د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بر گش</w:t>
      </w:r>
      <w:r w:rsidRPr="00FB233E">
        <w:rPr>
          <w:rFonts w:hint="eastAsia"/>
          <w:rtl/>
          <w:lang w:bidi="fa-IR"/>
        </w:rPr>
        <w:t>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، بهتر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نست</w:t>
      </w:r>
      <w:r w:rsidRPr="00FB233E">
        <w:rPr>
          <w:rtl/>
          <w:lang w:bidi="fa-IR"/>
        </w:rPr>
        <w:t xml:space="preserve"> که قبل از فرصت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افتن</w:t>
      </w:r>
      <w:r w:rsidRPr="00FB233E">
        <w:rPr>
          <w:rtl/>
          <w:lang w:bidi="fa-IR"/>
        </w:rPr>
        <w:t xml:space="preserve"> مسلم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لشگر بر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و کار آنها را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کسره</w:t>
      </w:r>
      <w:r w:rsidRPr="00FB233E">
        <w:rPr>
          <w:rtl/>
          <w:lang w:bidi="fa-IR"/>
        </w:rPr>
        <w:t xml:space="preserve"> نمائ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از</w:t>
      </w:r>
      <w:r w:rsidRPr="00FB233E">
        <w:rPr>
          <w:rtl/>
          <w:lang w:bidi="fa-IR"/>
        </w:rPr>
        <w:t xml:space="preserve"> طرف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اکرم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فکر شد که مبادا قر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بر گردند و به 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بتازند، روز دوم که ششم شوال بود صبحگاه فرمان داد بلال فر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زند که : بامر خدا مسلمانان در پ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دشمنان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روند، در ضمن دستور داد که جز آنهائ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در احد حضور </w:t>
      </w:r>
      <w:r w:rsidRPr="00FB233E">
        <w:rPr>
          <w:rFonts w:hint="eastAsia"/>
          <w:rtl/>
          <w:lang w:bidi="fa-IR"/>
        </w:rPr>
        <w:t>داشتند</w:t>
      </w:r>
      <w:r w:rsidRPr="00FB233E">
        <w:rPr>
          <w:rtl/>
          <w:lang w:bidi="fa-IR"/>
        </w:rPr>
        <w:t xml:space="preserve"> کس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همراه سپاه نشود.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فرمان</w:t>
      </w:r>
      <w:r w:rsidRPr="00FB233E">
        <w:rPr>
          <w:rtl/>
          <w:lang w:bidi="fa-IR"/>
        </w:rPr>
        <w:t xml:space="preserve"> انتشار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</w:t>
      </w:r>
      <w:r w:rsidRPr="00FB233E">
        <w:rPr>
          <w:rtl/>
          <w:lang w:bidi="fa-IR"/>
        </w:rPr>
        <w:t xml:space="preserve"> ، هر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از بزرگان قبائل در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قب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خود رفتند و آنها را به آماده شدن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حرکت اغلام نمودند، سعد بن معاذ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قب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بن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عبدالاشهل رفت ،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آنها از همه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شتر</w:t>
      </w:r>
      <w:r w:rsidRPr="00FB233E">
        <w:rPr>
          <w:rtl/>
          <w:lang w:bidi="fa-IR"/>
        </w:rPr>
        <w:t xml:space="preserve"> مجروح داشتند اس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بن حض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هفت زخم سخت در بدن داشت از معالجه دست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سل</w:t>
      </w:r>
      <w:r w:rsidRPr="00FB233E">
        <w:rPr>
          <w:rFonts w:hint="eastAsia"/>
          <w:rtl/>
          <w:lang w:bidi="fa-IR"/>
        </w:rPr>
        <w:t>اح</w:t>
      </w:r>
      <w:r w:rsidRPr="00FB233E">
        <w:rPr>
          <w:rtl/>
          <w:lang w:bidi="fa-IR"/>
        </w:rPr>
        <w:t xml:space="preserve"> جنگ بر تن نمود.</w:t>
      </w:r>
    </w:p>
    <w:p w:rsidR="00FB233E" w:rsidRPr="00FB233E" w:rsidRDefault="00FB233E" w:rsidP="003D6737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از</w:t>
      </w:r>
      <w:r w:rsidRPr="00FB233E">
        <w:rPr>
          <w:rtl/>
          <w:lang w:bidi="fa-IR"/>
        </w:rPr>
        <w:t xml:space="preserve"> بن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سلمه چهل تن مجروح آماده جنگ شدند طف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بن نعمان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زده</w:t>
      </w:r>
      <w:r w:rsidRPr="00FB233E">
        <w:rPr>
          <w:rtl/>
          <w:lang w:bidi="fa-IR"/>
        </w:rPr>
        <w:t xml:space="preserve"> زخم داشت ، خراش انصار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 زخم</w:t>
      </w:r>
      <w:r w:rsidR="003D6737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و</w:t>
      </w:r>
      <w:r w:rsidRPr="00FB233E">
        <w:rPr>
          <w:rtl/>
          <w:lang w:bidi="fa-IR"/>
        </w:rPr>
        <w:t xml:space="preserve"> کعب بن مالک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از ده جراحت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افته</w:t>
      </w:r>
      <w:r w:rsidRPr="00FB233E">
        <w:rPr>
          <w:rtl/>
          <w:lang w:bidi="fa-IR"/>
        </w:rPr>
        <w:t xml:space="preserve"> بود. عبدالله بن سهل و رافع بن سهل زخمها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داشتند. رافع که از برادر خود عبدالله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شتر</w:t>
      </w:r>
      <w:r w:rsidRPr="00FB233E">
        <w:rPr>
          <w:rtl/>
          <w:lang w:bidi="fa-IR"/>
        </w:rPr>
        <w:t xml:space="preserve"> جراحت داشت باو گفت والله ترکنا غزاه مع رسول الله لغبنا و لله ماعندنا دابه نرکبها ماندر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</w:t>
      </w:r>
      <w:r w:rsidRPr="00FB233E">
        <w:rPr>
          <w:rtl/>
          <w:lang w:bidi="fa-IR"/>
        </w:rPr>
        <w:t xml:space="preserve"> نصنع بخدا سوگند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جنگ اگر بهمراه </w:t>
      </w:r>
      <w:r w:rsidRPr="00FB233E">
        <w:rPr>
          <w:rFonts w:hint="eastAsia"/>
          <w:rtl/>
          <w:lang w:bidi="fa-IR"/>
        </w:rPr>
        <w:lastRenderedPageBreak/>
        <w:t>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نرو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بزرگ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از طرف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سوار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ندار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نم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چه بکن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؟!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عبدالله</w:t>
      </w:r>
      <w:r w:rsidRPr="00FB233E">
        <w:rPr>
          <w:rtl/>
          <w:lang w:bidi="fa-IR"/>
        </w:rPr>
        <w:t xml:space="preserve"> در پاسخ او گفت اکنون حرکت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تا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نعمت بزرگ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بهره نمان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 هر دو براه افتادند در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راه رافع بواسطه شدت ناراحت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از جراحتها داشت از پا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افتاد و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هوش</w:t>
      </w:r>
      <w:r w:rsidRPr="00FB233E">
        <w:rPr>
          <w:rtl/>
          <w:lang w:bidi="fa-IR"/>
        </w:rPr>
        <w:t xml:space="preserve"> شد، عبدالله او را بر پشت خود گرفت و بد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خود را خدمت حضرت رسول 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رساندند.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 xml:space="preserve">جراحت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افتگان</w:t>
      </w:r>
      <w:r w:rsidRPr="00FB233E">
        <w:rPr>
          <w:rtl/>
          <w:lang w:bidi="fa-IR"/>
        </w:rPr>
        <w:t xml:space="preserve"> را مشاهده نمود، فرمود ((اللهم ارحم بن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سلمه )) تمام مجروح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دست از معالجه برداشند و با سپاه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در تعق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</w:t>
      </w:r>
      <w:r w:rsidRPr="00FB233E">
        <w:rPr>
          <w:rtl/>
          <w:lang w:bidi="fa-IR"/>
        </w:rPr>
        <w:t xml:space="preserve"> دشمن رهسپار شدند.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نود زخم کار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داشت باز بهمراه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حرکت نمود. سپاه اسلام تا محل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بنام حمراء الاسد از پ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مشرک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رفتند.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ابوسف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هم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که مسلم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به تعق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</w:t>
      </w:r>
      <w:r w:rsidRPr="00FB233E">
        <w:rPr>
          <w:rtl/>
          <w:lang w:bidi="fa-IR"/>
        </w:rPr>
        <w:t xml:space="preserve"> آنها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صلاح در بازگشت 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، دو مرتبه بطرف مکه رفتند</w:t>
      </w:r>
      <w:r w:rsidRPr="009F0505">
        <w:rPr>
          <w:rStyle w:val="libFootnotenumChar"/>
          <w:rtl/>
        </w:rPr>
        <w:t>.(7)</w:t>
      </w:r>
    </w:p>
    <w:p w:rsidR="00FB233E" w:rsidRPr="00FB233E" w:rsidRDefault="009F0505" w:rsidP="009F0505">
      <w:pPr>
        <w:pStyle w:val="Heading1"/>
        <w:rPr>
          <w:rtl/>
        </w:rPr>
      </w:pPr>
      <w:r>
        <w:rPr>
          <w:rtl/>
        </w:rPr>
        <w:br w:type="page"/>
      </w:r>
      <w:bookmarkStart w:id="10" w:name="_Toc496184278"/>
      <w:r w:rsidR="00FB233E" w:rsidRPr="00FB233E">
        <w:rPr>
          <w:rFonts w:hint="eastAsia"/>
          <w:rtl/>
        </w:rPr>
        <w:lastRenderedPageBreak/>
        <w:t>عمار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اسر</w:t>
      </w:r>
      <w:bookmarkEnd w:id="10"/>
    </w:p>
    <w:p w:rsidR="00FB233E" w:rsidRPr="00FB233E" w:rsidRDefault="00FB233E" w:rsidP="009F0505">
      <w:pPr>
        <w:pStyle w:val="libNormal"/>
        <w:rPr>
          <w:rtl/>
          <w:lang w:bidi="fa-IR"/>
        </w:rPr>
      </w:pP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اسر</w:t>
      </w:r>
      <w:r w:rsidRPr="00FB233E">
        <w:rPr>
          <w:rtl/>
          <w:lang w:bidi="fa-IR"/>
        </w:rPr>
        <w:t xml:space="preserve"> پدر عمار با دو برادر خود بنام حارث و مالک بجستجو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برادر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گرشان</w:t>
      </w:r>
      <w:r w:rsidRPr="00FB233E">
        <w:rPr>
          <w:rtl/>
          <w:lang w:bidi="fa-IR"/>
        </w:rPr>
        <w:t xml:space="preserve"> وارد مکه شدند، پس از چند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مالک و حارث به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من</w:t>
      </w:r>
      <w:r w:rsidRPr="00FB233E">
        <w:rPr>
          <w:rtl/>
          <w:lang w:bidi="fa-IR"/>
        </w:rPr>
        <w:t xml:space="preserve"> مراجعت نمودند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اسر</w:t>
      </w:r>
      <w:r w:rsidRPr="00FB233E">
        <w:rPr>
          <w:rtl/>
          <w:lang w:bidi="fa-IR"/>
        </w:rPr>
        <w:t xml:space="preserve"> در مکه ماند و با ابوحذ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قه</w:t>
      </w:r>
      <w:r w:rsidRPr="00FB233E">
        <w:rPr>
          <w:rtl/>
          <w:lang w:bidi="fa-IR"/>
        </w:rPr>
        <w:t xml:space="preserve"> بن مغ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ره</w:t>
      </w:r>
      <w:r w:rsidRPr="00FB233E">
        <w:rPr>
          <w:rtl/>
          <w:lang w:bidi="fa-IR"/>
        </w:rPr>
        <w:t xml:space="preserve"> که از طا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فه</w:t>
      </w:r>
      <w:r w:rsidRPr="00FB233E">
        <w:rPr>
          <w:rtl/>
          <w:lang w:bidi="fa-IR"/>
        </w:rPr>
        <w:t xml:space="preserve"> بن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مخزوم بود هم </w:t>
      </w:r>
      <w:r w:rsidR="009F0505">
        <w:rPr>
          <w:rFonts w:hint="cs"/>
          <w:rtl/>
          <w:lang w:bidi="fa-IR"/>
        </w:rPr>
        <w:t>س</w:t>
      </w:r>
      <w:r w:rsidRPr="00FB233E">
        <w:rPr>
          <w:rFonts w:hint="eastAsia"/>
          <w:rtl/>
          <w:lang w:bidi="fa-IR"/>
        </w:rPr>
        <w:t>وگند</w:t>
      </w:r>
      <w:r w:rsidRPr="00FB233E">
        <w:rPr>
          <w:rtl/>
          <w:lang w:bidi="fa-IR"/>
        </w:rPr>
        <w:t xml:space="preserve"> شد تا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او را که سم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نام داشت به ازدواج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در</w:t>
      </w:r>
      <w:r w:rsidRPr="00FB233E">
        <w:rPr>
          <w:rtl/>
          <w:lang w:bidi="fa-IR"/>
        </w:rPr>
        <w:t xml:space="preserve"> آورد. عمار از او</w:t>
      </w:r>
      <w:r w:rsidR="009F0505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متولد</w:t>
      </w:r>
      <w:r w:rsidRPr="00FB233E">
        <w:rPr>
          <w:rtl/>
          <w:lang w:bidi="fa-IR"/>
        </w:rPr>
        <w:t xml:space="preserve"> شد ابوجذ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قه</w:t>
      </w:r>
      <w:r w:rsidRPr="00FB233E">
        <w:rPr>
          <w:rtl/>
          <w:lang w:bidi="fa-IR"/>
        </w:rPr>
        <w:t xml:space="preserve"> او را آزاد کرد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اسر</w:t>
      </w:r>
      <w:r w:rsidRPr="00FB233E">
        <w:rPr>
          <w:rtl/>
          <w:lang w:bidi="fa-IR"/>
        </w:rPr>
        <w:t xml:space="preserve"> پس از 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چند نفر، مسلمان شد.</w:t>
      </w:r>
    </w:p>
    <w:p w:rsidR="00FB233E" w:rsidRPr="00FB233E" w:rsidRDefault="00FB233E" w:rsidP="009F0505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</w:t>
      </w:r>
      <w:r w:rsidRPr="009F0505">
        <w:rPr>
          <w:rStyle w:val="libAlaemChar"/>
          <w:rtl/>
        </w:rPr>
        <w:t>(</w:t>
      </w:r>
      <w:r w:rsidR="009F0505" w:rsidRPr="009F0505">
        <w:rPr>
          <w:rStyle w:val="libAieChar"/>
          <w:rtl/>
        </w:rPr>
        <w:t>مَن كَفَرَ بِاللَّـهِ مِن بَعْدِ إِيمَانِهِ إِلَّا مَنْ أُكْرِهَ وَقَلْبُهُ مُطْمَئِنٌّ بِالْإِيمَانِ وَلَـٰكِن مَّن شَرَحَ بِالْكُفْرِ صَدْرًا فَعَلَيْهِمْ غَضَبٌ مِّنَ اللَّـهِ وَلَهُمْ عَذَابٌ عَظِيمٌ</w:t>
      </w:r>
      <w:r w:rsidRPr="009F0505">
        <w:rPr>
          <w:rStyle w:val="libAlaemChar"/>
          <w:rtl/>
        </w:rPr>
        <w:t>)</w:t>
      </w:r>
      <w:r w:rsidRPr="00FB233E">
        <w:rPr>
          <w:rtl/>
          <w:lang w:bidi="fa-IR"/>
        </w:rPr>
        <w:t xml:space="preserve"> درباره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عمار و پدرش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اسر</w:t>
      </w:r>
      <w:r w:rsidRPr="00FB233E">
        <w:rPr>
          <w:rtl/>
          <w:lang w:bidi="fa-IR"/>
        </w:rPr>
        <w:t xml:space="preserve"> و مادرش سم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و صه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</w:t>
      </w:r>
      <w:r w:rsidRPr="00FB233E">
        <w:rPr>
          <w:rtl/>
          <w:lang w:bidi="fa-IR"/>
        </w:rPr>
        <w:t xml:space="preserve"> و بلال و خباب نا</w:t>
      </w:r>
      <w:r w:rsidR="009F0505">
        <w:rPr>
          <w:rFonts w:hint="cs"/>
          <w:rtl/>
          <w:lang w:bidi="fa-IR"/>
        </w:rPr>
        <w:t>ز</w:t>
      </w:r>
      <w:r w:rsidRPr="00FB233E">
        <w:rPr>
          <w:rtl/>
          <w:lang w:bidi="fa-IR"/>
        </w:rPr>
        <w:t>ل شد چنان مورد شکنجه کفار واقع شدند که مادر پدر عمار در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شکنجه جان دادند و بخواسته مشرک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تن ندادند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عمار با زبان ب</w:t>
      </w:r>
      <w:r w:rsidR="009F0505">
        <w:rPr>
          <w:rFonts w:hint="cs"/>
          <w:rtl/>
          <w:lang w:bidi="fa-IR"/>
        </w:rPr>
        <w:t>ه آ</w:t>
      </w:r>
      <w:r w:rsidRPr="00FB233E">
        <w:rPr>
          <w:rtl/>
          <w:lang w:bidi="fa-IR"/>
        </w:rPr>
        <w:t>ن</w:t>
      </w:r>
      <w:r w:rsidRPr="00FB233E">
        <w:rPr>
          <w:rFonts w:hint="eastAsia"/>
          <w:rtl/>
          <w:lang w:bidi="fa-IR"/>
        </w:rPr>
        <w:t>چه</w:t>
      </w:r>
      <w:r w:rsidRPr="00FB233E">
        <w:rPr>
          <w:rtl/>
          <w:lang w:bidi="fa-IR"/>
        </w:rPr>
        <w:t xml:space="preserve"> منظور آنها بود اعتراف نمود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ات</w:t>
      </w:r>
      <w:r w:rsidRPr="00FB233E">
        <w:rPr>
          <w:rtl/>
          <w:lang w:bidi="fa-IR"/>
        </w:rPr>
        <w:t xml:space="preserve"> بر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نازل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بعض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گفتند عمار کافر شده . پ</w:t>
      </w:r>
      <w:r w:rsidRPr="00FB233E">
        <w:rPr>
          <w:rFonts w:hint="cs"/>
          <w:rtl/>
          <w:lang w:bidi="fa-IR"/>
        </w:rPr>
        <w:t>ی</w:t>
      </w:r>
      <w:r w:rsidR="009F0505">
        <w:rPr>
          <w:rFonts w:hint="cs"/>
          <w:rtl/>
          <w:lang w:bidi="fa-IR"/>
        </w:rPr>
        <w:t>غ</w:t>
      </w:r>
      <w:r w:rsidRPr="00FB233E">
        <w:rPr>
          <w:rFonts w:hint="eastAsia"/>
          <w:rtl/>
          <w:lang w:bidi="fa-IR"/>
        </w:rPr>
        <w:t>مبر</w:t>
      </w:r>
      <w:r w:rsidRPr="00FB233E">
        <w:rPr>
          <w:rtl/>
          <w:lang w:bidi="fa-IR"/>
        </w:rPr>
        <w:t xml:space="preserve"> اکرم 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فرمود: هرگز! عمار از پا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تا سر غرق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است ، با گوشت و خون او آم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خته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عمار</w:t>
      </w:r>
      <w:r w:rsidRPr="00FB233E">
        <w:rPr>
          <w:rtl/>
          <w:lang w:bidi="fa-IR"/>
        </w:rPr>
        <w:t xml:space="preserve"> با اشک جار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بسو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آمد آنجناب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چه شده ؟ عرضکرد: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آمد ناگوار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داد. آنقدر مرا آزردند که مجبور شدم نسبت بشما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زهائ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و خدا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آنها را بخوب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کنم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اکرم 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با دست مبارک اشک از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دگان</w:t>
      </w:r>
      <w:r w:rsidRPr="00FB233E">
        <w:rPr>
          <w:rtl/>
          <w:lang w:bidi="fa-IR"/>
        </w:rPr>
        <w:t xml:space="preserve"> عمار پاک نموده فرمود اگر باز ترا آزردند و گفتند 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بگو؛ آنچه گفته بود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تکرار کن .</w:t>
      </w:r>
    </w:p>
    <w:p w:rsidR="00FB233E" w:rsidRPr="00FB233E" w:rsidRDefault="00FB233E" w:rsidP="009F0505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مادر</w:t>
      </w:r>
      <w:r w:rsidRPr="00FB233E">
        <w:rPr>
          <w:rtl/>
          <w:lang w:bidi="fa-IR"/>
        </w:rPr>
        <w:t xml:space="preserve"> عمار را قب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مخزوم در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شکنجه قرار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دادند</w:t>
      </w:r>
      <w:r w:rsidRPr="00FB233E">
        <w:rPr>
          <w:rtl/>
          <w:lang w:bidi="fa-IR"/>
        </w:rPr>
        <w:t xml:space="preserve"> هر چه اصرار داشتند که دست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بردارد امتناع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ورز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تا شه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شد.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اکرم </w:t>
      </w:r>
      <w:r w:rsidR="003D6737" w:rsidRPr="003D6737">
        <w:rPr>
          <w:rStyle w:val="libAlaemChar"/>
          <w:rtl/>
        </w:rPr>
        <w:lastRenderedPageBreak/>
        <w:t xml:space="preserve">صلى‌الله‌عليه‌وآله‌وسلم </w:t>
      </w:r>
      <w:r w:rsidRPr="00FB233E">
        <w:rPr>
          <w:rtl/>
          <w:lang w:bidi="fa-IR"/>
        </w:rPr>
        <w:t>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گذشت</w:t>
      </w:r>
      <w:r w:rsidRPr="00FB233E">
        <w:rPr>
          <w:rtl/>
          <w:lang w:bidi="fa-IR"/>
        </w:rPr>
        <w:t xml:space="preserve"> عمار و مادرش سم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و پدرش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اسر</w:t>
      </w:r>
      <w:r w:rsidRPr="00FB233E">
        <w:rPr>
          <w:rtl/>
          <w:lang w:bidi="fa-IR"/>
        </w:rPr>
        <w:t xml:space="preserve"> را مشاهده فرمود در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گستان</w:t>
      </w:r>
      <w:r w:rsidRPr="00FB233E">
        <w:rPr>
          <w:rtl/>
          <w:lang w:bidi="fa-IR"/>
        </w:rPr>
        <w:t xml:space="preserve"> ابطح (ده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مکه و من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) بر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سوزان آنها را شکنجه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کنند</w:t>
      </w:r>
      <w:r w:rsidRPr="00FB233E">
        <w:rPr>
          <w:rtl/>
          <w:lang w:bidi="fa-IR"/>
        </w:rPr>
        <w:t xml:space="preserve"> فرمود (صبرا آل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اسر</w:t>
      </w:r>
      <w:r w:rsidRPr="00FB233E">
        <w:rPr>
          <w:rtl/>
          <w:lang w:bidi="fa-IR"/>
        </w:rPr>
        <w:t xml:space="preserve"> موعد کم الجنه ) خانواده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اسر</w:t>
      </w:r>
      <w:r w:rsidRPr="00FB233E">
        <w:rPr>
          <w:rtl/>
          <w:lang w:bidi="fa-IR"/>
        </w:rPr>
        <w:t>! شک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با</w:t>
      </w:r>
      <w:r w:rsidRPr="00FB233E">
        <w:rPr>
          <w:rtl/>
          <w:lang w:bidi="fa-IR"/>
        </w:rPr>
        <w:t xml:space="preserve"> باشد پاداش شما</w:t>
      </w:r>
      <w:r w:rsidR="009F0505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بهشت</w:t>
      </w:r>
      <w:r w:rsidRPr="00FB233E">
        <w:rPr>
          <w:rtl/>
          <w:lang w:bidi="fa-IR"/>
        </w:rPr>
        <w:t xml:space="preserve"> است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سع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بن جب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گفت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عباس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مشرک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آنقدر مسلمانان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آزردند</w:t>
      </w:r>
      <w:r w:rsidRPr="00FB233E">
        <w:rPr>
          <w:rtl/>
          <w:lang w:bidi="fa-IR"/>
        </w:rPr>
        <w:t xml:space="preserve"> که جا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شد</w:t>
      </w:r>
      <w:r w:rsidRPr="00FB233E">
        <w:rPr>
          <w:rtl/>
          <w:lang w:bidi="fa-IR"/>
        </w:rPr>
        <w:t xml:space="preserve"> آنها ظاهرا اظهار کفر کنند؟ جواب داد: آر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بخدا سوگند آنقدر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زدند</w:t>
      </w:r>
      <w:r w:rsidRPr="00FB233E">
        <w:rPr>
          <w:rtl/>
          <w:lang w:bidi="fa-IR"/>
        </w:rPr>
        <w:t xml:space="preserve"> و گرسنگ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تشنگ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دادند</w:t>
      </w:r>
      <w:r w:rsidRPr="00FB233E">
        <w:rPr>
          <w:rtl/>
          <w:lang w:bidi="fa-IR"/>
        </w:rPr>
        <w:t xml:space="preserve"> که از شدت ناراحت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نشستن نداشت و بااندازه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شکنجه را ادامه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دادند</w:t>
      </w:r>
      <w:r w:rsidRPr="00FB233E">
        <w:rPr>
          <w:rtl/>
          <w:lang w:bidi="fa-IR"/>
        </w:rPr>
        <w:t xml:space="preserve"> تا منظ</w:t>
      </w:r>
      <w:r w:rsidRPr="00FB233E">
        <w:rPr>
          <w:rFonts w:hint="eastAsia"/>
          <w:rtl/>
          <w:lang w:bidi="fa-IR"/>
        </w:rPr>
        <w:t>ورشان</w:t>
      </w:r>
      <w:r w:rsidRPr="00FB233E">
        <w:rPr>
          <w:rtl/>
          <w:lang w:bidi="fa-IR"/>
        </w:rPr>
        <w:t xml:space="preserve"> حاصل شود.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گفتند</w:t>
      </w:r>
      <w:r w:rsidRPr="00FB233E">
        <w:rPr>
          <w:rtl/>
          <w:lang w:bidi="fa-IR"/>
        </w:rPr>
        <w:t xml:space="preserve"> لات و عز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تست . مجبور بود بگو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آر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، گاه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سوسک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گفتند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سوسک خدا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تست از شدت ناراحت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آزار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بود اعتراف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کرد.</w:t>
      </w:r>
    </w:p>
    <w:p w:rsidR="00FB233E" w:rsidRPr="00FB233E" w:rsidRDefault="009F0505" w:rsidP="009F0505">
      <w:pPr>
        <w:pStyle w:val="Heading1"/>
        <w:rPr>
          <w:rtl/>
        </w:rPr>
      </w:pPr>
      <w:r>
        <w:rPr>
          <w:rtl/>
        </w:rPr>
        <w:br w:type="page"/>
      </w:r>
      <w:bookmarkStart w:id="11" w:name="_Toc496184279"/>
      <w:r w:rsidR="00FB233E" w:rsidRPr="00FB233E">
        <w:rPr>
          <w:rFonts w:hint="eastAsia"/>
          <w:rtl/>
        </w:rPr>
        <w:lastRenderedPageBreak/>
        <w:t>زن</w:t>
      </w:r>
      <w:r w:rsidR="00FB233E" w:rsidRPr="00FB233E">
        <w:rPr>
          <w:rtl/>
        </w:rPr>
        <w:t xml:space="preserve"> شجاع</w:t>
      </w:r>
      <w:bookmarkEnd w:id="11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ام</w:t>
      </w:r>
      <w:r w:rsidRPr="00FB233E">
        <w:rPr>
          <w:rtl/>
          <w:lang w:bidi="fa-IR"/>
        </w:rPr>
        <w:t xml:space="preserve"> حب</w:t>
      </w:r>
      <w:r w:rsidRPr="00FB233E">
        <w:rPr>
          <w:rFonts w:hint="cs"/>
          <w:rtl/>
          <w:lang w:bidi="fa-IR"/>
        </w:rPr>
        <w:t>یی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دختر ابوسف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ابتدا زن عبدالله بن جحش بود و رمله نام داشت زن و شوهر با هم مسلمان شدند. از عبدالله دختر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آورد که او را حب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نام گذاشت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نرو</w:t>
      </w:r>
      <w:r w:rsidRPr="00FB233E">
        <w:rPr>
          <w:rtl/>
          <w:lang w:bidi="fa-IR"/>
        </w:rPr>
        <w:t xml:space="preserve"> به ام حب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گرفت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ام</w:t>
      </w:r>
      <w:r w:rsidRPr="00FB233E">
        <w:rPr>
          <w:rtl/>
          <w:lang w:bidi="fa-IR"/>
        </w:rPr>
        <w:t xml:space="preserve"> حب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با شوهر خود به حبشه مهاجرت کرد عبدالله در آنجا مرتد شده نصران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با ارتداد از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رفت در زمان برگشتن از اسلام هر چه زوجه خود را اصرار کرد که از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نش</w:t>
      </w:r>
      <w:r w:rsidRPr="00FB233E">
        <w:rPr>
          <w:rtl/>
          <w:lang w:bidi="fa-IR"/>
        </w:rPr>
        <w:t xml:space="preserve"> دست بردارد نپذ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رفت</w:t>
      </w:r>
      <w:r w:rsidRPr="00FB233E">
        <w:rPr>
          <w:rtl/>
          <w:lang w:bidi="fa-IR"/>
        </w:rPr>
        <w:t xml:space="preserve"> و از او جدا گشت شب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خواب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شخص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او گفت (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ام المومن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)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دار</w:t>
      </w:r>
      <w:r w:rsidRPr="00FB233E">
        <w:rPr>
          <w:rtl/>
          <w:lang w:bidi="fa-IR"/>
        </w:rPr>
        <w:t xml:space="preserve"> شد تعب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کرد که به ازدواج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در خواهد آمد.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عمروبن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را به حبشه فرستاد، نامه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در آن از ام حب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خواستگار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کرد</w:t>
      </w:r>
      <w:r w:rsidRPr="00FB233E">
        <w:rPr>
          <w:rtl/>
          <w:lang w:bidi="fa-IR"/>
        </w:rPr>
        <w:t xml:space="preserve"> همراهش نمود. عمرو وارد مجلس نجاش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شده نامه را تسل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نمود. نجاش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خود ابرحه را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ام حب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فرستاد تا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مژده را به او بدهد ام حب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مژده ازدواج با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را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هر چه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نت</w:t>
      </w:r>
      <w:r w:rsidRPr="00FB233E">
        <w:rPr>
          <w:rtl/>
          <w:lang w:bidi="fa-IR"/>
        </w:rPr>
        <w:t xml:space="preserve"> و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ور</w:t>
      </w:r>
      <w:r w:rsidRPr="00FB233E">
        <w:rPr>
          <w:rtl/>
          <w:lang w:bidi="fa-IR"/>
        </w:rPr>
        <w:t xml:space="preserve"> در برداشت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بعنوان</w:t>
      </w:r>
      <w:r w:rsidRPr="00FB233E">
        <w:rPr>
          <w:rtl/>
          <w:lang w:bidi="fa-IR"/>
        </w:rPr>
        <w:t xml:space="preserve"> جا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زه</w:t>
      </w:r>
      <w:r w:rsidRPr="00FB233E">
        <w:rPr>
          <w:rtl/>
          <w:lang w:bidi="fa-IR"/>
        </w:rPr>
        <w:t xml:space="preserve"> به ابرحه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کش نمود.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اجرا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عقد، و کالت به خالد بن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عد</w:t>
      </w:r>
      <w:r w:rsidRPr="00FB233E">
        <w:rPr>
          <w:rtl/>
          <w:lang w:bidi="fa-IR"/>
        </w:rPr>
        <w:t xml:space="preserve"> بن عاص داد.</w:t>
      </w:r>
    </w:p>
    <w:p w:rsidR="00FB233E" w:rsidRPr="00FB233E" w:rsidRDefault="00FB233E" w:rsidP="009F0505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نجاش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مجلس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آراست جعفر بن اب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طالب</w:t>
      </w:r>
      <w:r w:rsidRPr="00FB233E">
        <w:rPr>
          <w:rtl/>
          <w:lang w:bidi="fa-IR"/>
        </w:rPr>
        <w:t xml:space="preserve"> و سا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مسلم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در آن مجلس </w:t>
      </w:r>
      <w:r w:rsidR="009F0505">
        <w:rPr>
          <w:rFonts w:hint="cs"/>
          <w:rtl/>
          <w:lang w:bidi="fa-IR"/>
        </w:rPr>
        <w:t>ح</w:t>
      </w:r>
      <w:r w:rsidRPr="00FB233E">
        <w:rPr>
          <w:rtl/>
          <w:lang w:bidi="fa-IR"/>
        </w:rPr>
        <w:t>ضور داشتند. خودش بوکالت از طرف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ام حب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را عقد نمود و خطبه را قرائت کرد.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گفت</w:t>
      </w:r>
      <w:r w:rsidRPr="00FB233E">
        <w:rPr>
          <w:rtl/>
          <w:lang w:bidi="fa-IR"/>
        </w:rPr>
        <w:t xml:space="preserve"> رسول خدا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مرا دستور داده که ام حب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را به ازدواجش درآورم منهم چهارصد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نار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مهر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قرار دادم . آنگاه خالد بن سعد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خطبه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tl/>
          <w:lang w:bidi="fa-IR"/>
        </w:rPr>
        <w:lastRenderedPageBreak/>
        <w:t>خواند و ازدواج را از طرف ام حب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قبول نمود و چهارصد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نار</w:t>
      </w:r>
      <w:r w:rsidRPr="00FB233E">
        <w:rPr>
          <w:rtl/>
          <w:lang w:bidi="fa-IR"/>
        </w:rPr>
        <w:t xml:space="preserve"> را گرفت ، نجاش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دستور داد غذا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اورند</w:t>
      </w:r>
      <w:r w:rsidRPr="00FB233E">
        <w:rPr>
          <w:rtl/>
          <w:lang w:bidi="fa-IR"/>
        </w:rPr>
        <w:t xml:space="preserve"> حاضر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پس از خوردن غ</w:t>
      </w:r>
      <w:r w:rsidRPr="00FB233E">
        <w:rPr>
          <w:rFonts w:hint="eastAsia"/>
          <w:rtl/>
          <w:lang w:bidi="fa-IR"/>
        </w:rPr>
        <w:t>ذا</w:t>
      </w:r>
      <w:r w:rsidRPr="00FB233E">
        <w:rPr>
          <w:rtl/>
          <w:lang w:bidi="fa-IR"/>
        </w:rPr>
        <w:t xml:space="preserve"> متفرق شدند.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خالد</w:t>
      </w:r>
      <w:r w:rsidRPr="00FB233E">
        <w:rPr>
          <w:rtl/>
          <w:lang w:bidi="fa-IR"/>
        </w:rPr>
        <w:t xml:space="preserve"> بن سعد چهارصد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نار</w:t>
      </w:r>
      <w:r w:rsidRPr="00FB233E">
        <w:rPr>
          <w:rtl/>
          <w:lang w:bidi="fa-IR"/>
        </w:rPr>
        <w:t xml:space="preserve"> را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ام حب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آورد، ام حب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پنجاه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نار</w:t>
      </w:r>
      <w:r w:rsidRPr="00FB233E">
        <w:rPr>
          <w:rtl/>
          <w:lang w:bidi="fa-IR"/>
        </w:rPr>
        <w:t xml:space="preserve"> آنرا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ابرحه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نجاش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فرستاد، در ضمن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غام</w:t>
      </w:r>
      <w:r w:rsidRPr="00FB233E">
        <w:rPr>
          <w:rtl/>
          <w:lang w:bidi="fa-IR"/>
        </w:rPr>
        <w:t xml:space="preserve"> داد آن روز که بشارت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روز را داد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نقد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دست نبود که جا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زه</w:t>
      </w:r>
      <w:r w:rsidRPr="00FB233E">
        <w:rPr>
          <w:rtl/>
          <w:lang w:bidi="fa-IR"/>
        </w:rPr>
        <w:t xml:space="preserve"> ترا بدهم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ابرحه</w:t>
      </w:r>
      <w:r w:rsidRPr="00FB233E">
        <w:rPr>
          <w:rtl/>
          <w:lang w:bidi="fa-IR"/>
        </w:rPr>
        <w:t xml:space="preserve"> پنجاه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نار</w:t>
      </w:r>
      <w:r w:rsidRPr="00FB233E">
        <w:rPr>
          <w:rtl/>
          <w:lang w:bidi="fa-IR"/>
        </w:rPr>
        <w:t xml:space="preserve"> را با تمام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نت</w:t>
      </w:r>
      <w:r w:rsidRPr="00FB233E">
        <w:rPr>
          <w:rtl/>
          <w:lang w:bidi="fa-IR"/>
        </w:rPr>
        <w:t xml:space="preserve"> و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ام حب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باو بخش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بود پس فرستاد گفت : تو امروز که نوعروس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بخانه شوهر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مال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شتر</w:t>
      </w:r>
      <w:r w:rsidRPr="00FB233E">
        <w:rPr>
          <w:rtl/>
          <w:lang w:bidi="fa-IR"/>
        </w:rPr>
        <w:t xml:space="preserve"> احت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اج</w:t>
      </w:r>
      <w:r w:rsidRPr="00FB233E">
        <w:rPr>
          <w:rtl/>
          <w:lang w:bidi="fa-IR"/>
        </w:rPr>
        <w:t xml:space="preserve"> 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، و هم از طرف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مادر دختر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، فقط از تو تقاضا دارم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خدمت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سلام مرا برسان و بگو ابرحه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من برد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و درود بر شما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فرستم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شرحب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را فرستاد، ام حب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را به 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آورد. با او زفاف نمود. ام حب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را به آنجناب رسان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رسول اکرم 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در جواب فرمود (عل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ها</w:t>
      </w:r>
      <w:r w:rsidRPr="00FB233E">
        <w:rPr>
          <w:rtl/>
          <w:lang w:bidi="fa-IR"/>
        </w:rPr>
        <w:t xml:space="preserve"> السلام و رحمه الله و برکاته ).</w:t>
      </w:r>
    </w:p>
    <w:p w:rsidR="00FB233E" w:rsidRPr="00FB233E" w:rsidRDefault="00FB233E" w:rsidP="009F0505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خبر ازدواج ام حب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به</w:t>
      </w:r>
      <w:r w:rsidR="009F0505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ابوسف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گفت ((ذاک الفحل لا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قرع</w:t>
      </w:r>
      <w:r w:rsidRPr="00FB233E">
        <w:rPr>
          <w:rtl/>
          <w:lang w:bidi="fa-IR"/>
        </w:rPr>
        <w:t xml:space="preserve"> انفه ))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مرد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اش کوب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نخواهد شد.</w:t>
      </w:r>
    </w:p>
    <w:p w:rsidR="00FB233E" w:rsidRPr="00FB233E" w:rsidRDefault="00FB233E" w:rsidP="009F0505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در</w:t>
      </w:r>
      <w:r w:rsidRPr="00FB233E">
        <w:rPr>
          <w:rtl/>
          <w:lang w:bidi="fa-IR"/>
        </w:rPr>
        <w:t xml:space="preserve"> صلح حد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که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="009F0505">
        <w:rPr>
          <w:rFonts w:hint="cs"/>
          <w:rtl/>
          <w:lang w:bidi="fa-IR"/>
        </w:rPr>
        <w:t>غ</w:t>
      </w:r>
      <w:r w:rsidRPr="00FB233E">
        <w:rPr>
          <w:rFonts w:hint="eastAsia"/>
          <w:rtl/>
          <w:lang w:bidi="fa-IR"/>
        </w:rPr>
        <w:t>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و قر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بسته شد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شرا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ط</w:t>
      </w:r>
      <w:r w:rsidRPr="00FB233E">
        <w:rPr>
          <w:rtl/>
          <w:lang w:bidi="fa-IR"/>
        </w:rPr>
        <w:t xml:space="preserve"> صلح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بود که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چکدام</w:t>
      </w:r>
      <w:r w:rsidRPr="00FB233E">
        <w:rPr>
          <w:rtl/>
          <w:lang w:bidi="fa-IR"/>
        </w:rPr>
        <w:t xml:space="preserve"> به قبا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هم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با آن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نرسانند. اتفاقا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قب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بن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بکر که هم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قر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بودند چند شعر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هجو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خواند. شخص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قب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خ</w:t>
      </w:r>
      <w:r w:rsidRPr="00FB233E">
        <w:rPr>
          <w:rFonts w:hint="eastAsia"/>
          <w:rtl/>
          <w:lang w:bidi="fa-IR"/>
        </w:rPr>
        <w:t>زاعه</w:t>
      </w:r>
      <w:r w:rsidRPr="00FB233E">
        <w:rPr>
          <w:rtl/>
          <w:lang w:bidi="fa-IR"/>
        </w:rPr>
        <w:t xml:space="preserve">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آندو نزاع شد و کار به جنگ دو قب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جنگ قر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مخالفت با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کرده به کمک بن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بکر بر سر قب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بن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خزاعه شب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خون</w:t>
      </w:r>
      <w:r w:rsidRPr="00FB233E">
        <w:rPr>
          <w:rtl/>
          <w:lang w:bidi="fa-IR"/>
        </w:rPr>
        <w:t xml:space="preserve"> زدند و عده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آنها را کشتند.</w:t>
      </w:r>
    </w:p>
    <w:p w:rsidR="00FB233E" w:rsidRPr="00FB233E" w:rsidRDefault="00FB233E" w:rsidP="009F0505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lastRenderedPageBreak/>
        <w:t>پس</w:t>
      </w:r>
      <w:r w:rsidRPr="00FB233E">
        <w:rPr>
          <w:rtl/>
          <w:lang w:bidi="fa-IR"/>
        </w:rPr>
        <w:t xml:space="preserve"> از نقض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عمرو بن سالم خزاع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وارد 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شد و اشعار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حضور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خواند که در اشعار اشاره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به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شکن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قر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و طلب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9F0505" w:rsidRPr="009F0505">
        <w:rPr>
          <w:rStyle w:val="libAlaemChar"/>
          <w:rtl/>
        </w:rPr>
        <w:t xml:space="preserve"> </w:t>
      </w:r>
      <w:r w:rsidR="009F0505" w:rsidRPr="003D6737">
        <w:rPr>
          <w:rStyle w:val="libAlaemChar"/>
          <w:rtl/>
        </w:rPr>
        <w:t>صلى‌الله‌عليه‌وآله‌وسلم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از</w:t>
      </w:r>
      <w:r w:rsidRPr="00FB233E">
        <w:rPr>
          <w:rtl/>
          <w:lang w:bidi="fa-IR"/>
        </w:rPr>
        <w:t xml:space="preserve"> طرف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ابوسف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فهم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که بواسطه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شکن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اکرم ب</w:t>
      </w:r>
      <w:r w:rsidR="009F0505">
        <w:rPr>
          <w:rFonts w:hint="cs"/>
          <w:rtl/>
          <w:lang w:bidi="fa-IR"/>
        </w:rPr>
        <w:t xml:space="preserve">ه </w:t>
      </w:r>
      <w:r w:rsidRPr="00FB233E">
        <w:rPr>
          <w:rtl/>
          <w:lang w:bidi="fa-IR"/>
        </w:rPr>
        <w:t>مدد خزانه بر سر آنها خواهد آمد از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نرو</w:t>
      </w:r>
      <w:r w:rsidRPr="00FB233E">
        <w:rPr>
          <w:rtl/>
          <w:lang w:bidi="fa-IR"/>
        </w:rPr>
        <w:t xml:space="preserve"> پس از مشورت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نمود قرار بر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گذاشت که به 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صلح نامه را تجد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بر مدت آن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فزا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به مسلم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فرمود: به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زود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ابوسف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خواهد آمد که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مرتبه دوم ببندد و مدت را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ناام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برخواهد گشت .</w:t>
      </w:r>
    </w:p>
    <w:p w:rsidR="00FB233E" w:rsidRPr="00FB233E" w:rsidRDefault="00FB233E" w:rsidP="009F0505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ابوسف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وارد 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شد، بخانه دختر خود ام حب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که زوجه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غمبربود</w:t>
      </w:r>
      <w:r w:rsidRPr="00FB233E">
        <w:rPr>
          <w:rtl/>
          <w:lang w:bidi="fa-IR"/>
        </w:rPr>
        <w:t xml:space="preserve"> داخل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خواست بر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تشک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بنش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دخترش تشک را</w:t>
      </w:r>
      <w:r w:rsidR="009F0505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جمع</w:t>
      </w:r>
      <w:r w:rsidRPr="00FB233E">
        <w:rPr>
          <w:rtl/>
          <w:lang w:bidi="fa-IR"/>
        </w:rPr>
        <w:t xml:space="preserve"> کرده برداشت . ابوسف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به دختر خود گفت : نفهم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!! مرا شا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سته</w:t>
      </w:r>
      <w:r w:rsidRPr="00FB233E">
        <w:rPr>
          <w:rtl/>
          <w:lang w:bidi="fa-IR"/>
        </w:rPr>
        <w:t xml:space="preserve"> نشستن بر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تشک ندانست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تشک را شا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سته</w:t>
      </w:r>
      <w:r w:rsidRPr="00FB233E">
        <w:rPr>
          <w:rtl/>
          <w:lang w:bidi="fa-IR"/>
        </w:rPr>
        <w:t xml:space="preserve"> من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ام</w:t>
      </w:r>
      <w:r w:rsidRPr="00FB233E">
        <w:rPr>
          <w:rtl/>
          <w:lang w:bidi="fa-IR"/>
        </w:rPr>
        <w:t xml:space="preserve"> حب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با صراحت لهجه بدون ترد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گفت (بل هو فراش رسول الله و انت مشرک نجس فلم احب ان تجلس عل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)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تشک مخصوص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امبر</w:t>
      </w:r>
      <w:r w:rsidRPr="00FB233E">
        <w:rPr>
          <w:rtl/>
          <w:lang w:bidi="fa-IR"/>
        </w:rPr>
        <w:t xml:space="preserve"> است تو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کافر و نجس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ندارم بر جا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گاه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بنش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دخترم مثل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نوع ناراحت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آمده . ج</w:t>
      </w:r>
      <w:r w:rsidRPr="00FB233E">
        <w:rPr>
          <w:rFonts w:hint="eastAsia"/>
          <w:rtl/>
          <w:lang w:bidi="fa-IR"/>
        </w:rPr>
        <w:t>واب</w:t>
      </w:r>
      <w:r w:rsidRPr="00FB233E">
        <w:rPr>
          <w:rtl/>
          <w:lang w:bidi="fa-IR"/>
        </w:rPr>
        <w:t xml:space="preserve"> داد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tl/>
          <w:lang w:bidi="fa-IR"/>
        </w:rPr>
        <w:t xml:space="preserve">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نشده جز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خداوند مرا با سلام هدا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نموده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ابوسف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خدمت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هر چه اصرار کرد نت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جه</w:t>
      </w:r>
      <w:r w:rsidRPr="00FB233E">
        <w:rPr>
          <w:rtl/>
          <w:lang w:bidi="fa-IR"/>
        </w:rPr>
        <w:t xml:space="preserve"> نگرفت به هر کس متوسل گشت که چاره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شد</w:t>
      </w:r>
      <w:r w:rsidRPr="00FB233E">
        <w:rPr>
          <w:rtl/>
          <w:lang w:bidi="fa-IR"/>
        </w:rPr>
        <w:t xml:space="preserve"> ممکن نشد ناام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به مکه بازگشت نموده . پس از آن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عازم فتح مکه شد لشگر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آماده نموده بسو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مکه کوچ کرد</w:t>
      </w:r>
      <w:r w:rsidRPr="004068F7">
        <w:rPr>
          <w:rStyle w:val="libFootnotenumChar"/>
          <w:rtl/>
        </w:rPr>
        <w:t>.(8)</w:t>
      </w:r>
    </w:p>
    <w:p w:rsidR="00FB233E" w:rsidRPr="00FB233E" w:rsidRDefault="004068F7" w:rsidP="004068F7">
      <w:pPr>
        <w:pStyle w:val="Heading1"/>
        <w:rPr>
          <w:rtl/>
        </w:rPr>
      </w:pPr>
      <w:r>
        <w:rPr>
          <w:rtl/>
        </w:rPr>
        <w:br w:type="page"/>
      </w:r>
      <w:bookmarkStart w:id="12" w:name="_Toc496184280"/>
      <w:r w:rsidR="00FB233E" w:rsidRPr="00FB233E">
        <w:rPr>
          <w:rFonts w:hint="eastAsia"/>
          <w:rtl/>
        </w:rPr>
        <w:lastRenderedPageBreak/>
        <w:t>ب</w:t>
      </w:r>
      <w:r>
        <w:rPr>
          <w:rFonts w:hint="cs"/>
          <w:rtl/>
        </w:rPr>
        <w:t xml:space="preserve">ه </w:t>
      </w:r>
      <w:r w:rsidR="00FB233E" w:rsidRPr="00FB233E">
        <w:rPr>
          <w:rFonts w:hint="eastAsia"/>
          <w:rtl/>
        </w:rPr>
        <w:t>دنبال</w:t>
      </w:r>
      <w:r w:rsidR="00FB233E" w:rsidRPr="00FB233E">
        <w:rPr>
          <w:rtl/>
        </w:rPr>
        <w:t xml:space="preserve"> شهادت</w:t>
      </w:r>
      <w:bookmarkEnd w:id="12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سال</w:t>
      </w:r>
      <w:r w:rsidRPr="00FB233E">
        <w:rPr>
          <w:rtl/>
          <w:lang w:bidi="fa-IR"/>
        </w:rPr>
        <w:t xml:space="preserve"> هشتم هجر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جنگ موته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آمد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اکرم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سپاه مسلم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 عرض داد سه هزار مرد جنگ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بودند: علم را بدست جعفر بن اب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طالب</w:t>
      </w:r>
      <w:r w:rsidRPr="00FB233E">
        <w:rPr>
          <w:rtl/>
          <w:lang w:bidi="fa-IR"/>
        </w:rPr>
        <w:t xml:space="preserve"> سپرد و او را سپهدار نمود. فرمود اگر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جعفر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آمد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علم را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بن حارثه بردارد، او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اگر دچار حادثه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گشت پرچم در اخت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عبدالله بن رواحه باشد. بعد از عبدالله مسلمانان مختارند هر کس را که خواستند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رلشگر</w:t>
      </w:r>
      <w:r w:rsidRPr="00FB233E">
        <w:rPr>
          <w:rtl/>
          <w:lang w:bidi="fa-IR"/>
        </w:rPr>
        <w:t xml:space="preserve">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>. آنگاه دستورات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داده با آنها وداع نمود، لشگر حرکت کرد.</w:t>
      </w:r>
    </w:p>
    <w:p w:rsidR="00FB233E" w:rsidRPr="00FB233E" w:rsidRDefault="00FB233E" w:rsidP="004068F7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بن ارقم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بود که در دامن عبدالله من رواحه پرورش م</w:t>
      </w:r>
      <w:r w:rsidRPr="00FB233E">
        <w:rPr>
          <w:rFonts w:hint="cs"/>
          <w:rtl/>
          <w:lang w:bidi="fa-IR"/>
        </w:rPr>
        <w:t>ی</w:t>
      </w:r>
      <w:r w:rsidR="004068F7">
        <w:rPr>
          <w:rFonts w:hint="cs"/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</w:t>
      </w:r>
      <w:r w:rsidRPr="00FB233E">
        <w:rPr>
          <w:rtl/>
          <w:lang w:bidi="fa-IR"/>
        </w:rPr>
        <w:t xml:space="preserve"> ،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سفر همراه عبدالله بود و 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</w:t>
      </w:r>
      <w:r w:rsidRPr="00FB233E">
        <w:rPr>
          <w:rtl/>
          <w:lang w:bidi="fa-IR"/>
        </w:rPr>
        <w:t xml:space="preserve"> او در پشت شترش جا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داشت .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راه عبدالله با خود چند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از شعرها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را خواند از آن اشعار بو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شهادت استشمام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شد</w:t>
      </w:r>
      <w:r w:rsidRPr="00FB233E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67"/>
        <w:gridCol w:w="268"/>
        <w:gridCol w:w="3287"/>
      </w:tblGrid>
      <w:tr w:rsidR="004068F7" w:rsidTr="00CE2191">
        <w:trPr>
          <w:trHeight w:val="350"/>
        </w:trPr>
        <w:tc>
          <w:tcPr>
            <w:tcW w:w="3920" w:type="dxa"/>
            <w:shd w:val="clear" w:color="auto" w:fill="auto"/>
          </w:tcPr>
          <w:p w:rsidR="004068F7" w:rsidRDefault="004068F7" w:rsidP="00CE2191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و</w:t>
            </w:r>
            <w:r w:rsidRPr="00FB233E">
              <w:rPr>
                <w:rtl/>
                <w:lang w:bidi="fa-IR"/>
              </w:rPr>
              <w:t xml:space="preserve"> آب المسلمون و خلفون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068F7" w:rsidRDefault="004068F7" w:rsidP="00CE2191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068F7" w:rsidRDefault="004068F7" w:rsidP="00CE2191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بارض</w:t>
            </w:r>
            <w:r w:rsidRPr="00FB233E">
              <w:rPr>
                <w:rtl/>
                <w:lang w:bidi="fa-IR"/>
              </w:rPr>
              <w:t xml:space="preserve"> الشام مشتهر التواء</w:t>
            </w:r>
            <w:r w:rsidRPr="004068F7">
              <w:rPr>
                <w:rStyle w:val="libFootnotenumChar"/>
                <w:rtl/>
              </w:rPr>
              <w:t>(9)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B233E" w:rsidRPr="00FB233E" w:rsidRDefault="00FB233E" w:rsidP="004068F7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گفت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اشعار را که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نتوانستم خوددار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کنم ، با صدا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بلند شروع به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کردم بطور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صدا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خشن شد. عبدالله با عصبان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(بنا به نقل طبر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تاز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من زد) و گفت ما عل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لکع ان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رزقن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الله الشهاده فاستر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ح</w:t>
      </w:r>
      <w:r w:rsidRPr="00FB233E">
        <w:rPr>
          <w:rtl/>
          <w:lang w:bidi="fa-IR"/>
        </w:rPr>
        <w:t xml:space="preserve"> من الدن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و همومها و احزانها و احداثها و </w:t>
      </w:r>
      <w:r w:rsidRPr="00FB233E">
        <w:rPr>
          <w:rFonts w:hint="eastAsia"/>
          <w:rtl/>
          <w:lang w:bidi="fa-IR"/>
        </w:rPr>
        <w:t>ترجع</w:t>
      </w:r>
      <w:r w:rsidRPr="00FB233E">
        <w:rPr>
          <w:rtl/>
          <w:lang w:bidi="fa-IR"/>
        </w:rPr>
        <w:t xml:space="preserve"> انت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شعبت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الرحل ) ترا چه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شود! اگر خداوند شهادت را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از ناراحت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غم و اندوه و گرفتار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آسوده شوم ، و تو به سو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قب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برگرد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هنگام از شتر بز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آمد، نماز خواند از خداوند درخواست کرد بشرف شهادت فا</w:t>
      </w:r>
      <w:r w:rsidR="004068F7">
        <w:rPr>
          <w:rFonts w:hint="cs"/>
          <w:rtl/>
          <w:lang w:bidi="fa-IR"/>
        </w:rPr>
        <w:t>ئز</w:t>
      </w:r>
      <w:r w:rsidRPr="00FB233E">
        <w:rPr>
          <w:rtl/>
          <w:lang w:bidi="fa-IR"/>
        </w:rPr>
        <w:t xml:space="preserve"> گردد.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</w:t>
      </w:r>
      <w:r w:rsidRPr="00FB233E">
        <w:rPr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آرزو زار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تضرع فراوان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نمود، آنگاه به من </w:t>
      </w:r>
      <w:r w:rsidRPr="00FB233E">
        <w:rPr>
          <w:rtl/>
          <w:lang w:bidi="fa-IR"/>
        </w:rPr>
        <w:lastRenderedPageBreak/>
        <w:t>گفت : خداوند حاجت مرا برآورد و شهادت نص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بم</w:t>
      </w:r>
      <w:r w:rsidRPr="00FB233E">
        <w:rPr>
          <w:rtl/>
          <w:lang w:bidi="fa-IR"/>
        </w:rPr>
        <w:t xml:space="preserve"> خواهد شد. از جا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حرکت کرده سوار شد و با لشگر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همراه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</w:t>
      </w:r>
    </w:p>
    <w:p w:rsidR="00FB233E" w:rsidRPr="00FB233E" w:rsidRDefault="00FB233E" w:rsidP="004068F7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بعد</w:t>
      </w:r>
      <w:r w:rsidRPr="00FB233E">
        <w:rPr>
          <w:rtl/>
          <w:lang w:bidi="fa-IR"/>
        </w:rPr>
        <w:t xml:space="preserve"> از شهادت جعفر بن اب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طالب</w:t>
      </w:r>
      <w:r w:rsidRPr="00FB233E">
        <w:rPr>
          <w:rtl/>
          <w:lang w:bidi="fa-IR"/>
        </w:rPr>
        <w:t xml:space="preserve"> </w:t>
      </w:r>
      <w:r w:rsidR="004068F7" w:rsidRPr="004068F7">
        <w:rPr>
          <w:rStyle w:val="libAlaemChar"/>
          <w:rtl/>
        </w:rPr>
        <w:t>رحمه‌الله</w:t>
      </w:r>
      <w:r w:rsidR="004068F7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 w:rsidRPr="00FB233E">
        <w:rPr>
          <w:rtl/>
          <w:lang w:bidi="fa-IR"/>
        </w:rPr>
        <w:t>پرچم را عبدالله بن رواحه برداشت سه روز بگرسنگ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بسر برده بود. پسر عمو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مقدار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گوشت باو داد.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بدهان گذاشت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ادش</w:t>
      </w:r>
      <w:r w:rsidRPr="00FB233E">
        <w:rPr>
          <w:rtl/>
          <w:lang w:bidi="fa-IR"/>
        </w:rPr>
        <w:t xml:space="preserve"> از شهادت جعفر آمد. از دهن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انداخته گفت :</w:t>
      </w:r>
    </w:p>
    <w:p w:rsidR="00FB233E" w:rsidRPr="00FB233E" w:rsidRDefault="00FB233E" w:rsidP="004068F7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نفس ! بعد از جعفر هنوز زنده هست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 مشغول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کار</w:t>
      </w:r>
      <w:r w:rsidRPr="00FB233E">
        <w:rPr>
          <w:rtl/>
          <w:lang w:bidi="fa-IR"/>
        </w:rPr>
        <w:t xml:space="preserve">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هنوز در نفسش ترد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داشت . ابتدا جنگ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درون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در دل کرد و نفس را آماده شهادت</w:t>
      </w:r>
      <w:r w:rsidR="004068F7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نمود</w:t>
      </w:r>
      <w:r w:rsidRPr="00FB233E">
        <w:rPr>
          <w:rtl/>
          <w:lang w:bidi="fa-IR"/>
        </w:rPr>
        <w:t>. پس از آن حمله کرد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و دار ضربت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انگشتش وارد شد. عبدلله از اسب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اده</w:t>
      </w:r>
      <w:r w:rsidRPr="00FB233E">
        <w:rPr>
          <w:rtl/>
          <w:lang w:bidi="fa-IR"/>
        </w:rPr>
        <w:t xml:space="preserve"> شد انگشت را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پا نهاده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تا جدا گشت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آنگاه</w:t>
      </w:r>
      <w:r w:rsidRPr="00FB233E">
        <w:rPr>
          <w:rtl/>
          <w:lang w:bidi="fa-IR"/>
        </w:rPr>
        <w:t xml:space="preserve"> به خود گفت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نفس ! زن را طلاق دادم غلامان را آزاد کردم باغ و بوستان را برسول خدا بخش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.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</w:t>
      </w:r>
      <w:r w:rsidRPr="00FB233E">
        <w:rPr>
          <w:rtl/>
          <w:lang w:bidi="fa-IR"/>
        </w:rPr>
        <w:t xml:space="preserve">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جهان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چرا از شهادت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 دل بر شهادت نهاد. ب</w:t>
      </w:r>
      <w:r w:rsidR="004068F7">
        <w:rPr>
          <w:rFonts w:hint="cs"/>
          <w:rtl/>
          <w:lang w:bidi="fa-IR"/>
        </w:rPr>
        <w:t>ا</w:t>
      </w:r>
      <w:r w:rsidRPr="00FB233E">
        <w:rPr>
          <w:rtl/>
          <w:lang w:bidi="fa-IR"/>
        </w:rPr>
        <w:t>قلب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آکنده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حمله بر کفار نمود. بالاخره از اسب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اده</w:t>
      </w:r>
      <w:r w:rsidRPr="00FB233E">
        <w:rPr>
          <w:rtl/>
          <w:lang w:bidi="fa-IR"/>
        </w:rPr>
        <w:t xml:space="preserve"> شد و شروع به نبرد کرد آنقدر د</w:t>
      </w:r>
      <w:r w:rsidRPr="00FB233E">
        <w:rPr>
          <w:rFonts w:hint="eastAsia"/>
          <w:rtl/>
          <w:lang w:bidi="fa-IR"/>
        </w:rPr>
        <w:t>لاور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نمود تا شه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شد.</w:t>
      </w:r>
      <w:r w:rsidRPr="004068F7">
        <w:rPr>
          <w:rStyle w:val="libFootnotenumChar"/>
          <w:rtl/>
        </w:rPr>
        <w:t>(10)</w:t>
      </w:r>
    </w:p>
    <w:p w:rsidR="00FB233E" w:rsidRPr="00FB233E" w:rsidRDefault="004068F7" w:rsidP="004068F7">
      <w:pPr>
        <w:pStyle w:val="Heading1"/>
        <w:rPr>
          <w:rtl/>
        </w:rPr>
      </w:pPr>
      <w:r>
        <w:rPr>
          <w:rtl/>
        </w:rPr>
        <w:br w:type="page"/>
      </w:r>
      <w:bookmarkStart w:id="13" w:name="_Toc496184281"/>
      <w:r w:rsidR="00FB233E" w:rsidRPr="00FB233E">
        <w:rPr>
          <w:rFonts w:hint="eastAsia"/>
          <w:rtl/>
        </w:rPr>
        <w:lastRenderedPageBreak/>
        <w:t>تحمل</w:t>
      </w:r>
      <w:r w:rsidR="00FB233E" w:rsidRPr="00FB233E">
        <w:rPr>
          <w:rtl/>
        </w:rPr>
        <w:t xml:space="preserve"> مشکلات جنگ</w:t>
      </w:r>
      <w:bookmarkEnd w:id="13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آخر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جنگ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اکرم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آمد غزوه تبوک بود. چون خبر به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که پادشاه روم لشگر گران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فراهم نموده و آماده جنگ با شما شده است ، رسول اکرم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به مسلم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دستور داد که بر</w:t>
      </w: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کار</w:t>
      </w:r>
      <w:r w:rsidRPr="00FB233E">
        <w:rPr>
          <w:rtl/>
          <w:lang w:bidi="fa-IR"/>
        </w:rPr>
        <w:t xml:space="preserve"> آماده شوند.</w:t>
      </w:r>
    </w:p>
    <w:p w:rsidR="00FB233E" w:rsidRPr="00FB233E" w:rsidRDefault="00FB233E" w:rsidP="004068F7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تنگدست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سخت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مسلم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 فراگرفته بود. عده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مهاجر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و انصار با کمک 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لشگر را تقو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نمودند. بطور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نقل شده ابوعق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انصار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صاع خرما (سه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لو</w:t>
      </w:r>
      <w:r w:rsidRPr="00FB233E">
        <w:rPr>
          <w:rtl/>
          <w:lang w:bidi="fa-IR"/>
        </w:rPr>
        <w:t xml:space="preserve"> گرم )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تجه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لشگر آورد. عرض کرد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رسول الله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شب</w:t>
      </w:r>
      <w:r w:rsidRPr="00FB233E">
        <w:rPr>
          <w:rtl/>
          <w:lang w:bidi="fa-IR"/>
        </w:rPr>
        <w:t xml:space="preserve"> تا به صبح با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سمان</w:t>
      </w:r>
      <w:r w:rsidRPr="00FB233E">
        <w:rPr>
          <w:rtl/>
          <w:lang w:bidi="fa-IR"/>
        </w:rPr>
        <w:t xml:space="preserve"> آب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ام و دو روز مزدور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مردم نموده ام مزد خود را که دو صاع خرما بود دو قسمت کردم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صاع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خانواده ام گذاشتم 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صاع 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کمک به لشگر آوردم .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اکرم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دستور داد خرما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را ه</w:t>
      </w:r>
      <w:r w:rsidR="004068F7">
        <w:rPr>
          <w:rFonts w:hint="cs"/>
          <w:rtl/>
          <w:lang w:bidi="fa-IR"/>
        </w:rPr>
        <w:t xml:space="preserve">م </w:t>
      </w:r>
      <w:r w:rsidRPr="00FB233E">
        <w:rPr>
          <w:rFonts w:hint="eastAsia"/>
          <w:rtl/>
          <w:lang w:bidi="fa-IR"/>
        </w:rPr>
        <w:t>بر</w:t>
      </w:r>
      <w:r w:rsidRPr="00FB233E">
        <w:rPr>
          <w:rtl/>
          <w:lang w:bidi="fa-IR"/>
        </w:rPr>
        <w:t xml:space="preserve">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کمک ها اضافه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>.</w:t>
      </w:r>
    </w:p>
    <w:p w:rsidR="00FB233E" w:rsidRPr="00FB233E" w:rsidRDefault="00FB233E" w:rsidP="004068F7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تنگدست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مسلم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چنان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آورده بود که نام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غزوه را ج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العسره نهادند. در تفس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مجمع جلد 5 ص 79 ذ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</w:t>
      </w:r>
      <w:r w:rsidRPr="004068F7">
        <w:rPr>
          <w:rStyle w:val="libAlaemChar"/>
          <w:rtl/>
        </w:rPr>
        <w:t>(</w:t>
      </w:r>
      <w:r w:rsidR="004068F7" w:rsidRPr="004068F7">
        <w:rPr>
          <w:rStyle w:val="libAieChar"/>
          <w:rtl/>
        </w:rPr>
        <w:t>لَّقَد تَّابَ اللَّـهُ عَلَى النَّبِيِّ وَالْمُهَاجِرِينَ وَالْأَنصَارِ الَّذِينَ اتَّبَعُوهُ فِي سَاعَةِ الْعُسْرَةِ مِن بَعْدِ مَا كَادَ يَزِيغُ قُلُوبُ فَرِيقٍ مِّنْهُمْ ثُمَّ تَابَ عَلَيْهِمْ إِنَّهُ بِهِمْ رَءُوفٌ رَّحِيمٌ</w:t>
      </w:r>
      <w:r w:rsidRPr="004068F7">
        <w:rPr>
          <w:rStyle w:val="libAlaemChar"/>
          <w:rtl/>
        </w:rPr>
        <w:t>)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سد</w:t>
      </w:r>
      <w:r w:rsidRPr="00FB233E">
        <w:rPr>
          <w:rtl/>
          <w:lang w:bidi="fa-IR"/>
        </w:rPr>
        <w:t xml:space="preserve"> به طور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فشار بودند که هر دو نفر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شتر داشتند هر کدام به ن</w:t>
      </w:r>
      <w:r w:rsidRPr="00FB233E">
        <w:rPr>
          <w:rFonts w:hint="eastAsia"/>
          <w:rtl/>
          <w:lang w:bidi="fa-IR"/>
        </w:rPr>
        <w:t>وبت</w:t>
      </w:r>
      <w:r w:rsidRPr="00FB233E">
        <w:rPr>
          <w:rtl/>
          <w:lang w:bidi="fa-IR"/>
        </w:rPr>
        <w:t xml:space="preserve"> ساعت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سوار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شدند آنگاه سواره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اده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سوار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(و کان زادهم الشع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المسوس و التمر المدود و الاهاله السنخه ) خوراک آن ها جو شپشک افتاده و خرما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کرم زده و روغن بو آمده بود چنان در سخت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بودند که ب</w:t>
      </w:r>
      <w:r w:rsidR="004068F7">
        <w:rPr>
          <w:rFonts w:hint="cs"/>
          <w:rtl/>
          <w:lang w:bidi="fa-IR"/>
        </w:rPr>
        <w:t xml:space="preserve">ه </w:t>
      </w:r>
      <w:r w:rsidRPr="00FB233E">
        <w:rPr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="004068F7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طر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tl/>
          <w:lang w:bidi="fa-IR"/>
        </w:rPr>
        <w:t xml:space="preserve"> جلو گرسنگ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گرفتند: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lastRenderedPageBreak/>
        <w:t>هر</w:t>
      </w:r>
      <w:r w:rsidRPr="00FB233E">
        <w:rPr>
          <w:rtl/>
          <w:lang w:bidi="fa-IR"/>
        </w:rPr>
        <w:t xml:space="preserve"> وقت بشدت گرسنه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شدند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نفر خرمائ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در دهان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گذاشت آنقدر نگه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داشت که طعم و مزه اش را بچشد. سپس برف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tl/>
          <w:lang w:bidi="fa-IR"/>
        </w:rPr>
        <w:t xml:space="preserve"> خود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داد،</w:t>
      </w:r>
      <w:r w:rsidRPr="00FB233E">
        <w:rPr>
          <w:rtl/>
          <w:lang w:bidi="fa-IR"/>
        </w:rPr>
        <w:t xml:space="preserve"> باز رف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قش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مقدار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آب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اشام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آنگاه به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="004068F7">
        <w:rPr>
          <w:rFonts w:hint="cs"/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خرما را مک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آب آن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خوردند و بعد بد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دادند تا دانه اش باق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ماند</w:t>
      </w:r>
      <w:r w:rsidRPr="00FB233E">
        <w:rPr>
          <w:rtl/>
          <w:lang w:bidi="fa-IR"/>
        </w:rPr>
        <w:t>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در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جنگ اباذر سه روز از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عقب ماند.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شترش ضع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</w:t>
      </w:r>
      <w:r w:rsidRPr="00FB233E">
        <w:rPr>
          <w:rtl/>
          <w:lang w:bidi="fa-IR"/>
        </w:rPr>
        <w:t xml:space="preserve"> بود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توانست راه بپ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در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راه از حرکت باز ماند شتر را رها کرده . بار خود را بر دوش گرفت و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اده</w:t>
      </w:r>
      <w:r w:rsidRPr="00FB233E">
        <w:rPr>
          <w:rtl/>
          <w:lang w:bidi="fa-IR"/>
        </w:rPr>
        <w:t xml:space="preserve"> از پ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سپاه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آمد تا به آنها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</w:t>
      </w:r>
    </w:p>
    <w:p w:rsidR="00FB233E" w:rsidRPr="00FB233E" w:rsidRDefault="00FB233E" w:rsidP="004068F7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هوا</w:t>
      </w:r>
      <w:r w:rsidRPr="00FB233E">
        <w:rPr>
          <w:rtl/>
          <w:lang w:bidi="fa-IR"/>
        </w:rPr>
        <w:t xml:space="preserve"> گرم شده بود سپاه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نفر از دور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غمبرفرمود</w:t>
      </w:r>
      <w:r w:rsidRPr="00FB233E">
        <w:rPr>
          <w:rtl/>
          <w:lang w:bidi="fa-IR"/>
        </w:rPr>
        <w:t xml:space="preserve"> اباذر است ،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کتر</w:t>
      </w:r>
      <w:r w:rsidRPr="00FB233E">
        <w:rPr>
          <w:rtl/>
          <w:lang w:bidi="fa-IR"/>
        </w:rPr>
        <w:t xml:space="preserve"> شد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 xml:space="preserve"> اوست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فرمود (ادر کوه بالماء فانه عطشان )</w:t>
      </w:r>
      <w:r w:rsidR="004068F7" w:rsidRPr="00FB233E">
        <w:rPr>
          <w:rFonts w:hint="eastAsia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زود</w:t>
      </w:r>
      <w:r w:rsidRPr="00FB233E">
        <w:rPr>
          <w:rtl/>
          <w:lang w:bidi="fa-IR"/>
        </w:rPr>
        <w:t xml:space="preserve"> به اباذر آب ده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که تشنه است . خدمت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که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آنجناب مشاهده نمود که آفتابه اباذر آب دارد، فرمود: تو با خود آب داشت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تشنه بود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؟!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عرض</w:t>
      </w:r>
      <w:r w:rsidRPr="00FB233E">
        <w:rPr>
          <w:rtl/>
          <w:lang w:bidi="fa-IR"/>
        </w:rPr>
        <w:t xml:space="preserve"> کرد: آر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رسول الله ، پدر و مادرم فدا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! در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راه بمحل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مقدار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آب باران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سنگ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جمع شده بود،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که نوش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آب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خوشگوار و سرد است آفتابه را پر آب کرده با خود گفتم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آب را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آشامم تا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اکرم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اشامد</w:t>
      </w:r>
      <w:r w:rsidRPr="004068F7">
        <w:rPr>
          <w:rStyle w:val="libFootnotenumChar"/>
          <w:rtl/>
        </w:rPr>
        <w:t>.(11)</w:t>
      </w:r>
    </w:p>
    <w:p w:rsidR="00FB233E" w:rsidRPr="00FB233E" w:rsidRDefault="004068F7" w:rsidP="004068F7">
      <w:pPr>
        <w:pStyle w:val="Heading1"/>
        <w:rPr>
          <w:rtl/>
        </w:rPr>
      </w:pPr>
      <w:r>
        <w:rPr>
          <w:rtl/>
        </w:rPr>
        <w:br w:type="page"/>
      </w:r>
      <w:bookmarkStart w:id="14" w:name="_Toc496184282"/>
      <w:r w:rsidR="00FB233E" w:rsidRPr="00FB233E">
        <w:rPr>
          <w:rFonts w:hint="eastAsia"/>
          <w:rtl/>
        </w:rPr>
        <w:lastRenderedPageBreak/>
        <w:t>جهالت</w:t>
      </w:r>
      <w:r w:rsidR="00FB233E" w:rsidRPr="00FB233E">
        <w:rPr>
          <w:rtl/>
        </w:rPr>
        <w:t xml:space="preserve"> تا کجا</w:t>
      </w:r>
      <w:bookmarkEnd w:id="14"/>
    </w:p>
    <w:p w:rsidR="00FB233E" w:rsidRPr="00FB233E" w:rsidRDefault="00FB233E" w:rsidP="001F60D4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بت</w:t>
      </w:r>
      <w:r w:rsidRPr="00FB233E">
        <w:rPr>
          <w:rtl/>
          <w:lang w:bidi="fa-IR"/>
        </w:rPr>
        <w:t xml:space="preserve"> عز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اختصاص به قر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داشت و با اهم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تر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="001F60D4">
        <w:rPr>
          <w:rFonts w:hint="cs"/>
          <w:rtl/>
          <w:lang w:bidi="fa-IR"/>
        </w:rPr>
        <w:t xml:space="preserve"> بت </w:t>
      </w:r>
      <w:r w:rsidRPr="00FB233E">
        <w:rPr>
          <w:rtl/>
          <w:lang w:bidi="fa-IR"/>
        </w:rPr>
        <w:t>آنها بود.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وسته</w:t>
      </w:r>
      <w:r w:rsidRPr="00FB233E">
        <w:rPr>
          <w:rtl/>
          <w:lang w:bidi="fa-IR"/>
        </w:rPr>
        <w:t xml:space="preserve"> آن را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ارت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کردند و در کنارش قربان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نموده تقرب بسو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جستند عق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داشتند که لات و عز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مناه هر سه دختران خدا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و 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شفاعت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شوند</w:t>
      </w:r>
      <w:r w:rsidRPr="00FB233E">
        <w:rPr>
          <w:rtl/>
          <w:lang w:bidi="fa-IR"/>
        </w:rPr>
        <w:t>. هنگام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اکرم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مبع</w:t>
      </w:r>
      <w:r w:rsidRPr="00FB233E">
        <w:rPr>
          <w:rFonts w:hint="eastAsia"/>
          <w:rtl/>
          <w:lang w:bidi="fa-IR"/>
        </w:rPr>
        <w:t>وث</w:t>
      </w:r>
      <w:r w:rsidRPr="00FB233E">
        <w:rPr>
          <w:rtl/>
          <w:lang w:bidi="fa-IR"/>
        </w:rPr>
        <w:t xml:space="preserve"> شد و بت پرست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سرزنش نموده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قب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نازل شد: </w:t>
      </w:r>
      <w:r w:rsidR="001F60D4" w:rsidRPr="001F60D4">
        <w:rPr>
          <w:rStyle w:val="libAlaemChar"/>
          <w:rFonts w:hint="cs"/>
          <w:rtl/>
        </w:rPr>
        <w:t>(</w:t>
      </w:r>
      <w:r w:rsidR="001F60D4" w:rsidRPr="001F60D4">
        <w:rPr>
          <w:rStyle w:val="libAieChar"/>
          <w:rtl/>
        </w:rPr>
        <w:t>أَفَرَأَيْتُمُ اللَّاتَ وَالْعُزَّىٰ ﴿</w:t>
      </w:r>
      <w:hyperlink r:id="rId11" w:anchor="53:19" w:history="1">
        <w:r w:rsidR="001F60D4" w:rsidRPr="001F60D4">
          <w:rPr>
            <w:rStyle w:val="libAieChar"/>
            <w:rtl/>
          </w:rPr>
          <w:t>١٩</w:t>
        </w:r>
      </w:hyperlink>
      <w:r w:rsidR="001F60D4" w:rsidRPr="001F60D4">
        <w:rPr>
          <w:rStyle w:val="libAieChar"/>
          <w:rtl/>
        </w:rPr>
        <w:t>﴾ وَمَنَاةَ الثَّالِثَةَ الْأُخْرَىٰ ﴿</w:t>
      </w:r>
      <w:hyperlink r:id="rId12" w:anchor="53:20" w:history="1">
        <w:r w:rsidR="001F60D4" w:rsidRPr="001F60D4">
          <w:rPr>
            <w:rStyle w:val="libAieChar"/>
            <w:rtl/>
          </w:rPr>
          <w:t>٢٠</w:t>
        </w:r>
      </w:hyperlink>
      <w:r w:rsidR="001F60D4" w:rsidRPr="001F60D4">
        <w:rPr>
          <w:rStyle w:val="libAieChar"/>
          <w:rtl/>
        </w:rPr>
        <w:t>﴾ أَلَكُمُ الذَّكَرُ وَلَهُ الْأُنثَىٰ ﴿</w:t>
      </w:r>
      <w:hyperlink r:id="rId13" w:anchor="53:21" w:history="1">
        <w:r w:rsidR="001F60D4" w:rsidRPr="001F60D4">
          <w:rPr>
            <w:rStyle w:val="libAieChar"/>
            <w:rtl/>
          </w:rPr>
          <w:t>٢١</w:t>
        </w:r>
      </w:hyperlink>
      <w:r w:rsidR="001F60D4" w:rsidRPr="001F60D4">
        <w:rPr>
          <w:rStyle w:val="libAieChar"/>
          <w:rtl/>
        </w:rPr>
        <w:t>﴾ تِلْكَ إِذًا قِسْمَةٌ ضِيزَىٰ ﴿</w:t>
      </w:r>
      <w:hyperlink r:id="rId14" w:anchor="53:22" w:history="1">
        <w:r w:rsidR="001F60D4" w:rsidRPr="001F60D4">
          <w:rPr>
            <w:rStyle w:val="libAieChar"/>
            <w:rtl/>
          </w:rPr>
          <w:t>٢٢</w:t>
        </w:r>
      </w:hyperlink>
      <w:r w:rsidR="001F60D4" w:rsidRPr="001F60D4">
        <w:rPr>
          <w:rStyle w:val="libAieChar"/>
          <w:rtl/>
        </w:rPr>
        <w:t>﴾ إِنْ هِيَ إِلَّا أَسْمَاءٌ سَمَّيْتُمُوهَا أَنتُمْ وَآبَاؤُكُم مَّا أَنزَلَ اللَّـهُ بِهَا مِن سُلْطَانٍ</w:t>
      </w:r>
      <w:r w:rsidR="001F60D4" w:rsidRPr="001F60D4">
        <w:rPr>
          <w:rStyle w:val="libAieChar"/>
          <w:rFonts w:ascii="Times New Roman" w:hAnsi="Times New Roman" w:cs="Times New Roman" w:hint="cs"/>
          <w:rtl/>
        </w:rPr>
        <w:t> </w:t>
      </w:r>
      <w:r w:rsidRPr="001F60D4">
        <w:rPr>
          <w:rStyle w:val="libAlaemChar"/>
          <w:rtl/>
        </w:rPr>
        <w:t>)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ات</w:t>
      </w:r>
      <w:r w:rsidRPr="00FB233E">
        <w:rPr>
          <w:rtl/>
          <w:lang w:bidi="fa-IR"/>
        </w:rPr>
        <w:t xml:space="preserve"> و سرزنش 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قر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را ناراحت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ابواح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حه</w:t>
      </w:r>
      <w:r w:rsidRPr="00FB233E">
        <w:rPr>
          <w:rtl/>
          <w:lang w:bidi="fa-IR"/>
        </w:rPr>
        <w:t xml:space="preserve"> (سعد بن العاص بن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) مر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ض</w:t>
      </w:r>
      <w:r w:rsidRPr="00FB233E">
        <w:rPr>
          <w:rtl/>
          <w:lang w:bidi="fa-IR"/>
        </w:rPr>
        <w:t xml:space="preserve"> شد. مرضش شدت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</w:t>
      </w:r>
      <w:r w:rsidRPr="00FB233E">
        <w:rPr>
          <w:rtl/>
          <w:lang w:bidi="fa-IR"/>
        </w:rPr>
        <w:t xml:space="preserve"> بطور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مشرف به مرگ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ابولهب</w:t>
      </w:r>
      <w:r w:rsidRPr="00FB233E">
        <w:rPr>
          <w:rtl/>
          <w:lang w:bidi="fa-IR"/>
        </w:rPr>
        <w:t xml:space="preserve"> به بال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او رفت مشاهده کرد سع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بن عاص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فقال 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ابا اح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حه</w:t>
      </w:r>
      <w:r w:rsidRPr="00FB233E">
        <w:rPr>
          <w:rtl/>
          <w:lang w:bidi="fa-IR"/>
        </w:rPr>
        <w:t xml:space="preserve"> امن الموت تبک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لابد منه ؟!)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چرا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 اگر از ترس مرگ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</w:t>
      </w:r>
      <w:r w:rsidRPr="00FB233E">
        <w:rPr>
          <w:rFonts w:hint="cs"/>
          <w:rtl/>
          <w:lang w:bidi="fa-IR"/>
        </w:rPr>
        <w:t>یی</w:t>
      </w:r>
      <w:r w:rsidRPr="00FB233E">
        <w:rPr>
          <w:rtl/>
          <w:lang w:bidi="fa-IR"/>
        </w:rPr>
        <w:t xml:space="preserve"> که فا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ندارد همه خواهند مرد. گفت نه از مرگ نگران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ستم</w:t>
      </w:r>
      <w:r w:rsidRPr="00FB233E">
        <w:rPr>
          <w:rtl/>
          <w:lang w:bidi="fa-IR"/>
        </w:rPr>
        <w:t xml:space="preserve">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ام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،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کنم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ترسم پس از من عز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پرست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نشود.</w:t>
      </w:r>
    </w:p>
    <w:p w:rsidR="00FB233E" w:rsidRPr="00FB233E" w:rsidRDefault="00FB233E" w:rsidP="001F60D4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ابولهب</w:t>
      </w:r>
      <w:r w:rsidRPr="00FB233E">
        <w:rPr>
          <w:rtl/>
          <w:lang w:bidi="fa-IR"/>
        </w:rPr>
        <w:t xml:space="preserve"> گفت مردم که عز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در زمان تو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پرست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 xml:space="preserve"> نه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 بود، چون اعتقاد داشتند پرستش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نمودند. بعد از تو هم هرگز ترک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کار را نخواهند کرد فقال ابواح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حه</w:t>
      </w:r>
      <w:r w:rsidRPr="00FB233E">
        <w:rPr>
          <w:rtl/>
          <w:lang w:bidi="fa-IR"/>
        </w:rPr>
        <w:t xml:space="preserve"> الان علمت ان 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فه</w:t>
      </w:r>
      <w:r w:rsidRPr="00FB233E">
        <w:rPr>
          <w:rtl/>
          <w:lang w:bidi="fa-IR"/>
        </w:rPr>
        <w:t xml:space="preserve">  ابواح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حه</w:t>
      </w:r>
      <w:r w:rsidRPr="00FB233E">
        <w:rPr>
          <w:rtl/>
          <w:lang w:bidi="fa-IR"/>
        </w:rPr>
        <w:t xml:space="preserve"> گفت اکنون دانستم که من جانش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دارم ، از شدت علاقه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ابولهب به </w:t>
      </w:r>
      <w:r w:rsidRPr="00FB233E">
        <w:rPr>
          <w:rFonts w:hint="eastAsia"/>
          <w:rtl/>
          <w:lang w:bidi="fa-IR"/>
        </w:rPr>
        <w:t>بت</w:t>
      </w:r>
      <w:r w:rsidRPr="00FB233E">
        <w:rPr>
          <w:rtl/>
          <w:lang w:bidi="fa-IR"/>
        </w:rPr>
        <w:t xml:space="preserve"> پرست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شادمان شد.</w:t>
      </w:r>
      <w:r w:rsidRPr="001F60D4">
        <w:rPr>
          <w:rStyle w:val="libFootnotenumChar"/>
          <w:rtl/>
        </w:rPr>
        <w:t>(12)</w:t>
      </w:r>
    </w:p>
    <w:p w:rsidR="00FB233E" w:rsidRPr="00FB233E" w:rsidRDefault="001F60D4" w:rsidP="001F60D4">
      <w:pPr>
        <w:pStyle w:val="Heading1"/>
        <w:rPr>
          <w:rtl/>
        </w:rPr>
      </w:pPr>
      <w:r>
        <w:rPr>
          <w:rtl/>
        </w:rPr>
        <w:br w:type="page"/>
      </w:r>
      <w:bookmarkStart w:id="15" w:name="_Toc496184283"/>
      <w:r w:rsidR="00FB233E" w:rsidRPr="00FB233E">
        <w:rPr>
          <w:rFonts w:hint="eastAsia"/>
          <w:rtl/>
        </w:rPr>
        <w:lastRenderedPageBreak/>
        <w:t>شفاعت</w:t>
      </w:r>
      <w:r w:rsidR="00FB233E" w:rsidRPr="00FB233E">
        <w:rPr>
          <w:rtl/>
        </w:rPr>
        <w:t xml:space="preserve"> را نپذ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رفت</w:t>
      </w:r>
      <w:bookmarkEnd w:id="15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هنگام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مکه فتح شد، در آن روزها که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آنجا توقف داشت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آمدهائ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داد از آنجمله فاطمه دختر اسود بن عبدالاسود برادر زاده ابوسلمه بن عبدالاسد که از اشراف قب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بن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مخزوم بود دست به دزد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زد. در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سرقت گرفتار شد. او را خدمت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آوردند.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بستگانش</w:t>
      </w:r>
      <w:r w:rsidRPr="00FB233E">
        <w:rPr>
          <w:rtl/>
          <w:lang w:bidi="fa-IR"/>
        </w:rPr>
        <w:t xml:space="preserve"> با خود اند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 xml:space="preserve"> که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چکس</w:t>
      </w:r>
      <w:r w:rsidRPr="00FB233E">
        <w:rPr>
          <w:rtl/>
          <w:lang w:bidi="fa-IR"/>
        </w:rPr>
        <w:t xml:space="preserve"> را جرئت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واسطه شود تا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از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فر</w:t>
      </w:r>
      <w:r w:rsidRPr="00FB233E">
        <w:rPr>
          <w:rtl/>
          <w:lang w:bidi="fa-IR"/>
        </w:rPr>
        <w:t xml:space="preserve"> فاطمه بگذرد مگر اسامه بن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اسامه رفتند التماسها نمودند تا حاضر به وساطت شد، اسامه خدمت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درخواست بخشش فاطمه را نمود از تقاضا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رنگ رخسا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دگرگون شد. فرمود:</w:t>
      </w:r>
    </w:p>
    <w:p w:rsidR="00FB233E" w:rsidRPr="00FB233E" w:rsidRDefault="00FB233E" w:rsidP="001F60D4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لا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شفع</w:t>
      </w:r>
      <w:r w:rsidRPr="00FB233E">
        <w:rPr>
          <w:rtl/>
          <w:lang w:bidi="fa-IR"/>
        </w:rPr>
        <w:t xml:space="preserve"> 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حد فان الحدود اذا انتهت 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tl/>
          <w:lang w:bidi="fa-IR"/>
        </w:rPr>
        <w:t xml:space="preserve"> لهامترک : در اجرا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حد وساطت پذ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رفته</w:t>
      </w:r>
      <w:r w:rsidRPr="00FB233E">
        <w:rPr>
          <w:rtl/>
          <w:lang w:bidi="fa-IR"/>
        </w:rPr>
        <w:t xml:space="preserve">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آنگاه که حدود به من منته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جا</w:t>
      </w:r>
      <w:r w:rsidRPr="00FB233E">
        <w:rPr>
          <w:rFonts w:hint="cs"/>
          <w:rtl/>
          <w:lang w:bidi="fa-IR"/>
        </w:rPr>
        <w:t>ی</w:t>
      </w:r>
      <w:r w:rsidR="001F60D4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ترک</w:t>
      </w:r>
      <w:r w:rsidRPr="00FB233E">
        <w:rPr>
          <w:rtl/>
          <w:lang w:bidi="fa-IR"/>
        </w:rPr>
        <w:t xml:space="preserve"> باق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ماند،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اجرا شود. اسامه !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شفاعت درباره حد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حدود خدا بنمائ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!!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اسامه</w:t>
      </w:r>
      <w:r w:rsidRPr="00FB233E">
        <w:rPr>
          <w:rtl/>
          <w:lang w:bidi="fa-IR"/>
        </w:rPr>
        <w:t xml:space="preserve"> ناراحت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را که مشاهده کرد از کرده خود پش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شد. عرض کرد: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رسول الله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طلب مغفرت نما. آنگاه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فرمود امتها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گذشته که نابود شدند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بود که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بزرگان آنگاه اگر دست بدزد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>زد او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گذارند و حد برو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کردند اما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ضع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</w:t>
      </w:r>
      <w:r w:rsidRPr="00FB233E">
        <w:rPr>
          <w:rtl/>
          <w:lang w:bidi="fa-IR"/>
        </w:rPr>
        <w:t xml:space="preserve"> و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چاره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عمل را مرتکب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حد را جار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کردند.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اگر</w:t>
      </w:r>
      <w:r w:rsidRPr="00FB233E">
        <w:rPr>
          <w:rtl/>
          <w:lang w:bidi="fa-IR"/>
        </w:rPr>
        <w:t xml:space="preserve"> فاطمه دختر محمد دزد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دستور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دهم دستش را قطع کنند. امر کرد دست فاطمه مخزوم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را قطع نمودند.</w:t>
      </w:r>
      <w:r w:rsidRPr="001F60D4">
        <w:rPr>
          <w:rStyle w:val="libFootnotenumChar"/>
          <w:rtl/>
        </w:rPr>
        <w:t>(13)</w:t>
      </w:r>
    </w:p>
    <w:p w:rsidR="00FB233E" w:rsidRPr="00FB233E" w:rsidRDefault="001F60D4" w:rsidP="001F60D4">
      <w:pPr>
        <w:pStyle w:val="Heading1"/>
        <w:rPr>
          <w:rtl/>
        </w:rPr>
      </w:pPr>
      <w:r>
        <w:rPr>
          <w:rtl/>
        </w:rPr>
        <w:br w:type="page"/>
      </w:r>
      <w:bookmarkStart w:id="16" w:name="_Toc496184284"/>
      <w:r w:rsidR="00FB233E" w:rsidRPr="00FB233E">
        <w:rPr>
          <w:rFonts w:hint="eastAsia"/>
          <w:rtl/>
        </w:rPr>
        <w:lastRenderedPageBreak/>
        <w:t>غنائم</w:t>
      </w:r>
      <w:r w:rsidR="00FB233E" w:rsidRPr="00FB233E">
        <w:rPr>
          <w:rtl/>
        </w:rPr>
        <w:t xml:space="preserve"> متعلق به همه است</w:t>
      </w:r>
      <w:bookmarkEnd w:id="16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آنگاه</w:t>
      </w:r>
      <w:r w:rsidRPr="00FB233E">
        <w:rPr>
          <w:rtl/>
          <w:lang w:bidi="fa-IR"/>
        </w:rPr>
        <w:t xml:space="preserve"> که جنگ حن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به پا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غنائم تقس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شد عده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اعراب که در آن جنگ حاضر بودند و هنوز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نداشتند.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>.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گفتند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رسول الله ما را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بهره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ببخش ازدحام که آنجناب به درخت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پناهده شد ردا را از دوش مبارکش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فرمود</w:t>
      </w:r>
      <w:r w:rsidRPr="00FB233E">
        <w:rPr>
          <w:rtl/>
          <w:lang w:bidi="fa-IR"/>
        </w:rPr>
        <w:t xml:space="preserve"> ردا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مرا بده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بخدائ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جانم در دست او است اگر به اندازه درختها بر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شتر و گاو و گوسفند در اخت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من باشد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شما تقس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کنم .</w:t>
      </w:r>
    </w:p>
    <w:p w:rsidR="00FB233E" w:rsidRPr="00FB233E" w:rsidRDefault="00FB233E" w:rsidP="001F60D4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در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هنگام موئ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کوهان شتر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فرمود بخدا سوگند که از غن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مت</w:t>
      </w:r>
      <w:r w:rsidRPr="00FB233E">
        <w:rPr>
          <w:rtl/>
          <w:lang w:bidi="fa-IR"/>
        </w:rPr>
        <w:t xml:space="preserve"> شما بمقدار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مو اضافه بر خمس تصرف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کنم آنرا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بشما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دهم ، شما هم از </w:t>
      </w:r>
      <w:r w:rsidR="001F60D4">
        <w:rPr>
          <w:rFonts w:hint="cs"/>
          <w:rtl/>
          <w:lang w:bidi="fa-IR"/>
        </w:rPr>
        <w:t>غ</w:t>
      </w:r>
      <w:r w:rsidRPr="00FB233E">
        <w:rPr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مت</w:t>
      </w:r>
      <w:r w:rsidRPr="00FB233E">
        <w:rPr>
          <w:rtl/>
          <w:lang w:bidi="fa-IR"/>
        </w:rPr>
        <w:t xml:space="preserve">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انت</w:t>
      </w:r>
      <w:r w:rsidRPr="00FB233E">
        <w:rPr>
          <w:rtl/>
          <w:lang w:bidi="fa-IR"/>
        </w:rPr>
        <w:t xml:space="preserve"> نکن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اگر چه به اندازه سوزن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نخ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باشد از انصار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برخاست</w:t>
      </w:r>
      <w:r w:rsidRPr="00FB233E">
        <w:rPr>
          <w:rtl/>
          <w:lang w:bidi="fa-IR"/>
        </w:rPr>
        <w:t xml:space="preserve"> رشته تافته 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آورده گفت من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نخ را برداشتم که جل شتر خود را بدوزم !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فرمود</w:t>
      </w:r>
      <w:r w:rsidRPr="00FB233E">
        <w:rPr>
          <w:rtl/>
          <w:lang w:bidi="fa-IR"/>
        </w:rPr>
        <w:t xml:space="preserve"> آنچه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نخ حق من است بتو بخش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(کنا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مقدور من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سهم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گران</w:t>
      </w:r>
      <w:r w:rsidRPr="00FB233E">
        <w:rPr>
          <w:rtl/>
          <w:lang w:bidi="fa-IR"/>
        </w:rPr>
        <w:t xml:space="preserve"> را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نخ رد 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) آن مرد گفت اگر وضع 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دشوار است و حساب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نقدر</w:t>
      </w:r>
      <w:r w:rsidRPr="00FB233E">
        <w:rPr>
          <w:rtl/>
          <w:lang w:bidi="fa-IR"/>
        </w:rPr>
        <w:t xml:space="preserve"> دق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tl/>
          <w:lang w:bidi="fa-IR"/>
        </w:rPr>
        <w:t xml:space="preserve"> است من احت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اج</w:t>
      </w:r>
      <w:r w:rsidRPr="00FB233E">
        <w:rPr>
          <w:rtl/>
          <w:lang w:bidi="fa-IR"/>
        </w:rPr>
        <w:t xml:space="preserve"> به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رشته تافته ندارم از دست بر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انداخت .</w:t>
      </w:r>
    </w:p>
    <w:p w:rsidR="00FB233E" w:rsidRPr="00FB233E" w:rsidRDefault="00FB233E" w:rsidP="001F60D4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در</w:t>
      </w:r>
      <w:r w:rsidRPr="00FB233E">
        <w:rPr>
          <w:rtl/>
          <w:lang w:bidi="fa-IR"/>
        </w:rPr>
        <w:t xml:space="preserve"> جنگ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بر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پس از جمع آور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1F60D4">
        <w:rPr>
          <w:rFonts w:hint="cs"/>
          <w:rtl/>
          <w:lang w:bidi="fa-IR"/>
        </w:rPr>
        <w:t>غ</w:t>
      </w:r>
      <w:r w:rsidRPr="00FB233E">
        <w:rPr>
          <w:rtl/>
          <w:lang w:bidi="fa-IR"/>
        </w:rPr>
        <w:t>نائم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دستور داد ندا کنند: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tl/>
          <w:lang w:bidi="fa-IR"/>
        </w:rPr>
        <w:t xml:space="preserve"> کس به اندازه سر سوزن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تکه نخ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غنائم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انت</w:t>
      </w:r>
      <w:r w:rsidRPr="00FB233E">
        <w:rPr>
          <w:rtl/>
          <w:lang w:bidi="fa-IR"/>
        </w:rPr>
        <w:t xml:space="preserve"> نکند. در همان روزها غلام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رفت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غلام نگهبان وسائل مسافرت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حضرت رسول 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بود بعض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در جنگ عنان اسب آنجناب را د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دست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گرفت .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فرمود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غلام در جهنم است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داخل اسبابها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را </w:t>
      </w:r>
      <w:r w:rsidRPr="00FB233E">
        <w:rPr>
          <w:rtl/>
          <w:lang w:bidi="fa-IR"/>
        </w:rPr>
        <w:lastRenderedPageBreak/>
        <w:t>جستجو نمودند. گل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پشم مشاهده نمودند که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ادتر</w:t>
      </w:r>
      <w:r w:rsidRPr="00FB233E">
        <w:rPr>
          <w:rtl/>
          <w:lang w:bidi="fa-IR"/>
        </w:rPr>
        <w:t xml:space="preserve"> از سهم خود برداشته بود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خمس غنائم را جدا نمودند و در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سربازان تقس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شد. خبر دادند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کنفر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از صحابه از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رفته است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که به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فرمود بر او نماز نگذار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آنگاه که جستجو کردند مشاهده چند مهره از مهره 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هود</w:t>
      </w:r>
      <w:r w:rsidRPr="00FB233E">
        <w:rPr>
          <w:rtl/>
          <w:lang w:bidi="fa-IR"/>
        </w:rPr>
        <w:t xml:space="preserve"> که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از دو درهم ارزش نداشت برداشته بود.</w:t>
      </w:r>
      <w:r w:rsidRPr="001F60D4">
        <w:rPr>
          <w:rStyle w:val="libFootnotenumChar"/>
          <w:rtl/>
        </w:rPr>
        <w:t>(14)</w:t>
      </w:r>
    </w:p>
    <w:p w:rsidR="00FB233E" w:rsidRPr="00FB233E" w:rsidRDefault="00FB233E" w:rsidP="001F60D4">
      <w:pPr>
        <w:pStyle w:val="Heading1"/>
        <w:rPr>
          <w:rtl/>
        </w:rPr>
      </w:pPr>
      <w:bookmarkStart w:id="17" w:name="_Toc496184285"/>
      <w:r w:rsidRPr="00FB233E">
        <w:rPr>
          <w:rFonts w:hint="eastAsia"/>
          <w:rtl/>
        </w:rPr>
        <w:t>حقان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ت</w:t>
      </w:r>
      <w:r w:rsidRPr="00FB233E">
        <w:rPr>
          <w:rtl/>
        </w:rPr>
        <w:t xml:space="preserve"> اسلام</w:t>
      </w:r>
      <w:bookmarkEnd w:id="17"/>
    </w:p>
    <w:p w:rsidR="00FB233E" w:rsidRPr="00FB233E" w:rsidRDefault="00FB233E" w:rsidP="001F60D4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کعب</w:t>
      </w:r>
      <w:r w:rsidRPr="00FB233E">
        <w:rPr>
          <w:rtl/>
          <w:lang w:bidi="fa-IR"/>
        </w:rPr>
        <w:t xml:space="preserve"> ابن اشرف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رؤ سا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هود</w:t>
      </w:r>
      <w:r w:rsidRPr="00FB233E">
        <w:rPr>
          <w:rtl/>
          <w:lang w:bidi="fa-IR"/>
        </w:rPr>
        <w:t xml:space="preserve"> 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بود آنقدر در آزار مسلمانان و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اصرار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ورز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دشمنان را عل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آنها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شوارن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که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در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اصحاب فرمود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شر ابن اشرف را کفا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کند؟ محمد</w:t>
      </w:r>
      <w:r w:rsidR="001F60D4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بن</w:t>
      </w:r>
      <w:r w:rsidRPr="00FB233E">
        <w:rPr>
          <w:rtl/>
          <w:lang w:bidi="fa-IR"/>
        </w:rPr>
        <w:t xml:space="preserve"> مسلمه و چند نفر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تعهد کشتن او را نمودند بالاخره بر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کار موفق شدند و کعب را کشتند.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صه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مسلمانان بود. در همسا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تاجر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منزل داشت مح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صه</w:t>
      </w:r>
      <w:r w:rsidRPr="00FB233E">
        <w:rPr>
          <w:rtl/>
          <w:lang w:bidi="fa-IR"/>
        </w:rPr>
        <w:t xml:space="preserve"> در اول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فرصت همسا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هود</w:t>
      </w:r>
      <w:r w:rsidRPr="00FB233E">
        <w:rPr>
          <w:rtl/>
          <w:lang w:bidi="fa-IR"/>
        </w:rPr>
        <w:t xml:space="preserve"> خود را کشت برادر مح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صه</w:t>
      </w:r>
      <w:r w:rsidRPr="00FB233E">
        <w:rPr>
          <w:rtl/>
          <w:lang w:bidi="fa-IR"/>
        </w:rPr>
        <w:t xml:space="preserve"> بنام حو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صه</w:t>
      </w:r>
      <w:r w:rsidRPr="00FB233E">
        <w:rPr>
          <w:rtl/>
          <w:lang w:bidi="fa-IR"/>
        </w:rPr>
        <w:t xml:space="preserve"> هنوز مسلمان نشده بود جزء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هود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بشمار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رفت</w:t>
      </w:r>
      <w:r w:rsidRPr="00FB233E">
        <w:rPr>
          <w:rtl/>
          <w:lang w:bidi="fa-IR"/>
        </w:rPr>
        <w:t xml:space="preserve"> برادر خود 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کار سرزنش نموده گفت گوشت و پوست ما از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کوئ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بازرگان ر</w:t>
      </w:r>
      <w:r w:rsidRPr="00FB233E">
        <w:rPr>
          <w:rFonts w:hint="eastAsia"/>
          <w:rtl/>
          <w:lang w:bidi="fa-IR"/>
        </w:rPr>
        <w:t>وئ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. مرد از همه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هود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بزرگتر و با سخاوت تر بود.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صه</w:t>
      </w:r>
      <w:r w:rsidRPr="00FB233E">
        <w:rPr>
          <w:rtl/>
          <w:lang w:bidi="fa-IR"/>
        </w:rPr>
        <w:t xml:space="preserve"> در جواب گفت ساکت باش ! کس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فرمان کشتن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هود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را داده اگر امر بکشتن تو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بدون لحظه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تاخ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ترا خواهم کشت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برادر من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</w:t>
      </w:r>
    </w:p>
    <w:p w:rsidR="002D4B63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صه</w:t>
      </w:r>
      <w:r w:rsidRPr="00FB233E">
        <w:rPr>
          <w:rtl/>
          <w:lang w:bidi="fa-IR"/>
        </w:rPr>
        <w:t xml:space="preserve"> چنان برادر خود را بر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سخن مصمم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</w:t>
      </w:r>
      <w:r w:rsidRPr="00FB233E">
        <w:rPr>
          <w:rtl/>
          <w:lang w:bidi="fa-IR"/>
        </w:rPr>
        <w:t xml:space="preserve"> که دانست در آنچه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ذره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مبالغه ننموده است . آن شب را تا سپ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دم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شه</w:t>
      </w:r>
      <w:r w:rsidRPr="00FB233E">
        <w:rPr>
          <w:rtl/>
          <w:lang w:bidi="fa-IR"/>
        </w:rPr>
        <w:t xml:space="preserve"> بود با </w:t>
      </w:r>
      <w:r w:rsidRPr="00FB233E">
        <w:rPr>
          <w:rtl/>
          <w:lang w:bidi="fa-IR"/>
        </w:rPr>
        <w:lastRenderedPageBreak/>
        <w:t>خود گفت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حلاوت آن تلخ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مرگ برادر را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کند بر حق است روز بعد خدمت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شرف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اب</w:t>
      </w:r>
      <w:r w:rsidRPr="00FB233E">
        <w:rPr>
          <w:rtl/>
          <w:lang w:bidi="fa-IR"/>
        </w:rPr>
        <w:t xml:space="preserve"> شده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آورد</w:t>
      </w:r>
      <w:r w:rsidRPr="002D4B63">
        <w:rPr>
          <w:rStyle w:val="libFootnotenumChar"/>
          <w:rtl/>
        </w:rPr>
        <w:t>.(15)</w:t>
      </w:r>
    </w:p>
    <w:p w:rsidR="00FB233E" w:rsidRPr="00FB233E" w:rsidRDefault="002D4B63" w:rsidP="002D4B63">
      <w:pPr>
        <w:pStyle w:val="Heading1"/>
        <w:rPr>
          <w:rtl/>
        </w:rPr>
      </w:pPr>
      <w:r>
        <w:rPr>
          <w:rtl/>
        </w:rPr>
        <w:br w:type="page"/>
      </w:r>
      <w:bookmarkStart w:id="18" w:name="_Toc496184286"/>
      <w:r w:rsidR="00FB233E" w:rsidRPr="00FB233E">
        <w:rPr>
          <w:rFonts w:hint="eastAsia"/>
          <w:rtl/>
        </w:rPr>
        <w:lastRenderedPageBreak/>
        <w:t>پره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زکار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صفوان</w:t>
      </w:r>
      <w:bookmarkEnd w:id="18"/>
    </w:p>
    <w:p w:rsidR="00FB233E" w:rsidRPr="00FB233E" w:rsidRDefault="00FB233E" w:rsidP="002D4B63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</w:t>
      </w:r>
      <w:r w:rsidRPr="00FB233E">
        <w:rPr>
          <w:rtl/>
          <w:lang w:bidi="fa-IR"/>
        </w:rPr>
        <w:t xml:space="preserve"> طوس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که صفوان بن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ح</w:t>
      </w:r>
      <w:r w:rsidRPr="00FB233E">
        <w:rPr>
          <w:rFonts w:hint="cs"/>
          <w:rtl/>
          <w:lang w:bidi="fa-IR"/>
        </w:rPr>
        <w:t>یی</w:t>
      </w:r>
      <w:r w:rsidRPr="00FB233E">
        <w:rPr>
          <w:rtl/>
          <w:lang w:bidi="fa-IR"/>
        </w:rPr>
        <w:t xml:space="preserve"> از تمام اهل زمان خود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شتر</w:t>
      </w:r>
      <w:r w:rsidRPr="00FB233E">
        <w:rPr>
          <w:rtl/>
          <w:lang w:bidi="fa-IR"/>
        </w:rPr>
        <w:t xml:space="preserve"> مورد اعتماد و وثوق بود. در هر شبانه روز صد و پنجاه رکعت نماز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گزارد</w:t>
      </w:r>
      <w:r w:rsidRPr="00FB233E">
        <w:rPr>
          <w:rtl/>
          <w:lang w:bidi="fa-IR"/>
        </w:rPr>
        <w:t xml:space="preserve"> و در هر سال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سه ماه روزه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گرفت . سه دفعه زک</w:t>
      </w:r>
      <w:r w:rsidR="002D4B63">
        <w:rPr>
          <w:rFonts w:hint="cs"/>
          <w:rtl/>
          <w:lang w:bidi="fa-IR"/>
        </w:rPr>
        <w:t>ات</w:t>
      </w:r>
      <w:r w:rsidRPr="00FB233E">
        <w:rPr>
          <w:rtl/>
          <w:lang w:bidi="fa-IR"/>
        </w:rPr>
        <w:t xml:space="preserve"> مال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داد،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اعمال بواسطه آن بود که با عبدالله بن جندب و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نعمان در خان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خدا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بسته بودند که هر کدام زودتر از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رفتند کس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زنده است نماز و روزه و زکوه و حج و سا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اعمال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او را بجا آورد.</w:t>
      </w:r>
    </w:p>
    <w:p w:rsidR="00FB233E" w:rsidRPr="00FB233E" w:rsidRDefault="00FB233E" w:rsidP="002D4B63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عبدالله</w:t>
      </w:r>
      <w:r w:rsidR="002D4B63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و</w:t>
      </w:r>
      <w:r w:rsidRPr="00FB233E">
        <w:rPr>
          <w:rtl/>
          <w:lang w:bidi="fa-IR"/>
        </w:rPr>
        <w:t xml:space="preserve">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از صفون وفات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افتند</w:t>
      </w:r>
      <w:r w:rsidRPr="00FB233E">
        <w:rPr>
          <w:rtl/>
          <w:lang w:bidi="fa-IR"/>
        </w:rPr>
        <w:t xml:space="preserve">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="002D4B63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رو</w:t>
      </w:r>
      <w:r w:rsidRPr="00FB233E">
        <w:rPr>
          <w:rtl/>
          <w:lang w:bidi="fa-IR"/>
        </w:rPr>
        <w:t xml:space="preserve"> بنا بقرار داد، صفوان تا زنده بود نماز و روزه و زک</w:t>
      </w:r>
      <w:r w:rsidR="002D4B63">
        <w:rPr>
          <w:rFonts w:hint="cs"/>
          <w:rtl/>
          <w:lang w:bidi="fa-IR"/>
        </w:rPr>
        <w:t>ات</w:t>
      </w:r>
      <w:r w:rsidRPr="00FB233E">
        <w:rPr>
          <w:rtl/>
          <w:lang w:bidi="fa-IR"/>
        </w:rPr>
        <w:t xml:space="preserve"> و حج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بجا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آورد</w:t>
      </w:r>
      <w:r w:rsidRPr="00FB233E">
        <w:rPr>
          <w:rtl/>
          <w:lang w:bidi="fa-IR"/>
        </w:rPr>
        <w:t xml:space="preserve"> در 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سنه 210 وفات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</w:t>
      </w:r>
      <w:r w:rsidRPr="00FB233E">
        <w:rPr>
          <w:rtl/>
          <w:lang w:bidi="fa-IR"/>
        </w:rPr>
        <w:t xml:space="preserve"> حضرت جواد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وسائل غسل (حنوط) و کفن فرستاد دستور داد اسم</w:t>
      </w:r>
      <w:r w:rsidR="002D4B63">
        <w:rPr>
          <w:rFonts w:hint="cs"/>
          <w:rtl/>
          <w:lang w:bidi="fa-IR"/>
        </w:rPr>
        <w:t>ا</w:t>
      </w:r>
      <w:r w:rsidRPr="00FB233E">
        <w:rPr>
          <w:rtl/>
          <w:lang w:bidi="fa-IR"/>
        </w:rPr>
        <w:t>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بن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جعفر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بر او نماز بگز</w:t>
      </w:r>
      <w:r w:rsidR="002D4B63">
        <w:rPr>
          <w:rFonts w:hint="cs"/>
          <w:rtl/>
          <w:lang w:bidi="fa-IR"/>
        </w:rPr>
        <w:t>ارد</w:t>
      </w:r>
      <w:r w:rsidRPr="00FB233E">
        <w:rPr>
          <w:rtl/>
          <w:lang w:bidi="fa-IR"/>
        </w:rPr>
        <w:t>. از کثرت پره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زکار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نقل شده که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همسا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گانش</w:t>
      </w:r>
      <w:r w:rsidRPr="00FB233E">
        <w:rPr>
          <w:rtl/>
          <w:lang w:bidi="fa-IR"/>
        </w:rPr>
        <w:t xml:space="preserve"> در مکه دو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نار</w:t>
      </w:r>
      <w:r w:rsidRPr="00FB233E">
        <w:rPr>
          <w:rtl/>
          <w:lang w:bidi="fa-IR"/>
        </w:rPr>
        <w:t xml:space="preserve"> داد که بکوفه برساند. صفوان گفت من شتر سوار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را کرا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کرده ام ،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صاحب آن اج</w:t>
      </w:r>
      <w:r w:rsidR="002D4B63">
        <w:rPr>
          <w:rFonts w:hint="cs"/>
          <w:rtl/>
          <w:lang w:bidi="fa-IR"/>
        </w:rPr>
        <w:t>ا</w:t>
      </w:r>
      <w:r w:rsidRPr="00FB233E">
        <w:rPr>
          <w:rtl/>
          <w:lang w:bidi="fa-IR"/>
        </w:rPr>
        <w:t>زه ندارم ، مهلت خواست تا از شتردار اجازه بگ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رد،</w:t>
      </w:r>
      <w:r w:rsidRPr="00FB233E">
        <w:rPr>
          <w:rtl/>
          <w:lang w:bidi="fa-IR"/>
        </w:rPr>
        <w:t xml:space="preserve"> رفت و رخصت گرفت </w:t>
      </w:r>
      <w:r w:rsidRPr="002D4B63">
        <w:rPr>
          <w:rStyle w:val="libFootnotenumChar"/>
          <w:rtl/>
        </w:rPr>
        <w:t>(16).</w:t>
      </w:r>
    </w:p>
    <w:p w:rsidR="00FB233E" w:rsidRPr="00FB233E" w:rsidRDefault="002D4B63" w:rsidP="002D4B63">
      <w:pPr>
        <w:pStyle w:val="Heading1"/>
        <w:rPr>
          <w:rtl/>
        </w:rPr>
      </w:pPr>
      <w:r>
        <w:rPr>
          <w:rtl/>
        </w:rPr>
        <w:br w:type="page"/>
      </w:r>
      <w:bookmarkStart w:id="19" w:name="_Toc496184287"/>
      <w:r w:rsidR="00FB233E" w:rsidRPr="00FB233E">
        <w:rPr>
          <w:rFonts w:hint="eastAsia"/>
          <w:rtl/>
        </w:rPr>
        <w:lastRenderedPageBreak/>
        <w:t>نذر</w:t>
      </w:r>
      <w:r w:rsidR="00FB233E" w:rsidRPr="00FB233E">
        <w:rPr>
          <w:rtl/>
        </w:rPr>
        <w:t xml:space="preserve"> و پ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مان</w:t>
      </w:r>
      <w:r w:rsidR="00FB233E" w:rsidRPr="00FB233E">
        <w:rPr>
          <w:rtl/>
        </w:rPr>
        <w:t xml:space="preserve"> را فراموش نکن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د</w:t>
      </w:r>
      <w:bookmarkEnd w:id="19"/>
    </w:p>
    <w:p w:rsidR="00FB233E" w:rsidRPr="00FB233E" w:rsidRDefault="00FB233E" w:rsidP="002D4B63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در</w:t>
      </w:r>
      <w:r w:rsidRPr="00FB233E">
        <w:rPr>
          <w:rtl/>
          <w:lang w:bidi="fa-IR"/>
        </w:rPr>
        <w:t xml:space="preserve"> تذکره دولتشها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سد</w:t>
      </w:r>
      <w:r w:rsidRPr="00FB233E">
        <w:rPr>
          <w:rtl/>
          <w:lang w:bidi="fa-IR"/>
        </w:rPr>
        <w:t>: مول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حسن کارش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شعراء برگ و ماد 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ائمه </w:t>
      </w:r>
      <w:r w:rsidR="002D4B63" w:rsidRPr="002D4B63">
        <w:rPr>
          <w:rStyle w:val="libAlaemChar"/>
          <w:rFonts w:eastAsiaTheme="minorHAnsi"/>
          <w:rtl/>
        </w:rPr>
        <w:t>عليهم‌السلام</w:t>
      </w:r>
      <w:r w:rsidR="002D4B63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FB233E">
        <w:rPr>
          <w:rtl/>
          <w:lang w:bidi="fa-IR"/>
        </w:rPr>
        <w:t>است و در غ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مدح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خانواده ، شهر نسروده . هنگام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از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ارت</w:t>
      </w:r>
      <w:r w:rsidRPr="00FB233E">
        <w:rPr>
          <w:rtl/>
          <w:lang w:bidi="fa-IR"/>
        </w:rPr>
        <w:t xml:space="preserve"> قبر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و طواف خانه خدا بر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گشت</w:t>
      </w:r>
      <w:r w:rsidRPr="00FB233E">
        <w:rPr>
          <w:rtl/>
          <w:lang w:bidi="fa-IR"/>
        </w:rPr>
        <w:t xml:space="preserve"> قصد عراق عرب را ن</w:t>
      </w:r>
      <w:r w:rsidR="002D4B63">
        <w:rPr>
          <w:rFonts w:hint="cs"/>
          <w:rtl/>
          <w:lang w:bidi="fa-IR"/>
        </w:rPr>
        <w:t>م</w:t>
      </w:r>
      <w:r w:rsidRPr="00FB233E">
        <w:rPr>
          <w:rtl/>
          <w:lang w:bidi="fa-IR"/>
        </w:rPr>
        <w:t xml:space="preserve">وده بز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ارت</w:t>
      </w:r>
      <w:r w:rsidRPr="00FB233E">
        <w:rPr>
          <w:rtl/>
          <w:lang w:bidi="fa-IR"/>
        </w:rPr>
        <w:t xml:space="preserve"> حضرت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رالمومن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مشرف شد در مقابل مر</w:t>
      </w:r>
      <w:r w:rsidRPr="00FB233E">
        <w:rPr>
          <w:rFonts w:hint="eastAsia"/>
          <w:rtl/>
          <w:lang w:bidi="fa-IR"/>
        </w:rPr>
        <w:t>قد</w:t>
      </w:r>
      <w:r w:rsidRPr="00FB233E">
        <w:rPr>
          <w:rtl/>
          <w:lang w:bidi="fa-IR"/>
        </w:rPr>
        <w:t xml:space="preserve"> پاک آنحضرت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ستاد</w:t>
      </w:r>
      <w:r w:rsidRPr="00FB233E">
        <w:rPr>
          <w:rtl/>
          <w:lang w:bidi="fa-IR"/>
        </w:rPr>
        <w:t xml:space="preserve"> و قص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ابتدا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شعر است شروع بخواندن کرد: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5"/>
        <w:gridCol w:w="268"/>
        <w:gridCol w:w="3299"/>
      </w:tblGrid>
      <w:tr w:rsidR="002D4B63" w:rsidTr="00CE2191">
        <w:trPr>
          <w:trHeight w:val="350"/>
        </w:trPr>
        <w:tc>
          <w:tcPr>
            <w:tcW w:w="3920" w:type="dxa"/>
            <w:shd w:val="clear" w:color="auto" w:fill="auto"/>
          </w:tcPr>
          <w:p w:rsidR="002D4B63" w:rsidRDefault="002D4B63" w:rsidP="00CE2191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ا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tl/>
                <w:lang w:bidi="fa-IR"/>
              </w:rPr>
              <w:t xml:space="preserve"> زبدو آفر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نش</w:t>
            </w:r>
            <w:r w:rsidRPr="00FB233E">
              <w:rPr>
                <w:rtl/>
                <w:lang w:bidi="fa-IR"/>
              </w:rPr>
              <w:t xml:space="preserve"> پ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شوا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tl/>
                <w:lang w:bidi="fa-IR"/>
              </w:rPr>
              <w:t xml:space="preserve"> اهل د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D4B63" w:rsidRDefault="002D4B63" w:rsidP="00CE2191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D4B63" w:rsidRDefault="002D4B63" w:rsidP="00CE2191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و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tl/>
                <w:lang w:bidi="fa-IR"/>
              </w:rPr>
              <w:t xml:space="preserve"> زعزت مادح بازو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tl/>
                <w:lang w:bidi="fa-IR"/>
              </w:rPr>
              <w:t xml:space="preserve"> تو روح الام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B233E" w:rsidRPr="00FB233E" w:rsidRDefault="00FB233E" w:rsidP="00BB6BC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شب</w:t>
      </w:r>
      <w:r w:rsidRPr="00FB233E">
        <w:rPr>
          <w:rtl/>
          <w:lang w:bidi="fa-IR"/>
        </w:rPr>
        <w:t xml:space="preserve"> که شد در خواب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المومن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را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باو فرمودند کاش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 از بلاد دور بسو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 آمده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دو حق از ما طلب 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همان</w:t>
      </w:r>
      <w:r w:rsidRPr="00FB233E">
        <w:rPr>
          <w:rtl/>
          <w:lang w:bidi="fa-IR"/>
        </w:rPr>
        <w:t xml:space="preserve"> مائ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، دوم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حق اشعارت ، اکنون به بصره برو، و در آنجا تاجر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 معروف به مسعود ابن افلح سلام مرا باو برسان ، بگو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المومن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ن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روز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خواست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بطرف عمان حرکت 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نذرو عهد</w:t>
      </w:r>
      <w:r w:rsidR="002D4B63">
        <w:rPr>
          <w:rFonts w:hint="cs"/>
          <w:rtl/>
          <w:lang w:bidi="fa-IR"/>
        </w:rPr>
        <w:t xml:space="preserve"> </w:t>
      </w:r>
      <w:r w:rsidR="00BB6BCE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کرد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اگر کشت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حامل اموال تجارت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ات سالم وارد ساحل شود هزار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نار</w:t>
      </w:r>
      <w:r w:rsidRPr="00FB233E">
        <w:rPr>
          <w:rtl/>
          <w:lang w:bidi="fa-IR"/>
        </w:rPr>
        <w:t xml:space="preserve"> در راه ما مصرف 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، از او هزار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نار</w:t>
      </w:r>
      <w:r w:rsidRPr="00FB233E">
        <w:rPr>
          <w:rtl/>
          <w:lang w:bidi="fa-IR"/>
        </w:rPr>
        <w:t xml:space="preserve"> بگ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و صرف در احت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اجات</w:t>
      </w:r>
      <w:r w:rsidRPr="00FB233E">
        <w:rPr>
          <w:rtl/>
          <w:lang w:bidi="fa-IR"/>
        </w:rPr>
        <w:t xml:space="preserve"> خودنما. مول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حسن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به بصره رفتم و او را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</w:t>
      </w:r>
      <w:r w:rsidRPr="00FB233E">
        <w:rPr>
          <w:rtl/>
          <w:lang w:bidi="fa-IR"/>
        </w:rPr>
        <w:t xml:space="preserve"> کردم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حکا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را نقل نمودم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بود از خوشحال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هوش</w:t>
      </w:r>
      <w:r w:rsidRPr="00FB233E">
        <w:rPr>
          <w:rtl/>
          <w:lang w:bidi="fa-IR"/>
        </w:rPr>
        <w:t xml:space="preserve"> شود گفت بخدا بصره رفتم و او را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</w:t>
      </w:r>
      <w:r w:rsidRPr="00FB233E">
        <w:rPr>
          <w:rtl/>
          <w:lang w:bidi="fa-IR"/>
        </w:rPr>
        <w:t xml:space="preserve"> کردم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حکا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را نقل نمودم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بود از خوشحال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هوش</w:t>
      </w:r>
      <w:r w:rsidRPr="00FB233E">
        <w:rPr>
          <w:rtl/>
          <w:lang w:bidi="fa-IR"/>
        </w:rPr>
        <w:t xml:space="preserve"> شود گفت بخدا سوگند که جز او کس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راز من آگاه نبود، هزار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نار</w:t>
      </w:r>
      <w:r w:rsidRPr="00FB233E">
        <w:rPr>
          <w:rtl/>
          <w:lang w:bidi="fa-IR"/>
        </w:rPr>
        <w:t xml:space="preserve"> را تسل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کرد و از جهت سپاسگزار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شکر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موهبت خلعت فاخر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هم بمول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اضافه بخش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بفقراء بصره داد.</w:t>
      </w:r>
      <w:r w:rsidR="00BB6BCE" w:rsidRPr="00FB233E">
        <w:rPr>
          <w:rFonts w:hint="eastAsia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دوستان ائمه </w:t>
      </w:r>
      <w:r w:rsidR="006A44DE" w:rsidRPr="006A44DE">
        <w:rPr>
          <w:rStyle w:val="libAlaemChar"/>
          <w:rtl/>
        </w:rPr>
        <w:t xml:space="preserve">عليه‌السلام </w:t>
      </w:r>
      <w:r w:rsidR="00BB6BCE">
        <w:rPr>
          <w:rStyle w:val="libAlaemChar"/>
          <w:rFonts w:hint="cs"/>
          <w:rtl/>
        </w:rPr>
        <w:t xml:space="preserve"> </w:t>
      </w:r>
      <w:r w:rsidRPr="00FB233E">
        <w:rPr>
          <w:rtl/>
          <w:lang w:bidi="fa-IR"/>
        </w:rPr>
        <w:t xml:space="preserve"> متوجه نذرها و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خود باشد و تخلف نکنند که </w:t>
      </w:r>
      <w:r w:rsidRPr="00FB233E">
        <w:rPr>
          <w:rtl/>
          <w:lang w:bidi="fa-IR"/>
        </w:rPr>
        <w:lastRenderedPageBreak/>
        <w:t>آن بزرگواران به تمام شئون و خصوص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ات</w:t>
      </w:r>
      <w:r w:rsidRPr="00FB233E">
        <w:rPr>
          <w:rtl/>
          <w:lang w:bidi="fa-IR"/>
        </w:rPr>
        <w:t xml:space="preserve"> زندگ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دوستان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احاطه و توجه مخصوص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دارند.</w:t>
      </w:r>
    </w:p>
    <w:p w:rsidR="00BB6BCE" w:rsidRDefault="00BB6BCE" w:rsidP="00FB233E">
      <w:pPr>
        <w:pStyle w:val="libNormal"/>
        <w:rPr>
          <w:rtl/>
          <w:lang w:bidi="fa-IR"/>
        </w:rPr>
      </w:pPr>
    </w:p>
    <w:p w:rsidR="00FB233E" w:rsidRPr="00FB233E" w:rsidRDefault="00FB233E" w:rsidP="00BB6BCE">
      <w:pPr>
        <w:pStyle w:val="Heading1"/>
        <w:rPr>
          <w:rtl/>
        </w:rPr>
      </w:pPr>
      <w:bookmarkStart w:id="20" w:name="_Toc496184288"/>
      <w:r w:rsidRPr="00FB233E">
        <w:rPr>
          <w:rFonts w:hint="eastAsia"/>
          <w:rtl/>
        </w:rPr>
        <w:t>لاضرر</w:t>
      </w:r>
      <w:r w:rsidRPr="00FB233E">
        <w:rPr>
          <w:rtl/>
        </w:rPr>
        <w:t xml:space="preserve"> و لاضرار</w:t>
      </w:r>
      <w:bookmarkEnd w:id="20"/>
    </w:p>
    <w:p w:rsidR="00FB233E" w:rsidRPr="00FB233E" w:rsidRDefault="00FB233E" w:rsidP="00BB6BC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زراره</w:t>
      </w:r>
      <w:r w:rsidRPr="00FB233E">
        <w:rPr>
          <w:rtl/>
          <w:lang w:bidi="fa-IR"/>
        </w:rPr>
        <w:t xml:space="preserve"> از حضرت باقر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نقل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کند</w:t>
      </w:r>
      <w:r w:rsidRPr="00FB233E">
        <w:rPr>
          <w:rtl/>
          <w:lang w:bidi="fa-IR"/>
        </w:rPr>
        <w:t xml:space="preserve"> که ا</w:t>
      </w:r>
      <w:r w:rsidR="00BB6BC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>شان فرمودند سمره بن جندب در باغستان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انصار داشت خانه انصار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ابتدا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باغ بود و سمره هرگاه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خواست</w:t>
      </w:r>
      <w:r w:rsidRPr="00FB233E">
        <w:rPr>
          <w:rtl/>
          <w:lang w:bidi="fa-IR"/>
        </w:rPr>
        <w:t xml:space="preserve"> وارد باغ شود، بدون اجازه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رفت</w:t>
      </w:r>
      <w:r w:rsidRPr="00FB233E">
        <w:rPr>
          <w:rtl/>
          <w:lang w:bidi="fa-IR"/>
        </w:rPr>
        <w:t xml:space="preserve"> کنار درخت خرما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. انصار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تقاضا کرد هر وقت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داخل شو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اجازه بگ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سمره بحرف او ترت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</w:t>
      </w:r>
      <w:r w:rsidRPr="00FB233E">
        <w:rPr>
          <w:rtl/>
          <w:lang w:bidi="fa-IR"/>
        </w:rPr>
        <w:t xml:space="preserve"> اثر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نداد و بدون اجازه وارد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</w:t>
      </w:r>
    </w:p>
    <w:p w:rsidR="00FB233E" w:rsidRPr="00FB233E" w:rsidRDefault="00FB233E" w:rsidP="00BB6BC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انصار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شکا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بحضرت رسول 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برد و جر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را عرض کرد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از پ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سمره فرستادند او را از شکا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انصار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آگاه و دستور دادند هر وقت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داخل شو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اذن بگ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>. سمره امتناع ورز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آنجناب فرمود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نصورت</w:t>
      </w:r>
      <w:r w:rsidRPr="00FB233E">
        <w:rPr>
          <w:rtl/>
          <w:lang w:bidi="fa-IR"/>
        </w:rPr>
        <w:t xml:space="preserve"> پس بفروش . با 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مت</w:t>
      </w:r>
      <w:r w:rsidRPr="00FB233E">
        <w:rPr>
          <w:rtl/>
          <w:lang w:bidi="fa-IR"/>
        </w:rPr>
        <w:t xml:space="preserve">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تقاضا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فروش کردند او راض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شد،</w:t>
      </w:r>
      <w:r w:rsidRPr="00FB233E">
        <w:rPr>
          <w:rtl/>
          <w:lang w:bidi="fa-IR"/>
        </w:rPr>
        <w:t xml:space="preserve">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نطور</w:t>
      </w:r>
      <w:r w:rsidRPr="00FB233E">
        <w:rPr>
          <w:rtl/>
          <w:lang w:bidi="fa-IR"/>
        </w:rPr>
        <w:t xml:space="preserve"> مرتب 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مت</w:t>
      </w:r>
      <w:r w:rsidR="00BB6BCE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بالا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بردند و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پذ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رفت</w:t>
      </w:r>
      <w:r w:rsidRPr="00FB233E">
        <w:rPr>
          <w:rtl/>
          <w:lang w:bidi="fa-IR"/>
        </w:rPr>
        <w:t xml:space="preserve"> تا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فرمودند در مقابل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درخت ، درخت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بهشت برا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ضامن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شوم</w:t>
      </w:r>
      <w:r w:rsidRPr="00FB233E">
        <w:rPr>
          <w:rtl/>
          <w:lang w:bidi="fa-IR"/>
        </w:rPr>
        <w:t xml:space="preserve"> ابا کرد. از واگذار کردن درخت ((فقال رسول الله 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للانصار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اذهب فاقلعها و ارم بها 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فانه لا ضرر و لاضرار 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الاسلام ))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 xml:space="preserve">فرمود برو درخت را بکن و </w:t>
      </w:r>
      <w:r w:rsidRPr="00FB233E">
        <w:rPr>
          <w:rFonts w:hint="eastAsia"/>
          <w:rtl/>
          <w:lang w:bidi="fa-IR"/>
        </w:rPr>
        <w:t>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نداز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شش</w:t>
      </w:r>
      <w:r w:rsidRPr="00FB233E">
        <w:rPr>
          <w:rtl/>
          <w:lang w:bidi="fa-IR"/>
        </w:rPr>
        <w:t xml:space="preserve"> در اسلام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و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رساندن هم وجود ندارد</w:t>
      </w:r>
      <w:r w:rsidRPr="00BB6BCE">
        <w:rPr>
          <w:rStyle w:val="libFootnotenumChar"/>
          <w:rtl/>
        </w:rPr>
        <w:t>.(17)</w:t>
      </w:r>
    </w:p>
    <w:p w:rsidR="00FB233E" w:rsidRPr="00FB233E" w:rsidRDefault="00BB6BCE" w:rsidP="00BB6BCE">
      <w:pPr>
        <w:pStyle w:val="Heading1"/>
        <w:rPr>
          <w:rtl/>
        </w:rPr>
      </w:pPr>
      <w:r>
        <w:rPr>
          <w:rtl/>
        </w:rPr>
        <w:br w:type="page"/>
      </w:r>
      <w:bookmarkStart w:id="21" w:name="_Toc496184289"/>
      <w:r w:rsidR="00FB233E" w:rsidRPr="00FB233E">
        <w:rPr>
          <w:rFonts w:hint="eastAsia"/>
          <w:rtl/>
        </w:rPr>
        <w:lastRenderedPageBreak/>
        <w:t>د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ن</w:t>
      </w:r>
      <w:r w:rsidR="00FB233E" w:rsidRPr="00FB233E">
        <w:rPr>
          <w:rtl/>
        </w:rPr>
        <w:t xml:space="preserve"> فروش</w:t>
      </w:r>
      <w:bookmarkEnd w:id="21"/>
    </w:p>
    <w:p w:rsidR="00FB233E" w:rsidRPr="00FB233E" w:rsidRDefault="00FB233E" w:rsidP="00BB6BC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الحد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معاو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سمره بن جندب صد </w:t>
      </w:r>
      <w:r w:rsidR="00BB6BCE">
        <w:rPr>
          <w:rFonts w:hint="cs"/>
          <w:rtl/>
          <w:lang w:bidi="fa-IR"/>
        </w:rPr>
        <w:t>ه</w:t>
      </w:r>
      <w:r w:rsidRPr="00FB233E">
        <w:rPr>
          <w:rtl/>
          <w:lang w:bidi="fa-IR"/>
        </w:rPr>
        <w:t>زرا درهم جا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زه</w:t>
      </w:r>
      <w:r w:rsidRPr="00FB233E">
        <w:rPr>
          <w:rtl/>
          <w:lang w:bidi="fa-IR"/>
        </w:rPr>
        <w:t xml:space="preserve"> تع</w:t>
      </w:r>
      <w:r w:rsidRPr="00FB233E">
        <w:rPr>
          <w:rFonts w:hint="cs"/>
          <w:rtl/>
          <w:lang w:bidi="fa-IR"/>
        </w:rPr>
        <w:t>یی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کرد در صورت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نقل کند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درباره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اب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طالب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نازل شده است </w:t>
      </w:r>
      <w:r w:rsidRPr="00BB6BCE">
        <w:rPr>
          <w:rStyle w:val="libAlaemChar"/>
          <w:rtl/>
        </w:rPr>
        <w:t>(</w:t>
      </w:r>
      <w:r w:rsidR="00BB6BCE" w:rsidRPr="00BB6BCE">
        <w:rPr>
          <w:rStyle w:val="libAieChar"/>
          <w:rtl/>
        </w:rPr>
        <w:t>وَمِنَ النَّاسِ مَن يُعْجِبُكَ قَوْلُهُ فِي الْحَيَاةِ الدُّنْيَا وَيُشْهِدُ اللَّـهَ عَلَىٰ مَا فِي قَلْبِهِ وَهُوَ أَلَدُّ الْخِصَامِ وَإِذَا تَوَلَّىٰ سَعَىٰ فِي الْأَرْضِ لِيُفْسِدَ فِيهَا وَيُهْلِكَ الْحَرْثَ وَالنَّسْلَ</w:t>
      </w:r>
      <w:r w:rsidR="00BB6BCE" w:rsidRPr="00BB6BCE">
        <w:rPr>
          <w:rStyle w:val="libAieChar"/>
          <w:rFonts w:ascii="Times New Roman" w:hAnsi="Times New Roman" w:cs="Times New Roman" w:hint="cs"/>
          <w:rtl/>
        </w:rPr>
        <w:t> ۗ</w:t>
      </w:r>
      <w:r w:rsidR="00BB6BCE" w:rsidRPr="00BB6BCE">
        <w:rPr>
          <w:rStyle w:val="libAieChar"/>
          <w:rtl/>
        </w:rPr>
        <w:t xml:space="preserve"> وَاللَّـهُ لَا يُحِبُّ الْفَسَادَ</w:t>
      </w:r>
      <w:r w:rsidRPr="00BB6BCE">
        <w:rPr>
          <w:rStyle w:val="libAlaemChar"/>
          <w:rtl/>
        </w:rPr>
        <w:t>)</w:t>
      </w:r>
      <w:r w:rsidRPr="00FB233E">
        <w:rPr>
          <w:rtl/>
          <w:lang w:bidi="fa-IR"/>
        </w:rPr>
        <w:t xml:space="preserve"> دسته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مردم گفتارشان ترا بشگفت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آورد در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و خداوند را بر ضم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خود گواه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رد</w:t>
      </w:r>
      <w:r w:rsidRPr="00FB233E">
        <w:rPr>
          <w:rtl/>
          <w:lang w:bidi="fa-IR"/>
        </w:rPr>
        <w:t xml:space="preserve">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از سخت تر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دشمنانست هر گاه پشت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کند</w:t>
      </w:r>
      <w:r w:rsidRPr="00FB233E">
        <w:rPr>
          <w:rtl/>
          <w:lang w:bidi="fa-IR"/>
        </w:rPr>
        <w:t xml:space="preserve"> جد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دارد رفته و فساد در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فراهم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کشت و نسل را از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ببرد خدا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</w:t>
      </w:r>
      <w:r w:rsidRPr="00FB233E">
        <w:rPr>
          <w:rFonts w:hint="eastAsia"/>
          <w:rtl/>
          <w:lang w:bidi="fa-IR"/>
        </w:rPr>
        <w:t>ساد</w:t>
      </w:r>
      <w:r w:rsidRPr="00FB233E">
        <w:rPr>
          <w:rtl/>
          <w:lang w:bidi="fa-IR"/>
        </w:rPr>
        <w:t xml:space="preserve"> را دوست ندارد.</w:t>
      </w:r>
    </w:p>
    <w:p w:rsidR="00FB233E" w:rsidRPr="00FB233E" w:rsidRDefault="00FB233E" w:rsidP="00BB6BC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دوم هم درباره ابن مجلم نازل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</w:t>
      </w:r>
      <w:r w:rsidRPr="00BB6BCE">
        <w:rPr>
          <w:rStyle w:val="libAlaemChar"/>
          <w:rtl/>
        </w:rPr>
        <w:t>(</w:t>
      </w:r>
      <w:r w:rsidR="00BB6BCE" w:rsidRPr="00BB6BCE">
        <w:rPr>
          <w:rStyle w:val="libAieChar"/>
          <w:rtl/>
        </w:rPr>
        <w:t>وَمِنَ النَّاسِ مَن يَشْرِي نَفْسَهُ ابْتِغَاءَ مَرْضَاتِ اللَّـهِ</w:t>
      </w:r>
      <w:r w:rsidR="00BB6BCE" w:rsidRPr="00BB6BCE">
        <w:rPr>
          <w:rStyle w:val="libAieChar"/>
          <w:rFonts w:ascii="Times New Roman" w:hAnsi="Times New Roman" w:cs="Times New Roman" w:hint="cs"/>
          <w:rtl/>
        </w:rPr>
        <w:t> ۗ</w:t>
      </w:r>
      <w:r w:rsidR="00BB6BCE" w:rsidRPr="00BB6BCE">
        <w:rPr>
          <w:rStyle w:val="libAieChar"/>
          <w:rtl/>
        </w:rPr>
        <w:t xml:space="preserve"> وَاللَّـهُ رَءُوفٌ بِالْعِبَادِ</w:t>
      </w:r>
      <w:r w:rsidRPr="00BB6BCE">
        <w:rPr>
          <w:rStyle w:val="libAlaemChar"/>
          <w:rtl/>
        </w:rPr>
        <w:t>)</w:t>
      </w:r>
      <w:r w:rsidRPr="00FB233E">
        <w:rPr>
          <w:rtl/>
          <w:lang w:bidi="fa-IR"/>
        </w:rPr>
        <w:t xml:space="preserve"> مفاد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، بعض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مردم جان خود را در راه رضا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خدا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فروشند</w:t>
      </w:r>
      <w:r w:rsidRPr="00FB233E">
        <w:rPr>
          <w:rtl/>
          <w:lang w:bidi="fa-IR"/>
        </w:rPr>
        <w:t xml:space="preserve"> خداوند بمردم مهربان است ، سمره با صد هزار درهم راض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نشد معاو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هزار رسان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قبول نکرد. 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>صد هزار داد نپذ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رفت</w:t>
      </w:r>
      <w:r w:rsidRPr="00FB233E">
        <w:rPr>
          <w:rtl/>
          <w:lang w:bidi="fa-IR"/>
        </w:rPr>
        <w:t xml:space="preserve"> . که بچهار صد هزار رسان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قبول کرد.</w:t>
      </w:r>
      <w:r w:rsidRPr="00BB6BCE">
        <w:rPr>
          <w:rStyle w:val="libFootnotenumChar"/>
          <w:rtl/>
        </w:rPr>
        <w:t xml:space="preserve">(18) </w:t>
      </w:r>
      <w:r w:rsidRPr="00FB233E">
        <w:rPr>
          <w:rtl/>
          <w:lang w:bidi="fa-IR"/>
        </w:rPr>
        <w:t>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تا 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را درباره</w:t>
      </w:r>
      <w:r w:rsidR="00BB6BCE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حفظ</w:t>
      </w:r>
      <w:r w:rsidRPr="00FB233E">
        <w:rPr>
          <w:rtl/>
          <w:lang w:bidi="fa-IR"/>
        </w:rPr>
        <w:t xml:space="preserve"> حقوق همسا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قبول نکند.</w:t>
      </w:r>
    </w:p>
    <w:p w:rsidR="00FB233E" w:rsidRPr="00FB233E" w:rsidRDefault="00BB6BCE" w:rsidP="00BB6BCE">
      <w:pPr>
        <w:pStyle w:val="Heading1"/>
        <w:rPr>
          <w:rtl/>
        </w:rPr>
      </w:pPr>
      <w:r>
        <w:rPr>
          <w:rtl/>
        </w:rPr>
        <w:br w:type="page"/>
      </w:r>
      <w:bookmarkStart w:id="22" w:name="_Toc496184290"/>
      <w:r w:rsidR="00FB233E" w:rsidRPr="00FB233E">
        <w:rPr>
          <w:rFonts w:hint="eastAsia"/>
          <w:rtl/>
        </w:rPr>
        <w:lastRenderedPageBreak/>
        <w:t>حق</w:t>
      </w:r>
      <w:r w:rsidR="00FB233E" w:rsidRPr="00FB233E">
        <w:rPr>
          <w:rtl/>
        </w:rPr>
        <w:t xml:space="preserve"> همسا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ه</w:t>
      </w:r>
      <w:bookmarkEnd w:id="22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عد</w:t>
      </w:r>
      <w:r w:rsidRPr="00FB233E">
        <w:rPr>
          <w:rtl/>
          <w:lang w:bidi="fa-IR"/>
        </w:rPr>
        <w:t xml:space="preserve"> بن جب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نقل کرد که عبدالله بن عباس وارد بر ابن زب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شد. ابن زب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باو گفت تو مرا به پست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بخل نسبت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آر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، همانا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از رسول خدا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که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فرمود</w:t>
      </w:r>
      <w:r w:rsidRPr="00FB233E">
        <w:rPr>
          <w:rtl/>
          <w:lang w:bidi="fa-IR"/>
        </w:rPr>
        <w:t xml:space="preserve"> از دا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ره</w:t>
      </w:r>
      <w:r w:rsidRPr="00FB233E">
        <w:rPr>
          <w:rtl/>
          <w:lang w:bidi="fa-IR"/>
        </w:rPr>
        <w:t xml:space="preserve"> اسلام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رونست</w:t>
      </w:r>
      <w:r w:rsidRPr="00FB233E">
        <w:rPr>
          <w:rtl/>
          <w:lang w:bidi="fa-IR"/>
        </w:rPr>
        <w:t xml:space="preserve"> کس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شکم خود را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کند و همسا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اش گرسنه باشد ابن زب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گفت ابن عباس من چ</w:t>
      </w:r>
      <w:r w:rsidRPr="00FB233E">
        <w:rPr>
          <w:rFonts w:hint="eastAsia"/>
          <w:rtl/>
          <w:lang w:bidi="fa-IR"/>
        </w:rPr>
        <w:t>هل</w:t>
      </w:r>
      <w:r w:rsidRPr="00FB233E">
        <w:rPr>
          <w:rtl/>
          <w:lang w:bidi="fa-IR"/>
        </w:rPr>
        <w:t xml:space="preserve"> سالست که بغض شما اهل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را در دل گفته ام ، سخنان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آنها گذشت ، ابن عباس از ترس جان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بطائف رفت در همانجا وفات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</w:t>
      </w:r>
      <w:r w:rsidRPr="00FB233E">
        <w:rPr>
          <w:rtl/>
          <w:lang w:bidi="fa-IR"/>
        </w:rPr>
        <w:t xml:space="preserve"> .</w:t>
      </w:r>
      <w:r w:rsidRPr="00BB6BCE">
        <w:rPr>
          <w:rStyle w:val="libFootnotenumChar"/>
          <w:rtl/>
        </w:rPr>
        <w:t>(19)</w:t>
      </w:r>
    </w:p>
    <w:p w:rsidR="00FB233E" w:rsidRPr="00FB233E" w:rsidRDefault="00BB6BCE" w:rsidP="00BB6BCE">
      <w:pPr>
        <w:pStyle w:val="Heading1"/>
        <w:rPr>
          <w:rtl/>
        </w:rPr>
      </w:pPr>
      <w:r>
        <w:rPr>
          <w:rtl/>
        </w:rPr>
        <w:br w:type="page"/>
      </w:r>
      <w:bookmarkStart w:id="23" w:name="_Toc496184291"/>
      <w:r w:rsidR="00FB233E" w:rsidRPr="00FB233E">
        <w:rPr>
          <w:rFonts w:hint="eastAsia"/>
          <w:rtl/>
        </w:rPr>
        <w:lastRenderedPageBreak/>
        <w:t>حدود</w:t>
      </w:r>
      <w:r w:rsidR="00FB233E" w:rsidRPr="00FB233E">
        <w:rPr>
          <w:rtl/>
        </w:rPr>
        <w:t xml:space="preserve"> همسا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گ</w:t>
      </w:r>
      <w:r w:rsidR="00FB233E" w:rsidRPr="00FB233E">
        <w:rPr>
          <w:rFonts w:hint="cs"/>
          <w:rtl/>
        </w:rPr>
        <w:t>ی</w:t>
      </w:r>
      <w:bookmarkEnd w:id="23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صادق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فرمود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انصار خدمت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آمده عرض کرد من خانه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فلان محله خر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ام ،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کتر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همسا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گانم</w:t>
      </w:r>
      <w:r w:rsidRPr="00FB233E">
        <w:rPr>
          <w:rtl/>
          <w:lang w:bidi="fa-IR"/>
        </w:rPr>
        <w:t xml:space="preserve">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 که نه از شر او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منم</w:t>
      </w:r>
      <w:r w:rsidRPr="00FB233E">
        <w:rPr>
          <w:rtl/>
          <w:lang w:bidi="fa-IR"/>
        </w:rPr>
        <w:t xml:space="preserve"> و نه ب</w:t>
      </w:r>
      <w:r w:rsidR="00BB6BCE">
        <w:rPr>
          <w:rFonts w:hint="cs"/>
          <w:rtl/>
          <w:lang w:bidi="fa-IR"/>
        </w:rPr>
        <w:t xml:space="preserve">ه </w:t>
      </w:r>
      <w:r w:rsidRPr="00FB233E">
        <w:rPr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دوارم</w:t>
      </w:r>
      <w:r w:rsidRPr="00FB233E">
        <w:rPr>
          <w:rtl/>
          <w:lang w:bidi="fa-IR"/>
        </w:rPr>
        <w:t xml:space="preserve"> ،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به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و سلمان و اباذر (راو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چهارم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فراموش کردم گمان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کنم</w:t>
      </w:r>
      <w:r w:rsidRPr="00FB233E">
        <w:rPr>
          <w:rtl/>
          <w:lang w:bidi="fa-IR"/>
        </w:rPr>
        <w:t xml:space="preserve"> مقداد باشد) دستور داد در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مسجد با صدا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بلند بگو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(لا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لمن ام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امن</w:t>
      </w:r>
      <w:r w:rsidRPr="00FB233E">
        <w:rPr>
          <w:rtl/>
          <w:lang w:bidi="fa-IR"/>
        </w:rPr>
        <w:t xml:space="preserve"> جاره بوائقه )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ندارد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همسا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من</w:t>
      </w:r>
      <w:r w:rsidRPr="00FB233E">
        <w:rPr>
          <w:rtl/>
          <w:lang w:bidi="fa-IR"/>
        </w:rPr>
        <w:t xml:space="preserve"> نگرداند از آزار و شر خود.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پس</w:t>
      </w:r>
      <w:r w:rsidRPr="00FB233E">
        <w:rPr>
          <w:rtl/>
          <w:lang w:bidi="fa-IR"/>
        </w:rPr>
        <w:t xml:space="preserve"> از آن فرمود اعلام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تا چهل خانه از چهار طرف : چپ و راست جلو و عقب همسا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محسوب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شوند</w:t>
      </w:r>
      <w:r w:rsidRPr="00BB6BCE">
        <w:rPr>
          <w:rStyle w:val="libFootnotenumChar"/>
          <w:rtl/>
        </w:rPr>
        <w:t>.(20)</w:t>
      </w:r>
    </w:p>
    <w:p w:rsidR="00FB233E" w:rsidRPr="00FB233E" w:rsidRDefault="00BB6BCE" w:rsidP="00D35D9A">
      <w:pPr>
        <w:pStyle w:val="Heading1"/>
        <w:rPr>
          <w:rtl/>
        </w:rPr>
      </w:pPr>
      <w:r>
        <w:rPr>
          <w:rtl/>
        </w:rPr>
        <w:br w:type="page"/>
      </w:r>
      <w:bookmarkStart w:id="24" w:name="_Toc496184292"/>
      <w:r w:rsidR="00FB233E" w:rsidRPr="00FB233E">
        <w:rPr>
          <w:rFonts w:hint="eastAsia"/>
          <w:rtl/>
        </w:rPr>
        <w:lastRenderedPageBreak/>
        <w:t>ائمه</w:t>
      </w:r>
      <w:r w:rsidR="00FB233E" w:rsidRPr="00FB233E">
        <w:rPr>
          <w:rtl/>
        </w:rPr>
        <w:t xml:space="preserve"> </w:t>
      </w:r>
      <w:r w:rsidRPr="00BB6BCE">
        <w:rPr>
          <w:rStyle w:val="libAlaemChar"/>
          <w:rFonts w:eastAsiaTheme="minorHAnsi"/>
          <w:rtl/>
        </w:rPr>
        <w:t>عليهم‌السلام</w:t>
      </w:r>
      <w:r w:rsidR="00FB233E" w:rsidRPr="00FB233E">
        <w:rPr>
          <w:rtl/>
        </w:rPr>
        <w:t>ا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نچن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ن</w:t>
      </w:r>
      <w:r w:rsidR="00FB233E" w:rsidRPr="00FB233E">
        <w:rPr>
          <w:rtl/>
        </w:rPr>
        <w:t xml:space="preserve"> بودند</w:t>
      </w:r>
      <w:bookmarkEnd w:id="24"/>
    </w:p>
    <w:p w:rsidR="00FB233E" w:rsidRPr="00FB233E" w:rsidRDefault="00FB233E" w:rsidP="00BB6BC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انصار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بعد از نماز عصر با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رالمومن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نشسته بودم .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BB6BCE">
        <w:rPr>
          <w:rFonts w:hint="cs"/>
          <w:rtl/>
          <w:lang w:bidi="fa-IR"/>
        </w:rPr>
        <w:t>خ</w:t>
      </w:r>
      <w:r w:rsidRPr="00FB233E">
        <w:rPr>
          <w:rtl/>
          <w:lang w:bidi="fa-IR"/>
        </w:rPr>
        <w:t>دمت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. عرض کرد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تقاضائ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دارم 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لم</w:t>
      </w:r>
      <w:r w:rsidRPr="00FB233E">
        <w:rPr>
          <w:rtl/>
          <w:lang w:bidi="fa-IR"/>
        </w:rPr>
        <w:t xml:space="preserve"> حرکت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کس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مورد نظر من است با هم برو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و خواسته مرا برآور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فرمود کار تو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؟ گفت من در خانه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شخص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همسا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هستم . در آن خانه درخت خرمائ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هست که در موقع وزش باد از خرما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و نارس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زد</w:t>
      </w:r>
      <w:r w:rsidRPr="00FB233E">
        <w:rPr>
          <w:rtl/>
          <w:lang w:bidi="fa-IR"/>
        </w:rPr>
        <w:t xml:space="preserve"> 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پرنده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بالا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درخت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اندازد،</w:t>
      </w:r>
      <w:r w:rsidRPr="00FB233E">
        <w:rPr>
          <w:rtl/>
          <w:lang w:bidi="fa-IR"/>
        </w:rPr>
        <w:t xml:space="preserve"> من و بچه ها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از آنها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خور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بدون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بوس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چوب با سنگ آنها را بر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، اکنون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خواهم</w:t>
      </w:r>
      <w:r w:rsidRPr="00FB233E">
        <w:rPr>
          <w:rtl/>
          <w:lang w:bidi="fa-IR"/>
        </w:rPr>
        <w:t xml:space="preserve"> شما واسطه شو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که از من بگذرد.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ح</w:t>
      </w:r>
      <w:r w:rsidRPr="00FB233E">
        <w:rPr>
          <w:rFonts w:hint="eastAsia"/>
          <w:rtl/>
          <w:lang w:bidi="fa-IR"/>
        </w:rPr>
        <w:t>ضرت</w:t>
      </w:r>
      <w:r w:rsidRPr="00FB233E">
        <w:rPr>
          <w:rtl/>
          <w:lang w:bidi="fa-IR"/>
        </w:rPr>
        <w:t xml:space="preserve"> بمن فرمود حرکت کن با هم برو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BB6BC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در</w:t>
      </w:r>
      <w:r w:rsidRPr="00FB233E">
        <w:rPr>
          <w:rtl/>
          <w:lang w:bidi="fa-IR"/>
        </w:rPr>
        <w:t xml:space="preserve"> خدم</w:t>
      </w:r>
      <w:r w:rsidR="00BB6BCE">
        <w:rPr>
          <w:rFonts w:hint="cs"/>
          <w:rtl/>
          <w:lang w:bidi="fa-IR"/>
        </w:rPr>
        <w:t>ت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رفت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،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صاحب درخت که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سلام نمود او جواب داد، احترام کرد و شادمان شد، عرض</w:t>
      </w:r>
      <w:r w:rsidR="00BB6BCE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کرد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</w:t>
      </w:r>
      <w:r w:rsidR="00BB6BCE">
        <w:rPr>
          <w:rFonts w:hint="cs"/>
          <w:rtl/>
          <w:lang w:bidi="fa-IR"/>
        </w:rPr>
        <w:t>ه چ</w:t>
      </w:r>
      <w:r w:rsidRPr="00FB233E">
        <w:rPr>
          <w:rtl/>
          <w:lang w:bidi="fa-IR"/>
        </w:rPr>
        <w:t>ه منظور تشر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</w:t>
      </w:r>
      <w:r w:rsidRPr="00FB233E">
        <w:rPr>
          <w:rtl/>
          <w:lang w:bidi="fa-IR"/>
        </w:rPr>
        <w:t xml:space="preserve"> آورده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فرمود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مرد در خانه تو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از درخت خرمائ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(خرما بوس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) باد پرنده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زد</w:t>
      </w:r>
      <w:r w:rsidRPr="00FB233E">
        <w:rPr>
          <w:rtl/>
          <w:lang w:bidi="fa-IR"/>
        </w:rPr>
        <w:t xml:space="preserve"> بدون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با سنگ با چوب بزنند آمدم در خواست کنم او را حلال 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587803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صاحب</w:t>
      </w:r>
      <w:r w:rsidRPr="00FB233E">
        <w:rPr>
          <w:rtl/>
          <w:lang w:bidi="fa-IR"/>
        </w:rPr>
        <w:t xml:space="preserve"> خانه امتناع ورز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مرتبه دوم حضرت در خواست کرد باز قبول ننمود در مرتبه سوم فرمود بخدا قسم از طرف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ضامن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شوم</w:t>
      </w:r>
      <w:r w:rsidRPr="00FB233E">
        <w:rPr>
          <w:rtl/>
          <w:lang w:bidi="fa-IR"/>
        </w:rPr>
        <w:t xml:space="preserve"> در قبال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کار خ</w:t>
      </w:r>
      <w:r w:rsidR="00587803">
        <w:rPr>
          <w:rFonts w:hint="cs"/>
          <w:rtl/>
          <w:lang w:bidi="fa-IR"/>
        </w:rPr>
        <w:t>داو</w:t>
      </w:r>
      <w:r w:rsidRPr="00FB233E">
        <w:rPr>
          <w:rtl/>
          <w:lang w:bidi="fa-IR"/>
        </w:rPr>
        <w:t>ند بستان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ترا در بهشت عنا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کند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بار هم نپذ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رفت</w:t>
      </w:r>
      <w:r w:rsidRPr="00FB233E">
        <w:rPr>
          <w:rtl/>
          <w:lang w:bidi="fa-IR"/>
        </w:rPr>
        <w:t xml:space="preserve"> ، کم کم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شامگاه شد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فرمود آن خانه را بفلان باغستان من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فروش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 پاسخ داد: آر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 حضرت گفت خداوند و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انصار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بشهادت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رم</w:t>
      </w:r>
      <w:r w:rsidRPr="00FB233E">
        <w:rPr>
          <w:rtl/>
          <w:lang w:bidi="fa-IR"/>
        </w:rPr>
        <w:t xml:space="preserve"> که فلام باغستان را باتمام اشجار و درختها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در مقابل آن منزل بتو فروختم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راض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 صاحب منزل باور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lastRenderedPageBreak/>
        <w:t xml:space="preserve">عليه‌السلام 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معامله را بکند گفت منهم خدا و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گواه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رم</w:t>
      </w:r>
      <w:r w:rsidRPr="00FB233E">
        <w:rPr>
          <w:rtl/>
          <w:lang w:bidi="fa-IR"/>
        </w:rPr>
        <w:t xml:space="preserve"> که ف</w:t>
      </w:r>
      <w:r w:rsidR="00587803">
        <w:rPr>
          <w:rFonts w:hint="cs"/>
          <w:rtl/>
          <w:lang w:bidi="fa-IR"/>
        </w:rPr>
        <w:t>رو</w:t>
      </w:r>
      <w:r w:rsidRPr="00FB233E">
        <w:rPr>
          <w:rtl/>
          <w:lang w:bidi="fa-IR"/>
        </w:rPr>
        <w:t>ختم خانه را در مقابل آن باغ .</w:t>
      </w:r>
    </w:p>
    <w:p w:rsidR="00FB233E" w:rsidRPr="00FB233E" w:rsidRDefault="00FB233E" w:rsidP="00D01D6A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رو کرد بمرد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در خانه بعنوان همسا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نشست فرمود منزل را برسم مالک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تصرف کن خ</w:t>
      </w:r>
      <w:r w:rsidR="00587803">
        <w:rPr>
          <w:rFonts w:hint="cs"/>
          <w:rtl/>
          <w:lang w:bidi="fa-IR"/>
        </w:rPr>
        <w:t>د</w:t>
      </w:r>
      <w:r w:rsidRPr="00FB233E">
        <w:rPr>
          <w:rtl/>
          <w:lang w:bidi="fa-IR"/>
        </w:rPr>
        <w:t>اوند بتو برکت دهد حلال باد برتو.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هنگام صدا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اذان بلند شد همه حرکت کردند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انجام فر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ضه</w:t>
      </w:r>
      <w:r w:rsidRPr="00FB233E">
        <w:rPr>
          <w:rtl/>
          <w:lang w:bidi="fa-IR"/>
        </w:rPr>
        <w:t xml:space="preserve"> نماز مغرب و عشاء را با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خواند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</w:t>
      </w:r>
      <w:r w:rsidR="00587803">
        <w:rPr>
          <w:rFonts w:hint="cs"/>
          <w:rtl/>
          <w:lang w:bidi="fa-IR"/>
        </w:rPr>
        <w:t>ه</w:t>
      </w:r>
      <w:r w:rsidRPr="00FB233E">
        <w:rPr>
          <w:rtl/>
          <w:lang w:bidi="fa-IR"/>
        </w:rPr>
        <w:t>ر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بمنزل خود رفت فردا پس از نماز صبح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مشغول تعق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</w:t>
      </w:r>
      <w:r w:rsidRPr="00FB233E">
        <w:rPr>
          <w:rtl/>
          <w:lang w:bidi="fa-IR"/>
        </w:rPr>
        <w:t xml:space="preserve"> بود حالت و</w:t>
      </w:r>
      <w:r w:rsidR="00587803">
        <w:rPr>
          <w:rFonts w:hint="cs"/>
          <w:rtl/>
          <w:lang w:bidi="fa-IR"/>
        </w:rPr>
        <w:t>ح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آنجناب عارض گشت . جبرئ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نازل شد. پس از پا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وح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اصحاب کرده فرمود کدام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از شما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شب</w:t>
      </w:r>
      <w:r w:rsidRPr="00FB233E">
        <w:rPr>
          <w:rtl/>
          <w:lang w:bidi="fa-IR"/>
        </w:rPr>
        <w:t xml:space="preserve"> عمل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انجام داده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خودتان</w:t>
      </w:r>
      <w:r w:rsidR="00587803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من بگو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عرض کرد شما بفرمائ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فرمود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</w:t>
      </w:r>
      <w:r w:rsidRPr="00FB233E">
        <w:rPr>
          <w:rtl/>
          <w:lang w:bidi="fa-IR"/>
        </w:rPr>
        <w:t xml:space="preserve"> جبرئ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بر من نازل شد، گفت شب گذشته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اب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طالب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کار پسند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انجام داد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چه کار، گفت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سوره را بخوان </w:t>
      </w:r>
      <w:r w:rsidRPr="00D01D6A">
        <w:rPr>
          <w:rStyle w:val="libAlaemChar"/>
          <w:rtl/>
        </w:rPr>
        <w:t>(</w:t>
      </w:r>
      <w:r w:rsidR="00D01D6A" w:rsidRPr="00D01D6A">
        <w:rPr>
          <w:rStyle w:val="libAieChar"/>
          <w:rtl/>
        </w:rPr>
        <w:t>بِسْمِ اللَّـهِ الرَّحْمَـٰنِ الرَّحِيمِ وَاللَّيْلِ إِذَا يَغْشَى﴿</w:t>
      </w:r>
      <w:hyperlink r:id="rId15" w:anchor="92:1" w:history="1">
        <w:r w:rsidR="00D01D6A" w:rsidRPr="00D01D6A">
          <w:rPr>
            <w:rStyle w:val="libAieChar"/>
            <w:rtl/>
          </w:rPr>
          <w:t>١</w:t>
        </w:r>
      </w:hyperlink>
      <w:r w:rsidR="00D01D6A" w:rsidRPr="00D01D6A">
        <w:rPr>
          <w:rStyle w:val="libAieChar"/>
          <w:rtl/>
        </w:rPr>
        <w:t>﴾ وَالنَّهَارِ إِذَا تَجَلَّىٰ ﴿</w:t>
      </w:r>
      <w:hyperlink r:id="rId16" w:anchor="92:2" w:history="1">
        <w:r w:rsidR="00D01D6A" w:rsidRPr="00D01D6A">
          <w:rPr>
            <w:rStyle w:val="libAieChar"/>
            <w:rtl/>
          </w:rPr>
          <w:t>٢</w:t>
        </w:r>
      </w:hyperlink>
      <w:r w:rsidR="00D01D6A" w:rsidRPr="00D01D6A">
        <w:rPr>
          <w:rStyle w:val="libAieChar"/>
          <w:rtl/>
        </w:rPr>
        <w:t>﴾ وَمَا خَلَقَ الذَّكَرَ وَالْأُنثَىٰ ﴿</w:t>
      </w:r>
      <w:hyperlink r:id="rId17" w:anchor="92:3" w:history="1">
        <w:r w:rsidR="00D01D6A" w:rsidRPr="00D01D6A">
          <w:rPr>
            <w:rStyle w:val="libAieChar"/>
            <w:rtl/>
          </w:rPr>
          <w:t>٣</w:t>
        </w:r>
      </w:hyperlink>
      <w:r w:rsidR="00D01D6A" w:rsidRPr="00D01D6A">
        <w:rPr>
          <w:rStyle w:val="libAieChar"/>
          <w:rtl/>
        </w:rPr>
        <w:t>﴾ إِنَّ سَعْيَكُمْ لَشَتَّىٰ ﴿</w:t>
      </w:r>
      <w:hyperlink r:id="rId18" w:anchor="92:4" w:history="1">
        <w:r w:rsidR="00D01D6A" w:rsidRPr="00D01D6A">
          <w:rPr>
            <w:rStyle w:val="libAieChar"/>
            <w:rtl/>
          </w:rPr>
          <w:t>٤</w:t>
        </w:r>
      </w:hyperlink>
      <w:r w:rsidR="00D01D6A" w:rsidRPr="00D01D6A">
        <w:rPr>
          <w:rStyle w:val="libAieChar"/>
          <w:rtl/>
        </w:rPr>
        <w:t>﴾ فَأَمَّا مَنْ أَعْطَىٰ وَاتَّقَىٰ ﴿</w:t>
      </w:r>
      <w:hyperlink r:id="rId19" w:anchor="92:5" w:history="1">
        <w:r w:rsidR="00D01D6A" w:rsidRPr="00D01D6A">
          <w:rPr>
            <w:rStyle w:val="libAieChar"/>
            <w:rtl/>
          </w:rPr>
          <w:t>٥</w:t>
        </w:r>
      </w:hyperlink>
      <w:r w:rsidR="00D01D6A" w:rsidRPr="00D01D6A">
        <w:rPr>
          <w:rStyle w:val="libAieChar"/>
          <w:rtl/>
        </w:rPr>
        <w:t>﴾ وَصَدَّقَ بِالْحُسْنَىٰ ﴿</w:t>
      </w:r>
      <w:hyperlink r:id="rId20" w:anchor="92:6" w:history="1">
        <w:r w:rsidR="00D01D6A" w:rsidRPr="00D01D6A">
          <w:rPr>
            <w:rStyle w:val="libAieChar"/>
            <w:rtl/>
          </w:rPr>
          <w:t>٦</w:t>
        </w:r>
      </w:hyperlink>
      <w:r w:rsidR="00D01D6A" w:rsidRPr="00D01D6A">
        <w:rPr>
          <w:rStyle w:val="libAieChar"/>
          <w:rtl/>
        </w:rPr>
        <w:t>﴾ فَسَنُيَسِّرُهُ لِلْيُسْرَىٰ ﴿</w:t>
      </w:r>
      <w:hyperlink r:id="rId21" w:anchor="92:7" w:history="1">
        <w:r w:rsidR="00D01D6A" w:rsidRPr="00D01D6A">
          <w:rPr>
            <w:rStyle w:val="libAieChar"/>
            <w:rtl/>
          </w:rPr>
          <w:t>٧</w:t>
        </w:r>
      </w:hyperlink>
      <w:r w:rsidR="00D01D6A" w:rsidRPr="00D01D6A">
        <w:rPr>
          <w:rStyle w:val="libAieChar"/>
          <w:rtl/>
        </w:rPr>
        <w:t>﴾ وَأَمَّا مَن بَخِلَ وَاسْتَغْنَىٰ</w:t>
      </w:r>
      <w:r w:rsidRPr="00D01D6A">
        <w:rPr>
          <w:rStyle w:val="libAlaemChar"/>
          <w:rtl/>
        </w:rPr>
        <w:t>)</w:t>
      </w:r>
      <w:r w:rsidRPr="00FB233E">
        <w:rPr>
          <w:rtl/>
          <w:lang w:bidi="fa-IR"/>
        </w:rPr>
        <w:t xml:space="preserve"> 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آخر سوره .</w:t>
      </w:r>
    </w:p>
    <w:p w:rsidR="00FB233E" w:rsidRPr="00FB233E" w:rsidRDefault="00FB233E" w:rsidP="00587803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روب</w:t>
      </w:r>
      <w:r w:rsidR="00587803">
        <w:rPr>
          <w:rFonts w:hint="cs"/>
          <w:rtl/>
          <w:lang w:bidi="fa-IR"/>
        </w:rPr>
        <w:t xml:space="preserve">ه </w:t>
      </w:r>
      <w:r w:rsidRPr="00FB233E">
        <w:rPr>
          <w:rFonts w:hint="eastAsia"/>
          <w:rtl/>
          <w:lang w:bidi="fa-IR"/>
        </w:rPr>
        <w:t>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فرمود تو تصد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tl/>
          <w:lang w:bidi="fa-IR"/>
        </w:rPr>
        <w:t xml:space="preserve"> به بهشت کرد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خانه را بان مرد بخش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بستان خود را داد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 عرض کرد بل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فرمود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سوره درباره ات نازل شد آنگاه </w:t>
      </w:r>
      <w:r w:rsidR="00587803">
        <w:rPr>
          <w:rFonts w:hint="cs"/>
          <w:rtl/>
          <w:lang w:bidi="fa-IR"/>
        </w:rPr>
        <w:t>ح</w:t>
      </w:r>
      <w:r w:rsidRPr="00FB233E">
        <w:rPr>
          <w:rtl/>
          <w:lang w:bidi="fa-IR"/>
        </w:rPr>
        <w:t>رکت کرد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را بوس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گفت من برادر تو هستم و تو برادر من </w:t>
      </w:r>
      <w:r w:rsidRPr="00587803">
        <w:rPr>
          <w:rStyle w:val="libFootnotenumChar"/>
          <w:rtl/>
        </w:rPr>
        <w:t>.(21)</w:t>
      </w:r>
    </w:p>
    <w:p w:rsidR="00FB233E" w:rsidRPr="00FB233E" w:rsidRDefault="00587803" w:rsidP="00587803">
      <w:pPr>
        <w:pStyle w:val="Heading1"/>
        <w:rPr>
          <w:rtl/>
        </w:rPr>
      </w:pPr>
      <w:r>
        <w:rPr>
          <w:rtl/>
        </w:rPr>
        <w:br w:type="page"/>
      </w:r>
      <w:bookmarkStart w:id="25" w:name="_Toc496184293"/>
      <w:r w:rsidR="00FB233E" w:rsidRPr="00FB233E">
        <w:rPr>
          <w:rFonts w:hint="eastAsia"/>
          <w:rtl/>
        </w:rPr>
        <w:lastRenderedPageBreak/>
        <w:t>تاءد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ب</w:t>
      </w:r>
      <w:r w:rsidR="00FB233E" w:rsidRPr="00FB233E">
        <w:rPr>
          <w:rtl/>
        </w:rPr>
        <w:t xml:space="preserve"> همسا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ه</w:t>
      </w:r>
      <w:r w:rsidR="00FB233E" w:rsidRPr="00FB233E">
        <w:rPr>
          <w:rtl/>
        </w:rPr>
        <w:t xml:space="preserve"> مزاحم</w:t>
      </w:r>
      <w:bookmarkEnd w:id="25"/>
    </w:p>
    <w:p w:rsidR="00FB233E" w:rsidRPr="00FB233E" w:rsidRDefault="00FB233E" w:rsidP="00587803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باقر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فرمود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خدمت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از آزار همسا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شکا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کرد حضرت رسول 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او را امر به شک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کردند پس از </w:t>
      </w:r>
      <w:r w:rsidR="00587803">
        <w:rPr>
          <w:rFonts w:hint="cs"/>
          <w:rtl/>
          <w:lang w:bidi="fa-IR"/>
        </w:rPr>
        <w:t>چ</w:t>
      </w:r>
      <w:r w:rsidRPr="00FB233E">
        <w:rPr>
          <w:rtl/>
          <w:lang w:bidi="fa-IR"/>
        </w:rPr>
        <w:t>ند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مرتبه پس از شرف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اب</w:t>
      </w:r>
      <w:r w:rsidRPr="00FB233E">
        <w:rPr>
          <w:rtl/>
          <w:lang w:bidi="fa-IR"/>
        </w:rPr>
        <w:t xml:space="preserve"> شد و جر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گذشته را تکرار کرد باز هم او را امر به صبر کردند. در مرتبه سوم که اظهار دلتنگ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آزار همس</w:t>
      </w: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نمود،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باو فرمود: صبحگاه جمعه که مردم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گذاردن نماز جمعه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روند تو اسباب و لوازم زندگ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از خانه خارج کن ، در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راه و کوچه بگذار تا هر کس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نماز از آنجا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گذرد بب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>. اگر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تو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نطور</w:t>
      </w:r>
      <w:r w:rsidRPr="00FB233E">
        <w:rPr>
          <w:rtl/>
          <w:lang w:bidi="fa-IR"/>
        </w:rPr>
        <w:t xml:space="preserve"> کرده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 بگو از آزار ف</w:t>
      </w:r>
      <w:r w:rsidRPr="00FB233E">
        <w:rPr>
          <w:rFonts w:hint="eastAsia"/>
          <w:rtl/>
          <w:lang w:bidi="fa-IR"/>
        </w:rPr>
        <w:t>لان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D01D6A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بدستور</w:t>
      </w:r>
      <w:r w:rsidRPr="00FB233E">
        <w:rPr>
          <w:rtl/>
          <w:lang w:bidi="fa-IR"/>
        </w:rPr>
        <w:t xml:space="preserve"> آنجناب عمل کرد لوازم زندگ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در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کوچه گذاشت هنوز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نگذشته بود که همسا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اش آمد، التماس کرد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اسباب و اثاث را بخانه برگرداند، گفت من با خدا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بندم که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ترا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ازارم</w:t>
      </w:r>
      <w:r w:rsidRPr="00FB233E">
        <w:rPr>
          <w:rtl/>
          <w:lang w:bidi="fa-IR"/>
        </w:rPr>
        <w:t xml:space="preserve"> </w:t>
      </w:r>
      <w:r w:rsidRPr="00D01D6A">
        <w:rPr>
          <w:rStyle w:val="libFootnotenumChar"/>
          <w:rtl/>
        </w:rPr>
        <w:t>.(22)</w:t>
      </w:r>
    </w:p>
    <w:p w:rsidR="00FB233E" w:rsidRPr="00FB233E" w:rsidRDefault="00D01D6A" w:rsidP="00D35D9A">
      <w:pPr>
        <w:pStyle w:val="Heading1"/>
        <w:rPr>
          <w:rtl/>
        </w:rPr>
      </w:pPr>
      <w:r>
        <w:rPr>
          <w:rtl/>
        </w:rPr>
        <w:br w:type="page"/>
      </w:r>
      <w:bookmarkStart w:id="26" w:name="_Toc496184294"/>
      <w:r w:rsidR="00FB233E" w:rsidRPr="00FB233E">
        <w:rPr>
          <w:rFonts w:hint="eastAsia"/>
          <w:rtl/>
        </w:rPr>
        <w:lastRenderedPageBreak/>
        <w:t>احترام</w:t>
      </w:r>
      <w:r w:rsidR="00FB233E" w:rsidRPr="00FB233E">
        <w:rPr>
          <w:rtl/>
        </w:rPr>
        <w:t xml:space="preserve"> دوستان اهل ب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ت</w:t>
      </w:r>
      <w:r w:rsidRPr="00D01D6A">
        <w:rPr>
          <w:rStyle w:val="libAlaemChar"/>
          <w:rFonts w:eastAsiaTheme="minorHAnsi"/>
          <w:rtl/>
        </w:rPr>
        <w:t>عليهم‌السلام</w:t>
      </w:r>
      <w:bookmarkEnd w:id="26"/>
    </w:p>
    <w:p w:rsidR="00FB233E" w:rsidRPr="00FB233E" w:rsidRDefault="00FB233E" w:rsidP="00D01D6A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ابراه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ساربان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و دوستان ائمه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بود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خواست وارد خدمت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قط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شود ابراه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شتربان و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قط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وز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هارون الرش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بود از نظر ظاهر، او را آن شاءن نبود که شخصا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وز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برود (ا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مشاهد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اسلام چگونه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تع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نات</w:t>
      </w:r>
      <w:r w:rsidRPr="00FB233E">
        <w:rPr>
          <w:rtl/>
          <w:lang w:bidi="fa-IR"/>
        </w:rPr>
        <w:t xml:space="preserve"> و مزا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پوشال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لغو کرده و بر تقو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پره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امت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از</w:t>
      </w:r>
      <w:r w:rsidRPr="00FB233E">
        <w:rPr>
          <w:rtl/>
          <w:lang w:bidi="fa-IR"/>
        </w:rPr>
        <w:t xml:space="preserve"> به اشخاص داده است )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قط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ابراه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را اجازه نداد و از ورودش جلوگ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کرد. همان سال پس از مدتها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بعنوان حج مسافرت نمود در 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خواست شرف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اب</w:t>
      </w:r>
      <w:r w:rsidRPr="00FB233E">
        <w:rPr>
          <w:rtl/>
          <w:lang w:bidi="fa-IR"/>
        </w:rPr>
        <w:t xml:space="preserve"> خدمت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جعفر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شود حضرت اجازه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ورود ندادند هر چه </w:t>
      </w:r>
      <w:r w:rsidRPr="00FB233E">
        <w:rPr>
          <w:rFonts w:hint="eastAsia"/>
          <w:rtl/>
          <w:lang w:bidi="fa-IR"/>
        </w:rPr>
        <w:t>صبر</w:t>
      </w:r>
      <w:r w:rsidRPr="00FB233E">
        <w:rPr>
          <w:rtl/>
          <w:lang w:bidi="fa-IR"/>
        </w:rPr>
        <w:t xml:space="preserve"> کرد رخصت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</w:t>
      </w:r>
      <w:r w:rsidRPr="00FB233E">
        <w:rPr>
          <w:rtl/>
          <w:lang w:bidi="fa-IR"/>
        </w:rPr>
        <w:t xml:space="preserve"> ، روز دوم در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خانه ، آن حضرت را ملاقات نمود عرض کرد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من تقص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رم</w:t>
      </w:r>
      <w:r w:rsidRPr="00FB233E">
        <w:rPr>
          <w:rtl/>
          <w:lang w:bidi="fa-IR"/>
        </w:rPr>
        <w:t xml:space="preserve"> چه بود که مرا راه نداد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فرمود</w:t>
      </w:r>
      <w:r w:rsidRPr="00FB233E">
        <w:rPr>
          <w:rtl/>
          <w:lang w:bidi="fa-IR"/>
        </w:rPr>
        <w:t>: به جهت آنکه تو مانع ورود برادرت ابراه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ساربان شد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خداوند اباء و امتناع فرمود: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سع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ترا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حج قبول 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مگر بعد از آنکه ابراه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را راض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قط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عرض کرد من ابراه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را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هنگام چگونه ملاقات کنم او در کوفه و من در 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ام .</w:t>
      </w:r>
    </w:p>
    <w:p w:rsidR="00FB233E" w:rsidRPr="00FB233E" w:rsidRDefault="00FB233E" w:rsidP="00D01D6A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فرمود</w:t>
      </w:r>
      <w:r w:rsidRPr="00FB233E">
        <w:rPr>
          <w:rtl/>
          <w:lang w:bidi="fa-IR"/>
        </w:rPr>
        <w:t>: شامگاه تنها به بق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بدون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غلامان و همراهان تو متوجه شود، در آنجا شتر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آماده 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</w:t>
      </w:r>
      <w:r w:rsidRPr="00FB233E">
        <w:rPr>
          <w:rtl/>
          <w:lang w:bidi="fa-IR"/>
        </w:rPr>
        <w:t xml:space="preserve"> بر آن شتر سوار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کوفه 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اول شب به بق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</w:t>
      </w:r>
      <w:r w:rsidRPr="00FB233E">
        <w:rPr>
          <w:rtl/>
          <w:lang w:bidi="fa-IR"/>
        </w:rPr>
        <w:t xml:space="preserve"> رفت همان شتر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حضرت فرموده بود در آنجا</w:t>
      </w:r>
      <w:r w:rsidR="00D01D6A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سوار شد در اندک زمان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خانه ابراه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ساربان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شتر را خوابان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در را کوب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ابراه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. گفت :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قط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ابراه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</w:t>
      </w:r>
      <w:r w:rsidRPr="00FB233E">
        <w:rPr>
          <w:rtl/>
          <w:lang w:bidi="fa-IR"/>
        </w:rPr>
        <w:lastRenderedPageBreak/>
        <w:t>گفت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قط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بر در خانه ساربان چه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تقاضا کرد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که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آمد بزرگ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واقع شده او را سوگند داد که اجازه ورود بدهد.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ابراه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اجازه داد، داخل شد گفت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ابراه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مولا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از پذ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رفتن</w:t>
      </w:r>
      <w:r w:rsidRPr="00FB233E">
        <w:rPr>
          <w:rtl/>
          <w:lang w:bidi="fa-IR"/>
        </w:rPr>
        <w:t xml:space="preserve"> عملم امتناع ورز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مگر آنکه تو از من خشنود شو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خدا از تو خشنود شود (غفرالله لک )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قط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صورت خود را بر خاک گذاشت و ابراه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نپذ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رفت</w:t>
      </w:r>
      <w:r w:rsidRPr="00FB233E">
        <w:rPr>
          <w:rtl/>
          <w:lang w:bidi="fa-IR"/>
        </w:rPr>
        <w:t xml:space="preserve"> آنقدر سوگند داد و اصرار ورز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تا قبول کرد ساربان پا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را بر صورت وز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گذاشت و گونه او را با پا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خشن خود مال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آن هنگام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(اللهم اشهد) خدا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تو گواه باش که ابراه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از من راض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آنگاه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آمد و سوار شتر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همان شب به 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برگشت بر در خانه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جعفر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شتر را خوابان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حضرت او را اجاز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ورود داد. امام کاظم رضا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ابراه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را پذ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رفت</w:t>
      </w:r>
      <w:r w:rsidRPr="00FB233E">
        <w:rPr>
          <w:rtl/>
          <w:lang w:bidi="fa-IR"/>
        </w:rPr>
        <w:t xml:space="preserve">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شادمان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D01D6A">
        <w:rPr>
          <w:rStyle w:val="libFootnotenumChar"/>
          <w:rtl/>
        </w:rPr>
        <w:t>(23)</w:t>
      </w:r>
      <w:r w:rsidRPr="00FB233E">
        <w:rPr>
          <w:rtl/>
          <w:lang w:bidi="fa-IR"/>
        </w:rPr>
        <w:t>.</w:t>
      </w:r>
    </w:p>
    <w:p w:rsidR="00FB233E" w:rsidRPr="00FB233E" w:rsidRDefault="00D01D6A" w:rsidP="00D01D6A">
      <w:pPr>
        <w:pStyle w:val="Heading1"/>
        <w:rPr>
          <w:rtl/>
        </w:rPr>
      </w:pPr>
      <w:r>
        <w:rPr>
          <w:rtl/>
        </w:rPr>
        <w:br w:type="page"/>
      </w:r>
      <w:bookmarkStart w:id="27" w:name="_Toc496184295"/>
      <w:r w:rsidR="00FB233E" w:rsidRPr="00FB233E">
        <w:rPr>
          <w:rFonts w:hint="eastAsia"/>
          <w:rtl/>
        </w:rPr>
        <w:lastRenderedPageBreak/>
        <w:t>دعا</w:t>
      </w:r>
      <w:r w:rsidR="00FB233E" w:rsidRPr="00FB233E">
        <w:rPr>
          <w:rtl/>
        </w:rPr>
        <w:t xml:space="preserve"> برا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برادر مؤ من</w:t>
      </w:r>
      <w:bookmarkEnd w:id="27"/>
    </w:p>
    <w:p w:rsidR="00FB233E" w:rsidRPr="00FB233E" w:rsidRDefault="00FB233E" w:rsidP="00D01D6A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ابراه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بن هاشم گفت عبدالله جندب را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در موقع عرفات ، حال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چکس</w:t>
      </w:r>
      <w:r w:rsidRPr="00FB233E">
        <w:rPr>
          <w:rtl/>
          <w:lang w:bidi="fa-IR"/>
        </w:rPr>
        <w:t xml:space="preserve"> را بهتر از او 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وسته</w:t>
      </w:r>
      <w:r w:rsidRPr="00FB233E">
        <w:rPr>
          <w:rtl/>
          <w:lang w:bidi="fa-IR"/>
        </w:rPr>
        <w:t xml:space="preserve"> دست 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را به سو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آسمان بلند کرده و آب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اش بر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جار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بود تا بزم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چون مردم فارغ شدند به او گفتم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گاه</w:t>
      </w:r>
      <w:r w:rsidRPr="00FB233E">
        <w:rPr>
          <w:rtl/>
          <w:lang w:bidi="fa-IR"/>
        </w:rPr>
        <w:t xml:space="preserve"> وقوف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tl/>
          <w:lang w:bidi="fa-IR"/>
        </w:rPr>
        <w:t xml:space="preserve"> کس را بهتر از تو 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.</w:t>
      </w:r>
      <w:r w:rsidR="00D01D6A" w:rsidRPr="00FB233E">
        <w:rPr>
          <w:rFonts w:hint="eastAsia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گفت</w:t>
      </w:r>
      <w:r w:rsidRPr="00FB233E">
        <w:rPr>
          <w:rtl/>
          <w:lang w:bidi="fa-IR"/>
        </w:rPr>
        <w:t xml:space="preserve"> به خدا قسم دعا نکردم مگر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برادران مؤ من خود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که</w:t>
      </w:r>
      <w:r w:rsidR="00D01D6A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از</w:t>
      </w:r>
      <w:r w:rsidRPr="00FB233E">
        <w:rPr>
          <w:rtl/>
          <w:lang w:bidi="fa-IR"/>
        </w:rPr>
        <w:t xml:space="preserve"> امام ،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ابن جعفر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هر کس دعا کند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برادران مؤ من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پشت سر آنها، از عرش ندا رسد که از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 صد هزار برابر باد. به خدا قسم دست برندارم از صد هزار برابر دعاء فرشتگان که قطعا مستجاب و مقبول است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دعا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خودم که معلوم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متسجاب شود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نه </w:t>
      </w:r>
      <w:r w:rsidRPr="00D01D6A">
        <w:rPr>
          <w:rStyle w:val="libFootnotenumChar"/>
          <w:rtl/>
        </w:rPr>
        <w:t>(24).</w:t>
      </w:r>
    </w:p>
    <w:p w:rsidR="00FB233E" w:rsidRPr="00FB233E" w:rsidRDefault="00D01D6A" w:rsidP="00D01D6A">
      <w:pPr>
        <w:pStyle w:val="Heading1"/>
        <w:rPr>
          <w:rtl/>
        </w:rPr>
      </w:pPr>
      <w:r>
        <w:rPr>
          <w:rtl/>
        </w:rPr>
        <w:br w:type="page"/>
      </w:r>
      <w:bookmarkStart w:id="28" w:name="_Toc496184296"/>
      <w:r w:rsidR="00FB233E" w:rsidRPr="00FB233E">
        <w:rPr>
          <w:rFonts w:hint="eastAsia"/>
          <w:rtl/>
        </w:rPr>
        <w:lastRenderedPageBreak/>
        <w:t>ن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ک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و احسان نجاتبخش است</w:t>
      </w:r>
      <w:bookmarkEnd w:id="28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خداوند</w:t>
      </w:r>
      <w:r w:rsidRPr="00FB233E">
        <w:rPr>
          <w:rtl/>
          <w:lang w:bidi="fa-IR"/>
        </w:rPr>
        <w:t xml:space="preserve"> بزرگ به حضرت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خطاب کرد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در عمرت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عمل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انجام داده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(قال اله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صل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لک و صمت و تصدقت و ذکرتک کث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>) خداوندا نماز و روزه و زکوه از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 انجام داده ام و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وسته</w:t>
      </w:r>
      <w:r w:rsidRPr="00FB233E">
        <w:rPr>
          <w:rtl/>
          <w:lang w:bidi="fa-IR"/>
        </w:rPr>
        <w:t xml:space="preserve"> ترا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کردم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فرمود</w:t>
      </w:r>
      <w:r w:rsidRPr="00FB233E">
        <w:rPr>
          <w:rtl/>
          <w:lang w:bidi="fa-IR"/>
        </w:rPr>
        <w:t xml:space="preserve"> اما نماز راهنما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 است به بهشت و اما روزه سپر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 از آتش ، صدقه زکوه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نور است ،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ادآور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ذکر هم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 قصرها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آراسته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بهشت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خواهد شد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چکار کرده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؟! حضرت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عرض کرد پروردگارا مرا به آن عمل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مخصوص تو است راهنمائ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فرما.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خطاب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هرگز شد دوست مرا دوست داشته باش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دشمن مرا دشمن . (فعلم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ان افضل الاعمال الحب 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الله و البغض 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الله ) حضرت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آن موقع متوجه شد بهتر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اعمال دوست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راه خدا و دشمن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خدا است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از</w:t>
      </w:r>
      <w:r w:rsidRPr="00FB233E">
        <w:rPr>
          <w:rtl/>
          <w:lang w:bidi="fa-IR"/>
        </w:rPr>
        <w:t xml:space="preserve"> حضرت صادق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نقل شده که روز 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امت</w:t>
      </w:r>
      <w:r w:rsidRPr="00FB233E">
        <w:rPr>
          <w:rtl/>
          <w:lang w:bidi="fa-IR"/>
        </w:rPr>
        <w:t xml:space="preserve"> بنده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در مقام حساب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آورند که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tl/>
          <w:lang w:bidi="fa-IR"/>
        </w:rPr>
        <w:t xml:space="preserve"> حسنه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ندارد به او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فکر کن بب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tl/>
          <w:lang w:bidi="fa-IR"/>
        </w:rPr>
        <w:t xml:space="preserve"> کار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 عرض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پروردگار را کار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نکرده ام جز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فلان</w:t>
      </w:r>
      <w:r w:rsidRPr="00FB233E">
        <w:rPr>
          <w:rtl/>
          <w:lang w:bidi="fa-IR"/>
        </w:rPr>
        <w:t xml:space="preserve"> بنده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 از منزل ما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گذشت تقاضا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آب کرد تا وضو بگ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رد</w:t>
      </w:r>
      <w:r w:rsidRPr="00FB233E">
        <w:rPr>
          <w:rtl/>
          <w:lang w:bidi="fa-IR"/>
        </w:rPr>
        <w:t xml:space="preserve"> و نماز بخواند من او را آب دادم آن بنده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آورند عرض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صح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ح</w:t>
      </w:r>
      <w:r w:rsidRPr="00FB233E">
        <w:rPr>
          <w:rtl/>
          <w:lang w:bidi="fa-IR"/>
        </w:rPr>
        <w:t xml:space="preserve"> است پروردگارا خطاب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رسد ترا بخش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بنده مرا داخل بهشت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روز</w:t>
      </w:r>
      <w:r w:rsidRPr="00FB233E">
        <w:rPr>
          <w:rtl/>
          <w:lang w:bidi="fa-IR"/>
        </w:rPr>
        <w:t xml:space="preserve"> 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امت</w:t>
      </w:r>
      <w:r w:rsidRPr="00FB233E">
        <w:rPr>
          <w:rtl/>
          <w:lang w:bidi="fa-IR"/>
        </w:rPr>
        <w:t xml:space="preserve"> به مؤ من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مردم جستجو کن و دقت نما هر کس به تو شربت آب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خوراک غذا 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نوع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قب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نموده است ، دست او را بگ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و داخل بهشت نما آن مؤ من بر صراط با جمع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کث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گذرد ملائکه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خدا کجا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هنگام خ</w:t>
      </w:r>
      <w:r w:rsidRPr="00FB233E">
        <w:rPr>
          <w:rFonts w:hint="eastAsia"/>
          <w:rtl/>
          <w:lang w:bidi="fa-IR"/>
        </w:rPr>
        <w:t>داوند</w:t>
      </w:r>
      <w:r w:rsidRPr="00FB233E">
        <w:rPr>
          <w:rtl/>
          <w:lang w:bidi="fa-IR"/>
        </w:rPr>
        <w:t xml:space="preserve"> به </w:t>
      </w:r>
      <w:r w:rsidRPr="00FB233E">
        <w:rPr>
          <w:rtl/>
          <w:lang w:bidi="fa-IR"/>
        </w:rPr>
        <w:lastRenderedPageBreak/>
        <w:t>ملائکه خطاب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کند: بنده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مرا اجازه ده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برود ملائکه او را اجازه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دهند</w:t>
      </w:r>
      <w:r w:rsidRPr="00D01D6A">
        <w:rPr>
          <w:rStyle w:val="libFootnotenumChar"/>
          <w:rtl/>
        </w:rPr>
        <w:t>(25).</w:t>
      </w:r>
    </w:p>
    <w:p w:rsidR="00FB233E" w:rsidRPr="00FB233E" w:rsidRDefault="00FB233E" w:rsidP="00D01D6A">
      <w:pPr>
        <w:pStyle w:val="Heading1"/>
        <w:rPr>
          <w:rtl/>
        </w:rPr>
      </w:pPr>
      <w:bookmarkStart w:id="29" w:name="_Toc496184297"/>
      <w:r w:rsidRPr="00FB233E">
        <w:rPr>
          <w:rFonts w:hint="eastAsia"/>
          <w:rtl/>
        </w:rPr>
        <w:t>مسرور</w:t>
      </w:r>
      <w:r w:rsidRPr="00FB233E">
        <w:rPr>
          <w:rtl/>
        </w:rPr>
        <w:t xml:space="preserve"> کردن مؤ من</w:t>
      </w:r>
      <w:bookmarkEnd w:id="29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جزائر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اض</w:t>
      </w:r>
      <w:r w:rsidRPr="00FB233E">
        <w:rPr>
          <w:rtl/>
          <w:lang w:bidi="fa-IR"/>
        </w:rPr>
        <w:t xml:space="preserve"> الابرار از حضرت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دالشهداء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نقل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کند: آن جناب فرمود: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که بعد از نماز بهتر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عملها مسرور کردن مؤ من است با وسائل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معص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نباشد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به تجربه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غلام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با خوراک خود سگ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شر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قرار داده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چرا 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 گفت :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ابن</w:t>
      </w:r>
      <w:r w:rsidRPr="00FB233E">
        <w:rPr>
          <w:rtl/>
          <w:lang w:bidi="fa-IR"/>
        </w:rPr>
        <w:t xml:space="preserve"> رسول الله من محزونم و جو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سرور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هستم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خواهم با مسرور کردن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وان</w:t>
      </w:r>
      <w:r w:rsidRPr="00FB233E">
        <w:rPr>
          <w:rtl/>
          <w:lang w:bidi="fa-IR"/>
        </w:rPr>
        <w:t xml:space="preserve"> غم از دلم زدوده شود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بنده بنده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هستم 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لم</w:t>
      </w:r>
      <w:r w:rsidRPr="00FB233E">
        <w:rPr>
          <w:rtl/>
          <w:lang w:bidi="fa-IR"/>
        </w:rPr>
        <w:t xml:space="preserve"> از او جدا شوم . ابا عبدالله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آن مرد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رفت و 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نار</w:t>
      </w:r>
      <w:r w:rsidRPr="00FB233E">
        <w:rPr>
          <w:rtl/>
          <w:lang w:bidi="fa-IR"/>
        </w:rPr>
        <w:t xml:space="preserve"> 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مت</w:t>
      </w:r>
      <w:r w:rsidRPr="00FB233E">
        <w:rPr>
          <w:rtl/>
          <w:lang w:bidi="fa-IR"/>
        </w:rPr>
        <w:t xml:space="preserve"> غلام را با خود برد درخواست کرد غلام را بفروشد. آن مرد عرض کرد غلام فدا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قدم مبارک شما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بستان</w:t>
      </w:r>
      <w:r w:rsidRPr="00FB233E">
        <w:rPr>
          <w:rtl/>
          <w:lang w:bidi="fa-IR"/>
        </w:rPr>
        <w:t xml:space="preserve"> را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به او بخش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نار</w:t>
      </w:r>
      <w:r w:rsidRPr="00FB233E">
        <w:rPr>
          <w:rtl/>
          <w:lang w:bidi="fa-IR"/>
        </w:rPr>
        <w:t xml:space="preserve"> را هم تقد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بشما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کنم . حضرت فرمود: من مال را به تو بخش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مرد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عرض کرد پذ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رفتم</w:t>
      </w:r>
      <w:r w:rsidRPr="00FB233E">
        <w:rPr>
          <w:rtl/>
          <w:lang w:bidi="fa-IR"/>
        </w:rPr>
        <w:t xml:space="preserve"> آن را هم به غلام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بخشم .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دالشهداء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فرمود: منهم غلام را آزاد کردم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نارها</w:t>
      </w:r>
      <w:r w:rsidRPr="00FB233E">
        <w:rPr>
          <w:rtl/>
          <w:lang w:bidi="fa-IR"/>
        </w:rPr>
        <w:t xml:space="preserve"> و بستان را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به او بخش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زن آن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: منهم اسلام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آورم و مهر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خود را به شوهرم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بخشم (فقال 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انا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ضا</w:t>
      </w:r>
      <w:r w:rsidRPr="00FB233E">
        <w:rPr>
          <w:rtl/>
          <w:lang w:bidi="fa-IR"/>
        </w:rPr>
        <w:t xml:space="preserve"> اسلمت و اعط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تها</w:t>
      </w:r>
      <w:r w:rsidRPr="00FB233E">
        <w:rPr>
          <w:rtl/>
          <w:lang w:bidi="fa-IR"/>
        </w:rPr>
        <w:t xml:space="preserve"> هذه الدار) من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مسلمان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شوم و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خانه را بزنم بخش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</w:t>
      </w:r>
      <w:r w:rsidRPr="00CE2191">
        <w:rPr>
          <w:rStyle w:val="libFootnotenumChar"/>
          <w:rtl/>
        </w:rPr>
        <w:t>(26)</w:t>
      </w:r>
      <w:r w:rsidRPr="00FB233E">
        <w:rPr>
          <w:rtl/>
          <w:lang w:bidi="fa-IR"/>
        </w:rPr>
        <w:t>.</w:t>
      </w:r>
    </w:p>
    <w:p w:rsidR="00FB233E" w:rsidRPr="00FB233E" w:rsidRDefault="00CE2191" w:rsidP="00CE2191">
      <w:pPr>
        <w:pStyle w:val="Heading1"/>
        <w:rPr>
          <w:rtl/>
        </w:rPr>
      </w:pPr>
      <w:r>
        <w:rPr>
          <w:rtl/>
        </w:rPr>
        <w:br w:type="page"/>
      </w:r>
      <w:bookmarkStart w:id="30" w:name="_Toc496184298"/>
      <w:r w:rsidR="00FB233E" w:rsidRPr="00FB233E">
        <w:rPr>
          <w:rFonts w:hint="eastAsia"/>
          <w:rtl/>
        </w:rPr>
        <w:lastRenderedPageBreak/>
        <w:t>مس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ح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اسلام آورد</w:t>
      </w:r>
      <w:bookmarkEnd w:id="30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صادق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فرمود: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کفار اهل کتاب (ذم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) در راه رف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tl/>
          <w:lang w:bidi="fa-IR"/>
        </w:rPr>
        <w:t xml:space="preserve">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رالمؤ</w:t>
      </w:r>
      <w:r w:rsidRPr="00FB233E">
        <w:rPr>
          <w:rtl/>
          <w:lang w:bidi="fa-IR"/>
        </w:rPr>
        <w:t xml:space="preserve"> 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را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شناخت .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کجا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، حضرت فرمود: به کوفه ، هنگام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بر سر دو راه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 xml:space="preserve"> ذم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خواست از راه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برود حضرت مقدار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را همراه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نمود، ذم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عرض</w:t>
      </w:r>
      <w:r w:rsidRPr="00FB233E">
        <w:rPr>
          <w:rtl/>
          <w:lang w:bidi="fa-IR"/>
        </w:rPr>
        <w:t xml:space="preserve"> کرد شما که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ال</w:t>
      </w:r>
      <w:r w:rsidRPr="00FB233E">
        <w:rPr>
          <w:rtl/>
          <w:lang w:bidi="fa-IR"/>
        </w:rPr>
        <w:t xml:space="preserve"> کوفه داشت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چه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راه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آئ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مگر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راه کوفه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طرف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؟ فرمود: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دانم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دستور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ما است که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کو</w:t>
      </w:r>
      <w:r w:rsidRPr="00FB233E">
        <w:rPr>
          <w:rtl/>
          <w:lang w:bidi="fa-IR"/>
        </w:rPr>
        <w:t xml:space="preserve"> رفاقت و مصاحبت کردن ، به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نست</w:t>
      </w:r>
      <w:r w:rsidRPr="00FB233E">
        <w:rPr>
          <w:rtl/>
          <w:lang w:bidi="fa-IR"/>
        </w:rPr>
        <w:t xml:space="preserve"> که رف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tl/>
          <w:lang w:bidi="fa-IR"/>
        </w:rPr>
        <w:t xml:space="preserve"> خود را مقدار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همراه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مشا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عت</w:t>
      </w:r>
      <w:r w:rsidRPr="00FB233E">
        <w:rPr>
          <w:rtl/>
          <w:lang w:bidi="fa-IR"/>
        </w:rPr>
        <w:t xml:space="preserve"> کنند. من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جهت با تو آمدم . مرد ذم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: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فته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اخلاق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اسلام شده اند کسان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 نموده اند من شما را گواه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رم</w:t>
      </w:r>
      <w:r w:rsidRPr="00FB233E">
        <w:rPr>
          <w:rtl/>
          <w:lang w:bidi="fa-IR"/>
        </w:rPr>
        <w:t xml:space="preserve"> که به اسلام وارد شدم .</w:t>
      </w:r>
    </w:p>
    <w:p w:rsidR="00FB233E" w:rsidRPr="00FB233E" w:rsidRDefault="00FB233E" w:rsidP="00CE2191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از</w:t>
      </w:r>
      <w:r w:rsidRPr="00FB233E">
        <w:rPr>
          <w:rtl/>
          <w:lang w:bidi="fa-IR"/>
        </w:rPr>
        <w:t xml:space="preserve"> همانجا آن مرد به همراه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به کوفه آمد در کوفه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را شناخت و مراسم اجراء شهادت اسلام را بجا</w:t>
      </w:r>
      <w:r w:rsidRPr="00FB233E">
        <w:rPr>
          <w:rFonts w:hint="eastAsia"/>
          <w:rtl/>
          <w:lang w:bidi="fa-IR"/>
        </w:rPr>
        <w:t>آورد</w:t>
      </w:r>
      <w:r w:rsidRPr="00CE2191">
        <w:rPr>
          <w:rStyle w:val="libFootnotenumChar"/>
          <w:rtl/>
        </w:rPr>
        <w:t>(27)</w:t>
      </w:r>
      <w:r w:rsidRPr="00FB233E">
        <w:rPr>
          <w:rtl/>
          <w:lang w:bidi="fa-IR"/>
        </w:rPr>
        <w:t>.</w:t>
      </w:r>
    </w:p>
    <w:p w:rsidR="00FB233E" w:rsidRPr="00FB233E" w:rsidRDefault="00CE2191" w:rsidP="00CE2191">
      <w:pPr>
        <w:pStyle w:val="Heading1"/>
        <w:rPr>
          <w:rtl/>
        </w:rPr>
      </w:pPr>
      <w:r>
        <w:rPr>
          <w:rtl/>
        </w:rPr>
        <w:br w:type="page"/>
      </w:r>
      <w:bookmarkStart w:id="31" w:name="_Toc496184299"/>
      <w:r w:rsidR="00FB233E" w:rsidRPr="00FB233E">
        <w:rPr>
          <w:rFonts w:hint="eastAsia"/>
          <w:rtl/>
        </w:rPr>
        <w:lastRenderedPageBreak/>
        <w:t>ب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ن</w:t>
      </w:r>
      <w:r w:rsidR="00FB233E" w:rsidRPr="00FB233E">
        <w:rPr>
          <w:rtl/>
        </w:rPr>
        <w:t xml:space="preserve"> دو مسلمان را اصلاح کن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د</w:t>
      </w:r>
      <w:bookmarkEnd w:id="31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در</w:t>
      </w:r>
      <w:r w:rsidRPr="00FB233E">
        <w:rPr>
          <w:rtl/>
          <w:lang w:bidi="fa-IR"/>
        </w:rPr>
        <w:t xml:space="preserve"> کاف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ذکر شده که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ابوحن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فه</w:t>
      </w:r>
      <w:r w:rsidRPr="00FB233E">
        <w:rPr>
          <w:rtl/>
          <w:lang w:bidi="fa-IR"/>
        </w:rPr>
        <w:t xml:space="preserve"> رهبر حجاج (سائق الحاج ) و دامادش در مورد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راث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مشاجره و گفتگو شد مفضل بن عمر کوف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از خواص اصحاب حضرت صادق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است بر آنها گذشت چون مشاجره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آنها را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را به منزل بر دو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نشان</w:t>
      </w:r>
      <w:r w:rsidRPr="00FB233E">
        <w:rPr>
          <w:rtl/>
          <w:lang w:bidi="fa-IR"/>
        </w:rPr>
        <w:t xml:space="preserve"> را به چهارصد درهم آم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زش</w:t>
      </w:r>
      <w:r w:rsidRPr="00FB233E">
        <w:rPr>
          <w:rtl/>
          <w:lang w:bidi="fa-IR"/>
        </w:rPr>
        <w:t xml:space="preserve"> داد، </w:t>
      </w:r>
      <w:r w:rsidRPr="00FB233E">
        <w:rPr>
          <w:rFonts w:hint="eastAsia"/>
          <w:rtl/>
          <w:lang w:bidi="fa-IR"/>
        </w:rPr>
        <w:t>آن</w:t>
      </w:r>
      <w:r w:rsidRPr="00FB233E">
        <w:rPr>
          <w:rtl/>
          <w:lang w:bidi="fa-IR"/>
        </w:rPr>
        <w:t xml:space="preserve"> مبلغ را هم از خود به آنها پرداخت ، گفت :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وجه از من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حضرت صادق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من وجه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گذاشته که هر گاه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دو نفر از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نزاع شود من اصلاح کنم و مقدار مال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به آن صلح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از همان پول بپردازم </w:t>
      </w:r>
      <w:r w:rsidRPr="00CE2191">
        <w:rPr>
          <w:rStyle w:val="libFootnotenumChar"/>
          <w:rtl/>
        </w:rPr>
        <w:t>(28)</w:t>
      </w:r>
      <w:r w:rsidRPr="00FB233E">
        <w:rPr>
          <w:rtl/>
          <w:lang w:bidi="fa-IR"/>
        </w:rPr>
        <w:t>.</w:t>
      </w:r>
    </w:p>
    <w:p w:rsidR="00FB233E" w:rsidRPr="00FB233E" w:rsidRDefault="00CE2191" w:rsidP="00CE2191">
      <w:pPr>
        <w:pStyle w:val="Heading1"/>
        <w:rPr>
          <w:rtl/>
        </w:rPr>
      </w:pPr>
      <w:r>
        <w:rPr>
          <w:rtl/>
        </w:rPr>
        <w:br w:type="page"/>
      </w:r>
      <w:bookmarkStart w:id="32" w:name="_Toc496184300"/>
      <w:r w:rsidR="00FB233E" w:rsidRPr="00FB233E">
        <w:rPr>
          <w:rFonts w:hint="eastAsia"/>
          <w:rtl/>
        </w:rPr>
        <w:lastRenderedPageBreak/>
        <w:t>رفتار</w:t>
      </w:r>
      <w:r w:rsidR="00FB233E" w:rsidRPr="00FB233E">
        <w:rPr>
          <w:rtl/>
        </w:rPr>
        <w:t xml:space="preserve"> موس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بن جعفر </w:t>
      </w:r>
      <w:r w:rsidR="006A44DE" w:rsidRPr="006A44DE">
        <w:rPr>
          <w:rStyle w:val="libAlaemChar"/>
          <w:rtl/>
        </w:rPr>
        <w:t xml:space="preserve">عليه‌السلام </w:t>
      </w:r>
      <w:r w:rsidR="00FB233E" w:rsidRPr="00FB233E">
        <w:rPr>
          <w:rtl/>
        </w:rPr>
        <w:t>با پ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رمرد</w:t>
      </w:r>
      <w:bookmarkEnd w:id="32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زکر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اعور گفت : حضرت ابوالحسن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جعفر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را در حال نماز خواندن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، در پهلو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سالخورده نشسته بود اراده کرد از جا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زد،</w:t>
      </w:r>
      <w:r w:rsidRPr="00FB233E">
        <w:rPr>
          <w:rtl/>
          <w:lang w:bidi="fa-IR"/>
        </w:rPr>
        <w:t xml:space="preserve"> عصائ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داشت آن را جستجو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تا بدست آورد امام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با آنکه در نماز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ستاده</w:t>
      </w:r>
      <w:r w:rsidRPr="00FB233E">
        <w:rPr>
          <w:rtl/>
          <w:lang w:bidi="fa-IR"/>
        </w:rPr>
        <w:t xml:space="preserve"> بود خم شد عصا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رمرد</w:t>
      </w:r>
      <w:r w:rsidRPr="00FB233E">
        <w:rPr>
          <w:rtl/>
          <w:lang w:bidi="fa-IR"/>
        </w:rPr>
        <w:t xml:space="preserve"> را برداشته بدستش داد و برگشت به موضع نماز خود.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معاشرت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امبر</w:t>
      </w:r>
      <w:r w:rsidRPr="00FB233E">
        <w:rPr>
          <w:rtl/>
          <w:lang w:bidi="fa-IR"/>
        </w:rPr>
        <w:t xml:space="preserve"> خدا </w:t>
      </w:r>
      <w:r w:rsidR="00CE2191" w:rsidRPr="00CE2191">
        <w:rPr>
          <w:rStyle w:val="libAlaemChar"/>
          <w:rtl/>
        </w:rPr>
        <w:t xml:space="preserve">صلى‌الله‌عليه‌وآله‌وسلم 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در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سفرها حضرت رسول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امر فرمود: همراهان گوسفند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بکشند.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اصحاب عرض کرد کشتن آن به عهده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: پوست کندنش با من سوم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عرض کرد من آنرا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پزم حضرت رسول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فرمود: جمع کردن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زمش</w:t>
      </w:r>
      <w:r w:rsidRPr="00FB233E">
        <w:rPr>
          <w:rtl/>
          <w:lang w:bidi="fa-IR"/>
        </w:rPr>
        <w:t xml:space="preserve"> با من گفتند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رسول الله ما در خدمتگزار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حاضر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،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زم</w:t>
      </w:r>
      <w:r w:rsidRPr="00FB233E">
        <w:rPr>
          <w:rtl/>
          <w:lang w:bidi="fa-IR"/>
        </w:rPr>
        <w:t xml:space="preserve"> جمع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شما خود را به زحمت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نداز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فرمود: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دانم ولکن خوش ندارم خود را بر شما امت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بدهم . خداوند دوست ندارد که بنده اش را بب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را بر رف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قان</w:t>
      </w:r>
      <w:r w:rsidRPr="00FB233E">
        <w:rPr>
          <w:rtl/>
          <w:lang w:bidi="fa-IR"/>
        </w:rPr>
        <w:t xml:space="preserve"> و همراهان امت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از</w:t>
      </w:r>
      <w:r w:rsidRPr="00FB233E">
        <w:rPr>
          <w:rtl/>
          <w:lang w:bidi="fa-IR"/>
        </w:rPr>
        <w:t xml:space="preserve"> داده است</w:t>
      </w:r>
      <w:r w:rsidRPr="00CE2191">
        <w:rPr>
          <w:rStyle w:val="libFootnotenumChar"/>
          <w:rtl/>
        </w:rPr>
        <w:t xml:space="preserve"> (29).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CE2191" w:rsidTr="00CE2191">
        <w:trPr>
          <w:trHeight w:val="350"/>
        </w:trPr>
        <w:tc>
          <w:tcPr>
            <w:tcW w:w="3344" w:type="dxa"/>
            <w:shd w:val="clear" w:color="auto" w:fill="auto"/>
          </w:tcPr>
          <w:p w:rsidR="00CE2191" w:rsidRDefault="00CE2191" w:rsidP="00CE2191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دان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tl/>
                <w:lang w:bidi="fa-IR"/>
              </w:rPr>
              <w:t xml:space="preserve"> کرا سزد صفت پاک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CE2191" w:rsidRDefault="00CE2191" w:rsidP="00CE2191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CE2191" w:rsidRDefault="00CE2191" w:rsidP="00CE2191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آنکو</w:t>
            </w:r>
            <w:r w:rsidRPr="00FB233E">
              <w:rPr>
                <w:rtl/>
                <w:lang w:bidi="fa-IR"/>
              </w:rPr>
              <w:t xml:space="preserve"> وجود پاک ن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الا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2191" w:rsidTr="00CE2191">
        <w:trPr>
          <w:trHeight w:val="350"/>
        </w:trPr>
        <w:tc>
          <w:tcPr>
            <w:tcW w:w="3344" w:type="dxa"/>
          </w:tcPr>
          <w:p w:rsidR="00CE2191" w:rsidRDefault="00CE2191" w:rsidP="00CE2191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تا</w:t>
            </w:r>
            <w:r w:rsidRPr="00FB233E">
              <w:rPr>
                <w:rtl/>
                <w:lang w:bidi="fa-IR"/>
              </w:rPr>
              <w:t xml:space="preserve"> خلق از او رسند بآسا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E2191" w:rsidRDefault="00CE2191" w:rsidP="00CE2191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E2191" w:rsidRDefault="00CE2191" w:rsidP="00CE2191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هرگز</w:t>
            </w:r>
            <w:r w:rsidRPr="00FB233E">
              <w:rPr>
                <w:rtl/>
                <w:lang w:bidi="fa-IR"/>
              </w:rPr>
              <w:t xml:space="preserve"> به عمر خو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ش</w:t>
            </w:r>
            <w:r w:rsidRPr="00FB233E">
              <w:rPr>
                <w:rtl/>
                <w:lang w:bidi="fa-IR"/>
              </w:rPr>
              <w:t xml:space="preserve"> ن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اسا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2191" w:rsidTr="00CE2191">
        <w:trPr>
          <w:trHeight w:val="350"/>
        </w:trPr>
        <w:tc>
          <w:tcPr>
            <w:tcW w:w="3344" w:type="dxa"/>
          </w:tcPr>
          <w:p w:rsidR="00CE2191" w:rsidRDefault="00CE2191" w:rsidP="00CE2191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تا</w:t>
            </w:r>
            <w:r w:rsidRPr="00FB233E">
              <w:rPr>
                <w:rtl/>
                <w:lang w:bidi="fa-IR"/>
              </w:rPr>
              <w:t xml:space="preserve"> د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گران</w:t>
            </w:r>
            <w:r w:rsidRPr="00FB233E">
              <w:rPr>
                <w:rtl/>
                <w:lang w:bidi="fa-IR"/>
              </w:rPr>
              <w:t xml:space="preserve"> گرسنه و مسک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E2191" w:rsidRDefault="00CE2191" w:rsidP="00CE2191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E2191" w:rsidRDefault="00CE2191" w:rsidP="00CE2191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بر</w:t>
            </w:r>
            <w:r w:rsidRPr="00FB233E">
              <w:rPr>
                <w:rtl/>
                <w:lang w:bidi="fa-IR"/>
              </w:rPr>
              <w:t xml:space="preserve"> مال و جاه خو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ش</w:t>
            </w:r>
            <w:r w:rsidRPr="00FB233E">
              <w:rPr>
                <w:rtl/>
                <w:lang w:bidi="fa-IR"/>
              </w:rPr>
              <w:t xml:space="preserve"> ن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فزا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2191" w:rsidTr="00CE2191">
        <w:trPr>
          <w:trHeight w:val="350"/>
        </w:trPr>
        <w:tc>
          <w:tcPr>
            <w:tcW w:w="3344" w:type="dxa"/>
          </w:tcPr>
          <w:p w:rsidR="00CE2191" w:rsidRDefault="00CE2191" w:rsidP="00CE2191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تا</w:t>
            </w:r>
            <w:r w:rsidRPr="00FB233E">
              <w:rPr>
                <w:rtl/>
                <w:lang w:bidi="fa-IR"/>
              </w:rPr>
              <w:t xml:space="preserve"> بر برهنه جامه نپوشاند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E2191" w:rsidRDefault="00CE2191" w:rsidP="00CE2191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E2191" w:rsidRDefault="00CE2191" w:rsidP="00CE2191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از</w:t>
            </w:r>
            <w:r w:rsidRPr="00FB233E">
              <w:rPr>
                <w:rtl/>
                <w:lang w:bidi="fa-IR"/>
              </w:rPr>
              <w:t xml:space="preserve"> بهر خو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ش</w:t>
            </w:r>
            <w:r w:rsidRPr="00FB233E">
              <w:rPr>
                <w:rtl/>
                <w:lang w:bidi="fa-IR"/>
              </w:rPr>
              <w:t xml:space="preserve"> جامه ن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فزا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2191" w:rsidTr="00CE2191">
        <w:trPr>
          <w:trHeight w:val="350"/>
        </w:trPr>
        <w:tc>
          <w:tcPr>
            <w:tcW w:w="3344" w:type="dxa"/>
          </w:tcPr>
          <w:p w:rsidR="00CE2191" w:rsidRDefault="00CE2191" w:rsidP="00CE2191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تا</w:t>
            </w:r>
            <w:r w:rsidRPr="00FB233E">
              <w:rPr>
                <w:rtl/>
                <w:lang w:bidi="fa-IR"/>
              </w:rPr>
              <w:t xml:space="preserve"> کودک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tl/>
                <w:lang w:bidi="fa-IR"/>
              </w:rPr>
              <w:t xml:space="preserve"> 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ت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م</w:t>
            </w:r>
            <w:r w:rsidRPr="00FB233E">
              <w:rPr>
                <w:rtl/>
                <w:lang w:bidi="fa-IR"/>
              </w:rPr>
              <w:t xml:space="preserve"> هم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tl/>
                <w:lang w:bidi="fa-IR"/>
              </w:rPr>
              <w:t xml:space="preserve"> ب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E2191" w:rsidRDefault="00CE2191" w:rsidP="00CE2191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E2191" w:rsidRDefault="00CE2191" w:rsidP="00CE2191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اندام</w:t>
            </w:r>
            <w:r w:rsidRPr="00FB233E">
              <w:rPr>
                <w:rtl/>
                <w:lang w:bidi="fa-IR"/>
              </w:rPr>
              <w:t xml:space="preserve"> طفل خو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ش</w:t>
            </w:r>
            <w:r w:rsidRPr="00FB233E">
              <w:rPr>
                <w:rtl/>
                <w:lang w:bidi="fa-IR"/>
              </w:rPr>
              <w:t xml:space="preserve"> ن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ارا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2191" w:rsidTr="00CE2191">
        <w:tblPrEx>
          <w:tblLook w:val="04A0"/>
        </w:tblPrEx>
        <w:trPr>
          <w:trHeight w:val="350"/>
        </w:trPr>
        <w:tc>
          <w:tcPr>
            <w:tcW w:w="3344" w:type="dxa"/>
          </w:tcPr>
          <w:p w:rsidR="00CE2191" w:rsidRDefault="00CE2191" w:rsidP="00CE2191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مردم</w:t>
            </w:r>
            <w:r w:rsidRPr="00FB233E">
              <w:rPr>
                <w:rtl/>
                <w:lang w:bidi="fa-IR"/>
              </w:rPr>
              <w:t xml:space="preserve"> بد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ن</w:t>
            </w:r>
            <w:r w:rsidRPr="00FB233E">
              <w:rPr>
                <w:rtl/>
                <w:lang w:bidi="fa-IR"/>
              </w:rPr>
              <w:t xml:space="preserve"> صفات اگر 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اب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E2191" w:rsidRDefault="00CE2191" w:rsidP="00CE2191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E2191" w:rsidRDefault="00CE2191" w:rsidP="00CE2191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گر</w:t>
            </w:r>
            <w:r w:rsidRPr="00FB233E">
              <w:rPr>
                <w:rtl/>
                <w:lang w:bidi="fa-IR"/>
              </w:rPr>
              <w:t xml:space="preserve"> نام او فرشته نه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tl/>
                <w:lang w:bidi="fa-IR"/>
              </w:rPr>
              <w:t xml:space="preserve"> شا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E2191" w:rsidRDefault="00CE2191" w:rsidP="00FB233E">
      <w:pPr>
        <w:pStyle w:val="libNormal"/>
        <w:rPr>
          <w:rtl/>
        </w:rPr>
      </w:pPr>
    </w:p>
    <w:p w:rsidR="00FB233E" w:rsidRPr="00FB233E" w:rsidRDefault="00CE2191" w:rsidP="00CE2191">
      <w:pPr>
        <w:pStyle w:val="Heading1"/>
        <w:rPr>
          <w:rtl/>
        </w:rPr>
      </w:pPr>
      <w:r>
        <w:rPr>
          <w:rtl/>
        </w:rPr>
        <w:br w:type="page"/>
      </w:r>
      <w:bookmarkStart w:id="33" w:name="_Toc496184301"/>
      <w:r w:rsidR="00FB233E" w:rsidRPr="00FB233E">
        <w:rPr>
          <w:rFonts w:hint="eastAsia"/>
          <w:rtl/>
        </w:rPr>
        <w:lastRenderedPageBreak/>
        <w:t>ا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ن</w:t>
      </w:r>
      <w:r w:rsidR="00FB233E" w:rsidRPr="00FB233E">
        <w:rPr>
          <w:rtl/>
        </w:rPr>
        <w:t xml:space="preserve"> گونه مسافرت کن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د</w:t>
      </w:r>
      <w:bookmarkEnd w:id="33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صادق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فرمود: حضرت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العابد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مسافرت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مگر با رف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قهائ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او را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شناختند با آنها شرط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در کارهائ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اجازه دهند آن جناب هم خدمت کند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زمان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دسته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سفر رفت در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راه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را شناخت به رف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قان</w:t>
      </w:r>
      <w:r w:rsidRPr="00FB233E">
        <w:rPr>
          <w:rtl/>
          <w:lang w:bidi="fa-IR"/>
        </w:rPr>
        <w:t xml:space="preserve"> گفت :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شناس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آقا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؟ جواب دادند نه . گفت :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الحس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العابد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است ، آنها حرکت کرده دست و پا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حضرت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 xml:space="preserve">. عرض کرد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ابن</w:t>
      </w:r>
      <w:r w:rsidRPr="00FB233E">
        <w:rPr>
          <w:rtl/>
          <w:lang w:bidi="fa-IR"/>
        </w:rPr>
        <w:t xml:space="preserve"> رسول الله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عمل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ال</w:t>
      </w:r>
      <w:r w:rsidRPr="00FB233E">
        <w:rPr>
          <w:rtl/>
          <w:lang w:bidi="fa-IR"/>
        </w:rPr>
        <w:t xml:space="preserve"> داشت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شه</w:t>
      </w:r>
      <w:r w:rsidRPr="00FB233E">
        <w:rPr>
          <w:rtl/>
          <w:lang w:bidi="fa-IR"/>
        </w:rPr>
        <w:t xml:space="preserve"> ما را به آتش جهنم بسوزان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CE2191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چنانچه</w:t>
      </w:r>
      <w:r w:rsidRPr="00FB233E">
        <w:rPr>
          <w:rtl/>
          <w:lang w:bidi="fa-IR"/>
        </w:rPr>
        <w:t xml:space="preserve"> خدا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ناخواسته جسارت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دست دراز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زبان دراز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نسبت به شما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،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ابن</w:t>
      </w:r>
      <w:r w:rsidRPr="00FB233E">
        <w:rPr>
          <w:rtl/>
          <w:lang w:bidi="fa-IR"/>
        </w:rPr>
        <w:t xml:space="preserve"> رسول الله شما را چه بر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کار واداشت ؟ آن </w:t>
      </w:r>
      <w:r w:rsidR="00CE2191">
        <w:rPr>
          <w:rFonts w:hint="cs"/>
          <w:rtl/>
          <w:lang w:bidi="fa-IR"/>
        </w:rPr>
        <w:t>ج</w:t>
      </w:r>
      <w:r w:rsidRPr="00FB233E">
        <w:rPr>
          <w:rtl/>
          <w:lang w:bidi="fa-IR"/>
        </w:rPr>
        <w:t>نا</w:t>
      </w:r>
      <w:r w:rsidR="00CE2191">
        <w:rPr>
          <w:rFonts w:hint="cs"/>
          <w:rtl/>
          <w:lang w:bidi="fa-IR"/>
        </w:rPr>
        <w:t xml:space="preserve">ب </w:t>
      </w:r>
      <w:r w:rsidRPr="00FB233E">
        <w:rPr>
          <w:rtl/>
          <w:lang w:bidi="fa-IR"/>
        </w:rPr>
        <w:t>فرمود: من چند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با عده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مرا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شناختند مسافرت کردم خدمات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من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کردند بواسطه حضرت رسول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که سزاوا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آن نبودم . ترس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شما هم مثل آنها بکن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AE0531">
        <w:rPr>
          <w:rStyle w:val="libFootnotenumChar"/>
          <w:rtl/>
        </w:rPr>
        <w:t>(30).</w:t>
      </w:r>
    </w:p>
    <w:p w:rsidR="00FB233E" w:rsidRPr="00FB233E" w:rsidRDefault="00AE0531" w:rsidP="00AE0531">
      <w:pPr>
        <w:pStyle w:val="Heading1"/>
        <w:rPr>
          <w:rtl/>
        </w:rPr>
      </w:pPr>
      <w:r>
        <w:rPr>
          <w:rtl/>
        </w:rPr>
        <w:br w:type="page"/>
      </w:r>
      <w:bookmarkStart w:id="34" w:name="_Toc496184302"/>
      <w:r w:rsidR="00FB233E" w:rsidRPr="00FB233E">
        <w:rPr>
          <w:rFonts w:hint="eastAsia"/>
          <w:rtl/>
        </w:rPr>
        <w:lastRenderedPageBreak/>
        <w:t>احترام</w:t>
      </w:r>
      <w:r w:rsidR="00FB233E" w:rsidRPr="00FB233E">
        <w:rPr>
          <w:rtl/>
        </w:rPr>
        <w:t xml:space="preserve"> م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همان</w:t>
      </w:r>
      <w:r w:rsidR="00FB233E" w:rsidRPr="00FB233E">
        <w:rPr>
          <w:rtl/>
        </w:rPr>
        <w:t xml:space="preserve"> روش ائمه بود</w:t>
      </w:r>
      <w:bookmarkEnd w:id="34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امام حسن عسکر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فرمود: دو نفر که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پدر و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پسر او بود به عنوان مهمان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خانه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آمدند حضرت از جا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آنها حرکت کرد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را در بالا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مجلس نشان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خود در مقابل آنها نشست ، آنگاه دستور داد غذا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اورند</w:t>
      </w:r>
      <w:r w:rsidRPr="00FB233E">
        <w:rPr>
          <w:rtl/>
          <w:lang w:bidi="fa-IR"/>
        </w:rPr>
        <w:t xml:space="preserve"> پس از صرف خور</w:t>
      </w:r>
      <w:r w:rsidRPr="00FB233E">
        <w:rPr>
          <w:rFonts w:hint="eastAsia"/>
          <w:rtl/>
          <w:lang w:bidi="fa-IR"/>
        </w:rPr>
        <w:t>اک</w:t>
      </w:r>
      <w:r w:rsidRPr="00FB233E">
        <w:rPr>
          <w:rtl/>
          <w:lang w:bidi="fa-IR"/>
        </w:rPr>
        <w:t xml:space="preserve"> قنبر طشت و آفتابه و حوله آورد خواست دست پدر را بشو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از جا بلند شد و آفتابه را از دست قنبر گرفت تا دست پدر را بشو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 مرد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را به خاک افکنده عرض کرد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آب بر دست من بر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خداوند مرا بدان حال بب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ند؟</w:t>
      </w:r>
      <w:r w:rsidRPr="00FB233E">
        <w:rPr>
          <w:rtl/>
          <w:lang w:bidi="fa-IR"/>
        </w:rPr>
        <w:t xml:space="preserve"> فرمود: بنش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خد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ترا در حال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برادرانت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با تو فرق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ندارد مشغول خدمت تو است . نشست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فرمود: قسم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دهم به حق بزرگ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بر گردنت دارم طور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 آرام و آسوده بنش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چنانکه اگر قنبر بر دستت آب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خت</w:t>
      </w:r>
      <w:r w:rsidRPr="00FB233E">
        <w:rPr>
          <w:rtl/>
          <w:lang w:bidi="fa-IR"/>
        </w:rPr>
        <w:t xml:space="preserve"> آسوده بود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هنگام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دست او را شست آفتابه را به محمد بن حنف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داد فرمود: اگر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پسر تنها آمده بود دست او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شستم ولکن خداوند دوست ندارد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پدر و پسر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در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محل و مجلس هستند تسو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باشد اکنون پدر دست پدر را شست تو هم پسر جان دست پسر را بشو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محمد بن حنف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دست او ر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شستشو داد. امام حسن عسکر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فرمود: هر کس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را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کار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عه</w:t>
      </w:r>
      <w:r w:rsidRPr="00FB233E">
        <w:rPr>
          <w:rtl/>
          <w:lang w:bidi="fa-IR"/>
        </w:rPr>
        <w:t xml:space="preserve"> حق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خواهد بود</w:t>
      </w:r>
      <w:r w:rsidRPr="00AE0531">
        <w:rPr>
          <w:rStyle w:val="libFootnotenumChar"/>
          <w:rtl/>
        </w:rPr>
        <w:t>(31).</w:t>
      </w:r>
    </w:p>
    <w:p w:rsidR="00FB233E" w:rsidRPr="00FB233E" w:rsidRDefault="00AE0531" w:rsidP="00AE0531">
      <w:pPr>
        <w:pStyle w:val="Heading1"/>
        <w:rPr>
          <w:rtl/>
        </w:rPr>
      </w:pPr>
      <w:r>
        <w:rPr>
          <w:rtl/>
        </w:rPr>
        <w:br w:type="page"/>
      </w:r>
      <w:bookmarkStart w:id="35" w:name="_Toc496184303"/>
      <w:r w:rsidR="00FB233E" w:rsidRPr="00FB233E">
        <w:rPr>
          <w:rFonts w:hint="eastAsia"/>
          <w:rtl/>
        </w:rPr>
        <w:lastRenderedPageBreak/>
        <w:t>پذ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رائ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از م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همان</w:t>
      </w:r>
      <w:bookmarkEnd w:id="35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در</w:t>
      </w:r>
      <w:r w:rsidRPr="00FB233E">
        <w:rPr>
          <w:rtl/>
          <w:lang w:bidi="fa-IR"/>
        </w:rPr>
        <w:t xml:space="preserve"> نهم بحارالانوار ص 514 از تفاس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عامه نقل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که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رسول خدا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آمد از گرسنگ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شکا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کرد آن جناب فرستاد به نزد زنها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که اگر خوراک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شما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 مرد بده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گفتند غ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آب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نجا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</w:t>
      </w:r>
      <w:r w:rsidRPr="00FB233E">
        <w:rPr>
          <w:rtl/>
          <w:lang w:bidi="fa-IR"/>
        </w:rPr>
        <w:t xml:space="preserve">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فرمود: من لهذا الرجل الل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امشب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مرد را خوراک دهد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عرض کرد من امشب او را مهمان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کنم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آنگاه</w:t>
      </w:r>
      <w:r w:rsidRPr="00FB233E">
        <w:rPr>
          <w:rtl/>
          <w:lang w:bidi="fa-IR"/>
        </w:rPr>
        <w:t xml:space="preserve">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رالمؤ</w:t>
      </w:r>
      <w:r w:rsidRPr="00FB233E">
        <w:rPr>
          <w:rtl/>
          <w:lang w:bidi="fa-IR"/>
        </w:rPr>
        <w:t xml:space="preserve"> 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به خانه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فاطمه زهرا آمد،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خوراک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که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مرد را پذ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؟ فاطمه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عرض کرد مختصر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بچه ها را کفا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کند هست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مهمان را بر فرزندان خود مقدم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دارم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فرمود: نوم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الصب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</w:p>
    <w:p w:rsidR="00FB233E" w:rsidRPr="00FB233E" w:rsidRDefault="00FB233E" w:rsidP="00AE0531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واطف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ء السراج بچه ها را بخوابان و چراغ را خاموش کن چراغ را خاموش کرد، ظرف غذا را که بر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گذاشت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دهان خود را حرکت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داد و چنان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نمود که مشغول خوردن است تا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همان</w:t>
      </w:r>
      <w:r w:rsidRPr="00FB233E">
        <w:rPr>
          <w:rtl/>
          <w:lang w:bidi="fa-IR"/>
        </w:rPr>
        <w:t xml:space="preserve"> با خاطر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آسوده غذا بخورد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آن مرد به اندازه کاف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غذا خورد دست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. </w:t>
      </w:r>
      <w:r w:rsidRPr="00FB233E">
        <w:rPr>
          <w:rFonts w:hint="eastAsia"/>
          <w:rtl/>
          <w:lang w:bidi="fa-IR"/>
        </w:rPr>
        <w:t>کاسه</w:t>
      </w:r>
      <w:r w:rsidRPr="00FB233E">
        <w:rPr>
          <w:rtl/>
          <w:lang w:bidi="fa-IR"/>
        </w:rPr>
        <w:t xml:space="preserve"> را بفضل خداوند پر از غذا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افتند</w:t>
      </w:r>
      <w:r w:rsidRPr="00FB233E">
        <w:rPr>
          <w:rtl/>
          <w:lang w:bidi="fa-IR"/>
        </w:rPr>
        <w:t xml:space="preserve"> صبحگاه که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رالمؤ</w:t>
      </w:r>
      <w:r w:rsidRPr="00FB233E">
        <w:rPr>
          <w:rtl/>
          <w:lang w:bidi="fa-IR"/>
        </w:rPr>
        <w:t xml:space="preserve"> 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نماز به مسجد رفته بود بعد از انجام فر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ضه</w:t>
      </w:r>
      <w:r w:rsidRPr="00FB233E">
        <w:rPr>
          <w:rtl/>
          <w:lang w:bidi="fa-IR"/>
        </w:rPr>
        <w:t xml:space="preserve"> ،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اکرم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به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نگاه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و قطرات اشک از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فرو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خت</w:t>
      </w:r>
      <w:r w:rsidRPr="00FB233E">
        <w:rPr>
          <w:rtl/>
          <w:lang w:bidi="fa-IR"/>
        </w:rPr>
        <w:t xml:space="preserve"> . فرمود: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اباالحسن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شب</w:t>
      </w:r>
      <w:r w:rsidRPr="00FB233E">
        <w:rPr>
          <w:rtl/>
          <w:lang w:bidi="fa-IR"/>
        </w:rPr>
        <w:t xml:space="preserve"> خداوند از عمل شما در شگفت شد و </w:t>
      </w: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را فرستاد </w:t>
      </w:r>
      <w:r w:rsidR="00AE0531" w:rsidRPr="00AE0531">
        <w:rPr>
          <w:rStyle w:val="libAlaemChar"/>
          <w:rFonts w:hint="cs"/>
          <w:rtl/>
        </w:rPr>
        <w:t>(</w:t>
      </w:r>
      <w:r w:rsidR="00AE0531" w:rsidRPr="00AE0531">
        <w:rPr>
          <w:rStyle w:val="libAieChar"/>
          <w:rtl/>
        </w:rPr>
        <w:t>وَيُؤْثِرُونَ عَلَىٰ أَنفُسِهِمْ وَلَوْ كَانَ بِهِمْ خَصَاصَةٌ</w:t>
      </w:r>
      <w:r w:rsidR="00AE0531">
        <w:rPr>
          <w:rStyle w:val="sign"/>
          <w:rFonts w:cs="Times New Roman" w:hint="cs"/>
          <w:sz w:val="22"/>
          <w:szCs w:val="22"/>
          <w:rtl/>
        </w:rPr>
        <w:t> </w:t>
      </w:r>
      <w:r w:rsidRPr="00AE0531">
        <w:rPr>
          <w:rStyle w:val="libAlaemChar"/>
          <w:rtl/>
        </w:rPr>
        <w:t>)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گران</w:t>
      </w:r>
      <w:r w:rsidRPr="00FB233E">
        <w:rPr>
          <w:rtl/>
          <w:lang w:bidi="fa-IR"/>
        </w:rPr>
        <w:t xml:space="preserve"> را بر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مقدم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دارند اگر چه خود تنگدست و گرسنه باشند منظور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فاطمه و حسن و حس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باشند</w:t>
      </w:r>
      <w:r w:rsidRPr="00AE0531">
        <w:rPr>
          <w:rStyle w:val="libFootnotenumChar"/>
          <w:rtl/>
        </w:rPr>
        <w:t>(32)</w:t>
      </w:r>
      <w:r w:rsidRPr="00FB233E">
        <w:rPr>
          <w:rtl/>
          <w:lang w:bidi="fa-IR"/>
        </w:rPr>
        <w:t>.</w:t>
      </w:r>
    </w:p>
    <w:p w:rsidR="00FB233E" w:rsidRPr="00FB233E" w:rsidRDefault="00AE0531" w:rsidP="00AE0531">
      <w:pPr>
        <w:pStyle w:val="Heading1"/>
        <w:rPr>
          <w:rtl/>
        </w:rPr>
      </w:pPr>
      <w:r>
        <w:rPr>
          <w:rtl/>
        </w:rPr>
        <w:br w:type="page"/>
      </w:r>
      <w:bookmarkStart w:id="36" w:name="_Toc496184304"/>
      <w:r w:rsidR="00FB233E" w:rsidRPr="00FB233E">
        <w:rPr>
          <w:rFonts w:hint="eastAsia"/>
          <w:rtl/>
        </w:rPr>
        <w:lastRenderedPageBreak/>
        <w:t>خ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رالحافظ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ن</w:t>
      </w:r>
      <w:bookmarkEnd w:id="36"/>
    </w:p>
    <w:p w:rsidR="00FB233E" w:rsidRPr="00FB233E" w:rsidRDefault="00FB233E" w:rsidP="0075411C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عبدالله</w:t>
      </w:r>
      <w:r w:rsidRPr="00FB233E">
        <w:rPr>
          <w:rtl/>
          <w:lang w:bidi="fa-IR"/>
        </w:rPr>
        <w:t xml:space="preserve"> بن عباس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هنگام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به جنگ محارب و بن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انمار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رفت در محل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فرود آمد، سپاه مسلم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همانجا بدستور آن جناب توقف کردند.</w:t>
      </w:r>
      <w:r w:rsidR="0075411C" w:rsidRPr="00FB233E">
        <w:rPr>
          <w:rFonts w:hint="eastAsia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از</w:t>
      </w:r>
      <w:r w:rsidRPr="00FB233E">
        <w:rPr>
          <w:rtl/>
          <w:lang w:bidi="fa-IR"/>
        </w:rPr>
        <w:t xml:space="preserve"> لشگر دشمن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چکس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حضرت رسول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قضا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حاجت دور از لشکر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به گوشه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رفت . در همان حال باران شروع به آمدن کرد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آن جناب اراده بازگشت نمود رود شد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</w:t>
      </w:r>
      <w:r w:rsidRPr="00FB233E">
        <w:rPr>
          <w:rtl/>
          <w:lang w:bidi="fa-IR"/>
        </w:rPr>
        <w:t xml:space="preserve"> و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جار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آمد راه برگشت 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بست و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آن جناب و لشگر فاصله افتاد، تا توقف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تنها بدون 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="0075411C">
        <w:rPr>
          <w:rFonts w:hint="cs"/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</w:p>
    <w:p w:rsidR="00FB233E" w:rsidRPr="00FB233E" w:rsidRDefault="00FB233E" w:rsidP="0075411C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دفاع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پا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درخت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نشست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هنگام حو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رث</w:t>
      </w:r>
      <w:r w:rsidRPr="00FB233E">
        <w:rPr>
          <w:rtl/>
          <w:lang w:bidi="fa-IR"/>
        </w:rPr>
        <w:t xml:space="preserve"> بن الحارث محارب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را مشاهده نمود به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اران</w:t>
      </w:r>
      <w:r w:rsidRPr="00FB233E">
        <w:rPr>
          <w:rtl/>
          <w:lang w:bidi="fa-IR"/>
        </w:rPr>
        <w:t xml:space="preserve"> خود گفت : هذا محمد قد انقطع من اصحابه )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مرد محمد است که از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روانش</w:t>
      </w:r>
      <w:r w:rsidRPr="00FB233E">
        <w:rPr>
          <w:rtl/>
          <w:lang w:bidi="fa-IR"/>
        </w:rPr>
        <w:t xml:space="preserve"> دور افتاده خدا مرا بکشد اگر او را نکشم .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طرف آن حضرت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آورد،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شمش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حمله کرد گفت : (من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منعک</w:t>
      </w:r>
      <w:r w:rsidRPr="00FB233E">
        <w:rPr>
          <w:rtl/>
          <w:lang w:bidi="fa-IR"/>
        </w:rPr>
        <w:t xml:space="preserve"> من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) که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تواند ترا از دست من نجات دهد، فرمود: خداوند در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لب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دعا زمزمه نمود (الله اکفن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شرحو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رث</w:t>
      </w:r>
      <w:r w:rsidRPr="00FB233E">
        <w:rPr>
          <w:rtl/>
          <w:lang w:bidi="fa-IR"/>
        </w:rPr>
        <w:t xml:space="preserve"> بن الحارث بما شئت ) خدا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مرا از شر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دشمن بهر طر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</w:t>
      </w:r>
      <w:r w:rsidRPr="00FB233E">
        <w:rPr>
          <w:rFonts w:hint="eastAsia"/>
          <w:rtl/>
          <w:lang w:bidi="fa-IR"/>
        </w:rPr>
        <w:t>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برهان </w:t>
      </w:r>
      <w:r w:rsidRPr="00FB233E">
        <w:rPr>
          <w:rFonts w:hint="eastAsia"/>
          <w:rtl/>
          <w:lang w:bidi="fa-IR"/>
        </w:rPr>
        <w:t>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خواست شمش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فرود آورد، فرشته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بال بر کتف او زد بزم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افتاد شمش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از دستش رها شد حضرت آن را برداشته فرمود: (الآن من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منعک</w:t>
      </w:r>
      <w:r w:rsidRPr="00FB233E">
        <w:rPr>
          <w:rtl/>
          <w:lang w:bidi="fa-IR"/>
        </w:rPr>
        <w:t xml:space="preserve"> من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)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که ترا از دست من رهائ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بخشد عرض کرد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چکس</w:t>
      </w:r>
      <w:r w:rsidRPr="00FB233E">
        <w:rPr>
          <w:rtl/>
          <w:lang w:bidi="fa-IR"/>
        </w:rPr>
        <w:t xml:space="preserve"> فرمود: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اور</w:t>
      </w:r>
      <w:r w:rsidRPr="00FB233E">
        <w:rPr>
          <w:rtl/>
          <w:lang w:bidi="fa-IR"/>
        </w:rPr>
        <w:t xml:space="preserve"> تا شمش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رت</w:t>
      </w:r>
      <w:r w:rsidRPr="00FB233E">
        <w:rPr>
          <w:rtl/>
          <w:lang w:bidi="fa-IR"/>
        </w:rPr>
        <w:t xml:space="preserve"> را بدهم گفت :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آورم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بندم که با تو و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روانت</w:t>
      </w:r>
      <w:r w:rsidRPr="00FB233E">
        <w:rPr>
          <w:rtl/>
          <w:lang w:bidi="fa-IR"/>
        </w:rPr>
        <w:t xml:space="preserve"> جنگ نکنم و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عل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تو کمک ننما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 شمش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را به او داد،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سلاحش را گرفت گفت : والله لانت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من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) به خدا سوگند تو از من بهتر</w:t>
      </w:r>
      <w:r w:rsidRPr="00FB233E">
        <w:rPr>
          <w:rFonts w:hint="cs"/>
          <w:rtl/>
          <w:lang w:bidi="fa-IR"/>
        </w:rPr>
        <w:t>ی</w:t>
      </w:r>
    </w:p>
    <w:p w:rsidR="00FB233E" w:rsidRPr="00FB233E" w:rsidRDefault="00FB233E" w:rsidP="0075411C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lastRenderedPageBreak/>
        <w:t>فرمود</w:t>
      </w:r>
      <w:r w:rsidRPr="00FB233E">
        <w:rPr>
          <w:rtl/>
          <w:lang w:bidi="fa-IR"/>
        </w:rPr>
        <w:t>: من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از تو بهتر باشم . حو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رث</w:t>
      </w:r>
      <w:r w:rsidRPr="00FB233E">
        <w:rPr>
          <w:rtl/>
          <w:lang w:bidi="fa-IR"/>
        </w:rPr>
        <w:t xml:space="preserve"> به طرف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اران</w:t>
      </w:r>
      <w:r w:rsidRPr="00FB233E">
        <w:rPr>
          <w:rtl/>
          <w:lang w:bidi="fa-IR"/>
        </w:rPr>
        <w:t xml:space="preserve"> خود برگشت ،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 xml:space="preserve"> چه شد که شمش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ظفر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از چه رو افتاد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ترا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انداخت</w:t>
      </w:r>
      <w:r w:rsidRPr="00FB233E">
        <w:rPr>
          <w:rtl/>
          <w:lang w:bidi="fa-IR"/>
        </w:rPr>
        <w:t xml:space="preserve"> . گفت :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شمش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مثل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کتف من زد، بر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خوردم شمش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از دستم افتاد محمد </w:t>
      </w:r>
      <w:r w:rsidR="0075411C" w:rsidRPr="0075411C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آنرا برداشت ، اگر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خواست مرا بکشد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توانست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نکشت به من گفت : اسلام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اور</w:t>
      </w:r>
      <w:r w:rsidRPr="00FB233E">
        <w:rPr>
          <w:rtl/>
          <w:lang w:bidi="fa-IR"/>
        </w:rPr>
        <w:t xml:space="preserve"> قبول نکردم اما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بستم با او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جنگ نکنم و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عل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او نشورانم . کم کم رود ساکن شد،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به لشکرگاه بازگشت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روان</w:t>
      </w:r>
      <w:r w:rsidRPr="00FB233E">
        <w:rPr>
          <w:rtl/>
          <w:lang w:bidi="fa-IR"/>
        </w:rPr>
        <w:t xml:space="preserve"> خود را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اطلاع دا</w:t>
      </w:r>
      <w:r w:rsidRPr="00FB233E">
        <w:rPr>
          <w:rFonts w:hint="eastAsia"/>
          <w:rtl/>
          <w:lang w:bidi="fa-IR"/>
        </w:rPr>
        <w:t>د</w:t>
      </w:r>
      <w:r w:rsidRPr="0075411C">
        <w:rPr>
          <w:rStyle w:val="libFootnotenumChar"/>
          <w:rtl/>
        </w:rPr>
        <w:t>(33)</w:t>
      </w:r>
    </w:p>
    <w:p w:rsidR="00FB233E" w:rsidRPr="00FB233E" w:rsidRDefault="0075411C" w:rsidP="0075411C">
      <w:pPr>
        <w:pStyle w:val="Heading1"/>
        <w:rPr>
          <w:rtl/>
        </w:rPr>
      </w:pPr>
      <w:r>
        <w:rPr>
          <w:rtl/>
        </w:rPr>
        <w:br w:type="page"/>
      </w:r>
      <w:bookmarkStart w:id="37" w:name="_Toc496184305"/>
      <w:r w:rsidR="00FB233E" w:rsidRPr="00FB233E">
        <w:rPr>
          <w:rFonts w:hint="eastAsia"/>
          <w:rtl/>
        </w:rPr>
        <w:lastRenderedPageBreak/>
        <w:t>شهادت</w:t>
      </w:r>
      <w:r w:rsidR="00FB233E" w:rsidRPr="00FB233E">
        <w:rPr>
          <w:rtl/>
        </w:rPr>
        <w:t xml:space="preserve"> چهل مؤ من</w:t>
      </w:r>
      <w:bookmarkEnd w:id="37"/>
    </w:p>
    <w:p w:rsidR="00FB233E" w:rsidRPr="00FB233E" w:rsidRDefault="00FB233E" w:rsidP="0075411C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نعمت الله جزا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کتاب نوادرالاخبار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سد</w:t>
      </w:r>
      <w:r w:rsidRPr="00FB233E">
        <w:rPr>
          <w:rtl/>
          <w:lang w:bidi="fa-IR"/>
        </w:rPr>
        <w:t xml:space="preserve"> که بر</w:t>
      </w:r>
      <w:r w:rsidR="0075411C">
        <w:rPr>
          <w:rFonts w:hint="cs"/>
          <w:rtl/>
          <w:lang w:bidi="fa-IR"/>
        </w:rPr>
        <w:t>خ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بعض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صحابه نقل کرد. حضرت صادق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فرمود: در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بن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اسرائ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عابد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اکار</w:t>
      </w:r>
      <w:r w:rsidRPr="00FB233E">
        <w:rPr>
          <w:rtl/>
          <w:lang w:bidi="fa-IR"/>
        </w:rPr>
        <w:t xml:space="preserve"> و متظاهر بود به داود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وح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که فلان عابد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اکار</w:t>
      </w:r>
      <w:r w:rsidRPr="00FB233E">
        <w:rPr>
          <w:rtl/>
          <w:lang w:bidi="fa-IR"/>
        </w:rPr>
        <w:t xml:space="preserve"> است پس از چند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عابد از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رفت ، د</w:t>
      </w:r>
      <w:r w:rsidRPr="00FB233E">
        <w:rPr>
          <w:rFonts w:hint="eastAsia"/>
          <w:rtl/>
          <w:lang w:bidi="fa-IR"/>
        </w:rPr>
        <w:t>اود</w:t>
      </w:r>
      <w:r w:rsidRPr="00FB233E">
        <w:rPr>
          <w:rtl/>
          <w:lang w:bidi="fa-IR"/>
        </w:rPr>
        <w:t xml:space="preserve"> به جنازه او حاضر نشد. چهل نفر از بن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اسرائ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اجتماع کرده در موقع ته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وسائل تکف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نش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گفتند اللهم انا لانعلم منه الا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و انت اعلم به منا) خدا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جز خوب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 از او 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تو دانائ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بواقع امر. خداوند عابد را به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شهادت آمرز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پس از آنکه دفنش کردن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عده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مساو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عدد اول همان گواه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دادند.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خداوند</w:t>
      </w:r>
      <w:r w:rsidRPr="00FB233E">
        <w:rPr>
          <w:rtl/>
          <w:lang w:bidi="fa-IR"/>
        </w:rPr>
        <w:t xml:space="preserve"> به داود وح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کرد: چه وادار کرد تو را بر جنازه عابد حاضر نشد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 عرض کرد پروردگارا سببش اطلاع من از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اکار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بود که تو خود خبردار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خطاب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داود چهل نفر به خوب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گواه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دادند من از کردارش گذشتم و او را عفو نمودم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از باطنش خبر داشتم .</w:t>
      </w:r>
    </w:p>
    <w:p w:rsidR="00FB233E" w:rsidRPr="00FB233E" w:rsidRDefault="00FB233E" w:rsidP="0075411C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محدث</w:t>
      </w:r>
      <w:r w:rsidRPr="00FB233E">
        <w:rPr>
          <w:rtl/>
          <w:lang w:bidi="fa-IR"/>
        </w:rPr>
        <w:t xml:space="preserve"> بزرگوار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نعمه الله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شا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استناد به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حد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ث</w:t>
      </w:r>
      <w:r w:rsidRPr="00FB233E">
        <w:rPr>
          <w:rtl/>
          <w:lang w:bidi="fa-IR"/>
        </w:rPr>
        <w:t xml:space="preserve"> کرده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</w:t>
      </w:r>
      <w:r w:rsidRPr="00FB233E">
        <w:rPr>
          <w:rtl/>
          <w:lang w:bidi="fa-IR"/>
        </w:rPr>
        <w:t xml:space="preserve"> جل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معاصر، علامه مجلس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صاحب بحارالانوار استحباب شهادت چهل مؤ من</w:t>
      </w:r>
      <w:r w:rsidR="0075411C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به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خوب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کفن برادر مؤ من خود و من خودم از کسان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بودم که شهادت بر کفن مول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علامه مجلس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نوشتم در حال 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وه</w:t>
      </w:r>
      <w:r w:rsidRPr="00FB233E">
        <w:rPr>
          <w:rtl/>
          <w:lang w:bidi="fa-IR"/>
        </w:rPr>
        <w:t xml:space="preserve"> و زندگ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. در کتاب شرح تهذ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</w:t>
      </w:r>
      <w:r w:rsidRPr="00FB233E">
        <w:rPr>
          <w:rtl/>
          <w:lang w:bidi="fa-IR"/>
        </w:rPr>
        <w:t xml:space="preserve">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روز جمعه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علامه مجلس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مسجد جامع اصفهان به منبر تشر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</w:t>
      </w:r>
      <w:r w:rsidRPr="00FB233E">
        <w:rPr>
          <w:rtl/>
          <w:lang w:bidi="fa-IR"/>
        </w:rPr>
        <w:t xml:space="preserve"> برده بودند تا مردم را موعظه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ند،</w:t>
      </w:r>
      <w:r w:rsidRPr="00FB233E">
        <w:rPr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ابتدا</w:t>
      </w:r>
      <w:r w:rsidRPr="00FB233E">
        <w:rPr>
          <w:rtl/>
          <w:lang w:bidi="fa-IR"/>
        </w:rPr>
        <w:t xml:space="preserve"> عقا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خود را راجع به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و توابع آن اعتراف کردند.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lastRenderedPageBreak/>
        <w:t>سپس</w:t>
      </w:r>
      <w:r w:rsidRPr="00FB233E">
        <w:rPr>
          <w:rtl/>
          <w:lang w:bidi="fa-IR"/>
        </w:rPr>
        <w:t xml:space="preserve"> گفتند مردم ! اعتقاد من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نست</w:t>
      </w:r>
      <w:r w:rsidRPr="00FB233E">
        <w:rPr>
          <w:rtl/>
          <w:lang w:bidi="fa-IR"/>
        </w:rPr>
        <w:t xml:space="preserve"> ، خواهش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کنم آنچه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بر کفن من گواه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کفن خودشان را به مسجد آورده بودند، مردم گواه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را نوشتند</w:t>
      </w:r>
      <w:r w:rsidRPr="0075411C">
        <w:rPr>
          <w:rStyle w:val="libFootnotenumChar"/>
          <w:rtl/>
        </w:rPr>
        <w:t>(34).</w:t>
      </w:r>
    </w:p>
    <w:p w:rsidR="00FB233E" w:rsidRPr="00FB233E" w:rsidRDefault="00FB233E" w:rsidP="00F4726E">
      <w:pPr>
        <w:pStyle w:val="Heading1"/>
        <w:rPr>
          <w:rtl/>
        </w:rPr>
      </w:pPr>
      <w:bookmarkStart w:id="38" w:name="_Toc496184306"/>
      <w:r w:rsidRPr="00FB233E">
        <w:rPr>
          <w:rFonts w:hint="eastAsia"/>
          <w:rtl/>
        </w:rPr>
        <w:t>بهلول</w:t>
      </w:r>
      <w:r w:rsidRPr="00FB233E">
        <w:rPr>
          <w:rtl/>
        </w:rPr>
        <w:t xml:space="preserve"> و دزد</w:t>
      </w:r>
      <w:bookmarkEnd w:id="38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بهلول</w:t>
      </w:r>
      <w:r w:rsidRPr="00FB233E">
        <w:rPr>
          <w:rtl/>
          <w:lang w:bidi="fa-IR"/>
        </w:rPr>
        <w:t xml:space="preserve"> آنچه پول از مخارجش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آمد در گوشه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خرابه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خاک پنهان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زمان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مقدار پولها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به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صد</w:t>
      </w:r>
      <w:r w:rsidRPr="00FB233E">
        <w:rPr>
          <w:rtl/>
          <w:lang w:bidi="fa-IR"/>
        </w:rPr>
        <w:t xml:space="preserve"> درهم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روز ده درهم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داشت به طرف همان خرابه رفت تا آن پول را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ضم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مه</w:t>
      </w:r>
      <w:r w:rsidRPr="00FB233E">
        <w:rPr>
          <w:rtl/>
          <w:lang w:bidi="fa-IR"/>
        </w:rPr>
        <w:t xml:space="preserve">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صد</w:t>
      </w:r>
      <w:r w:rsidRPr="00FB233E">
        <w:rPr>
          <w:rtl/>
          <w:lang w:bidi="fa-IR"/>
        </w:rPr>
        <w:t xml:space="preserve"> درهم کند.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مرد</w:t>
      </w:r>
      <w:r w:rsidRPr="00FB233E">
        <w:rPr>
          <w:rtl/>
          <w:lang w:bidi="fa-IR"/>
        </w:rPr>
        <w:t xml:space="preserve"> کاسب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همسا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 خرابه از جر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آگاه شد،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بهلول کار خود را کرد و از خرابه دور شد آن مرد وارد شده پولها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را از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خاک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آورد. مرتبه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که بهلول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خواست سرکش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پولها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بکند وقت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خاک را کنار کرد اثر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آن 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فهم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کار همان ک</w:t>
      </w:r>
      <w:r w:rsidRPr="00FB233E">
        <w:rPr>
          <w:rFonts w:hint="eastAsia"/>
          <w:rtl/>
          <w:lang w:bidi="fa-IR"/>
        </w:rPr>
        <w:t>اسب</w:t>
      </w:r>
      <w:r w:rsidRPr="00FB233E">
        <w:rPr>
          <w:rtl/>
          <w:lang w:bidi="fa-IR"/>
        </w:rPr>
        <w:t xml:space="preserve"> همسا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است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داخل شدن او را به جز آن مرد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بهلول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او آمده اظهار داشت برادر من ! خواهش و زحمت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شما دارم ،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خواهم پولهائ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در مکانها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مختلف پنهان کرده ام جمع زده و نت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جه</w:t>
      </w:r>
      <w:r w:rsidRPr="00FB233E">
        <w:rPr>
          <w:rtl/>
          <w:lang w:bidi="fa-IR"/>
        </w:rPr>
        <w:t xml:space="preserve"> 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بگوئ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نظرم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نستکه</w:t>
      </w:r>
      <w:r w:rsidRPr="00FB233E">
        <w:rPr>
          <w:rtl/>
          <w:lang w:bidi="fa-IR"/>
        </w:rPr>
        <w:t xml:space="preserve"> تمام آنها را از مکان 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متفرق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بردارم</w:t>
      </w:r>
      <w:r w:rsidRPr="00FB233E">
        <w:rPr>
          <w:rtl/>
          <w:lang w:bidi="fa-IR"/>
        </w:rPr>
        <w:t xml:space="preserve"> و در جائ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صد</w:t>
      </w:r>
      <w:r w:rsidRPr="00FB233E">
        <w:rPr>
          <w:rtl/>
          <w:lang w:bidi="fa-IR"/>
        </w:rPr>
        <w:t xml:space="preserve"> و ده درهم پنهان نموده ام جمع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،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آن محل محفوظتر از جاها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است کاسب بس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خوشحال شده اظهار موافقت کرد. بهلول شروع به شمردن نمود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از پولها را با نام محل و مقدار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: تا مجموع درهمها به سه هزار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موقع از جا برخاسته از او خداحافظ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و دور شد مرد کاسب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خود چنان فکر نمود که اگر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صد</w:t>
      </w:r>
      <w:r w:rsidRPr="00FB233E">
        <w:rPr>
          <w:rtl/>
          <w:lang w:bidi="fa-IR"/>
        </w:rPr>
        <w:t xml:space="preserve"> و ده درهم را به محل خود برگرداند ممکن است بتواند سه هزار درهم را که در آنجا جمع خواهد شد بدست آورد.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lastRenderedPageBreak/>
        <w:t>بهلول</w:t>
      </w:r>
      <w:r w:rsidRPr="00FB233E">
        <w:rPr>
          <w:rtl/>
          <w:lang w:bidi="fa-IR"/>
        </w:rPr>
        <w:t xml:space="preserve"> پس از چند روز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به سو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خرابه آمد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صد</w:t>
      </w:r>
      <w:r w:rsidRPr="00FB233E">
        <w:rPr>
          <w:rtl/>
          <w:lang w:bidi="fa-IR"/>
        </w:rPr>
        <w:t xml:space="preserve"> و ده درهم را همانجا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</w:t>
      </w:r>
      <w:r w:rsidRPr="00FB233E">
        <w:rPr>
          <w:rtl/>
          <w:lang w:bidi="fa-IR"/>
        </w:rPr>
        <w:t xml:space="preserve"> . پولها را برداشت و در محل آن تغوط</w:t>
      </w:r>
      <w:r w:rsidRPr="0075411C">
        <w:rPr>
          <w:rStyle w:val="libFootnotenumChar"/>
          <w:rtl/>
        </w:rPr>
        <w:t>(35)</w:t>
      </w:r>
      <w:r w:rsidRPr="00FB233E">
        <w:rPr>
          <w:rtl/>
          <w:lang w:bidi="fa-IR"/>
        </w:rPr>
        <w:t xml:space="preserve"> کرد، با خاک رو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را پوشان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و از خرابه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شد. مرد کاسب در کم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بهلول بود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او را از خرابه دور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آمده خواست خاک را کنار کند ناگا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دستش آلوده به نجاست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از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بهلول آگاه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بهلول</w:t>
      </w:r>
      <w:r w:rsidRPr="00FB233E">
        <w:rPr>
          <w:rtl/>
          <w:lang w:bidi="fa-IR"/>
        </w:rPr>
        <w:t xml:space="preserve"> پس از چند روز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او آمده گفت : خواهش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کنم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چند رقم 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حساب 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شروع بگفتن کرد، هشتاد درهم به اضافه پنجاه درهم به علاوه صد درهم پس از ذکر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چند رقم گفت : مجموع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مبلغ را اضافه کن به بو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از دستها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استشمام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آنوقت چ</w:t>
      </w:r>
      <w:r w:rsidRPr="00FB233E">
        <w:rPr>
          <w:rFonts w:hint="eastAsia"/>
          <w:rtl/>
          <w:lang w:bidi="fa-IR"/>
        </w:rPr>
        <w:t>قدر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شود؟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 گفت : و پا به فرار گذاشت کاسب از جا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برخاسته تا او را تعق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</w:t>
      </w:r>
      <w:r w:rsidRPr="00FB233E">
        <w:rPr>
          <w:rtl/>
          <w:lang w:bidi="fa-IR"/>
        </w:rPr>
        <w:t xml:space="preserve"> کند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بهلول نرس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75411C">
        <w:rPr>
          <w:rStyle w:val="libFootnotenumChar"/>
          <w:rtl/>
        </w:rPr>
        <w:t>(36).</w:t>
      </w:r>
    </w:p>
    <w:p w:rsidR="00FB233E" w:rsidRPr="00FB233E" w:rsidRDefault="00E87A3A" w:rsidP="00E87A3A">
      <w:pPr>
        <w:pStyle w:val="Heading1"/>
        <w:rPr>
          <w:rtl/>
        </w:rPr>
      </w:pPr>
      <w:r>
        <w:rPr>
          <w:rtl/>
        </w:rPr>
        <w:br w:type="page"/>
      </w:r>
      <w:bookmarkStart w:id="39" w:name="_Toc496184307"/>
      <w:r w:rsidR="00FB233E" w:rsidRPr="00FB233E">
        <w:rPr>
          <w:rFonts w:hint="eastAsia"/>
          <w:rtl/>
        </w:rPr>
        <w:lastRenderedPageBreak/>
        <w:t>رزق</w:t>
      </w:r>
      <w:r w:rsidR="00FB233E" w:rsidRPr="00FB233E">
        <w:rPr>
          <w:rtl/>
        </w:rPr>
        <w:t xml:space="preserve"> به قدر کفاف خوب است</w:t>
      </w:r>
      <w:bookmarkEnd w:id="39"/>
    </w:p>
    <w:p w:rsidR="00FB233E" w:rsidRPr="00FB233E" w:rsidRDefault="00FB233E" w:rsidP="00E87A3A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</w:t>
      </w:r>
      <w:r w:rsidRPr="00FB233E">
        <w:rPr>
          <w:rtl/>
          <w:lang w:bidi="fa-IR"/>
        </w:rPr>
        <w:t xml:space="preserve"> جل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="00E87A3A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محمد</w:t>
      </w:r>
      <w:r w:rsidRPr="00FB233E">
        <w:rPr>
          <w:rtl/>
          <w:lang w:bidi="fa-IR"/>
        </w:rPr>
        <w:t xml:space="preserve"> بن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عقوب</w:t>
      </w:r>
      <w:r w:rsidRPr="00FB233E">
        <w:rPr>
          <w:rtl/>
          <w:lang w:bidi="fa-IR"/>
        </w:rPr>
        <w:t xml:space="preserve"> کل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نوفل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نقل کرده که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الحس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فرمود: حضرت رسول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در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ابان</w:t>
      </w:r>
      <w:r w:rsidRPr="00FB233E">
        <w:rPr>
          <w:rtl/>
          <w:lang w:bidi="fa-IR"/>
        </w:rPr>
        <w:t xml:space="preserve"> به شتربان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گذشتند مقدار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از او تقاضا کردند در پاسخ گفت : آنچه در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شتران است اختصاص به صبحانه اهل قب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دارد و آنچه در ظرف دوش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شامگاه از آن استفاده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کنند آن جناب دعا کردند خداوندا مال و فرزندان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مرد را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کن از او گذشته در راه به ساربان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برخوردند از او هم درخواست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کردند ساربان سنه شتران را دوش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محتو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ظرفها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را در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ظرفها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خت</w:t>
      </w:r>
      <w:r w:rsidRPr="00FB233E">
        <w:rPr>
          <w:rtl/>
          <w:lang w:bidi="fa-IR"/>
        </w:rPr>
        <w:t xml:space="preserve"> 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گوسف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اضافه بر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تقد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نموده ، عرض کرد فعلا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مقدار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من بود چنانچه اجازه ده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ته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و تقد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کنم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دست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را بلند کرده گفتند خداوندا به اندازه کفا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به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ساربان عنا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کن همراهان عرض کردند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رسول الله آنکه درخ</w:t>
      </w:r>
      <w:r w:rsidRPr="00FB233E">
        <w:rPr>
          <w:rFonts w:hint="eastAsia"/>
          <w:rtl/>
          <w:lang w:bidi="fa-IR"/>
        </w:rPr>
        <w:t>واست</w:t>
      </w:r>
      <w:r w:rsidRPr="00FB233E">
        <w:rPr>
          <w:rtl/>
          <w:lang w:bidi="fa-IR"/>
        </w:rPr>
        <w:t xml:space="preserve"> شما را رد کرد برا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دعائ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ما همه آن دعا را دوست دار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حاجت شما را برآورد از خداوند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خواست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که ما دوست ندار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فرمود</w:t>
      </w:r>
      <w:r w:rsidRPr="00FB233E">
        <w:rPr>
          <w:rtl/>
          <w:lang w:bidi="fa-IR"/>
        </w:rPr>
        <w:t xml:space="preserve"> (و ما قل و کف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مما کثرواله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) مقدار کم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کاف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باشد در زندگ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بهتر از ثورت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 که انسان را به خود مشغول کند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دعا را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کردند (الله ارزق محمدا و آل محمد الکفاف ) خدا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به محمد و آل او به مقدار کفا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لطف فرما</w:t>
      </w:r>
      <w:r w:rsidRPr="00E87A3A">
        <w:rPr>
          <w:rStyle w:val="libFootnotenumChar"/>
          <w:rtl/>
        </w:rPr>
        <w:t>(37)</w:t>
      </w:r>
      <w:r w:rsidRPr="00FB233E">
        <w:rPr>
          <w:rtl/>
          <w:lang w:bidi="fa-IR"/>
        </w:rPr>
        <w:t>.</w:t>
      </w:r>
    </w:p>
    <w:p w:rsidR="00FB233E" w:rsidRPr="00FB233E" w:rsidRDefault="00E87A3A" w:rsidP="00F4726E">
      <w:pPr>
        <w:pStyle w:val="Heading1"/>
        <w:rPr>
          <w:rtl/>
        </w:rPr>
      </w:pPr>
      <w:r>
        <w:rPr>
          <w:rtl/>
        </w:rPr>
        <w:br w:type="page"/>
      </w:r>
      <w:bookmarkStart w:id="40" w:name="_Toc496184308"/>
      <w:r w:rsidR="00FB233E" w:rsidRPr="00FB233E">
        <w:rPr>
          <w:rFonts w:hint="eastAsia"/>
          <w:rtl/>
        </w:rPr>
        <w:lastRenderedPageBreak/>
        <w:t>صبر</w:t>
      </w:r>
      <w:r w:rsidR="00FB233E" w:rsidRPr="00FB233E">
        <w:rPr>
          <w:rtl/>
        </w:rPr>
        <w:t xml:space="preserve"> در تنگدست</w:t>
      </w:r>
      <w:r w:rsidR="00FB233E" w:rsidRPr="00FB233E">
        <w:rPr>
          <w:rFonts w:hint="cs"/>
          <w:rtl/>
        </w:rPr>
        <w:t>ی</w:t>
      </w:r>
      <w:bookmarkEnd w:id="40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انس</w:t>
      </w:r>
      <w:r w:rsidRPr="00FB233E">
        <w:rPr>
          <w:rtl/>
          <w:lang w:bidi="fa-IR"/>
        </w:rPr>
        <w:t xml:space="preserve"> بن مالک گفت : مستمندان مرد</w:t>
      </w:r>
      <w:r w:rsidRPr="00FB233E">
        <w:rPr>
          <w:rFonts w:hint="cs"/>
          <w:rtl/>
          <w:lang w:bidi="fa-IR"/>
        </w:rPr>
        <w:t>ی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به عنوان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خدمت حضرت رسول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فرستادند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شرف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اب</w:t>
      </w:r>
      <w:r w:rsidRPr="00FB233E">
        <w:rPr>
          <w:rtl/>
          <w:lang w:bidi="fa-IR"/>
        </w:rPr>
        <w:t xml:space="preserve"> شد عرض کرد من از طرف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نوا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دارم . حضرت فرمود: مرحبا بتو و دسته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من آنها را دوست دارم . عرض کرد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رسول الله فقراء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ثروتمندان تمام حسنات را برده اند به حج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رو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که ما قادر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، اگر مر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ض</w:t>
      </w:r>
      <w:r w:rsidRPr="00FB233E">
        <w:rPr>
          <w:rtl/>
          <w:lang w:bidi="fa-IR"/>
        </w:rPr>
        <w:t xml:space="preserve"> شوند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اموال خود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فرستند تا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ذخ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ره</w:t>
      </w:r>
      <w:r w:rsidRPr="00FB233E">
        <w:rPr>
          <w:rtl/>
          <w:lang w:bidi="fa-IR"/>
        </w:rPr>
        <w:t xml:space="preserve"> باشد. فرمودند به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نوا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بگو هر فق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صابر و شک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با</w:t>
      </w:r>
      <w:r w:rsidRPr="00FB233E">
        <w:rPr>
          <w:rtl/>
          <w:lang w:bidi="fa-IR"/>
        </w:rPr>
        <w:t xml:space="preserve"> باشد سه امت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از</w:t>
      </w:r>
      <w:r w:rsidRPr="00FB233E">
        <w:rPr>
          <w:rtl/>
          <w:lang w:bidi="fa-IR"/>
        </w:rPr>
        <w:t xml:space="preserve"> دارد که ثروتمندان ندارند: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tl/>
          <w:lang w:bidi="fa-IR"/>
        </w:rPr>
        <w:t>1- در بهشت غرفه ها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="00E87A3A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بهشت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چشم به آنها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اندازند همانطور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مردم ستارگان را تماشا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کنند وارد آن قصرها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مگر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مستمند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شه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نوا</w:t>
      </w:r>
      <w:r w:rsidRPr="00FB233E">
        <w:rPr>
          <w:rtl/>
          <w:lang w:bidi="fa-IR"/>
        </w:rPr>
        <w:t xml:space="preserve"> 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مؤ من فق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>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tl/>
          <w:lang w:bidi="fa-IR"/>
        </w:rPr>
        <w:t>2- نصف روز قبل از اغن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اء</w:t>
      </w:r>
      <w:r w:rsidRPr="00FB233E">
        <w:rPr>
          <w:rtl/>
          <w:lang w:bidi="fa-IR"/>
        </w:rPr>
        <w:t xml:space="preserve"> داخل بهشت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شوند که طول آن نصف پانصد سال است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tl/>
          <w:lang w:bidi="fa-IR"/>
        </w:rPr>
        <w:t>3- هرگاه ثروتمند بگو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سبحان الله والحمدالله و لا اله الا الله و الله اکبر و فق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هم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ذکر را بگو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ثواب غن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معادل فق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اگر چه ده هزار درهم انفاق کند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سبقت در سا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کارها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و عبادات محفوظ است .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بازگشته به آنها خبر داد همه گفتند به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وضع</w:t>
      </w:r>
      <w:r w:rsidRPr="00FB233E">
        <w:rPr>
          <w:rtl/>
          <w:lang w:bidi="fa-IR"/>
        </w:rPr>
        <w:t xml:space="preserve"> راض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</w:t>
      </w:r>
      <w:r w:rsidRPr="00E87A3A">
        <w:rPr>
          <w:rStyle w:val="libFootnotenumChar"/>
          <w:rtl/>
        </w:rPr>
        <w:t>(38)</w:t>
      </w:r>
      <w:r w:rsidRPr="00FB233E">
        <w:rPr>
          <w:rtl/>
          <w:lang w:bidi="fa-IR"/>
        </w:rPr>
        <w:t>.</w:t>
      </w:r>
    </w:p>
    <w:p w:rsidR="00FB233E" w:rsidRPr="00FB233E" w:rsidRDefault="00E87A3A" w:rsidP="00E87A3A">
      <w:pPr>
        <w:pStyle w:val="Heading1"/>
        <w:rPr>
          <w:rtl/>
        </w:rPr>
      </w:pPr>
      <w:r>
        <w:rPr>
          <w:rtl/>
        </w:rPr>
        <w:br w:type="page"/>
      </w:r>
      <w:bookmarkStart w:id="41" w:name="_Toc496184309"/>
      <w:r w:rsidR="00FB233E" w:rsidRPr="00FB233E">
        <w:rPr>
          <w:rFonts w:hint="eastAsia"/>
          <w:rtl/>
        </w:rPr>
        <w:lastRenderedPageBreak/>
        <w:t>حضرت</w:t>
      </w:r>
      <w:r w:rsidR="00FB233E" w:rsidRPr="00FB233E">
        <w:rPr>
          <w:rtl/>
        </w:rPr>
        <w:t xml:space="preserve"> ع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س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="00FB233E" w:rsidRPr="00FB233E">
        <w:rPr>
          <w:rtl/>
        </w:rPr>
        <w:t>و مرد حر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ص</w:t>
      </w:r>
      <w:bookmarkEnd w:id="41"/>
    </w:p>
    <w:p w:rsidR="00FB233E" w:rsidRPr="00FB233E" w:rsidRDefault="00FB233E" w:rsidP="00E87A3A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به همراه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احت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پس از مدت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راه رفتن گرسنه شدند به دهکده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 xml:space="preserve">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آن مرد گفت : برو نان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کن و خود مشغول نماز شد آن مرد رفته سه گرده نان ته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کرد و بازگشت مقدار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صبر کرد تا نماز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="00E87A3A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پذ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رد</w:t>
      </w:r>
      <w:r w:rsidRPr="00FB233E">
        <w:rPr>
          <w:rtl/>
          <w:lang w:bidi="fa-IR"/>
        </w:rPr>
        <w:t xml:space="preserve"> چون کم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طول انجام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گرده را خورد.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آمده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گرده سوم چه شد گفت :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دو گرده بود. پس از آن مقدار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موده</w:t>
      </w:r>
      <w:r w:rsidRPr="00FB233E">
        <w:rPr>
          <w:rtl/>
          <w:lang w:bidi="fa-IR"/>
        </w:rPr>
        <w:t xml:space="preserve"> به دسته آهوئ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برخوردند حضرت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آنها را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خواند آن را ذبح کرده خوردند بعد از خوردن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: قم باذن الله به اجا</w:t>
      </w:r>
      <w:r w:rsidRPr="00FB233E">
        <w:rPr>
          <w:rFonts w:hint="eastAsia"/>
          <w:rtl/>
          <w:lang w:bidi="fa-IR"/>
        </w:rPr>
        <w:t>زه</w:t>
      </w:r>
      <w:r w:rsidRPr="00FB233E">
        <w:rPr>
          <w:rtl/>
          <w:lang w:bidi="fa-IR"/>
        </w:rPr>
        <w:t xml:space="preserve"> خدا حرکت کن آهو حرکت کرد و زنده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آن مرد در شگفت شده زبان به کلمه سبحان الله جار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: ترا سوگند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دهم به حق آن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نشانه قدرت 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 آشکار کرد بگو نان سوم چه شد باز جواب داد دو گرده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شتر</w:t>
      </w:r>
      <w:r w:rsidRPr="00FB233E">
        <w:rPr>
          <w:rtl/>
          <w:lang w:bidi="fa-IR"/>
        </w:rPr>
        <w:t xml:space="preserve"> نبود.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دو</w:t>
      </w:r>
      <w:r w:rsidRPr="00FB233E">
        <w:rPr>
          <w:rtl/>
          <w:lang w:bidi="fa-IR"/>
        </w:rPr>
        <w:t xml:space="preserve"> مرتبه براه افتادند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دهکده بزرگ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 xml:space="preserve"> در آنجا سه خشت طلا افتاده بود رف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tl/>
          <w:lang w:bidi="fa-IR"/>
        </w:rPr>
        <w:t xml:space="preserve">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نجا</w:t>
      </w:r>
      <w:r w:rsidRPr="00FB233E">
        <w:rPr>
          <w:rtl/>
          <w:lang w:bidi="fa-IR"/>
        </w:rPr>
        <w:t xml:space="preserve"> ثروت و مال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 آن جناب فرمود: آر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خشت از تو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من خشت سوم را اختصاص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دهم به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نان سوم را برداشته مرد حر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ص</w:t>
      </w:r>
      <w:r w:rsidRPr="00FB233E">
        <w:rPr>
          <w:rtl/>
          <w:lang w:bidi="fa-IR"/>
        </w:rPr>
        <w:t xml:space="preserve"> گفت : من نان سوم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خوردم ،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او جدا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گفت : هر سه خشت مال تو باشد.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آن</w:t>
      </w:r>
      <w:r w:rsidRPr="00FB233E">
        <w:rPr>
          <w:rtl/>
          <w:lang w:bidi="fa-IR"/>
        </w:rPr>
        <w:t xml:space="preserve"> مرد کنار خشتها نشسته به فکر برداشتن و بردن آنها بود، سه نفر از آنجا عبور نمودند او را با سه خشت طلا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>. همسفر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کشته و طلاها را برداشتند. چون گرسنه بودند قرار بر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گذاشتند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آن سه نفر از دهکده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مجاور نان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کند تا بخورند شخص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نان آوردن رفت با خود گفت : نانها را مسموم کنم تا آن دو پس از خوردن بم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رند،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lastRenderedPageBreak/>
        <w:t>دو</w:t>
      </w:r>
      <w:r w:rsidRPr="00FB233E">
        <w:rPr>
          <w:rtl/>
          <w:lang w:bidi="fa-IR"/>
        </w:rPr>
        <w:t xml:space="preserve"> نفر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هم</w:t>
      </w:r>
      <w:r w:rsidR="00E87A3A">
        <w:rPr>
          <w:rFonts w:hint="cs"/>
          <w:rtl/>
          <w:lang w:bidi="fa-IR"/>
        </w:rPr>
        <w:t xml:space="preserve"> قول</w:t>
      </w:r>
      <w:r w:rsidRPr="00FB233E">
        <w:rPr>
          <w:rtl/>
          <w:lang w:bidi="fa-IR"/>
        </w:rPr>
        <w:t xml:space="preserve"> شدند که رف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tl/>
          <w:lang w:bidi="fa-IR"/>
        </w:rPr>
        <w:t xml:space="preserve"> خود را پس از برگشتن بکشند.</w:t>
      </w:r>
    </w:p>
    <w:p w:rsid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هنگام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نان را آورد آن دو نفر او را کشته و خود با خاطر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آسوده بخوردن نانها مشغول شدند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نگذشت که آنها هم به رف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tl/>
          <w:lang w:bidi="fa-IR"/>
        </w:rPr>
        <w:t xml:space="preserve"> خود ملحق گشتند. حضرت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مراجعت چهار نفر را بر سر همان سه خشت مرده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گفت : ((هکذا تفعل الدن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باهلها))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نست</w:t>
      </w:r>
      <w:r w:rsidRPr="00FB233E">
        <w:rPr>
          <w:rtl/>
          <w:lang w:bidi="fa-IR"/>
        </w:rPr>
        <w:t xml:space="preserve"> رفتار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با دوستداران </w:t>
      </w:r>
      <w:r w:rsidRPr="00FB233E">
        <w:rPr>
          <w:rFonts w:hint="eastAsia"/>
          <w:rtl/>
          <w:lang w:bidi="fa-IR"/>
        </w:rPr>
        <w:t>خود</w:t>
      </w:r>
      <w:r w:rsidRPr="00E87A3A">
        <w:rPr>
          <w:rStyle w:val="libFootnotenumChar"/>
          <w:rtl/>
        </w:rPr>
        <w:t>(39)</w:t>
      </w:r>
      <w:r w:rsidRPr="00FB233E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5"/>
        <w:gridCol w:w="268"/>
        <w:gridCol w:w="3329"/>
      </w:tblGrid>
      <w:tr w:rsidR="00307D86" w:rsidTr="00772665">
        <w:trPr>
          <w:trHeight w:val="350"/>
        </w:trPr>
        <w:tc>
          <w:tcPr>
            <w:tcW w:w="3920" w:type="dxa"/>
            <w:shd w:val="clear" w:color="auto" w:fill="auto"/>
          </w:tcPr>
          <w:p w:rsidR="00307D86" w:rsidRDefault="00307D86" w:rsidP="00772665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دلا</w:t>
            </w:r>
            <w:r w:rsidRPr="00FB233E">
              <w:rPr>
                <w:rtl/>
                <w:lang w:bidi="fa-IR"/>
              </w:rPr>
              <w:t xml:space="preserve"> تا ک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tl/>
                <w:lang w:bidi="fa-IR"/>
              </w:rPr>
              <w:t xml:space="preserve"> در ا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ن</w:t>
            </w:r>
            <w:r w:rsidRPr="00FB233E">
              <w:rPr>
                <w:rtl/>
                <w:lang w:bidi="fa-IR"/>
              </w:rPr>
              <w:t xml:space="preserve"> کاخ مجاز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07D86" w:rsidRDefault="00307D86" w:rsidP="0077266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07D86" w:rsidRDefault="00307D86" w:rsidP="00772665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کن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tl/>
                <w:lang w:bidi="fa-IR"/>
              </w:rPr>
              <w:t xml:space="preserve"> مانند مرغان خاکباز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7D86" w:rsidTr="00772665">
        <w:trPr>
          <w:trHeight w:val="350"/>
        </w:trPr>
        <w:tc>
          <w:tcPr>
            <w:tcW w:w="3920" w:type="dxa"/>
          </w:tcPr>
          <w:p w:rsidR="00307D86" w:rsidRDefault="00307D86" w:rsidP="00772665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توئ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tl/>
                <w:lang w:bidi="fa-IR"/>
              </w:rPr>
              <w:t xml:space="preserve"> آندست پرور مرغ گستاخ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07D86" w:rsidRDefault="00307D86" w:rsidP="0077266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07D86" w:rsidRDefault="00307D86" w:rsidP="00772665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که</w:t>
            </w:r>
            <w:r w:rsidRPr="00FB233E">
              <w:rPr>
                <w:rtl/>
                <w:lang w:bidi="fa-IR"/>
              </w:rPr>
              <w:t xml:space="preserve"> بودت آش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ان</w:t>
            </w:r>
            <w:r w:rsidRPr="00FB233E">
              <w:rPr>
                <w:rtl/>
                <w:lang w:bidi="fa-IR"/>
              </w:rPr>
              <w:t xml:space="preserve"> ب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رون</w:t>
            </w:r>
            <w:r w:rsidRPr="00FB233E">
              <w:rPr>
                <w:rtl/>
                <w:lang w:bidi="fa-IR"/>
              </w:rPr>
              <w:t xml:space="preserve"> از ا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ن</w:t>
            </w:r>
            <w:r w:rsidRPr="00FB233E">
              <w:rPr>
                <w:rtl/>
                <w:lang w:bidi="fa-IR"/>
              </w:rPr>
              <w:t xml:space="preserve"> کاخ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7D86" w:rsidTr="00772665">
        <w:trPr>
          <w:trHeight w:val="350"/>
        </w:trPr>
        <w:tc>
          <w:tcPr>
            <w:tcW w:w="3920" w:type="dxa"/>
          </w:tcPr>
          <w:p w:rsidR="00307D86" w:rsidRDefault="00307D86" w:rsidP="00772665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چو</w:t>
            </w:r>
            <w:r w:rsidRPr="00FB233E">
              <w:rPr>
                <w:rtl/>
                <w:lang w:bidi="fa-IR"/>
              </w:rPr>
              <w:t xml:space="preserve"> دو نان مرغ ا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ن</w:t>
            </w:r>
            <w:r w:rsidRPr="00FB233E">
              <w:rPr>
                <w:rtl/>
                <w:lang w:bidi="fa-IR"/>
              </w:rPr>
              <w:t xml:space="preserve"> و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رانه</w:t>
            </w:r>
            <w:r w:rsidRPr="00FB233E">
              <w:rPr>
                <w:rtl/>
                <w:lang w:bidi="fa-IR"/>
              </w:rPr>
              <w:t xml:space="preserve"> گشت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07D86" w:rsidRDefault="00307D86" w:rsidP="0077266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07D86" w:rsidRDefault="00307D86" w:rsidP="00772665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ب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فشان</w:t>
            </w:r>
            <w:r w:rsidRPr="00FB233E">
              <w:rPr>
                <w:rtl/>
                <w:lang w:bidi="fa-IR"/>
              </w:rPr>
              <w:t xml:space="preserve"> بال و پر ز آم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زش</w:t>
            </w:r>
            <w:r w:rsidRPr="00FB233E">
              <w:rPr>
                <w:rtl/>
                <w:lang w:bidi="fa-IR"/>
              </w:rPr>
              <w:t xml:space="preserve"> خاک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7D86" w:rsidTr="00772665">
        <w:trPr>
          <w:trHeight w:val="350"/>
        </w:trPr>
        <w:tc>
          <w:tcPr>
            <w:tcW w:w="3920" w:type="dxa"/>
          </w:tcPr>
          <w:p w:rsidR="00307D86" w:rsidRDefault="00307D86" w:rsidP="00772665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بپر</w:t>
            </w:r>
            <w:r w:rsidRPr="00FB233E">
              <w:rPr>
                <w:rtl/>
                <w:lang w:bidi="fa-IR"/>
              </w:rPr>
              <w:t xml:space="preserve"> تا کنگره ا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وان</w:t>
            </w:r>
            <w:r w:rsidRPr="00FB233E">
              <w:rPr>
                <w:rtl/>
                <w:lang w:bidi="fa-IR"/>
              </w:rPr>
              <w:t xml:space="preserve"> افلاک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07D86" w:rsidRDefault="00307D86" w:rsidP="0077266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07D86" w:rsidRDefault="00307D86" w:rsidP="00772665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بب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ن</w:t>
            </w:r>
            <w:r w:rsidRPr="00FB233E">
              <w:rPr>
                <w:rtl/>
                <w:lang w:bidi="fa-IR"/>
              </w:rPr>
              <w:t xml:space="preserve"> در رقص ارزاق ط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لسانان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7D86" w:rsidTr="00772665">
        <w:trPr>
          <w:trHeight w:val="350"/>
        </w:trPr>
        <w:tc>
          <w:tcPr>
            <w:tcW w:w="3920" w:type="dxa"/>
          </w:tcPr>
          <w:p w:rsidR="00307D86" w:rsidRDefault="00307D86" w:rsidP="00772665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خل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ل</w:t>
            </w:r>
            <w:r w:rsidRPr="00FB233E">
              <w:rPr>
                <w:rtl/>
                <w:lang w:bidi="fa-IR"/>
              </w:rPr>
              <w:t xml:space="preserve"> آسا در ملک 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ق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ن</w:t>
            </w:r>
            <w:r w:rsidRPr="00FB233E">
              <w:rPr>
                <w:rtl/>
                <w:lang w:bidi="fa-IR"/>
              </w:rPr>
              <w:t xml:space="preserve"> زن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07D86" w:rsidRDefault="00307D86" w:rsidP="0077266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07D86" w:rsidRDefault="00307D86" w:rsidP="00772665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نوا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tl/>
                <w:lang w:bidi="fa-IR"/>
              </w:rPr>
              <w:t xml:space="preserve"> لا احب الآفل</w:t>
            </w:r>
            <w:r w:rsidRPr="00FB233E">
              <w:rPr>
                <w:rFonts w:hint="cs"/>
                <w:rtl/>
                <w:lang w:bidi="fa-IR"/>
              </w:rPr>
              <w:t>ی</w:t>
            </w:r>
            <w:r w:rsidRPr="00FB233E">
              <w:rPr>
                <w:rFonts w:hint="eastAsia"/>
                <w:rtl/>
                <w:lang w:bidi="fa-IR"/>
              </w:rPr>
              <w:t>ن</w:t>
            </w:r>
            <w:r w:rsidRPr="00FB233E">
              <w:rPr>
                <w:rtl/>
                <w:lang w:bidi="fa-IR"/>
              </w:rPr>
              <w:t xml:space="preserve"> زن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07D86" w:rsidRDefault="00307D86" w:rsidP="00FB233E">
      <w:pPr>
        <w:pStyle w:val="libNormal"/>
        <w:rPr>
          <w:rtl/>
          <w:lang w:bidi="fa-IR"/>
        </w:rPr>
      </w:pPr>
    </w:p>
    <w:p w:rsidR="00FB233E" w:rsidRPr="00FB233E" w:rsidRDefault="00307D86" w:rsidP="00307D86">
      <w:pPr>
        <w:pStyle w:val="Heading1"/>
        <w:rPr>
          <w:rtl/>
        </w:rPr>
      </w:pPr>
      <w:r>
        <w:rPr>
          <w:rtl/>
        </w:rPr>
        <w:br w:type="page"/>
      </w:r>
      <w:bookmarkStart w:id="42" w:name="_Toc496184310"/>
      <w:r w:rsidR="00FB233E" w:rsidRPr="00FB233E">
        <w:rPr>
          <w:rFonts w:hint="eastAsia"/>
          <w:rtl/>
        </w:rPr>
        <w:lastRenderedPageBreak/>
        <w:t>قناعت</w:t>
      </w:r>
      <w:bookmarkEnd w:id="42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ابو</w:t>
      </w:r>
      <w:r w:rsidRPr="00FB233E">
        <w:rPr>
          <w:rtl/>
          <w:lang w:bidi="fa-IR"/>
        </w:rPr>
        <w:t xml:space="preserve"> وائل گفت در خدمت اباذر به خانه سلمان رفت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 هنگام غذا سلمان گفت اگر رسول خدا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از تکلف رنج و زحمت انداختن خود) نه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نکرده بود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شما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کردم ، پس از آن مقدار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نان و نمک آورد. ابوذر گفت : اگر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نمک نعنا همراه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بهتر بود. سلمان آفتابه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را به گرو گذاشت و مقدار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نعنا ته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نمود، پس از آنکه خورد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ابوذر گفت : (الحمدلله الذ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قنعنا) سپاس مر خدائ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است که ما را قانع ساخت . سلمان گفت : اگر قانع بود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آفتابه من بگرو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رفت </w:t>
      </w:r>
      <w:r w:rsidRPr="00307D86">
        <w:rPr>
          <w:rStyle w:val="libFootnotenumChar"/>
          <w:rtl/>
        </w:rPr>
        <w:t>(40).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مراقب</w:t>
      </w:r>
      <w:r w:rsidRPr="00FB233E">
        <w:rPr>
          <w:rtl/>
          <w:lang w:bidi="fa-IR"/>
        </w:rPr>
        <w:t xml:space="preserve"> آزما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خداوند باش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</w:p>
    <w:p w:rsidR="00FB233E" w:rsidRPr="00FB233E" w:rsidRDefault="00FB233E" w:rsidP="00307D86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باقر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فرمود: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روان</w:t>
      </w:r>
      <w:r w:rsidRPr="00FB233E">
        <w:rPr>
          <w:rtl/>
          <w:lang w:bidi="fa-IR"/>
        </w:rPr>
        <w:t xml:space="preserve"> حضرت رسول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بنام سعد بس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مستمند بود و </w:t>
      </w:r>
      <w:r w:rsidR="00307D86">
        <w:rPr>
          <w:rFonts w:hint="cs"/>
          <w:rtl/>
          <w:lang w:bidi="fa-IR"/>
        </w:rPr>
        <w:t>ج</w:t>
      </w:r>
      <w:r w:rsidRPr="00FB233E">
        <w:rPr>
          <w:rtl/>
          <w:lang w:bidi="fa-IR"/>
        </w:rPr>
        <w:t>زء اصحاب صفه محسوب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(کسان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بواسطه نداشتن مسجد زندگ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کردند) تمام نمازها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شبانه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پشت سر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گذارد، آن جناب از تنگدست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سعد متاءثر بود</w:t>
      </w:r>
      <w:r w:rsidRPr="00FB233E">
        <w:rPr>
          <w:rFonts w:hint="eastAsia"/>
          <w:rtl/>
          <w:lang w:bidi="fa-IR"/>
        </w:rPr>
        <w:t>،</w:t>
      </w:r>
      <w:r w:rsidRPr="00FB233E">
        <w:rPr>
          <w:rtl/>
          <w:lang w:bidi="fa-IR"/>
        </w:rPr>
        <w:t xml:space="preserve">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او وعده داد که اگر مال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بدستم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ترا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از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کنم . مدت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گذشت اتفاقا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بدست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امد</w:t>
      </w:r>
      <w:r w:rsidRPr="00FB233E">
        <w:rPr>
          <w:rtl/>
          <w:lang w:bidi="fa-IR"/>
        </w:rPr>
        <w:t>. افسردگ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بر وضع سعد و نداشتن وجه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او را تاءم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کند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شتر</w:t>
      </w:r>
      <w:r w:rsidRPr="00FB233E">
        <w:rPr>
          <w:rtl/>
          <w:lang w:bidi="fa-IR"/>
        </w:rPr>
        <w:t xml:space="preserve"> شد.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هنگام جبرئ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نازل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دو درهم با خود آورد عرض کرد خداوند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از اندوه تو بواسطه تنگدست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سعد آگاه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اگر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حال خارج شود دو درهم را به او بده و بگو خر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فروش کند حضرت رسول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دو درهم را گرفت . وقت</w:t>
      </w:r>
      <w:r w:rsidRPr="00FB233E">
        <w:rPr>
          <w:rFonts w:hint="cs"/>
          <w:rtl/>
          <w:lang w:bidi="fa-IR"/>
        </w:rPr>
        <w:t>ی</w:t>
      </w:r>
      <w:r w:rsidR="00307D86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نماز ظهر از منزل خارج شد سعد را مشاهده فرمود: به انتظار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بر در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حجرات مقدسه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ستاده</w:t>
      </w:r>
      <w:r w:rsidRPr="00FB233E">
        <w:rPr>
          <w:rtl/>
          <w:lang w:bidi="fa-IR"/>
        </w:rPr>
        <w:t xml:space="preserve"> . فرمود: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تجارت 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 عرض کرد سوگند به خدا که سرما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ندارم ، دو درهم را به او داده فرمود: با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خر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فروش کن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lastRenderedPageBreak/>
        <w:t>سعد</w:t>
      </w:r>
      <w:r w:rsidRPr="00FB233E">
        <w:rPr>
          <w:rtl/>
          <w:lang w:bidi="fa-IR"/>
        </w:rPr>
        <w:t xml:space="preserve"> پول را گرفت و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انجام فر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ضه</w:t>
      </w:r>
      <w:r w:rsidRPr="00FB233E">
        <w:rPr>
          <w:rtl/>
          <w:lang w:bidi="fa-IR"/>
        </w:rPr>
        <w:t xml:space="preserve"> در خدمت حضرت به مسجد رفت نماز ظهر و عصر را به جا آورد پس از پا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نماز عصر رسول اکرم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فرمود: حرکت کن در طلب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جستجو نما. سعد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شد و شروع به معامله کرد، خداوند برکت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او داد که هر چه را به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در</w:t>
      </w:r>
      <w:r w:rsidRPr="00FB233E">
        <w:rPr>
          <w:rFonts w:hint="eastAsia"/>
          <w:rtl/>
          <w:lang w:bidi="fa-IR"/>
        </w:rPr>
        <w:t>هم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دو درهم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فروخت خلاصه معاملات او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شه</w:t>
      </w:r>
      <w:r w:rsidRPr="00FB233E">
        <w:rPr>
          <w:rtl/>
          <w:lang w:bidi="fa-IR"/>
        </w:rPr>
        <w:t xml:space="preserve"> سودش برابر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اصل سرما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داشت کم کم وضع مال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رو به افزا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گذاشت به طور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بر در مسجد دکان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گرفت و اموال و کالا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را در آنجا جمع کرده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فروخت رفته رفته اشتغالات تجارت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اش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تا به جائ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بلال اذان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: و حضرت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نماز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آمد سعد را مشاهده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فرمود: هنوز خود را آماده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نماز نکرده و وضو نگرفته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که قبل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از اذان مه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نماز بود.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فرمود: سعد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ترا مشغول کرده و از نماز باز داشته عرض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چه کنم اموال خود را بگذارم ضا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</w:t>
      </w:r>
      <w:r w:rsidRPr="00FB233E">
        <w:rPr>
          <w:rtl/>
          <w:lang w:bidi="fa-IR"/>
        </w:rPr>
        <w:t xml:space="preserve"> شود؟ به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شخص جنس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فروخته ام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خواهم 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مت</w:t>
      </w:r>
      <w:r w:rsidRPr="00FB233E">
        <w:rPr>
          <w:rtl/>
          <w:lang w:bidi="fa-IR"/>
        </w:rPr>
        <w:t xml:space="preserve"> را 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</w:t>
      </w:r>
      <w:r w:rsidRPr="00FB233E">
        <w:rPr>
          <w:rtl/>
          <w:lang w:bidi="fa-IR"/>
        </w:rPr>
        <w:t xml:space="preserve"> کنم و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کالائ</w:t>
      </w:r>
      <w:r w:rsidRPr="00FB233E">
        <w:rPr>
          <w:rFonts w:hint="cs"/>
          <w:rtl/>
          <w:lang w:bidi="fa-IR"/>
        </w:rPr>
        <w:t>ی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خر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ام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جنسش را تحو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گرفته 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مت</w:t>
      </w:r>
      <w:r w:rsidRPr="00FB233E">
        <w:rPr>
          <w:rtl/>
          <w:lang w:bidi="fa-IR"/>
        </w:rPr>
        <w:t xml:space="preserve"> آن را بپردازم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از مشاهده اشتغال سعد به ازد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ثروت باز ماندنش از عبادت و بندگ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افسرده گشت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شتر</w:t>
      </w:r>
      <w:r w:rsidRPr="00FB233E">
        <w:rPr>
          <w:rtl/>
          <w:lang w:bidi="fa-IR"/>
        </w:rPr>
        <w:t xml:space="preserve"> از مقدار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در موقع تنگدست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اش متاءثر بود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جبرئ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نازل شده عرض کرد خداوند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از افسردگ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 اطلاع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</w:t>
      </w:r>
      <w:r w:rsidRPr="00FB233E">
        <w:rPr>
          <w:rtl/>
          <w:lang w:bidi="fa-IR"/>
        </w:rPr>
        <w:t xml:space="preserve"> کدام حال 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سعد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پسند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وضع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گرفتار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اشتغال کنون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را به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و افزا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ثروت فرمود: همان تنگدست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سابقش را بهتر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خواهم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آخرتش را بر باد داده جبرئ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گفت : آر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علاقه به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و ثروت انسان را از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آخرت غافل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اگر بازگشت حال </w:t>
      </w:r>
      <w:r w:rsidRPr="00FB233E">
        <w:rPr>
          <w:rtl/>
          <w:lang w:bidi="fa-IR"/>
        </w:rPr>
        <w:lastRenderedPageBreak/>
        <w:t>گذشته او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دو درهم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به </w:t>
      </w:r>
      <w:r w:rsidRPr="00FB233E">
        <w:rPr>
          <w:rFonts w:hint="eastAsia"/>
          <w:rtl/>
          <w:lang w:bidi="fa-IR"/>
        </w:rPr>
        <w:t>او</w:t>
      </w:r>
      <w:r w:rsidRPr="00FB233E">
        <w:rPr>
          <w:rtl/>
          <w:lang w:bidi="fa-IR"/>
        </w:rPr>
        <w:t xml:space="preserve"> داده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پس بگ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آن جناب از منزل خارج شد،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سعد آمده فرمود: دو درهم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به تو داده ام بر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گردان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 عرض کرد چنانکه 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درهم خواسته باش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دهم فرمود: نه همان دو درهم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گرفت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بده . سعد پول را تقد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کرد.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نگذشت که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بر او مخالف و به حال اول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ه خود برگشت </w:t>
      </w:r>
      <w:r w:rsidRPr="00307D86">
        <w:rPr>
          <w:rStyle w:val="libFootnotenumChar"/>
          <w:rtl/>
        </w:rPr>
        <w:t>(41)</w:t>
      </w:r>
      <w:r w:rsidRPr="00FB233E">
        <w:rPr>
          <w:rtl/>
          <w:lang w:bidi="fa-IR"/>
        </w:rPr>
        <w:t>.</w:t>
      </w:r>
    </w:p>
    <w:p w:rsidR="00FB233E" w:rsidRPr="00FB233E" w:rsidRDefault="00307D86" w:rsidP="00307D86">
      <w:pPr>
        <w:pStyle w:val="Heading1"/>
        <w:rPr>
          <w:rtl/>
        </w:rPr>
      </w:pPr>
      <w:r>
        <w:rPr>
          <w:rtl/>
        </w:rPr>
        <w:br w:type="page"/>
      </w:r>
      <w:bookmarkStart w:id="43" w:name="_Toc496184311"/>
      <w:r w:rsidR="00FB233E" w:rsidRPr="00FB233E">
        <w:rPr>
          <w:rtl/>
        </w:rPr>
        <w:lastRenderedPageBreak/>
        <w:t>ب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ن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از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ابوذر</w:t>
      </w:r>
      <w:bookmarkEnd w:id="43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باقر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فرمود: عثمان 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نار</w:t>
      </w:r>
      <w:r w:rsidRPr="00FB233E">
        <w:rPr>
          <w:rtl/>
          <w:lang w:bidi="fa-IR"/>
        </w:rPr>
        <w:t xml:space="preserve"> بوس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دو غلام خود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اباذر فرستاد، گفت : بگوئ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عثمان ترا سلام رسانده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نار</w:t>
      </w:r>
      <w:r w:rsidRPr="00FB233E">
        <w:rPr>
          <w:rtl/>
          <w:lang w:bidi="fa-IR"/>
        </w:rPr>
        <w:t xml:space="preserve"> را صرف در احت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اجات</w:t>
      </w:r>
      <w:r w:rsidRPr="00FB233E">
        <w:rPr>
          <w:rtl/>
          <w:lang w:bidi="fa-IR"/>
        </w:rPr>
        <w:t xml:space="preserve"> خود کن .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 دو غلام به عرض اباذر رسان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 xml:space="preserve">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به هر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از مسلم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مقدار داده . جواب دادند، نه . گفت : منهم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آنها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آنچه به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برسد به من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رسد گفتند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عثمان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پول از مال شخص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من است قسم به پروردگار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جز او خدائ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هرگز آم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خته</w:t>
      </w:r>
      <w:r w:rsidRPr="00FB233E">
        <w:rPr>
          <w:rtl/>
          <w:lang w:bidi="fa-IR"/>
        </w:rPr>
        <w:t xml:space="preserve"> با حرام نشده و پاک و حلال است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گفت</w:t>
      </w:r>
      <w:r w:rsidRPr="00FB233E">
        <w:rPr>
          <w:rtl/>
          <w:lang w:bidi="fa-IR"/>
        </w:rPr>
        <w:t xml:space="preserve"> من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tl/>
          <w:lang w:bidi="fa-IR"/>
        </w:rPr>
        <w:t xml:space="preserve"> احت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اج</w:t>
      </w:r>
      <w:r w:rsidRPr="00FB233E">
        <w:rPr>
          <w:rtl/>
          <w:lang w:bidi="fa-IR"/>
        </w:rPr>
        <w:t xml:space="preserve"> به 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ندارم اکنون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ازتر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مردمم . گفتند در خانه تو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که باعث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شده باشد. پاسخ داد: چرا در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روکش پارچه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، دو گرده نان جو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است که چند روز مانده در 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صورت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چه احت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اج</w:t>
      </w:r>
      <w:r w:rsidRPr="00FB233E">
        <w:rPr>
          <w:rtl/>
          <w:lang w:bidi="fa-IR"/>
        </w:rPr>
        <w:t xml:space="preserve"> به درهم و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نار</w:t>
      </w:r>
      <w:r w:rsidRPr="00FB233E">
        <w:rPr>
          <w:rtl/>
          <w:lang w:bidi="fa-IR"/>
        </w:rPr>
        <w:t xml:space="preserve"> دارم به خدا سو</w:t>
      </w:r>
      <w:r w:rsidRPr="00FB233E">
        <w:rPr>
          <w:rFonts w:hint="eastAsia"/>
          <w:rtl/>
          <w:lang w:bidi="fa-IR"/>
        </w:rPr>
        <w:t>گند</w:t>
      </w:r>
      <w:r w:rsidRPr="00FB233E">
        <w:rPr>
          <w:rtl/>
          <w:lang w:bidi="fa-IR"/>
        </w:rPr>
        <w:t xml:space="preserve">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پذ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رم</w:t>
      </w:r>
      <w:r w:rsidRPr="00FB233E">
        <w:rPr>
          <w:rtl/>
          <w:lang w:bidi="fa-IR"/>
        </w:rPr>
        <w:t xml:space="preserve"> مگر زمان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بر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دو گرده نان هم قادر نباشم و خداوند مشاهده کند که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کمتر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در اخت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من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</w:t>
      </w:r>
      <w:r w:rsidRPr="00FB233E">
        <w:rPr>
          <w:rtl/>
          <w:lang w:bidi="fa-IR"/>
        </w:rPr>
        <w:t xml:space="preserve"> مرا ولا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اولادش و ارادت به خاندان طاهر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آنها از هر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از</w:t>
      </w:r>
      <w:r w:rsidRPr="00FB233E">
        <w:rPr>
          <w:rtl/>
          <w:lang w:bidi="fa-IR"/>
        </w:rPr>
        <w:t xml:space="preserve"> کرده . از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و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مثل من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زشت است دروغ گوئ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پول را برگردان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که مرا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و آنچه در دست عثمان است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باشد، تا در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شگاه</w:t>
      </w:r>
      <w:r w:rsidRPr="00FB233E">
        <w:rPr>
          <w:rtl/>
          <w:lang w:bidi="fa-IR"/>
        </w:rPr>
        <w:t xml:space="preserve"> پروردگار او را به دادخواه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رم</w:t>
      </w:r>
      <w:r w:rsidRPr="00FB233E">
        <w:rPr>
          <w:rtl/>
          <w:lang w:bidi="fa-IR"/>
        </w:rPr>
        <w:t xml:space="preserve"> </w:t>
      </w:r>
      <w:r w:rsidRPr="00307D86">
        <w:rPr>
          <w:rStyle w:val="libFootnotenumChar"/>
          <w:rtl/>
        </w:rPr>
        <w:t>(42).</w:t>
      </w:r>
    </w:p>
    <w:p w:rsidR="00FB233E" w:rsidRPr="00FB233E" w:rsidRDefault="00307D86" w:rsidP="00307D86">
      <w:pPr>
        <w:pStyle w:val="Heading1"/>
        <w:rPr>
          <w:rtl/>
        </w:rPr>
      </w:pPr>
      <w:r>
        <w:rPr>
          <w:rtl/>
        </w:rPr>
        <w:br w:type="page"/>
      </w:r>
      <w:bookmarkStart w:id="44" w:name="_Toc496184312"/>
      <w:r w:rsidR="00FB233E" w:rsidRPr="00FB233E">
        <w:rPr>
          <w:rFonts w:hint="eastAsia"/>
          <w:rtl/>
        </w:rPr>
        <w:lastRenderedPageBreak/>
        <w:t>حسد،</w:t>
      </w:r>
      <w:r w:rsidR="00FB233E" w:rsidRPr="00FB233E">
        <w:rPr>
          <w:rtl/>
        </w:rPr>
        <w:t xml:space="preserve"> جواد الائمه</w:t>
      </w:r>
      <w:r>
        <w:rPr>
          <w:rFonts w:hint="cs"/>
          <w:rtl/>
        </w:rPr>
        <w:t xml:space="preserve"> </w:t>
      </w:r>
      <w:r w:rsidRPr="006A44DE">
        <w:rPr>
          <w:rStyle w:val="libAlaemChar"/>
          <w:rtl/>
        </w:rPr>
        <w:t>عليه‌السلام</w:t>
      </w:r>
      <w:r w:rsidR="00FB233E" w:rsidRPr="00FB233E">
        <w:rPr>
          <w:rtl/>
        </w:rPr>
        <w:t xml:space="preserve"> را شه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د</w:t>
      </w:r>
      <w:r w:rsidR="00FB233E" w:rsidRPr="00FB233E">
        <w:rPr>
          <w:rtl/>
        </w:rPr>
        <w:t xml:space="preserve"> کرد</w:t>
      </w:r>
      <w:bookmarkEnd w:id="44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ذرقان</w:t>
      </w:r>
      <w:r w:rsidRPr="00FB233E">
        <w:rPr>
          <w:rtl/>
          <w:lang w:bidi="fa-IR"/>
        </w:rPr>
        <w:t xml:space="preserve"> که 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و رف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tl/>
          <w:lang w:bidi="fa-IR"/>
        </w:rPr>
        <w:t xml:space="preserve"> جان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احمد بن اب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داود قاض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زمان معتصم عباس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محسوب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گفت :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احمد از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معتصم برگشته بود با حال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خشمگ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.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از چه رو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نقدر</w:t>
      </w:r>
      <w:r w:rsidRPr="00FB233E">
        <w:rPr>
          <w:rtl/>
          <w:lang w:bidi="fa-IR"/>
        </w:rPr>
        <w:t xml:space="preserve"> در خشم هست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: از دست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اه</w:t>
      </w:r>
      <w:r w:rsidRPr="00FB233E">
        <w:rPr>
          <w:rtl/>
          <w:lang w:bidi="fa-IR"/>
        </w:rPr>
        <w:t xml:space="preserve"> چهره ابوجعفر فرزند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الرضا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آرزو داشتم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سال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مرده بودم و امروز را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گفتم مگر چه شده ؟! گفت : دزد</w:t>
      </w:r>
      <w:r w:rsidRPr="00FB233E">
        <w:rPr>
          <w:rFonts w:hint="cs"/>
          <w:rtl/>
          <w:lang w:bidi="fa-IR"/>
        </w:rPr>
        <w:t>ی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طر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قه</w:t>
      </w:r>
      <w:r w:rsidRPr="00FB233E">
        <w:rPr>
          <w:rtl/>
          <w:lang w:bidi="fa-IR"/>
        </w:rPr>
        <w:t xml:space="preserve"> تطه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و حد او را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شتر</w:t>
      </w:r>
      <w:r w:rsidRPr="00FB233E">
        <w:rPr>
          <w:rtl/>
          <w:lang w:bidi="fa-IR"/>
        </w:rPr>
        <w:t xml:space="preserve"> فقهاء حاضر بودند دستور داد بق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را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احضار کنند محمد بن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را هم بودند خواست ، از ما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حد دزد را چگونه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جار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((فقلت من الکرسوع )) گفتم از مچ دست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جدا کرد.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به چه دل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؟</w:t>
      </w:r>
    </w:p>
    <w:p w:rsidR="00FB233E" w:rsidRPr="00FB233E" w:rsidRDefault="00FB233E" w:rsidP="00307D86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گفتم</w:t>
      </w:r>
      <w:r w:rsidRPr="00FB233E">
        <w:rPr>
          <w:rtl/>
          <w:lang w:bidi="fa-IR"/>
        </w:rPr>
        <w:t xml:space="preserve"> به دل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آنکه دست شامل انگشتان و کف تا مچ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شود، در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مم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</w:t>
      </w:r>
      <w:r w:rsidRPr="00307D86">
        <w:rPr>
          <w:rStyle w:val="libAlaemChar"/>
          <w:rtl/>
        </w:rPr>
        <w:t>(</w:t>
      </w:r>
      <w:r w:rsidR="00307D86" w:rsidRPr="00307D86">
        <w:rPr>
          <w:rStyle w:val="libAieChar"/>
          <w:rtl/>
        </w:rPr>
        <w:t>فَامْسَحُوا بِوُجُوهِكُمْ وَأَيْدِيكُمْ</w:t>
      </w:r>
      <w:r w:rsidRPr="00307D86">
        <w:rPr>
          <w:rStyle w:val="libAlaemChar"/>
          <w:rtl/>
        </w:rPr>
        <w:t>)</w:t>
      </w:r>
      <w:r w:rsidRPr="00FB233E">
        <w:rPr>
          <w:rtl/>
          <w:lang w:bidi="fa-IR"/>
        </w:rPr>
        <w:t xml:space="preserve"> بس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علماء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نظر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با من موافقت کرده تاء</w:t>
      </w:r>
      <w:r w:rsidRPr="00FB233E">
        <w:rPr>
          <w:rFonts w:hint="cs"/>
          <w:rtl/>
          <w:lang w:bidi="fa-IR"/>
        </w:rPr>
        <w:t>یی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نمودند دسته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از دانشمندان گفتند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دست را از مرفق بر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</w:t>
      </w:r>
    </w:p>
    <w:p w:rsidR="00FB233E" w:rsidRPr="00FB233E" w:rsidRDefault="00FB233E" w:rsidP="0092411B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خل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فه</w:t>
      </w:r>
      <w:r w:rsidRPr="00FB233E">
        <w:rPr>
          <w:rtl/>
          <w:lang w:bidi="fa-IR"/>
        </w:rPr>
        <w:t xml:space="preserve">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به چه دل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؟ گفتند به دل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وضو </w:t>
      </w:r>
      <w:r w:rsidRPr="0092411B">
        <w:rPr>
          <w:rStyle w:val="libAlaemChar"/>
          <w:rtl/>
        </w:rPr>
        <w:t>(</w:t>
      </w:r>
      <w:r w:rsidR="0092411B" w:rsidRPr="0092411B">
        <w:rPr>
          <w:rStyle w:val="libAieChar"/>
          <w:rtl/>
        </w:rPr>
        <w:t>وَأَيْدِيَكُمْ إِلَى الْمَرَافِقِ</w:t>
      </w:r>
      <w:r w:rsidRPr="0092411B">
        <w:rPr>
          <w:rStyle w:val="libAlaemChar"/>
          <w:rtl/>
        </w:rPr>
        <w:t>)</w:t>
      </w:r>
      <w:r w:rsidRPr="00FB233E">
        <w:rPr>
          <w:rtl/>
          <w:lang w:bidi="fa-IR"/>
        </w:rPr>
        <w:t xml:space="preserve"> چون حد دست را خداوند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تا مرفق مع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کند. برخ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فتو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قطع از شانه دادند و استدلال بر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کردند که دست شامل از انگشتان تا شانه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شود.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هنگام خل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فه</w:t>
      </w:r>
      <w:r w:rsidRPr="00FB233E">
        <w:rPr>
          <w:rtl/>
          <w:lang w:bidi="fa-IR"/>
        </w:rPr>
        <w:t xml:space="preserve">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محمد بن ع</w:t>
      </w:r>
      <w:r w:rsidRPr="00FB233E">
        <w:rPr>
          <w:rFonts w:hint="eastAsia"/>
          <w:rtl/>
          <w:lang w:bidi="fa-IR"/>
        </w:rPr>
        <w:t>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کرده گفت :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ابا جعفر شما چه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درباره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مسئله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مورد بحث . فرمود: علماء گفتار خود را گفتند مرا از نظر دادن معاف دار. گفت : شما را به خدا سوگند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دهم نظر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خود را بگوئ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lastRenderedPageBreak/>
        <w:t>حضرت</w:t>
      </w:r>
      <w:r w:rsidRPr="00FB233E">
        <w:rPr>
          <w:rtl/>
          <w:lang w:bidi="fa-IR"/>
        </w:rPr>
        <w:t xml:space="preserve"> جواد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فرمود: اکنون که قسم داد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حدود که اهل سنت و علما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حاضر تع</w:t>
      </w:r>
      <w:r w:rsidRPr="00FB233E">
        <w:rPr>
          <w:rFonts w:hint="cs"/>
          <w:rtl/>
          <w:lang w:bidi="fa-IR"/>
        </w:rPr>
        <w:t>یی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کردند اشتباه و خطاست ، درباره ((دزد))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انگشتان او را بدون ابهام بر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دل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شما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فرمود: قال رسول الله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السجود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سبعه اعظاء الوجه وال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</w:p>
    <w:p w:rsidR="00FB233E" w:rsidRPr="00FB233E" w:rsidRDefault="00FB233E" w:rsidP="0092411B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والرکبت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والرجل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. فاذا قطعت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من الکرسوع او المرفق لم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بق</w:t>
      </w:r>
      <w:r w:rsidRPr="00FB233E">
        <w:rPr>
          <w:rtl/>
          <w:lang w:bidi="fa-IR"/>
        </w:rPr>
        <w:t xml:space="preserve"> له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سجد</w:t>
      </w:r>
      <w:r w:rsidRPr="00FB233E">
        <w:rPr>
          <w:rtl/>
          <w:lang w:bidi="fa-IR"/>
        </w:rPr>
        <w:t xml:space="preserve"> عل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ها</w:t>
      </w:r>
      <w:r w:rsidRPr="00FB233E">
        <w:rPr>
          <w:rtl/>
          <w:lang w:bidi="fa-IR"/>
        </w:rPr>
        <w:t xml:space="preserve"> و قال الله تعال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ان المساجد لله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اکرم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فرمود: سجده بر هفت محل لازم است انجام شود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- دو دست ، دو زانو و دو انگشت ابهام پا، هرگاه دست را از مچ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مر</w:t>
      </w:r>
      <w:r w:rsidRPr="00FB233E">
        <w:rPr>
          <w:rFonts w:hint="eastAsia"/>
          <w:rtl/>
          <w:lang w:bidi="fa-IR"/>
        </w:rPr>
        <w:t>فق</w:t>
      </w:r>
      <w:r w:rsidRPr="00FB233E">
        <w:rPr>
          <w:rtl/>
          <w:lang w:bidi="fa-IR"/>
        </w:rPr>
        <w:t xml:space="preserve"> جدا کنند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دست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سجده باق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ماند در صورت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خداوند در قرآن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: </w:t>
      </w:r>
      <w:r w:rsidRPr="0092411B">
        <w:rPr>
          <w:rStyle w:val="libAlaemChar"/>
          <w:rtl/>
        </w:rPr>
        <w:t>(</w:t>
      </w:r>
      <w:r w:rsidR="0092411B" w:rsidRPr="0092411B">
        <w:rPr>
          <w:rStyle w:val="libAieChar"/>
          <w:rtl/>
        </w:rPr>
        <w:t>أَنَّ الْمَسَاجِدَ لِلَّـهِ</w:t>
      </w:r>
      <w:r w:rsidRPr="0092411B">
        <w:rPr>
          <w:rStyle w:val="libAlaemChar"/>
          <w:rtl/>
        </w:rPr>
        <w:t>)</w:t>
      </w:r>
      <w:r w:rsidRPr="00FB233E">
        <w:rPr>
          <w:rtl/>
          <w:lang w:bidi="fa-IR"/>
        </w:rPr>
        <w:t xml:space="preserve"> مواضع سجود اختصاص به خدا دارد (ما کان لله لم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قطع</w:t>
      </w:r>
      <w:r w:rsidRPr="00FB233E">
        <w:rPr>
          <w:rtl/>
          <w:lang w:bidi="fa-IR"/>
        </w:rPr>
        <w:t xml:space="preserve"> ) هر چه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خدا باشد بر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معتصم</w:t>
      </w:r>
      <w:r w:rsidRPr="00FB233E">
        <w:rPr>
          <w:rtl/>
          <w:lang w:bidi="fa-IR"/>
        </w:rPr>
        <w:t xml:space="preserve">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حکم شادمان شد و تصد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tl/>
          <w:lang w:bidi="fa-IR"/>
        </w:rPr>
        <w:t xml:space="preserve"> کرد دستور داد انگشتان دزد را طبق نظر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حضرت جواد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بر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>.</w:t>
      </w:r>
    </w:p>
    <w:p w:rsidR="00FB233E" w:rsidRPr="00FB233E" w:rsidRDefault="00FB233E" w:rsidP="0092411B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ذرقان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ابن اب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داود سخت افسرده و ناراحت بود که چرا نظر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او رد شده از حسادت به خود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سه روز پس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معتصم رفت گفت :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رالمؤ</w:t>
      </w:r>
      <w:r w:rsidRPr="00FB233E">
        <w:rPr>
          <w:rtl/>
          <w:lang w:bidi="fa-IR"/>
        </w:rPr>
        <w:t xml:space="preserve"> 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آمده ام ترا نص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حت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بکنم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اندرز به شکرانه محبت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 که به ما 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ترسم اگر نگو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کفران نع</w:t>
      </w:r>
      <w:r w:rsidRPr="00FB233E">
        <w:rPr>
          <w:rFonts w:hint="eastAsia"/>
          <w:rtl/>
          <w:lang w:bidi="fa-IR"/>
        </w:rPr>
        <w:t>مت</w:t>
      </w:r>
      <w:r w:rsidRPr="00FB233E">
        <w:rPr>
          <w:rtl/>
          <w:lang w:bidi="fa-IR"/>
        </w:rPr>
        <w:t xml:space="preserve"> کرده باشم و به آتش جهنم بسوزم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آن نص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حت</w:t>
      </w:r>
      <w:r w:rsidRPr="00FB233E">
        <w:rPr>
          <w:rtl/>
          <w:lang w:bidi="fa-IR"/>
        </w:rPr>
        <w:t xml:space="preserve">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. گفت :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شما مجلس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علماء و فقهاء تشک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تا امر مهم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امور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مطرح شود وزراء، امراء صاحب منصبان لشکر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کشور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خدم و دربانان حضور دارند مذاکرات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مجالس در خارج گفتگو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اگر در 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مجلس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شما راء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فقهاء را رد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گفته محمد بن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را قبول نمائ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کم کم موجب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که </w:t>
      </w:r>
      <w:r w:rsidRPr="00FB233E">
        <w:rPr>
          <w:rtl/>
          <w:lang w:bidi="fa-IR"/>
        </w:rPr>
        <w:lastRenderedPageBreak/>
        <w:t>مردم</w:t>
      </w:r>
      <w:r w:rsidR="0092411B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او توجه کنند و از بن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عباس منصرف شوند خلاف را از تو گرفته و به او تحو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دهند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عده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مردم هم اکنون به امامت او اعتراف دارند.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حسد</w:t>
      </w:r>
      <w:r w:rsidRPr="00FB233E">
        <w:rPr>
          <w:rtl/>
          <w:lang w:bidi="fa-IR"/>
        </w:rPr>
        <w:t xml:space="preserve"> کار خود را کرد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سخن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اثر خود را بخش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معتصم چنان تحت تاءث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گفته او واقع شد که احمد بن اب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داود را دعا کرد و گفت : جزاک الله عن نص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حتک</w:t>
      </w:r>
      <w:r w:rsidRPr="00FB233E">
        <w:rPr>
          <w:rtl/>
          <w:lang w:bidi="fa-IR"/>
        </w:rPr>
        <w:t xml:space="preserve">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روز چهارم دستور داد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نو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سندگان</w:t>
      </w:r>
      <w:r w:rsidRPr="00FB233E">
        <w:rPr>
          <w:rtl/>
          <w:lang w:bidi="fa-IR"/>
        </w:rPr>
        <w:t xml:space="preserve"> از جمع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دعوت کند و محمد بن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در آن مهمان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حضور داشته ب</w:t>
      </w:r>
      <w:r w:rsidRPr="00FB233E">
        <w:rPr>
          <w:rFonts w:hint="eastAsia"/>
          <w:rtl/>
          <w:lang w:bidi="fa-IR"/>
        </w:rPr>
        <w:t>اشد</w:t>
      </w:r>
      <w:r w:rsidRPr="00FB233E">
        <w:rPr>
          <w:rtl/>
          <w:lang w:bidi="fa-IR"/>
        </w:rPr>
        <w:t xml:space="preserve"> ابتدا آن جناب عذر خواست و فرمود: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گونه مجالس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روم آنقدر اصرار ورز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مجلس فقط به افتخار آشنائ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شما با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وزراء تشک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ابد</w:t>
      </w:r>
      <w:r w:rsidRPr="00FB233E">
        <w:rPr>
          <w:rtl/>
          <w:lang w:bidi="fa-IR"/>
        </w:rPr>
        <w:t xml:space="preserve"> تا آن حضرت قبول کرد، در سر سفره غذا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مسموم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آوردند به محض خوردن احساس مسموم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غذا را نمود. از جا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برخواست صاحب منزل تعارف کرد که به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زود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تشر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فرمود: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 بهتر است که من زودتر خارج شوم به فاصله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روز به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سم امام جواد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هم رحلت کرد</w:t>
      </w:r>
      <w:r w:rsidRPr="0092411B">
        <w:rPr>
          <w:rStyle w:val="libFootnotenumChar"/>
          <w:rtl/>
        </w:rPr>
        <w:t>(43)</w:t>
      </w:r>
      <w:r w:rsidRPr="00FB233E">
        <w:rPr>
          <w:rtl/>
          <w:lang w:bidi="fa-IR"/>
        </w:rPr>
        <w:t>.</w:t>
      </w:r>
    </w:p>
    <w:p w:rsidR="00FB233E" w:rsidRPr="00FB233E" w:rsidRDefault="0092411B" w:rsidP="0092411B">
      <w:pPr>
        <w:pStyle w:val="Heading1"/>
        <w:rPr>
          <w:rtl/>
        </w:rPr>
      </w:pPr>
      <w:r>
        <w:rPr>
          <w:rtl/>
        </w:rPr>
        <w:br w:type="page"/>
      </w:r>
      <w:bookmarkStart w:id="45" w:name="_Toc496184313"/>
      <w:r w:rsidR="00FB233E" w:rsidRPr="00FB233E">
        <w:rPr>
          <w:rFonts w:hint="eastAsia"/>
          <w:rtl/>
        </w:rPr>
        <w:lastRenderedPageBreak/>
        <w:t>صبر</w:t>
      </w:r>
      <w:r w:rsidR="00FB233E" w:rsidRPr="00FB233E">
        <w:rPr>
          <w:rtl/>
        </w:rPr>
        <w:t xml:space="preserve"> و تحمل بر شدائد</w:t>
      </w:r>
      <w:bookmarkEnd w:id="45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در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فرزندان امام حسن مجتب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که منصور دوان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آنها را زندان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و در زندان او فوت شدند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الحسن المثلث بود. او را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و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عابد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گفتند از نظر عبادت و ذکر و صبر امت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از</w:t>
      </w:r>
      <w:r w:rsidRPr="00FB233E">
        <w:rPr>
          <w:rtl/>
          <w:lang w:bidi="fa-IR"/>
        </w:rPr>
        <w:t xml:space="preserve"> تمام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داشت هنگام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منصور آنها را در زندان تار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حبس نمود، شب و روز و اوقات نماز را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توانستند تع</w:t>
      </w:r>
      <w:r w:rsidRPr="00FB233E">
        <w:rPr>
          <w:rFonts w:hint="cs"/>
          <w:rtl/>
          <w:lang w:bidi="fa-IR"/>
        </w:rPr>
        <w:t>یی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کنند مگر بواسطه اذکار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عل</w:t>
      </w:r>
      <w:r w:rsidRPr="00FB233E">
        <w:rPr>
          <w:rFonts w:hint="cs"/>
          <w:rtl/>
          <w:lang w:bidi="fa-IR"/>
        </w:rPr>
        <w:t>ی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ابن</w:t>
      </w:r>
      <w:r w:rsidRPr="00FB233E">
        <w:rPr>
          <w:rtl/>
          <w:lang w:bidi="fa-IR"/>
        </w:rPr>
        <w:t xml:space="preserve"> الحسن چون ذکرهائ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مق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به ادامه آنها بود چنان مرتب و متوال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بجا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آورد که دخول وقت ها را بوس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آنها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روز عبدالله ابن حسن مثن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سخت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زندان و گران بودن غل و زنج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اندازه ناراحت شده به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: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ابتلاء و گرفتار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 را از خدا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 را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بند نجات دهد؟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چند دق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قه</w:t>
      </w:r>
      <w:r w:rsidRPr="00FB233E">
        <w:rPr>
          <w:rtl/>
          <w:lang w:bidi="fa-IR"/>
        </w:rPr>
        <w:t xml:space="preserve"> جواب نداد، آنگاه گفت : عموجان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 در بهشت درجه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که به آن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مگر صبر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به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نوع گرفتار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شد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دتر</w:t>
      </w:r>
      <w:r w:rsidRPr="00FB233E">
        <w:rPr>
          <w:rtl/>
          <w:lang w:bidi="fa-IR"/>
        </w:rPr>
        <w:t xml:space="preserve">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و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منصور مرتبه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در جهنم که به آن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رسد مگر انجام دهد درباره ما آنچه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در</w:t>
      </w:r>
      <w:r w:rsidRPr="00FB233E">
        <w:rPr>
          <w:rtl/>
          <w:lang w:bidi="fa-IR"/>
        </w:rPr>
        <w:t xml:space="preserve"> صورت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بخواه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صبر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بر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گرفتار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شدائد، بزود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راحت 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شد چون مرگ ما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شده و اگر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نجات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افتن</w:t>
      </w:r>
      <w:r w:rsidRPr="00FB233E">
        <w:rPr>
          <w:rtl/>
          <w:lang w:bidi="fa-IR"/>
        </w:rPr>
        <w:t xml:space="preserve"> خود دعا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لکن منصور به آن مرتبه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در جهنم دارد نخواهد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گفت : صبر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سه</w:t>
      </w:r>
      <w:r w:rsidRPr="00FB233E">
        <w:rPr>
          <w:rtl/>
          <w:lang w:bidi="fa-IR"/>
        </w:rPr>
        <w:t xml:space="preserve"> روز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نگذشت که در زندان جان سپردند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الحسن در حال سجده از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رفت عبدالله گمان کرد در خواب است . گفت : فرزند برادرم را </w:t>
      </w:r>
      <w:r w:rsidRPr="00FB233E">
        <w:rPr>
          <w:rtl/>
          <w:lang w:bidi="fa-IR"/>
        </w:rPr>
        <w:lastRenderedPageBreak/>
        <w:t>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دار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که او را حرکت دادند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دار</w:t>
      </w:r>
      <w:r w:rsidRPr="00FB233E">
        <w:rPr>
          <w:rtl/>
          <w:lang w:bidi="fa-IR"/>
        </w:rPr>
        <w:t xml:space="preserve">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فهم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 xml:space="preserve"> از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رفته </w:t>
      </w:r>
      <w:r w:rsidRPr="0092411B">
        <w:rPr>
          <w:rStyle w:val="libFootnotenumChar"/>
          <w:rtl/>
        </w:rPr>
        <w:t>(44).</w:t>
      </w:r>
    </w:p>
    <w:p w:rsidR="00FB233E" w:rsidRPr="00FB233E" w:rsidRDefault="0092411B" w:rsidP="0092411B">
      <w:pPr>
        <w:pStyle w:val="Heading1"/>
        <w:rPr>
          <w:rtl/>
        </w:rPr>
      </w:pPr>
      <w:r>
        <w:rPr>
          <w:rtl/>
        </w:rPr>
        <w:br w:type="page"/>
      </w:r>
      <w:bookmarkStart w:id="46" w:name="_Toc496184314"/>
      <w:r w:rsidR="00FB233E" w:rsidRPr="00FB233E">
        <w:rPr>
          <w:rFonts w:hint="eastAsia"/>
          <w:rtl/>
        </w:rPr>
        <w:lastRenderedPageBreak/>
        <w:t>با</w:t>
      </w:r>
      <w:r w:rsidR="00FB233E" w:rsidRPr="00FB233E">
        <w:rPr>
          <w:rtl/>
        </w:rPr>
        <w:t xml:space="preserve"> عجله ، روز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خود را حرام کرد</w:t>
      </w:r>
      <w:bookmarkEnd w:id="46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رالمؤ</w:t>
      </w:r>
      <w:r w:rsidRPr="00FB233E">
        <w:rPr>
          <w:rtl/>
          <w:lang w:bidi="fa-IR"/>
        </w:rPr>
        <w:t xml:space="preserve"> 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داخل مسجد شد به شخص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فرمود: استر مرا بگ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نگهدار تا من برگردم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آن جناب وارد مسجد شد مرد لجام استر را برداشته و رفت .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پس از پا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دادن کار خود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آمد دو درهم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در</w:t>
      </w:r>
      <w:r w:rsidRPr="00FB233E">
        <w:rPr>
          <w:rtl/>
          <w:lang w:bidi="fa-IR"/>
        </w:rPr>
        <w:t xml:space="preserve"> دست داشت ،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خواست به آن مرد بدهد،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استر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ستاده</w:t>
      </w:r>
      <w:r w:rsidRPr="00FB233E">
        <w:rPr>
          <w:rtl/>
          <w:lang w:bidi="fa-IR"/>
        </w:rPr>
        <w:t xml:space="preserve"> و لجام بر سر او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، دو درهم را به غلام خود داد تا از بازار لجام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غلام در بازار همان شخص را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که لجام را به دو درهم فروخته بود. آنرا خر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خدمت حضرت آورد.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فرمود: بنده بواسطه عجله و ترک صبر،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را حرام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و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شتر</w:t>
      </w:r>
      <w:r w:rsidRPr="00FB233E">
        <w:rPr>
          <w:rtl/>
          <w:lang w:bidi="fa-IR"/>
        </w:rPr>
        <w:t xml:space="preserve"> از آنچه مقدر شده به او نخواهد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92411B">
        <w:rPr>
          <w:rStyle w:val="libFootnotenumChar"/>
          <w:rtl/>
        </w:rPr>
        <w:t>(45)</w:t>
      </w:r>
      <w:r w:rsidRPr="00FB233E">
        <w:rPr>
          <w:rtl/>
          <w:lang w:bidi="fa-IR"/>
        </w:rPr>
        <w:t>.</w:t>
      </w:r>
    </w:p>
    <w:p w:rsidR="00FB233E" w:rsidRPr="00FB233E" w:rsidRDefault="0092411B" w:rsidP="0092411B">
      <w:pPr>
        <w:pStyle w:val="Heading1"/>
        <w:rPr>
          <w:rtl/>
        </w:rPr>
      </w:pPr>
      <w:r>
        <w:rPr>
          <w:rtl/>
        </w:rPr>
        <w:br w:type="page"/>
      </w:r>
      <w:bookmarkStart w:id="47" w:name="_Toc496184315"/>
      <w:r w:rsidR="00FB233E" w:rsidRPr="00FB233E">
        <w:rPr>
          <w:rFonts w:hint="eastAsia"/>
          <w:rtl/>
        </w:rPr>
        <w:lastRenderedPageBreak/>
        <w:t>پاداش</w:t>
      </w:r>
      <w:r w:rsidR="00FB233E" w:rsidRPr="00FB233E">
        <w:rPr>
          <w:rtl/>
        </w:rPr>
        <w:t xml:space="preserve"> شک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بائ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در مص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بت</w:t>
      </w:r>
      <w:bookmarkEnd w:id="47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ام</w:t>
      </w:r>
      <w:r w:rsidRPr="00FB233E">
        <w:rPr>
          <w:rtl/>
          <w:lang w:bidi="fa-IR"/>
        </w:rPr>
        <w:t xml:space="preserve"> سلمه زوجه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شوهر سابقم ابوسلمه از نزد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آمده گفت : سخن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که مسرور شدم .</w:t>
      </w:r>
    </w:p>
    <w:p w:rsidR="00FB233E" w:rsidRPr="00FB233E" w:rsidRDefault="00FB233E" w:rsidP="0092411B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آنکس</w:t>
      </w:r>
      <w:r w:rsidRPr="00FB233E">
        <w:rPr>
          <w:rtl/>
          <w:lang w:bidi="fa-IR"/>
        </w:rPr>
        <w:t xml:space="preserve"> که استرجاع </w:t>
      </w:r>
      <w:r w:rsidRPr="0092411B">
        <w:rPr>
          <w:rStyle w:val="libAlaemChar"/>
          <w:rtl/>
        </w:rPr>
        <w:t>(</w:t>
      </w:r>
      <w:r w:rsidR="0092411B" w:rsidRPr="0092411B">
        <w:rPr>
          <w:rStyle w:val="libAieChar"/>
          <w:rtl/>
        </w:rPr>
        <w:t>إِنَّا لِلَّـهِ وَإِنَّا إِلَيْهِ رَاجِعُونَ</w:t>
      </w:r>
      <w:r w:rsidRPr="0092411B">
        <w:rPr>
          <w:rStyle w:val="libAlaemChar"/>
          <w:rtl/>
        </w:rPr>
        <w:t>)</w:t>
      </w:r>
      <w:r w:rsidRPr="00FB233E">
        <w:rPr>
          <w:rtl/>
          <w:lang w:bidi="fa-IR"/>
        </w:rPr>
        <w:t xml:space="preserve"> بر زبان جار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بگو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داللهم</w:t>
      </w:r>
      <w:r w:rsidRPr="00FB233E">
        <w:rPr>
          <w:rtl/>
          <w:lang w:bidi="fa-IR"/>
        </w:rPr>
        <w:t xml:space="preserve"> اجرن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اخلف 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راک</w:t>
      </w:r>
      <w:r w:rsidRPr="00FB233E">
        <w:rPr>
          <w:rtl/>
          <w:lang w:bidi="fa-IR"/>
        </w:rPr>
        <w:t xml:space="preserve"> خدا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بت</w:t>
      </w:r>
      <w:r w:rsidRPr="00FB233E">
        <w:rPr>
          <w:rtl/>
          <w:lang w:bidi="fa-IR"/>
        </w:rPr>
        <w:t xml:space="preserve"> مرا پاداش کرامت فرما به جا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فوت شده ام بهتر از او عنا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کن خداوند او را اجر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دهد و بهتر از فوت شده به او مرحمت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ام سل</w:t>
      </w:r>
      <w:r w:rsidRPr="00FB233E">
        <w:rPr>
          <w:rFonts w:hint="eastAsia"/>
          <w:rtl/>
          <w:lang w:bidi="fa-IR"/>
        </w:rPr>
        <w:t>مه</w:t>
      </w:r>
      <w:r w:rsidRPr="00FB233E">
        <w:rPr>
          <w:rtl/>
          <w:lang w:bidi="fa-IR"/>
        </w:rPr>
        <w:t xml:space="preserve"> گفت : من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کلمات را حفظ نمودم هنگام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ابو سلمه از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رفت همانها را با خود گفتم . بعد فکر کردم چگونه بهتر از ابوسلمه نص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</w:t>
      </w:r>
      <w:r w:rsidRPr="00FB233E">
        <w:rPr>
          <w:rtl/>
          <w:lang w:bidi="fa-IR"/>
        </w:rPr>
        <w:t xml:space="preserve"> من خواهد شد. عده ام سپر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حضرت رسول اجازه ورود خانه ام را خواست من مشغول دباغ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پوست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بودم که حرکت کرده دست خود را شستم . تشک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چرم که داخلش 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</w:t>
      </w:r>
      <w:r w:rsidRPr="00FB233E">
        <w:rPr>
          <w:rtl/>
          <w:lang w:bidi="fa-IR"/>
        </w:rPr>
        <w:t xml:space="preserve"> خرما بود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 حضرت انداختم بر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 نشست . مرا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خواستگار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نمود، عرض کردم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رسول الله </w:t>
      </w:r>
      <w:r w:rsidR="0092411B" w:rsidRPr="0092411B">
        <w:rPr>
          <w:rStyle w:val="libAlaemChar"/>
          <w:rFonts w:eastAsiaTheme="minorHAnsi"/>
          <w:rtl/>
        </w:rPr>
        <w:t>صلى‌الله‌عليه‌وآله‌وسلم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ممکن است مرا به مثل شما رغبت و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نباشد؟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چون زن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غ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ورم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ترسم عمل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من صادر شود که خداوند عذابم کند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گذشته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المند</w:t>
      </w:r>
      <w:r w:rsidRPr="00FB233E">
        <w:rPr>
          <w:rtl/>
          <w:lang w:bidi="fa-IR"/>
        </w:rPr>
        <w:t xml:space="preserve"> و مسنم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فرمود: اما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ال</w:t>
      </w:r>
      <w:r w:rsidRPr="00FB233E">
        <w:rPr>
          <w:rtl/>
          <w:lang w:bidi="fa-IR"/>
        </w:rPr>
        <w:t xml:space="preserve"> و بچه ها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بچه منند و اما مسن بودنت ، من هم مانند تو مسنم آنگاه اظهار رضا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کردم . مرا تزو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ج</w:t>
      </w:r>
      <w:r w:rsidRPr="00FB233E">
        <w:rPr>
          <w:rtl/>
          <w:lang w:bidi="fa-IR"/>
        </w:rPr>
        <w:t xml:space="preserve"> نمود خداوند به جا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ابوسلمه بهتر از او مثل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خدا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را به من عنا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کرد</w:t>
      </w:r>
      <w:r w:rsidRPr="00236F3E">
        <w:rPr>
          <w:rStyle w:val="libFootnotenumChar"/>
          <w:rtl/>
        </w:rPr>
        <w:t>(46).</w:t>
      </w:r>
    </w:p>
    <w:p w:rsidR="00FB233E" w:rsidRPr="00FB233E" w:rsidRDefault="00236F3E" w:rsidP="00236F3E">
      <w:pPr>
        <w:pStyle w:val="Heading1"/>
        <w:rPr>
          <w:rtl/>
        </w:rPr>
      </w:pPr>
      <w:r>
        <w:rPr>
          <w:rtl/>
        </w:rPr>
        <w:br w:type="page"/>
      </w:r>
      <w:bookmarkStart w:id="48" w:name="_Toc496184316"/>
      <w:r w:rsidR="00FB233E" w:rsidRPr="00FB233E">
        <w:rPr>
          <w:rFonts w:hint="eastAsia"/>
          <w:rtl/>
        </w:rPr>
        <w:lastRenderedPageBreak/>
        <w:t>شک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بائ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معاذ بر فوت فرزند</w:t>
      </w:r>
      <w:bookmarkEnd w:id="48"/>
    </w:p>
    <w:p w:rsidR="00FB233E" w:rsidRPr="00FB233E" w:rsidRDefault="00FB233E" w:rsidP="00236F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عبدالرحمن</w:t>
      </w:r>
      <w:r w:rsidRPr="00FB233E">
        <w:rPr>
          <w:rtl/>
          <w:lang w:bidi="fa-IR"/>
        </w:rPr>
        <w:t xml:space="preserve"> بن غنمه گفت :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ادت</w:t>
      </w:r>
      <w:r w:rsidRPr="00FB233E">
        <w:rPr>
          <w:rtl/>
          <w:lang w:bidi="fa-IR"/>
        </w:rPr>
        <w:t xml:space="preserve"> فرزند معاذ بر او وارد شد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 او را بر بال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فرزندش نشسته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آن جوان در حال احتضار بود ما نتوانست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خوددار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اشکمان جار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و صدا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 به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بلند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معاذ با خشونت ما را بازداشت . گفت : ساکت باش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به خدا سوگند خو</w:t>
      </w:r>
      <w:r w:rsidRPr="00FB233E">
        <w:rPr>
          <w:rFonts w:hint="eastAsia"/>
          <w:rtl/>
          <w:lang w:bidi="fa-IR"/>
        </w:rPr>
        <w:t>دش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داند صبر بر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آمد محبوبتر است نزد من از تمام جنگهائ</w:t>
      </w:r>
      <w:r w:rsidRPr="00FB233E">
        <w:rPr>
          <w:rFonts w:hint="cs"/>
          <w:rtl/>
          <w:lang w:bidi="fa-IR"/>
        </w:rPr>
        <w:t>ی</w:t>
      </w:r>
      <w:r w:rsidR="00236F3E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در خدمت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نموده ام ، من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از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فرمود: هر کس فرزند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داشته باشد مورد علاقه و مهر او، آن فرزند فوت شود اگر صبر کند در مص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بتش</w:t>
      </w:r>
      <w:r w:rsidRPr="00FB233E">
        <w:rPr>
          <w:rtl/>
          <w:lang w:bidi="fa-IR"/>
        </w:rPr>
        <w:t xml:space="preserve"> و ناراحت نشود خداوند فوت شده را ب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مکان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بهتر از محل اول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برد. در مقابل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آمد مص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</w:t>
      </w:r>
      <w:r w:rsidR="00236F3E">
        <w:rPr>
          <w:rFonts w:hint="cs"/>
          <w:rtl/>
          <w:lang w:bidi="fa-IR"/>
        </w:rPr>
        <w:t>ت</w:t>
      </w:r>
      <w:r w:rsidRPr="00FB233E">
        <w:rPr>
          <w:rtl/>
          <w:lang w:bidi="fa-IR"/>
        </w:rPr>
        <w:t xml:space="preserve"> زده را مورد رحمت و مغفرت و رضوان خود قرار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دهد مختصر زمان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گذشت صدا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مؤ ذن بلند شد در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هنگام جوان از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رفت ما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انجام نماز حرکت کرد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،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برگشت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او را غسل داده و کفن نموده </w:t>
      </w:r>
      <w:r w:rsidRPr="00FB233E">
        <w:rPr>
          <w:rFonts w:hint="eastAsia"/>
          <w:rtl/>
          <w:lang w:bidi="fa-IR"/>
        </w:rPr>
        <w:t>است</w:t>
      </w:r>
      <w:r w:rsidRPr="00FB233E">
        <w:rPr>
          <w:rtl/>
          <w:lang w:bidi="fa-IR"/>
        </w:rPr>
        <w:t xml:space="preserve"> مردم جنازه</w:t>
      </w:r>
      <w:r w:rsidR="00236F3E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اش</w:t>
      </w:r>
      <w:r w:rsidRPr="00FB233E">
        <w:rPr>
          <w:rtl/>
          <w:lang w:bidi="fa-IR"/>
        </w:rPr>
        <w:t xml:space="preserve"> را برده اند خود را به آنها رساند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، به معاذ گفت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خداوند ترا رحمت کند چرا صبر نکرد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تا ما به جنازه پسر برادرمان حاضر شو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 گفت : به ما دستور داده اند فوت شدگان را تاءخ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انداز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هر ساعت از شب و روز که از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رفتند، آنگاه داخل در قبر شد و فرزندش را </w:t>
      </w:r>
      <w:r w:rsidRPr="00FB233E">
        <w:rPr>
          <w:rFonts w:hint="eastAsia"/>
          <w:rtl/>
          <w:lang w:bidi="fa-IR"/>
        </w:rPr>
        <w:t>دفن</w:t>
      </w:r>
      <w:r w:rsidRPr="00FB233E">
        <w:rPr>
          <w:rtl/>
          <w:lang w:bidi="fa-IR"/>
        </w:rPr>
        <w:t xml:space="preserve"> نمود.</w:t>
      </w:r>
    </w:p>
    <w:p w:rsidR="00FB233E" w:rsidRPr="00FB233E" w:rsidRDefault="00FB233E" w:rsidP="00236F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موقع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خواست خارج شود دستش را گرفتم تا از قبر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رونش</w:t>
      </w:r>
      <w:r w:rsidRPr="00FB233E">
        <w:rPr>
          <w:rtl/>
          <w:lang w:bidi="fa-IR"/>
        </w:rPr>
        <w:t xml:space="preserve"> آورم . امتناع ورز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گفت :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امتناع من نه از جهت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نستکه</w:t>
      </w:r>
      <w:r w:rsidRPr="00FB233E">
        <w:rPr>
          <w:rtl/>
          <w:lang w:bidi="fa-IR"/>
        </w:rPr>
        <w:t xml:space="preserve"> پرقوه و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رومندم</w:t>
      </w:r>
      <w:r w:rsidRPr="00FB233E">
        <w:rPr>
          <w:rtl/>
          <w:lang w:bidi="fa-IR"/>
        </w:rPr>
        <w:t xml:space="preserve"> بلکه دوست ندارم شخص نادان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ال</w:t>
      </w:r>
      <w:r w:rsidRPr="00FB233E">
        <w:rPr>
          <w:rtl/>
          <w:lang w:bidi="fa-IR"/>
        </w:rPr>
        <w:t xml:space="preserve"> کند دست مرا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ضعف و سست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از مص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بت</w:t>
      </w:r>
      <w:r w:rsidRPr="00FB233E">
        <w:rPr>
          <w:rtl/>
          <w:lang w:bidi="fa-IR"/>
        </w:rPr>
        <w:t xml:space="preserve"> فرزند بر من وارد شده گرفته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منزل خود برگشت روغن اس</w:t>
      </w:r>
      <w:r w:rsidRPr="00FB233E">
        <w:rPr>
          <w:rFonts w:hint="eastAsia"/>
          <w:rtl/>
          <w:lang w:bidi="fa-IR"/>
        </w:rPr>
        <w:t>تعمال</w:t>
      </w:r>
      <w:r w:rsidRPr="00FB233E">
        <w:rPr>
          <w:rtl/>
          <w:lang w:bidi="fa-IR"/>
        </w:rPr>
        <w:t xml:space="preserve"> کرد و چشمش را سرمه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لباس خود را عوض نمود در آن روز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شتر</w:t>
      </w:r>
      <w:r w:rsidRPr="00FB233E">
        <w:rPr>
          <w:rtl/>
          <w:lang w:bidi="fa-IR"/>
        </w:rPr>
        <w:t xml:space="preserve"> تبسم </w:t>
      </w:r>
      <w:r w:rsidRPr="00FB233E">
        <w:rPr>
          <w:rtl/>
          <w:lang w:bidi="fa-IR"/>
        </w:rPr>
        <w:lastRenderedPageBreak/>
        <w:t>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به همان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داشت . گفت : </w:t>
      </w:r>
      <w:r w:rsidRPr="00236F3E">
        <w:rPr>
          <w:rStyle w:val="libAlaemChar"/>
          <w:rtl/>
        </w:rPr>
        <w:t>(</w:t>
      </w:r>
      <w:r w:rsidR="00236F3E" w:rsidRPr="00236F3E">
        <w:rPr>
          <w:rStyle w:val="libAieChar"/>
          <w:rtl/>
        </w:rPr>
        <w:t>إِنَّا لِلَّـهِ وَإِنَّا إِلَيْهِ رَاجِعُونَ</w:t>
      </w:r>
      <w:r w:rsidRPr="00236F3E">
        <w:rPr>
          <w:rStyle w:val="libAlaemChar"/>
          <w:rtl/>
        </w:rPr>
        <w:t>)</w:t>
      </w:r>
      <w:r w:rsidRPr="00FB233E">
        <w:rPr>
          <w:rtl/>
          <w:lang w:bidi="fa-IR"/>
        </w:rPr>
        <w:t xml:space="preserve"> در راه خدا عوض آنچه فوت شود هست هر مص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آن راه آسانست جبران فوت شده در نزد اوست </w:t>
      </w:r>
      <w:r w:rsidRPr="00236F3E">
        <w:rPr>
          <w:rStyle w:val="libFootnotenumChar"/>
          <w:rtl/>
        </w:rPr>
        <w:t>(47)</w:t>
      </w:r>
      <w:r w:rsidRPr="00FB233E">
        <w:rPr>
          <w:rtl/>
          <w:lang w:bidi="fa-IR"/>
        </w:rPr>
        <w:t>.</w:t>
      </w:r>
    </w:p>
    <w:p w:rsidR="00FB233E" w:rsidRPr="00FB233E" w:rsidRDefault="00FB233E" w:rsidP="00236F3E">
      <w:pPr>
        <w:pStyle w:val="Heading1"/>
        <w:rPr>
          <w:rtl/>
        </w:rPr>
      </w:pPr>
      <w:bookmarkStart w:id="49" w:name="_Toc496184317"/>
      <w:r w:rsidRPr="00FB233E">
        <w:rPr>
          <w:rFonts w:hint="eastAsia"/>
          <w:rtl/>
        </w:rPr>
        <w:t>شهادت</w:t>
      </w:r>
      <w:r w:rsidRPr="00FB233E">
        <w:rPr>
          <w:rtl/>
        </w:rPr>
        <w:t xml:space="preserve"> حمزه و صبر پ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غمبر</w:t>
      </w:r>
      <w:bookmarkEnd w:id="49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هنگام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جنگ احد پا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فرمود: چه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خبر از عمو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حمزه دارد حارث بن صمت گفت : من جا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دانم حضرت او را فرستادند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چشمش به جسد حمزه افتاد راض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نشد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خبر دهد. حضرت رسول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به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="00236F3E">
        <w:rPr>
          <w:rStyle w:val="libAlaemChar"/>
          <w:rFonts w:hint="cs"/>
          <w:rtl/>
        </w:rPr>
        <w:t xml:space="preserve">گفت و </w:t>
      </w:r>
      <w:r w:rsidRPr="00FB233E">
        <w:rPr>
          <w:rFonts w:hint="eastAsia"/>
          <w:rtl/>
          <w:lang w:bidi="fa-IR"/>
        </w:rPr>
        <w:t>آمد</w:t>
      </w:r>
      <w:r w:rsidRPr="00FB233E">
        <w:rPr>
          <w:rtl/>
          <w:lang w:bidi="fa-IR"/>
        </w:rPr>
        <w:t xml:space="preserve"> حمزه را که به آن حال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او هم راض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نشد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خبر 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حضرت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اورد،</w:t>
      </w:r>
      <w:r w:rsidRPr="00FB233E">
        <w:rPr>
          <w:rtl/>
          <w:lang w:bidi="fa-IR"/>
        </w:rPr>
        <w:t xml:space="preserve"> تا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خود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تشر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</w:t>
      </w:r>
      <w:r w:rsidRPr="00FB233E">
        <w:rPr>
          <w:rtl/>
          <w:lang w:bidi="fa-IR"/>
        </w:rPr>
        <w:t xml:space="preserve"> آورد، کنار جسد حمزه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ستاد</w:t>
      </w:r>
    </w:p>
    <w:p w:rsidR="00FB233E" w:rsidRPr="00FB233E" w:rsidRDefault="00FB233E" w:rsidP="00236F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او را مثله</w:t>
      </w:r>
      <w:r w:rsidRPr="00236F3E">
        <w:rPr>
          <w:rStyle w:val="libFootnotenumChar"/>
          <w:rtl/>
        </w:rPr>
        <w:t xml:space="preserve"> (48)</w:t>
      </w:r>
      <w:r w:rsidRPr="00FB233E">
        <w:rPr>
          <w:rtl/>
          <w:lang w:bidi="fa-IR"/>
        </w:rPr>
        <w:t xml:space="preserve"> نموده اند شکمش را شکافته و کبدش را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آورده اند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آن جناب را فرا گرفت شروع به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کردن نمود فرمود: لک الحمد و انت المستعان و 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المشتک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ثم قال لن اصاب بمثل حمزه ابدا حمد و سپاس از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 است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خدا! تو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اور</w:t>
      </w:r>
      <w:r w:rsidRPr="00FB233E">
        <w:rPr>
          <w:rtl/>
          <w:lang w:bidi="fa-IR"/>
        </w:rPr>
        <w:t xml:space="preserve"> مائ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بسو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 </w:t>
      </w:r>
      <w:r w:rsidRPr="00FB233E">
        <w:rPr>
          <w:rFonts w:hint="eastAsia"/>
          <w:rtl/>
          <w:lang w:bidi="fa-IR"/>
        </w:rPr>
        <w:t>از</w:t>
      </w:r>
      <w:r w:rsidRPr="00FB233E">
        <w:rPr>
          <w:rtl/>
          <w:lang w:bidi="fa-IR"/>
        </w:rPr>
        <w:t xml:space="preserve"> ستمکاران شکا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ما است فرمود: مص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چون مص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بت</w:t>
      </w:r>
      <w:r w:rsidRPr="00FB233E">
        <w:rPr>
          <w:rtl/>
          <w:lang w:bidi="fa-IR"/>
        </w:rPr>
        <w:t xml:space="preserve"> حمزه بر من وارد نخواهد شد اگر خداوند مرا بر قر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نصرت دهد هفتاد نفر از آنها را مثله خواهم کرد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نجا</w:t>
      </w:r>
      <w:r w:rsidRPr="00FB233E">
        <w:rPr>
          <w:rtl/>
          <w:lang w:bidi="fa-IR"/>
        </w:rPr>
        <w:t xml:space="preserve"> جبرئ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را آورد:</w:t>
      </w:r>
      <w:r w:rsidR="00236F3E" w:rsidRPr="00236F3E">
        <w:rPr>
          <w:rStyle w:val="libAlaemChar"/>
          <w:rFonts w:hint="cs"/>
          <w:rtl/>
        </w:rPr>
        <w:t>(</w:t>
      </w:r>
      <w:r w:rsidRPr="00FB233E">
        <w:rPr>
          <w:rtl/>
          <w:lang w:bidi="fa-IR"/>
        </w:rPr>
        <w:t xml:space="preserve"> </w:t>
      </w:r>
      <w:r w:rsidR="00236F3E" w:rsidRPr="00236F3E">
        <w:rPr>
          <w:rStyle w:val="libAieChar"/>
          <w:rtl/>
        </w:rPr>
        <w:t>وَإِنْ عَاقَبْتُمْ فَعَاقِبُوا بِمِثْلِ مَا عُوقِبْتُم بِهِ وَلَئِن صَبَرْتُمْ لَهُوَ خَيْرٌ لِّلصَّابِرِينَ</w:t>
      </w:r>
      <w:r w:rsidRPr="00FB233E">
        <w:rPr>
          <w:rtl/>
          <w:lang w:bidi="fa-IR"/>
        </w:rPr>
        <w:t xml:space="preserve"> </w:t>
      </w:r>
      <w:r w:rsidR="00236F3E" w:rsidRPr="00236F3E">
        <w:rPr>
          <w:rStyle w:val="libAlaemChar"/>
          <w:rFonts w:hint="cs"/>
          <w:rtl/>
        </w:rPr>
        <w:t>)</w:t>
      </w:r>
      <w:r w:rsidRPr="00FB233E">
        <w:rPr>
          <w:rtl/>
          <w:lang w:bidi="fa-IR"/>
        </w:rPr>
        <w:t>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اگر</w:t>
      </w:r>
      <w:r w:rsidRPr="00FB233E">
        <w:rPr>
          <w:rtl/>
          <w:lang w:bidi="fa-IR"/>
        </w:rPr>
        <w:t xml:space="preserve">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فر</w:t>
      </w:r>
      <w:r w:rsidRPr="00FB233E">
        <w:rPr>
          <w:rtl/>
          <w:lang w:bidi="fa-IR"/>
        </w:rPr>
        <w:t xml:space="preserve"> کرد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همانند آنچه به شما ستم شده است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فر</w:t>
      </w:r>
      <w:r w:rsidRPr="00FB233E">
        <w:rPr>
          <w:rtl/>
          <w:lang w:bidi="fa-IR"/>
        </w:rPr>
        <w:t xml:space="preserve"> نمائ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اگر شک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صبر بهتر است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صابر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. حضرت سه مرتبه فرمود: صبر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کنم آنگاه ردا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را بر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حمزه انداخت . هر گاه به طرف سر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پا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</w:t>
      </w:r>
      <w:r w:rsidRPr="00FB233E">
        <w:rPr>
          <w:rtl/>
          <w:lang w:bidi="fa-IR"/>
        </w:rPr>
        <w:lastRenderedPageBreak/>
        <w:t>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ماند به طرف پا که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سرش خارج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قسم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سر را پوشان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بر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پاها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حمزه خاشاک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ابان</w:t>
      </w:r>
      <w:r w:rsidRPr="00FB233E">
        <w:rPr>
          <w:rtl/>
          <w:lang w:bidi="fa-IR"/>
        </w:rPr>
        <w:t xml:space="preserve">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خت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236F3E">
      <w:pPr>
        <w:pStyle w:val="libNormal"/>
        <w:rPr>
          <w:rtl/>
          <w:lang w:bidi="fa-IR"/>
        </w:rPr>
      </w:pPr>
      <w:r w:rsidRPr="00FB233E">
        <w:rPr>
          <w:rFonts w:hint="eastAsia"/>
          <w:rtl/>
        </w:rPr>
        <w:t>چون</w:t>
      </w:r>
      <w:r w:rsidRPr="00FB233E">
        <w:rPr>
          <w:rtl/>
        </w:rPr>
        <w:t xml:space="preserve"> در ا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ن</w:t>
      </w:r>
      <w:r w:rsidRPr="00FB233E">
        <w:rPr>
          <w:rtl/>
        </w:rPr>
        <w:t xml:space="preserve"> جنگ ش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طان</w:t>
      </w:r>
      <w:r w:rsidRPr="00FB233E">
        <w:rPr>
          <w:rtl/>
        </w:rPr>
        <w:t xml:space="preserve"> ندا داد (الا قد قتل محمد </w:t>
      </w:r>
      <w:r w:rsidR="00236F3E" w:rsidRPr="00236F3E">
        <w:rPr>
          <w:rStyle w:val="libAlaemChar"/>
          <w:rFonts w:eastAsiaTheme="minorHAnsi"/>
          <w:rtl/>
        </w:rPr>
        <w:t>صلى‌الله‌عليه‌وآله‌وسلم</w:t>
      </w:r>
      <w:r w:rsidRPr="00FB233E">
        <w:rPr>
          <w:rtl/>
        </w:rPr>
        <w:t>) محمد را کشتند ا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ن</w:t>
      </w:r>
      <w:r w:rsidRPr="00FB233E">
        <w:rPr>
          <w:rtl/>
        </w:rPr>
        <w:t xml:space="preserve"> صدا در مد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نه</w:t>
      </w:r>
      <w:r w:rsidRPr="00FB233E">
        <w:rPr>
          <w:rtl/>
        </w:rPr>
        <w:t xml:space="preserve"> هم شن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ده</w:t>
      </w:r>
      <w:r w:rsidRPr="00FB233E">
        <w:rPr>
          <w:rtl/>
        </w:rPr>
        <w:t xml:space="preserve"> شد. از ا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ن</w:t>
      </w:r>
      <w:r w:rsidRPr="00FB233E">
        <w:rPr>
          <w:rtl/>
        </w:rPr>
        <w:t xml:space="preserve"> رو، زنها سراس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مه</w:t>
      </w:r>
      <w:r w:rsidRPr="00FB233E">
        <w:rPr>
          <w:rtl/>
        </w:rPr>
        <w:t xml:space="preserve"> ب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رون</w:t>
      </w:r>
      <w:r w:rsidRPr="00FB233E">
        <w:rPr>
          <w:rtl/>
        </w:rPr>
        <w:t xml:space="preserve"> شدند در م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ان</w:t>
      </w:r>
      <w:r w:rsidRPr="00FB233E">
        <w:rPr>
          <w:rtl/>
        </w:rPr>
        <w:t xml:space="preserve"> آنها فاطمه زهراء و صف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ه</w:t>
      </w:r>
      <w:r w:rsidRPr="00FB233E">
        <w:rPr>
          <w:rtl/>
        </w:rPr>
        <w:t xml:space="preserve"> خوا</w:t>
      </w:r>
      <w:r w:rsidR="00236F3E">
        <w:rPr>
          <w:rFonts w:hint="cs"/>
          <w:rtl/>
          <w:lang w:bidi="fa-IR"/>
        </w:rPr>
        <w:t>هر</w:t>
      </w:r>
      <w:r w:rsidRPr="00FB233E">
        <w:rPr>
          <w:rtl/>
        </w:rPr>
        <w:t>حمزه ن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ز</w:t>
      </w:r>
      <w:r w:rsidRPr="00FB233E">
        <w:rPr>
          <w:rtl/>
        </w:rPr>
        <w:t xml:space="preserve"> بودند هم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ن</w:t>
      </w:r>
      <w:r w:rsidRPr="00FB233E">
        <w:rPr>
          <w:rtl/>
        </w:rPr>
        <w:t xml:space="preserve"> که به حضرت رسول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</w:rPr>
        <w:t>خبر دادند به عل</w:t>
      </w:r>
      <w:r w:rsidRPr="00FB233E">
        <w:rPr>
          <w:rFonts w:hint="cs"/>
          <w:rtl/>
        </w:rPr>
        <w:t>ی</w:t>
      </w:r>
      <w:r w:rsidRPr="00FB233E">
        <w:rPr>
          <w:rtl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Fonts w:hint="eastAsia"/>
          <w:rtl/>
        </w:rPr>
        <w:t>فرمود</w:t>
      </w:r>
      <w:r w:rsidRPr="00FB233E">
        <w:rPr>
          <w:rtl/>
        </w:rPr>
        <w:t>: عمه ام صف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ه</w:t>
      </w:r>
      <w:r w:rsidRPr="00FB233E">
        <w:rPr>
          <w:rtl/>
        </w:rPr>
        <w:t xml:space="preserve"> را نگهدار که نم</w:t>
      </w:r>
      <w:r w:rsidRPr="00FB233E">
        <w:rPr>
          <w:rFonts w:hint="cs"/>
          <w:rtl/>
        </w:rPr>
        <w:t>ی</w:t>
      </w:r>
      <w:r w:rsidRPr="00FB233E">
        <w:rPr>
          <w:rtl/>
        </w:rPr>
        <w:t xml:space="preserve"> تواند برادرش را به آن حال بب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ند</w:t>
      </w:r>
      <w:r w:rsidRPr="00FB233E">
        <w:rPr>
          <w:rtl/>
        </w:rPr>
        <w:t xml:space="preserve"> اما فاطمه را بگذار ب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ا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د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چون</w:t>
      </w:r>
      <w:r w:rsidRPr="00FB233E">
        <w:rPr>
          <w:rtl/>
          <w:lang w:bidi="fa-IR"/>
        </w:rPr>
        <w:t xml:space="preserve"> زهرا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چشمش به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افتاد و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صورتش خون آلود است شروع به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نمود. خون از صورت پدر پاک کرد و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: غضب خداوند شد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شود بر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صورت شما را مجروح کرد.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هنگام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حضرت رسول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به 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بازگشت از در خانه 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انصار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گذشت</w:t>
      </w:r>
      <w:r w:rsidR="00236F3E">
        <w:rPr>
          <w:rFonts w:hint="cs"/>
          <w:rtl/>
          <w:lang w:bidi="fa-IR"/>
        </w:rPr>
        <w:t xml:space="preserve"> صدای </w:t>
      </w:r>
      <w:r w:rsidRPr="00FB233E">
        <w:rPr>
          <w:rtl/>
          <w:lang w:bidi="fa-IR"/>
        </w:rPr>
        <w:t xml:space="preserve"> زنان مص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بت</w:t>
      </w:r>
      <w:r w:rsidRPr="00FB233E">
        <w:rPr>
          <w:rtl/>
          <w:lang w:bidi="fa-IR"/>
        </w:rPr>
        <w:t xml:space="preserve"> زده را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بر کشتگان خود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کنند اشکها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 جناب جار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فرمود: عمو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حمزه امروز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کننده ندارد.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سخن را سعد ابن معاذ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به انصار گفت :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tl/>
          <w:lang w:bidi="fa-IR"/>
        </w:rPr>
        <w:t xml:space="preserve"> زن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بر کشته خود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کند مگر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اول فاطمه زهرا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را در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کردن بر حمزه کمک کند، همه زنان انصار خدمت فاطمه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با آن بانو در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کردن همکار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نمودند</w:t>
      </w:r>
      <w:r w:rsidRPr="00236F3E">
        <w:rPr>
          <w:rStyle w:val="libFootnotenumChar"/>
          <w:rtl/>
        </w:rPr>
        <w:t>(49).</w:t>
      </w:r>
    </w:p>
    <w:p w:rsidR="00FB233E" w:rsidRPr="00FB233E" w:rsidRDefault="00236F3E" w:rsidP="00692D38">
      <w:pPr>
        <w:pStyle w:val="Heading1"/>
        <w:rPr>
          <w:rtl/>
        </w:rPr>
      </w:pPr>
      <w:r>
        <w:rPr>
          <w:rtl/>
        </w:rPr>
        <w:br w:type="page"/>
      </w:r>
      <w:r w:rsidR="00E27067">
        <w:rPr>
          <w:rFonts w:hint="cs"/>
          <w:rtl/>
        </w:rPr>
        <w:lastRenderedPageBreak/>
        <w:t xml:space="preserve"> </w:t>
      </w:r>
      <w:bookmarkStart w:id="50" w:name="_Toc496184318"/>
      <w:r w:rsidR="00FB233E" w:rsidRPr="00FB233E">
        <w:rPr>
          <w:rFonts w:hint="eastAsia"/>
          <w:rtl/>
        </w:rPr>
        <w:t>نامه</w:t>
      </w:r>
      <w:r w:rsidR="00FB233E" w:rsidRPr="00FB233E">
        <w:rPr>
          <w:rtl/>
        </w:rPr>
        <w:t xml:space="preserve"> ا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از حضرت صادق </w:t>
      </w:r>
      <w:r w:rsidR="006A44DE" w:rsidRPr="006A44DE">
        <w:rPr>
          <w:rStyle w:val="libAlaemChar"/>
          <w:rtl/>
        </w:rPr>
        <w:t>عليه‌السلام</w:t>
      </w:r>
      <w:bookmarkEnd w:id="50"/>
      <w:r w:rsidR="006A44DE" w:rsidRPr="006A44DE">
        <w:rPr>
          <w:rStyle w:val="libAlaemChar"/>
          <w:rtl/>
        </w:rPr>
        <w:t xml:space="preserve"> 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اسح</w:t>
      </w:r>
      <w:r w:rsidR="00E27067">
        <w:rPr>
          <w:rFonts w:hint="cs"/>
          <w:rtl/>
          <w:lang w:bidi="fa-IR"/>
        </w:rPr>
        <w:t>ا</w:t>
      </w:r>
      <w:r w:rsidRPr="00FB233E">
        <w:rPr>
          <w:rFonts w:hint="eastAsia"/>
          <w:rtl/>
          <w:lang w:bidi="fa-IR"/>
        </w:rPr>
        <w:t>ق</w:t>
      </w:r>
      <w:r w:rsidRPr="00FB233E">
        <w:rPr>
          <w:rtl/>
          <w:lang w:bidi="fa-IR"/>
        </w:rPr>
        <w:t xml:space="preserve"> بن عمار گفت : هنگام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عبدالله بن حسن و بستگانش را، به امر منصور دوان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زندان بردند حضرت صادق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نامه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تسل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تسل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آنها نوشت :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بسم</w:t>
      </w:r>
      <w:r w:rsidRPr="00FB233E">
        <w:rPr>
          <w:rtl/>
          <w:lang w:bidi="fa-IR"/>
        </w:rPr>
        <w:t xml:space="preserve"> الله الرحمن الرح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نامه بسو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بازمانده صالح و ذر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پاک است از طرف پسر برادر و پسر عمو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: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عبدالله اگر شما را به زندان بردند مرا هم شر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کردند در آنچه به شما از اندوه و ناراحت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قلب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من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همانند شما محزون و ناراحتم در مورد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آمد اگر بسو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خدا برگرد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نظر به کتابش نمائ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پره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زکاران</w:t>
      </w:r>
      <w:r w:rsidRPr="00FB233E">
        <w:rPr>
          <w:rtl/>
          <w:lang w:bidi="fa-IR"/>
        </w:rPr>
        <w:t xml:space="preserve"> صبر و شک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خواسته در آنجا که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(فاصبر و لا تکن کصاحب الحوت ) شک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 . مانند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ونس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مباش (ب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از ده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مربوط</w:t>
      </w:r>
      <w:r w:rsidRPr="00FB233E">
        <w:rPr>
          <w:rtl/>
          <w:lang w:bidi="fa-IR"/>
        </w:rPr>
        <w:t xml:space="preserve"> به صبر حضرت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نامه استشهاد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که بواسطه اختصار از ذکر آنها خوددار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شد).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پسر</w:t>
      </w:r>
      <w:r w:rsidRPr="00FB233E">
        <w:rPr>
          <w:rtl/>
          <w:lang w:bidi="fa-IR"/>
        </w:rPr>
        <w:t xml:space="preserve"> عمو هرگز خداوند به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دوستان اهم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نداده در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خداوند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دوستانش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محبوبتر از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و ناراحت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شک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صبر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همان طور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ارزش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نعمتها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قرار نداده نسبت به دشمنانش .</w:t>
      </w:r>
    </w:p>
    <w:p w:rsidR="00FB233E" w:rsidRPr="00FB233E" w:rsidRDefault="00FB233E" w:rsidP="00C81AE9">
      <w:pPr>
        <w:pStyle w:val="libNormal"/>
        <w:rPr>
          <w:rFonts w:hint="cs"/>
          <w:rtl/>
          <w:lang w:bidi="fa-IR"/>
        </w:rPr>
      </w:pPr>
      <w:r w:rsidRPr="00FB233E">
        <w:rPr>
          <w:rFonts w:hint="eastAsia"/>
          <w:rtl/>
          <w:lang w:bidi="fa-IR"/>
        </w:rPr>
        <w:t>اگر</w:t>
      </w:r>
      <w:r w:rsidRPr="00FB233E">
        <w:rPr>
          <w:rtl/>
          <w:lang w:bidi="fa-IR"/>
        </w:rPr>
        <w:t xml:space="preserve"> غ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از آن بود دشمنانش را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کشتند و آنها را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هراسانند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آرامش و آسا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، برتر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غلبه دارند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نروست</w:t>
      </w:r>
      <w:r w:rsidRPr="00FB233E">
        <w:rPr>
          <w:rtl/>
          <w:lang w:bidi="fa-IR"/>
        </w:rPr>
        <w:t xml:space="preserve"> که مثل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ح</w:t>
      </w:r>
      <w:r w:rsidRPr="00FB233E">
        <w:rPr>
          <w:rFonts w:hint="cs"/>
          <w:rtl/>
          <w:lang w:bidi="fa-IR"/>
        </w:rPr>
        <w:t>یی</w:t>
      </w:r>
      <w:r w:rsidRPr="00FB233E">
        <w:rPr>
          <w:rtl/>
          <w:lang w:bidi="fa-IR"/>
        </w:rPr>
        <w:t xml:space="preserve"> و زکر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به ستمگر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عناد کشته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شوند وجدت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اب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طالب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و پسر عمو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حس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ابن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را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کشند اگر نه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بود خداوند در قرآن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فرمود: </w:t>
      </w:r>
      <w:r w:rsidRPr="00C81AE9">
        <w:rPr>
          <w:rStyle w:val="libAlaemChar"/>
          <w:rtl/>
        </w:rPr>
        <w:t>(</w:t>
      </w:r>
      <w:r w:rsidR="00C81AE9" w:rsidRPr="00C81AE9">
        <w:rPr>
          <w:rStyle w:val="libAlaemChar"/>
          <w:rtl/>
        </w:rPr>
        <w:t>و</w:t>
      </w:r>
      <w:r w:rsidR="00C81AE9" w:rsidRPr="00C81AE9">
        <w:rPr>
          <w:rStyle w:val="libAieChar"/>
          <w:rtl/>
        </w:rPr>
        <w:t xml:space="preserve">َلَوْلَا أَن يَكُونَ النَّاسُ أُمَّةً وَاحِدَةً لَّجَعَلْنَا لِمَن يَكْفُرُ بِالرَّحْمَـٰنِ لِبُيُوتِهِمْ </w:t>
      </w:r>
      <w:r w:rsidR="00C81AE9" w:rsidRPr="00C81AE9">
        <w:rPr>
          <w:rStyle w:val="libAieChar"/>
          <w:rtl/>
        </w:rPr>
        <w:lastRenderedPageBreak/>
        <w:t>سُقُفًا مِّن فِضَّةٍ وَمَعَارِجَ عَلَيْهَا يَظْهَرُونَ</w:t>
      </w:r>
      <w:r w:rsidRPr="00C81AE9">
        <w:rPr>
          <w:rStyle w:val="libAlaemChar"/>
          <w:rtl/>
        </w:rPr>
        <w:t xml:space="preserve"> )</w:t>
      </w:r>
      <w:r w:rsidRPr="00FB233E">
        <w:rPr>
          <w:rtl/>
          <w:lang w:bidi="fa-IR"/>
        </w:rPr>
        <w:t xml:space="preserve"> و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فرمود: </w:t>
      </w:r>
      <w:r w:rsidRPr="00C81AE9">
        <w:rPr>
          <w:rStyle w:val="libAlaemChar"/>
          <w:rtl/>
        </w:rPr>
        <w:t>(</w:t>
      </w:r>
      <w:r w:rsidR="00C81AE9" w:rsidRPr="00C81AE9">
        <w:rPr>
          <w:rStyle w:val="libAieChar"/>
          <w:rtl/>
        </w:rPr>
        <w:t>أَيَحْسَبُونَ أَنَّمَا نُمِدُّهُم بِهِ مِن مَّالٍ وَبَنِينَ ﴿</w:t>
      </w:r>
      <w:hyperlink r:id="rId22" w:anchor="23:55" w:history="1">
        <w:r w:rsidR="00C81AE9" w:rsidRPr="00C81AE9">
          <w:rPr>
            <w:rStyle w:val="libAieChar"/>
            <w:rtl/>
          </w:rPr>
          <w:t>٥٥</w:t>
        </w:r>
      </w:hyperlink>
      <w:r w:rsidR="00C81AE9" w:rsidRPr="00C81AE9">
        <w:rPr>
          <w:rStyle w:val="libAieChar"/>
          <w:rtl/>
        </w:rPr>
        <w:t>﴾ نُسَارِعُ لَهُمْ فِي الْخَيْرَاتِ</w:t>
      </w:r>
      <w:r w:rsidR="00C81AE9" w:rsidRPr="00C81AE9">
        <w:rPr>
          <w:rStyle w:val="libAieChar"/>
          <w:rFonts w:ascii="Times New Roman" w:hAnsi="Times New Roman" w:cs="Times New Roman" w:hint="cs"/>
          <w:rtl/>
        </w:rPr>
        <w:t> ۚ</w:t>
      </w:r>
      <w:r w:rsidR="00C81AE9" w:rsidRPr="00C81AE9">
        <w:rPr>
          <w:rStyle w:val="libAieChar"/>
          <w:rtl/>
        </w:rPr>
        <w:t xml:space="preserve"> بَل لَّا يَشْعُرُونَ</w:t>
      </w:r>
      <w:r w:rsidRPr="00C81AE9">
        <w:rPr>
          <w:rStyle w:val="libAieChar"/>
          <w:rtl/>
        </w:rPr>
        <w:t>.</w:t>
      </w:r>
      <w:r w:rsidR="00C81AE9" w:rsidRPr="00C81AE9">
        <w:rPr>
          <w:rStyle w:val="libAlaemChar"/>
          <w:rFonts w:eastAsia="KFGQPC Uthman Taha Naskh" w:hint="cs"/>
          <w:rtl/>
        </w:rPr>
        <w:t>)</w:t>
      </w:r>
    </w:p>
    <w:p w:rsidR="00FB233E" w:rsidRPr="00FB233E" w:rsidRDefault="00FB233E" w:rsidP="00772665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کنند کشش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ثروت و فرزندان آنها را خوب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ها</w:t>
      </w:r>
      <w:r w:rsidRPr="00FB233E">
        <w:rPr>
          <w:rtl/>
          <w:lang w:bidi="fa-IR"/>
        </w:rPr>
        <w:t xml:space="preserve"> را به سو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سوق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نه ،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دانند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جهت است که در حد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ث</w:t>
      </w:r>
      <w:r w:rsidRPr="00FB233E">
        <w:rPr>
          <w:rtl/>
          <w:lang w:bidi="fa-IR"/>
        </w:rPr>
        <w:t xml:space="preserve"> آمده اگر مؤ من محزون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کافر عصابه </w:t>
      </w:r>
      <w:r w:rsidRPr="00C81AE9">
        <w:rPr>
          <w:rStyle w:val="libFootnotenumChar"/>
          <w:rtl/>
        </w:rPr>
        <w:t>(50)</w:t>
      </w:r>
      <w:r w:rsidRPr="00FB233E">
        <w:rPr>
          <w:rtl/>
          <w:lang w:bidi="fa-IR"/>
        </w:rPr>
        <w:t xml:space="preserve"> آهن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قرار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دادم که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چگاه</w:t>
      </w:r>
      <w:r w:rsidRPr="00FB233E">
        <w:rPr>
          <w:rtl/>
          <w:lang w:bidi="fa-IR"/>
        </w:rPr>
        <w:t xml:space="preserve"> دردسر نگ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رد</w:t>
      </w:r>
      <w:r w:rsidRPr="00FB233E">
        <w:rPr>
          <w:rtl/>
          <w:lang w:bidi="fa-IR"/>
        </w:rPr>
        <w:t>. همچن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حد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ث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که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در نظر خداوند به اندازه پر مگس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ارزش ندارد. اگر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مقدار ارزش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داشت به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tl/>
          <w:lang w:bidi="fa-IR"/>
        </w:rPr>
        <w:t xml:space="preserve"> کافر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قطره آب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داد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نروست</w:t>
      </w:r>
      <w:r w:rsidRPr="00FB233E">
        <w:rPr>
          <w:rtl/>
          <w:lang w:bidi="fa-IR"/>
        </w:rPr>
        <w:t xml:space="preserve"> که در حد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ث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هر گاه خداوند قوم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بنده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</w:t>
      </w:r>
      <w:r w:rsidR="00772665">
        <w:rPr>
          <w:rFonts w:hint="cs"/>
          <w:rtl/>
          <w:lang w:bidi="fa-IR"/>
        </w:rPr>
        <w:t>.</w:t>
      </w:r>
      <w:r w:rsidRPr="00FB233E">
        <w:rPr>
          <w:rFonts w:hint="eastAsia"/>
          <w:rtl/>
          <w:lang w:bidi="fa-IR"/>
        </w:rPr>
        <w:t>دوست</w:t>
      </w:r>
      <w:r w:rsidRPr="00FB233E">
        <w:rPr>
          <w:rtl/>
          <w:lang w:bidi="fa-IR"/>
        </w:rPr>
        <w:t xml:space="preserve"> داشته باشد (صب عل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البلاء صبا) او را مورد طوفان بلاء قرار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دهد. از اندوه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خارج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مگر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در غم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داخل گردد.</w:t>
      </w:r>
    </w:p>
    <w:p w:rsidR="00FB233E" w:rsidRPr="00FB233E" w:rsidRDefault="00FB233E" w:rsidP="00772665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در</w:t>
      </w:r>
      <w:r w:rsidRPr="00FB233E">
        <w:rPr>
          <w:rtl/>
          <w:lang w:bidi="fa-IR"/>
        </w:rPr>
        <w:t xml:space="preserve"> حد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ث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آمده که محبوبتر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دو اندوه در نزد خداوند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اندوه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مؤ من در موقع خشم دارد و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پوشاند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اندوه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در هنگام مص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بت</w:t>
      </w:r>
      <w:r w:rsidRPr="00FB233E">
        <w:rPr>
          <w:rtl/>
          <w:lang w:bidi="fa-IR"/>
        </w:rPr>
        <w:t xml:space="preserve"> بر او وارد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و صبر بر آن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به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جهت هر کس به اصحاب</w:t>
      </w:r>
      <w:r w:rsidR="00772665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ظلم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نمود دعا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کردند خداوند به او طول عمر و صحت بدن و کثرت مال و فرزند بدهد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هر کس را که امت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از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داد از نظر رحمت و طلب آمرزش شهادت 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خواست پس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عموزادگان و برادران بر شما باد صبر و رضا و واگذار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کار را به خدا و تسل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در مقابل قضا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چنگ بزن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به فرمانبردار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خداوند از او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خواهم به من و شما صبرش را عنا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از هر هلاکت و نابود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 را دور دارد به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</w:t>
      </w:r>
      <w:r w:rsidRPr="00FB233E">
        <w:rPr>
          <w:rtl/>
          <w:lang w:bidi="fa-IR"/>
        </w:rPr>
        <w:t xml:space="preserve"> و قدرت خودش او شنوا و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به ما است . درود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بر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و ب</w:t>
      </w:r>
      <w:r w:rsidRPr="00FB233E">
        <w:rPr>
          <w:rFonts w:hint="eastAsia"/>
          <w:rtl/>
          <w:lang w:bidi="fa-IR"/>
        </w:rPr>
        <w:t>رگز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از بندگانش محمد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و خاندان طاهر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نش</w:t>
      </w:r>
      <w:r w:rsidRPr="00FB233E">
        <w:rPr>
          <w:rtl/>
          <w:lang w:bidi="fa-IR"/>
        </w:rPr>
        <w:t xml:space="preserve"> </w:t>
      </w:r>
    </w:p>
    <w:p w:rsidR="00FB233E" w:rsidRPr="00FB233E" w:rsidRDefault="00772665" w:rsidP="00772665">
      <w:pPr>
        <w:pStyle w:val="Heading1"/>
        <w:rPr>
          <w:rtl/>
        </w:rPr>
      </w:pPr>
      <w:r>
        <w:rPr>
          <w:rtl/>
        </w:rPr>
        <w:br w:type="page"/>
      </w:r>
      <w:bookmarkStart w:id="51" w:name="_Toc496184319"/>
      <w:r w:rsidR="00FB233E" w:rsidRPr="00FB233E">
        <w:rPr>
          <w:rFonts w:hint="eastAsia"/>
          <w:rtl/>
        </w:rPr>
        <w:lastRenderedPageBreak/>
        <w:t>مقا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سه</w:t>
      </w:r>
      <w:r w:rsidR="00FB233E" w:rsidRPr="00FB233E">
        <w:rPr>
          <w:rtl/>
        </w:rPr>
        <w:t xml:space="preserve"> دو زن شک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با</w:t>
      </w:r>
      <w:bookmarkEnd w:id="51"/>
    </w:p>
    <w:p w:rsidR="00FB233E" w:rsidRPr="00FB233E" w:rsidRDefault="00FB233E" w:rsidP="00772665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ابوطلحه</w:t>
      </w:r>
      <w:r w:rsidRPr="00FB233E">
        <w:rPr>
          <w:rtl/>
          <w:lang w:bidi="fa-IR"/>
        </w:rPr>
        <w:t xml:space="preserve"> انصار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اصحاب بزرگ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است در جنگ احد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 حضرت 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رانداز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بر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پنجه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پا بلند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تا هدف 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او را مشاهده کند ابوطلحه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جنگ</w:t>
      </w:r>
      <w:r w:rsidR="00772665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خود را جلو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نگه داشته عرض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من سپر جان مقدس شما باشد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از آنکه 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به شما رسد 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لم</w:t>
      </w:r>
      <w:r w:rsidRPr="00FB233E">
        <w:rPr>
          <w:rtl/>
          <w:lang w:bidi="fa-IR"/>
        </w:rPr>
        <w:t xml:space="preserve">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مرا بشکافد.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ابوطلحه</w:t>
      </w:r>
      <w:r w:rsidRPr="00FB233E">
        <w:rPr>
          <w:rtl/>
          <w:lang w:bidi="fa-IR"/>
        </w:rPr>
        <w:t xml:space="preserve"> پسر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داشت که بس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مورد علاقه او بود. اتفاقا مر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ض</w:t>
      </w:r>
      <w:r w:rsidRPr="00FB233E">
        <w:rPr>
          <w:rtl/>
          <w:lang w:bidi="fa-IR"/>
        </w:rPr>
        <w:t xml:space="preserve"> شد. مادر او ام سل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از زنان با جلالت اسلام است چون به محبت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ابوطلحه نسبت به فرزندش توجه داشت .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که احساس کرد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است بچه فوت شود ابوطلحه را خدمت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فرستاد پس از رفت</w:t>
      </w:r>
      <w:r w:rsidRPr="00FB233E">
        <w:rPr>
          <w:rFonts w:hint="eastAsia"/>
          <w:rtl/>
          <w:lang w:bidi="fa-IR"/>
        </w:rPr>
        <w:t>نش</w:t>
      </w:r>
      <w:r w:rsidRPr="00FB233E">
        <w:rPr>
          <w:rtl/>
          <w:lang w:bidi="fa-IR"/>
        </w:rPr>
        <w:t xml:space="preserve"> بچه از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رفت . ام سل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او را در جامه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کنار اطاق گذاشت فورا حرکت کرد غذا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مطبوع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نمود و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پذ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شوهر با عطر و وسائل آرا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آراست .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ابوطلحه آمد حال فرزند خود را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در جواب گفت : خواب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است سئوال کرد غذائ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هست . ام سل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>م خوراک را آورد. پس از صرف غذا از نظر غر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زه</w:t>
      </w:r>
      <w:r w:rsidRPr="00FB233E">
        <w:rPr>
          <w:rtl/>
          <w:lang w:bidi="fa-IR"/>
        </w:rPr>
        <w:t xml:space="preserve"> جنس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خود را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از</w:t>
      </w:r>
      <w:r w:rsidRPr="00FB233E">
        <w:rPr>
          <w:rtl/>
          <w:lang w:bidi="fa-IR"/>
        </w:rPr>
        <w:t xml:space="preserve"> کرده در آن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شوهر بهتر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دقائق لذت جنس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داشت گفت : ابوطلحه چند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امانت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شخص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نزد من بود آنرا امروز به صاحبش رد کردم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موضوع نگران که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</w:t>
      </w:r>
    </w:p>
    <w:p w:rsidR="00FB233E" w:rsidRPr="00FB233E" w:rsidRDefault="00FB233E" w:rsidP="003D39F7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او</w:t>
      </w:r>
      <w:r w:rsidRPr="00FB233E">
        <w:rPr>
          <w:rtl/>
          <w:lang w:bidi="fa-IR"/>
        </w:rPr>
        <w:t xml:space="preserve"> طلحه جواب داد چرا نگران باشم وظ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فه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بود. گفت : پس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صورت به تو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فرزندت امانت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بود از خداوند در دست تو امروز امانت خود را گرفت . ابوطلحه بدون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tl/>
          <w:lang w:bidi="fa-IR"/>
        </w:rPr>
        <w:t xml:space="preserve"> تغ</w:t>
      </w:r>
      <w:r w:rsidRPr="00FB233E">
        <w:rPr>
          <w:rFonts w:hint="cs"/>
          <w:rtl/>
          <w:lang w:bidi="fa-IR"/>
        </w:rPr>
        <w:t>یی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حال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: من به شک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تو که مخادر او بود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سزاوارترم از جا حرکت کرده غسل نمو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دو</w:t>
      </w:r>
      <w:r w:rsidR="003D39F7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رکعت</w:t>
      </w:r>
      <w:r w:rsidRPr="00FB233E">
        <w:rPr>
          <w:rtl/>
          <w:lang w:bidi="fa-IR"/>
        </w:rPr>
        <w:t xml:space="preserve"> نماز خواند، پس از آن خدمت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فوت فرزند و عمل ام سل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را به عرض </w:t>
      </w:r>
      <w:r w:rsidRPr="00FB233E">
        <w:rPr>
          <w:rtl/>
          <w:lang w:bidi="fa-IR"/>
        </w:rPr>
        <w:lastRenderedPageBreak/>
        <w:t>آن جناب رسان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فرمود: خداوند درآم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زش</w:t>
      </w:r>
      <w:r w:rsidRPr="00FB233E">
        <w:rPr>
          <w:rtl/>
          <w:lang w:bidi="fa-IR"/>
        </w:rPr>
        <w:t xml:space="preserve"> امروز شما برکت دهد آنگاه فرمود: شکر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کنم خدا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که در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امت من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زن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همانند آن زن صابره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اسرائ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قرار داد.</w:t>
      </w:r>
      <w:r w:rsidR="003D39F7" w:rsidRPr="00FB233E">
        <w:rPr>
          <w:rFonts w:hint="eastAsia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 xml:space="preserve"> شک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 زن چه بود. فرمود: زن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بن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اسرائ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بود، شوهرش دستور داد غذائ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کند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چند نفر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همان</w:t>
      </w:r>
      <w:r w:rsidRPr="00FB233E">
        <w:rPr>
          <w:rtl/>
          <w:lang w:bidi="fa-IR"/>
        </w:rPr>
        <w:t xml:space="preserve"> ،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خانواده دو پسر داشتند هنگام ته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غذا، بچه ها باز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کردند ناگاه هر دو در چاه افتادند. زن جسد مرده آنها را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آورد به پارچه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</w:t>
      </w:r>
      <w:r w:rsidRPr="00FB233E">
        <w:rPr>
          <w:rFonts w:hint="eastAsia"/>
          <w:rtl/>
          <w:lang w:bidi="fa-IR"/>
        </w:rPr>
        <w:t>در</w:t>
      </w:r>
      <w:r w:rsidRPr="00FB233E">
        <w:rPr>
          <w:rtl/>
          <w:lang w:bidi="fa-IR"/>
        </w:rPr>
        <w:t xml:space="preserve"> کنار اطاق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گذاشت نخواست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همانها</w:t>
      </w:r>
      <w:r w:rsidRPr="00FB233E">
        <w:rPr>
          <w:rtl/>
          <w:lang w:bidi="fa-IR"/>
        </w:rPr>
        <w:t xml:space="preserve"> را ناراحت کند و به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همان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شوهر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وارد شود. بعد از رفتن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همان</w:t>
      </w:r>
      <w:r w:rsidRPr="00FB233E">
        <w:rPr>
          <w:rtl/>
          <w:lang w:bidi="fa-IR"/>
        </w:rPr>
        <w:t xml:space="preserve"> ها خود را آراست و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وسته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شوهر آماده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عمل آم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زش</w:t>
      </w:r>
      <w:r w:rsidRPr="00FB233E">
        <w:rPr>
          <w:rtl/>
          <w:lang w:bidi="fa-IR"/>
        </w:rPr>
        <w:t xml:space="preserve"> نشان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داد ان مرد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خواسته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را انجام داد. از فرزندان خود سؤ ال کرد گفت : در اطاق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بخو</w:t>
      </w:r>
      <w:r w:rsidRPr="00FB233E">
        <w:rPr>
          <w:rFonts w:hint="eastAsia"/>
          <w:rtl/>
          <w:lang w:bidi="fa-IR"/>
        </w:rPr>
        <w:t>ابند</w:t>
      </w:r>
      <w:r w:rsidRPr="00FB233E">
        <w:rPr>
          <w:rtl/>
          <w:lang w:bidi="fa-IR"/>
        </w:rPr>
        <w:t xml:space="preserve"> آنها را صدا زد ناگاه مادر، بچه ها را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از خانه خارج شده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پدر آمدند. زن گفت : به خدا سوگند هر دو بچه ات مرده بودند خداوند بواسطه شک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صبر من آنها را زنده کرد</w:t>
      </w:r>
      <w:r w:rsidRPr="003D39F7">
        <w:rPr>
          <w:rStyle w:val="libFootnotenumChar"/>
          <w:rtl/>
        </w:rPr>
        <w:t>(52)</w:t>
      </w:r>
    </w:p>
    <w:p w:rsidR="00FB233E" w:rsidRPr="00FB233E" w:rsidRDefault="003D39F7" w:rsidP="003D39F7">
      <w:pPr>
        <w:pStyle w:val="Heading1"/>
        <w:rPr>
          <w:rtl/>
        </w:rPr>
      </w:pPr>
      <w:r>
        <w:rPr>
          <w:rtl/>
        </w:rPr>
        <w:br w:type="page"/>
      </w:r>
      <w:bookmarkStart w:id="52" w:name="_Toc496184320"/>
      <w:r w:rsidR="00FB233E" w:rsidRPr="00FB233E">
        <w:rPr>
          <w:rFonts w:hint="eastAsia"/>
          <w:rtl/>
        </w:rPr>
        <w:lastRenderedPageBreak/>
        <w:t>نمونه</w:t>
      </w:r>
      <w:r w:rsidR="00FB233E" w:rsidRPr="00FB233E">
        <w:rPr>
          <w:rtl/>
        </w:rPr>
        <w:t xml:space="preserve"> ا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از اخلاق پ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امبر</w:t>
      </w:r>
      <w:r w:rsidR="00FB233E" w:rsidRPr="00FB233E">
        <w:rPr>
          <w:rtl/>
        </w:rPr>
        <w:t xml:space="preserve"> اکرم </w:t>
      </w:r>
      <w:r w:rsidR="00CE2191" w:rsidRPr="00CE2191">
        <w:rPr>
          <w:rStyle w:val="libAlaemChar"/>
          <w:rtl/>
        </w:rPr>
        <w:t>صلى‌الله‌عليه‌وآله‌وسلم</w:t>
      </w:r>
      <w:bookmarkEnd w:id="52"/>
      <w:r w:rsidR="00CE2191" w:rsidRPr="00CE2191">
        <w:rPr>
          <w:rStyle w:val="libAlaemChar"/>
          <w:rtl/>
        </w:rPr>
        <w:t xml:space="preserve"> </w:t>
      </w:r>
    </w:p>
    <w:p w:rsidR="00FB233E" w:rsidRPr="00FB233E" w:rsidRDefault="00FB233E" w:rsidP="003D39F7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حضرت رسول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با عده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مسجد نشسته به صحبت مشغول بودند.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انصار وارد شد، از پشت سر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جامه آن جناب را بطور پنهان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گرفت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آن بزرگ رهبر اخلاق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جهان برخاست ، گمان کرد با او کار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دارد.</w:t>
      </w:r>
      <w:r w:rsidR="003D39F7" w:rsidRPr="00FB233E">
        <w:rPr>
          <w:rFonts w:hint="eastAsia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بعد</w:t>
      </w:r>
      <w:r w:rsidRPr="00FB233E">
        <w:rPr>
          <w:rtl/>
          <w:lang w:bidi="fa-IR"/>
        </w:rPr>
        <w:t xml:space="preserve"> از برخاستن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نگفت آن جناب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به او حرف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نزد، در جا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نشست .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مرتبه دوم جامه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را گرفت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نگفت و همچن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تا مرتبه چهارم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برخاست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از پشت سر مقدار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پارچه جامه حضرت را پاره کرده رفت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مردم</w:t>
      </w:r>
      <w:r w:rsidRPr="00FB233E">
        <w:rPr>
          <w:rtl/>
          <w:lang w:bidi="fa-IR"/>
        </w:rPr>
        <w:t xml:space="preserve"> اعتراض کردند که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چه کار بود کرد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: چهار بار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را بلند نمود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نگفت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خواسته تو چه بود؟ گفت : در خانه ما مر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 مرا فرستادند که تکه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جامه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را جدا کنم به عنوان تبرک همراه او بنما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تا شف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ابد</w:t>
      </w:r>
      <w:r w:rsidRPr="00FB233E">
        <w:rPr>
          <w:rtl/>
          <w:lang w:bidi="fa-IR"/>
        </w:rPr>
        <w:t xml:space="preserve"> تا مرتبه سوم که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خواستم کار خود را انجام دهم آن جناب گمان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من کار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دارم ، از طرف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کردم تقاضا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مقدار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جامه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را بنما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بالاخره در مرتبه چهارم پاره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جامه را چنانچه مشاهده کرد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3D39F7">
        <w:rPr>
          <w:rStyle w:val="libFootnotenumChar"/>
          <w:rtl/>
        </w:rPr>
        <w:t xml:space="preserve"> (53)</w:t>
      </w:r>
    </w:p>
    <w:p w:rsidR="00FB233E" w:rsidRPr="00FB233E" w:rsidRDefault="003D39F7" w:rsidP="003D39F7">
      <w:pPr>
        <w:pStyle w:val="Heading1"/>
        <w:rPr>
          <w:rtl/>
        </w:rPr>
      </w:pPr>
      <w:r>
        <w:rPr>
          <w:rtl/>
        </w:rPr>
        <w:br w:type="page"/>
      </w:r>
      <w:bookmarkStart w:id="53" w:name="_Toc496184321"/>
      <w:r w:rsidR="00FB233E" w:rsidRPr="00FB233E">
        <w:rPr>
          <w:rFonts w:hint="eastAsia"/>
          <w:rtl/>
        </w:rPr>
        <w:lastRenderedPageBreak/>
        <w:t>اخلاق</w:t>
      </w:r>
      <w:r w:rsidR="00FB233E" w:rsidRPr="00FB233E">
        <w:rPr>
          <w:rtl/>
        </w:rPr>
        <w:t xml:space="preserve"> پ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امبر</w:t>
      </w:r>
      <w:r w:rsidR="00FB233E" w:rsidRPr="00FB233E">
        <w:rPr>
          <w:rtl/>
        </w:rPr>
        <w:t xml:space="preserve"> را م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توان شمرد</w:t>
      </w:r>
      <w:bookmarkEnd w:id="53"/>
    </w:p>
    <w:p w:rsidR="00FB233E" w:rsidRPr="00FB233E" w:rsidRDefault="00FB233E" w:rsidP="004A7855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رالمؤ</w:t>
      </w:r>
      <w:r w:rsidRPr="00FB233E">
        <w:rPr>
          <w:rtl/>
          <w:lang w:bidi="fa-IR"/>
        </w:rPr>
        <w:t xml:space="preserve"> 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درخواست کرد اخلاق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اکرم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بشمارد فرمود: تو نعمتها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را بشمار تا من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اخلاق آن جناب 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بشمارم ، عرض کرد چگونه ممکن است نعمتها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را احصاء کرد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خداوند در قرآن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4A7855">
        <w:rPr>
          <w:rStyle w:val="libAlaemChar"/>
          <w:rtl/>
        </w:rPr>
        <w:t xml:space="preserve"> (</w:t>
      </w:r>
      <w:r w:rsidR="004A7855" w:rsidRPr="004A7855">
        <w:rPr>
          <w:rStyle w:val="libAieChar"/>
          <w:rtl/>
        </w:rPr>
        <w:t>وَإِن تَعُدُّوا نِعْمَةَ اللَّـهِ لَا تُحْصُوهَا إِنَّ اللَّـهَ لَغَفُورٌ رَّحِيمٌ</w:t>
      </w:r>
      <w:r w:rsidRPr="004A7855">
        <w:rPr>
          <w:rStyle w:val="libAlaemChar"/>
          <w:rtl/>
        </w:rPr>
        <w:t>)</w:t>
      </w:r>
      <w:r w:rsidRPr="00FB233E">
        <w:rPr>
          <w:rtl/>
          <w:lang w:bidi="fa-IR"/>
        </w:rPr>
        <w:t xml:space="preserve"> اگر بشمار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نعمتها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خدا را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بپا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رسان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فرمود: خداوند تمام نعمت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را قل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و کم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داند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که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(قل متاع الدن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قل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) بگو متاعدن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اندک است و</w:t>
      </w:r>
    </w:p>
    <w:p w:rsidR="00FB233E" w:rsidRPr="00FB233E" w:rsidRDefault="00FB233E" w:rsidP="004A7855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اخلاق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اکرم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را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عظ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شمرده چنانچه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</w:t>
      </w:r>
      <w:r w:rsidRPr="004A7855">
        <w:rPr>
          <w:rStyle w:val="libAlaemChar"/>
          <w:rtl/>
        </w:rPr>
        <w:t>(</w:t>
      </w:r>
      <w:r w:rsidR="004A7855" w:rsidRPr="004A7855">
        <w:rPr>
          <w:rStyle w:val="libAieChar"/>
          <w:rtl/>
        </w:rPr>
        <w:t>وَإِنَّكَ لَعَلَىٰ خُلُقٍ عَظِيمٍ</w:t>
      </w:r>
      <w:r w:rsidR="004A7855" w:rsidRPr="004A7855">
        <w:rPr>
          <w:rStyle w:val="libAlaemChar"/>
          <w:rFonts w:hint="cs"/>
          <w:rtl/>
        </w:rPr>
        <w:t>)</w:t>
      </w:r>
      <w:r w:rsidRPr="00FB233E">
        <w:rPr>
          <w:rtl/>
          <w:lang w:bidi="fa-IR"/>
        </w:rPr>
        <w:t>را خوئ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بزرگ است .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</w:t>
      </w:r>
      <w:r w:rsidRPr="00FB233E">
        <w:rPr>
          <w:rtl/>
          <w:lang w:bidi="fa-IR"/>
        </w:rPr>
        <w:t xml:space="preserve"> تو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قل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است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بشمار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چگونه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عظ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و بزرگ است احصاء کنم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قدر بدان اخلاق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تمام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مبران</w:t>
      </w:r>
      <w:r w:rsidRPr="00FB233E">
        <w:rPr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بوس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رسول اکرم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 xml:space="preserve">تمام شد هر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از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غمبران</w:t>
      </w:r>
      <w:r w:rsidRPr="00FB233E">
        <w:rPr>
          <w:rtl/>
          <w:lang w:bidi="fa-IR"/>
        </w:rPr>
        <w:t xml:space="preserve"> مظهر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اخلاق پسند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بودند چون نوبت به آن جناب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تمام اخلاق پسند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را جمع کرد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رو فرمود: ((ان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بعثت لا تمم مکارم الاخلاق )) من برانگ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خته</w:t>
      </w:r>
      <w:r w:rsidRPr="00FB233E">
        <w:rPr>
          <w:rtl/>
          <w:lang w:bidi="fa-IR"/>
        </w:rPr>
        <w:t xml:space="preserve"> شدم تا اخلاق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کو</w:t>
      </w:r>
      <w:r w:rsidRPr="00FB233E">
        <w:rPr>
          <w:rtl/>
          <w:lang w:bidi="fa-IR"/>
        </w:rPr>
        <w:t xml:space="preserve"> را تمام کنم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در</w:t>
      </w:r>
      <w:r w:rsidRPr="00FB233E">
        <w:rPr>
          <w:rtl/>
          <w:lang w:bidi="fa-IR"/>
        </w:rPr>
        <w:t xml:space="preserve"> روش الاخ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</w:t>
      </w:r>
      <w:r w:rsidRPr="00FB233E">
        <w:rPr>
          <w:rtl/>
          <w:lang w:bidi="fa-IR"/>
        </w:rPr>
        <w:t xml:space="preserve"> محمد بن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سد</w:t>
      </w:r>
      <w:r w:rsidRPr="00FB233E">
        <w:rPr>
          <w:rtl/>
          <w:lang w:bidi="fa-IR"/>
        </w:rPr>
        <w:t xml:space="preserve"> دسته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بچه ها دامن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را در راه گرفته عرض کردند ما را بر شانه خود سوار کن همانطور که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حسن و حس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خود را شتر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آنها را سوار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 آن جناب بلال را فرمود: به خانه برو هر چه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</w:t>
      </w:r>
      <w:r w:rsidRPr="00FB233E">
        <w:rPr>
          <w:rtl/>
          <w:lang w:bidi="fa-IR"/>
        </w:rPr>
        <w:t xml:space="preserve"> کر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اور</w:t>
      </w:r>
      <w:r w:rsidRPr="00FB233E">
        <w:rPr>
          <w:rtl/>
          <w:lang w:bidi="fa-IR"/>
        </w:rPr>
        <w:t xml:space="preserve"> تا خود مرا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بچه ها بخرم بلال هشت دانه گردو آورد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گردوها را تقس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کرد و خود را از آنها خر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(و قال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رحم الله اخ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وسف</w:t>
      </w:r>
      <w:r w:rsidRPr="00FB233E">
        <w:rPr>
          <w:rtl/>
          <w:lang w:bidi="fa-IR"/>
        </w:rPr>
        <w:t xml:space="preserve"> باعوه بثمن بخس دراهم معدوده و باعون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بثمان جوزات ) خدا برادرم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وسف</w:t>
      </w:r>
      <w:r w:rsidRPr="00FB233E">
        <w:rPr>
          <w:rtl/>
          <w:lang w:bidi="fa-IR"/>
        </w:rPr>
        <w:t xml:space="preserve"> صد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tl/>
          <w:lang w:bidi="fa-IR"/>
        </w:rPr>
        <w:t xml:space="preserve"> را مورد رحمت </w:t>
      </w:r>
      <w:r w:rsidRPr="00FB233E">
        <w:rPr>
          <w:rtl/>
          <w:lang w:bidi="fa-IR"/>
        </w:rPr>
        <w:lastRenderedPageBreak/>
        <w:t>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قرار دهد او را به پول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ارزش فروختند مرا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</w:t>
      </w:r>
      <w:r w:rsidR="004A7855">
        <w:rPr>
          <w:rFonts w:hint="cs"/>
          <w:rtl/>
          <w:lang w:bidi="fa-IR"/>
        </w:rPr>
        <w:t xml:space="preserve">ه </w:t>
      </w:r>
      <w:r w:rsidRPr="00FB233E">
        <w:rPr>
          <w:rtl/>
          <w:lang w:bidi="fa-IR"/>
        </w:rPr>
        <w:t>هشت دانه گردو معامله کردند</w:t>
      </w:r>
      <w:r w:rsidRPr="004A7855">
        <w:rPr>
          <w:rStyle w:val="libFootnotenumChar"/>
          <w:rtl/>
        </w:rPr>
        <w:t>(54).</w:t>
      </w:r>
    </w:p>
    <w:p w:rsidR="00FB233E" w:rsidRPr="00FB233E" w:rsidRDefault="007E101C" w:rsidP="007E101C">
      <w:pPr>
        <w:pStyle w:val="Heading1"/>
        <w:rPr>
          <w:rtl/>
        </w:rPr>
      </w:pPr>
      <w:r>
        <w:rPr>
          <w:rtl/>
        </w:rPr>
        <w:br w:type="page"/>
      </w:r>
      <w:bookmarkStart w:id="54" w:name="_Toc496184322"/>
      <w:r w:rsidR="00FB233E" w:rsidRPr="00FB233E">
        <w:rPr>
          <w:rFonts w:hint="eastAsia"/>
          <w:rtl/>
        </w:rPr>
        <w:lastRenderedPageBreak/>
        <w:t>از</w:t>
      </w:r>
      <w:r w:rsidR="00FB233E" w:rsidRPr="00FB233E">
        <w:rPr>
          <w:rtl/>
        </w:rPr>
        <w:t xml:space="preserve"> خو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خوش پ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امبر</w:t>
      </w:r>
      <w:r w:rsidR="00FB233E" w:rsidRPr="00FB233E">
        <w:rPr>
          <w:rtl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="00FB233E" w:rsidRPr="00FB233E">
        <w:rPr>
          <w:rtl/>
        </w:rPr>
        <w:t>چه استفاده کردند</w:t>
      </w:r>
      <w:bookmarkEnd w:id="54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ابن</w:t>
      </w:r>
      <w:r w:rsidRPr="00FB233E">
        <w:rPr>
          <w:rtl/>
          <w:lang w:bidi="fa-IR"/>
        </w:rPr>
        <w:t xml:space="preserve"> عبدالبر در است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عاب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سد</w:t>
      </w:r>
      <w:r w:rsidRPr="00FB233E">
        <w:rPr>
          <w:rtl/>
          <w:lang w:bidi="fa-IR"/>
        </w:rPr>
        <w:t>: نع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بن عمر و انصار</w:t>
      </w:r>
      <w:r w:rsidRPr="00FB233E">
        <w:rPr>
          <w:rFonts w:hint="cs"/>
          <w:rtl/>
          <w:lang w:bidi="fa-IR"/>
        </w:rPr>
        <w:t>ی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از</w:t>
      </w:r>
      <w:r w:rsidRPr="00FB233E">
        <w:rPr>
          <w:rtl/>
          <w:lang w:bidi="fa-IR"/>
        </w:rPr>
        <w:t xml:space="preserve"> قدما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صحابه و از جمله انصار و اهل بدر است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خوش مجلس و مزاح بود از وقا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از منسوب به اوست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است که مرد عرب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باد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نش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نان</w:t>
      </w:r>
      <w:r w:rsidRPr="00FB233E">
        <w:rPr>
          <w:rtl/>
          <w:lang w:bidi="fa-IR"/>
        </w:rPr>
        <w:t xml:space="preserve"> خدمت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آمد شتر خود را پشت مسجد خوابان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به مسجد وارد شد، بعض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اصحاب به نع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گفتند اگر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>ن شتر را بکش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گوشت آنرا تقس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حضرت رسول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متش</w:t>
      </w:r>
      <w:r w:rsidRPr="00FB233E">
        <w:rPr>
          <w:rtl/>
          <w:lang w:bidi="fa-IR"/>
        </w:rPr>
        <w:t xml:space="preserve"> را به اعراب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خواهد داد او را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خشنود خواهد کرد نع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شتر را کشت ،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اثنا اعراب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آمد. شتر خود را کشته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فر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کرد و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را بداد 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خواست . نع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فرار کرد. حضرت </w:t>
      </w:r>
      <w:r w:rsidRPr="00FB233E">
        <w:rPr>
          <w:rFonts w:hint="eastAsia"/>
          <w:rtl/>
          <w:lang w:bidi="fa-IR"/>
        </w:rPr>
        <w:t>رسول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آن فر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را که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از مسجد خارج شد. ناقه اعراب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کشته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کار از که سر زده گفتند از نع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آن</w:t>
      </w:r>
      <w:r w:rsidRPr="00FB233E">
        <w:rPr>
          <w:rtl/>
          <w:lang w:bidi="fa-IR"/>
        </w:rPr>
        <w:t xml:space="preserve"> جناب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نفر را فرستاد تا او را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اورد،</w:t>
      </w:r>
      <w:r w:rsidRPr="00FB233E">
        <w:rPr>
          <w:rtl/>
          <w:lang w:bidi="fa-IR"/>
        </w:rPr>
        <w:t xml:space="preserve"> فرستاده رفت پس از جستجو فهم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در خانه ضباعه دختر زب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بن عبدالمطلب همسر مقداد بن اسود پنهان شده منزل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مسجد بود به آنجا رفت . او را اشاره به محل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کردند که شباهت به حفره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داشت نع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خود را در حفره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پن</w:t>
      </w:r>
      <w:r w:rsidRPr="00FB233E">
        <w:rPr>
          <w:rFonts w:hint="eastAsia"/>
          <w:rtl/>
          <w:lang w:bidi="fa-IR"/>
        </w:rPr>
        <w:t>هان</w:t>
      </w:r>
      <w:r w:rsidRPr="00FB233E">
        <w:rPr>
          <w:rtl/>
          <w:lang w:bidi="fa-IR"/>
        </w:rPr>
        <w:t xml:space="preserve"> کرده و با مقدار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علف سبز جلو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حفره را پوشان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بود. فرستاده بازگشت ، عرض کرد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رسول الله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من او را 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حضرت با دسته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اصحاب به خانه ضباعه آمدند آن مرد مخف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گاه</w:t>
      </w:r>
      <w:r w:rsidRPr="00FB233E">
        <w:rPr>
          <w:rtl/>
          <w:lang w:bidi="fa-IR"/>
        </w:rPr>
        <w:t xml:space="preserve"> نع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را نشان داد.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فرمود: علفها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برداشتند و نع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را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آوردند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رخسارش از علفها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تازه رنگ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شده بود حضرت رسول فرمود: نع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چه کار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بود که از تو سر زد؟! گفت :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رسول الله همان کسان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شما را راهنمائ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محل من کردند به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کار وا دارم نمودند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اکرم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 xml:space="preserve">تبسم کنان رنگ علف را با دست </w:t>
      </w:r>
      <w:r w:rsidRPr="00FB233E">
        <w:rPr>
          <w:rtl/>
          <w:lang w:bidi="fa-IR"/>
        </w:rPr>
        <w:lastRenderedPageBreak/>
        <w:t>مبارک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از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رخسار او زدود، بها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شتر را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به صاحبش داده او را راض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</w:t>
      </w:r>
      <w:r w:rsidRPr="007E101C">
        <w:rPr>
          <w:rStyle w:val="libFootnotenumChar"/>
          <w:rtl/>
        </w:rPr>
        <w:t>(55)</w:t>
      </w:r>
      <w:r w:rsidRPr="00FB233E">
        <w:rPr>
          <w:rtl/>
          <w:lang w:bidi="fa-IR"/>
        </w:rPr>
        <w:t>.</w:t>
      </w:r>
    </w:p>
    <w:p w:rsidR="00FB233E" w:rsidRPr="00FB233E" w:rsidRDefault="007E101C" w:rsidP="007E101C">
      <w:pPr>
        <w:pStyle w:val="Heading1"/>
        <w:rPr>
          <w:rtl/>
        </w:rPr>
      </w:pPr>
      <w:r>
        <w:rPr>
          <w:rtl/>
        </w:rPr>
        <w:br w:type="page"/>
      </w:r>
      <w:bookmarkStart w:id="55" w:name="_Toc496184323"/>
      <w:r w:rsidR="00FB233E" w:rsidRPr="00FB233E">
        <w:rPr>
          <w:rFonts w:hint="eastAsia"/>
          <w:rtl/>
        </w:rPr>
        <w:lastRenderedPageBreak/>
        <w:t>نت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جه</w:t>
      </w:r>
      <w:r w:rsidR="00FB233E" w:rsidRPr="00FB233E">
        <w:rPr>
          <w:rtl/>
        </w:rPr>
        <w:t xml:space="preserve"> بد خلق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سعد معاذ</w:t>
      </w:r>
      <w:bookmarkEnd w:id="55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ابن</w:t>
      </w:r>
      <w:r w:rsidRPr="00FB233E">
        <w:rPr>
          <w:rtl/>
          <w:lang w:bidi="fa-IR"/>
        </w:rPr>
        <w:t xml:space="preserve"> سنان از حضرت صادق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نقل کرده که آن جناب فرمود: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حضرت رسول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خبر آوردند که سعد بن معاذ فوت شده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با اصحاب آمده دستور دادند او را غسل دهند. خودشان کنار درب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ستادند</w:t>
      </w:r>
      <w:r w:rsidRPr="00FB233E">
        <w:rPr>
          <w:rtl/>
          <w:lang w:bidi="fa-IR"/>
        </w:rPr>
        <w:t xml:space="preserve"> پس از آنکه مراسم غسل و کفن تمام </w:t>
      </w:r>
      <w:r w:rsidRPr="00FB233E">
        <w:rPr>
          <w:rFonts w:hint="eastAsia"/>
          <w:rtl/>
          <w:lang w:bidi="fa-IR"/>
        </w:rPr>
        <w:t>شد</w:t>
      </w:r>
      <w:r w:rsidRPr="00FB233E">
        <w:rPr>
          <w:rtl/>
          <w:lang w:bidi="fa-IR"/>
        </w:rPr>
        <w:t xml:space="preserve"> او را در سر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گذاشته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دفن کردن حرکت دادند، در تش</w:t>
      </w:r>
      <w:r w:rsidRPr="00FB233E">
        <w:rPr>
          <w:rFonts w:hint="cs"/>
          <w:rtl/>
          <w:lang w:bidi="fa-IR"/>
        </w:rPr>
        <w:t>یی</w:t>
      </w:r>
      <w:r w:rsidRPr="00FB233E">
        <w:rPr>
          <w:rFonts w:hint="eastAsia"/>
          <w:rtl/>
          <w:lang w:bidi="fa-IR"/>
        </w:rPr>
        <w:t>ع</w:t>
      </w:r>
      <w:r w:rsidRPr="00FB233E">
        <w:rPr>
          <w:rtl/>
          <w:lang w:bidi="fa-IR"/>
        </w:rPr>
        <w:t xml:space="preserve"> جنازه او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با پا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برهنه بدون رداء حرکت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گاه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طرف چپ و گاه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طرف راست سر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گرفت ، تا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قبرستان و قبر سعد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 xml:space="preserve"> حضرت رسول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داخل قبر شد او ر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در لحد گذاشت با دست مبارک خود لحدش را ساخت و خشت بر آن گذاشت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فرمود: خاک و گل به من بده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با گل ماب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خشت ها را پر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لحد را تمام نمود و خاک بر او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خت</w:t>
      </w:r>
      <w:r w:rsidRPr="00FB233E">
        <w:rPr>
          <w:rtl/>
          <w:lang w:bidi="fa-IR"/>
        </w:rPr>
        <w:t xml:space="preserve"> تا قبر پر شد فرمود: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دانم بزود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خشت و گل کهنه خواهد شد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لکن</w:t>
      </w:r>
      <w:r w:rsidRPr="00FB233E">
        <w:rPr>
          <w:rtl/>
          <w:lang w:bidi="fa-IR"/>
        </w:rPr>
        <w:t xml:space="preserve"> خداوند دوست دارد هر کار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بنده اش انجام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دهد محکم باشد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هنگام مادر سعد کنار قبر آمد. گفت : (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سعد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ئا</w:t>
      </w:r>
      <w:r w:rsidRPr="00FB233E">
        <w:rPr>
          <w:rtl/>
          <w:lang w:bidi="fa-IR"/>
        </w:rPr>
        <w:t xml:space="preserve"> لک الجنه ) سعد بهشت بر تو گوارا باد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اکرم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فرمود: مادر سعد با 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جزم 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از طرف خداوند خبر مده سعد از فشار ق</w:t>
      </w:r>
      <w:r w:rsidRPr="00FB233E">
        <w:rPr>
          <w:rFonts w:hint="eastAsia"/>
          <w:rtl/>
          <w:lang w:bidi="fa-IR"/>
        </w:rPr>
        <w:t>بر</w:t>
      </w:r>
      <w:r w:rsidRPr="00FB233E">
        <w:rPr>
          <w:rtl/>
          <w:lang w:bidi="fa-IR"/>
        </w:rPr>
        <w:t xml:space="preserve"> رنج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آزرده شد. بدنش را فشار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قبر گرفت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رسول برگشت مردم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مراجعت کردند در بازگشت عرض کردند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رسول الله عمل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سعد کرد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نسبت ب</w:t>
      </w:r>
      <w:r w:rsidR="007E101C">
        <w:rPr>
          <w:rFonts w:hint="cs"/>
          <w:rtl/>
          <w:lang w:bidi="fa-IR"/>
        </w:rPr>
        <w:t xml:space="preserve">ه </w:t>
      </w:r>
      <w:r w:rsidRPr="00FB233E">
        <w:rPr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سابقه نداشت با پا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برهنه بدون رداء جنازه اش را تش</w:t>
      </w:r>
      <w:r w:rsidRPr="00FB233E">
        <w:rPr>
          <w:rFonts w:hint="cs"/>
          <w:rtl/>
          <w:lang w:bidi="fa-IR"/>
        </w:rPr>
        <w:t>یی</w:t>
      </w:r>
      <w:r w:rsidRPr="00FB233E">
        <w:rPr>
          <w:rFonts w:hint="eastAsia"/>
          <w:rtl/>
          <w:lang w:bidi="fa-IR"/>
        </w:rPr>
        <w:t>ع</w:t>
      </w:r>
      <w:r w:rsidRPr="00FB233E">
        <w:rPr>
          <w:rtl/>
          <w:lang w:bidi="fa-IR"/>
        </w:rPr>
        <w:t xml:space="preserve"> فرمود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طرف راست و گاه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طرف چپ جنازه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گرفت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فرمود: ملائکه هم ع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رداء و کفش بودند به آنها اقتدا کردم چون دستم در دست جبرئ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بود هر طرف را که او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tl/>
          <w:lang w:bidi="fa-IR"/>
        </w:rPr>
        <w:lastRenderedPageBreak/>
        <w:t>گرفت من هم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گرفتم عرض کردند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رسول الله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بر جنازه اش نماز خواند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او را بدست مبارک در لحد گذاشت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قبرش را با دست خود درست کرد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باز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سعد 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فشار قبر فراگرفت . فرمود: آر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سعد مقدار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بدخلق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خانواده اش داشت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فشار از آن سوء خلق بود</w:t>
      </w:r>
      <w:r w:rsidRPr="007E101C">
        <w:rPr>
          <w:rStyle w:val="libFootnotenumChar"/>
          <w:rtl/>
        </w:rPr>
        <w:t>(56)</w:t>
      </w:r>
      <w:r w:rsidRPr="00FB233E">
        <w:rPr>
          <w:rtl/>
          <w:lang w:bidi="fa-IR"/>
        </w:rPr>
        <w:t>.</w:t>
      </w:r>
    </w:p>
    <w:p w:rsidR="00FB233E" w:rsidRPr="00FB233E" w:rsidRDefault="00FB233E" w:rsidP="007E101C">
      <w:pPr>
        <w:pStyle w:val="Heading1"/>
        <w:rPr>
          <w:rtl/>
        </w:rPr>
      </w:pPr>
      <w:bookmarkStart w:id="56" w:name="_Toc496184324"/>
      <w:r w:rsidRPr="00FB233E">
        <w:rPr>
          <w:rFonts w:hint="eastAsia"/>
          <w:rtl/>
        </w:rPr>
        <w:t>رهبر</w:t>
      </w:r>
      <w:r w:rsidRPr="00FB233E">
        <w:rPr>
          <w:rtl/>
        </w:rPr>
        <w:t xml:space="preserve"> با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د</w:t>
      </w:r>
      <w:r w:rsidRPr="00FB233E">
        <w:rPr>
          <w:rtl/>
        </w:rPr>
        <w:t xml:space="preserve"> خوش خوتر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ن</w:t>
      </w:r>
      <w:r w:rsidRPr="00FB233E">
        <w:rPr>
          <w:rtl/>
        </w:rPr>
        <w:t xml:space="preserve"> مردم باشد</w:t>
      </w:r>
      <w:bookmarkEnd w:id="56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عرب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خدمت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آمده تقاضا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کمک مال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حضرت به اندازه کفا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به او بخش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فرمود: احسان به تو کردم ؟ عرض کرد نه ، بلکه کار خوب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هم نکرد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اطراف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با آشفتگ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جا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حرکت کردند تا او را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فر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دهند</w:t>
      </w:r>
      <w:r w:rsidRPr="00FB233E">
        <w:rPr>
          <w:rtl/>
          <w:lang w:bidi="fa-IR"/>
        </w:rPr>
        <w:t>. حضرت اشاره کرد خوددار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آنگاه وارد منزل شد مقدار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عطا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افزود و به اعراب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تسل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کرد بعد فرمود: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</w:t>
      </w:r>
      <w:r w:rsidRPr="00FB233E">
        <w:rPr>
          <w:rtl/>
          <w:lang w:bidi="fa-IR"/>
        </w:rPr>
        <w:t xml:space="preserve"> احسان کردم . گفت : آر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خداوند پاداش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کوئ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شما عنا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کند.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اعراب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فرمود: تو در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اصحابم سخن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باعث کدورت آنها شد اکنون اگر صلاح بدان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حرف را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آنها بزن تا رنج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طرف شود، فردا صبح اعراب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هنگام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اصحاب حضور داشتند خدمت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فرمودند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روز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مرد حرف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زد، پس از آنک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به عطا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اضافه کردم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: از من راض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شده . رو به او کرده فرمود: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طور است ؟ عرض کرد آر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خداوند در فام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و خانواده به شما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عنا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کند.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اصحاب فرمود: مثل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مرد مانند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 که شترش رم کرده و در جست و فرار باشد مردم از پ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 شتر بروند هر چه ازدحام کنند آن 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وان</w:t>
      </w:r>
      <w:r w:rsidRPr="00FB233E">
        <w:rPr>
          <w:rtl/>
          <w:lang w:bidi="fa-IR"/>
        </w:rPr>
        <w:t xml:space="preserve"> فرارش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ادتر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شود. صاحب شتر فر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مرا با شترم واگذار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من بهتر او را رام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کنم و راه رام کردنش را خوبتر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دانم آنگا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خودش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رود گرد و غبار از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کر</w:t>
      </w:r>
      <w:r w:rsidRPr="00FB233E">
        <w:rPr>
          <w:rtl/>
          <w:lang w:bidi="fa-IR"/>
        </w:rPr>
        <w:t xml:space="preserve"> او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زدا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تا آرام شود کم کم او را خوابانده جهاز </w:t>
      </w:r>
      <w:r w:rsidRPr="00FB233E">
        <w:rPr>
          <w:rtl/>
          <w:lang w:bidi="fa-IR"/>
        </w:rPr>
        <w:lastRenderedPageBreak/>
        <w:t>بر او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گذارد و سوار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شود. من هم اگر شما را آزاد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گذاشتم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مرد حرف را زد او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کشت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چاره</w:t>
      </w:r>
      <w:r w:rsidRPr="00FB233E">
        <w:rPr>
          <w:rtl/>
          <w:lang w:bidi="fa-IR"/>
        </w:rPr>
        <w:t xml:space="preserve"> به آتش جهنم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سوخت </w:t>
      </w:r>
      <w:r w:rsidRPr="007E101C">
        <w:rPr>
          <w:rStyle w:val="libFootnotenumChar"/>
          <w:rtl/>
        </w:rPr>
        <w:t>(57)</w:t>
      </w:r>
      <w:r w:rsidRPr="00FB233E">
        <w:rPr>
          <w:rtl/>
          <w:lang w:bidi="fa-IR"/>
        </w:rPr>
        <w:t>.</w:t>
      </w:r>
    </w:p>
    <w:p w:rsidR="00FB233E" w:rsidRPr="00FB233E" w:rsidRDefault="007E101C" w:rsidP="007E101C">
      <w:pPr>
        <w:pStyle w:val="Heading1"/>
        <w:rPr>
          <w:rtl/>
        </w:rPr>
      </w:pPr>
      <w:r>
        <w:rPr>
          <w:rtl/>
        </w:rPr>
        <w:br w:type="page"/>
      </w:r>
      <w:bookmarkStart w:id="57" w:name="_Toc496184325"/>
      <w:r w:rsidR="00FB233E" w:rsidRPr="00FB233E">
        <w:rPr>
          <w:rFonts w:hint="eastAsia"/>
          <w:rtl/>
        </w:rPr>
        <w:lastRenderedPageBreak/>
        <w:t>پ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غمبر</w:t>
      </w:r>
      <w:r w:rsidR="00FB233E" w:rsidRPr="00FB233E">
        <w:rPr>
          <w:rtl/>
        </w:rPr>
        <w:t xml:space="preserve"> اسلام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="00FB233E" w:rsidRPr="00FB233E">
        <w:rPr>
          <w:rtl/>
        </w:rPr>
        <w:t>با عمل هدا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ت</w:t>
      </w:r>
      <w:r w:rsidR="00FB233E" w:rsidRPr="00FB233E">
        <w:rPr>
          <w:rtl/>
        </w:rPr>
        <w:t xml:space="preserve"> م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کرد</w:t>
      </w:r>
      <w:bookmarkEnd w:id="57"/>
    </w:p>
    <w:p w:rsidR="00FB233E" w:rsidRPr="00FB233E" w:rsidRDefault="00FB233E" w:rsidP="007E101C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فرمود: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اکرم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چند طلبکار بود روز</w:t>
      </w:r>
      <w:r w:rsidRPr="00FB233E">
        <w:rPr>
          <w:rFonts w:hint="cs"/>
          <w:rtl/>
          <w:lang w:bidi="fa-IR"/>
        </w:rPr>
        <w:t>ی</w:t>
      </w:r>
      <w:r w:rsidR="007E101C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تقاضا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پرداخت طلب خود را نمود حضرت فرمود: فعلا ندارم . گفت : از شما جدا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شوم تا بپرداز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فرمود: من هم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نجا</w:t>
      </w:r>
      <w:r w:rsidRPr="00FB233E">
        <w:rPr>
          <w:rtl/>
          <w:lang w:bidi="fa-IR"/>
        </w:rPr>
        <w:t xml:space="preserve"> با تو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نم</w:t>
      </w:r>
      <w:r w:rsidRPr="00FB233E">
        <w:rPr>
          <w:rtl/>
          <w:lang w:bidi="fa-IR"/>
        </w:rPr>
        <w:t xml:space="preserve"> ، به اندازه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نشست که نماز ظهر و عصر و مغرب و عشاء و نماز صبح روز بعد را همانجا خواند. اصحاب ،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تهد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کردند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Fonts w:hint="eastAsia"/>
          <w:rtl/>
        </w:rPr>
        <w:t xml:space="preserve">صلى‌الله‌عليه‌وآله‌وسلم </w:t>
      </w:r>
      <w:r w:rsidRPr="00FB233E">
        <w:rPr>
          <w:rtl/>
          <w:lang w:bidi="fa-IR"/>
        </w:rPr>
        <w:t>رو به آنها نموده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فرمود: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چه کار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د؟</w:t>
      </w:r>
      <w:r w:rsidRPr="00FB233E">
        <w:rPr>
          <w:rtl/>
          <w:lang w:bidi="fa-IR"/>
        </w:rPr>
        <w:t xml:space="preserve"> عرض کردند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شما را بازداشت کند؟ فرمود: خداوند مرا مبعوث نکرده تا به کسان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معاهده مذهب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من دارند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غ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آنها ستم روا دارم .</w:t>
      </w:r>
    </w:p>
    <w:p w:rsidR="00B47F66" w:rsidRDefault="00FB233E" w:rsidP="00B47F66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صبحگاه</w:t>
      </w:r>
      <w:r w:rsidRPr="00FB233E">
        <w:rPr>
          <w:rtl/>
          <w:lang w:bidi="fa-IR"/>
        </w:rPr>
        <w:t xml:space="preserve"> روز بعد تا بر آمدن و بالا رفتن آفتاب نشست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هنگام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: (اشهد ان لا اله الا الله اشهد ان محمدا رسوله )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اموال خود را در راه خدا دادم . عرض کرد به خدا سوگند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نسبت به شما کردم نه از نظر جسارت بود خواستم بب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نم</w:t>
      </w:r>
      <w:r w:rsidRPr="00FB233E">
        <w:rPr>
          <w:rtl/>
          <w:lang w:bidi="fa-IR"/>
        </w:rPr>
        <w:t xml:space="preserve"> اوصاف شما مطاب</w:t>
      </w:r>
      <w:r w:rsidRPr="00FB233E">
        <w:rPr>
          <w:rFonts w:hint="eastAsia"/>
          <w:rtl/>
          <w:lang w:bidi="fa-IR"/>
        </w:rPr>
        <w:t>قه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با آنچه در تورا</w:t>
      </w:r>
      <w:r w:rsidR="00B47F66">
        <w:rPr>
          <w:rFonts w:hint="cs"/>
          <w:rtl/>
          <w:lang w:bidi="fa-IR"/>
        </w:rPr>
        <w:t>ت</w:t>
      </w:r>
      <w:r w:rsidRPr="00FB233E">
        <w:rPr>
          <w:rtl/>
          <w:lang w:bidi="fa-IR"/>
        </w:rPr>
        <w:t xml:space="preserve"> بما وعده داده اند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در آنجا خوانده ام : محمد بن عبدالله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در مکه متولد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و به 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هجرت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درشتخو و بد اخلاق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. با صدا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بلند سخن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ناسزاگو و بد زبان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باشد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</w:t>
      </w:r>
      <w:r w:rsidRPr="00FB233E">
        <w:rPr>
          <w:rtl/>
          <w:lang w:bidi="fa-IR"/>
        </w:rPr>
        <w:t xml:space="preserve"> گواه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دهم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گانگ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خدا و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امبر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شما، تمام ثروت من در اخت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ارتان</w:t>
      </w:r>
      <w:r w:rsidRPr="00FB233E">
        <w:rPr>
          <w:rtl/>
          <w:lang w:bidi="fa-IR"/>
        </w:rPr>
        <w:t xml:space="preserve"> هر چه خداوند دستور داده درباره آن عمل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(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ثروت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داشت )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در پا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داستان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B47F66" w:rsidRPr="00B47F66">
        <w:rPr>
          <w:rStyle w:val="libAlaemChar"/>
          <w:rFonts w:eastAsiaTheme="minorHAnsi"/>
          <w:rtl/>
        </w:rPr>
        <w:t>صلى‌الله‌عليه‌وآله‌وسلم</w:t>
      </w:r>
      <w:r w:rsidR="00B47F66" w:rsidRPr="00FB233E">
        <w:rPr>
          <w:rFonts w:hint="eastAsia"/>
          <w:rtl/>
          <w:lang w:bidi="fa-IR"/>
        </w:rPr>
        <w:t xml:space="preserve"> </w:t>
      </w:r>
      <w:r w:rsidRPr="00FB233E">
        <w:rPr>
          <w:rtl/>
          <w:lang w:bidi="fa-IR"/>
        </w:rPr>
        <w:t>شبها در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عبا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بالش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پوست داشت که داخل آن 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</w:t>
      </w:r>
      <w:r w:rsidRPr="00FB233E">
        <w:rPr>
          <w:rtl/>
          <w:lang w:bidi="fa-IR"/>
        </w:rPr>
        <w:t xml:space="preserve"> خرما بود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شب روکش آن جناب را دو برابر کردند. صبحگاه فرمود: رختخواب شب گذشته ام مرا از نماز بازداشت دستور داد همان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عبا را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ندازند</w:t>
      </w:r>
      <w:r w:rsidRPr="00B47F66">
        <w:rPr>
          <w:rStyle w:val="libFootnotenumChar"/>
          <w:rtl/>
        </w:rPr>
        <w:t>(58)</w:t>
      </w:r>
      <w:r w:rsidRPr="00FB233E">
        <w:rPr>
          <w:rtl/>
          <w:lang w:bidi="fa-IR"/>
        </w:rPr>
        <w:t>.</w:t>
      </w:r>
    </w:p>
    <w:p w:rsidR="00FB233E" w:rsidRPr="00FB233E" w:rsidRDefault="00B47F66" w:rsidP="00B47F66">
      <w:pPr>
        <w:pStyle w:val="Heading1"/>
        <w:rPr>
          <w:rtl/>
        </w:rPr>
      </w:pPr>
      <w:r>
        <w:rPr>
          <w:rtl/>
        </w:rPr>
        <w:br w:type="page"/>
      </w:r>
      <w:bookmarkStart w:id="58" w:name="_Toc496184326"/>
      <w:r w:rsidR="00FB233E" w:rsidRPr="00FB233E">
        <w:rPr>
          <w:rFonts w:hint="eastAsia"/>
          <w:rtl/>
        </w:rPr>
        <w:lastRenderedPageBreak/>
        <w:t>مخالفت</w:t>
      </w:r>
      <w:r w:rsidR="00FB233E" w:rsidRPr="00FB233E">
        <w:rPr>
          <w:rtl/>
        </w:rPr>
        <w:t xml:space="preserve"> عابد بن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اسرائ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ل</w:t>
      </w:r>
      <w:r w:rsidR="00FB233E" w:rsidRPr="00FB233E">
        <w:rPr>
          <w:rtl/>
        </w:rPr>
        <w:t xml:space="preserve"> با نفس</w:t>
      </w:r>
      <w:bookmarkEnd w:id="58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رسول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فرمود: در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بن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اسرائ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عابد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با</w:t>
      </w:r>
      <w:r w:rsidRPr="00FB233E">
        <w:rPr>
          <w:rtl/>
          <w:lang w:bidi="fa-IR"/>
        </w:rPr>
        <w:t xml:space="preserve"> و خوش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</w:t>
      </w:r>
      <w:r w:rsidRPr="00FB233E">
        <w:rPr>
          <w:rtl/>
          <w:lang w:bidi="fa-IR"/>
        </w:rPr>
        <w:t xml:space="preserve"> بود، زندگ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را بوس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درست کردن زنب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از برگ خرما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گذران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در خانه پادشاه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گذشت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خانم پادشاه او را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وارد قصر شد و حکا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جمال عابد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خانم </w:t>
      </w:r>
      <w:r w:rsidRPr="00FB233E">
        <w:rPr>
          <w:rFonts w:hint="eastAsia"/>
          <w:rtl/>
          <w:lang w:bidi="fa-IR"/>
        </w:rPr>
        <w:t>تعر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</w:t>
      </w:r>
      <w:r w:rsidRPr="00FB233E">
        <w:rPr>
          <w:rtl/>
          <w:lang w:bidi="fa-IR"/>
        </w:rPr>
        <w:t xml:space="preserve"> کرد. گفت : بوس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را داخل قصر کن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که عابد داخل شد چشم همسر سلطان که به او افتاد از حسن و جمالش در شگفت شد درخواست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کرد. عابد امتناع ورز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زن دستور داد درها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قصر را ببندند.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او گفت : غ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ممکن است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من از تو کام بگ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رم</w:t>
      </w:r>
      <w:r w:rsidRPr="00FB233E">
        <w:rPr>
          <w:rtl/>
          <w:lang w:bidi="fa-IR"/>
        </w:rPr>
        <w:t xml:space="preserve"> و تو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از من بهره ببر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عابد چون راه چاره را مسدود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بالا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قصر شما محل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که در آن جا وضو بگ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رم</w:t>
      </w:r>
      <w:r w:rsidRPr="00FB233E">
        <w:rPr>
          <w:rtl/>
          <w:lang w:bidi="fa-IR"/>
        </w:rPr>
        <w:t xml:space="preserve"> زن به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گفت : ظرف آب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بالا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قصر ببر تا هر چه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خواهد انجام دهد عابد بر فراز قصر شد در آنجا با خ</w:t>
      </w:r>
      <w:r w:rsidRPr="00FB233E">
        <w:rPr>
          <w:rFonts w:hint="eastAsia"/>
          <w:rtl/>
          <w:lang w:bidi="fa-IR"/>
        </w:rPr>
        <w:t>ود</w:t>
      </w:r>
      <w:r w:rsidRPr="00FB233E">
        <w:rPr>
          <w:rtl/>
          <w:lang w:bidi="fa-IR"/>
        </w:rPr>
        <w:t xml:space="preserve"> گفت :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نفس مدت چند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سال عبادت را که روز و شب مشغول بود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عمل ناچ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تباه 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اکنون خود را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بام بز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انداز، بم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بهتر از آنست که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کار را انجام ده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بام رفت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قصر مرتفع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و</w:t>
      </w:r>
      <w:r w:rsidRPr="00FB233E">
        <w:rPr>
          <w:rtl/>
          <w:lang w:bidi="fa-IR"/>
        </w:rPr>
        <w:t xml:space="preserve">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tl/>
          <w:lang w:bidi="fa-IR"/>
        </w:rPr>
        <w:t xml:space="preserve"> دست آو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که خود را به آن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زد</w:t>
      </w:r>
      <w:r w:rsidRPr="00FB233E">
        <w:rPr>
          <w:rtl/>
          <w:lang w:bidi="fa-IR"/>
        </w:rPr>
        <w:t xml:space="preserve"> تا به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رسد.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رسول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فرمود: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که خود را آماده انداختن نمود امر به جبرئ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شد که فورا به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برو بنده ما از ترس معص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خواهد خود را به کشتن دهد. او را به بال خود 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اب</w:t>
      </w:r>
      <w:r w:rsidRPr="00FB233E">
        <w:rPr>
          <w:rtl/>
          <w:lang w:bidi="fa-IR"/>
        </w:rPr>
        <w:t xml:space="preserve"> تا آزرده نشود. عابد را در راه چون پدر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مهربان گرفت و به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گذاشت . از قصر که فرود آمد به منزل خود برگشت زنب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در همان خانه ماند. زنش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پول زنب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ها را چه کرد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: امروز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نشد گفت : امشب با چه افطار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 جواب داد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به </w:t>
      </w:r>
      <w:r w:rsidRPr="00FB233E">
        <w:rPr>
          <w:rtl/>
          <w:lang w:bidi="fa-IR"/>
        </w:rPr>
        <w:lastRenderedPageBreak/>
        <w:t>گرسنگ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صبر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 تنور را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افروز</w:t>
      </w:r>
      <w:r w:rsidRPr="00FB233E">
        <w:rPr>
          <w:rtl/>
          <w:lang w:bidi="fa-IR"/>
        </w:rPr>
        <w:t xml:space="preserve"> تا همسا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گان</w:t>
      </w:r>
      <w:r w:rsidRPr="00FB233E">
        <w:rPr>
          <w:rtl/>
          <w:lang w:bidi="fa-IR"/>
        </w:rPr>
        <w:t xml:space="preserve"> متوجه نشوند ما نان ته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نکرده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به فکر ما خواهند افتاد زن تنور را روشن کرده با مرد خود شروع به صحبت نمود،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زنان همسا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بردن آتش وارد شد. گفت : از تور آتش بگ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>. آن زن به مقدار لازم آتش برداشت در موقع رفتن گفت : شما گرم صحبت نشسته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نانها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تان</w:t>
      </w:r>
      <w:r w:rsidRPr="00FB233E">
        <w:rPr>
          <w:rtl/>
          <w:lang w:bidi="fa-IR"/>
        </w:rPr>
        <w:t xml:space="preserve"> در تنور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اس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بسوز</w:t>
      </w:r>
      <w:r w:rsidR="00B47F66">
        <w:rPr>
          <w:rFonts w:hint="cs"/>
          <w:rtl/>
          <w:lang w:bidi="fa-IR"/>
        </w:rPr>
        <w:t>د</w:t>
      </w:r>
      <w:r w:rsidRPr="00FB233E">
        <w:rPr>
          <w:rtl/>
          <w:lang w:bidi="fa-IR"/>
        </w:rPr>
        <w:t>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زن</w:t>
      </w:r>
      <w:r w:rsidRPr="00FB233E">
        <w:rPr>
          <w:rtl/>
          <w:lang w:bidi="fa-IR"/>
        </w:rPr>
        <w:t xml:space="preserve">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تنور آمده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نان بس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خوب و مرتب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اطراف تنور است نانها را جدا کرده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شوهر آورد به او گفت : تو در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خدا منزلت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برا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نان آماده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از خداوند بخواه بق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عمر، ما را از بدبخت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نجات دهد. عابد گفت : صبر بر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زندگان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بهتر است </w:t>
      </w:r>
      <w:r w:rsidRPr="00B47F66">
        <w:rPr>
          <w:rStyle w:val="libFootnotenumChar"/>
          <w:rtl/>
        </w:rPr>
        <w:t>(59).</w:t>
      </w:r>
    </w:p>
    <w:p w:rsidR="00FB233E" w:rsidRPr="00FB233E" w:rsidRDefault="00B47F66" w:rsidP="00B47F66">
      <w:pPr>
        <w:pStyle w:val="Heading1"/>
        <w:rPr>
          <w:rtl/>
        </w:rPr>
      </w:pPr>
      <w:r>
        <w:rPr>
          <w:rtl/>
        </w:rPr>
        <w:br w:type="page"/>
      </w:r>
      <w:bookmarkStart w:id="59" w:name="_Toc496184327"/>
      <w:r w:rsidR="00FB233E" w:rsidRPr="00FB233E">
        <w:rPr>
          <w:rFonts w:hint="eastAsia"/>
          <w:rtl/>
        </w:rPr>
        <w:lastRenderedPageBreak/>
        <w:t>مبارزه</w:t>
      </w:r>
      <w:r w:rsidR="00FB233E" w:rsidRPr="00FB233E">
        <w:rPr>
          <w:rtl/>
        </w:rPr>
        <w:t xml:space="preserve"> ثروت و ا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مان</w:t>
      </w:r>
      <w:bookmarkEnd w:id="59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عبدالله</w:t>
      </w:r>
      <w:r w:rsidRPr="00FB233E">
        <w:rPr>
          <w:rtl/>
          <w:lang w:bidi="fa-IR"/>
        </w:rPr>
        <w:t xml:space="preserve"> ذوالبجاد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پسر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بود از نظر ثروت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</w:p>
    <w:p w:rsidR="00FB233E" w:rsidRPr="00FB233E" w:rsidRDefault="00FB233E" w:rsidP="00B47F66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بطور</w:t>
      </w:r>
      <w:r w:rsidRPr="00FB233E">
        <w:rPr>
          <w:rtl/>
          <w:lang w:bidi="fa-IR"/>
        </w:rPr>
        <w:t xml:space="preserve"> کل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نداشت در کودک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تحت تکفل عمو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بسر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برد تا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بزرگ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از توجه عمو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دارا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ثروت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مقدار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گوسفند و شتر، غلام و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به هم رسان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او را در جاهل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عبدالعز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دند،</w:t>
      </w:r>
      <w:r w:rsidRPr="00FB233E">
        <w:rPr>
          <w:rtl/>
          <w:lang w:bidi="fa-IR"/>
        </w:rPr>
        <w:t xml:space="preserve"> مدت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بود تما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وافر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داشت که اسلام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اورد</w:t>
      </w:r>
      <w:r w:rsidRPr="00FB233E">
        <w:rPr>
          <w:rtl/>
          <w:lang w:bidi="fa-IR"/>
        </w:rPr>
        <w:t xml:space="preserve">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ترس عموم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خود</w:t>
      </w:r>
      <w:r w:rsidRPr="00FB233E">
        <w:rPr>
          <w:rtl/>
          <w:lang w:bidi="fa-IR"/>
        </w:rPr>
        <w:t xml:space="preserve">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tl/>
          <w:lang w:bidi="fa-IR"/>
        </w:rPr>
        <w:t xml:space="preserve"> اظهار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نمود چون او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خشن و متعصب و مخالف با اسلام بود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خاطره از قلب عبدالله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راه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</w:t>
      </w:r>
      <w:r w:rsidRPr="00FB233E">
        <w:rPr>
          <w:rtl/>
          <w:lang w:bidi="fa-IR"/>
        </w:rPr>
        <w:t xml:space="preserve"> به آن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</w:t>
      </w:r>
      <w:r w:rsidRPr="00FB233E">
        <w:rPr>
          <w:rtl/>
          <w:lang w:bidi="fa-IR"/>
        </w:rPr>
        <w:t xml:space="preserve">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کرد. بالاخره آنقدر گذشت تا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که حضرت رسول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از جنگ حن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برگشته به جانب 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رهسپار شد عبدالعز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نتوانست صبر بکند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عمو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رفت گفت : مدتها بود من 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به اسلام آوردن بودم ، انتظار داشتم شما هم اسلام قبول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اکنون که از شما خبر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نشد من تصم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گرفته ام به مسلم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وسته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اورم</w:t>
      </w:r>
      <w:r w:rsidRPr="00FB233E">
        <w:rPr>
          <w:rtl/>
          <w:lang w:bidi="fa-IR"/>
        </w:rPr>
        <w:t xml:space="preserve"> .</w:t>
      </w:r>
    </w:p>
    <w:p w:rsidR="00FB233E" w:rsidRPr="00FB233E" w:rsidRDefault="00B47F66" w:rsidP="00B47F66">
      <w:pPr>
        <w:pStyle w:val="Heading1"/>
        <w:rPr>
          <w:rtl/>
        </w:rPr>
      </w:pPr>
      <w:r>
        <w:rPr>
          <w:rtl/>
        </w:rPr>
        <w:br w:type="page"/>
      </w:r>
      <w:bookmarkStart w:id="60" w:name="_Toc496184328"/>
      <w:r w:rsidR="00FB233E" w:rsidRPr="00FB233E">
        <w:rPr>
          <w:rFonts w:hint="eastAsia"/>
          <w:rtl/>
        </w:rPr>
        <w:lastRenderedPageBreak/>
        <w:t>درس</w:t>
      </w:r>
      <w:r w:rsidR="00FB233E" w:rsidRPr="00FB233E">
        <w:rPr>
          <w:rtl/>
        </w:rPr>
        <w:t xml:space="preserve"> از تواضع امام چهارم</w:t>
      </w:r>
      <w:bookmarkEnd w:id="60"/>
    </w:p>
    <w:p w:rsidR="00FB233E" w:rsidRPr="00FB233E" w:rsidRDefault="00FB233E" w:rsidP="00B47F66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زهر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حال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محزون و اندوهناک خدمت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الحس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آن جناب سبب اندوهش را سؤ ال کرد. گفت : غصه هائ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دلم از دست عده 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هست که به آنها خوب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کنم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آنها نسبت به من حسد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ورزند، حضرت به او دستورات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داد راجع به حفظ زبان تا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فرمود: لا</w:t>
      </w:r>
      <w:r w:rsidRPr="00FB233E">
        <w:rPr>
          <w:rFonts w:hint="eastAsia"/>
          <w:rtl/>
          <w:lang w:bidi="fa-IR"/>
        </w:rPr>
        <w:t>زم</w:t>
      </w:r>
      <w:r w:rsidRPr="00FB233E">
        <w:rPr>
          <w:rtl/>
          <w:lang w:bidi="fa-IR"/>
        </w:rPr>
        <w:t xml:space="preserve"> است بر تو که مسلم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 همانند خانواده خود فرض 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از تو بزرگتر است پدر و کس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کوچکتر است فرزند و آنکه هم سن تو است برادر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محسوب نمائ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صورت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ضرر 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اشخاص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بستگان</w:t>
      </w:r>
      <w:r w:rsidR="00B47F66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خود</w:t>
      </w:r>
      <w:r w:rsidRPr="00FB233E">
        <w:rPr>
          <w:rtl/>
          <w:lang w:bidi="fa-IR"/>
        </w:rPr>
        <w:t xml:space="preserve"> حاضر است ؟ اگر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طان</w:t>
      </w:r>
      <w:r w:rsidRPr="00FB233E">
        <w:rPr>
          <w:rtl/>
          <w:lang w:bidi="fa-IR"/>
        </w:rPr>
        <w:t xml:space="preserve"> ترا وسوسه کرد فکر کرد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مسلمان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بهتر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موقع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اگر او بزرگتر است با خود بگو چگونه من بهترم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او سبقت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بر من دارد و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جلوتر است ، و عمل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از من دارد.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چنانچه</w:t>
      </w:r>
      <w:r w:rsidRPr="00FB233E">
        <w:rPr>
          <w:rtl/>
          <w:lang w:bidi="fa-IR"/>
        </w:rPr>
        <w:t xml:space="preserve"> کوچکتر بود بگو من از او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شتر</w:t>
      </w:r>
      <w:r w:rsidRPr="00FB233E">
        <w:rPr>
          <w:rtl/>
          <w:lang w:bidi="fa-IR"/>
        </w:rPr>
        <w:t xml:space="preserve"> گناه دارم و در گناهکار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او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گرفته ام پس از من بهتر است ، اگر هم سن با تو بود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به گناهکار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دارم و در معص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او شک ، پس او بهتر است چون من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</w:t>
      </w:r>
      <w:r w:rsidRPr="00FB233E">
        <w:rPr>
          <w:rtl/>
          <w:lang w:bidi="fa-IR"/>
        </w:rPr>
        <w:t xml:space="preserve"> گناهکارم و او را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دانم ، اگر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ترا احترام و ت</w:t>
      </w:r>
      <w:r w:rsidRPr="00FB233E">
        <w:rPr>
          <w:rFonts w:hint="eastAsia"/>
          <w:rtl/>
          <w:lang w:bidi="fa-IR"/>
        </w:rPr>
        <w:t>عظ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کنند باز خود را مستحق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احترام مدان بلکه با خود بگو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عمل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است که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را احترام نمودن جزء وظائف و کارها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پسند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است ، هر گاه از آنها گرفتگ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اعتنائ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بگو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بواسطه گناه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 که از من صادر شده . اگر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دستورات را مراعات 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دوستان تو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شوند و دشمنانت کم ، از خوب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آنها شاد 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و از بد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متاءثر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D50D18">
        <w:rPr>
          <w:rStyle w:val="libFootnotenumChar"/>
          <w:rtl/>
        </w:rPr>
        <w:t>(60).</w:t>
      </w:r>
    </w:p>
    <w:p w:rsidR="00FB233E" w:rsidRPr="00FB233E" w:rsidRDefault="00D50D18" w:rsidP="00D50D18">
      <w:pPr>
        <w:pStyle w:val="Heading1"/>
        <w:rPr>
          <w:rtl/>
        </w:rPr>
      </w:pPr>
      <w:r>
        <w:rPr>
          <w:rtl/>
        </w:rPr>
        <w:br w:type="page"/>
      </w:r>
      <w:bookmarkStart w:id="61" w:name="_Toc496184329"/>
      <w:r w:rsidR="00FB233E" w:rsidRPr="00FB233E">
        <w:rPr>
          <w:rFonts w:hint="eastAsia"/>
          <w:rtl/>
        </w:rPr>
        <w:lastRenderedPageBreak/>
        <w:t>مغرور</w:t>
      </w:r>
      <w:r w:rsidR="00FB233E" w:rsidRPr="00FB233E">
        <w:rPr>
          <w:rtl/>
        </w:rPr>
        <w:t xml:space="preserve"> نشو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د</w:t>
      </w:r>
      <w:bookmarkEnd w:id="61"/>
    </w:p>
    <w:p w:rsidR="00FB233E" w:rsidRPr="00FB233E" w:rsidRDefault="00FB233E" w:rsidP="00D50D18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در</w:t>
      </w:r>
      <w:r w:rsidRPr="00FB233E">
        <w:rPr>
          <w:rtl/>
          <w:lang w:bidi="fa-IR"/>
        </w:rPr>
        <w:t xml:space="preserve"> مختار کش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احمد بن محمد بزنط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نقل شده که گفت : شب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اتفاق صفوان ابن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ح</w:t>
      </w:r>
      <w:r w:rsidRPr="00FB233E">
        <w:rPr>
          <w:rFonts w:hint="cs"/>
          <w:rtl/>
          <w:lang w:bidi="fa-IR"/>
        </w:rPr>
        <w:t>یی</w:t>
      </w:r>
      <w:r w:rsidRPr="00FB233E">
        <w:rPr>
          <w:rtl/>
          <w:lang w:bidi="fa-IR"/>
        </w:rPr>
        <w:t xml:space="preserve"> و محمد بن سنان و عبدالله بن مغ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ره</w:t>
      </w:r>
      <w:r w:rsidRPr="00FB233E">
        <w:rPr>
          <w:rtl/>
          <w:lang w:bidi="fa-IR"/>
        </w:rPr>
        <w:t xml:space="preserve"> (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عبدالله بن جندب ) خدمت حضرت رضا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رفت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ساعت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نشست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چون خواست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مرخص شو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آنجناب از آن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فرمود: احمد تو بنش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من نشستم آن حض</w:t>
      </w:r>
      <w:r w:rsidRPr="00FB233E">
        <w:rPr>
          <w:rFonts w:hint="eastAsia"/>
          <w:rtl/>
          <w:lang w:bidi="fa-IR"/>
        </w:rPr>
        <w:t>رت</w:t>
      </w:r>
      <w:r w:rsidRPr="00FB233E">
        <w:rPr>
          <w:rtl/>
          <w:lang w:bidi="fa-IR"/>
        </w:rPr>
        <w:t xml:space="preserve"> با من گفتگو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کرد، سؤ الها</w:t>
      </w:r>
      <w:r w:rsidRPr="00FB233E">
        <w:rPr>
          <w:rFonts w:hint="cs"/>
          <w:rtl/>
          <w:lang w:bidi="fa-IR"/>
        </w:rPr>
        <w:t>یی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نمودم</w:t>
      </w:r>
      <w:r w:rsidR="00D50D18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جواب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فرمود تا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شتر</w:t>
      </w:r>
      <w:r w:rsidRPr="00FB233E">
        <w:rPr>
          <w:rtl/>
          <w:lang w:bidi="fa-IR"/>
        </w:rPr>
        <w:t xml:space="preserve"> از شب گذشت ، خواستم حرکت نموده به منزل برگرد</w:t>
      </w:r>
      <w:r w:rsidR="00D50D18">
        <w:rPr>
          <w:rFonts w:hint="cs"/>
          <w:rtl/>
          <w:lang w:bidi="fa-IR"/>
        </w:rPr>
        <w:t>م</w:t>
      </w:r>
      <w:r w:rsidRPr="00FB233E">
        <w:rPr>
          <w:rtl/>
          <w:lang w:bidi="fa-IR"/>
        </w:rPr>
        <w:t xml:space="preserve"> فرمود: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 عرض کردم هر چه شما دستور ده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انجام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دهم اگر بفرمائ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به خواب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خوابم والا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روم . فرمود: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جا به خواب چون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وقت شده ، مردم به خواب رفته و دره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را بسته اند 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هنگام آن جناب بحرم تشر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</w:t>
      </w:r>
      <w:r w:rsidRPr="00FB233E">
        <w:rPr>
          <w:rtl/>
          <w:lang w:bidi="fa-IR"/>
        </w:rPr>
        <w:t xml:space="preserve"> برد.</w:t>
      </w:r>
    </w:p>
    <w:p w:rsidR="00FB233E" w:rsidRPr="00FB233E" w:rsidRDefault="00FB233E" w:rsidP="00D50D18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من</w:t>
      </w:r>
      <w:r w:rsidRPr="00FB233E">
        <w:rPr>
          <w:rtl/>
          <w:lang w:bidi="fa-IR"/>
        </w:rPr>
        <w:t xml:space="preserve"> گمان کردم که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از حرم خارج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شود. به سجده رفتم در سجده گفتم حمد مر خدا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که حجت خود و وارث علوم انب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اء</w:t>
      </w:r>
      <w:r w:rsidRPr="00FB233E">
        <w:rPr>
          <w:rtl/>
          <w:lang w:bidi="fa-IR"/>
        </w:rPr>
        <w:t xml:space="preserve"> با من در مقام انس و عنا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درآورد از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جم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</w:t>
      </w:r>
      <w:r w:rsidRPr="00FB233E">
        <w:rPr>
          <w:rtl/>
          <w:lang w:bidi="fa-IR"/>
        </w:rPr>
        <w:t xml:space="preserve"> برادران و اصحاب ، هنوز در سجده بودم که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برگشتند. بپا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مبارک خود مرا متنبه ساختند برخاستم </w:t>
      </w: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رضا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دست مرا در دست خود گرفته مال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فرمود: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احمد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رالمؤ</w:t>
      </w:r>
      <w:r w:rsidRPr="00FB233E">
        <w:rPr>
          <w:rtl/>
          <w:lang w:bidi="fa-IR"/>
        </w:rPr>
        <w:t xml:space="preserve"> 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به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ادت</w:t>
      </w:r>
      <w:r w:rsidRPr="00FB233E">
        <w:rPr>
          <w:rtl/>
          <w:lang w:bidi="fa-IR"/>
        </w:rPr>
        <w:t xml:space="preserve"> صعصعه بن صوحان رفت ، </w:t>
      </w:r>
      <w:r w:rsidR="00D50D18">
        <w:rPr>
          <w:rFonts w:hint="cs"/>
          <w:rtl/>
          <w:lang w:bidi="fa-IR"/>
        </w:rPr>
        <w:t>چ</w:t>
      </w:r>
      <w:r w:rsidRPr="00FB233E">
        <w:rPr>
          <w:rtl/>
          <w:lang w:bidi="fa-IR"/>
        </w:rPr>
        <w:t>ون از بال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او برخاست گفت :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صعصعه مبادا افتخار 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برادران خود به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ادت</w:t>
      </w:r>
      <w:r w:rsidRPr="00FB233E">
        <w:rPr>
          <w:rFonts w:hint="cs"/>
          <w:rtl/>
          <w:lang w:bidi="fa-IR"/>
        </w:rPr>
        <w:t>ی</w:t>
      </w:r>
      <w:r w:rsidR="00D50D18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ترا نموده ام ، از خدا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حذر باش ،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الرضا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سخن 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بمن فرموده بحرم تشر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</w:t>
      </w:r>
      <w:r w:rsidRPr="00FB233E">
        <w:rPr>
          <w:rtl/>
          <w:lang w:bidi="fa-IR"/>
        </w:rPr>
        <w:t xml:space="preserve"> برد.</w:t>
      </w:r>
      <w:r w:rsidRPr="00D50D18">
        <w:rPr>
          <w:rStyle w:val="libFootnotenumChar"/>
          <w:rtl/>
        </w:rPr>
        <w:t>(61)</w:t>
      </w:r>
    </w:p>
    <w:p w:rsidR="00FB233E" w:rsidRPr="00FB233E" w:rsidRDefault="00D50D18" w:rsidP="00D50D18">
      <w:pPr>
        <w:pStyle w:val="Heading1"/>
        <w:rPr>
          <w:rtl/>
        </w:rPr>
      </w:pPr>
      <w:r>
        <w:rPr>
          <w:rtl/>
        </w:rPr>
        <w:br w:type="page"/>
      </w:r>
      <w:bookmarkStart w:id="62" w:name="_Toc496184330"/>
      <w:r w:rsidR="00FB233E" w:rsidRPr="00FB233E">
        <w:rPr>
          <w:rFonts w:hint="eastAsia"/>
          <w:rtl/>
        </w:rPr>
        <w:lastRenderedPageBreak/>
        <w:t>متواضع</w:t>
      </w:r>
      <w:r w:rsidR="00FB233E" w:rsidRPr="00FB233E">
        <w:rPr>
          <w:rtl/>
        </w:rPr>
        <w:t xml:space="preserve"> باش تا بلند شو</w:t>
      </w:r>
      <w:r w:rsidR="00FB233E" w:rsidRPr="00FB233E">
        <w:rPr>
          <w:rFonts w:hint="cs"/>
          <w:rtl/>
        </w:rPr>
        <w:t>ی</w:t>
      </w:r>
      <w:bookmarkEnd w:id="62"/>
    </w:p>
    <w:p w:rsidR="00FB233E" w:rsidRPr="00FB233E" w:rsidRDefault="00FB233E" w:rsidP="00D50D18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خواست خدمت حضرت رسول 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برسد درب خانه را کوب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حضرت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؟ جواب داد من (انا) آنجناب خارج شد فرمود: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؟ که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من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سخن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سزاوار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مگر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خداوند جل و علا که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انا الجبار انا القهار الخالق پس از آن فرمود: هر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دو رشته بر سر او است که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</w:t>
      </w:r>
      <w:r w:rsidR="00D50D18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آنها</w:t>
      </w:r>
      <w:r w:rsidRPr="00FB233E">
        <w:rPr>
          <w:rtl/>
          <w:lang w:bidi="fa-IR"/>
        </w:rPr>
        <w:t xml:space="preserve"> به عرش منته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و بردست ملک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 در آنجا،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منته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گردد آن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بدست ملک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اگر</w:t>
      </w:r>
      <w:r w:rsidRPr="00FB233E">
        <w:rPr>
          <w:rtl/>
          <w:lang w:bidi="fa-IR"/>
        </w:rPr>
        <w:t xml:space="preserve"> تواضع کرد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خدا خطاب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رسد به ملک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در عرش است بنده ما تواضع کرد او را در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مردم بلند کن تا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مرتبه اش بعرش برسد. هر گاه تکبر نمود خطاب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رسد به ملک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او را پائ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اور</w:t>
      </w:r>
      <w:r w:rsidRPr="00FB233E">
        <w:rPr>
          <w:rtl/>
          <w:lang w:bidi="fa-IR"/>
        </w:rPr>
        <w:t xml:space="preserve"> تا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منته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شود</w:t>
      </w:r>
      <w:r w:rsidRPr="00D50D18">
        <w:rPr>
          <w:rStyle w:val="libFootnotenumChar"/>
          <w:rtl/>
        </w:rPr>
        <w:t>.(62)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3"/>
        <w:gridCol w:w="268"/>
        <w:gridCol w:w="3301"/>
      </w:tblGrid>
      <w:tr w:rsidR="00D50D18" w:rsidTr="00F85D64">
        <w:trPr>
          <w:trHeight w:val="350"/>
        </w:trPr>
        <w:tc>
          <w:tcPr>
            <w:tcW w:w="3920" w:type="dxa"/>
            <w:shd w:val="clear" w:color="auto" w:fill="auto"/>
          </w:tcPr>
          <w:p w:rsidR="00D50D18" w:rsidRDefault="00D50D18" w:rsidP="00F85D64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تواضع</w:t>
            </w:r>
            <w:r w:rsidRPr="00FB233E">
              <w:rPr>
                <w:rtl/>
                <w:lang w:bidi="fa-IR"/>
              </w:rPr>
              <w:t xml:space="preserve"> سر رفعت افرازدت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50D18" w:rsidRDefault="00D50D18" w:rsidP="00F85D6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50D18" w:rsidRDefault="00D50D18" w:rsidP="00F85D64">
            <w:pPr>
              <w:pStyle w:val="libPoem"/>
            </w:pPr>
            <w:r w:rsidRPr="00FB233E">
              <w:rPr>
                <w:rFonts w:hint="eastAsia"/>
                <w:rtl/>
                <w:lang w:bidi="fa-IR"/>
              </w:rPr>
              <w:t>تکبر</w:t>
            </w:r>
            <w:r w:rsidRPr="00FB233E">
              <w:rPr>
                <w:rtl/>
                <w:lang w:bidi="fa-IR"/>
              </w:rPr>
              <w:t xml:space="preserve"> بخاک اندر افرازت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50D18" w:rsidRDefault="00D50D18" w:rsidP="00FB233E">
      <w:pPr>
        <w:pStyle w:val="libNormal"/>
        <w:rPr>
          <w:rtl/>
          <w:lang w:bidi="fa-IR"/>
        </w:rPr>
      </w:pPr>
    </w:p>
    <w:p w:rsidR="00FB233E" w:rsidRPr="00FB233E" w:rsidRDefault="00D50D18" w:rsidP="00D50D18">
      <w:pPr>
        <w:pStyle w:val="Heading1"/>
        <w:rPr>
          <w:rtl/>
        </w:rPr>
      </w:pPr>
      <w:r>
        <w:rPr>
          <w:rtl/>
        </w:rPr>
        <w:br w:type="page"/>
      </w:r>
      <w:bookmarkStart w:id="63" w:name="_Toc496184331"/>
      <w:r w:rsidR="00FB233E" w:rsidRPr="00FB233E">
        <w:rPr>
          <w:rFonts w:hint="eastAsia"/>
          <w:rtl/>
        </w:rPr>
        <w:lastRenderedPageBreak/>
        <w:t>امام</w:t>
      </w:r>
      <w:r w:rsidR="00FB233E" w:rsidRPr="00FB233E">
        <w:rPr>
          <w:rtl/>
        </w:rPr>
        <w:t xml:space="preserve"> عل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="00FB233E" w:rsidRPr="00FB233E">
        <w:rPr>
          <w:rtl/>
        </w:rPr>
        <w:t xml:space="preserve"> و انتخاب لباس</w:t>
      </w:r>
      <w:bookmarkEnd w:id="63"/>
    </w:p>
    <w:p w:rsidR="00FB233E" w:rsidRPr="00FB233E" w:rsidRDefault="00FB233E" w:rsidP="00D50D18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المومن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با قنبر غلامش به بازار آمد تا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راهن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کند به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فرمود دو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راهن</w:t>
      </w:r>
      <w:r w:rsidRPr="00FB233E">
        <w:rPr>
          <w:rtl/>
          <w:lang w:bidi="fa-IR"/>
        </w:rPr>
        <w:t xml:space="preserve"> لازم دارم ، آن مرد عرض کرد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المؤ 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هر نوع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راهن</w:t>
      </w:r>
      <w:r w:rsidRPr="00FB233E">
        <w:rPr>
          <w:rtl/>
          <w:lang w:bidi="fa-IR"/>
        </w:rPr>
        <w:t xml:space="preserve"> بخواه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دارم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فهم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شخص او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شناسد</w:t>
      </w:r>
      <w:r w:rsidRPr="00FB233E">
        <w:rPr>
          <w:rtl/>
          <w:lang w:bidi="fa-IR"/>
        </w:rPr>
        <w:t xml:space="preserve"> از او گذشت به جامه فروش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که پسرش </w:t>
      </w:r>
      <w:r w:rsidRPr="00FB233E">
        <w:rPr>
          <w:rFonts w:hint="eastAsia"/>
          <w:rtl/>
          <w:lang w:bidi="fa-IR"/>
        </w:rPr>
        <w:t>مشغول</w:t>
      </w:r>
      <w:r w:rsidRPr="00FB233E">
        <w:rPr>
          <w:rtl/>
          <w:lang w:bidi="fa-IR"/>
        </w:rPr>
        <w:t xml:space="preserve"> خر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فروش بود. دو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راهن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سه درهم و دوم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ب</w:t>
      </w:r>
      <w:r w:rsidR="00D50D18">
        <w:rPr>
          <w:rFonts w:hint="cs"/>
          <w:rtl/>
          <w:lang w:bidi="fa-IR"/>
        </w:rPr>
        <w:t xml:space="preserve">ه </w:t>
      </w:r>
      <w:r w:rsidRPr="00FB233E">
        <w:rPr>
          <w:rtl/>
          <w:lang w:bidi="fa-IR"/>
        </w:rPr>
        <w:t>دو درهم خر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ب</w:t>
      </w:r>
      <w:r w:rsidR="00D50D18">
        <w:rPr>
          <w:rFonts w:hint="cs"/>
          <w:rtl/>
          <w:lang w:bidi="fa-IR"/>
        </w:rPr>
        <w:t xml:space="preserve">ه </w:t>
      </w:r>
      <w:r w:rsidRPr="00FB233E">
        <w:rPr>
          <w:rtl/>
          <w:lang w:bidi="fa-IR"/>
        </w:rPr>
        <w:t>قنبر فرمود: جامه سه درهم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 باشد. عرض کرد مولا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راهن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شما سزاوارتر است به منبر تشر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مردم را وعظ و خطابه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فرمائ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فرمود: تو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جوان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آراستگ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جوا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، از طرف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شدم دارم از پروردگارم که خود را بر تو برتر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دهم . از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اکرم 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که فرمود: (البسوهم مماتلبسون واطعموهم مماتا کلون ) از همانکه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پوش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بغلامان خود بده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)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راهن</w:t>
      </w:r>
      <w:r w:rsidRPr="00FB233E">
        <w:rPr>
          <w:rtl/>
          <w:lang w:bidi="fa-IR"/>
        </w:rPr>
        <w:t xml:space="preserve"> را که پوش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آست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آنرا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از دستش بلندتر بود، مقدار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پاره کرد دستور داد کلاه برا</w:t>
      </w:r>
      <w:r w:rsidRPr="00FB233E">
        <w:rPr>
          <w:rFonts w:hint="cs"/>
          <w:rtl/>
          <w:lang w:bidi="fa-IR"/>
        </w:rPr>
        <w:t>ی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مستمندان</w:t>
      </w:r>
      <w:r w:rsidRPr="00FB233E">
        <w:rPr>
          <w:rtl/>
          <w:lang w:bidi="fa-IR"/>
        </w:rPr>
        <w:t xml:space="preserve"> درست کنند: پسر بچه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آمده عرض کرد اجازه بفرمائ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تا سر آست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 بدوزم ، فرمود: بگذار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طور باشد، گذشت زمان سر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عتر</w:t>
      </w:r>
      <w:r w:rsidRPr="00FB233E">
        <w:rPr>
          <w:rtl/>
          <w:lang w:bidi="fa-IR"/>
        </w:rPr>
        <w:t xml:space="preserve"> از آراسته کردن جامه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. پس از رفتن آن جناب صاحب دکان آمد بعد از اطلاع ،خود را بحضرت رسان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عذر خواست عرض کرد پسرم شما را نشن</w:t>
      </w:r>
      <w:r w:rsidRPr="00FB233E">
        <w:rPr>
          <w:rFonts w:hint="eastAsia"/>
          <w:rtl/>
          <w:lang w:bidi="fa-IR"/>
        </w:rPr>
        <w:t>اخته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</w:t>
      </w:r>
      <w:r w:rsidRPr="00FB233E">
        <w:rPr>
          <w:rtl/>
          <w:lang w:bidi="fa-IR"/>
        </w:rPr>
        <w:t xml:space="preserve"> تقاضا دارم سود دو جامه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من و پسرت در تع</w:t>
      </w:r>
      <w:r w:rsidRPr="00FB233E">
        <w:rPr>
          <w:rFonts w:hint="cs"/>
          <w:rtl/>
          <w:lang w:bidi="fa-IR"/>
        </w:rPr>
        <w:t>یی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مت</w:t>
      </w:r>
      <w:r w:rsidRPr="00FB233E">
        <w:rPr>
          <w:rtl/>
          <w:lang w:bidi="fa-IR"/>
        </w:rPr>
        <w:t xml:space="preserve"> بمقدار لازم صحبت کرد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و کم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نمود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تا بهم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مقدار هر دو راض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</w:t>
      </w:r>
      <w:r w:rsidRPr="00D50D18">
        <w:rPr>
          <w:rStyle w:val="libFootnotenumChar"/>
          <w:rtl/>
        </w:rPr>
        <w:t>(63)</w:t>
      </w:r>
    </w:p>
    <w:p w:rsidR="00FB233E" w:rsidRPr="00FB233E" w:rsidRDefault="00D50D18" w:rsidP="00D50D18">
      <w:pPr>
        <w:pStyle w:val="Heading1"/>
        <w:rPr>
          <w:rtl/>
        </w:rPr>
      </w:pPr>
      <w:r>
        <w:rPr>
          <w:rtl/>
        </w:rPr>
        <w:br w:type="page"/>
      </w:r>
      <w:bookmarkStart w:id="64" w:name="_Toc496184332"/>
      <w:r w:rsidR="00FB233E" w:rsidRPr="00FB233E">
        <w:rPr>
          <w:rFonts w:hint="eastAsia"/>
          <w:rtl/>
        </w:rPr>
        <w:lastRenderedPageBreak/>
        <w:t>از</w:t>
      </w:r>
      <w:r w:rsidR="00FB233E" w:rsidRPr="00FB233E">
        <w:rPr>
          <w:rtl/>
        </w:rPr>
        <w:t xml:space="preserve"> ش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طان</w:t>
      </w:r>
      <w:r w:rsidR="00FB233E" w:rsidRPr="00FB233E">
        <w:rPr>
          <w:rtl/>
        </w:rPr>
        <w:t xml:space="preserve"> بشنو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د</w:t>
      </w:r>
      <w:bookmarkEnd w:id="64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نوح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هنگام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کشت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درست کرد و در آن انواع 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وانات</w:t>
      </w:r>
      <w:r w:rsidRPr="00FB233E">
        <w:rPr>
          <w:rtl/>
          <w:lang w:bidi="fa-IR"/>
        </w:rPr>
        <w:t xml:space="preserve"> را جا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داد، الاغ در خارج کشت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ماند. هر چه نوح او را به سوار شدن در کشت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وادار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سوار نم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شد</w:t>
      </w:r>
      <w:r w:rsidRPr="00FB233E">
        <w:rPr>
          <w:rtl/>
          <w:lang w:bidi="fa-IR"/>
        </w:rPr>
        <w:t xml:space="preserve"> بالاخره خشمگ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شده گفت (ارکب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طان</w:t>
      </w:r>
      <w:r w:rsidRPr="00FB233E">
        <w:rPr>
          <w:rtl/>
          <w:lang w:bidi="fa-IR"/>
        </w:rPr>
        <w:t xml:space="preserve"> ) سوار شو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طان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طان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سخن را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خود را در پ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الاغ آو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زان</w:t>
      </w:r>
      <w:r w:rsidRPr="00FB233E">
        <w:rPr>
          <w:rtl/>
          <w:lang w:bidi="fa-IR"/>
        </w:rPr>
        <w:t xml:space="preserve"> نموده داخل کشت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حضرت نوح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ال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کرد</w:t>
      </w:r>
      <w:r w:rsidRPr="00FB233E">
        <w:rPr>
          <w:rtl/>
          <w:lang w:bidi="fa-IR"/>
        </w:rPr>
        <w:t xml:space="preserve"> سوار نشده ،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کشت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حرکت در آمده مقدار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آب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کرد چشم نوح به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طان</w:t>
      </w:r>
      <w:r w:rsidRPr="00FB233E">
        <w:rPr>
          <w:rtl/>
          <w:lang w:bidi="fa-IR"/>
        </w:rPr>
        <w:t xml:space="preserve"> افتاد که در صدر کشت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نشسته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چه کس بتو اجازه داد گفت تو مگر نگفت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سوار شو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طان</w:t>
      </w:r>
      <w:r w:rsidRPr="00FB233E">
        <w:rPr>
          <w:rtl/>
          <w:lang w:bidi="fa-IR"/>
        </w:rPr>
        <w:t xml:space="preserve"> . آنگاه گفت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نوح تو بر من حق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درباره من کرده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خواهم</w:t>
      </w:r>
      <w:r w:rsidRPr="00FB233E">
        <w:rPr>
          <w:rtl/>
          <w:lang w:bidi="fa-IR"/>
        </w:rPr>
        <w:t xml:space="preserve"> آنرا جبران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 نوح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آن خدمت چه بوده . در پاسخ گفت : تو دعا کرد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قومت ب</w:t>
      </w:r>
      <w:r w:rsidR="00D50D18">
        <w:rPr>
          <w:rFonts w:hint="cs"/>
          <w:rtl/>
          <w:lang w:bidi="fa-IR"/>
        </w:rPr>
        <w:t xml:space="preserve">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ساعت هلاک شدند اگر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نکار</w:t>
      </w:r>
      <w:r w:rsidRPr="00FB233E">
        <w:rPr>
          <w:rtl/>
          <w:lang w:bidi="fa-IR"/>
        </w:rPr>
        <w:t xml:space="preserve"> را نم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ران</w:t>
      </w:r>
      <w:r w:rsidRPr="00FB233E">
        <w:rPr>
          <w:rtl/>
          <w:lang w:bidi="fa-IR"/>
        </w:rPr>
        <w:t xml:space="preserve"> بودم ب</w:t>
      </w:r>
      <w:r w:rsidR="00D50D18">
        <w:rPr>
          <w:rFonts w:hint="cs"/>
          <w:rtl/>
          <w:lang w:bidi="fa-IR"/>
        </w:rPr>
        <w:t xml:space="preserve">ه </w:t>
      </w:r>
      <w:r w:rsidRPr="00FB233E">
        <w:rPr>
          <w:rtl/>
          <w:lang w:bidi="fa-IR"/>
        </w:rPr>
        <w:t>چه 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آنها را منحرف و گمراه کنم ،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زحمت مرا راحت کرد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D50D18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نوح</w:t>
      </w:r>
      <w:r w:rsidR="00D50D18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دانست</w:t>
      </w:r>
      <w:r w:rsidRPr="00FB233E">
        <w:rPr>
          <w:rtl/>
          <w:lang w:bidi="fa-IR"/>
        </w:rPr>
        <w:t xml:space="preserve">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طان</w:t>
      </w:r>
      <w:r w:rsidRPr="00FB233E">
        <w:rPr>
          <w:rtl/>
          <w:lang w:bidi="fa-IR"/>
        </w:rPr>
        <w:t xml:space="preserve"> او را سرزنش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کند</w:t>
      </w:r>
      <w:r w:rsidRPr="00FB233E">
        <w:rPr>
          <w:rtl/>
          <w:lang w:bidi="fa-IR"/>
        </w:rPr>
        <w:t>. شروع بگر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نمود، بعد از طوفان پانصد سال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کرد</w:t>
      </w:r>
      <w:r w:rsidRPr="00FB233E">
        <w:rPr>
          <w:rtl/>
          <w:lang w:bidi="fa-IR"/>
        </w:rPr>
        <w:t xml:space="preserve">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نرو</w:t>
      </w:r>
      <w:r w:rsidRPr="00FB233E">
        <w:rPr>
          <w:rtl/>
          <w:lang w:bidi="fa-IR"/>
        </w:rPr>
        <w:t xml:space="preserve"> نوح لقب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از آن عبدالجبار نام داشت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خداوند</w:t>
      </w:r>
      <w:r w:rsidRPr="00FB233E">
        <w:rPr>
          <w:rtl/>
          <w:lang w:bidi="fa-IR"/>
        </w:rPr>
        <w:t xml:space="preserve"> به او وح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که سخن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طان</w:t>
      </w:r>
      <w:r w:rsidRPr="00FB233E">
        <w:rPr>
          <w:rtl/>
          <w:lang w:bidi="fa-IR"/>
        </w:rPr>
        <w:t xml:space="preserve"> را گوش کن . نوح به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طان</w:t>
      </w:r>
      <w:r w:rsidRPr="00FB233E">
        <w:rPr>
          <w:rtl/>
          <w:lang w:bidi="fa-IR"/>
        </w:rPr>
        <w:t xml:space="preserve"> گفت آنچه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خواست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بگوئ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بگو. گفت : از چند خصلت ترا نه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کنم : اول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از کبر پره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کن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اول گناه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نسبت بخداوند انجام شد سجده کنم را تکبر نم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کردم</w:t>
      </w:r>
      <w:r w:rsidRPr="00FB233E">
        <w:rPr>
          <w:rtl/>
          <w:lang w:bidi="fa-IR"/>
        </w:rPr>
        <w:t xml:space="preserve"> و سجده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نمودم</w:t>
      </w:r>
      <w:r w:rsidRPr="00FB233E">
        <w:rPr>
          <w:rtl/>
          <w:lang w:bidi="fa-IR"/>
        </w:rPr>
        <w:t xml:space="preserve"> مرا از عالم ملکوت خارج نم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کردند</w:t>
      </w:r>
      <w:r w:rsidRPr="00FB233E">
        <w:rPr>
          <w:rtl/>
          <w:lang w:bidi="fa-IR"/>
        </w:rPr>
        <w:t>. دوم از حرص دور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،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خداوند تمام بهشت 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پدرت آدم مباح گردان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از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</w:t>
      </w:r>
      <w:r w:rsidRPr="00FB233E">
        <w:rPr>
          <w:rtl/>
          <w:lang w:bidi="fa-IR"/>
        </w:rPr>
        <w:lastRenderedPageBreak/>
        <w:t>درخت او را نه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کرد، حرص آدم را واداشت تا از آن درخت خورد و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آنچه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>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سوم</w:t>
      </w:r>
      <w:r w:rsidRPr="00FB233E">
        <w:rPr>
          <w:rtl/>
          <w:lang w:bidi="fa-IR"/>
        </w:rPr>
        <w:t xml:space="preserve"> -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چگاه</w:t>
      </w:r>
      <w:r w:rsidRPr="00FB233E">
        <w:rPr>
          <w:rtl/>
          <w:lang w:bidi="fa-IR"/>
        </w:rPr>
        <w:t xml:space="preserve"> با زن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گانه</w:t>
      </w:r>
      <w:r w:rsidRPr="00FB233E">
        <w:rPr>
          <w:rtl/>
          <w:lang w:bidi="fa-IR"/>
        </w:rPr>
        <w:t xml:space="preserve"> و اجنب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خلوت مکن مگر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شخص ثالث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؛ با شما باشد اگر بدون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خلوت 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در آنجا حاضر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شوم ، آنقدر وسوسه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تا به زنا وادارت کنم . خداوند به نوح وح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که گفته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طان</w:t>
      </w:r>
      <w:r w:rsidRPr="00FB233E">
        <w:rPr>
          <w:rtl/>
          <w:lang w:bidi="fa-IR"/>
        </w:rPr>
        <w:t xml:space="preserve"> را قبول کن .</w:t>
      </w:r>
      <w:r w:rsidRPr="00D50D18">
        <w:rPr>
          <w:rStyle w:val="libFootnotenumChar"/>
          <w:rtl/>
        </w:rPr>
        <w:t>(64)</w:t>
      </w:r>
    </w:p>
    <w:p w:rsidR="00FB233E" w:rsidRPr="00FB233E" w:rsidRDefault="00D50D18" w:rsidP="00D50D18">
      <w:pPr>
        <w:pStyle w:val="Heading1"/>
        <w:rPr>
          <w:rtl/>
        </w:rPr>
      </w:pPr>
      <w:r>
        <w:rPr>
          <w:rtl/>
        </w:rPr>
        <w:br w:type="page"/>
      </w:r>
      <w:bookmarkStart w:id="65" w:name="_Toc496184333"/>
      <w:r w:rsidR="00FB233E" w:rsidRPr="00FB233E">
        <w:rPr>
          <w:rFonts w:hint="eastAsia"/>
          <w:rtl/>
        </w:rPr>
        <w:lastRenderedPageBreak/>
        <w:t>خود</w:t>
      </w:r>
      <w:r w:rsidR="00FB233E" w:rsidRPr="00FB233E">
        <w:rPr>
          <w:rtl/>
        </w:rPr>
        <w:t xml:space="preserve"> پسند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با لشکر اسلام چه کرد</w:t>
      </w:r>
      <w:bookmarkEnd w:id="65"/>
    </w:p>
    <w:p w:rsidR="00FB233E" w:rsidRPr="00FB233E" w:rsidRDefault="00FB233E" w:rsidP="00DA1AED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موقع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حضرت رسول 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مکه را فتح کرد خبر به هوازن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ال</w:t>
      </w:r>
      <w:r w:rsidRPr="00FB233E">
        <w:rPr>
          <w:rtl/>
          <w:lang w:bidi="fa-IR"/>
        </w:rPr>
        <w:t xml:space="preserve"> جنگ با شما را دارد روساء هوازن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مالک بن عوف آمده او را رئ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tl/>
          <w:lang w:bidi="fa-IR"/>
        </w:rPr>
        <w:t xml:space="preserve"> خود قرار دادند اموال زنان و بچه 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را همراه آوردند تا دل از همه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بشو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و با تمام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</w:t>
      </w:r>
      <w:r w:rsidRPr="00FB233E">
        <w:rPr>
          <w:rtl/>
          <w:lang w:bidi="fa-IR"/>
        </w:rPr>
        <w:t xml:space="preserve"> جنگ کنند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لشکر حر</w:t>
      </w:r>
      <w:r w:rsidRPr="00FB233E">
        <w:rPr>
          <w:rFonts w:hint="eastAsia"/>
          <w:rtl/>
          <w:lang w:bidi="fa-IR"/>
        </w:rPr>
        <w:t>کت</w:t>
      </w:r>
      <w:r w:rsidRPr="00FB233E">
        <w:rPr>
          <w:rtl/>
          <w:lang w:bidi="fa-IR"/>
        </w:rPr>
        <w:t xml:space="preserve"> کرد تا به اوطاس </w:t>
      </w:r>
      <w:r w:rsidRPr="00DA1AED">
        <w:rPr>
          <w:rStyle w:val="libFootnotenumChar"/>
          <w:rtl/>
        </w:rPr>
        <w:t>(65)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خبر به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دادند که هوازن در اوطاس جمع شده اند آن حضرت مردم را ترغ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</w:t>
      </w:r>
      <w:r w:rsidRPr="00FB233E">
        <w:rPr>
          <w:rtl/>
          <w:lang w:bidi="fa-IR"/>
        </w:rPr>
        <w:t xml:space="preserve"> به</w:t>
      </w:r>
      <w:r w:rsidR="00DA1AED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جهاد</w:t>
      </w:r>
      <w:r w:rsidRPr="00FB233E">
        <w:rPr>
          <w:rtl/>
          <w:lang w:bidi="fa-IR"/>
        </w:rPr>
        <w:t xml:space="preserve"> نموده . وعده نصرت و غن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مت</w:t>
      </w:r>
      <w:r w:rsidRPr="00FB233E">
        <w:rPr>
          <w:rtl/>
          <w:lang w:bidi="fa-IR"/>
        </w:rPr>
        <w:t xml:space="preserve"> داد.</w:t>
      </w:r>
    </w:p>
    <w:p w:rsidR="00FB233E" w:rsidRPr="00FB233E" w:rsidRDefault="00FB233E" w:rsidP="00DA1AED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مردم</w:t>
      </w:r>
      <w:r w:rsidRPr="00FB233E">
        <w:rPr>
          <w:rtl/>
          <w:lang w:bidi="fa-IR"/>
        </w:rPr>
        <w:t xml:space="preserve"> با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به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وستند</w:t>
      </w:r>
      <w:r w:rsidRPr="00FB233E">
        <w:rPr>
          <w:rtl/>
          <w:lang w:bidi="fa-IR"/>
        </w:rPr>
        <w:t xml:space="preserve"> پرچم بزرگ را بدست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رالمومن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داده با دوازده هزار نفر به جنگ هوازن آماده شد، ده هزار نفر از لشکر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خود آنحضرت بودند که در رکابش مکه را فتح کردند دو هزار نفر از مکه و اطراف . لشکر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هوازن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مو</w:t>
      </w:r>
      <w:r w:rsidR="00DA1AED">
        <w:rPr>
          <w:rFonts w:hint="cs"/>
          <w:rtl/>
          <w:lang w:bidi="fa-IR"/>
        </w:rPr>
        <w:t>ق</w:t>
      </w:r>
      <w:r w:rsidRPr="00FB233E">
        <w:rPr>
          <w:rtl/>
          <w:lang w:bidi="fa-IR"/>
        </w:rPr>
        <w:t xml:space="preserve">ع </w:t>
      </w:r>
      <w:r w:rsidRPr="00FB233E">
        <w:rPr>
          <w:rFonts w:hint="eastAsia"/>
          <w:rtl/>
          <w:lang w:bidi="fa-IR"/>
        </w:rPr>
        <w:t>مسلم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جمع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انبوه و لشکر فراوان خود را که مشاهده کردند، برخود بال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 xml:space="preserve"> که ما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مغلوب نخواه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شد.</w:t>
      </w:r>
    </w:p>
    <w:p w:rsidR="00FB233E" w:rsidRPr="00FB233E" w:rsidRDefault="00FB233E" w:rsidP="00DA1AED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ابوبکر</w:t>
      </w:r>
      <w:r w:rsidRPr="00FB233E">
        <w:rPr>
          <w:rtl/>
          <w:lang w:bidi="fa-IR"/>
        </w:rPr>
        <w:t xml:space="preserve">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کثرت چنان بال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و عجب بر او مستول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که گفت (لن نغلب 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وم</w:t>
      </w:r>
      <w:r w:rsidRPr="00FB233E">
        <w:rPr>
          <w:rtl/>
          <w:lang w:bidi="fa-IR"/>
        </w:rPr>
        <w:t xml:space="preserve"> ) هرگز ما مغلوب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 مالک بن عوف به سپاه خود گفت هر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خانواده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را پشت سرش جا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دهد. در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شکافها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دره پنهان شو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غلاف شمش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خود را بشکن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سف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ح</w:t>
      </w:r>
      <w:r w:rsidRPr="00FB233E">
        <w:rPr>
          <w:rtl/>
          <w:lang w:bidi="fa-IR"/>
        </w:rPr>
        <w:t xml:space="preserve">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شد</w:t>
      </w:r>
      <w:r w:rsidRPr="00FB233E">
        <w:rPr>
          <w:rtl/>
          <w:lang w:bidi="fa-IR"/>
        </w:rPr>
        <w:t xml:space="preserve"> بصورت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مرد متحد حمله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محمد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با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کو</w:t>
      </w:r>
      <w:r w:rsidRPr="00FB233E">
        <w:rPr>
          <w:rtl/>
          <w:lang w:bidi="fa-IR"/>
        </w:rPr>
        <w:t xml:space="preserve"> جنگ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روبرو نشده هنگام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نماز صبح را خواند از دره اوطاس سراز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شدند. دره گود بود و سراش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داشت بنوسل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در مقدمه و طلا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لشکر بودند،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موقع دسته 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هوازن از هر طرف دره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مرتبه ب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آنها کردند و بنوسل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فرار نمودند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گران</w:t>
      </w:r>
      <w:r w:rsidRPr="00FB233E">
        <w:rPr>
          <w:rtl/>
          <w:lang w:bidi="fa-IR"/>
        </w:rPr>
        <w:t xml:space="preserve"> هم از پ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آنها فرار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شدند بطور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با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از ده نفر نما</w:t>
      </w:r>
      <w:r w:rsidR="00DA1AED">
        <w:rPr>
          <w:rFonts w:hint="cs"/>
          <w:rtl/>
          <w:lang w:bidi="fa-IR"/>
        </w:rPr>
        <w:t>ن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حضرت صدا زد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انصار کجا فرار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د؟</w:t>
      </w:r>
      <w:r w:rsidRPr="00FB233E">
        <w:rPr>
          <w:rtl/>
          <w:lang w:bidi="fa-IR"/>
        </w:rPr>
        <w:t xml:space="preserve"> بسو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آئ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نس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</w:t>
      </w:r>
      <w:r w:rsidRPr="00FB233E">
        <w:rPr>
          <w:rtl/>
          <w:lang w:bidi="fa-IR"/>
        </w:rPr>
        <w:lastRenderedPageBreak/>
        <w:t>دختر کعب مازن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برصورت فرا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ها</w:t>
      </w:r>
      <w:r w:rsidRPr="00FB233E">
        <w:rPr>
          <w:rtl/>
          <w:lang w:bidi="fa-IR"/>
        </w:rPr>
        <w:t xml:space="preserve"> خاک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پاش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کجا فرار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د؟</w:t>
      </w:r>
      <w:r w:rsidRPr="00FB233E">
        <w:rPr>
          <w:rtl/>
          <w:lang w:bidi="fa-IR"/>
        </w:rPr>
        <w:t xml:space="preserve"> عمر بر او گذشت ، نس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گفت وا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تو کجا فرار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چه کار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از تو؟ پاسخ داد (هذا امر الله )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فرار را خدا خواسته ! آن ده نفر باق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ماند نه نفر از بن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هاشم 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نفر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من</w:t>
      </w:r>
      <w:r w:rsidRPr="00FB233E">
        <w:rPr>
          <w:rtl/>
          <w:lang w:bidi="fa-IR"/>
        </w:rPr>
        <w:t xml:space="preserve"> بن ام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من</w:t>
      </w:r>
      <w:r w:rsidRPr="00FB233E">
        <w:rPr>
          <w:rtl/>
          <w:lang w:bidi="fa-IR"/>
        </w:rPr>
        <w:t xml:space="preserve"> بود که شه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شد.</w:t>
      </w:r>
    </w:p>
    <w:p w:rsidR="00FB233E" w:rsidRPr="00FB233E" w:rsidRDefault="00FB233E" w:rsidP="00DA1AED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المومن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در مقابل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شمش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زد،</w:t>
      </w:r>
      <w:r w:rsidRPr="00FB233E">
        <w:rPr>
          <w:rtl/>
          <w:lang w:bidi="fa-IR"/>
        </w:rPr>
        <w:t xml:space="preserve">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فرار و هز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مت</w:t>
      </w:r>
      <w:r w:rsidRPr="00FB233E">
        <w:rPr>
          <w:rtl/>
          <w:lang w:bidi="fa-IR"/>
        </w:rPr>
        <w:t xml:space="preserve"> لشکر را مشاهده فرمود قاطر خود را بطرف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رانده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شمش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بردست گرفته چون سرباز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جانباز مشغول مدافعه است حضرت رسول 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به عباس که صدائ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بس غرا و </w:t>
      </w:r>
      <w:r w:rsidRPr="00FB233E">
        <w:rPr>
          <w:rFonts w:hint="eastAsia"/>
          <w:rtl/>
          <w:lang w:bidi="fa-IR"/>
        </w:rPr>
        <w:t>بلند</w:t>
      </w:r>
      <w:r w:rsidRPr="00FB233E">
        <w:rPr>
          <w:rtl/>
          <w:lang w:bidi="fa-IR"/>
        </w:rPr>
        <w:t xml:space="preserve"> داشت فرمود صدا بزن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اصحاب سوره البقره 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اصحاب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عه</w:t>
      </w:r>
      <w:r w:rsidRPr="00FB233E">
        <w:rPr>
          <w:rtl/>
          <w:lang w:bidi="fa-IR"/>
        </w:rPr>
        <w:t xml:space="preserve"> الشجره کجا فرار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آور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بست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غامبر</w:t>
      </w:r>
      <w:r w:rsidR="00DA1AED" w:rsidRPr="00DA1AED">
        <w:rPr>
          <w:rFonts w:ascii="Traditional Arabic" w:eastAsiaTheme="minorHAnsi" w:hAnsi="Traditional Arabic" w:cs="Traditional Arabic"/>
          <w:rtl/>
        </w:rPr>
        <w:t xml:space="preserve"> </w:t>
      </w:r>
      <w:r w:rsidR="00DA1AED" w:rsidRPr="00DA1AED">
        <w:rPr>
          <w:rStyle w:val="libAlaemChar"/>
          <w:rFonts w:eastAsiaTheme="minorHAnsi"/>
          <w:rtl/>
        </w:rPr>
        <w:t>صلى‌الله‌عليه‌وآله‌وسلم</w:t>
      </w:r>
      <w:r w:rsidRPr="00FB233E">
        <w:rPr>
          <w:rtl/>
          <w:lang w:bidi="fa-IR"/>
        </w:rPr>
        <w:t>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در</w:t>
      </w:r>
      <w:r w:rsidRPr="00FB233E">
        <w:rPr>
          <w:rtl/>
          <w:lang w:bidi="fa-IR"/>
        </w:rPr>
        <w:t xml:space="preserve"> آن هنگام ار اطراف دره چنان مشرک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حمله کرده بودند و کار را بر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و اصحابش دشوار نمودند که حضرت دست ها را بسو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آسمان بلند کرده گفت :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اللهم</w:t>
      </w:r>
      <w:r w:rsidRPr="00FB233E">
        <w:rPr>
          <w:rtl/>
          <w:lang w:bidi="fa-IR"/>
        </w:rPr>
        <w:t xml:space="preserve"> لک الحمد وال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المشتک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انت المستعان اللهم ان تهلک هذه العصابه لم تعبد و ان شئت ان لاتعبد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خدا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تو پشت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بان</w:t>
      </w:r>
      <w:r w:rsidRPr="00FB233E">
        <w:rPr>
          <w:rtl/>
          <w:lang w:bidi="fa-IR"/>
        </w:rPr>
        <w:t xml:space="preserve"> و کمک مائ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جمع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را هلاک 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پرستش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اگر بخواه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پرستش نشو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خواسته تو است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صدا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عباس در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دره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؛ تمام مسلم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فهم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اند، غلافها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شمش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خود را شکسته صدا زدند لب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و بازگشتند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خجالت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کشند گرد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لذا اطراف پرچم جمع شده شروع به مبارزه کردند. حضرت رسول 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به عباس فرمود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نها</w:t>
      </w:r>
      <w:r w:rsidRPr="00FB233E">
        <w:rPr>
          <w:rtl/>
          <w:lang w:bidi="fa-IR"/>
        </w:rPr>
        <w:t xml:space="preserve">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ستند؟</w:t>
      </w:r>
      <w:r w:rsidRPr="00FB233E">
        <w:rPr>
          <w:rtl/>
          <w:lang w:bidi="fa-IR"/>
        </w:rPr>
        <w:t xml:space="preserve"> عرض کرد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نها</w:t>
      </w:r>
      <w:r w:rsidRPr="00FB233E">
        <w:rPr>
          <w:rtl/>
          <w:lang w:bidi="fa-IR"/>
        </w:rPr>
        <w:t xml:space="preserve"> انصارند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پا در رکاب نمودند بلند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تا از دور آنها را مشاهده کرد.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lastRenderedPageBreak/>
        <w:t>فرمود</w:t>
      </w:r>
      <w:r w:rsidRPr="00FB233E">
        <w:rPr>
          <w:rtl/>
          <w:lang w:bidi="fa-IR"/>
        </w:rPr>
        <w:t xml:space="preserve"> (الان حم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الوط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tl/>
          <w:lang w:bidi="fa-IR"/>
        </w:rPr>
        <w:t xml:space="preserve"> ) اکنون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جنگ</w:t>
      </w:r>
      <w:r w:rsidRPr="00FB233E">
        <w:rPr>
          <w:rtl/>
          <w:lang w:bidi="fa-IR"/>
        </w:rPr>
        <w:t xml:space="preserve"> شدت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رجز را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خواند: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انا</w:t>
      </w:r>
      <w:r w:rsidRPr="00FB233E">
        <w:rPr>
          <w:rtl/>
          <w:lang w:bidi="fa-IR"/>
        </w:rPr>
        <w:t xml:space="preserve"> النب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لاکذب انا ابن عبد المطلب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نگذاشت که هوازن فرار کردند، خداوند غنائم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شمار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</w:t>
      </w:r>
      <w:r w:rsidRPr="00FB233E">
        <w:rPr>
          <w:rtl/>
          <w:lang w:bidi="fa-IR"/>
        </w:rPr>
        <w:t xml:space="preserve"> مسلم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کرد زنان و فرزندان آنها را اس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نمودند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درباره جنگ حن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نازل شد.</w:t>
      </w:r>
    </w:p>
    <w:p w:rsidR="00FB233E" w:rsidRPr="00FB233E" w:rsidRDefault="00DA1AED" w:rsidP="00FB233E">
      <w:pPr>
        <w:pStyle w:val="libNormal"/>
        <w:rPr>
          <w:rtl/>
          <w:lang w:bidi="fa-IR"/>
        </w:rPr>
      </w:pPr>
      <w:r w:rsidRPr="00DA1AED">
        <w:rPr>
          <w:rStyle w:val="libAlaemChar"/>
          <w:rFonts w:hint="cs"/>
          <w:rtl/>
        </w:rPr>
        <w:t>(</w:t>
      </w:r>
      <w:r w:rsidRPr="00DA1AED">
        <w:rPr>
          <w:rStyle w:val="libAieChar"/>
          <w:rtl/>
        </w:rPr>
        <w:t>لَقَدْ نَصَرَكُمُ اللَّـهُ فِي مَوَاطِنَ كَثِيرَةٍ وَيَوْمَ حُنَيْنٍ إِذْ أَعْجَبَتْكُمْ كَثْرَتُكُمْ فَلَمْ تُغْنِ عَنكُمْ شَيْئًا وَضَاقَتْ عَلَيْكُمُ الْأَرْضُ بِمَا رَحُبَتْ ثُمَّ وَلَّيْتُم مُّدْبِرِينَ</w:t>
      </w:r>
      <w:r w:rsidRPr="00DA1AED">
        <w:rPr>
          <w:rStyle w:val="libAlaemChar"/>
          <w:rFonts w:hint="cs"/>
          <w:rtl/>
        </w:rPr>
        <w:t>)</w:t>
      </w:r>
      <w:r w:rsidR="00FB233E" w:rsidRPr="00FB233E">
        <w:rPr>
          <w:rtl/>
          <w:lang w:bidi="fa-IR"/>
        </w:rPr>
        <w:t>.</w:t>
      </w:r>
    </w:p>
    <w:p w:rsidR="00FB233E" w:rsidRPr="00FB233E" w:rsidRDefault="00FB233E" w:rsidP="00DA1AED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خداوند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شما را در موارد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در روز حن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که از کثرت و انبوه جمع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نخو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بال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 xml:space="preserve"> آن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لشکر شما را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از</w:t>
      </w:r>
      <w:r w:rsidRPr="00FB233E">
        <w:rPr>
          <w:rtl/>
          <w:lang w:bidi="fa-IR"/>
        </w:rPr>
        <w:t xml:space="preserve"> نکرد، در تنگنا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واقع شد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با آن وسعتش آنگاه پشت کرده فرار نمودند. در جنگ حن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شش هزار نفر زن و مرد اس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شدند چهل هزار گوسفند بدست آ</w:t>
      </w:r>
      <w:r w:rsidRPr="00FB233E">
        <w:rPr>
          <w:rFonts w:hint="eastAsia"/>
          <w:rtl/>
          <w:lang w:bidi="fa-IR"/>
        </w:rPr>
        <w:t>مد،</w:t>
      </w:r>
      <w:r w:rsidRPr="00FB233E">
        <w:rPr>
          <w:rtl/>
          <w:lang w:bidi="fa-IR"/>
        </w:rPr>
        <w:t xml:space="preserve"> معادل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و چهار هزار شتر و چهار هزار اوق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</w:t>
      </w:r>
      <w:r w:rsidRPr="00DA1AED">
        <w:rPr>
          <w:rStyle w:val="libFootnotenumChar"/>
          <w:rtl/>
        </w:rPr>
        <w:t>(66)</w:t>
      </w:r>
      <w:r w:rsidRPr="00FB233E">
        <w:rPr>
          <w:rtl/>
          <w:lang w:bidi="fa-IR"/>
        </w:rPr>
        <w:t xml:space="preserve"> طلا حضرت رسول 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مهاجر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و انصار تقس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کرد. قر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چون تازه اسلام اخت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کرده بودند بواسطه دلخوش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تشو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tl/>
          <w:lang w:bidi="fa-IR"/>
        </w:rPr>
        <w:t xml:space="preserve"> به آنها مقدار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بخش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در خبر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 که غنائم حن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 به قر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و بن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و اهل مکه داد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انصار مقدار کم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گذاشت بعض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انصار خشمگ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شدند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خبر به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فر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کرد جمع شو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فرمود بنشستند و غ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از انصار کس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نجا</w:t>
      </w:r>
      <w:r w:rsidRPr="00FB233E">
        <w:rPr>
          <w:rtl/>
          <w:lang w:bidi="fa-IR"/>
        </w:rPr>
        <w:t xml:space="preserve"> نباشد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نشستند حضرت تشر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</w:t>
      </w:r>
      <w:r w:rsidRPr="00FB233E">
        <w:rPr>
          <w:rtl/>
          <w:lang w:bidi="fa-IR"/>
        </w:rPr>
        <w:t xml:space="preserve"> آورد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المومن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در پشت سر آنجناب بود هر دو وسط انصار نشستند ف</w:t>
      </w:r>
      <w:r w:rsidRPr="00FB233E">
        <w:rPr>
          <w:rFonts w:hint="eastAsia"/>
          <w:rtl/>
          <w:lang w:bidi="fa-IR"/>
        </w:rPr>
        <w:t>رمود</w:t>
      </w:r>
      <w:r w:rsidRPr="00FB233E">
        <w:rPr>
          <w:rtl/>
          <w:lang w:bidi="fa-IR"/>
        </w:rPr>
        <w:t xml:space="preserve"> من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شما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پرسم جواب ده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گفتند بد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منت ، فرمود شما قل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بودند خداوند بواسطه من شما را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کرد، عرض کردند بل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،</w:t>
      </w:r>
      <w:r w:rsidRPr="00FB233E">
        <w:rPr>
          <w:rtl/>
          <w:lang w:bidi="fa-IR"/>
        </w:rPr>
        <w:t xml:space="preserve"> فرمود با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دشمن نبودند بواسطه من خداوند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شما محبت انداخته ؟ گفتند آر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منت خدا و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بر گردن ما است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lastRenderedPageBreak/>
        <w:t>آنگاه</w:t>
      </w:r>
      <w:r w:rsidRPr="00FB233E">
        <w:rPr>
          <w:rtl/>
          <w:lang w:bidi="fa-IR"/>
        </w:rPr>
        <w:t xml:space="preserve"> حضرت ساکت شد، پس از مختصر سکوت فرموند شما چرا جوابهائ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دار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گفتند چه جواب بگوئ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پدر و مادرمان فدا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باد عرض کرد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فضل و منت و نعمت از طرف خدا و شما بر گردان ما است ، فرمود: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اما</w:t>
      </w:r>
      <w:r w:rsidRPr="00FB233E">
        <w:rPr>
          <w:rtl/>
          <w:lang w:bidi="fa-IR"/>
        </w:rPr>
        <w:t xml:space="preserve"> لوشتم لقلتم و انت قد جئتنا طر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</w:t>
      </w:r>
      <w:r w:rsidRPr="00FB233E">
        <w:rPr>
          <w:rtl/>
          <w:lang w:bidi="fa-IR"/>
        </w:rPr>
        <w:t xml:space="preserve"> فا 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ناک</w:t>
      </w:r>
      <w:r w:rsidRPr="00FB233E">
        <w:rPr>
          <w:rtl/>
          <w:lang w:bidi="fa-IR"/>
        </w:rPr>
        <w:t xml:space="preserve"> و جئتنا خائفا فامناک و جئتنا مکذبا فصد قناک ، فارتفعت اصواتهم بالبکاء.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اگر</w:t>
      </w:r>
      <w:r w:rsidRPr="00FB233E">
        <w:rPr>
          <w:rtl/>
          <w:lang w:bidi="fa-IR"/>
        </w:rPr>
        <w:t xml:space="preserve"> بخواه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شما هم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د؟</w:t>
      </w:r>
      <w:r w:rsidRPr="00FB233E">
        <w:rPr>
          <w:rtl/>
          <w:lang w:bidi="fa-IR"/>
        </w:rPr>
        <w:t xml:space="preserve"> تو هم موقع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آمد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مطرود قومت بود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 بتو پناه داد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، هنگام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آمد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از قوم و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شانت</w:t>
      </w:r>
      <w:r w:rsidRPr="00FB233E">
        <w:rPr>
          <w:rtl/>
          <w:lang w:bidi="fa-IR"/>
        </w:rPr>
        <w:t xml:space="preserve"> ترسان بود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 ترا تاءم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داد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، زمان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آمد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ترا تکذ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</w:t>
      </w:r>
      <w:r w:rsidRPr="00FB233E">
        <w:rPr>
          <w:rtl/>
          <w:lang w:bidi="fa-IR"/>
        </w:rPr>
        <w:t xml:space="preserve"> کرده بودند ما تصد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قت</w:t>
      </w:r>
      <w:r w:rsidRPr="00FB233E">
        <w:rPr>
          <w:rtl/>
          <w:lang w:bidi="fa-IR"/>
        </w:rPr>
        <w:t xml:space="preserve"> نمود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موقع صدا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انصار به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بلند شد.</w:t>
      </w:r>
    </w:p>
    <w:p w:rsidR="00FB233E" w:rsidRPr="00FB233E" w:rsidRDefault="00FB233E" w:rsidP="00DA1AED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عده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بزرگان آنها حرکت کردند دست و پا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را بوس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دند،</w:t>
      </w:r>
      <w:r w:rsidRPr="00FB233E">
        <w:rPr>
          <w:rtl/>
          <w:lang w:bidi="fa-IR"/>
        </w:rPr>
        <w:t xml:space="preserve"> عرض کردند از خدا و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غمبرش</w:t>
      </w:r>
      <w:r w:rsidRPr="00FB233E">
        <w:rPr>
          <w:rtl/>
          <w:lang w:bidi="fa-IR"/>
        </w:rPr>
        <w:t xml:space="preserve"> راض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</w:t>
      </w:r>
      <w:r w:rsidRPr="00FB233E">
        <w:rPr>
          <w:rtl/>
          <w:lang w:bidi="fa-IR"/>
        </w:rPr>
        <w:t xml:space="preserve"> اموال ما را هم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آنها تقس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فرما، بخدا قسم اگر بعض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سخن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گفته باشند نه از باب دشمن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غ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ظ</w:t>
      </w:r>
      <w:r w:rsidRPr="00FB233E">
        <w:rPr>
          <w:rtl/>
          <w:lang w:bidi="fa-IR"/>
        </w:rPr>
        <w:t xml:space="preserve"> بوده لکن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ال</w:t>
      </w:r>
      <w:r w:rsidRPr="00FB233E">
        <w:rPr>
          <w:rtl/>
          <w:lang w:bidi="fa-IR"/>
        </w:rPr>
        <w:t xml:space="preserve"> کرده بودند مورد غضب شما واقع شده ان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کوتاه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آنها سر زده ، از گناه خود توبه نمودند و استغفار کردند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رسول الله شما هم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آنها طلب مغفرت فرما.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گفت :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اللهم</w:t>
      </w:r>
      <w:r w:rsidRPr="00FB233E">
        <w:rPr>
          <w:rtl/>
          <w:lang w:bidi="fa-IR"/>
        </w:rPr>
        <w:t xml:space="preserve"> اغفر للانصار و لا بناء الانصار ولابنا ابناء الانصار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معشر الانصار اما ترضون ان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رجع</w:t>
      </w:r>
      <w:r w:rsidRPr="00FB233E">
        <w:rPr>
          <w:rtl/>
          <w:lang w:bidi="fa-IR"/>
        </w:rPr>
        <w:t xml:space="preserve"> غ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کم با لشاه و النعم )) ترجعون انتم و 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سهمکم رسول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الله</w:t>
      </w:r>
      <w:r w:rsidRPr="00FB233E">
        <w:rPr>
          <w:rtl/>
          <w:lang w:bidi="fa-IR"/>
        </w:rPr>
        <w:t xml:space="preserve"> قالوا بل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رض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</w:t>
      </w:r>
      <w:r w:rsidRPr="00FB233E">
        <w:rPr>
          <w:rtl/>
          <w:lang w:bidi="fa-IR"/>
        </w:rPr>
        <w:t>).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خداوندا</w:t>
      </w:r>
      <w:r w:rsidRPr="00FB233E">
        <w:rPr>
          <w:rtl/>
          <w:lang w:bidi="fa-IR"/>
        </w:rPr>
        <w:t xml:space="preserve"> انصار و فرزندان آنها و فرزندان فرزندانشان را ببخش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گروه انصار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راض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ستند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گران</w:t>
      </w:r>
      <w:r w:rsidRPr="00FB233E">
        <w:rPr>
          <w:rtl/>
          <w:lang w:bidi="fa-IR"/>
        </w:rPr>
        <w:t xml:space="preserve"> بوطن برگرند با گوسفند و امتعه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شما بر </w:t>
      </w:r>
      <w:r w:rsidRPr="00FB233E">
        <w:rPr>
          <w:rtl/>
          <w:lang w:bidi="fa-IR"/>
        </w:rPr>
        <w:lastRenderedPageBreak/>
        <w:t>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اما در سهم و نص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بتان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باشد عرض کردند چرا راض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</w:t>
      </w:r>
      <w:r w:rsidRPr="00FD1A05">
        <w:rPr>
          <w:rStyle w:val="libFootnotenumChar"/>
          <w:rtl/>
        </w:rPr>
        <w:t>(67)</w:t>
      </w:r>
    </w:p>
    <w:p w:rsidR="00FB233E" w:rsidRPr="00FB233E" w:rsidRDefault="00FD1A05" w:rsidP="00FD1A05">
      <w:pPr>
        <w:pStyle w:val="Heading1"/>
        <w:rPr>
          <w:rtl/>
        </w:rPr>
      </w:pPr>
      <w:r>
        <w:rPr>
          <w:rtl/>
        </w:rPr>
        <w:br w:type="page"/>
      </w:r>
      <w:bookmarkStart w:id="66" w:name="_Toc496184334"/>
      <w:r w:rsidR="00FB233E" w:rsidRPr="00FB233E">
        <w:rPr>
          <w:rFonts w:hint="eastAsia"/>
          <w:rtl/>
        </w:rPr>
        <w:lastRenderedPageBreak/>
        <w:t>چرا</w:t>
      </w:r>
      <w:r w:rsidR="00FB233E" w:rsidRPr="00FB233E">
        <w:rPr>
          <w:rtl/>
        </w:rPr>
        <w:t xml:space="preserve"> فرزندان 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وسف</w:t>
      </w:r>
      <w:r w:rsidR="00FB233E" w:rsidRPr="00FB233E">
        <w:rPr>
          <w:rtl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="00FB233E" w:rsidRPr="00FB233E">
        <w:rPr>
          <w:rtl/>
        </w:rPr>
        <w:t xml:space="preserve"> پ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امبر</w:t>
      </w:r>
      <w:r w:rsidR="00FB233E" w:rsidRPr="00FB233E">
        <w:rPr>
          <w:rtl/>
        </w:rPr>
        <w:t xml:space="preserve"> نشدند</w:t>
      </w:r>
      <w:bookmarkEnd w:id="66"/>
    </w:p>
    <w:p w:rsidR="00FB233E" w:rsidRPr="00FB233E" w:rsidRDefault="00FB233E" w:rsidP="00FD1A05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هنگام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حضرت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وسف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راهن</w:t>
      </w:r>
      <w:r w:rsidRPr="00FB233E">
        <w:rPr>
          <w:rtl/>
          <w:lang w:bidi="fa-IR"/>
        </w:rPr>
        <w:t xml:space="preserve"> خود را بوس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برادران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پدرش فرستاد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عقوب</w:t>
      </w:r>
      <w:r w:rsidRPr="00FB233E">
        <w:rPr>
          <w:rtl/>
          <w:lang w:bidi="fa-IR"/>
        </w:rPr>
        <w:t xml:space="preserve"> پس از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</w:t>
      </w:r>
      <w:r w:rsidRPr="00FB233E">
        <w:rPr>
          <w:rtl/>
          <w:lang w:bidi="fa-IR"/>
        </w:rPr>
        <w:t xml:space="preserve"> شدن بوس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آن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راهن</w:t>
      </w:r>
      <w:r w:rsidRPr="00FB233E">
        <w:rPr>
          <w:rtl/>
          <w:lang w:bidi="fa-IR"/>
        </w:rPr>
        <w:t xml:space="preserve"> ، دستور داد همان روز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حرکت به طرف مصر آماده شوند. از شاد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انبساط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کاروان داشتند با سرعت بطرف مصر آمدند.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مسافرت نه روز طول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پدر رنج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ب</w:t>
      </w:r>
      <w:r w:rsidR="00FD1A05">
        <w:rPr>
          <w:rFonts w:hint="cs"/>
          <w:rtl/>
          <w:lang w:bidi="fa-IR"/>
        </w:rPr>
        <w:t>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دار</w:t>
      </w:r>
      <w:r w:rsidRPr="00FB233E">
        <w:rPr>
          <w:rtl/>
          <w:lang w:bidi="fa-IR"/>
        </w:rPr>
        <w:t xml:space="preserve"> فرزند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رود.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وسف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با شوکت و جلال سلطنت از مصر خارج شد، هزاران نفر از مصر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ها</w:t>
      </w:r>
      <w:r w:rsidRPr="00FB233E">
        <w:rPr>
          <w:rtl/>
          <w:lang w:bidi="fa-IR"/>
        </w:rPr>
        <w:t xml:space="preserve"> به همراه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سپاه سلطنت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او بودند.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عقوب</w:t>
      </w:r>
      <w:r w:rsidRPr="00FB233E">
        <w:rPr>
          <w:rtl/>
          <w:lang w:bidi="fa-IR"/>
        </w:rPr>
        <w:t xml:space="preserve"> چشمش به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وسف</w:t>
      </w:r>
      <w:r w:rsidRPr="00FB233E">
        <w:rPr>
          <w:rtl/>
          <w:lang w:bidi="fa-IR"/>
        </w:rPr>
        <w:t xml:space="preserve">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وضع افتاد به پسرش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هودا</w:t>
      </w:r>
      <w:r w:rsidRPr="00FB233E">
        <w:rPr>
          <w:rtl/>
          <w:lang w:bidi="fa-IR"/>
        </w:rPr>
        <w:t xml:space="preserve"> گفت :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شخص فرعون مصر است ؟ عرض کرد نه پدر جان او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وسف</w:t>
      </w:r>
      <w:r w:rsidRPr="00FB233E">
        <w:rPr>
          <w:rtl/>
          <w:lang w:bidi="fa-IR"/>
        </w:rPr>
        <w:t xml:space="preserve"> فرزند شما است .</w:t>
      </w:r>
    </w:p>
    <w:p w:rsidR="00FB233E" w:rsidRPr="00FB233E" w:rsidRDefault="00FB233E" w:rsidP="00FD1A05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صادق </w:t>
      </w:r>
      <w:r w:rsidR="006A44DE" w:rsidRPr="006A44DE">
        <w:rPr>
          <w:rStyle w:val="libAlaemChar"/>
          <w:rtl/>
        </w:rPr>
        <w:t xml:space="preserve">عليه‌السلام </w:t>
      </w:r>
      <w:r w:rsidRPr="00FD1A05">
        <w:rPr>
          <w:rStyle w:val="libFootnotenumChar"/>
          <w:rtl/>
        </w:rPr>
        <w:t>(68)</w:t>
      </w:r>
      <w:r w:rsidRPr="00FB233E">
        <w:rPr>
          <w:rtl/>
          <w:lang w:bidi="fa-IR"/>
        </w:rPr>
        <w:t xml:space="preserve"> فرمود: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وسف</w:t>
      </w:r>
      <w:r w:rsidRPr="00FB233E">
        <w:rPr>
          <w:rtl/>
          <w:lang w:bidi="fa-IR"/>
        </w:rPr>
        <w:t xml:space="preserve"> پدر را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خواست به احترام او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اده</w:t>
      </w:r>
      <w:r w:rsidRPr="00FB233E">
        <w:rPr>
          <w:rtl/>
          <w:lang w:bidi="fa-IR"/>
        </w:rPr>
        <w:t xml:space="preserve"> شود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توجه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حشمت و جلال خود نموده منصرف شد. پس از سلام به پدر (و تمام شدن مراسم ملاقات ) جبرئ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بر او نازل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گفت :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وسف</w:t>
      </w:r>
      <w:r w:rsidRPr="00FB233E">
        <w:rPr>
          <w:rtl/>
          <w:lang w:bidi="fa-IR"/>
        </w:rPr>
        <w:t xml:space="preserve"> خداوند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چه باعث شد که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بنده صالح ما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اده</w:t>
      </w:r>
      <w:r w:rsidRPr="00FB233E">
        <w:rPr>
          <w:rtl/>
          <w:lang w:bidi="fa-IR"/>
        </w:rPr>
        <w:t xml:space="preserve"> نشد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</w:t>
      </w:r>
      <w:r w:rsidRPr="00FB233E">
        <w:rPr>
          <w:rtl/>
          <w:lang w:bidi="fa-IR"/>
        </w:rPr>
        <w:t xml:space="preserve"> دست خود را بگشا. ناگاه نور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انگشتانش خارج شد،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چه بود؟ چبرئ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پاسخ داد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نور نبوت بود که از صلب تو خارج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به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فر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اده</w:t>
      </w:r>
      <w:r w:rsidRPr="00FB233E">
        <w:rPr>
          <w:rtl/>
          <w:lang w:bidi="fa-IR"/>
        </w:rPr>
        <w:t xml:space="preserve"> نشدنت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پدرت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عقوب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FD1A05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خداوند</w:t>
      </w:r>
      <w:r w:rsidRPr="00FB233E">
        <w:rPr>
          <w:rtl/>
          <w:lang w:bidi="fa-IR"/>
        </w:rPr>
        <w:t xml:space="preserve"> نبوت را در فرزندان لاو</w:t>
      </w:r>
      <w:r w:rsidRPr="00FB233E">
        <w:rPr>
          <w:rFonts w:hint="cs"/>
          <w:rtl/>
          <w:lang w:bidi="fa-IR"/>
        </w:rPr>
        <w:t>ی</w:t>
      </w:r>
      <w:r w:rsidR="00FD1A05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برادر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وسف</w:t>
      </w:r>
      <w:r w:rsidRPr="00FB233E">
        <w:rPr>
          <w:rtl/>
          <w:lang w:bidi="fa-IR"/>
        </w:rPr>
        <w:t xml:space="preserve"> قرارداد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هنگام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برادران خواستند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وسف</w:t>
      </w:r>
      <w:r w:rsidRPr="00FB233E">
        <w:rPr>
          <w:rtl/>
          <w:lang w:bidi="fa-IR"/>
        </w:rPr>
        <w:t xml:space="preserve"> را بکشند، او گفت : </w:t>
      </w:r>
      <w:r w:rsidRPr="00FD1A05">
        <w:rPr>
          <w:rStyle w:val="libAlaemChar"/>
          <w:rtl/>
        </w:rPr>
        <w:t>(</w:t>
      </w:r>
      <w:r w:rsidR="00FD1A05" w:rsidRPr="00FD1A05">
        <w:rPr>
          <w:rStyle w:val="libAieChar"/>
          <w:rtl/>
        </w:rPr>
        <w:t>لَا تَقْتُلُوا يُوسُفَ وَأَلْقُوهُ فِي غَيَابَتِ الْجُبِّ</w:t>
      </w:r>
      <w:r w:rsidRPr="00FD1A05">
        <w:rPr>
          <w:rStyle w:val="libAlaemChar"/>
          <w:rtl/>
        </w:rPr>
        <w:t>)</w:t>
      </w:r>
      <w:r w:rsidRPr="00FB233E">
        <w:rPr>
          <w:rtl/>
          <w:lang w:bidi="fa-IR"/>
        </w:rPr>
        <w:t xml:space="preserve"> نکش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او را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انداز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در قعر چاه و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موقع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وسف</w:t>
      </w:r>
      <w:r w:rsidRPr="00FB233E">
        <w:rPr>
          <w:rtl/>
          <w:lang w:bidi="fa-IR"/>
        </w:rPr>
        <w:t xml:space="preserve"> برادر مادر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ابن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 نگه داشت ، هنگام بازگشت برادران به مصر لاو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چون خود را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پدر شرمنده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بواسطه از دست دادن برادر دوم گفت : </w:t>
      </w:r>
      <w:r w:rsidRPr="00FD1A05">
        <w:rPr>
          <w:rStyle w:val="libAlaemChar"/>
          <w:rtl/>
        </w:rPr>
        <w:t>(</w:t>
      </w:r>
      <w:r w:rsidR="00FD1A05" w:rsidRPr="00FD1A05">
        <w:rPr>
          <w:rStyle w:val="libAieChar"/>
          <w:rtl/>
        </w:rPr>
        <w:t xml:space="preserve">فَلَمَّا </w:t>
      </w:r>
      <w:r w:rsidR="00FD1A05" w:rsidRPr="00FD1A05">
        <w:rPr>
          <w:rStyle w:val="libAieChar"/>
          <w:rtl/>
        </w:rPr>
        <w:lastRenderedPageBreak/>
        <w:t>اسْتَيْأَسُوا مِنْهُ خَلَصُوا نَجِيًّا</w:t>
      </w:r>
      <w:r w:rsidR="00FD1A05" w:rsidRPr="00FD1A05">
        <w:rPr>
          <w:rStyle w:val="libAieChar"/>
          <w:rFonts w:ascii="Times New Roman" w:hAnsi="Times New Roman" w:cs="Times New Roman" w:hint="cs"/>
          <w:rtl/>
        </w:rPr>
        <w:t> ۖ</w:t>
      </w:r>
      <w:r w:rsidR="00FD1A05" w:rsidRPr="00FD1A05">
        <w:rPr>
          <w:rStyle w:val="libAieChar"/>
          <w:rtl/>
        </w:rPr>
        <w:t xml:space="preserve"> قَالَ كَبِيرُهُمْ أَلَمْ تَعْلَمُوا أَنَّ أَبَاكُمْ قَدْ أَخَذَ عَلَيْكُم مَّوْثِقًا مِّنَ اللَّـهِ وَمِن قَبْلُ مَا فَرَّطتُمْ فِي يُوسُفَ</w:t>
      </w:r>
      <w:r w:rsidR="00FD1A05" w:rsidRPr="00FD1A05">
        <w:rPr>
          <w:rStyle w:val="libAieChar"/>
          <w:rFonts w:ascii="Times New Roman" w:hAnsi="Times New Roman" w:cs="Times New Roman" w:hint="cs"/>
          <w:rtl/>
        </w:rPr>
        <w:t> ۖ</w:t>
      </w:r>
      <w:r w:rsidR="00FD1A05" w:rsidRPr="00FD1A05">
        <w:rPr>
          <w:rStyle w:val="libAieChar"/>
          <w:rtl/>
        </w:rPr>
        <w:t xml:space="preserve"> فَلَنْ أَبْرَحَ الْأَرْضَ حَتَّىٰ يَأْذَنَ لِي أَبِي أَوْ يَحْكُمَ اللَّـهُ لِي</w:t>
      </w:r>
      <w:r w:rsidR="00FD1A05" w:rsidRPr="00FD1A05">
        <w:rPr>
          <w:rStyle w:val="libAieChar"/>
          <w:rFonts w:ascii="Times New Roman" w:hAnsi="Times New Roman" w:cs="Times New Roman" w:hint="cs"/>
          <w:rtl/>
        </w:rPr>
        <w:t> ۖ</w:t>
      </w:r>
      <w:r w:rsidR="00FD1A05" w:rsidRPr="00FD1A05">
        <w:rPr>
          <w:rStyle w:val="libAieChar"/>
          <w:rtl/>
        </w:rPr>
        <w:t xml:space="preserve"> وَهُوَ خَيْرُ الْحَاكِمِينَ</w:t>
      </w:r>
      <w:r w:rsidRPr="00FB233E">
        <w:rPr>
          <w:rtl/>
          <w:lang w:bidi="fa-IR"/>
        </w:rPr>
        <w:t xml:space="preserve"> </w:t>
      </w:r>
      <w:r w:rsidRPr="00FD1A05">
        <w:rPr>
          <w:rStyle w:val="libAlaemChar"/>
          <w:rtl/>
        </w:rPr>
        <w:t>)</w:t>
      </w:r>
      <w:r w:rsidRPr="00FB233E">
        <w:rPr>
          <w:rtl/>
          <w:lang w:bidi="fa-IR"/>
        </w:rPr>
        <w:t xml:space="preserve"> من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(مصر) حرکت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کنم م</w:t>
      </w:r>
      <w:r w:rsidR="00FD1A05">
        <w:rPr>
          <w:rFonts w:hint="cs"/>
          <w:rtl/>
          <w:lang w:bidi="fa-IR"/>
        </w:rPr>
        <w:t>گر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پدرم اجازه بازگشت دهد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خداوند حکم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(برجوع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مرگ ) بنما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او بهتر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حکم کنندگان است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خداوند</w:t>
      </w:r>
      <w:r w:rsidRPr="00FB233E">
        <w:rPr>
          <w:rtl/>
          <w:lang w:bidi="fa-IR"/>
        </w:rPr>
        <w:t xml:space="preserve"> به پاس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دو عمل لاو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در صلب او قرار داد، حضرت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با سه واسطه از فرزندان اوست </w:t>
      </w:r>
      <w:r w:rsidRPr="00FD1A05">
        <w:rPr>
          <w:rStyle w:val="libFootnotenumChar"/>
          <w:rtl/>
        </w:rPr>
        <w:t>(69)</w:t>
      </w:r>
      <w:r w:rsidRPr="00FB233E">
        <w:rPr>
          <w:rtl/>
          <w:lang w:bidi="fa-IR"/>
        </w:rPr>
        <w:t>.</w:t>
      </w:r>
    </w:p>
    <w:p w:rsidR="00FB233E" w:rsidRPr="00FB233E" w:rsidRDefault="00FB233E" w:rsidP="00FD1A05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وسف</w:t>
      </w:r>
      <w:r w:rsidRPr="00FD1A05">
        <w:rPr>
          <w:rStyle w:val="libFootnotenumChar"/>
          <w:rtl/>
        </w:rPr>
        <w:t xml:space="preserve"> (70)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بدست گرفته جمال خود را در آن مشاهده کرد،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مانند،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دگان</w:t>
      </w:r>
      <w:r w:rsidRPr="00FB233E">
        <w:rPr>
          <w:rtl/>
          <w:lang w:bidi="fa-IR"/>
        </w:rPr>
        <w:t xml:space="preserve"> خود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وسف</w:t>
      </w:r>
      <w:r w:rsidRPr="00FB233E">
        <w:rPr>
          <w:rtl/>
          <w:lang w:bidi="fa-IR"/>
        </w:rPr>
        <w:t xml:space="preserve"> را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ره</w:t>
      </w:r>
      <w:r w:rsidRPr="00FB233E">
        <w:rPr>
          <w:rtl/>
          <w:lang w:bidi="fa-IR"/>
        </w:rPr>
        <w:t xml:space="preserve"> نمود با خود گفت : اگر من غلام و بنده بودم چه 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مت</w:t>
      </w:r>
      <w:r w:rsidRPr="00FB233E">
        <w:rPr>
          <w:rtl/>
          <w:lang w:bidi="fa-IR"/>
        </w:rPr>
        <w:t xml:space="preserve"> گزاف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داشتم ! به مال بس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معامله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شدم ،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رو کارش به جائ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که برادران او را ب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و دو درهم ناقص و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ارزش فروختند (و شروه بثمن بخس دراهم معدوده ) هنوز چنانچه قرآن گواه است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رداران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معامله نداشتند </w:t>
      </w:r>
      <w:r w:rsidRPr="00FD1A05">
        <w:rPr>
          <w:rStyle w:val="libAlaemChar"/>
          <w:rtl/>
        </w:rPr>
        <w:t>(</w:t>
      </w:r>
      <w:r w:rsidR="00FD1A05" w:rsidRPr="00FD1A05">
        <w:rPr>
          <w:rStyle w:val="libAieChar"/>
          <w:rtl/>
        </w:rPr>
        <w:t>دَرَاهِمَ مَعْدُودَةٍ وَكَانُوا فِيهِ مِنَ الزَّاهِدِينَ</w:t>
      </w:r>
      <w:r w:rsidRPr="00FD1A05">
        <w:rPr>
          <w:rStyle w:val="libAlaemChar"/>
          <w:rtl/>
        </w:rPr>
        <w:t>)</w:t>
      </w:r>
      <w:r w:rsidRPr="00FB233E">
        <w:rPr>
          <w:rtl/>
          <w:lang w:bidi="fa-IR"/>
        </w:rPr>
        <w:t xml:space="preserve"> درباره خر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دش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بودند.</w:t>
      </w:r>
    </w:p>
    <w:p w:rsidR="00FB233E" w:rsidRPr="00FB233E" w:rsidRDefault="00FD1A05" w:rsidP="00FD1A05">
      <w:pPr>
        <w:pStyle w:val="Heading1"/>
        <w:rPr>
          <w:rtl/>
        </w:rPr>
      </w:pPr>
      <w:r>
        <w:rPr>
          <w:rtl/>
        </w:rPr>
        <w:br w:type="page"/>
      </w:r>
      <w:bookmarkStart w:id="67" w:name="_Toc496184335"/>
      <w:r w:rsidR="00FB233E" w:rsidRPr="00FB233E">
        <w:rPr>
          <w:rFonts w:hint="eastAsia"/>
          <w:rtl/>
        </w:rPr>
        <w:lastRenderedPageBreak/>
        <w:t>کبر</w:t>
      </w:r>
      <w:r w:rsidR="00FB233E" w:rsidRPr="00FB233E">
        <w:rPr>
          <w:rtl/>
        </w:rPr>
        <w:t xml:space="preserve"> خسروپرو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ز</w:t>
      </w:r>
      <w:bookmarkEnd w:id="67"/>
    </w:p>
    <w:p w:rsidR="00FB233E" w:rsidRPr="00FB233E" w:rsidRDefault="00FB233E" w:rsidP="00FD1A05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در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سلاط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و زمامداران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اکرم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به آنها نامه نوشت و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را دعوت به اسلام نمود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خسرو پرو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="00FD1A05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پادشاه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ران</w:t>
      </w:r>
      <w:r w:rsidRPr="00FB233E">
        <w:rPr>
          <w:rtl/>
          <w:lang w:bidi="fa-IR"/>
        </w:rPr>
        <w:t xml:space="preserve"> بود نامه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را بوس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عبدالله بن حذاقه فرستاد. هنگام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عبدالله نامه را به بارگاه خسرو رسان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پادشاه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ران</w:t>
      </w:r>
      <w:r w:rsidRPr="00FB233E">
        <w:rPr>
          <w:rtl/>
          <w:lang w:bidi="fa-IR"/>
        </w:rPr>
        <w:t xml:space="preserve"> دستور داد ترجمه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چون ترجمه شد، خسرو پرو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اکرم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نام خود را بر نام او مقدم داشته (من محمد رسول الل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کسر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عظ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فارس )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موضوع بر او گران آمد نامه را پاره کرد و به عبدالله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tl/>
          <w:lang w:bidi="fa-IR"/>
        </w:rPr>
        <w:t xml:space="preserve"> توجه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ننمود، از جواب دادن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خوددار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کرد،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خبر به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که نامه اش را خسروپرو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از کبر و خودخواه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پاره کرده گفت : (اللهم مزق ملکه ) خدا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تو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پادشاه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را قطع </w:t>
      </w:r>
      <w:r w:rsidRPr="00FB233E">
        <w:rPr>
          <w:rFonts w:hint="eastAsia"/>
          <w:rtl/>
          <w:lang w:bidi="fa-IR"/>
        </w:rPr>
        <w:t>فرما</w:t>
      </w:r>
      <w:r w:rsidRPr="00FB233E">
        <w:rPr>
          <w:rtl/>
          <w:lang w:bidi="fa-IR"/>
        </w:rPr>
        <w:t>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خسروپرو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نامه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باذان پادشاه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من</w:t>
      </w:r>
      <w:r w:rsidRPr="00FB233E">
        <w:rPr>
          <w:rtl/>
          <w:lang w:bidi="fa-IR"/>
        </w:rPr>
        <w:t xml:space="preserve"> نوشت که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ام در حجاز شخص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دعو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نبوت کرده دو نفر از مردان دل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خود را بفرست تا او را بسته به خدمت ما آورند. باذان دو نفر از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مردان خود بنام بابو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و خرخسره انتخاب نمود، نامه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متضمن دستور خسروپرو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بود نوشته </w:t>
      </w:r>
      <w:r w:rsidRPr="00FB233E">
        <w:rPr>
          <w:rFonts w:hint="eastAsia"/>
          <w:rtl/>
          <w:lang w:bidi="fa-IR"/>
        </w:rPr>
        <w:t>بوس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آنها فرستاد.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فرستادگان</w:t>
      </w:r>
      <w:r w:rsidRPr="00FB233E">
        <w:rPr>
          <w:rtl/>
          <w:lang w:bidi="fa-IR"/>
        </w:rPr>
        <w:t xml:space="preserve"> باذان شرف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اب</w:t>
      </w:r>
      <w:r w:rsidRPr="00FB233E">
        <w:rPr>
          <w:rtl/>
          <w:lang w:bidi="fa-IR"/>
        </w:rPr>
        <w:t xml:space="preserve"> خدمت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شدند و نامه او را تقد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نمودند.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از روبرو شدن با آنها کراهت داشت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بازوبندها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طلا بر بازو بسته کمربندها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بر کمر داشتند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را تراش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و سب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گذاشته بو</w:t>
      </w:r>
      <w:r w:rsidR="0087225B">
        <w:rPr>
          <w:rFonts w:hint="cs"/>
          <w:rtl/>
          <w:lang w:bidi="fa-IR"/>
        </w:rPr>
        <w:t>د</w:t>
      </w:r>
      <w:r w:rsidRPr="00FB233E">
        <w:rPr>
          <w:rtl/>
          <w:lang w:bidi="fa-IR"/>
        </w:rPr>
        <w:t xml:space="preserve">ند به آنها فرمود (و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لکما</w:t>
      </w:r>
      <w:r w:rsidRPr="00FB233E">
        <w:rPr>
          <w:rtl/>
          <w:lang w:bidi="fa-IR"/>
        </w:rPr>
        <w:t xml:space="preserve"> من امر کما بهذا) وا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شما که دستور داده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بتراش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سب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بگذار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د؟</w:t>
      </w:r>
      <w:r w:rsidRPr="00FB233E">
        <w:rPr>
          <w:rtl/>
          <w:lang w:bidi="fa-IR"/>
        </w:rPr>
        <w:t xml:space="preserve"> عرض کردند پروردگار ما کسر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 جناب فرمود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پروردگار من امر کرده شارب را بزن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و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بگذار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87225B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lastRenderedPageBreak/>
        <w:t>فرمود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</w:t>
      </w:r>
      <w:r w:rsidRPr="00FB233E">
        <w:rPr>
          <w:rtl/>
          <w:lang w:bidi="fa-IR"/>
        </w:rPr>
        <w:t xml:space="preserve"> استراحت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تا</w:t>
      </w:r>
      <w:r w:rsidR="0087225B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فردا</w:t>
      </w:r>
      <w:r w:rsidRPr="00FB233E">
        <w:rPr>
          <w:rtl/>
          <w:lang w:bidi="fa-IR"/>
        </w:rPr>
        <w:t xml:space="preserve"> جواب شما را بدهم روز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که شرف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اب</w:t>
      </w:r>
      <w:r w:rsidRPr="00FB233E">
        <w:rPr>
          <w:rtl/>
          <w:lang w:bidi="fa-IR"/>
        </w:rPr>
        <w:t xml:space="preserve"> شدند فرمود به بازان بگوئ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شب</w:t>
      </w:r>
      <w:r w:rsidRPr="00FB233E">
        <w:rPr>
          <w:rtl/>
          <w:lang w:bidi="fa-IR"/>
        </w:rPr>
        <w:t xml:space="preserve"> هفت ساعت از شب گذشته پروردگار من رب او خسروپرو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را بوس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فرزندش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به قتل رسان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ما بر مملکت آنها مسلط 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گشت ، اگر تو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محل حکومت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مستقر باش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اور</w:t>
      </w:r>
      <w:r w:rsidRPr="00FB233E">
        <w:rPr>
          <w:rtl/>
          <w:lang w:bidi="fa-IR"/>
        </w:rPr>
        <w:t>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آمد در شب سه شنبه دهم جماد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الاول سال هفتم هجر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واقع شد. فرستادگان با ضبط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تار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</w:t>
      </w:r>
      <w:r w:rsidRPr="00FB233E">
        <w:rPr>
          <w:rtl/>
          <w:lang w:bidi="fa-IR"/>
        </w:rPr>
        <w:t xml:space="preserve"> مراجعت کردند. پس از چند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نامه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به باذان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مضمون نامه حاک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بود که در همان تار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</w:t>
      </w:r>
      <w:r w:rsidRPr="00FB233E">
        <w:rPr>
          <w:rtl/>
          <w:lang w:bidi="fa-IR"/>
        </w:rPr>
        <w:t xml:space="preserve"> خسروپرو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را بواسطه جرا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داشت من به قتل رسان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</w:t>
      </w:r>
      <w:r w:rsidRPr="00FB233E">
        <w:rPr>
          <w:rtl/>
          <w:lang w:bidi="fa-IR"/>
        </w:rPr>
        <w:t xml:space="preserve"> با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د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حجاز دعو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نبوت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کار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نداشته باش تا به تو دستور دهم . شرح مشاهدات بابو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و خرخسره از تواضع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و در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حال عظمت و ابهت زا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دالوصف</w:t>
      </w:r>
      <w:r w:rsidRPr="00FB233E">
        <w:rPr>
          <w:rtl/>
          <w:lang w:bidi="fa-IR"/>
        </w:rPr>
        <w:t xml:space="preserve"> آن جناب و برابر شدن تار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</w:t>
      </w:r>
      <w:r w:rsidRPr="00FB233E">
        <w:rPr>
          <w:rtl/>
          <w:lang w:bidi="fa-IR"/>
        </w:rPr>
        <w:t xml:space="preserve"> قتل خسروپرو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با آنچه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فرموده بود باعث شد که باذان و بس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م</w:t>
      </w:r>
      <w:r w:rsidRPr="00FB233E">
        <w:rPr>
          <w:rFonts w:hint="eastAsia"/>
          <w:rtl/>
          <w:lang w:bidi="fa-IR"/>
        </w:rPr>
        <w:t>ردم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من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آوردند</w:t>
      </w:r>
      <w:r w:rsidRPr="0087225B">
        <w:rPr>
          <w:rStyle w:val="libFootnotenumChar"/>
          <w:rtl/>
        </w:rPr>
        <w:t>(71)</w:t>
      </w:r>
      <w:r w:rsidRPr="00FB233E">
        <w:rPr>
          <w:rtl/>
          <w:lang w:bidi="fa-IR"/>
        </w:rPr>
        <w:t>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پس</w:t>
      </w:r>
      <w:r w:rsidRPr="00FB233E">
        <w:rPr>
          <w:rtl/>
          <w:lang w:bidi="fa-IR"/>
        </w:rPr>
        <w:t xml:space="preserve"> از شکست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زدجرد</w:t>
      </w:r>
      <w:r w:rsidRPr="00FB233E">
        <w:rPr>
          <w:rtl/>
          <w:lang w:bidi="fa-IR"/>
        </w:rPr>
        <w:t xml:space="preserve"> دو دختر از او اس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کرده به 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آوردند زنان 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به تماشا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آنها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آمدند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را وارد مسجد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کردند عمر خواست صورت شهربانو را باز کند تا مشتر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تماشا کنند شهربانو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ردست</w:t>
      </w:r>
      <w:r w:rsidRPr="00FB233E">
        <w:rPr>
          <w:rtl/>
          <w:lang w:bidi="fa-IR"/>
        </w:rPr>
        <w:t xml:space="preserve"> او زده گفت : ((بپارس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)): صورت پرو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اه</w:t>
      </w:r>
      <w:r w:rsidRPr="00FB233E">
        <w:rPr>
          <w:rtl/>
          <w:lang w:bidi="fa-IR"/>
        </w:rPr>
        <w:t xml:space="preserve"> باد، اگر نامه رسول خدا را پاره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دخترش به 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وضع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دچار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شد. عمر چون زبان او را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ال</w:t>
      </w:r>
      <w:r w:rsidRPr="00FB233E">
        <w:rPr>
          <w:rtl/>
          <w:lang w:bidi="fa-IR"/>
        </w:rPr>
        <w:t xml:space="preserve"> کرد دشنام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دهد تاز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انه</w:t>
      </w:r>
      <w:r w:rsidRPr="00FB233E">
        <w:rPr>
          <w:rtl/>
          <w:lang w:bidi="fa-IR"/>
        </w:rPr>
        <w:t xml:space="preserve"> از کمر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تا او را بزند، گفت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tl/>
          <w:lang w:bidi="fa-IR"/>
        </w:rPr>
        <w:t>: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دخترک مجوس مرا دشنام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رالمؤ</w:t>
      </w:r>
      <w:r w:rsidRPr="00FB233E">
        <w:rPr>
          <w:rtl/>
          <w:lang w:bidi="fa-IR"/>
        </w:rPr>
        <w:t xml:space="preserve"> 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آمده فرمود آرام باش او به تو کار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ندارد جد خود را دشنام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دهد گفته شهربانو 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ترجمه کرد، عمر آرام گرفت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lastRenderedPageBreak/>
        <w:t>به</w:t>
      </w:r>
      <w:r w:rsidRPr="00FB233E">
        <w:rPr>
          <w:rtl/>
          <w:lang w:bidi="fa-IR"/>
        </w:rPr>
        <w:t xml:space="preserve"> نقل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عمر خواست آنها را در معرض فروش قرار دهد حضرت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فرمود: (ان بنات الملوک لا تباع ولو کانوا کفارا) دختران پادشاهان به فروش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رسند اگر چه کافر باشند لکن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را اجازه ده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هر کس را که خواستند از مسلم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انتخاب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آنگاه به ازدواج آن شخص درآورده و مهر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او را از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المال از سهم همان مرد محسوب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شهربانو را که به اخت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خود گذاشتند از پشت سر دست بر شانه امام حس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گذارد گفت : اگر به اخت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من است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پرتو درخشان و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مهر تابان را انتخاب کردم ، با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دالشهداء</w:t>
      </w:r>
      <w:r w:rsidRPr="00FB233E">
        <w:rPr>
          <w:rtl/>
          <w:lang w:bidi="fa-IR"/>
        </w:rPr>
        <w:t xml:space="preserve"> ازدواج کر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از آن بانو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محترمه حضرت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العابد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متولد شد</w:t>
      </w:r>
      <w:r w:rsidRPr="0087225B">
        <w:rPr>
          <w:rStyle w:val="libFootnotenumChar"/>
          <w:rtl/>
        </w:rPr>
        <w:t>(72)</w:t>
      </w:r>
      <w:r w:rsidRPr="00FB233E">
        <w:rPr>
          <w:rtl/>
          <w:lang w:bidi="fa-IR"/>
        </w:rPr>
        <w:t>.</w:t>
      </w:r>
    </w:p>
    <w:p w:rsidR="0087225B" w:rsidRDefault="0087225B" w:rsidP="00FB233E">
      <w:pPr>
        <w:pStyle w:val="libNormal"/>
        <w:rPr>
          <w:rFonts w:hint="cs"/>
          <w:rtl/>
          <w:lang w:bidi="fa-IR"/>
        </w:rPr>
      </w:pPr>
    </w:p>
    <w:p w:rsidR="00FB233E" w:rsidRPr="00FB233E" w:rsidRDefault="0087225B" w:rsidP="0087225B">
      <w:pPr>
        <w:pStyle w:val="Heading1"/>
        <w:rPr>
          <w:rtl/>
        </w:rPr>
      </w:pPr>
      <w:r>
        <w:rPr>
          <w:rtl/>
        </w:rPr>
        <w:br w:type="page"/>
      </w:r>
      <w:bookmarkStart w:id="68" w:name="_Toc496184336"/>
      <w:r w:rsidR="00FB233E" w:rsidRPr="00FB233E">
        <w:rPr>
          <w:rFonts w:hint="eastAsia"/>
          <w:rtl/>
        </w:rPr>
        <w:lastRenderedPageBreak/>
        <w:t>نو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سنده</w:t>
      </w:r>
      <w:r w:rsidR="00FB233E" w:rsidRPr="00FB233E">
        <w:rPr>
          <w:rtl/>
        </w:rPr>
        <w:t xml:space="preserve"> خودپسند رسوا م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شود</w:t>
      </w:r>
      <w:bookmarkEnd w:id="68"/>
    </w:p>
    <w:p w:rsidR="00FB233E" w:rsidRPr="00FB233E" w:rsidRDefault="00FB233E" w:rsidP="0087225B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قاض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ابوالحسن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محمد ماورد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شافع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مذهب که معاصر با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</w:t>
      </w:r>
      <w:r w:rsidRPr="00FB233E">
        <w:rPr>
          <w:rtl/>
          <w:lang w:bidi="fa-IR"/>
        </w:rPr>
        <w:t xml:space="preserve"> اب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جعفر طوس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87225B" w:rsidRPr="0087225B">
        <w:rPr>
          <w:rStyle w:val="libAlaemChar"/>
          <w:rtl/>
        </w:rPr>
        <w:t>رحمه‌الله</w:t>
      </w:r>
      <w:r w:rsidR="0087225B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 w:rsidRPr="00FB233E">
        <w:rPr>
          <w:rtl/>
          <w:lang w:bidi="fa-IR"/>
        </w:rPr>
        <w:t>بوده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: من در اقسام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</w:t>
      </w:r>
      <w:r w:rsidRPr="00FB233E">
        <w:rPr>
          <w:rtl/>
          <w:lang w:bidi="fa-IR"/>
        </w:rPr>
        <w:t xml:space="preserve"> و مسائل مختلف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باب کتاب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نوشتم . آنچه توانستم از نوشته 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گران</w:t>
      </w:r>
      <w:r w:rsidRPr="00FB233E">
        <w:rPr>
          <w:rtl/>
          <w:lang w:bidi="fa-IR"/>
        </w:rPr>
        <w:t xml:space="preserve"> تکاپو نموده جمع آور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کردم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راه زحمات فوق العاده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اندازه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مطالب کتاب در خاطرم ثبت شد و به جزئ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ات</w:t>
      </w:r>
      <w:r w:rsidRPr="00FB233E">
        <w:rPr>
          <w:rtl/>
          <w:lang w:bidi="fa-IR"/>
        </w:rPr>
        <w:t xml:space="preserve"> مسائل آن وارد شدم با خود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ال</w:t>
      </w:r>
      <w:r w:rsidRPr="00FB233E">
        <w:rPr>
          <w:rtl/>
          <w:lang w:bidi="fa-IR"/>
        </w:rPr>
        <w:t xml:space="preserve"> کردم از هر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موضوع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</w:t>
      </w:r>
      <w:r w:rsidRPr="00FB233E">
        <w:rPr>
          <w:rtl/>
          <w:lang w:bidi="fa-IR"/>
        </w:rPr>
        <w:t xml:space="preserve"> وارد ترم و عجب و خودپسند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مرا فراگرفت ، اتفاقا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دو نفر عرب باد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نش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به مجلسم آمدند مسئله ا</w:t>
      </w:r>
      <w:r w:rsidRPr="00FB233E">
        <w:rPr>
          <w:rFonts w:hint="cs"/>
          <w:rtl/>
          <w:lang w:bidi="fa-IR"/>
        </w:rPr>
        <w:t>ی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راجع</w:t>
      </w:r>
      <w:r w:rsidRPr="00FB233E">
        <w:rPr>
          <w:rtl/>
          <w:lang w:bidi="fa-IR"/>
        </w:rPr>
        <w:t xml:space="preserve"> به معامله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در باد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انجام شده بود سئوال کردند.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معامله بستگ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چند شرط داشت که چهار مسئله از آن استخراج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من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tl/>
          <w:lang w:bidi="fa-IR"/>
        </w:rPr>
        <w:t xml:space="preserve"> کدام از آن مسائل را وارد نبودم سر بز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انداخته مدت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فکر شدم و از وضع خود عبرت گرفتم که تو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ال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تما</w:t>
      </w:r>
      <w:r w:rsidR="0087225B">
        <w:rPr>
          <w:rFonts w:hint="cs"/>
          <w:rtl/>
          <w:lang w:bidi="fa-IR"/>
        </w:rPr>
        <w:t>م</w:t>
      </w:r>
      <w:r w:rsidRPr="00FB233E">
        <w:rPr>
          <w:rtl/>
          <w:lang w:bidi="fa-IR"/>
        </w:rPr>
        <w:t xml:space="preserve"> قسمتها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</w:t>
      </w:r>
      <w:r w:rsidRPr="00FB233E">
        <w:rPr>
          <w:rtl/>
          <w:lang w:bidi="fa-IR"/>
        </w:rPr>
        <w:t xml:space="preserve"> و</w:t>
      </w:r>
      <w:r w:rsidRPr="00FB233E">
        <w:rPr>
          <w:rFonts w:hint="eastAsia"/>
          <w:rtl/>
          <w:lang w:bidi="fa-IR"/>
        </w:rPr>
        <w:t>ارد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</w:t>
      </w:r>
      <w:r w:rsidRPr="00FB233E">
        <w:rPr>
          <w:rtl/>
          <w:lang w:bidi="fa-IR"/>
        </w:rPr>
        <w:t xml:space="preserve"> به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در مقابل دو عرب باد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نش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چگونه فروماند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سکوت من به طول انجام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باد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نش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نان</w:t>
      </w:r>
      <w:r w:rsidRPr="00FB233E">
        <w:rPr>
          <w:rtl/>
          <w:lang w:bidi="fa-IR"/>
        </w:rPr>
        <w:t xml:space="preserve"> گفتند به جواب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مسئله وارد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خود را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شوا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مردم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؟! گفتم نه ، گفتند هنوز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زحمت بکش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شتر</w:t>
      </w:r>
      <w:r w:rsidRPr="00FB233E">
        <w:rPr>
          <w:rtl/>
          <w:lang w:bidi="fa-IR"/>
        </w:rPr>
        <w:t xml:space="preserve"> کار 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تا وارد شو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جا حرکت کرده رفت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شخص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عده از شاگردانم بر او ترج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ح</w:t>
      </w:r>
      <w:r w:rsidRPr="00FB233E">
        <w:rPr>
          <w:rtl/>
          <w:lang w:bidi="fa-IR"/>
        </w:rPr>
        <w:t xml:space="preserve"> و تقدم داشتند مسئله را از او سئوال کردند، بدون درنگ جواب کاف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آنها داد با خشنود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تمام برگشتند، در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راه از علم و دانش او با خود تعر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فها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کردند.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آمد اندرز بس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با ارزش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بود، که بعد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مهار نفس را در اخت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داشته باشم تا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به خود پسند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خودستائ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نکند</w:t>
      </w:r>
    </w:p>
    <w:p w:rsidR="00FB233E" w:rsidRPr="00FB233E" w:rsidRDefault="0087225B" w:rsidP="0087225B">
      <w:pPr>
        <w:pStyle w:val="Heading1"/>
        <w:rPr>
          <w:rtl/>
        </w:rPr>
      </w:pPr>
      <w:r>
        <w:rPr>
          <w:rtl/>
        </w:rPr>
        <w:br w:type="page"/>
      </w:r>
      <w:bookmarkStart w:id="69" w:name="_Toc496184337"/>
      <w:r w:rsidR="00FB233E" w:rsidRPr="00FB233E">
        <w:rPr>
          <w:rFonts w:hint="eastAsia"/>
          <w:rtl/>
        </w:rPr>
        <w:lastRenderedPageBreak/>
        <w:t>مدارا</w:t>
      </w:r>
      <w:r w:rsidR="00FB233E" w:rsidRPr="00FB233E">
        <w:rPr>
          <w:rtl/>
        </w:rPr>
        <w:t xml:space="preserve"> و بردبار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حضرت باقر </w:t>
      </w:r>
      <w:r w:rsidR="006A44DE" w:rsidRPr="006A44DE">
        <w:rPr>
          <w:rStyle w:val="libAlaemChar"/>
          <w:rtl/>
        </w:rPr>
        <w:t>عليه‌السلام</w:t>
      </w:r>
      <w:bookmarkEnd w:id="69"/>
      <w:r w:rsidR="006A44DE" w:rsidRPr="006A44DE">
        <w:rPr>
          <w:rStyle w:val="libAlaemChar"/>
          <w:rtl/>
        </w:rPr>
        <w:t xml:space="preserve"> </w:t>
      </w:r>
    </w:p>
    <w:p w:rsidR="00FB233E" w:rsidRPr="00FB233E" w:rsidRDefault="00FB233E" w:rsidP="00E41780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</w:t>
      </w:r>
      <w:r w:rsidRPr="00FB233E">
        <w:rPr>
          <w:rtl/>
          <w:lang w:bidi="fa-IR"/>
        </w:rPr>
        <w:t xml:space="preserve"> طوس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محمد بن سل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و او از پدر خود نقل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که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اهل شام خدمت حضرت باقر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رفت و آمد داشت . مرکزش در 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بود به مجلس امام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فراوان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آمد.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: محبت و دوست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شما مرا به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مجلس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آورد، در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من ناپسندتر و دشمن تر از شما خانواده باشد.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دانم</w:t>
      </w:r>
      <w:r w:rsidRPr="00FB233E">
        <w:rPr>
          <w:rtl/>
          <w:lang w:bidi="fa-IR"/>
        </w:rPr>
        <w:t xml:space="preserve"> فرمان بردار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خدا و رسول و اطاعت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رالمؤ</w:t>
      </w:r>
      <w:r w:rsidRPr="00FB233E">
        <w:rPr>
          <w:rtl/>
          <w:lang w:bidi="fa-IR"/>
        </w:rPr>
        <w:t xml:space="preserve"> 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به دشمن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کردن با شما است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چون ترا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ح</w:t>
      </w:r>
      <w:r w:rsidRPr="00FB233E">
        <w:rPr>
          <w:rtl/>
          <w:lang w:bidi="fa-IR"/>
        </w:rPr>
        <w:t xml:space="preserve"> زبان و دارا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فنون و فضائل و آداب پسند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نم</w:t>
      </w:r>
      <w:r w:rsidRPr="00FB233E">
        <w:rPr>
          <w:rtl/>
          <w:lang w:bidi="fa-IR"/>
        </w:rPr>
        <w:t xml:space="preserve"> از</w:t>
      </w:r>
      <w:r w:rsidR="00E41780">
        <w:rPr>
          <w:rFonts w:hint="cs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نرو</w:t>
      </w:r>
      <w:r w:rsidRPr="00FB233E">
        <w:rPr>
          <w:rtl/>
          <w:lang w:bidi="fa-IR"/>
        </w:rPr>
        <w:t xml:space="preserve"> به مجلست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طرز سخن گفتن باز حضرت باقر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به خوشروئ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گرم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او صحبت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فرمود (لن تخف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الله خاف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)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tl/>
          <w:lang w:bidi="fa-IR"/>
        </w:rPr>
        <w:t xml:space="preserve">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از خدا پنهان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پس</w:t>
      </w:r>
      <w:r w:rsidRPr="00FB233E">
        <w:rPr>
          <w:rtl/>
          <w:lang w:bidi="fa-IR"/>
        </w:rPr>
        <w:t xml:space="preserve"> از چند روز مرد شام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رنجور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درد و رنجش شدت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</w:t>
      </w:r>
      <w:r w:rsidRPr="00FB233E">
        <w:rPr>
          <w:rtl/>
          <w:lang w:bidi="fa-IR"/>
        </w:rPr>
        <w:t xml:space="preserve"> ، آنگاه که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سنگ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دوستان خود را طلب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گفت هنگام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من از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رفتم و جامه بر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برو خدمت محمد بن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از آن جناب درخواست کن بر من نماز بگزارد. عرض کن به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که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سفارش را قبل از فوت من خودم کرده ام .</w:t>
      </w:r>
    </w:p>
    <w:p w:rsidR="00FB233E" w:rsidRPr="00FB233E" w:rsidRDefault="00FB233E" w:rsidP="00365DDC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شب</w:t>
      </w:r>
      <w:r w:rsidRPr="00FB233E">
        <w:rPr>
          <w:rtl/>
          <w:lang w:bidi="fa-IR"/>
        </w:rPr>
        <w:t xml:space="preserve"> از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مه</w:t>
      </w:r>
      <w:r w:rsidRPr="00FB233E">
        <w:rPr>
          <w:rtl/>
          <w:lang w:bidi="fa-IR"/>
        </w:rPr>
        <w:t xml:space="preserve"> که گذشت گمان کردند او از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رفته و رو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را پوش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>. بامداد رف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قش</w:t>
      </w:r>
      <w:r w:rsidRPr="00FB233E">
        <w:rPr>
          <w:rtl/>
          <w:lang w:bidi="fa-IR"/>
        </w:rPr>
        <w:t xml:space="preserve"> به مسجد آمد،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ستاد</w:t>
      </w:r>
      <w:r w:rsidRPr="00FB233E">
        <w:rPr>
          <w:rtl/>
          <w:lang w:bidi="fa-IR"/>
        </w:rPr>
        <w:t xml:space="preserve"> تا حضرت باقر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از نماز فارغ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مشغول تعق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</w:t>
      </w:r>
      <w:r w:rsidRPr="00FB233E">
        <w:rPr>
          <w:rtl/>
          <w:lang w:bidi="fa-IR"/>
        </w:rPr>
        <w:t xml:space="preserve"> نماز شد، جلو رفته عرض کرد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اءبا جعفر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فلان مرد شام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هلاک شد از شما خواسته است که بر او </w:t>
      </w:r>
      <w:r w:rsidRPr="00FB233E">
        <w:rPr>
          <w:rFonts w:hint="eastAsia"/>
          <w:rtl/>
          <w:lang w:bidi="fa-IR"/>
        </w:rPr>
        <w:t>نماز</w:t>
      </w:r>
      <w:r w:rsidRPr="00FB233E">
        <w:rPr>
          <w:rtl/>
          <w:lang w:bidi="fa-IR"/>
        </w:rPr>
        <w:t xml:space="preserve"> بگزار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فرمود نه ،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نطور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. سرزم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شام سرد است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منطقه حجاز گرم ، شدت گرما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حجاز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است ، برگرد در کار او عجله نکن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تا من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، آنگاه حضرت دوباره وضو گرفت دو رکعت نماز خواند دست مبارک را آنقدر که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خواست در مقابل صورت گرفت </w:t>
      </w:r>
      <w:r w:rsidRPr="00FB233E">
        <w:rPr>
          <w:rtl/>
          <w:lang w:bidi="fa-IR"/>
        </w:rPr>
        <w:lastRenderedPageBreak/>
        <w:t>، دعا کرد پ</w:t>
      </w:r>
      <w:r w:rsidRPr="00FB233E">
        <w:rPr>
          <w:rFonts w:hint="eastAsia"/>
          <w:rtl/>
          <w:lang w:bidi="fa-IR"/>
        </w:rPr>
        <w:t>س</w:t>
      </w:r>
      <w:r w:rsidRPr="00FB233E">
        <w:rPr>
          <w:rtl/>
          <w:lang w:bidi="fa-IR"/>
        </w:rPr>
        <w:t xml:space="preserve"> از</w:t>
      </w:r>
      <w:r w:rsidR="00365DDC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آن</w:t>
      </w:r>
      <w:r w:rsidRPr="00FB233E">
        <w:rPr>
          <w:rtl/>
          <w:lang w:bidi="fa-IR"/>
        </w:rPr>
        <w:t xml:space="preserve"> به سجده رفت تا هنگام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آفتاب برآمد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موقع برخاسته به منزل مرد شام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آمد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داخل منزل شد شام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صدا زد، مر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ض</w:t>
      </w:r>
      <w:r w:rsidRPr="00FB233E">
        <w:rPr>
          <w:rtl/>
          <w:lang w:bidi="fa-IR"/>
        </w:rPr>
        <w:t xml:space="preserve"> جواد داد ((لب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ابن</w:t>
      </w:r>
      <w:r w:rsidRPr="00FB233E">
        <w:rPr>
          <w:rtl/>
          <w:lang w:bidi="fa-IR"/>
        </w:rPr>
        <w:t xml:space="preserve"> رسول الله )) حضرت او را نشان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تک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اش داد شربت سو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365DDC">
        <w:rPr>
          <w:rStyle w:val="libFootnotenumChar"/>
          <w:rtl/>
        </w:rPr>
        <w:t>(73)</w:t>
      </w:r>
      <w:r w:rsidRPr="00FB233E">
        <w:rPr>
          <w:rtl/>
          <w:lang w:bidi="fa-IR"/>
        </w:rPr>
        <w:t xml:space="preserve"> طلب کرد، با دست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آن غذا را به او داد، به خانواده اش فرمود شکم و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اش را با غذا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سرد خنک نگه دار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از منزل خارج شد، طول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مرد شام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صحت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افته</w:t>
      </w:r>
      <w:r w:rsidRPr="00FB233E">
        <w:rPr>
          <w:rtl/>
          <w:lang w:bidi="fa-IR"/>
        </w:rPr>
        <w:t xml:space="preserve"> شفا داده شد هماندم خدمت حضرت آمد، عرض کرد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خواهم در خلوت با شما ملاقات کنم ،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خلوت کردند.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مرد</w:t>
      </w:r>
      <w:r w:rsidRPr="00FB233E">
        <w:rPr>
          <w:rtl/>
          <w:lang w:bidi="fa-IR"/>
        </w:rPr>
        <w:t xml:space="preserve"> شام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شهادت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دهم که تو حجت خدائ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خلق و تو آن باب و 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از آن در داخل شد، هر کس جز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راه برود ناام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انکار</w:t>
      </w:r>
      <w:r w:rsidRPr="00FB233E">
        <w:rPr>
          <w:rtl/>
          <w:lang w:bidi="fa-IR"/>
        </w:rPr>
        <w:t xml:space="preserve"> است حضرت فرمود (مابدالک ) ترا چه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شام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tl/>
          <w:lang w:bidi="fa-IR"/>
        </w:rPr>
        <w:t xml:space="preserve"> شک و شبهه ندارم که روح مرا قبض کردند، مرگ را به چشم خود آشکارا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،</w:t>
      </w:r>
      <w:r w:rsidRPr="00FB233E">
        <w:rPr>
          <w:rtl/>
          <w:lang w:bidi="fa-IR"/>
        </w:rPr>
        <w:t xml:space="preserve">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هنگام ناگاه صدا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به گوش خود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که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روح او را برگردان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محمد بن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بازگشت او را از ما خواسته ، حضرت فرمود: (اءما علمت اءن الله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حب</w:t>
      </w:r>
      <w:r w:rsidRPr="00FB233E">
        <w:rPr>
          <w:rtl/>
          <w:lang w:bidi="fa-IR"/>
        </w:rPr>
        <w:t xml:space="preserve"> العبد 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بغض</w:t>
      </w:r>
      <w:r w:rsidRPr="00FB233E">
        <w:rPr>
          <w:rtl/>
          <w:lang w:bidi="fa-IR"/>
        </w:rPr>
        <w:t xml:space="preserve"> عمله 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بغض</w:t>
      </w:r>
      <w:r w:rsidRPr="00FB233E">
        <w:rPr>
          <w:rtl/>
          <w:lang w:bidi="fa-IR"/>
        </w:rPr>
        <w:t xml:space="preserve"> العبد 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حب</w:t>
      </w:r>
      <w:r w:rsidRPr="00FB233E">
        <w:rPr>
          <w:rtl/>
          <w:lang w:bidi="fa-IR"/>
        </w:rPr>
        <w:t xml:space="preserve"> عمله )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مگر؟ خداوند بعض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بندگان را دوست </w:t>
      </w:r>
      <w:r w:rsidRPr="00FB233E">
        <w:rPr>
          <w:rFonts w:hint="eastAsia"/>
          <w:rtl/>
          <w:lang w:bidi="fa-IR"/>
        </w:rPr>
        <w:t>دارد</w:t>
      </w:r>
      <w:r w:rsidRPr="00FB233E">
        <w:rPr>
          <w:rtl/>
          <w:lang w:bidi="fa-IR"/>
        </w:rPr>
        <w:t xml:space="preserve">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عملشان را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خواهد. برخ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دوست ندارد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عملشان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 در نزد خدا دشمن بود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اما محبت و دوست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ات با من نزد خدا محبوب بود راو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مرد</w:t>
      </w:r>
      <w:r w:rsidRPr="00FB233E">
        <w:rPr>
          <w:rtl/>
          <w:lang w:bidi="fa-IR"/>
        </w:rPr>
        <w:t xml:space="preserve"> شام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پس از آن جزء اصحاب حضرت باقر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365DDC">
        <w:rPr>
          <w:rStyle w:val="libFootnotenumChar"/>
          <w:rtl/>
        </w:rPr>
        <w:t>(74)</w:t>
      </w:r>
      <w:r w:rsidRPr="00FB233E">
        <w:rPr>
          <w:rtl/>
          <w:lang w:bidi="fa-IR"/>
        </w:rPr>
        <w:t>.</w:t>
      </w:r>
    </w:p>
    <w:p w:rsidR="00FB233E" w:rsidRPr="00FB233E" w:rsidRDefault="00365DDC" w:rsidP="00365DDC">
      <w:pPr>
        <w:pStyle w:val="Heading1"/>
        <w:rPr>
          <w:rtl/>
        </w:rPr>
      </w:pPr>
      <w:r>
        <w:rPr>
          <w:rtl/>
        </w:rPr>
        <w:br w:type="page"/>
      </w:r>
      <w:bookmarkStart w:id="70" w:name="_Toc496184338"/>
      <w:r w:rsidR="00FB233E" w:rsidRPr="00FB233E">
        <w:rPr>
          <w:rFonts w:hint="eastAsia"/>
          <w:rtl/>
        </w:rPr>
        <w:lastRenderedPageBreak/>
        <w:t>بردبار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حضرت موس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جعفر </w:t>
      </w:r>
      <w:r w:rsidR="006A44DE" w:rsidRPr="006A44DE">
        <w:rPr>
          <w:rStyle w:val="libAlaemChar"/>
          <w:rtl/>
        </w:rPr>
        <w:t>عليه‌السلام</w:t>
      </w:r>
      <w:bookmarkEnd w:id="70"/>
      <w:r w:rsidR="006A44DE" w:rsidRPr="006A44DE">
        <w:rPr>
          <w:rStyle w:val="libAlaemChar"/>
          <w:rtl/>
        </w:rPr>
        <w:t xml:space="preserve"> </w:t>
      </w:r>
    </w:p>
    <w:p w:rsidR="00FB233E" w:rsidRPr="00FB233E" w:rsidRDefault="00FB233E" w:rsidP="003546F8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اولاد خل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فه</w:t>
      </w:r>
      <w:r w:rsidRPr="00FB233E">
        <w:rPr>
          <w:rtl/>
          <w:lang w:bidi="fa-IR"/>
        </w:rPr>
        <w:t xml:space="preserve"> دوم در 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بود که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وسته</w:t>
      </w:r>
      <w:r w:rsidRPr="00FB233E">
        <w:rPr>
          <w:rtl/>
          <w:lang w:bidi="fa-IR"/>
        </w:rPr>
        <w:t xml:space="preserve"> حضرت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جعفر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را آزار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و دشنام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داد هر وقت با آن جناب روبرو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به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رالمؤ</w:t>
      </w:r>
      <w:r w:rsidRPr="00FB233E">
        <w:rPr>
          <w:rtl/>
          <w:lang w:bidi="fa-IR"/>
        </w:rPr>
        <w:t xml:space="preserve"> 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جسارت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کرد.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بعض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بستگان حضرت عرض کردند اجازه ده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تا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فاجر ار به سزا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برسان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>م و از شرش راحت شو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جعفر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آنها را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کار نه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کرد.</w:t>
      </w:r>
      <w:r w:rsidR="003546F8" w:rsidRPr="00FB233E">
        <w:rPr>
          <w:rFonts w:hint="eastAsia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محل</w:t>
      </w:r>
      <w:r w:rsidRPr="00FB233E">
        <w:rPr>
          <w:rtl/>
          <w:lang w:bidi="fa-IR"/>
        </w:rPr>
        <w:t xml:space="preserve"> کار آن مرد را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معلوم شد در جائ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اطراف 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به زراعت اشتغال دارد حضرت سوار شد از 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ملاقات او خارج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هنگام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آنجا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که شخص در مزرعه خود کار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جعفر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همانطور سواره با الاغ داخل مزرعه شد آن مرد بانگ برداش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که زراعت ما را پا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مال</w:t>
      </w:r>
      <w:r w:rsidRPr="00FB233E">
        <w:rPr>
          <w:rtl/>
          <w:lang w:bidi="fa-IR"/>
        </w:rPr>
        <w:t xml:space="preserve"> کرد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آنجا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>.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جعفر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، همانطور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رفت تا به او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دک</w:t>
      </w:r>
      <w:r w:rsidR="003546F8">
        <w:rPr>
          <w:rFonts w:hint="cs"/>
          <w:rtl/>
          <w:lang w:bidi="fa-IR"/>
        </w:rPr>
        <w:t>ه</w:t>
      </w:r>
      <w:r w:rsidRPr="00FB233E">
        <w:rPr>
          <w:rtl/>
          <w:lang w:bidi="fa-IR"/>
        </w:rPr>
        <w:t xml:space="preserve"> با گشاده روئ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خنده شروع به صحبت کرد، سئوال نمود چقدر خرج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زراعت کرده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، گفت صد اشرف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،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چه مقدار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دوار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بهره بردار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، جواب داد غ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</w:t>
      </w:r>
      <w:r w:rsidRPr="00FB233E">
        <w:rPr>
          <w:rtl/>
          <w:lang w:bidi="fa-IR"/>
        </w:rPr>
        <w:t xml:space="preserve">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دانم . فرمود گفتم چقدر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دوار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دت</w:t>
      </w:r>
      <w:r w:rsidRPr="00FB233E">
        <w:rPr>
          <w:rtl/>
          <w:lang w:bidi="fa-IR"/>
        </w:rPr>
        <w:t xml:space="preserve"> شود گفت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دوارم</w:t>
      </w:r>
      <w:r w:rsidRPr="00FB233E">
        <w:rPr>
          <w:rtl/>
          <w:lang w:bidi="fa-IR"/>
        </w:rPr>
        <w:t xml:space="preserve"> 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اشرف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شود.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سه</w:t>
      </w:r>
      <w:r w:rsidRPr="00FB233E">
        <w:rPr>
          <w:rtl/>
          <w:lang w:bidi="fa-IR"/>
        </w:rPr>
        <w:t xml:space="preserve"> زر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صد</w:t>
      </w:r>
      <w:r w:rsidRPr="00FB233E">
        <w:rPr>
          <w:rtl/>
          <w:lang w:bidi="fa-IR"/>
        </w:rPr>
        <w:t xml:space="preserve"> اشرف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داشت به او داد فرمود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 بگ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ر،</w:t>
      </w:r>
      <w:r w:rsidRPr="00FB233E">
        <w:rPr>
          <w:rtl/>
          <w:lang w:bidi="fa-IR"/>
        </w:rPr>
        <w:t xml:space="preserve"> زراعتت در جا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باق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 خداوند آنچه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دوار</w:t>
      </w:r>
      <w:r w:rsidRPr="00FB233E">
        <w:rPr>
          <w:rtl/>
          <w:lang w:bidi="fa-IR"/>
        </w:rPr>
        <w:t xml:space="preserve"> هست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تو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خواهد کرد. مرد برخاسته سر آن حضرت را بوس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درخواست کرد که از تقص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رش</w:t>
      </w:r>
      <w:r w:rsidRPr="00FB233E">
        <w:rPr>
          <w:rtl/>
          <w:lang w:bidi="fa-IR"/>
        </w:rPr>
        <w:t xml:space="preserve"> بگذرد و او را عفو 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تبسم نموده بازگشت بعد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آمد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 مرد را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 xml:space="preserve"> در مسجد نشسته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چشمش به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جعفر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افتاد گفت (الله اعلم 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ث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جعل</w:t>
      </w:r>
      <w:r w:rsidRPr="00FB233E">
        <w:rPr>
          <w:rtl/>
          <w:lang w:bidi="fa-IR"/>
        </w:rPr>
        <w:t xml:space="preserve"> رسالته ) خدا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داند رسالتش را در کجا قرار دهد همراهان او گفتند ترا چه شده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رفتارت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طور نبود.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lastRenderedPageBreak/>
        <w:t>گفت</w:t>
      </w:r>
      <w:r w:rsidRPr="00FB233E">
        <w:rPr>
          <w:rtl/>
          <w:lang w:bidi="fa-IR"/>
        </w:rPr>
        <w:t xml:space="preserve">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آنچه گفتم باز بشنو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شروع کرد به دعا کردن نسبت به آن حضرت همراهانش با او از در ست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وارد شدند. او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با آنها مخاصمه نمود.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جعفر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به کسان خود فرمود کدام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بهتر بود آنچه شما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داشت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آنچه من انجام دادم . همانا من اصلاح کرد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امر او را به مقدار پول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شرش را به همان کفا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نمودم </w:t>
      </w:r>
      <w:r w:rsidRPr="003546F8">
        <w:rPr>
          <w:rStyle w:val="libFootnotenumChar"/>
          <w:rtl/>
        </w:rPr>
        <w:t>(75)</w:t>
      </w:r>
      <w:r w:rsidRPr="00FB233E">
        <w:rPr>
          <w:rtl/>
          <w:lang w:bidi="fa-IR"/>
        </w:rPr>
        <w:t>.</w:t>
      </w:r>
    </w:p>
    <w:p w:rsidR="00FB233E" w:rsidRPr="00FB233E" w:rsidRDefault="003546F8" w:rsidP="003546F8">
      <w:pPr>
        <w:pStyle w:val="Heading1"/>
        <w:rPr>
          <w:rtl/>
        </w:rPr>
      </w:pPr>
      <w:r>
        <w:rPr>
          <w:rtl/>
        </w:rPr>
        <w:br w:type="page"/>
      </w:r>
      <w:bookmarkStart w:id="71" w:name="_Toc496184339"/>
      <w:r w:rsidR="00FB233E" w:rsidRPr="00FB233E">
        <w:rPr>
          <w:rFonts w:hint="eastAsia"/>
          <w:rtl/>
        </w:rPr>
        <w:lastRenderedPageBreak/>
        <w:t>بردبار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حضرت امام حسن مجتب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</w:t>
      </w:r>
      <w:r w:rsidR="006A44DE" w:rsidRPr="006A44DE">
        <w:rPr>
          <w:rStyle w:val="libAlaemChar"/>
          <w:rtl/>
        </w:rPr>
        <w:t>عليه‌السلام</w:t>
      </w:r>
      <w:bookmarkEnd w:id="71"/>
      <w:r w:rsidR="006A44DE" w:rsidRPr="006A44DE">
        <w:rPr>
          <w:rStyle w:val="libAlaemChar"/>
          <w:rtl/>
        </w:rPr>
        <w:t xml:space="preserve"> 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علامه</w:t>
      </w:r>
      <w:r w:rsidRPr="00FB233E">
        <w:rPr>
          <w:rtl/>
          <w:lang w:bidi="fa-IR"/>
        </w:rPr>
        <w:t xml:space="preserve"> مجلس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جلد بحار در احوال حضرت امام حسن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نقل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که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از راه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سواره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گذشتند،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آنجناب مصادف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شروع به لعنت و ناسزا گفتن نسبت به حضرت نمود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tl/>
          <w:lang w:bidi="fa-IR"/>
        </w:rPr>
        <w:t xml:space="preserve"> نگفتند تا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شام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هر چه خواست گفت آنگاه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رفته با تبسم ب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او فرمود گمان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کنم اشتباه کرده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3546F8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اگر</w:t>
      </w:r>
      <w:r w:rsidRPr="00FB233E">
        <w:rPr>
          <w:rtl/>
          <w:lang w:bidi="fa-IR"/>
        </w:rPr>
        <w:t xml:space="preserve"> اجازه ده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ترا راض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کنم ، چنانچه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تو خواهم داد، اگر راه را گم کرده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نشانت دهم ، اگر احت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اج</w:t>
      </w:r>
      <w:r w:rsidRPr="00FB233E">
        <w:rPr>
          <w:rtl/>
          <w:lang w:bidi="fa-IR"/>
        </w:rPr>
        <w:t xml:space="preserve"> ببار بردار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اسباب و بار ترا بوس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منزل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رسانم ، اگر گرسنه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ترا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کنم ، اگر احت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اج</w:t>
      </w:r>
      <w:r w:rsidRPr="00FB233E">
        <w:rPr>
          <w:rtl/>
          <w:lang w:bidi="fa-IR"/>
        </w:rPr>
        <w:t xml:space="preserve"> به لباس 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ترا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پوشانم ، اگر فق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ازت</w:t>
      </w:r>
      <w:r w:rsidRPr="00FB233E">
        <w:rPr>
          <w:rtl/>
          <w:lang w:bidi="fa-IR"/>
        </w:rPr>
        <w:t xml:space="preserve"> کنم ، اگر فرار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ترا پناه م</w:t>
      </w:r>
      <w:r w:rsidRPr="00FB233E">
        <w:rPr>
          <w:rFonts w:hint="cs"/>
          <w:rtl/>
          <w:lang w:bidi="fa-IR"/>
        </w:rPr>
        <w:t>ی</w:t>
      </w:r>
      <w:r w:rsidR="003546F8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دهم</w:t>
      </w:r>
      <w:r w:rsidRPr="00FB233E">
        <w:rPr>
          <w:rtl/>
          <w:lang w:bidi="fa-IR"/>
        </w:rPr>
        <w:t xml:space="preserve"> ، هر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حاجت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داشته باش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آورم چنانچه اسباب و همسفران خود را به خانه ما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بهتر است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ما مهمانخانه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</w:t>
      </w:r>
      <w:r w:rsidRPr="00FB233E">
        <w:rPr>
          <w:rtl/>
          <w:lang w:bidi="fa-IR"/>
        </w:rPr>
        <w:t xml:space="preserve"> و وسائل پذ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هر جهت در اخت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دار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مرد</w:t>
      </w:r>
      <w:r w:rsidRPr="00FB233E">
        <w:rPr>
          <w:rtl/>
          <w:lang w:bidi="fa-IR"/>
        </w:rPr>
        <w:t xml:space="preserve"> شام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سخنان در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شده گفت ((اشهد انک خل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فه</w:t>
      </w:r>
      <w:r w:rsidRPr="00FB233E">
        <w:rPr>
          <w:rtl/>
          <w:lang w:bidi="fa-IR"/>
        </w:rPr>
        <w:t xml:space="preserve"> الله 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ارضه )) گواه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دهم که تو خل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فه</w:t>
      </w:r>
      <w:r w:rsidRPr="00FB233E">
        <w:rPr>
          <w:rtl/>
          <w:lang w:bidi="fa-IR"/>
        </w:rPr>
        <w:t xml:space="preserve"> خدا در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، تو و پدرت ناپسندتر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مردم در نزد من بود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</w:t>
      </w:r>
      <w:r w:rsidRPr="00FB233E">
        <w:rPr>
          <w:rtl/>
          <w:lang w:bidi="fa-IR"/>
        </w:rPr>
        <w:t xml:space="preserve"> محبوبتر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خلق در نظرم شد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آنچه به همراه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در مسافرت آورده بود به خانه آن حضرت منتق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کرد،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همان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شد تا موقع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از آن جا خارج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اعتقاد به ولا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حضرت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</w:t>
      </w:r>
      <w:r w:rsidRPr="00FB233E">
        <w:rPr>
          <w:rtl/>
          <w:lang w:bidi="fa-IR"/>
        </w:rPr>
        <w:t xml:space="preserve"> کرد.</w:t>
      </w:r>
    </w:p>
    <w:p w:rsidR="00FB233E" w:rsidRPr="00FB233E" w:rsidRDefault="003546F8" w:rsidP="003546F8">
      <w:pPr>
        <w:pStyle w:val="Heading1"/>
        <w:rPr>
          <w:rtl/>
        </w:rPr>
      </w:pPr>
      <w:r>
        <w:rPr>
          <w:rtl/>
        </w:rPr>
        <w:br w:type="page"/>
      </w:r>
      <w:bookmarkStart w:id="72" w:name="_Toc496184340"/>
      <w:r w:rsidR="00FB233E" w:rsidRPr="00FB233E">
        <w:rPr>
          <w:rFonts w:hint="eastAsia"/>
          <w:rtl/>
        </w:rPr>
        <w:lastRenderedPageBreak/>
        <w:t>ناسزا</w:t>
      </w:r>
      <w:r w:rsidR="00FB233E" w:rsidRPr="00FB233E">
        <w:rPr>
          <w:rtl/>
        </w:rPr>
        <w:t xml:space="preserve"> 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ا</w:t>
      </w:r>
      <w:r w:rsidR="00FB233E" w:rsidRPr="00FB233E">
        <w:rPr>
          <w:rtl/>
        </w:rPr>
        <w:t xml:space="preserve"> بردبار</w:t>
      </w:r>
      <w:r w:rsidR="00FB233E" w:rsidRPr="00FB233E">
        <w:rPr>
          <w:rFonts w:hint="cs"/>
          <w:rtl/>
        </w:rPr>
        <w:t>ی</w:t>
      </w:r>
      <w:bookmarkEnd w:id="72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در</w:t>
      </w:r>
      <w:r w:rsidRPr="00FB233E">
        <w:rPr>
          <w:rtl/>
          <w:lang w:bidi="fa-IR"/>
        </w:rPr>
        <w:t xml:space="preserve"> سف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البحار جلد اول ص 423 از توح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مفضل نقل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کند: که چون مفضل از ابن اب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العوجاء کلمات کفرآم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نتوانست خوددار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خشمگ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شده با تند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: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دشمن خدا کفر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انکار خدا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ابن اب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العوجاء گفت اگر اهل استدلال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تو صحبت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در صورت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غالب شد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</w:t>
      </w:r>
      <w:r w:rsidRPr="00FB233E">
        <w:rPr>
          <w:rtl/>
          <w:lang w:bidi="fa-IR"/>
        </w:rPr>
        <w:t xml:space="preserve"> تو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و اگر اهل مناظره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تو حرف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ندار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، از اصحاب حضرت صادق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اگر باش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چگاه</w:t>
      </w:r>
      <w:r w:rsidRPr="00FB233E">
        <w:rPr>
          <w:rtl/>
          <w:lang w:bidi="fa-IR"/>
        </w:rPr>
        <w:t xml:space="preserve"> آن آقا با ما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نطور</w:t>
      </w:r>
      <w:r w:rsidRPr="00FB233E">
        <w:rPr>
          <w:rtl/>
          <w:lang w:bidi="fa-IR"/>
        </w:rPr>
        <w:t xml:space="preserve"> گفتگو نکرده و نه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مجادله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کند.</w:t>
      </w:r>
    </w:p>
    <w:p w:rsidR="00FB233E" w:rsidRPr="00FB233E" w:rsidRDefault="00FB233E" w:rsidP="009C2259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بسا</w:t>
      </w:r>
      <w:r w:rsidRPr="00FB233E">
        <w:rPr>
          <w:rtl/>
          <w:lang w:bidi="fa-IR"/>
        </w:rPr>
        <w:t xml:space="preserve"> اتفاق افتاده که بزرگتر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تو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ما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هرگز در جواب ما ناسزا نفرموده (و انه لحل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الرز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العاقل الرص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لا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عتر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خرق و لا ط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و لا نزق ) آن جناب بردبار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وقار و سنگ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. و عاقل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استوار است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چگاه</w:t>
      </w:r>
      <w:r w:rsidRPr="00FB233E">
        <w:rPr>
          <w:rtl/>
          <w:lang w:bidi="fa-IR"/>
        </w:rPr>
        <w:t xml:space="preserve"> اند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شه</w:t>
      </w:r>
      <w:r w:rsidRPr="00FB233E">
        <w:rPr>
          <w:rtl/>
          <w:lang w:bidi="fa-IR"/>
        </w:rPr>
        <w:t xml:space="preserve"> از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ندارد</w:t>
      </w:r>
      <w:r w:rsidR="009C2259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و</w:t>
      </w:r>
      <w:r w:rsidRPr="00FB233E">
        <w:rPr>
          <w:rtl/>
          <w:lang w:bidi="fa-IR"/>
        </w:rPr>
        <w:t xml:space="preserve"> نه سبک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او سر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زند. گفتار ما را گوش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دهد و کاملا به استدلال ما توجه دارد تا هر چه دل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دار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آور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 بطور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سخنانمان متوجه است که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ال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تحت تاءث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دلائل ما واقع شده و بر او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روز</w:t>
      </w:r>
      <w:r w:rsidRPr="00FB233E">
        <w:rPr>
          <w:rtl/>
          <w:lang w:bidi="fa-IR"/>
        </w:rPr>
        <w:t xml:space="preserve"> شده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، در آخر با چند جمله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کوتاه ما را مغلوب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>د و سخن خود را ثابت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جواب دلائل او را هرگز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بده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، اگر تو از اصحاب 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شخص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هست مانند او با ما سخن بگو</w:t>
      </w:r>
      <w:r w:rsidRPr="00FB233E">
        <w:rPr>
          <w:rFonts w:hint="cs"/>
          <w:rtl/>
          <w:lang w:bidi="fa-IR"/>
        </w:rPr>
        <w:t>ی</w:t>
      </w:r>
    </w:p>
    <w:p w:rsidR="00FB233E" w:rsidRPr="00FB233E" w:rsidRDefault="009C2259" w:rsidP="009C2259">
      <w:pPr>
        <w:pStyle w:val="Heading1"/>
        <w:rPr>
          <w:rtl/>
        </w:rPr>
      </w:pPr>
      <w:r>
        <w:rPr>
          <w:rtl/>
        </w:rPr>
        <w:br w:type="page"/>
      </w:r>
      <w:bookmarkStart w:id="73" w:name="_Toc496184341"/>
      <w:r w:rsidR="00FB233E" w:rsidRPr="00FB233E">
        <w:rPr>
          <w:rFonts w:hint="eastAsia"/>
          <w:rtl/>
        </w:rPr>
        <w:lastRenderedPageBreak/>
        <w:t>عل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="00FB233E" w:rsidRPr="00FB233E">
        <w:rPr>
          <w:rtl/>
        </w:rPr>
        <w:t>برا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خدا خشمگ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ن</w:t>
      </w:r>
      <w:r w:rsidR="00FB233E" w:rsidRPr="00FB233E">
        <w:rPr>
          <w:rtl/>
        </w:rPr>
        <w:t xml:space="preserve"> م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شود</w:t>
      </w:r>
      <w:bookmarkEnd w:id="73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سع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بن 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tl/>
          <w:lang w:bidi="fa-IR"/>
        </w:rPr>
        <w:t xml:space="preserve"> همدان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رالمؤ</w:t>
      </w:r>
      <w:r w:rsidRPr="00FB233E">
        <w:rPr>
          <w:rtl/>
          <w:lang w:bidi="fa-IR"/>
        </w:rPr>
        <w:t xml:space="preserve"> 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را در پناه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، عرض کردم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موقع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نجا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ستاده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 فرمود آمده ام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چاره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دستگ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مظلوم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فر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ادرس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کنم ، در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موقع زن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عجله فرا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به اندازه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آشفته بود که از </w:t>
      </w:r>
      <w:r w:rsidRPr="00FB233E">
        <w:rPr>
          <w:rFonts w:hint="eastAsia"/>
          <w:rtl/>
          <w:lang w:bidi="fa-IR"/>
        </w:rPr>
        <w:t>خود</w:t>
      </w:r>
      <w:r w:rsidRPr="00FB233E">
        <w:rPr>
          <w:rtl/>
          <w:lang w:bidi="fa-IR"/>
        </w:rPr>
        <w:t xml:space="preserve"> فراموش کرده راه را تم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داد، چشمش به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که افتاد با حالت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تضرع آم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ز،</w:t>
      </w:r>
      <w:r w:rsidRPr="00FB233E">
        <w:rPr>
          <w:rtl/>
          <w:lang w:bidi="fa-IR"/>
        </w:rPr>
        <w:t xml:space="preserve"> عرض کرد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شوهرم به من ستم کرده ، سوگند خورده مرا بزند با من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شفاعت فرما. مول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سر بز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انداخت پس از مختصر زمان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سر برداشته گفت نه ، به خدا قسم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حق مظلوم را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درنگ گرفت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منزلت کجاست ؟ نشان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منزل خود را داد.</w:t>
      </w:r>
    </w:p>
    <w:p w:rsidR="00FB233E" w:rsidRPr="00FB233E" w:rsidRDefault="00FB233E" w:rsidP="009C2259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با</w:t>
      </w:r>
      <w:r w:rsidRPr="00FB233E">
        <w:rPr>
          <w:rtl/>
          <w:lang w:bidi="fa-IR"/>
        </w:rPr>
        <w:t xml:space="preserve">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آمد تا به در خانه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نشان داد مول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صاحب منزل سلام کرد جوان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راهن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رنگ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آمد، به او فرمود از خدا بترس زن خود را ترسان کرده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جوان</w:t>
      </w:r>
      <w:r w:rsidR="009C2259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با</w:t>
      </w:r>
      <w:r w:rsidRPr="00FB233E">
        <w:rPr>
          <w:rtl/>
          <w:lang w:bidi="fa-IR"/>
        </w:rPr>
        <w:t xml:space="preserve"> درشت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ترا چه با زن من اکنون بواسطه حرف تو او را خواهم سوخت .</w:t>
      </w:r>
    </w:p>
    <w:p w:rsidR="002A0189" w:rsidRDefault="00FB233E" w:rsidP="009C2259">
      <w:pPr>
        <w:pStyle w:val="libNormal"/>
        <w:rPr>
          <w:rStyle w:val="libAlaemChar"/>
          <w:rFonts w:hint="cs"/>
          <w:rtl/>
        </w:rPr>
      </w:pPr>
      <w:r w:rsidRPr="00FB233E">
        <w:rPr>
          <w:rFonts w:hint="eastAsia"/>
          <w:rtl/>
          <w:lang w:bidi="fa-IR"/>
        </w:rPr>
        <w:t>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هر گاه از منزل خارج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تاز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دست داشت و شمش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حما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هر که مستوجب تاز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انه</w:t>
      </w:r>
      <w:r w:rsidRPr="00FB233E">
        <w:rPr>
          <w:rtl/>
          <w:lang w:bidi="fa-IR"/>
        </w:rPr>
        <w:t xml:space="preserve"> بود تاءد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بش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نمود اگر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استحقاق شمش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داشت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فر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داد، جوان توجه کرد که شمش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به حرکت آمد. فرمود ترا امر به معروف و نه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منکر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کنم س</w:t>
      </w:r>
      <w:r w:rsidRPr="00FB233E">
        <w:rPr>
          <w:rFonts w:hint="eastAsia"/>
          <w:rtl/>
          <w:lang w:bidi="fa-IR"/>
        </w:rPr>
        <w:t>رپ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رد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،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</w:t>
      </w:r>
      <w:r w:rsidRPr="00FB233E">
        <w:rPr>
          <w:rtl/>
          <w:lang w:bidi="fa-IR"/>
        </w:rPr>
        <w:t xml:space="preserve"> توبه کن و الا ترا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کشم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هنگام مردم در طلب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رالمؤ</w:t>
      </w:r>
      <w:r w:rsidRPr="00FB233E">
        <w:rPr>
          <w:rtl/>
          <w:lang w:bidi="fa-IR"/>
        </w:rPr>
        <w:t xml:space="preserve"> 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کوچه به کوچه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آمدند تا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را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</w:t>
      </w:r>
      <w:r w:rsidRPr="00FB233E">
        <w:rPr>
          <w:rtl/>
          <w:lang w:bidi="fa-IR"/>
        </w:rPr>
        <w:t xml:space="preserve"> کردند هر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سلام کرده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ستادند،</w:t>
      </w:r>
      <w:r w:rsidRPr="00FB233E">
        <w:rPr>
          <w:rtl/>
          <w:lang w:bidi="fa-IR"/>
        </w:rPr>
        <w:t xml:space="preserve"> جوان ناگاه متوجه شد با چه شخص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روبرو است عرض کرد مرا ببخش خدا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ترا بب</w:t>
      </w:r>
      <w:r w:rsidRPr="00FB233E">
        <w:rPr>
          <w:rFonts w:hint="eastAsia"/>
          <w:rtl/>
          <w:lang w:bidi="fa-IR"/>
        </w:rPr>
        <w:t>خشد</w:t>
      </w:r>
      <w:r w:rsidRPr="00FB233E">
        <w:rPr>
          <w:rtl/>
          <w:lang w:bidi="fa-IR"/>
        </w:rPr>
        <w:t>. به خدا سوگند مانند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آرام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شوم تا زنم بر من قدم بگذارد دستور داد آن زن وارد خانه شود و برگشت با </w:t>
      </w:r>
      <w:r w:rsidRPr="00FB233E">
        <w:rPr>
          <w:rtl/>
          <w:lang w:bidi="fa-IR"/>
        </w:rPr>
        <w:lastRenderedPageBreak/>
        <w:t>خود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تلاوت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</w:t>
      </w:r>
      <w:r w:rsidRPr="009C2259">
        <w:rPr>
          <w:rStyle w:val="libAlaemChar"/>
          <w:rtl/>
        </w:rPr>
        <w:t>(</w:t>
      </w:r>
      <w:r w:rsidR="009C2259" w:rsidRPr="009C2259">
        <w:rPr>
          <w:rStyle w:val="libAieChar"/>
          <w:rtl/>
        </w:rPr>
        <w:t>لَّا خَيْرَ فِي كَثِيرٍ مِّن نَّجْوَاهُمْ إِلَّا مَنْ أَمَرَ بِصَدَقَةٍ أَوْ مَعْرُوفٍ أَوْ إِصْلَاحٍ بَيْنَ النَّاسِ وَمَن يَفْعَلْ ذَٰلِكَ ابْتِغَاءَ مَرْضَاتِ اللَّـهِ فَسَوْفَ نُؤْتِيهِ أَجْرًا عَظِيمًا</w:t>
      </w:r>
      <w:r w:rsidRPr="00FB233E">
        <w:rPr>
          <w:rtl/>
          <w:lang w:bidi="fa-IR"/>
        </w:rPr>
        <w:t xml:space="preserve"> </w:t>
      </w:r>
      <w:r w:rsidRPr="009C2259">
        <w:rPr>
          <w:rStyle w:val="libAlaemChar"/>
          <w:rtl/>
        </w:rPr>
        <w:t>)</w:t>
      </w:r>
    </w:p>
    <w:p w:rsidR="00FB233E" w:rsidRPr="00FB233E" w:rsidRDefault="00FB233E" w:rsidP="009C2259">
      <w:pPr>
        <w:pStyle w:val="libNormal"/>
        <w:rPr>
          <w:rtl/>
          <w:lang w:bidi="fa-IR"/>
        </w:rPr>
      </w:pPr>
      <w:r w:rsidRPr="00FB233E">
        <w:rPr>
          <w:rtl/>
          <w:lang w:bidi="fa-IR"/>
        </w:rPr>
        <w:t xml:space="preserve"> و گفت سپاس خدا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که بوس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زن و شوهر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eastAsia"/>
          <w:rtl/>
          <w:lang w:bidi="fa-IR"/>
        </w:rPr>
        <w:t>صلاح</w:t>
      </w:r>
      <w:r w:rsidRPr="00FB233E">
        <w:rPr>
          <w:rtl/>
          <w:lang w:bidi="fa-IR"/>
        </w:rPr>
        <w:t xml:space="preserve"> نمود هر که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رضا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خدا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مردم اصلاح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بزود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را خداوند پاداش بزرگ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خواهد داد</w:t>
      </w:r>
      <w:r w:rsidRPr="002A0189">
        <w:rPr>
          <w:rStyle w:val="libFootnotenumChar"/>
          <w:rtl/>
        </w:rPr>
        <w:t>(76).</w:t>
      </w:r>
    </w:p>
    <w:p w:rsidR="00FB233E" w:rsidRPr="00FB233E" w:rsidRDefault="002A0189" w:rsidP="002A0189">
      <w:pPr>
        <w:pStyle w:val="Heading1"/>
        <w:rPr>
          <w:rtl/>
        </w:rPr>
      </w:pPr>
      <w:r>
        <w:rPr>
          <w:rtl/>
        </w:rPr>
        <w:br w:type="page"/>
      </w:r>
      <w:bookmarkStart w:id="74" w:name="_Toc496184342"/>
      <w:r w:rsidR="00FB233E" w:rsidRPr="00FB233E">
        <w:rPr>
          <w:rFonts w:hint="eastAsia"/>
          <w:rtl/>
        </w:rPr>
        <w:lastRenderedPageBreak/>
        <w:t>عمل</w:t>
      </w:r>
      <w:r w:rsidR="00FB233E" w:rsidRPr="00FB233E">
        <w:rPr>
          <w:rtl/>
        </w:rPr>
        <w:t xml:space="preserve"> با گفتار خ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ل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فرق دارد</w:t>
      </w:r>
      <w:bookmarkEnd w:id="74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ابن</w:t>
      </w:r>
      <w:r w:rsidRPr="00FB233E">
        <w:rPr>
          <w:rtl/>
          <w:lang w:bidi="fa-IR"/>
        </w:rPr>
        <w:t xml:space="preserve"> اب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گفت حضرت باقر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فرمود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پدرم با اصحاب خود نشسته بود. رو به آنها کرده فرمود کدام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از شما حاضر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آتش گداخته را در کف دست بگ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تا خاموش شود همه خود را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عمل عاجز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دند؛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سر</w:t>
      </w:r>
      <w:r w:rsidRPr="00FB233E">
        <w:rPr>
          <w:rtl/>
          <w:lang w:bidi="fa-IR"/>
        </w:rPr>
        <w:t xml:space="preserve"> بز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افکنده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نگفتند.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من</w:t>
      </w:r>
      <w:r w:rsidRPr="00FB233E">
        <w:rPr>
          <w:rtl/>
          <w:lang w:bidi="fa-IR"/>
        </w:rPr>
        <w:t xml:space="preserve"> عرض کردم پدر جان اجازه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کار را بکنم فرمود نه پسر جان تو از من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من از تو هستم منظورم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نها</w:t>
      </w:r>
      <w:r w:rsidRPr="00FB233E">
        <w:rPr>
          <w:rtl/>
          <w:lang w:bidi="fa-IR"/>
        </w:rPr>
        <w:t xml:space="preserve"> بودند پس از آن سه مرتبه 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خود را تکرار کرد.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چکدام</w:t>
      </w:r>
      <w:r w:rsidRPr="00FB233E">
        <w:rPr>
          <w:rtl/>
          <w:lang w:bidi="fa-IR"/>
        </w:rPr>
        <w:t xml:space="preserve"> سخن نگفتند آنگاه فرمود چقدر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ادند</w:t>
      </w:r>
      <w:r w:rsidRPr="00FB233E">
        <w:rPr>
          <w:rtl/>
          <w:lang w:bidi="fa-IR"/>
        </w:rPr>
        <w:t xml:space="preserve"> اهل گفتار و کم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ابند</w:t>
      </w:r>
      <w:r w:rsidRPr="00FB233E">
        <w:rPr>
          <w:rtl/>
          <w:lang w:bidi="fa-IR"/>
        </w:rPr>
        <w:t xml:space="preserve"> اهل عمل ،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کار آسان و ساده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بود</w:t>
      </w:r>
      <w:r w:rsidRPr="00FB233E">
        <w:rPr>
          <w:rtl/>
          <w:lang w:bidi="fa-IR"/>
        </w:rPr>
        <w:t xml:space="preserve"> ما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شناس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کسان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که اهل عمل و هم گفتارند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حرف از نظر ندانستن نبود بلکه خواست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بدان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امتحان داده باش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. حضرت باقر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فرمود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موقع به خدا سوگند مشاهده کردم چنان غرق در 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و خجالت شده بودند که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آنها را به سو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>د. بعض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را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که عرق از او جار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بود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چشمش را از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بلند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که پدرم شرمندگ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آنها را مشاهده کرد فرمود خداوند شما را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امرزد</w:t>
      </w:r>
      <w:r w:rsidRPr="00FB233E">
        <w:rPr>
          <w:rtl/>
          <w:lang w:bidi="fa-IR"/>
        </w:rPr>
        <w:t xml:space="preserve"> من جز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نظر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نداشتم بهشت دارا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درجات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 ، درجه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متعلق به اهل عمل است که مربوط به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گران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. آن وقت مشاهده کردم مثل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از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بار گردان و سنگ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سمانها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محکم خارج شدند</w:t>
      </w:r>
      <w:r w:rsidRPr="002A0189">
        <w:rPr>
          <w:rStyle w:val="libFootnotenumChar"/>
          <w:rtl/>
        </w:rPr>
        <w:t>(77)</w:t>
      </w:r>
      <w:r w:rsidRPr="00FB233E">
        <w:rPr>
          <w:rtl/>
          <w:lang w:bidi="fa-IR"/>
        </w:rPr>
        <w:t>.</w:t>
      </w:r>
    </w:p>
    <w:p w:rsidR="00FB233E" w:rsidRPr="00FB233E" w:rsidRDefault="002A0189" w:rsidP="002A0189">
      <w:pPr>
        <w:pStyle w:val="Heading1"/>
        <w:rPr>
          <w:rtl/>
        </w:rPr>
      </w:pPr>
      <w:r>
        <w:rPr>
          <w:rtl/>
        </w:rPr>
        <w:br w:type="page"/>
      </w:r>
      <w:bookmarkStart w:id="75" w:name="_Toc496184343"/>
      <w:r w:rsidR="00FB233E" w:rsidRPr="00FB233E">
        <w:rPr>
          <w:rFonts w:hint="eastAsia"/>
          <w:rtl/>
        </w:rPr>
        <w:lastRenderedPageBreak/>
        <w:t>چند</w:t>
      </w:r>
      <w:r w:rsidR="00FB233E" w:rsidRPr="00FB233E">
        <w:rPr>
          <w:rtl/>
        </w:rPr>
        <w:t xml:space="preserve"> نفر از ا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ن</w:t>
      </w:r>
      <w:r w:rsidR="00FB233E" w:rsidRPr="00FB233E">
        <w:rPr>
          <w:rtl/>
        </w:rPr>
        <w:t xml:space="preserve"> مردان 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افت</w:t>
      </w:r>
      <w:r w:rsidR="00FB233E" w:rsidRPr="00FB233E">
        <w:rPr>
          <w:rtl/>
        </w:rPr>
        <w:t xml:space="preserve"> م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شوند</w:t>
      </w:r>
      <w:bookmarkEnd w:id="75"/>
    </w:p>
    <w:p w:rsidR="00FB233E" w:rsidRPr="00FB233E" w:rsidRDefault="00FB233E" w:rsidP="002A0189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ماءمون</w:t>
      </w:r>
      <w:r w:rsidRPr="00FB233E">
        <w:rPr>
          <w:rtl/>
          <w:lang w:bidi="fa-IR"/>
        </w:rPr>
        <w:t xml:space="preserve"> رق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: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خدمت حضرت صادق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بودم ، سهل بن حسن خراسان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وارد شد سلام کرده نشست آنگاه عرض کرد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ابن</w:t>
      </w:r>
      <w:r w:rsidRPr="00FB233E">
        <w:rPr>
          <w:rtl/>
          <w:lang w:bidi="fa-IR"/>
        </w:rPr>
        <w:t xml:space="preserve"> رسول الله شما خانواده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راءفت و رحمت هست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امامت از شما است چه باعث شده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گرفتن حق خود 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ام</w:t>
      </w:r>
      <w:r w:rsidRPr="00FB233E">
        <w:rPr>
          <w:rtl/>
          <w:lang w:bidi="fa-IR"/>
        </w:rPr>
        <w:t xml:space="preserve">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صد هزار از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روانتان</w:t>
      </w:r>
      <w:r w:rsidRPr="00FB233E">
        <w:rPr>
          <w:rtl/>
          <w:lang w:bidi="fa-IR"/>
        </w:rPr>
        <w:t xml:space="preserve"> با شمش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آتشبار از شما دفاع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کنند حضرت</w:t>
      </w:r>
      <w:r w:rsidR="002A0189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فرمود</w:t>
      </w:r>
      <w:r w:rsidRPr="00FB233E">
        <w:rPr>
          <w:rtl/>
          <w:lang w:bidi="fa-IR"/>
        </w:rPr>
        <w:t xml:space="preserve"> اکنون بنش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(تا بر تو آشکار شود).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دستور داد تنور را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افروزد</w:t>
      </w:r>
      <w:r w:rsidRPr="00FB233E">
        <w:rPr>
          <w:rtl/>
          <w:lang w:bidi="fa-IR"/>
        </w:rPr>
        <w:t>. آتش افروخته شد به طور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شعله 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 قسمت بالا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تنور را سف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کرد، به سهل فرمود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</w:t>
      </w:r>
      <w:r w:rsidRPr="00FB233E">
        <w:rPr>
          <w:rtl/>
          <w:lang w:bidi="fa-IR"/>
        </w:rPr>
        <w:t xml:space="preserve"> (اگر مط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</w:t>
      </w:r>
      <w:r w:rsidRPr="00FB233E">
        <w:rPr>
          <w:rtl/>
          <w:lang w:bidi="fa-IR"/>
        </w:rPr>
        <w:t xml:space="preserve"> مائ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) برو در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تنور بنش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. خراسان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چنان آشفته و ناراحت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که با التماس شروع به پوزش کرد،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ابن</w:t>
      </w:r>
      <w:r w:rsidRPr="00FB233E">
        <w:rPr>
          <w:rtl/>
          <w:lang w:bidi="fa-IR"/>
        </w:rPr>
        <w:t xml:space="preserve"> رسول مرا به آتش مسوزان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ناچ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درگذر و مرا ببخش آن جناب فرمود نگران نباش ترا بخش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در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موقع هارون مک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پا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برهنه وارد شد، نعل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خود را در دست گرفته بود، سلام کرد، حضرت صادق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بدون درنگ فرمود نعل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انداز</w:t>
      </w:r>
      <w:r w:rsidRPr="00FB233E">
        <w:rPr>
          <w:rtl/>
          <w:lang w:bidi="fa-IR"/>
        </w:rPr>
        <w:t xml:space="preserve"> و در تنور بنش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هارون</w:t>
      </w:r>
      <w:r w:rsidRPr="00FB233E">
        <w:rPr>
          <w:rtl/>
          <w:lang w:bidi="fa-IR"/>
        </w:rPr>
        <w:t xml:space="preserve"> داخل تنور شده نشست . امام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با خراسان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شروع به صحبت کرد از اوضاع بازارها و خصوص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ات</w:t>
      </w:r>
      <w:r w:rsidRPr="00FB233E">
        <w:rPr>
          <w:rtl/>
          <w:lang w:bidi="fa-IR"/>
        </w:rPr>
        <w:t xml:space="preserve"> خراسان چنان شرح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داد که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چند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سال در آنجا به سر برده مدت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سخنان سهل خراسان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مشغول نمود (شا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از تنور و ه</w:t>
      </w:r>
      <w:r w:rsidR="002A0189">
        <w:rPr>
          <w:rFonts w:hint="cs"/>
          <w:rtl/>
          <w:lang w:bidi="fa-IR"/>
        </w:rPr>
        <w:t>ا</w:t>
      </w:r>
      <w:r w:rsidRPr="00FB233E">
        <w:rPr>
          <w:rtl/>
          <w:lang w:bidi="fa-IR"/>
        </w:rPr>
        <w:t>رون</w:t>
      </w:r>
      <w:r w:rsidR="002A0189">
        <w:rPr>
          <w:rFonts w:hint="cs"/>
          <w:rtl/>
          <w:lang w:bidi="fa-IR"/>
        </w:rPr>
        <w:t xml:space="preserve"> را </w:t>
      </w:r>
      <w:r w:rsidRPr="00FB233E">
        <w:rPr>
          <w:rtl/>
          <w:lang w:bidi="fa-IR"/>
        </w:rPr>
        <w:t xml:space="preserve"> فراموش کرد)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هنگام فرمود س</w:t>
      </w:r>
      <w:r w:rsidRPr="00FB233E">
        <w:rPr>
          <w:rFonts w:hint="eastAsia"/>
          <w:rtl/>
          <w:lang w:bidi="fa-IR"/>
        </w:rPr>
        <w:t>هل</w:t>
      </w:r>
      <w:r w:rsidRPr="00FB233E">
        <w:rPr>
          <w:rtl/>
          <w:lang w:bidi="fa-IR"/>
        </w:rPr>
        <w:t xml:space="preserve"> حرکت کن بب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وضع تنور چگونه است .</w:t>
      </w:r>
    </w:p>
    <w:p w:rsidR="00FB233E" w:rsidRPr="00FB233E" w:rsidRDefault="00FB233E" w:rsidP="002A0189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سهل</w:t>
      </w:r>
      <w:r w:rsidRPr="00FB233E">
        <w:rPr>
          <w:rtl/>
          <w:lang w:bidi="fa-IR"/>
        </w:rPr>
        <w:t xml:space="preserve"> گفت : حرکت کردم بر سر تنور آمدم آن مرد را در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خرمن آتش آسوده و آرام نشسته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. هارون از جا حرکت کرد و از تنور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شد حضرت صادق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به خراسان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فرمود در خراسان چند نفر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نها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عرض کرد به خدا سوگند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نفر هم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</w:t>
      </w:r>
      <w:r w:rsidRPr="00FB233E">
        <w:rPr>
          <w:rtl/>
          <w:lang w:bidi="fa-IR"/>
        </w:rPr>
        <w:t xml:space="preserve">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آن جن</w:t>
      </w:r>
      <w:r w:rsidRPr="00FB233E">
        <w:rPr>
          <w:rFonts w:hint="eastAsia"/>
          <w:rtl/>
          <w:lang w:bidi="fa-IR"/>
        </w:rPr>
        <w:t>اب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Pr="00FB233E">
        <w:rPr>
          <w:rtl/>
          <w:lang w:bidi="fa-IR"/>
        </w:rPr>
        <w:lastRenderedPageBreak/>
        <w:t xml:space="preserve">طور تکرار کرد که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نفر هم نخواهد بود و اضافه فرمود، ما در زمان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پنج نفر همدست و همداستان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</w:t>
      </w:r>
      <w:r w:rsidR="002A0189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نکن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ام</w:t>
      </w:r>
      <w:r w:rsidRPr="00FB233E">
        <w:rPr>
          <w:rtl/>
          <w:lang w:bidi="fa-IR"/>
        </w:rPr>
        <w:t xml:space="preserve"> نخواه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کرد موقع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را خودمان بهتر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</w:t>
      </w:r>
    </w:p>
    <w:p w:rsidR="00FB233E" w:rsidRPr="00FB233E" w:rsidRDefault="002A0189" w:rsidP="002A0189">
      <w:pPr>
        <w:pStyle w:val="Heading1"/>
        <w:rPr>
          <w:rtl/>
        </w:rPr>
      </w:pPr>
      <w:r>
        <w:rPr>
          <w:rtl/>
        </w:rPr>
        <w:br w:type="page"/>
      </w:r>
      <w:bookmarkStart w:id="76" w:name="_Toc496184344"/>
      <w:r w:rsidR="00FB233E" w:rsidRPr="00FB233E">
        <w:rPr>
          <w:rFonts w:hint="eastAsia"/>
          <w:rtl/>
        </w:rPr>
        <w:lastRenderedPageBreak/>
        <w:t>ا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ن</w:t>
      </w:r>
      <w:r w:rsidR="00FB233E" w:rsidRPr="00FB233E">
        <w:rPr>
          <w:rtl/>
        </w:rPr>
        <w:t xml:space="preserve"> داستان با مردم امروز چه تناسب دارد</w:t>
      </w:r>
      <w:bookmarkEnd w:id="76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شد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برادر شداد از پادشاهان عدالت گستر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بود، در زمان او نقل کرده اند به طور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مردم به آرامش زندگ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کردند که شخص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قضاوت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آنها تع</w:t>
      </w:r>
      <w:r w:rsidRPr="00FB233E">
        <w:rPr>
          <w:rFonts w:hint="cs"/>
          <w:rtl/>
          <w:lang w:bidi="fa-IR"/>
        </w:rPr>
        <w:t>یی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کرده بود از تار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</w:t>
      </w:r>
      <w:r w:rsidRPr="00FB233E">
        <w:rPr>
          <w:rtl/>
          <w:lang w:bidi="fa-IR"/>
        </w:rPr>
        <w:t xml:space="preserve"> تع</w:t>
      </w:r>
      <w:r w:rsidRPr="00FB233E">
        <w:rPr>
          <w:rFonts w:hint="cs"/>
          <w:rtl/>
          <w:lang w:bidi="fa-IR"/>
        </w:rPr>
        <w:t>یی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او تا مدت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سال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چکس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رفع خصومت بدارالقضا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امد</w:t>
      </w:r>
      <w:r w:rsidRPr="00FB233E">
        <w:rPr>
          <w:rtl/>
          <w:lang w:bidi="fa-IR"/>
        </w:rPr>
        <w:t xml:space="preserve">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شد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گفت من اجرت قض</w:t>
      </w:r>
      <w:r w:rsidRPr="00FB233E">
        <w:rPr>
          <w:rFonts w:hint="eastAsia"/>
          <w:rtl/>
          <w:lang w:bidi="fa-IR"/>
        </w:rPr>
        <w:t>اوت</w:t>
      </w:r>
      <w:r w:rsidRPr="00FB233E">
        <w:rPr>
          <w:rtl/>
          <w:lang w:bidi="fa-IR"/>
        </w:rPr>
        <w:t xml:space="preserve"> را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رم</w:t>
      </w:r>
      <w:r w:rsidRPr="00FB233E">
        <w:rPr>
          <w:rtl/>
          <w:lang w:bidi="fa-IR"/>
        </w:rPr>
        <w:t xml:space="preserve">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سال حکومت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نکرده ام پادشاه گفت ترا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کار منصوب کرده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مراجعه کند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نکند.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پس</w:t>
      </w:r>
      <w:r w:rsidRPr="00FB233E">
        <w:rPr>
          <w:rtl/>
          <w:lang w:bidi="fa-IR"/>
        </w:rPr>
        <w:t xml:space="preserve"> از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سال دو نفر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قاض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آمدند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من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مرد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ام در داخل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نش</w:t>
      </w:r>
      <w:r w:rsidRPr="00FB233E">
        <w:rPr>
          <w:rtl/>
          <w:lang w:bidi="fa-IR"/>
        </w:rPr>
        <w:t xml:space="preserve"> گنج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</w:t>
      </w:r>
      <w:r w:rsidRPr="00FB233E">
        <w:rPr>
          <w:rtl/>
          <w:lang w:bidi="fa-IR"/>
        </w:rPr>
        <w:t xml:space="preserve"> شده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</w:t>
      </w:r>
      <w:r w:rsidRPr="00FB233E">
        <w:rPr>
          <w:rtl/>
          <w:lang w:bidi="fa-IR"/>
        </w:rPr>
        <w:t xml:space="preserve"> هر چه به او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گنج را تصرف کن چون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تنها از تو خر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ام قبول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فروشنده گفت من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 با هر چه در آن بوده به او فروخته ام گنج در همان مکا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بوده متعلق به خر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دار</w:t>
      </w:r>
      <w:r w:rsidRPr="00FB233E">
        <w:rPr>
          <w:rtl/>
          <w:lang w:bidi="fa-IR"/>
        </w:rPr>
        <w:t xml:space="preserve"> است قاض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پس از تجسس فهم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دو نفر دختر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دارد و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پسر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دختر را به ازدواج پسر در آورد و گنج را به آن دو تسل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کرد بد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اختلاف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آنها رفع شد</w:t>
      </w:r>
      <w:r w:rsidRPr="002A0189">
        <w:rPr>
          <w:rStyle w:val="libFootnotenumChar"/>
          <w:rtl/>
        </w:rPr>
        <w:t>(78)</w:t>
      </w:r>
      <w:r w:rsidRPr="00FB233E">
        <w:rPr>
          <w:rtl/>
          <w:lang w:bidi="fa-IR"/>
        </w:rPr>
        <w:t>.</w:t>
      </w:r>
    </w:p>
    <w:p w:rsidR="00FB233E" w:rsidRPr="00FB233E" w:rsidRDefault="002A0189" w:rsidP="002A0189">
      <w:pPr>
        <w:pStyle w:val="Heading1"/>
        <w:rPr>
          <w:rtl/>
        </w:rPr>
      </w:pPr>
      <w:r>
        <w:rPr>
          <w:rtl/>
        </w:rPr>
        <w:br w:type="page"/>
      </w:r>
      <w:bookmarkStart w:id="77" w:name="_Toc496184345"/>
      <w:r w:rsidR="00FB233E" w:rsidRPr="00FB233E">
        <w:rPr>
          <w:rFonts w:hint="eastAsia"/>
          <w:rtl/>
        </w:rPr>
        <w:lastRenderedPageBreak/>
        <w:t>ب</w:t>
      </w:r>
      <w:r>
        <w:rPr>
          <w:rFonts w:hint="cs"/>
          <w:rtl/>
        </w:rPr>
        <w:t xml:space="preserve">ه </w:t>
      </w:r>
      <w:r w:rsidR="00FB233E" w:rsidRPr="00FB233E">
        <w:rPr>
          <w:rFonts w:hint="eastAsia"/>
          <w:rtl/>
        </w:rPr>
        <w:t>هر</w:t>
      </w:r>
      <w:r w:rsidR="00FB233E" w:rsidRPr="00FB233E">
        <w:rPr>
          <w:rtl/>
        </w:rPr>
        <w:t xml:space="preserve"> 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ک</w:t>
      </w:r>
      <w:r w:rsidR="00FB233E" w:rsidRPr="00FB233E">
        <w:rPr>
          <w:rtl/>
        </w:rPr>
        <w:t xml:space="preserve"> از دو برادر دستور م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انه</w:t>
      </w:r>
      <w:r w:rsidR="00FB233E" w:rsidRPr="00FB233E">
        <w:rPr>
          <w:rtl/>
        </w:rPr>
        <w:t xml:space="preserve"> رو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داد</w:t>
      </w:r>
      <w:bookmarkEnd w:id="77"/>
    </w:p>
    <w:p w:rsidR="00FB233E" w:rsidRPr="00FB233E" w:rsidRDefault="00FB233E" w:rsidP="002A0189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رالمؤ</w:t>
      </w:r>
      <w:r w:rsidRPr="00FB233E">
        <w:rPr>
          <w:rtl/>
          <w:lang w:bidi="fa-IR"/>
        </w:rPr>
        <w:t xml:space="preserve"> 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به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ادت</w:t>
      </w:r>
      <w:r w:rsidRPr="00FB233E">
        <w:rPr>
          <w:rtl/>
          <w:lang w:bidi="fa-IR"/>
        </w:rPr>
        <w:t xml:space="preserve"> علاء بن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حارث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تشر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</w:t>
      </w:r>
      <w:r w:rsidRPr="00FB233E">
        <w:rPr>
          <w:rtl/>
          <w:lang w:bidi="fa-IR"/>
        </w:rPr>
        <w:t xml:space="preserve"> برد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وسعت خانه او را مشاهده نمود. فرمود تو خانه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آنکه احت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اجت</w:t>
      </w:r>
      <w:r w:rsidRPr="00FB233E">
        <w:rPr>
          <w:rtl/>
          <w:lang w:bidi="fa-IR"/>
        </w:rPr>
        <w:t xml:space="preserve"> در آخرت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بخانه 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نجا</w:t>
      </w:r>
      <w:r w:rsidRPr="00FB233E">
        <w:rPr>
          <w:rtl/>
          <w:lang w:bidi="fa-IR"/>
        </w:rPr>
        <w:t xml:space="preserve"> مهمان نواز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 . صله رحم بجا آور و</w:t>
      </w:r>
      <w:r w:rsidR="002A0189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اداء</w:t>
      </w:r>
      <w:r w:rsidRPr="00FB233E">
        <w:rPr>
          <w:rtl/>
          <w:lang w:bidi="fa-IR"/>
        </w:rPr>
        <w:t xml:space="preserve"> حقوق بنما.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علاء</w:t>
      </w:r>
      <w:r w:rsidRPr="00FB233E">
        <w:rPr>
          <w:rtl/>
          <w:lang w:bidi="fa-IR"/>
        </w:rPr>
        <w:t xml:space="preserve"> عرض کرد از برادرم عاصم بن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شاک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هستم فرمود چه شکا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عرض کرد از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کناره 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نموده آنجناب امر نمود او را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اورند</w:t>
      </w:r>
      <w:r w:rsidRPr="00FB233E">
        <w:rPr>
          <w:rtl/>
          <w:lang w:bidi="fa-IR"/>
        </w:rPr>
        <w:t>. عاصم شرف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اب</w:t>
      </w:r>
      <w:r w:rsidRPr="00FB233E">
        <w:rPr>
          <w:rtl/>
          <w:lang w:bidi="fa-IR"/>
        </w:rPr>
        <w:t xml:space="preserve"> شد. فرمود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دشمن نفس خود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طان</w:t>
      </w:r>
      <w:r w:rsidRPr="00FB233E">
        <w:rPr>
          <w:rtl/>
          <w:lang w:bidi="fa-IR"/>
        </w:rPr>
        <w:t xml:space="preserve"> گمراهت نموده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بر</w:t>
      </w:r>
      <w:r w:rsidRPr="00FB233E">
        <w:rPr>
          <w:rtl/>
          <w:lang w:bidi="fa-IR"/>
        </w:rPr>
        <w:t xml:space="preserve"> خانواده و اولادت رحم نم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ال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خداوند ط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بات</w:t>
      </w:r>
      <w:r w:rsidRPr="00FB233E">
        <w:rPr>
          <w:rtl/>
          <w:lang w:bidi="fa-IR"/>
        </w:rPr>
        <w:t xml:space="preserve"> و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حلال را که برا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مباح کرده بدت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از آنها استفاده 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نظر خدا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شه</w:t>
      </w:r>
      <w:r w:rsidRPr="00FB233E">
        <w:rPr>
          <w:rtl/>
          <w:lang w:bidi="fa-IR"/>
        </w:rPr>
        <w:t xml:space="preserve"> خوار و پست تر هست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عاصم گفت پس چرا شما لباس خشن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پوش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غذا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ساده و غ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لذ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ذ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فرمود من مثل تو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ستم</w:t>
      </w:r>
      <w:r w:rsidRPr="00FB233E">
        <w:rPr>
          <w:rtl/>
          <w:lang w:bidi="fa-IR"/>
        </w:rPr>
        <w:t xml:space="preserve"> . خدا بر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شوا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حق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لازم نموده خودشان را شبه تنگدستان قرار دهند تا فقر و تنگدست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فقراء دشوار نباشد و بد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تسل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ابند</w:t>
      </w:r>
      <w:r w:rsidRPr="00FB233E">
        <w:rPr>
          <w:rtl/>
          <w:lang w:bidi="fa-IR"/>
        </w:rPr>
        <w:t>.</w:t>
      </w:r>
      <w:r w:rsidRPr="002A0189">
        <w:rPr>
          <w:rStyle w:val="libFootnotenumChar"/>
          <w:rtl/>
        </w:rPr>
        <w:t>(79)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tl/>
          <w:lang w:bidi="fa-IR"/>
        </w:rPr>
        <w:t>.</w:t>
      </w:r>
      <w:r w:rsidRPr="002A0189">
        <w:rPr>
          <w:rStyle w:val="libFootnotenumChar"/>
          <w:rtl/>
        </w:rPr>
        <w:t>(80)</w:t>
      </w:r>
    </w:p>
    <w:p w:rsidR="002A0189" w:rsidRDefault="002A0189" w:rsidP="00FB233E">
      <w:pPr>
        <w:pStyle w:val="libNormal"/>
        <w:rPr>
          <w:rFonts w:hint="cs"/>
          <w:rtl/>
          <w:lang w:bidi="fa-IR"/>
        </w:rPr>
      </w:pPr>
    </w:p>
    <w:p w:rsidR="00FB233E" w:rsidRPr="00FB233E" w:rsidRDefault="002A0189" w:rsidP="002A0189">
      <w:pPr>
        <w:pStyle w:val="Heading1"/>
        <w:rPr>
          <w:rtl/>
        </w:rPr>
      </w:pPr>
      <w:r>
        <w:rPr>
          <w:rtl/>
        </w:rPr>
        <w:br w:type="page"/>
      </w:r>
      <w:bookmarkStart w:id="78" w:name="_Toc496184346"/>
      <w:r w:rsidR="00FB233E" w:rsidRPr="00FB233E">
        <w:rPr>
          <w:rFonts w:hint="eastAsia"/>
          <w:rtl/>
        </w:rPr>
        <w:lastRenderedPageBreak/>
        <w:t>همت</w:t>
      </w:r>
      <w:r w:rsidR="00FB233E" w:rsidRPr="00FB233E">
        <w:rPr>
          <w:rtl/>
        </w:rPr>
        <w:t xml:space="preserve"> نعمان بن بش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ر</w:t>
      </w:r>
      <w:bookmarkEnd w:id="78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پس از آنکه تصم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گرفت اهل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الشهداء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را به 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فرستد، نعمان بن بش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را خواسته 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مرد با او همراه نمود. دستورات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حفظ شئون اهل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به او داد گفت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شه</w:t>
      </w:r>
      <w:r w:rsidRPr="00FB233E">
        <w:rPr>
          <w:rtl/>
          <w:lang w:bidi="fa-IR"/>
        </w:rPr>
        <w:t xml:space="preserve"> خانواده حس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جلو حرکت کنند و شما با فاصله از دنبال ، هر جا فرود آم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به اندازه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فاصله بگ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که اگر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آنها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احت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اج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وضو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شد شخص او را نب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در ضمن چنانچه کار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داشتند صدا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به شما برسد.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نعمان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از آنچه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دستور داده بود مراعات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خانواده را کرد تا به 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>. فاطمه دختر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رالمؤ</w:t>
      </w:r>
      <w:r w:rsidRPr="00FB233E">
        <w:rPr>
          <w:rtl/>
          <w:lang w:bidi="fa-IR"/>
        </w:rPr>
        <w:t xml:space="preserve"> 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(ام کلثوم ) به خواهر خود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نب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گفت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مرد بما احسان نمود اگر 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باش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در قبال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احسانش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او بده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D9383A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نب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فرمود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ندار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که به او بده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مگر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ورها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خودمان را. آنگاه دو دستبند و دو بازو بند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داشتند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آورده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نعمان فرستادند و از کم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زه</w:t>
      </w:r>
      <w:r w:rsidRPr="00FB233E">
        <w:rPr>
          <w:rtl/>
          <w:lang w:bidi="fa-IR"/>
        </w:rPr>
        <w:t xml:space="preserve"> پوزش خواستند و افزودند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مختصر پاداش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 که ما را ممکن بود نعمان قبول نکرده گفت اگر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کرده بودم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مقدار کمتر هم کاف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بود ول</w:t>
      </w:r>
      <w:r w:rsidRPr="00FB233E">
        <w:rPr>
          <w:rFonts w:hint="cs"/>
          <w:rtl/>
          <w:lang w:bidi="fa-IR"/>
        </w:rPr>
        <w:t>ی</w:t>
      </w:r>
      <w:r w:rsidR="00D9383A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خدا سوگند آنچه کردم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خدا و نسبت شما به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اکرم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بود</w:t>
      </w:r>
      <w:r w:rsidRPr="00D9383A">
        <w:rPr>
          <w:rStyle w:val="libFootnotenumChar"/>
          <w:rtl/>
        </w:rPr>
        <w:t>(81)</w:t>
      </w:r>
      <w:r w:rsidRPr="00FB233E">
        <w:rPr>
          <w:rtl/>
          <w:lang w:bidi="fa-IR"/>
        </w:rPr>
        <w:t>.</w:t>
      </w:r>
    </w:p>
    <w:p w:rsidR="00FB233E" w:rsidRPr="00FB233E" w:rsidRDefault="00D9383A" w:rsidP="00D9383A">
      <w:pPr>
        <w:pStyle w:val="Heading1"/>
        <w:rPr>
          <w:rtl/>
        </w:rPr>
      </w:pPr>
      <w:r>
        <w:rPr>
          <w:rtl/>
        </w:rPr>
        <w:br w:type="page"/>
      </w:r>
      <w:bookmarkStart w:id="79" w:name="_Toc496184347"/>
      <w:r w:rsidR="00FB233E" w:rsidRPr="00FB233E">
        <w:rPr>
          <w:rFonts w:hint="eastAsia"/>
          <w:rtl/>
        </w:rPr>
        <w:lastRenderedPageBreak/>
        <w:t>زن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شرافتمند و خوش عق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ده</w:t>
      </w:r>
      <w:bookmarkEnd w:id="79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بشار</w:t>
      </w:r>
      <w:r w:rsidRPr="00FB233E">
        <w:rPr>
          <w:rtl/>
          <w:lang w:bidi="fa-IR"/>
        </w:rPr>
        <w:t xml:space="preserve"> مکار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در کوفه خدمت حضرت صادق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مشرف شدم آنجناب مشغول خوردن خرما بود فرمود بشار،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جلو بخور. عرض کردم در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راه که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آمدم منظره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که مرا سخت ناراحت کرد، اکنون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گلو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را گرفته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توانم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بخورم بر شما گوارا باد. فرمود به ح</w:t>
      </w:r>
      <w:r w:rsidRPr="00FB233E">
        <w:rPr>
          <w:rFonts w:hint="eastAsia"/>
          <w:rtl/>
          <w:lang w:bidi="fa-IR"/>
        </w:rPr>
        <w:t>ق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مرا بر تو است سوگند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و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کن .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رفته شروع به خوردن کردم .</w:t>
      </w:r>
    </w:p>
    <w:p w:rsidR="00FB233E" w:rsidRPr="00FB233E" w:rsidRDefault="00FB233E" w:rsidP="00D9383A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در راه چه مشاهده کرد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: عرض کردم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ماءموران را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که با تاز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انه</w:t>
      </w:r>
      <w:r w:rsidRPr="00FB233E">
        <w:rPr>
          <w:rtl/>
          <w:lang w:bidi="fa-IR"/>
        </w:rPr>
        <w:t xml:space="preserve"> بر سر زن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زد و او را به سو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زندان و دارالحکومه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کشان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آن زن با حالت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بس تاءثرانگ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فر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(المستغاث بالله و رسوله )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tl/>
          <w:lang w:bidi="fa-IR"/>
        </w:rPr>
        <w:t xml:space="preserve"> کس به فر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ادش</w:t>
      </w:r>
      <w:r w:rsidRPr="00FB233E">
        <w:rPr>
          <w:rtl/>
          <w:lang w:bidi="fa-IR"/>
        </w:rPr>
        <w:t xml:space="preserve"> نرس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از چه رو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طور او ر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زدند؟ عرض کردم من از مردم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آن زن در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راه پا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لغز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و به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خورده است در آن حال گفته (لعن الله ظالم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فاطمه ) خدا ستمکاران ترا لعنت کند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فاطمه زهرا </w:t>
      </w:r>
      <w:r w:rsidR="00D9383A" w:rsidRPr="00D9383A">
        <w:rPr>
          <w:rStyle w:val="libAlaemChar"/>
          <w:rFonts w:eastAsiaTheme="minorHAnsi"/>
          <w:rtl/>
        </w:rPr>
        <w:t>عليها‌السلام</w:t>
      </w:r>
      <w:r w:rsidRPr="00FB233E">
        <w:rPr>
          <w:rtl/>
          <w:lang w:bidi="fa-IR"/>
        </w:rPr>
        <w:t xml:space="preserve"> از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موضوع حضرت صادق شروع به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کرد، آنقدر اشک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خت</w:t>
      </w:r>
      <w:r w:rsidRPr="00FB233E">
        <w:rPr>
          <w:rtl/>
          <w:lang w:bidi="fa-IR"/>
        </w:rPr>
        <w:t xml:space="preserve"> که دستمال و محاسن مب</w:t>
      </w:r>
      <w:r w:rsidRPr="00FB233E">
        <w:rPr>
          <w:rFonts w:hint="eastAsia"/>
          <w:rtl/>
          <w:lang w:bidi="fa-IR"/>
        </w:rPr>
        <w:t>ارک</w:t>
      </w:r>
      <w:r w:rsidRPr="00FB233E">
        <w:rPr>
          <w:rtl/>
          <w:lang w:bidi="fa-IR"/>
        </w:rPr>
        <w:t xml:space="preserve"> و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اش تر شد.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فرمود</w:t>
      </w:r>
      <w:r w:rsidRPr="00FB233E">
        <w:rPr>
          <w:rtl/>
          <w:lang w:bidi="fa-IR"/>
        </w:rPr>
        <w:t xml:space="preserve"> بشار با هم به مسجد سهله برو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دعا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نجات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افتن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زن ،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اصحاب خود را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فرستاد تا بدارالحکومه رود و خبر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او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اورد</w:t>
      </w:r>
      <w:r w:rsidRPr="00FB233E">
        <w:rPr>
          <w:rtl/>
          <w:lang w:bidi="fa-IR"/>
        </w:rPr>
        <w:t>. وارد مسجد شد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، هر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دو رکعت نماز خواند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صادق دستها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را بلند کرده دعائ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خواند و به سجده رفت طول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سر برداشته فرمود حرکت کن برو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او را آزاد کردند در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راه برخورد کرد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با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او 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خبرگ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فرستاده بودند آن جناب جر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را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گفت زن را آزاد کردند، از وضع آزاد شدنش سؤ ال </w:t>
      </w:r>
      <w:r w:rsidRPr="00FB233E">
        <w:rPr>
          <w:rFonts w:hint="eastAsia"/>
          <w:rtl/>
          <w:lang w:bidi="fa-IR"/>
        </w:rPr>
        <w:t>کرد</w:t>
      </w:r>
      <w:r w:rsidRPr="00FB233E">
        <w:rPr>
          <w:rtl/>
          <w:lang w:bidi="fa-IR"/>
        </w:rPr>
        <w:t>. گفت من در آنجا بودم دربان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را به داخل برد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چه کرده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 گفته بود من به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Pr="00FB233E">
        <w:rPr>
          <w:rtl/>
          <w:lang w:bidi="fa-IR"/>
        </w:rPr>
        <w:lastRenderedPageBreak/>
        <w:t>خوردم گفتم (لعن الله ظالم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فاطمه ) 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درهم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به او داد و تقاضا کرد او را حلال کند و از جرمش بگذرد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 زن قبول نکرد. آنگاه آزادش کردند.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فرمود از گرفتن 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درهم امتناع ورز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د؟</w:t>
      </w:r>
      <w:r w:rsidRPr="00FB233E">
        <w:rPr>
          <w:rtl/>
          <w:lang w:bidi="fa-IR"/>
        </w:rPr>
        <w:t xml:space="preserve"> عرض کرد آر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به خدا سوگند کمال احت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اج</w:t>
      </w:r>
      <w:r w:rsidRPr="00FB233E">
        <w:rPr>
          <w:rtl/>
          <w:lang w:bidi="fa-IR"/>
        </w:rPr>
        <w:t xml:space="preserve"> را دارد. حضرت از داخل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هفت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نار</w:t>
      </w:r>
      <w:r w:rsidRPr="00FB233E">
        <w:rPr>
          <w:rtl/>
          <w:lang w:bidi="fa-IR"/>
        </w:rPr>
        <w:t xml:space="preserve"> خارج نموده فرمود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هفت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نار</w:t>
      </w:r>
      <w:r w:rsidRPr="00FB233E">
        <w:rPr>
          <w:rtl/>
          <w:lang w:bidi="fa-IR"/>
        </w:rPr>
        <w:t xml:space="preserve"> 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ببر و سلام مرا به او برسان . بشار گفت به در خانه آن زن رفت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سلام حضرت را به او رسان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شما را به خدا قسم حضرت صادق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مرا سلام رسان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جواب داد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آر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موهبت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هوش</w:t>
      </w:r>
      <w:r w:rsidRPr="00FB233E">
        <w:rPr>
          <w:rtl/>
          <w:lang w:bidi="fa-IR"/>
        </w:rPr>
        <w:t xml:space="preserve"> شد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ستاد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تا بهوش آمد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نارها</w:t>
      </w:r>
      <w:r w:rsidRPr="00FB233E">
        <w:rPr>
          <w:rtl/>
          <w:lang w:bidi="fa-IR"/>
        </w:rPr>
        <w:t xml:space="preserve"> را به او تسل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کرد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گفت (سلوه ان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ستوهب</w:t>
      </w:r>
      <w:r w:rsidRPr="00FB233E">
        <w:rPr>
          <w:rtl/>
          <w:lang w:bidi="fa-IR"/>
        </w:rPr>
        <w:t xml:space="preserve"> امته من الله ) از حضرت بخواه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آمرزش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خود را از خداوند بخواهد.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پس</w:t>
      </w:r>
      <w:r w:rsidRPr="00FB233E">
        <w:rPr>
          <w:rtl/>
          <w:lang w:bidi="fa-IR"/>
        </w:rPr>
        <w:t xml:space="preserve"> بازگشت جر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را به عرض امام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رساند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، آنجناب به گفته ما گوش فرا داده بود و در حال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دعا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</w:t>
      </w:r>
      <w:r w:rsidRPr="00D9383A">
        <w:rPr>
          <w:rStyle w:val="libFootnotenumChar"/>
          <w:rtl/>
        </w:rPr>
        <w:t>(82).</w:t>
      </w:r>
    </w:p>
    <w:p w:rsidR="00FB233E" w:rsidRPr="00FB233E" w:rsidRDefault="00D9383A" w:rsidP="00D9383A">
      <w:pPr>
        <w:pStyle w:val="Heading1"/>
        <w:rPr>
          <w:rtl/>
        </w:rPr>
      </w:pPr>
      <w:r>
        <w:rPr>
          <w:rtl/>
        </w:rPr>
        <w:br w:type="page"/>
      </w:r>
      <w:bookmarkStart w:id="80" w:name="_Toc496184348"/>
      <w:r w:rsidR="00FB233E" w:rsidRPr="00FB233E">
        <w:rPr>
          <w:rFonts w:hint="eastAsia"/>
          <w:rtl/>
        </w:rPr>
        <w:lastRenderedPageBreak/>
        <w:t>عمر</w:t>
      </w:r>
      <w:r w:rsidR="00FB233E" w:rsidRPr="00FB233E">
        <w:rPr>
          <w:rtl/>
        </w:rPr>
        <w:t xml:space="preserve"> محدود و آرزو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نامحدود</w:t>
      </w:r>
      <w:bookmarkEnd w:id="80"/>
    </w:p>
    <w:p w:rsidR="00FB233E" w:rsidRPr="00FB233E" w:rsidRDefault="00FB233E" w:rsidP="00D9383A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حضرت رسول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به شکل مربع و</w:t>
      </w:r>
      <w:r w:rsidR="00D9383A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چهارگوش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خطوط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در وسط آن مربع نقطه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گذاشت ؛ از اطرافش خطها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مرکز نقطه وسط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خط از نقطه داخل مربع به طرف خارج رسم کرد و انتها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 خط را نامحدود نمود. فرمود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چه شکل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 عرض کردند خدا و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بهتر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دانند فرمو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مربع و چهارگوش محدود، عمر انسان است که به اندازه مع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محدود است . نقطه وسط نمودار انسان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باشد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خطها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کوچک که از اطراف به طرف نقطه (انسان )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آورده اند امراض و بلاها</w:t>
      </w:r>
      <w:r w:rsidRPr="00FB233E">
        <w:rPr>
          <w:rFonts w:hint="cs"/>
          <w:rtl/>
          <w:lang w:bidi="fa-IR"/>
        </w:rPr>
        <w:t>یی</w:t>
      </w:r>
      <w:r w:rsidRPr="00FB233E">
        <w:rPr>
          <w:rtl/>
          <w:lang w:bidi="fa-IR"/>
        </w:rPr>
        <w:t xml:space="preserve"> است که در مدت عمر از چهار طرف به او حمله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کنند اگر از دست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جان بدر برد به دست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افتد. بالاخره از آنها خلاص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نخواهد داشت و به 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عمرش خاتمه داده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آن</w:t>
      </w:r>
      <w:r w:rsidRPr="00FB233E">
        <w:rPr>
          <w:rtl/>
          <w:lang w:bidi="fa-IR"/>
        </w:rPr>
        <w:t xml:space="preserve"> خط که از مرکز نقطه (انسان ) به طور نامحدود خارج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آرزو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اوست که از مقدار عمرش بس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تجاوز کرده و انتها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معلوم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</w:t>
      </w:r>
      <w:r w:rsidRPr="00D9383A">
        <w:rPr>
          <w:rStyle w:val="libFootnotenumChar"/>
          <w:rtl/>
        </w:rPr>
        <w:t>(83)</w:t>
      </w:r>
      <w:r w:rsidRPr="00FB233E">
        <w:rPr>
          <w:rtl/>
          <w:lang w:bidi="fa-IR"/>
        </w:rPr>
        <w:t>.</w:t>
      </w:r>
    </w:p>
    <w:p w:rsidR="00FB233E" w:rsidRPr="00FB233E" w:rsidRDefault="00D9383A" w:rsidP="00D9383A">
      <w:pPr>
        <w:pStyle w:val="Heading1"/>
        <w:rPr>
          <w:rtl/>
        </w:rPr>
      </w:pPr>
      <w:r>
        <w:rPr>
          <w:rtl/>
        </w:rPr>
        <w:br w:type="page"/>
      </w:r>
      <w:bookmarkStart w:id="81" w:name="_Toc496184349"/>
      <w:r w:rsidR="00FB233E" w:rsidRPr="00FB233E">
        <w:rPr>
          <w:rFonts w:hint="eastAsia"/>
          <w:rtl/>
        </w:rPr>
        <w:lastRenderedPageBreak/>
        <w:t>آرزو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ک</w:t>
      </w:r>
      <w:r w:rsidR="00FB233E" w:rsidRPr="00FB233E">
        <w:rPr>
          <w:rtl/>
        </w:rPr>
        <w:t xml:space="preserve"> ماه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را بگور برد</w:t>
      </w:r>
      <w:bookmarkEnd w:id="81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ماءمون</w:t>
      </w:r>
      <w:r w:rsidRPr="00FB233E">
        <w:rPr>
          <w:rtl/>
          <w:lang w:bidi="fa-IR"/>
        </w:rPr>
        <w:t xml:space="preserve"> به اراده فتح روم لشکر به آن طرف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فتوحات</w:t>
      </w:r>
      <w:r w:rsidRPr="00FB233E">
        <w:rPr>
          <w:rtl/>
          <w:lang w:bidi="fa-IR"/>
        </w:rPr>
        <w:t xml:space="preserve"> بس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نمود، در بازگشت از چشمه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نام بد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دون</w:t>
      </w:r>
      <w:r w:rsidRPr="00FB233E">
        <w:rPr>
          <w:rtl/>
          <w:lang w:bidi="fa-IR"/>
        </w:rPr>
        <w:t xml:space="preserve"> که معروف به قشره است گذشت . آب و هوا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 محل ، منظره دلگشا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سبزه زار اطراف چنان فرح انگ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بود که دستور داد همانجا سپاه توقف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تا از هوا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 سرزم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استفاده کنند.</w:t>
      </w:r>
    </w:p>
    <w:p w:rsidR="00FB233E" w:rsidRPr="00FB233E" w:rsidRDefault="00FB233E" w:rsidP="00D9383A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ماءمون در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چشمه جا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گاه</w:t>
      </w:r>
      <w:r w:rsidRPr="00FB233E">
        <w:rPr>
          <w:rtl/>
          <w:lang w:bidi="fa-IR"/>
        </w:rPr>
        <w:t xml:space="preserve">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چوب آماده کردند در آنجا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ستاد</w:t>
      </w:r>
      <w:r w:rsidRPr="00FB233E">
        <w:rPr>
          <w:rtl/>
          <w:lang w:bidi="fa-IR"/>
        </w:rPr>
        <w:t xml:space="preserve"> و صاف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آب را تماشا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کرد.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سکه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آب انداخت نوشته آن از بالا آشکار خوانده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شد. از</w:t>
      </w:r>
      <w:r w:rsidR="00D9383A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سرد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آب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دست خود را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توانست در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آن نگه دارد.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هنگام که ماءمون غرق در تماشا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آب بود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ماه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با</w:t>
      </w:r>
      <w:r w:rsidRPr="00FB233E">
        <w:rPr>
          <w:rtl/>
          <w:lang w:bidi="fa-IR"/>
        </w:rPr>
        <w:t xml:space="preserve"> به اندازه نصف طول دست ، مانند شمش نقره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آشکار شد ماءمون گفت هر کس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بگ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رد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شمش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جا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زه</w:t>
      </w:r>
      <w:r w:rsidRPr="00FB233E">
        <w:rPr>
          <w:rtl/>
          <w:lang w:bidi="fa-IR"/>
        </w:rPr>
        <w:t xml:space="preserve"> دارد.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سربازان خود را در آب اند</w:t>
      </w:r>
      <w:r w:rsidRPr="00FB233E">
        <w:rPr>
          <w:rFonts w:hint="eastAsia"/>
          <w:rtl/>
          <w:lang w:bidi="fa-IR"/>
        </w:rPr>
        <w:t>اخت</w:t>
      </w:r>
      <w:r w:rsidRPr="00FB233E">
        <w:rPr>
          <w:rtl/>
          <w:lang w:bidi="fa-IR"/>
        </w:rPr>
        <w:t xml:space="preserve"> ، ماه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گرفته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آورد.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بالا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تخت و جا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گاه</w:t>
      </w:r>
      <w:r w:rsidRPr="00FB233E">
        <w:rPr>
          <w:rtl/>
          <w:lang w:bidi="fa-IR"/>
        </w:rPr>
        <w:t xml:space="preserve"> ماءمون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ماه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را به شدت تکان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داد، از دست او خارج شده در آب افتاد براثر افتادن ماه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مقدار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آب بر سر و صورت و گلوگاه ماءمون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ناگاه لرزش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سابقه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را فراگرفت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سرباز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مرتبه دوم در آب رفت و ماه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گرفت . دستور داد آنرا بر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کنند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لرزه بطور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افت</w:t>
      </w:r>
      <w:r w:rsidRPr="00FB233E">
        <w:rPr>
          <w:rtl/>
          <w:lang w:bidi="fa-IR"/>
        </w:rPr>
        <w:t xml:space="preserve"> که هر چه لباس زمستان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لحاف بر او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انداختند آرام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وسته</w:t>
      </w:r>
      <w:r w:rsidRPr="00FB233E">
        <w:rPr>
          <w:rtl/>
          <w:lang w:bidi="fa-IR"/>
        </w:rPr>
        <w:t xml:space="preserve"> فر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((البرد البرد)) سرما سرما، در اطرافش آتش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افروختند باز گرم نشد. ماه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آوردند آنقدر ناراحت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او فشار آورده بود که نتوانست ذره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آن بخورد.</w:t>
      </w:r>
    </w:p>
    <w:p w:rsidR="00FB233E" w:rsidRPr="00FB233E" w:rsidRDefault="00FB233E" w:rsidP="00D9383A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lastRenderedPageBreak/>
        <w:t>معتصم</w:t>
      </w:r>
      <w:r w:rsidRPr="00FB233E">
        <w:rPr>
          <w:rtl/>
          <w:lang w:bidi="fa-IR"/>
        </w:rPr>
        <w:t xml:space="preserve"> (برادر ماءمون ) پزشکان سلطنت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ابن ماسو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و بخت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شوع</w:t>
      </w:r>
      <w:r w:rsidRPr="00FB233E">
        <w:rPr>
          <w:rtl/>
          <w:lang w:bidi="fa-IR"/>
        </w:rPr>
        <w:t xml:space="preserve"> را حاضر کرده تقاضا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معالجه ماءمون را نمود. آنها نبضش را گرفته گفتند ما از معالجه او عاجز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بحران حال و حرکات نبض مرگ او را مسلم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و در طب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مرض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نشده . حال ماءمون بس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آشفته گشت ، از بدنش عرق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خارج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شب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روغن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تون</w:t>
      </w:r>
      <w:r w:rsidRPr="00FB233E">
        <w:rPr>
          <w:rtl/>
          <w:lang w:bidi="fa-IR"/>
        </w:rPr>
        <w:t xml:space="preserve"> .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هنگام گفت مرا بر بلند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ببر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تا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مرتبه</w:t>
      </w:r>
      <w:r w:rsidR="00D9383A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سپاه و سربازان خود را بب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نم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شب</w:t>
      </w:r>
      <w:r w:rsidRPr="00FB233E">
        <w:rPr>
          <w:rtl/>
          <w:lang w:bidi="fa-IR"/>
        </w:rPr>
        <w:t xml:space="preserve"> بود ماءمون را به جا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بلند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بردند چشمش به سپاه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کران</w:t>
      </w:r>
      <w:r w:rsidRPr="00FB233E">
        <w:rPr>
          <w:rtl/>
          <w:lang w:bidi="fa-IR"/>
        </w:rPr>
        <w:t xml:space="preserve"> در خلال شعاع آتش هائ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کنار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مه</w:t>
      </w:r>
      <w:r w:rsidRPr="00FB233E">
        <w:rPr>
          <w:rtl/>
          <w:lang w:bidi="fa-IR"/>
        </w:rPr>
        <w:t xml:space="preserve"> 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و دور افروخته بودند برفت و آمد سربازان افتاد. گفت (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من لا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زول</w:t>
      </w:r>
      <w:r w:rsidRPr="00FB233E">
        <w:rPr>
          <w:rtl/>
          <w:lang w:bidi="fa-IR"/>
        </w:rPr>
        <w:t xml:space="preserve"> ملکه ارحم من قد زال ملکه )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پادشاه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را زوال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رحم کن بر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سلطنتش ب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پا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او را به جا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گاه</w:t>
      </w:r>
      <w:r w:rsidRPr="00FB233E">
        <w:rPr>
          <w:rtl/>
          <w:lang w:bidi="fa-IR"/>
        </w:rPr>
        <w:t xml:space="preserve"> خودش برگردان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 xml:space="preserve"> معتصم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گماشت تا شهادت را تلق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نش</w:t>
      </w:r>
      <w:r w:rsidRPr="00FB233E">
        <w:rPr>
          <w:rtl/>
          <w:lang w:bidi="fa-IR"/>
        </w:rPr>
        <w:t xml:space="preserve"> کند. آن مرد با صدا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بلند کلمات شهادت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ابن ماسو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گفت فر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نکش الآن ماءمون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حال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دارد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پروردگار خود و مان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(نقاش معروف ) فرق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گذارد.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در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موقع چشمها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باز شد. چنان بزرگ و قرمز شده بود که انسان از نگاه کردنش وحشت داشت ، خواست ابن ماسو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را با دست خود درهم فشارد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قدرت نداشت ، از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رفت و ماه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نخورد در محل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نام طرطوس دفن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D9383A">
        <w:rPr>
          <w:rStyle w:val="libFootnotenumChar"/>
          <w:rtl/>
        </w:rPr>
        <w:t>(84)</w:t>
      </w:r>
    </w:p>
    <w:p w:rsidR="00FB233E" w:rsidRPr="00FB233E" w:rsidRDefault="00D9383A" w:rsidP="00D9383A">
      <w:pPr>
        <w:pStyle w:val="Heading1"/>
        <w:rPr>
          <w:rtl/>
        </w:rPr>
      </w:pPr>
      <w:r>
        <w:rPr>
          <w:rtl/>
        </w:rPr>
        <w:br w:type="page"/>
      </w:r>
      <w:bookmarkStart w:id="82" w:name="_Toc496184350"/>
      <w:r w:rsidR="00FB233E" w:rsidRPr="00FB233E">
        <w:rPr>
          <w:rFonts w:hint="eastAsia"/>
          <w:rtl/>
        </w:rPr>
        <w:lastRenderedPageBreak/>
        <w:t>تاءث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ر</w:t>
      </w:r>
      <w:r w:rsidR="00FB233E" w:rsidRPr="00FB233E">
        <w:rPr>
          <w:rtl/>
        </w:rPr>
        <w:t xml:space="preserve"> 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ک</w:t>
      </w:r>
      <w:r w:rsidR="00FB233E" w:rsidRPr="00FB233E">
        <w:rPr>
          <w:rtl/>
        </w:rPr>
        <w:t xml:space="preserve"> انگشتر</w:t>
      </w:r>
      <w:bookmarkEnd w:id="82"/>
    </w:p>
    <w:p w:rsidR="00FB233E" w:rsidRPr="00FB233E" w:rsidRDefault="00FB233E" w:rsidP="00D9383A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فاطمه</w:t>
      </w:r>
      <w:r w:rsidRPr="00FB233E">
        <w:rPr>
          <w:rtl/>
          <w:lang w:bidi="fa-IR"/>
        </w:rPr>
        <w:t xml:space="preserve"> زهرا </w:t>
      </w:r>
      <w:r w:rsidR="00D9383A" w:rsidRPr="00D9383A">
        <w:rPr>
          <w:rStyle w:val="libAlaemChar"/>
          <w:rFonts w:eastAsiaTheme="minorHAnsi"/>
          <w:rtl/>
        </w:rPr>
        <w:t>عليها‌السلام</w:t>
      </w:r>
      <w:r w:rsidR="00D9383A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FB233E">
        <w:rPr>
          <w:rtl/>
          <w:lang w:bidi="fa-IR"/>
        </w:rPr>
        <w:t>از پدر بزرگوار خود درخواست انگشتر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نمود، آن جناب فرمود بهتر از انگشتر به تو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اموزم</w:t>
      </w:r>
      <w:r w:rsidRPr="00FB233E">
        <w:rPr>
          <w:rtl/>
          <w:lang w:bidi="fa-IR"/>
        </w:rPr>
        <w:t xml:space="preserve"> ؟ هنگام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نماز شب خواند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خداوند بخواه به آرزو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 در دل شب پس از ادا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نافله دست به درگاه خدا دراز کرد و درخواست انگشتر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نمود هاتف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فاطمه </w:t>
      </w:r>
      <w:r w:rsidR="00D9383A" w:rsidRPr="00D9383A">
        <w:rPr>
          <w:rStyle w:val="libAlaemChar"/>
          <w:rFonts w:eastAsiaTheme="minorHAnsi"/>
          <w:rtl/>
        </w:rPr>
        <w:t>عليها‌السلام</w:t>
      </w:r>
      <w:r w:rsidR="00D9383A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FB233E">
        <w:rPr>
          <w:rtl/>
          <w:lang w:bidi="fa-IR"/>
        </w:rPr>
        <w:t>آنچه خواست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مصل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آماده است .</w:t>
      </w:r>
    </w:p>
    <w:p w:rsidR="00FB233E" w:rsidRPr="00FB233E" w:rsidRDefault="00FB233E" w:rsidP="00371C27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دختر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دست بز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جانماز برد انگشتر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مانند از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اقوت</w:t>
      </w:r>
      <w:r w:rsidRPr="00FB233E">
        <w:rPr>
          <w:rtl/>
          <w:lang w:bidi="fa-IR"/>
        </w:rPr>
        <w:t xml:space="preserve"> مشاهده کرده آنرا برداشت همان شب در خواب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وارد قصرها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بهشت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در سوم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قصر تخت</w:t>
      </w:r>
      <w:r w:rsidRPr="00FB233E">
        <w:rPr>
          <w:rFonts w:hint="cs"/>
          <w:rtl/>
          <w:lang w:bidi="fa-IR"/>
        </w:rPr>
        <w:t>ی</w:t>
      </w:r>
      <w:r w:rsidR="00371C27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که بر سه پا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ستاده</w:t>
      </w:r>
      <w:r w:rsidRPr="00FB233E">
        <w:rPr>
          <w:rtl/>
          <w:lang w:bidi="fa-IR"/>
        </w:rPr>
        <w:t xml:space="preserve"> است فرمود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قصر متعلق به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گفتند از دختر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فاطمه زهرا</w:t>
      </w:r>
      <w:r w:rsidR="00371C27" w:rsidRPr="00371C27">
        <w:rPr>
          <w:rStyle w:val="libAlaemChar"/>
          <w:rtl/>
        </w:rPr>
        <w:t xml:space="preserve">عليها‌السلام </w:t>
      </w:r>
      <w:r w:rsidRPr="00FB233E">
        <w:rPr>
          <w:rtl/>
          <w:lang w:bidi="fa-IR"/>
        </w:rPr>
        <w:t xml:space="preserve"> است سؤ ال کرد سبب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که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تخت دارا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سه پا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است . جواب دادند چون صاحبش در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انگشتر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خواسته به جا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 پا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کسر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هنگام از خواب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دار</w:t>
      </w:r>
      <w:r w:rsidRPr="00FB233E">
        <w:rPr>
          <w:rtl/>
          <w:lang w:bidi="fa-IR"/>
        </w:rPr>
        <w:t xml:space="preserve"> شد فردا صبح خدمت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شرف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اب</w:t>
      </w:r>
      <w:r w:rsidRPr="00FB233E">
        <w:rPr>
          <w:rtl/>
          <w:lang w:bidi="fa-IR"/>
        </w:rPr>
        <w:t xml:space="preserve">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. داستان خواب را شرح داد حضرت رسول </w:t>
      </w:r>
      <w:r w:rsidR="00D01D6A" w:rsidRPr="00D01D6A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فرمود: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معاشر</w:t>
      </w:r>
      <w:r w:rsidRPr="00FB233E">
        <w:rPr>
          <w:rtl/>
          <w:lang w:bidi="fa-IR"/>
        </w:rPr>
        <w:t xml:space="preserve"> آل عبدالمطلب 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tl/>
          <w:lang w:bidi="fa-IR"/>
        </w:rPr>
        <w:t xml:space="preserve"> لکم الدن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انما لکم الاخره و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عادکم</w:t>
      </w:r>
      <w:r w:rsidRPr="00FB233E">
        <w:rPr>
          <w:rtl/>
          <w:lang w:bidi="fa-IR"/>
        </w:rPr>
        <w:t xml:space="preserve"> الجنه ما تصنعون بالدن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فانها زائله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بازماندگان عبدالمطلب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شما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شا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سته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شما را بهشت جاو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دان</w:t>
      </w:r>
      <w:r w:rsidRPr="00FB233E">
        <w:rPr>
          <w:rtl/>
          <w:lang w:bidi="fa-IR"/>
        </w:rPr>
        <w:t xml:space="preserve"> سزاوار است وعده گاهتان آنجاست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چه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د؟</w:t>
      </w:r>
      <w:r w:rsidRPr="00FB233E">
        <w:rPr>
          <w:rtl/>
          <w:lang w:bidi="fa-IR"/>
        </w:rPr>
        <w:t>!</w:t>
      </w:r>
    </w:p>
    <w:p w:rsidR="00371C27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رو</w:t>
      </w:r>
      <w:r w:rsidRPr="00FB233E">
        <w:rPr>
          <w:rtl/>
          <w:lang w:bidi="fa-IR"/>
        </w:rPr>
        <w:t xml:space="preserve"> به فاطمه </w:t>
      </w:r>
      <w:r w:rsidR="00371C27" w:rsidRPr="00371C27">
        <w:rPr>
          <w:rStyle w:val="libAlaemChar"/>
          <w:rtl/>
        </w:rPr>
        <w:t xml:space="preserve">عليها‌السلام </w:t>
      </w:r>
      <w:r w:rsidRPr="00FB233E">
        <w:rPr>
          <w:rtl/>
          <w:lang w:bidi="fa-IR"/>
        </w:rPr>
        <w:t xml:space="preserve"> کرده فرمود دخترم انگشتر را به جا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برگردان همان شب فاطمه زهرا </w:t>
      </w:r>
      <w:r w:rsidR="00371C27" w:rsidRPr="00371C27">
        <w:rPr>
          <w:rStyle w:val="libAlaemChar"/>
          <w:rtl/>
        </w:rPr>
        <w:t xml:space="preserve">عليها‌السلام </w:t>
      </w:r>
      <w:r w:rsidRPr="00FB233E">
        <w:rPr>
          <w:rtl/>
          <w:lang w:bidi="fa-IR"/>
        </w:rPr>
        <w:t xml:space="preserve"> انگشتر را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مصل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نهاد در خواب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وارد قصرها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شب گذشته شد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تخت را با چهار پا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مشاهده فرمود پس از سؤ ال . گفتند چون انگشتر را برگردان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تخت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به جا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برگ</w:t>
      </w:r>
      <w:r w:rsidRPr="00FB233E">
        <w:rPr>
          <w:rFonts w:hint="eastAsia"/>
          <w:rtl/>
          <w:lang w:bidi="fa-IR"/>
        </w:rPr>
        <w:t>شت</w:t>
      </w:r>
      <w:r w:rsidRPr="00FB233E">
        <w:rPr>
          <w:rtl/>
          <w:lang w:bidi="fa-IR"/>
        </w:rPr>
        <w:t xml:space="preserve"> </w:t>
      </w:r>
      <w:r w:rsidRPr="00371C27">
        <w:rPr>
          <w:rStyle w:val="libFootnotenumChar"/>
          <w:rtl/>
        </w:rPr>
        <w:t>(85).</w:t>
      </w:r>
    </w:p>
    <w:p w:rsidR="00FB233E" w:rsidRPr="00FB233E" w:rsidRDefault="00371C27" w:rsidP="00371C27">
      <w:pPr>
        <w:pStyle w:val="Heading1"/>
        <w:rPr>
          <w:rtl/>
        </w:rPr>
      </w:pPr>
      <w:r>
        <w:rPr>
          <w:rtl/>
        </w:rPr>
        <w:br w:type="page"/>
      </w:r>
      <w:bookmarkStart w:id="83" w:name="_Toc496184351"/>
      <w:r w:rsidR="00FB233E" w:rsidRPr="00FB233E">
        <w:rPr>
          <w:rFonts w:hint="eastAsia"/>
          <w:rtl/>
        </w:rPr>
        <w:lastRenderedPageBreak/>
        <w:t>با</w:t>
      </w:r>
      <w:r w:rsidR="00FB233E" w:rsidRPr="00FB233E">
        <w:rPr>
          <w:rtl/>
        </w:rPr>
        <w:t xml:space="preserve"> 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ک</w:t>
      </w:r>
      <w:r w:rsidR="00FB233E" w:rsidRPr="00FB233E">
        <w:rPr>
          <w:rtl/>
        </w:rPr>
        <w:t xml:space="preserve"> آرزو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دراز صد تاز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انه</w:t>
      </w:r>
      <w:r w:rsidR="00FB233E" w:rsidRPr="00FB233E">
        <w:rPr>
          <w:rtl/>
        </w:rPr>
        <w:t xml:space="preserve"> خورد</w:t>
      </w:r>
      <w:bookmarkEnd w:id="83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حجاج بن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وسف</w:t>
      </w:r>
      <w:r w:rsidRPr="00FB233E">
        <w:rPr>
          <w:rtl/>
          <w:lang w:bidi="fa-IR"/>
        </w:rPr>
        <w:t xml:space="preserve"> ثقف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بازار گردش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کرد،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رفروش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مشاهده کرد، با خود صحبت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در گوشه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ستاد</w:t>
      </w:r>
      <w:r w:rsidRPr="00FB233E">
        <w:rPr>
          <w:rtl/>
          <w:lang w:bidi="fa-IR"/>
        </w:rPr>
        <w:t xml:space="preserve"> و به گفته ها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گوش داد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فروشم درآمدش فلان قدر خواهد شد استفاده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آنرا با درآمدها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نده</w:t>
      </w:r>
      <w:r w:rsidRPr="00FB233E">
        <w:rPr>
          <w:rtl/>
          <w:lang w:bidi="fa-IR"/>
        </w:rPr>
        <w:t xml:space="preserve"> رو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هم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گذارم تا به 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مت</w:t>
      </w:r>
      <w:r w:rsidRPr="00FB233E">
        <w:rPr>
          <w:rtl/>
          <w:lang w:bidi="fa-IR"/>
        </w:rPr>
        <w:t xml:space="preserve"> گوسفند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برسد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ته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کنم هم از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رش</w:t>
      </w:r>
      <w:r w:rsidRPr="00FB233E">
        <w:rPr>
          <w:rtl/>
          <w:lang w:bidi="fa-IR"/>
        </w:rPr>
        <w:t xml:space="preserve"> بهره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برم و بق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درآمد آن سرما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تازه ا</w:t>
      </w:r>
      <w:r w:rsidRPr="00FB233E">
        <w:rPr>
          <w:rFonts w:hint="cs"/>
          <w:rtl/>
          <w:lang w:bidi="fa-IR"/>
        </w:rPr>
        <w:t>ی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بالاخره با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حساب دق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tl/>
          <w:lang w:bidi="fa-IR"/>
        </w:rPr>
        <w:t xml:space="preserve"> به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نجا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که پس از چند سال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سرما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خواهم شد مقدار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گاو و گوسفند خواهم داشت . آنگاه دختر حجاج بن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وسف</w:t>
      </w:r>
      <w:r w:rsidRPr="00FB233E">
        <w:rPr>
          <w:rtl/>
          <w:lang w:bidi="fa-IR"/>
        </w:rPr>
        <w:t xml:space="preserve"> را خواستگار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کنم ، پس از ازدواج با او شخص با اهم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شوم اگر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دختر حجاج از اطاعتم سرپ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با ه</w:t>
      </w:r>
      <w:r w:rsidRPr="00FB233E">
        <w:rPr>
          <w:rFonts w:hint="eastAsia"/>
          <w:rtl/>
          <w:lang w:bidi="fa-IR"/>
        </w:rPr>
        <w:t>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لگد چنان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زنم که دنده ها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خورد شود،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پا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را بلند کرد به ظرف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خورده به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خت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حجاج</w:t>
      </w:r>
      <w:r w:rsidRPr="00FB233E">
        <w:rPr>
          <w:rtl/>
          <w:lang w:bidi="fa-IR"/>
        </w:rPr>
        <w:t xml:space="preserve"> جلو آمد به دو نفر از همراهانش دستور داد او را بخوابانند و صد تاز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انه</w:t>
      </w:r>
      <w:r w:rsidRPr="00FB233E">
        <w:rPr>
          <w:rtl/>
          <w:lang w:bidi="fa-IR"/>
        </w:rPr>
        <w:t xml:space="preserve"> جانانه بر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کرش</w:t>
      </w:r>
      <w:r w:rsidRPr="00FB233E">
        <w:rPr>
          <w:rtl/>
          <w:lang w:bidi="fa-IR"/>
        </w:rPr>
        <w:t xml:space="preserve"> بزنند،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رفروش</w:t>
      </w:r>
      <w:r w:rsidRPr="00FB233E">
        <w:rPr>
          <w:rtl/>
          <w:lang w:bidi="fa-IR"/>
        </w:rPr>
        <w:t xml:space="preserve"> از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ختن</w:t>
      </w:r>
      <w:r w:rsidRPr="00FB233E">
        <w:rPr>
          <w:rtl/>
          <w:lang w:bidi="fa-IR"/>
        </w:rPr>
        <w:t xml:space="preserve">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رها</w:t>
      </w:r>
      <w:r w:rsidRPr="00FB233E">
        <w:rPr>
          <w:rtl/>
          <w:lang w:bidi="fa-IR"/>
        </w:rPr>
        <w:t xml:space="preserve"> که سرما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کاخ آرزو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بود خاطر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افسرده داشت از حجاج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چه مرا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تقص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حجاج گفت مگر نه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بود که اگر دختر مرا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گرفت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چنان</w:t>
      </w:r>
      <w:r w:rsidRPr="00FB233E">
        <w:rPr>
          <w:rtl/>
          <w:lang w:bidi="fa-IR"/>
        </w:rPr>
        <w:t xml:space="preserve"> لگد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پهلو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بشکند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</w:t>
      </w:r>
      <w:r w:rsidRPr="00FB233E">
        <w:rPr>
          <w:rtl/>
          <w:lang w:bidi="fa-IR"/>
        </w:rPr>
        <w:t xml:space="preserve"> به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فر</w:t>
      </w:r>
      <w:r w:rsidRPr="00FB233E">
        <w:rPr>
          <w:rtl/>
          <w:lang w:bidi="fa-IR"/>
        </w:rPr>
        <w:t xml:space="preserve"> آن لگد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صد تاز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انه</w:t>
      </w:r>
      <w:r w:rsidRPr="00FB233E">
        <w:rPr>
          <w:rtl/>
          <w:lang w:bidi="fa-IR"/>
        </w:rPr>
        <w:t xml:space="preserve"> بخور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</w:t>
      </w:r>
    </w:p>
    <w:p w:rsidR="00FB233E" w:rsidRPr="00FB233E" w:rsidRDefault="00371C27" w:rsidP="00371C27">
      <w:pPr>
        <w:pStyle w:val="Heading1"/>
        <w:rPr>
          <w:rtl/>
        </w:rPr>
      </w:pPr>
      <w:r>
        <w:rPr>
          <w:rtl/>
        </w:rPr>
        <w:br w:type="page"/>
      </w:r>
      <w:bookmarkStart w:id="84" w:name="_Toc496184352"/>
      <w:r w:rsidR="00FB233E" w:rsidRPr="00FB233E">
        <w:rPr>
          <w:rFonts w:hint="eastAsia"/>
          <w:rtl/>
        </w:rPr>
        <w:lastRenderedPageBreak/>
        <w:t>جا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گاه</w:t>
      </w:r>
      <w:r w:rsidR="00FB233E" w:rsidRPr="00FB233E">
        <w:rPr>
          <w:rtl/>
        </w:rPr>
        <w:t xml:space="preserve"> ظلم</w:t>
      </w:r>
      <w:bookmarkEnd w:id="84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بهلول</w:t>
      </w:r>
      <w:r w:rsidRPr="00FB233E">
        <w:rPr>
          <w:rtl/>
          <w:lang w:bidi="fa-IR"/>
        </w:rPr>
        <w:t xml:space="preserve"> وارد قصر هارون شد. مسند مخصوص او را خال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بر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 نشست پاسبانان قصر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بهلول را در محل مخصوص هارون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دند</w:t>
      </w:r>
      <w:r w:rsidRPr="00FB233E">
        <w:rPr>
          <w:rtl/>
          <w:lang w:bidi="fa-IR"/>
        </w:rPr>
        <w:t xml:space="preserve"> با شلاق و تاز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انه</w:t>
      </w:r>
      <w:r w:rsidRPr="00FB233E">
        <w:rPr>
          <w:rtl/>
          <w:lang w:bidi="fa-IR"/>
        </w:rPr>
        <w:t xml:space="preserve"> او را از آن مکان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کردند. هارون از اندرون خارج شد، بهلول را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در گوشه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نشسته و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کند. از خدمتکاران علت 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>ه او را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گفتند چون در مسند شما گستاخانه نشسته بود ما او را آزرد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هارون آنها را توب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</w:t>
      </w:r>
      <w:r w:rsidRPr="00FB233E">
        <w:rPr>
          <w:rtl/>
          <w:lang w:bidi="fa-IR"/>
        </w:rPr>
        <w:t xml:space="preserve"> و ملامت کرد بهلول را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تسل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داد.</w:t>
      </w:r>
    </w:p>
    <w:p w:rsidR="00FB233E" w:rsidRPr="00FB233E" w:rsidRDefault="00FB233E" w:rsidP="00371C27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بهلول</w:t>
      </w:r>
      <w:r w:rsidRPr="00FB233E">
        <w:rPr>
          <w:rtl/>
          <w:lang w:bidi="fa-IR"/>
        </w:rPr>
        <w:t xml:space="preserve"> گفت من به حال تو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کنم نه بواسطه خودم .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با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چند دق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قه</w:t>
      </w:r>
      <w:r w:rsidRPr="00FB233E">
        <w:rPr>
          <w:rtl/>
          <w:lang w:bidi="fa-IR"/>
        </w:rPr>
        <w:t xml:space="preserve"> که در جا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گاه</w:t>
      </w:r>
      <w:r w:rsidRPr="00FB233E">
        <w:rPr>
          <w:rtl/>
          <w:lang w:bidi="fa-IR"/>
        </w:rPr>
        <w:t xml:space="preserve"> و مسند</w:t>
      </w:r>
      <w:r w:rsidR="00371C27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تو</w:t>
      </w:r>
      <w:r w:rsidRPr="00FB233E">
        <w:rPr>
          <w:rtl/>
          <w:lang w:bidi="fa-IR"/>
        </w:rPr>
        <w:t xml:space="preserve"> نشستم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طور مرا آزردند بر تو چه خواهد گذشت که سالها بر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مسند ظلم نشسته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تک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بر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دستگاه ستم کرده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از عواقب هولناک آن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ترس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؟!</w:t>
      </w:r>
    </w:p>
    <w:p w:rsidR="00FB233E" w:rsidRPr="00FB233E" w:rsidRDefault="00371C27" w:rsidP="00371C27">
      <w:pPr>
        <w:pStyle w:val="Heading1"/>
        <w:rPr>
          <w:rtl/>
        </w:rPr>
      </w:pPr>
      <w:r>
        <w:rPr>
          <w:rtl/>
        </w:rPr>
        <w:br w:type="page"/>
      </w:r>
      <w:bookmarkStart w:id="85" w:name="_Toc496184353"/>
      <w:r w:rsidR="00FB233E" w:rsidRPr="00FB233E">
        <w:rPr>
          <w:rFonts w:hint="eastAsia"/>
          <w:rtl/>
        </w:rPr>
        <w:lastRenderedPageBreak/>
        <w:t>از</w:t>
      </w:r>
      <w:r w:rsidR="00FB233E" w:rsidRPr="00FB233E">
        <w:rPr>
          <w:rtl/>
        </w:rPr>
        <w:t xml:space="preserve"> مکافات ستم غافل مشو</w:t>
      </w:r>
      <w:bookmarkEnd w:id="85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ابوعمر</w:t>
      </w:r>
      <w:r w:rsidRPr="00FB233E">
        <w:rPr>
          <w:rtl/>
          <w:lang w:bidi="fa-IR"/>
        </w:rPr>
        <w:t xml:space="preserve"> از بزرگان و مشاه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کوفه بود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در قصر کوفه حضور عبدالملک بن مروان نشسته بودم در آن هنگام سر بر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مصعب ابن زب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را در مقابل خود گذاشته بود. از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منظره لرزه و اضطراب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اندامم را فرا گرفت چنان حالم تغ</w:t>
      </w:r>
      <w:r w:rsidRPr="00FB233E">
        <w:rPr>
          <w:rFonts w:hint="cs"/>
          <w:rtl/>
          <w:lang w:bidi="fa-IR"/>
        </w:rPr>
        <w:t>یی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کرد که عبدالملک متوجه شد. گفت ترا چه شد که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نطور</w:t>
      </w:r>
      <w:r w:rsidRPr="00FB233E">
        <w:rPr>
          <w:rtl/>
          <w:lang w:bidi="fa-IR"/>
        </w:rPr>
        <w:t xml:space="preserve"> ناراحت شد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گفتم</w:t>
      </w:r>
      <w:r w:rsidRPr="00FB233E">
        <w:rPr>
          <w:rtl/>
          <w:lang w:bidi="fa-IR"/>
        </w:rPr>
        <w:t xml:space="preserve"> در پناه خدا قرارت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دهم خاطره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قصر در نظرم مجسم شد که از آن لرزه بر من وارد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در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مکان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عب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دالله</w:t>
      </w:r>
      <w:r w:rsidRPr="00FB233E">
        <w:rPr>
          <w:rtl/>
          <w:lang w:bidi="fa-IR"/>
        </w:rPr>
        <w:t xml:space="preserve"> بن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tl/>
          <w:lang w:bidi="fa-IR"/>
        </w:rPr>
        <w:t xml:space="preserve"> لعنه الله عل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نشسته بودم سر مقدس حس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بن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را در مقابل او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، پس از چند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باز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جا در حضور مختار بن اب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عب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سر عب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دالله</w:t>
      </w:r>
      <w:r w:rsidRPr="00FB233E">
        <w:rPr>
          <w:rtl/>
          <w:lang w:bidi="fa-IR"/>
        </w:rPr>
        <w:t xml:space="preserve"> را مشاهده کردم ، بعد از گذشت مدت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مکان نشسته بودم مصعب بن زب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کوفه بود، سرمختار را در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گذاشته بود.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سر مصعب بن زب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در مقابل شما است . عبدالملک از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سخن سخت تکان خورد، از جا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برخاست پس از آن دس</w:t>
      </w:r>
      <w:r w:rsidRPr="00FB233E">
        <w:rPr>
          <w:rFonts w:hint="eastAsia"/>
          <w:rtl/>
          <w:lang w:bidi="fa-IR"/>
        </w:rPr>
        <w:t>تور</w:t>
      </w:r>
      <w:r w:rsidRPr="00FB233E">
        <w:rPr>
          <w:rtl/>
          <w:lang w:bidi="fa-IR"/>
        </w:rPr>
        <w:t xml:space="preserve"> داد عمارت و قصر را 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ران</w:t>
      </w:r>
      <w:r w:rsidRPr="00FB233E">
        <w:rPr>
          <w:rtl/>
          <w:lang w:bidi="fa-IR"/>
        </w:rPr>
        <w:t xml:space="preserve"> کنند. و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نوشته اند عبدالملک گفت (لا اراک الله الخامس فقام و اءمر بهدم القصر) از جا حرکت کرده گفت خدا پنجم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نشانت ندهد دستور داد قصر را 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ران</w:t>
      </w:r>
      <w:r w:rsidRPr="00FB233E">
        <w:rPr>
          <w:rtl/>
          <w:lang w:bidi="fa-IR"/>
        </w:rPr>
        <w:t xml:space="preserve"> کنند.</w:t>
      </w:r>
    </w:p>
    <w:p w:rsidR="00FB233E" w:rsidRPr="00FB233E" w:rsidRDefault="00371C27" w:rsidP="00371C27">
      <w:pPr>
        <w:pStyle w:val="Heading1"/>
        <w:rPr>
          <w:rtl/>
        </w:rPr>
      </w:pPr>
      <w:r>
        <w:rPr>
          <w:rtl/>
        </w:rPr>
        <w:br w:type="page"/>
      </w:r>
      <w:bookmarkStart w:id="86" w:name="_Toc496184354"/>
      <w:r w:rsidR="00FB233E" w:rsidRPr="00FB233E">
        <w:rPr>
          <w:rFonts w:hint="eastAsia"/>
          <w:rtl/>
        </w:rPr>
        <w:lastRenderedPageBreak/>
        <w:t>داستان</w:t>
      </w:r>
      <w:r w:rsidR="00FB233E" w:rsidRPr="00FB233E">
        <w:rPr>
          <w:rtl/>
        </w:rPr>
        <w:t xml:space="preserve"> د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گر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از مکافات</w:t>
      </w:r>
      <w:bookmarkEnd w:id="86"/>
    </w:p>
    <w:p w:rsidR="00FB233E" w:rsidRPr="00FB233E" w:rsidRDefault="00FB233E" w:rsidP="00371C27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حضرت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از محل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عبور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بر سر چشمه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کنار کوه ، با آب آن چشمه وضو گرفت ، بالا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کوه رفت تا نماز بخواند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موقع اسب سوار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آنجا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برا</w:t>
      </w:r>
      <w:r w:rsidRPr="00FB233E">
        <w:rPr>
          <w:rFonts w:hint="cs"/>
          <w:rtl/>
          <w:lang w:bidi="fa-IR"/>
        </w:rPr>
        <w:t>ی</w:t>
      </w:r>
      <w:r w:rsidR="00371C27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آشام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</w:t>
      </w:r>
      <w:r w:rsidRPr="00FB233E">
        <w:rPr>
          <w:rtl/>
          <w:lang w:bidi="fa-IR"/>
        </w:rPr>
        <w:t xml:space="preserve"> آب از اسب فرود آمد، در موقع رفتن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سه</w:t>
      </w:r>
      <w:r w:rsidRPr="00FB233E">
        <w:rPr>
          <w:rtl/>
          <w:lang w:bidi="fa-IR"/>
        </w:rPr>
        <w:t xml:space="preserve"> پول خود را فراموش نموده رفت . بعد از او چوپان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سه</w:t>
      </w:r>
      <w:r w:rsidRPr="00FB233E">
        <w:rPr>
          <w:rtl/>
          <w:lang w:bidi="fa-IR"/>
        </w:rPr>
        <w:t xml:space="preserve"> را مشاهده کرده برداشت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بعد</w:t>
      </w:r>
      <w:r w:rsidRPr="00FB233E">
        <w:rPr>
          <w:rtl/>
          <w:lang w:bidi="fa-IR"/>
        </w:rPr>
        <w:t xml:space="preserve"> از چوپان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سر چشمه آمد، آثار فقر و تنگدست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ظاهرش آشکار بود دسته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سر داشت ،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زم</w:t>
      </w:r>
      <w:r w:rsidRPr="00FB233E">
        <w:rPr>
          <w:rtl/>
          <w:lang w:bidi="fa-IR"/>
        </w:rPr>
        <w:t xml:space="preserve"> را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طرف نهاده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استراحت ک</w:t>
      </w:r>
      <w:r w:rsidR="00371C27">
        <w:rPr>
          <w:rFonts w:hint="cs"/>
          <w:rtl/>
          <w:lang w:bidi="fa-IR"/>
        </w:rPr>
        <w:t>ن</w:t>
      </w:r>
      <w:r w:rsidRPr="00FB233E">
        <w:rPr>
          <w:rtl/>
          <w:lang w:bidi="fa-IR"/>
        </w:rPr>
        <w:t>ار چشمه خواب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نگذشت که اسب سوار برگشت اطراف چشمه 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</w:t>
      </w:r>
      <w:r w:rsidRPr="00FB233E">
        <w:rPr>
          <w:rtl/>
          <w:lang w:bidi="fa-IR"/>
        </w:rPr>
        <w:t xml:space="preserve"> کردن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سه</w:t>
      </w:r>
      <w:r w:rsidRPr="00FB233E">
        <w:rPr>
          <w:rtl/>
          <w:lang w:bidi="fa-IR"/>
        </w:rPr>
        <w:t xml:space="preserve"> جستجو نمود.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</w:t>
      </w:r>
      <w:r w:rsidRPr="00FB233E">
        <w:rPr>
          <w:rtl/>
          <w:lang w:bidi="fa-IR"/>
        </w:rPr>
        <w:t xml:space="preserve"> نکرد. به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رمرد</w:t>
      </w:r>
      <w:r w:rsidRPr="00FB233E">
        <w:rPr>
          <w:rtl/>
          <w:lang w:bidi="fa-IR"/>
        </w:rPr>
        <w:t xml:space="preserve"> مر</w:t>
      </w:r>
      <w:r w:rsidRPr="00FB233E">
        <w:rPr>
          <w:rFonts w:hint="eastAsia"/>
          <w:rtl/>
          <w:lang w:bidi="fa-IR"/>
        </w:rPr>
        <w:t>اجعه</w:t>
      </w:r>
      <w:r w:rsidRPr="00FB233E">
        <w:rPr>
          <w:rtl/>
          <w:lang w:bidi="fa-IR"/>
        </w:rPr>
        <w:t xml:space="preserve"> نمود او هم اظهار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اطلاع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نمود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آن دو سخنان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 که منجر به زد و خورد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بالاخره اسب سوار آنقدر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زم</w:t>
      </w:r>
      <w:r w:rsidRPr="00FB233E">
        <w:rPr>
          <w:rtl/>
          <w:lang w:bidi="fa-IR"/>
        </w:rPr>
        <w:t xml:space="preserve"> کش را زد که جان داد.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>عرض کرد پروردگارا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چه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آمد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بود عدل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قض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چگونه است ؟ پول را چوپان برداشت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رمرد</w:t>
      </w:r>
      <w:r w:rsidRPr="00FB233E">
        <w:rPr>
          <w:rtl/>
          <w:lang w:bidi="fa-IR"/>
        </w:rPr>
        <w:t xml:space="preserve"> ستم واقع شد، خطاب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رمرد</w:t>
      </w:r>
      <w:r w:rsidRPr="00FB233E">
        <w:rPr>
          <w:rtl/>
          <w:lang w:bidi="fa-IR"/>
        </w:rPr>
        <w:t xml:space="preserve"> پدر آن اسب سوار را کشته بود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دو قصاص انجام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در ضمن پدر اسب سوار به پدر چوپان به اندازه پو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همان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سه</w:t>
      </w:r>
      <w:r w:rsidRPr="00FB233E">
        <w:rPr>
          <w:rtl/>
          <w:lang w:bidi="fa-IR"/>
        </w:rPr>
        <w:t xml:space="preserve"> مقروض بود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نرو</w:t>
      </w:r>
      <w:r w:rsidRPr="00FB233E">
        <w:rPr>
          <w:rtl/>
          <w:lang w:bidi="fa-IR"/>
        </w:rPr>
        <w:t xml:space="preserve"> به حق خود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من از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عدل و دادگر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حکومت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کنم</w:t>
      </w:r>
      <w:r w:rsidRPr="00FB233E">
        <w:rPr>
          <w:rtl/>
          <w:lang w:bidi="fa-IR"/>
        </w:rPr>
        <w:t xml:space="preserve"> </w:t>
      </w:r>
      <w:r w:rsidRPr="00AD7BC7">
        <w:rPr>
          <w:rStyle w:val="libFootnotenumChar"/>
          <w:rtl/>
        </w:rPr>
        <w:t>(86)</w:t>
      </w:r>
      <w:r w:rsidRPr="00FB233E">
        <w:rPr>
          <w:rtl/>
          <w:lang w:bidi="fa-IR"/>
        </w:rPr>
        <w:t>.</w:t>
      </w:r>
    </w:p>
    <w:p w:rsidR="00FB233E" w:rsidRPr="00FB233E" w:rsidRDefault="00AD7BC7" w:rsidP="00AD7BC7">
      <w:pPr>
        <w:pStyle w:val="Heading1"/>
        <w:rPr>
          <w:rtl/>
        </w:rPr>
      </w:pPr>
      <w:r>
        <w:rPr>
          <w:rtl/>
        </w:rPr>
        <w:br w:type="page"/>
      </w:r>
      <w:bookmarkStart w:id="87" w:name="_Toc496184355"/>
      <w:r w:rsidR="00FB233E" w:rsidRPr="00FB233E">
        <w:rPr>
          <w:rFonts w:hint="eastAsia"/>
          <w:rtl/>
        </w:rPr>
        <w:lastRenderedPageBreak/>
        <w:t>حجاج</w:t>
      </w:r>
      <w:r w:rsidR="00FB233E" w:rsidRPr="00FB233E">
        <w:rPr>
          <w:rtl/>
        </w:rPr>
        <w:t xml:space="preserve"> عاقبت چه کرد</w:t>
      </w:r>
      <w:bookmarkEnd w:id="87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راغب</w:t>
      </w:r>
      <w:r w:rsidRPr="00FB233E">
        <w:rPr>
          <w:rtl/>
          <w:lang w:bidi="fa-IR"/>
        </w:rPr>
        <w:t xml:space="preserve"> اصفهان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محاضرات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سد</w:t>
      </w:r>
      <w:r w:rsidRPr="00FB233E">
        <w:rPr>
          <w:rtl/>
          <w:lang w:bidi="fa-IR"/>
        </w:rPr>
        <w:t>: حجاج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منزل به سو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مسجد جامع خارج شد ناگاه صدا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ضجه و ناله جمع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کث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ناله ها از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؟ گفتند صدا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زندان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است که از حرارت آفتاب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نالند. گفت به آنها بگوئ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(اخساء و اف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ها</w:t>
      </w:r>
      <w:r w:rsidRPr="00FB233E">
        <w:rPr>
          <w:rtl/>
          <w:lang w:bidi="fa-IR"/>
        </w:rPr>
        <w:t xml:space="preserve"> و لا تکلمون )</w:t>
      </w:r>
      <w:r w:rsidRPr="00AD7BC7">
        <w:rPr>
          <w:rStyle w:val="libFootnotenumChar"/>
          <w:rtl/>
        </w:rPr>
        <w:t>(87).</w:t>
      </w:r>
    </w:p>
    <w:p w:rsidR="00FB233E" w:rsidRPr="00FB233E" w:rsidRDefault="00FB233E" w:rsidP="00AD7BC7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زندان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او را احصا نمودند صد و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هزار مرد و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هزار زن بودند چهار هزار نفر</w:t>
      </w:r>
      <w:r w:rsidR="00AD7BC7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از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نها</w:t>
      </w:r>
      <w:r w:rsidRPr="00FB233E">
        <w:rPr>
          <w:rtl/>
          <w:lang w:bidi="fa-IR"/>
        </w:rPr>
        <w:t xml:space="preserve"> زنان مجرد بودند محل زندان همه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بود. زندان حجاج سقف نداشت هر گاه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آنها با دست خود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بان</w:t>
      </w:r>
      <w:r w:rsidRPr="00FB233E">
        <w:rPr>
          <w:rtl/>
          <w:lang w:bidi="fa-IR"/>
        </w:rPr>
        <w:t xml:space="preserve"> ته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زندانبانان او را با سنگ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زدند. خوراکشان نان جو بود که با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</w:t>
      </w:r>
      <w:r w:rsidRPr="00FB233E">
        <w:rPr>
          <w:rtl/>
          <w:lang w:bidi="fa-IR"/>
        </w:rPr>
        <w:t xml:space="preserve"> مخلوط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کردند و آب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بس تلخ به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دادند.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حجاج</w:t>
      </w:r>
      <w:r w:rsidRPr="00FB233E">
        <w:rPr>
          <w:rtl/>
          <w:lang w:bidi="fa-IR"/>
        </w:rPr>
        <w:t xml:space="preserve"> در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ختن</w:t>
      </w:r>
      <w:r w:rsidRPr="00FB233E">
        <w:rPr>
          <w:rtl/>
          <w:lang w:bidi="fa-IR"/>
        </w:rPr>
        <w:t xml:space="preserve"> خون مردان پاک مخصوصا سادات علاقه فراوان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داشت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طور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نقل شده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صاع </w:t>
      </w:r>
      <w:r w:rsidRPr="00AD7BC7">
        <w:rPr>
          <w:rStyle w:val="libFootnotenumChar"/>
          <w:rtl/>
        </w:rPr>
        <w:t>(88)</w:t>
      </w:r>
      <w:r w:rsidRPr="00FB233E">
        <w:rPr>
          <w:rtl/>
          <w:lang w:bidi="fa-IR"/>
        </w:rPr>
        <w:t xml:space="preserve"> آرد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آوردند که از خون سادات و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کان</w:t>
      </w:r>
      <w:r w:rsidRPr="00FB233E">
        <w:rPr>
          <w:rtl/>
          <w:lang w:bidi="fa-IR"/>
        </w:rPr>
        <w:t xml:space="preserve"> آس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اب</w:t>
      </w:r>
      <w:r w:rsidRPr="00FB233E">
        <w:rPr>
          <w:rtl/>
          <w:lang w:bidi="fa-IR"/>
        </w:rPr>
        <w:t xml:space="preserve"> شده بود به همان آرد روزه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گرفت و افطار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(به خدا پناه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برم از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</w:t>
      </w:r>
      <w:r w:rsidRPr="00FB233E">
        <w:rPr>
          <w:rtl/>
          <w:lang w:bidi="fa-IR"/>
        </w:rPr>
        <w:t xml:space="preserve"> 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ظلم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).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خون آشام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وسته</w:t>
      </w:r>
      <w:r w:rsidRPr="00FB233E">
        <w:rPr>
          <w:rtl/>
          <w:lang w:bidi="fa-IR"/>
        </w:rPr>
        <w:t xml:space="preserve"> افسوس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خورد که در کربلا نبوده تا در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ختن</w:t>
      </w:r>
      <w:r w:rsidRPr="00FB233E">
        <w:rPr>
          <w:rtl/>
          <w:lang w:bidi="fa-IR"/>
        </w:rPr>
        <w:t xml:space="preserve"> خون شهدا شرکت کند. خداوند روح خب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ث</w:t>
      </w:r>
      <w:r w:rsidRPr="00FB233E">
        <w:rPr>
          <w:rtl/>
          <w:lang w:bidi="fa-IR"/>
        </w:rPr>
        <w:t xml:space="preserve"> او را در سن پنجاه و سه سالگ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سو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جهنم فرستاد. آن زمان در شهر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نام واسط ماب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کوفه و بصره مسکن داشت آن شهر از بناها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آن سفاک بود که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از نه ماه نتوانست در آنجا زندگ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ابن</w:t>
      </w:r>
      <w:r w:rsidRPr="00FB233E">
        <w:rPr>
          <w:rtl/>
          <w:lang w:bidi="fa-IR"/>
        </w:rPr>
        <w:t xml:space="preserve"> خلکان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حجاج به مرض آکله مبتلا شد طب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آوردند دستور داد مقدار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گوشت بر سر نخ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آن گوشت را گفت ببلعد.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گوشت را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کرمها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آن چسب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بود.</w:t>
      </w:r>
    </w:p>
    <w:p w:rsidR="00FB233E" w:rsidRPr="00FB233E" w:rsidRDefault="00FB233E" w:rsidP="00AD7BC7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lastRenderedPageBreak/>
        <w:t>بالاخره</w:t>
      </w:r>
      <w:r w:rsidRPr="00FB233E">
        <w:rPr>
          <w:rtl/>
          <w:lang w:bidi="fa-IR"/>
        </w:rPr>
        <w:t xml:space="preserve"> خداوند سرما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بدنش مستول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 بطور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منقل 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پر از آتش را در اطرافش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گذاشتند پوست بدنش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سوخت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گرم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شد. هنگام مرگ به حسن بصر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شدت ناراحت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گرفتار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شکا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کرد حسن به او گفت چقدر گفتم متعرض سادات و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کان</w:t>
      </w:r>
      <w:r w:rsidRPr="00FB233E">
        <w:rPr>
          <w:rtl/>
          <w:lang w:bidi="fa-IR"/>
        </w:rPr>
        <w:t xml:space="preserve"> مشو و</w:t>
      </w:r>
      <w:r w:rsidR="00AD7BC7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جان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گناهان رحم کن ، تو قبول نکرد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؟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گفت</w:t>
      </w:r>
      <w:r w:rsidRPr="00FB233E">
        <w:rPr>
          <w:rtl/>
          <w:lang w:bidi="fa-IR"/>
        </w:rPr>
        <w:t xml:space="preserve"> حسن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از خدا بخواه که به من فرج دهد و عذابم نکند.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از خدا بخواه تعج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در قبض روحم کند تا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مبتلا نباشم .</w:t>
      </w:r>
    </w:p>
    <w:p w:rsidR="00FB233E" w:rsidRPr="00FB233E" w:rsidRDefault="00AD7BC7" w:rsidP="00AD7BC7">
      <w:pPr>
        <w:pStyle w:val="Heading1"/>
        <w:rPr>
          <w:rtl/>
        </w:rPr>
      </w:pPr>
      <w:r>
        <w:rPr>
          <w:rtl/>
        </w:rPr>
        <w:br w:type="page"/>
      </w:r>
      <w:bookmarkStart w:id="88" w:name="_Toc496184356"/>
      <w:r w:rsidR="00FB233E" w:rsidRPr="00FB233E">
        <w:rPr>
          <w:rFonts w:hint="eastAsia"/>
          <w:rtl/>
        </w:rPr>
        <w:lastRenderedPageBreak/>
        <w:t>ناله</w:t>
      </w:r>
      <w:r w:rsidR="00FB233E" w:rsidRPr="00FB233E">
        <w:rPr>
          <w:rtl/>
        </w:rPr>
        <w:t xml:space="preserve"> مظلوم</w:t>
      </w:r>
      <w:bookmarkEnd w:id="88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سلطان</w:t>
      </w:r>
      <w:r w:rsidRPr="00FB233E">
        <w:rPr>
          <w:rtl/>
          <w:lang w:bidi="fa-IR"/>
        </w:rPr>
        <w:t xml:space="preserve"> محمود غزنو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استراحت در بستر رفت ، هر چه کرد خوابش نبرد، در دلش گذشت شا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مظلوم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دادخواه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و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بدادش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رسد، به غلام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دستور داد جستجو کند اگر ستمد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مشاهده کرد به حضور آورد غلام پس از تجسس مختصر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برگشته گفت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نبود. سلطان باز هر چه کرد خوابش نبرد دانست که غلام در تکاپو کوتاه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نموده . خودش برخاسته از قصر سلطنت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شد.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در</w:t>
      </w:r>
      <w:r w:rsidRPr="00FB233E">
        <w:rPr>
          <w:rtl/>
          <w:lang w:bidi="fa-IR"/>
        </w:rPr>
        <w:t xml:space="preserve"> کنار حرمسرا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مسجد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بود، زمزمه ناله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مسجد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جلو رفته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سر بر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نهاده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خدا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محمد در برو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مظلومان بسته و با 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خود در حرمسرا نشسته است (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من لا تاءخذه سنه و لا نوم ).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سلطان</w:t>
      </w:r>
      <w:r w:rsidRPr="00FB233E">
        <w:rPr>
          <w:rtl/>
          <w:lang w:bidi="fa-IR"/>
        </w:rPr>
        <w:t xml:space="preserve"> گفت چه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در پ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 آمدم بگو چه شده ؟ آنمرد گفت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خواص تو که نامش را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دانم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وسته</w:t>
      </w:r>
      <w:r w:rsidRPr="00FB233E">
        <w:rPr>
          <w:rtl/>
          <w:lang w:bidi="fa-IR"/>
        </w:rPr>
        <w:t xml:space="preserve"> به خانه من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با زنم هم بستر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دامن ناموس مرا به بدتر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وجه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آلوده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سلطان گفت اکنون کجا است ؟ جواب داد شا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رفته باشد. شاه گفت هر وقت آم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مرا خبر ده ، به پاسبانان قصر سلطنت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را معرف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کرده دستور داد هر زمان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مرد مرا خواست او را به من برسان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</w:t>
      </w:r>
    </w:p>
    <w:p w:rsidR="00FB233E" w:rsidRPr="00FB233E" w:rsidRDefault="00FB233E" w:rsidP="00F26C5C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شب</w:t>
      </w:r>
      <w:r w:rsidRPr="00FB233E">
        <w:rPr>
          <w:rtl/>
          <w:lang w:bidi="fa-IR"/>
        </w:rPr>
        <w:t xml:space="preserve"> بعد باز همان سرهنگ به</w:t>
      </w:r>
      <w:r w:rsidR="00F26C5C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خانه</w:t>
      </w:r>
      <w:r w:rsidRPr="00FB233E">
        <w:rPr>
          <w:rtl/>
          <w:lang w:bidi="fa-IR"/>
        </w:rPr>
        <w:t xml:space="preserve"> آن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نوا</w:t>
      </w:r>
      <w:r w:rsidRPr="00FB233E">
        <w:rPr>
          <w:rtl/>
          <w:lang w:bidi="fa-IR"/>
        </w:rPr>
        <w:t xml:space="preserve"> رفت ، ب</w:t>
      </w:r>
      <w:r w:rsidR="00F26C5C">
        <w:rPr>
          <w:rFonts w:hint="cs"/>
          <w:rtl/>
          <w:lang w:bidi="fa-IR"/>
        </w:rPr>
        <w:t xml:space="preserve">ه </w:t>
      </w:r>
      <w:r w:rsidRPr="00FB233E">
        <w:rPr>
          <w:rtl/>
          <w:lang w:bidi="fa-IR"/>
        </w:rPr>
        <w:t>هر طر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بود او را بخواب کردند مرد مظلوم به سرا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سلطان رفت سلطان محمود با شمش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شرر بار به خانه او آمد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شخص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بستر همسرش خواب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دستور داد چراغ را خاموش کند آنگاه شمش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او را کشت پس از آن دستور داد چراغ را روشن کند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هن</w:t>
      </w:r>
      <w:r w:rsidRPr="00FB233E">
        <w:rPr>
          <w:rFonts w:hint="eastAsia"/>
          <w:rtl/>
          <w:lang w:bidi="fa-IR"/>
        </w:rPr>
        <w:t>گام</w:t>
      </w:r>
      <w:r w:rsidRPr="00FB233E">
        <w:rPr>
          <w:rtl/>
          <w:lang w:bidi="fa-IR"/>
        </w:rPr>
        <w:t xml:space="preserve"> با دقت نگاه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کرده بلافاصله سر به سجده نهاد.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lastRenderedPageBreak/>
        <w:t>به</w:t>
      </w:r>
      <w:r w:rsidRPr="00FB233E">
        <w:rPr>
          <w:rtl/>
          <w:lang w:bidi="fa-IR"/>
        </w:rPr>
        <w:t xml:space="preserve"> صاحبخانه گفت هر غذائ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خانه شما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اور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که گرسنه ام عرض کرد سلطان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چون شما به نان درو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چگونه قناعت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هر چه هست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اور،</w:t>
      </w:r>
      <w:r w:rsidRPr="00FB233E">
        <w:rPr>
          <w:rtl/>
          <w:lang w:bidi="fa-IR"/>
        </w:rPr>
        <w:t xml:space="preserve"> آنمرد تکه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نان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آورده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علت دستور کشتن آنمرد سجده رفتن چه بود؟ و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در خانه مثل ما غذا خوردن شما چه ع</w:t>
      </w:r>
      <w:r w:rsidRPr="00FB233E">
        <w:rPr>
          <w:rFonts w:hint="eastAsia"/>
          <w:rtl/>
          <w:lang w:bidi="fa-IR"/>
        </w:rPr>
        <w:t>لت</w:t>
      </w:r>
      <w:r w:rsidRPr="00FB233E">
        <w:rPr>
          <w:rtl/>
          <w:lang w:bidi="fa-IR"/>
        </w:rPr>
        <w:t xml:space="preserve"> داشت ؟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سلطان</w:t>
      </w:r>
      <w:r w:rsidRPr="00FB233E">
        <w:rPr>
          <w:rtl/>
          <w:lang w:bidi="fa-IR"/>
        </w:rPr>
        <w:t xml:space="preserve"> محمود گفت :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از جر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تو مطلع شدم با خود اند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که در زمان سلطنت من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جرات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نکار</w:t>
      </w:r>
      <w:r w:rsidRPr="00FB233E">
        <w:rPr>
          <w:rtl/>
          <w:lang w:bidi="fa-IR"/>
        </w:rPr>
        <w:t xml:space="preserve"> را ندارد مگر فرزندانم . چراغ را خاموش کن تا اگر از فرزندانم بود مرا محبت پدر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مانع از اجرا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عدالت نشود، چراغ که روشن شد نگاه کرده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گانه</w:t>
      </w:r>
      <w:r w:rsidRPr="00FB233E">
        <w:rPr>
          <w:rtl/>
          <w:lang w:bidi="fa-IR"/>
        </w:rPr>
        <w:t xml:space="preserve"> است به شکرانه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>نکه دامن خانواده ام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جنا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پاک بود سجده نمودم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اما</w:t>
      </w:r>
      <w:r w:rsidRPr="00FB233E">
        <w:rPr>
          <w:rtl/>
          <w:lang w:bidi="fa-IR"/>
        </w:rPr>
        <w:t xml:space="preserve"> خوردن غذا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نجهت</w:t>
      </w:r>
      <w:r w:rsidRPr="00FB233E">
        <w:rPr>
          <w:rtl/>
          <w:lang w:bidi="fa-IR"/>
        </w:rPr>
        <w:t xml:space="preserve"> بود که چون بچن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ظلم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اطلاع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</w:t>
      </w:r>
      <w:r w:rsidRPr="00FB233E">
        <w:rPr>
          <w:rtl/>
          <w:lang w:bidi="fa-IR"/>
        </w:rPr>
        <w:t xml:space="preserve"> کردم با خود عهد نمودم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نخورم تا داد ترا از آن ستمگر بستانم اکنون از ساعت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ترا در شب گذشته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نخورده ام .</w:t>
      </w:r>
      <w:r w:rsidRPr="00F26C5C">
        <w:rPr>
          <w:rStyle w:val="libFootnotenumChar"/>
          <w:rtl/>
        </w:rPr>
        <w:t>(89)</w:t>
      </w:r>
    </w:p>
    <w:p w:rsidR="00FB233E" w:rsidRPr="00FB233E" w:rsidRDefault="00F26C5C" w:rsidP="00F26C5C">
      <w:pPr>
        <w:pStyle w:val="Heading1"/>
        <w:rPr>
          <w:rtl/>
        </w:rPr>
      </w:pPr>
      <w:r>
        <w:rPr>
          <w:rtl/>
        </w:rPr>
        <w:br w:type="page"/>
      </w:r>
      <w:bookmarkStart w:id="89" w:name="_Toc496184357"/>
      <w:r w:rsidR="00FB233E" w:rsidRPr="00FB233E">
        <w:rPr>
          <w:rFonts w:hint="eastAsia"/>
          <w:rtl/>
        </w:rPr>
        <w:lastRenderedPageBreak/>
        <w:t>با</w:t>
      </w:r>
      <w:r w:rsidR="00FB233E" w:rsidRPr="00FB233E">
        <w:rPr>
          <w:rtl/>
        </w:rPr>
        <w:t xml:space="preserve"> عدالت بر دشمن پ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روز</w:t>
      </w:r>
      <w:r w:rsidR="00FB233E" w:rsidRPr="00FB233E">
        <w:rPr>
          <w:rtl/>
        </w:rPr>
        <w:t xml:space="preserve"> شد</w:t>
      </w:r>
      <w:bookmarkEnd w:id="89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بنا</w:t>
      </w:r>
      <w:r w:rsidRPr="00FB233E">
        <w:rPr>
          <w:rtl/>
          <w:lang w:bidi="fa-IR"/>
        </w:rPr>
        <w:t xml:space="preserve"> به دستور المعتضد بالله (خل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فه</w:t>
      </w:r>
      <w:r w:rsidRPr="00FB233E">
        <w:rPr>
          <w:rtl/>
          <w:lang w:bidi="fa-IR"/>
        </w:rPr>
        <w:t xml:space="preserve"> عباس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)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احمد سامان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سر عمرول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ث</w:t>
      </w:r>
      <w:r w:rsidRPr="00FB233E">
        <w:rPr>
          <w:rtl/>
          <w:lang w:bidi="fa-IR"/>
        </w:rPr>
        <w:t xml:space="preserve"> از بخارا لشکر کش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هنگام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از کوچه باغها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بخارا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گذشت شاخه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وه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از باغ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آمده بود توجه او را جلب نمود خواجه نظام الملک در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الملوک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سد</w:t>
      </w:r>
      <w:r w:rsidRPr="00FB233E">
        <w:rPr>
          <w:rtl/>
          <w:lang w:bidi="fa-IR"/>
        </w:rPr>
        <w:t xml:space="preserve"> که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احمد با خود گفت اگر سپاه دادگر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مرا منظور نموده دست به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شاخه نزدند و آنرا نشکستند بر عمرو 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ث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روز</w:t>
      </w:r>
      <w:r w:rsidRPr="00FB233E">
        <w:rPr>
          <w:rtl/>
          <w:lang w:bidi="fa-IR"/>
        </w:rPr>
        <w:t xml:space="preserve"> خواهم شد چنانچه شکستند از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نجا</w:t>
      </w:r>
      <w:r w:rsidRPr="00FB233E">
        <w:rPr>
          <w:rtl/>
          <w:lang w:bidi="fa-IR"/>
        </w:rPr>
        <w:t xml:space="preserve"> برم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گردم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معتمدان را گماشت و به او دستور داد هر کس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شاخه را شکست او را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من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اور</w:t>
      </w:r>
      <w:r w:rsidRPr="00FB233E">
        <w:rPr>
          <w:rtl/>
          <w:lang w:bidi="fa-IR"/>
        </w:rPr>
        <w:t xml:space="preserve"> سپاه</w:t>
      </w:r>
      <w:r w:rsidRPr="00FB233E">
        <w:rPr>
          <w:rFonts w:hint="cs"/>
          <w:rtl/>
          <w:lang w:bidi="fa-IR"/>
        </w:rPr>
        <w:t>ی</w:t>
      </w:r>
      <w:r w:rsidR="00F26C5C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دوازده هزار سرباز و فرمانده داشت از آن کوچه گذشته و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چکدام</w:t>
      </w:r>
      <w:r w:rsidRPr="00FB233E">
        <w:rPr>
          <w:rtl/>
          <w:lang w:bidi="fa-IR"/>
        </w:rPr>
        <w:t xml:space="preserve"> از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عدالت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احمد به شاخه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وه</w:t>
      </w:r>
      <w:r w:rsidRPr="00FB233E">
        <w:rPr>
          <w:rtl/>
          <w:lang w:bidi="fa-IR"/>
        </w:rPr>
        <w:t xml:space="preserve"> توجه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ننمودند، گماشته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آمده توجه نکردن سپاه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از بعرض رسان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>د،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از اسب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اده</w:t>
      </w:r>
      <w:r w:rsidRPr="00FB233E">
        <w:rPr>
          <w:rtl/>
          <w:lang w:bidi="fa-IR"/>
        </w:rPr>
        <w:t xml:space="preserve"> شده سر بسجده نهاد، نت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جه</w:t>
      </w:r>
      <w:r w:rsidRPr="00FB233E">
        <w:rPr>
          <w:rtl/>
          <w:lang w:bidi="fa-IR"/>
        </w:rPr>
        <w:t xml:space="preserve"> اش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شد که در هنگام روبروشدن دو لشکر، عمرو 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ث</w:t>
      </w:r>
      <w:r w:rsidRPr="00FB233E">
        <w:rPr>
          <w:rtl/>
          <w:lang w:bidi="fa-IR"/>
        </w:rPr>
        <w:t xml:space="preserve">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هفتاد هزار سرباز داشت شکست خورد اسبش او را بم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لشکر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احمد آورد و اس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گشت .</w:t>
      </w:r>
    </w:p>
    <w:p w:rsidR="00FB233E" w:rsidRPr="00FB233E" w:rsidRDefault="00FB233E" w:rsidP="00F26C5C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دادگر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احمد بطور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بود که در روزها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سواره بر سر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دان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ستاد</w:t>
      </w:r>
      <w:r w:rsidRPr="00FB233E">
        <w:rPr>
          <w:rtl/>
          <w:lang w:bidi="fa-IR"/>
        </w:rPr>
        <w:t xml:space="preserve"> تا اگر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نوائ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دربانان مانع از عرض و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از</w:t>
      </w:r>
      <w:r w:rsidRPr="00FB233E">
        <w:rPr>
          <w:rtl/>
          <w:lang w:bidi="fa-IR"/>
        </w:rPr>
        <w:t xml:space="preserve"> و درخواست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روز سرد شوند، او را بب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و تقاضا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را انجام دهد.</w:t>
      </w:r>
      <w:r w:rsidRPr="00F26C5C">
        <w:rPr>
          <w:rStyle w:val="libFootnotenumChar"/>
          <w:rtl/>
        </w:rPr>
        <w:t>(90)</w:t>
      </w:r>
    </w:p>
    <w:p w:rsidR="00FB233E" w:rsidRPr="00FB233E" w:rsidRDefault="00F26C5C" w:rsidP="00F26C5C">
      <w:pPr>
        <w:pStyle w:val="Heading1"/>
        <w:rPr>
          <w:rtl/>
        </w:rPr>
      </w:pPr>
      <w:r>
        <w:rPr>
          <w:rtl/>
        </w:rPr>
        <w:br w:type="page"/>
      </w:r>
      <w:bookmarkStart w:id="90" w:name="_Toc496184358"/>
      <w:r w:rsidR="00FB233E" w:rsidRPr="00FB233E">
        <w:rPr>
          <w:rFonts w:hint="eastAsia"/>
          <w:rtl/>
        </w:rPr>
        <w:lastRenderedPageBreak/>
        <w:t>مالک</w:t>
      </w:r>
      <w:r w:rsidR="00FB233E" w:rsidRPr="00FB233E">
        <w:rPr>
          <w:rtl/>
        </w:rPr>
        <w:t xml:space="preserve"> اشتر به عل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="00FB233E" w:rsidRPr="00FB233E">
        <w:rPr>
          <w:rtl/>
        </w:rPr>
        <w:t xml:space="preserve"> چه گفت</w:t>
      </w:r>
      <w:bookmarkEnd w:id="90"/>
    </w:p>
    <w:p w:rsidR="00FB233E" w:rsidRPr="00FB233E" w:rsidRDefault="00FB233E" w:rsidP="00F26C5C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مالک اشتر خدمت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مشرف شده عرض کرد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رالمؤ</w:t>
      </w:r>
      <w:r w:rsidRPr="00FB233E">
        <w:rPr>
          <w:rtl/>
          <w:lang w:bidi="fa-IR"/>
        </w:rPr>
        <w:t xml:space="preserve"> 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با اهل کوفه جنگ جمل را بپا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رساند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و با مردم بصره و کوفه بر شام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ها</w:t>
      </w:r>
      <w:r w:rsidRPr="00FB233E">
        <w:rPr>
          <w:rtl/>
          <w:lang w:bidi="fa-IR"/>
        </w:rPr>
        <w:t xml:space="preserve"> در جنگ صف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روز</w:t>
      </w:r>
      <w:r w:rsidRPr="00FB233E">
        <w:rPr>
          <w:rtl/>
          <w:lang w:bidi="fa-IR"/>
        </w:rPr>
        <w:t xml:space="preserve"> شد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، آن</w:t>
      </w:r>
      <w:r w:rsidR="00F26C5C">
        <w:rPr>
          <w:rFonts w:hint="cs"/>
          <w:rtl/>
          <w:lang w:bidi="fa-IR"/>
        </w:rPr>
        <w:t xml:space="preserve"> </w:t>
      </w:r>
      <w:r w:rsidRPr="00FB233E">
        <w:rPr>
          <w:rtl/>
          <w:lang w:bidi="fa-IR"/>
        </w:rPr>
        <w:t>زمان 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آنها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بود،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</w:t>
      </w:r>
      <w:r w:rsidRPr="00FB233E">
        <w:rPr>
          <w:rtl/>
          <w:lang w:bidi="fa-IR"/>
        </w:rPr>
        <w:t xml:space="preserve"> بواسطه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شما در تقس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المال از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عدالت با آنها رفتار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، شر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</w:t>
      </w:r>
      <w:r w:rsidRPr="00FB233E">
        <w:rPr>
          <w:rtl/>
          <w:lang w:bidi="fa-IR"/>
        </w:rPr>
        <w:t xml:space="preserve"> و وض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</w:t>
      </w:r>
      <w:r w:rsidRPr="00FB233E">
        <w:rPr>
          <w:rtl/>
          <w:lang w:bidi="fa-IR"/>
        </w:rPr>
        <w:t xml:space="preserve"> آزاد و بنده ، عرب و عجم در نظر</w:t>
      </w:r>
      <w:r w:rsidR="00F26C5C">
        <w:rPr>
          <w:rFonts w:hint="cs"/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شما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کسانند،</w:t>
      </w:r>
      <w:r w:rsidRPr="00FB233E">
        <w:rPr>
          <w:rtl/>
          <w:lang w:bidi="fa-IR"/>
        </w:rPr>
        <w:t xml:space="preserve"> مردم تاب ندارند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تها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ضع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</w:t>
      </w:r>
      <w:r w:rsidRPr="00FB233E">
        <w:rPr>
          <w:rtl/>
          <w:lang w:bidi="fa-IR"/>
        </w:rPr>
        <w:t xml:space="preserve">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</w:t>
      </w:r>
      <w:r w:rsidRPr="00FB233E">
        <w:rPr>
          <w:rtl/>
          <w:lang w:bidi="fa-IR"/>
        </w:rPr>
        <w:t xml:space="preserve"> به آرزوها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طرف شما را واگذاشته بجانب معاو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روند</w:t>
      </w:r>
      <w:r w:rsidRPr="00FB233E">
        <w:rPr>
          <w:rtl/>
          <w:lang w:bidi="fa-IR"/>
        </w:rPr>
        <w:t xml:space="preserve"> اهل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و حق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قت</w:t>
      </w:r>
      <w:r w:rsidRPr="00FB233E">
        <w:rPr>
          <w:rtl/>
          <w:lang w:bidi="fa-IR"/>
        </w:rPr>
        <w:t xml:space="preserve"> کمند،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شتر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نها</w:t>
      </w:r>
      <w:r w:rsidRPr="00FB233E">
        <w:rPr>
          <w:rtl/>
          <w:lang w:bidi="fa-IR"/>
        </w:rPr>
        <w:t xml:space="preserve"> خواستار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فروشند</w:t>
      </w:r>
      <w:r w:rsidRPr="00FB233E">
        <w:rPr>
          <w:rtl/>
          <w:lang w:bidi="fa-IR"/>
        </w:rPr>
        <w:t xml:space="preserve"> ممکن است شما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مال از به آنها بدل ننمائ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تا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بجانبتان </w:t>
      </w:r>
      <w:r w:rsidRPr="00FB233E">
        <w:rPr>
          <w:rFonts w:hint="eastAsia"/>
          <w:rtl/>
          <w:lang w:bidi="fa-IR"/>
        </w:rPr>
        <w:t>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</w:t>
      </w:r>
      <w:r w:rsidRPr="00FB233E">
        <w:rPr>
          <w:rtl/>
          <w:lang w:bidi="fa-IR"/>
        </w:rPr>
        <w:t xml:space="preserve"> نموده علاقه واقع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نسبت بشما را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روز</w:t>
      </w:r>
      <w:r w:rsidRPr="00FB233E">
        <w:rPr>
          <w:rtl/>
          <w:lang w:bidi="fa-IR"/>
        </w:rPr>
        <w:t xml:space="preserve"> نموده دشمنان را سرکوب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الخ .</w:t>
      </w:r>
    </w:p>
    <w:p w:rsidR="00FB233E" w:rsidRPr="00FB233E" w:rsidRDefault="00FB233E" w:rsidP="00F26C5C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فرمود مالک آنچه گفت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روش ما در عدالت ، خداوند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</w:t>
      </w:r>
      <w:r w:rsidRPr="00F26C5C">
        <w:rPr>
          <w:rStyle w:val="libAlaemChar"/>
          <w:rtl/>
        </w:rPr>
        <w:t>(</w:t>
      </w:r>
      <w:r w:rsidR="00F26C5C" w:rsidRPr="00F26C5C">
        <w:rPr>
          <w:rStyle w:val="libAieChar"/>
          <w:rtl/>
        </w:rPr>
        <w:t>مَّنْ عَمِلَ صَالِحًا فَلِنَفْسِهِ</w:t>
      </w:r>
      <w:r w:rsidR="00F26C5C" w:rsidRPr="00F26C5C">
        <w:rPr>
          <w:rStyle w:val="libAieChar"/>
          <w:rFonts w:ascii="Times New Roman" w:hAnsi="Times New Roman" w:cs="Times New Roman" w:hint="cs"/>
          <w:rtl/>
        </w:rPr>
        <w:t> ۖ</w:t>
      </w:r>
      <w:r w:rsidR="00F26C5C" w:rsidRPr="00F26C5C">
        <w:rPr>
          <w:rStyle w:val="libAieChar"/>
          <w:rtl/>
        </w:rPr>
        <w:t xml:space="preserve"> وَمَنْ أَسَاءَ فَعَلَيْهَا</w:t>
      </w:r>
      <w:r w:rsidRPr="00F26C5C">
        <w:rPr>
          <w:rStyle w:val="libAlaemChar"/>
          <w:rtl/>
        </w:rPr>
        <w:t>)</w:t>
      </w:r>
      <w:r w:rsidRPr="00FB233E">
        <w:rPr>
          <w:rtl/>
          <w:lang w:bidi="fa-IR"/>
        </w:rPr>
        <w:t xml:space="preserve"> با وجود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روشم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نست</w:t>
      </w:r>
      <w:r w:rsidRPr="00FB233E">
        <w:rPr>
          <w:rtl/>
          <w:lang w:bidi="fa-IR"/>
        </w:rPr>
        <w:t xml:space="preserve"> باز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ترسم مبادا کوچکتر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کوتاه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ذره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انحراف از من سر زده باشد اما پراکنده شدن مردم بواسطه تاب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اوردن</w:t>
      </w:r>
      <w:r w:rsidRPr="00FB233E">
        <w:rPr>
          <w:rtl/>
          <w:lang w:bidi="fa-IR"/>
        </w:rPr>
        <w:t xml:space="preserve"> بر دشوار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سنگ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حق و عدالت ، خدا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داند</w:t>
      </w:r>
      <w:r w:rsidRPr="00FB233E">
        <w:rPr>
          <w:rtl/>
          <w:lang w:bidi="fa-IR"/>
        </w:rPr>
        <w:t xml:space="preserve"> فرار آنها از من نه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نستکه</w:t>
      </w:r>
      <w:r w:rsidRPr="00FB233E">
        <w:rPr>
          <w:rtl/>
          <w:lang w:bidi="fa-IR"/>
        </w:rPr>
        <w:t xml:space="preserve"> ستم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طرف او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روند</w:t>
      </w:r>
      <w:r w:rsidRPr="00FB233E">
        <w:rPr>
          <w:rtl/>
          <w:lang w:bidi="fa-IR"/>
        </w:rPr>
        <w:t xml:space="preserve"> فقط بواسطه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</w:t>
      </w:r>
      <w:r w:rsidRPr="00FB233E">
        <w:rPr>
          <w:rtl/>
          <w:lang w:bidi="fa-IR"/>
        </w:rPr>
        <w:t xml:space="preserve"> به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راهه</w:t>
      </w:r>
      <w:r w:rsidRPr="00FB233E">
        <w:rPr>
          <w:rtl/>
          <w:lang w:bidi="fa-IR"/>
        </w:rPr>
        <w:t xml:space="preserve"> 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، از حق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قت</w:t>
      </w:r>
      <w:r w:rsidRPr="00FB233E">
        <w:rPr>
          <w:rtl/>
          <w:lang w:bidi="fa-IR"/>
        </w:rPr>
        <w:t xml:space="preserve"> بر گشته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بباطل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اورند</w:t>
      </w:r>
      <w:r w:rsidRPr="00FB233E">
        <w:rPr>
          <w:rtl/>
          <w:lang w:bidi="fa-IR"/>
        </w:rPr>
        <w:t xml:space="preserve"> در روز 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امت</w:t>
      </w:r>
      <w:r w:rsidRPr="00FB233E">
        <w:rPr>
          <w:rtl/>
          <w:lang w:bidi="fa-IR"/>
        </w:rPr>
        <w:t xml:space="preserve"> مورد پرسش قرار خواهند گرفت که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شما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عمل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ا؟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تذکر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راجع ب</w:t>
      </w:r>
      <w:r w:rsidR="00F26C5C">
        <w:rPr>
          <w:rFonts w:hint="cs"/>
          <w:rtl/>
          <w:lang w:bidi="fa-IR"/>
        </w:rPr>
        <w:t xml:space="preserve">ه </w:t>
      </w:r>
      <w:r w:rsidRPr="00FB233E">
        <w:rPr>
          <w:rtl/>
          <w:lang w:bidi="fa-IR"/>
        </w:rPr>
        <w:t>دادن اموال ب</w:t>
      </w:r>
      <w:r w:rsidR="00F26C5C">
        <w:rPr>
          <w:rFonts w:hint="cs"/>
          <w:rtl/>
          <w:lang w:bidi="fa-IR"/>
        </w:rPr>
        <w:t xml:space="preserve">ه </w:t>
      </w:r>
      <w:r w:rsidRPr="00FB233E">
        <w:rPr>
          <w:rtl/>
          <w:lang w:bidi="fa-IR"/>
        </w:rPr>
        <w:t>اشراف داد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هرگز حق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بد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نخواهم داد و بوس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مال مردم نصرت نم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جو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</w:t>
      </w:r>
      <w:r w:rsidRPr="00F26C5C">
        <w:rPr>
          <w:rStyle w:val="libFootnotenumChar"/>
          <w:rtl/>
        </w:rPr>
        <w:t>(91)</w:t>
      </w:r>
    </w:p>
    <w:p w:rsidR="00FB233E" w:rsidRPr="00FB233E" w:rsidRDefault="00F26C5C" w:rsidP="00F26C5C">
      <w:pPr>
        <w:pStyle w:val="Heading1"/>
        <w:rPr>
          <w:rtl/>
        </w:rPr>
      </w:pPr>
      <w:r>
        <w:rPr>
          <w:rtl/>
        </w:rPr>
        <w:br w:type="page"/>
      </w:r>
      <w:bookmarkStart w:id="91" w:name="_Toc496184359"/>
      <w:r w:rsidR="00FB233E" w:rsidRPr="00FB233E">
        <w:rPr>
          <w:rFonts w:hint="eastAsia"/>
          <w:rtl/>
        </w:rPr>
        <w:lastRenderedPageBreak/>
        <w:t>داستان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از عق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ل</w:t>
      </w:r>
      <w:r w:rsidR="00FB233E" w:rsidRPr="00FB233E">
        <w:rPr>
          <w:rtl/>
        </w:rPr>
        <w:t xml:space="preserve"> بشنو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د</w:t>
      </w:r>
      <w:bookmarkEnd w:id="91"/>
    </w:p>
    <w:p w:rsidR="00FB233E" w:rsidRPr="00FB233E" w:rsidRDefault="00FB233E" w:rsidP="00F26C5C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معاو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عق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داستان حد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محماه (آهن گداخته را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عق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از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ادآور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خاطرات گذشته راجع به برادرش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و عدالت و دادگر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در گر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شد. آنگاه پس از نقل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قض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گفت آر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،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وضع زندگ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آشفته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به تنگ دست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دچار شدم خدمت برادرم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ر</w:t>
      </w:r>
      <w:r w:rsidRPr="00FB233E">
        <w:rPr>
          <w:rFonts w:hint="eastAsia"/>
          <w:rtl/>
          <w:lang w:bidi="fa-IR"/>
        </w:rPr>
        <w:t>فته</w:t>
      </w:r>
      <w:r w:rsidRPr="00FB233E">
        <w:rPr>
          <w:rtl/>
          <w:lang w:bidi="fa-IR"/>
        </w:rPr>
        <w:t xml:space="preserve"> و از او در خواست کمک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نمودم (بنا بفرما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خود عل</w:t>
      </w:r>
      <w:r w:rsidRPr="00FB233E">
        <w:rPr>
          <w:rFonts w:hint="cs"/>
          <w:rtl/>
          <w:lang w:bidi="fa-IR"/>
        </w:rPr>
        <w:t>ی</w:t>
      </w:r>
      <w:r w:rsidR="00F26C5C">
        <w:rPr>
          <w:rFonts w:hint="cs"/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در نهج البلاغه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من آرد از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المال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خواست</w:t>
      </w:r>
      <w:r w:rsidRPr="00FB233E">
        <w:rPr>
          <w:rtl/>
          <w:lang w:bidi="fa-IR"/>
        </w:rPr>
        <w:t xml:space="preserve"> ) اما بمنظور نائل نشدم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پس</w:t>
      </w:r>
      <w:r w:rsidRPr="00FB233E">
        <w:rPr>
          <w:rtl/>
          <w:lang w:bidi="fa-IR"/>
        </w:rPr>
        <w:t xml:space="preserve"> از آن بچه 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خود را جمع نموده آنها را در حال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آثار گرسنگ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تاب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ظاهرشان هو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</w:t>
      </w:r>
      <w:r w:rsidRPr="00FB233E">
        <w:rPr>
          <w:rtl/>
          <w:lang w:bidi="fa-IR"/>
        </w:rPr>
        <w:t xml:space="preserve"> بود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او بردم باز تقاضا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کمک نمودم فرمود امشب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شبانگاه با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بچه ها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او رفتم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پسرم گفت تو برگرد او را نگذاشت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آنگاه فرمود جلو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تا بدهم . من از شدت تنگدست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حرص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داشتم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ال</w:t>
      </w:r>
      <w:r w:rsidRPr="00FB233E">
        <w:rPr>
          <w:rtl/>
          <w:lang w:bidi="fa-IR"/>
        </w:rPr>
        <w:t xml:space="preserve"> کردم ک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سه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بمن خواهد داد،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دست دراز کردم بر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دستم آهن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گداخته وارد شد پس از گرفتن فورا آنرا انداختم و مانند گاو نر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دست قصا</w:t>
      </w:r>
      <w:r w:rsidRPr="00FB233E">
        <w:rPr>
          <w:rFonts w:hint="eastAsia"/>
          <w:rtl/>
          <w:lang w:bidi="fa-IR"/>
        </w:rPr>
        <w:t>ب</w:t>
      </w:r>
      <w:r w:rsidRPr="00FB233E">
        <w:rPr>
          <w:rtl/>
          <w:lang w:bidi="fa-IR"/>
        </w:rPr>
        <w:t xml:space="preserve"> ناله کردم .</w:t>
      </w:r>
    </w:p>
    <w:p w:rsidR="00FB233E" w:rsidRPr="00FB233E" w:rsidRDefault="00FB233E" w:rsidP="00F26C5C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گفت</w:t>
      </w:r>
      <w:r w:rsidRPr="00FB233E">
        <w:rPr>
          <w:rtl/>
          <w:lang w:bidi="fa-IR"/>
        </w:rPr>
        <w:t xml:space="preserve"> عق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مادرت بعزا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بنش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همه ناراحت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تو از آهن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 که به آتش دن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افروخته شده چه خواهد گذشت بر من و تو اگر در زنج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آتش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جهنم بسته شو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، سپس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را خواند: </w:t>
      </w:r>
      <w:r w:rsidRPr="00F26C5C">
        <w:rPr>
          <w:rStyle w:val="libAlaemChar"/>
          <w:rtl/>
        </w:rPr>
        <w:t>(</w:t>
      </w:r>
      <w:r w:rsidR="00F26C5C" w:rsidRPr="00F26C5C">
        <w:rPr>
          <w:rStyle w:val="libAieChar"/>
          <w:rtl/>
        </w:rPr>
        <w:t>إِذِ الْأَغْلَالُ فِي أَعْنَاقِهِمْ وَالسَّلَاسِلُ يُسْحَبُونَ</w:t>
      </w:r>
      <w:r w:rsidRPr="00F26C5C">
        <w:rPr>
          <w:rStyle w:val="libAlaemChar"/>
          <w:rtl/>
        </w:rPr>
        <w:t>)</w:t>
      </w:r>
      <w:r w:rsidRPr="00FB233E">
        <w:rPr>
          <w:rtl/>
          <w:lang w:bidi="fa-IR"/>
        </w:rPr>
        <w:t xml:space="preserve"> پس از آن فرمود عق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شتر</w:t>
      </w:r>
      <w:r w:rsidRPr="00FB233E">
        <w:rPr>
          <w:rtl/>
          <w:lang w:bidi="fa-IR"/>
        </w:rPr>
        <w:t xml:space="preserve"> از حق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خدا بر</w:t>
      </w: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مع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کرده اگر بخواه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آهن گداخته خواهد بود، بخانه ات برگرد که فا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ندارد معاو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از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</w:t>
      </w:r>
      <w:r w:rsidRPr="00FB233E">
        <w:rPr>
          <w:rtl/>
          <w:lang w:bidi="fa-IR"/>
        </w:rPr>
        <w:t xml:space="preserve"> گفتار عق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تعجب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کرد</w:t>
      </w:r>
      <w:r w:rsidRPr="00FB233E">
        <w:rPr>
          <w:rtl/>
          <w:lang w:bidi="fa-IR"/>
        </w:rPr>
        <w:t xml:space="preserve"> (و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قول</w:t>
      </w:r>
      <w:r w:rsidRPr="00FB233E">
        <w:rPr>
          <w:rtl/>
          <w:lang w:bidi="fa-IR"/>
        </w:rPr>
        <w:t xml:space="preserve"> 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هات</w:t>
      </w:r>
      <w:r w:rsidRPr="00FB233E">
        <w:rPr>
          <w:rtl/>
          <w:lang w:bidi="fa-IR"/>
        </w:rPr>
        <w:t xml:space="preserve"> ، عقمت النساء ان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لدن</w:t>
      </w:r>
      <w:r w:rsidRPr="00FB233E">
        <w:rPr>
          <w:rtl/>
          <w:lang w:bidi="fa-IR"/>
        </w:rPr>
        <w:t xml:space="preserve"> بمثله )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گفت هرگز! هرگز! زنان مانند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نخواهند زائ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</w:t>
      </w:r>
      <w:r w:rsidRPr="00870E1F">
        <w:rPr>
          <w:rStyle w:val="libFootnotenumChar"/>
          <w:rtl/>
        </w:rPr>
        <w:t>(92)</w:t>
      </w:r>
    </w:p>
    <w:p w:rsidR="00FB233E" w:rsidRPr="00FB233E" w:rsidRDefault="00870E1F" w:rsidP="00870E1F">
      <w:pPr>
        <w:pStyle w:val="Heading1"/>
        <w:rPr>
          <w:rtl/>
        </w:rPr>
      </w:pPr>
      <w:r>
        <w:rPr>
          <w:rtl/>
        </w:rPr>
        <w:br w:type="page"/>
      </w:r>
      <w:bookmarkStart w:id="92" w:name="_Toc496184360"/>
      <w:r w:rsidR="00FB233E" w:rsidRPr="00FB233E">
        <w:rPr>
          <w:rFonts w:hint="eastAsia"/>
          <w:rtl/>
        </w:rPr>
        <w:lastRenderedPageBreak/>
        <w:t>بهلول</w:t>
      </w:r>
      <w:r w:rsidR="00FB233E" w:rsidRPr="00FB233E">
        <w:rPr>
          <w:rtl/>
        </w:rPr>
        <w:t xml:space="preserve"> بر د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وار</w:t>
      </w:r>
      <w:r w:rsidR="00FB233E" w:rsidRPr="00FB233E">
        <w:rPr>
          <w:rtl/>
        </w:rPr>
        <w:t xml:space="preserve"> قصر هارون چه نوشت</w:t>
      </w:r>
      <w:bookmarkEnd w:id="92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هارون</w:t>
      </w:r>
      <w:r w:rsidRPr="00FB233E">
        <w:rPr>
          <w:rtl/>
          <w:lang w:bidi="fa-IR"/>
        </w:rPr>
        <w:t xml:space="preserve"> الرش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گردش و سرکش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بطرف بعض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ساختمانها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خود رفت ، در کنار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قصرها با بهلول مصادف شد، از او درخواست کرد خط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وار</w:t>
      </w:r>
      <w:r w:rsidRPr="00FB233E">
        <w:rPr>
          <w:rtl/>
          <w:lang w:bidi="fa-IR"/>
        </w:rPr>
        <w:t xml:space="preserve"> قصر بنو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سد</w:t>
      </w:r>
      <w:r w:rsidRPr="00FB233E">
        <w:rPr>
          <w:rtl/>
          <w:lang w:bidi="fa-IR"/>
        </w:rPr>
        <w:t>. بهلول پاره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ذغال برداشته نوشت :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tl/>
          <w:lang w:bidi="fa-IR"/>
        </w:rPr>
        <w:t>(رفع الط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الط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و وضع الد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) گل بر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هم انباشته شده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خوار پست گرد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tl/>
          <w:lang w:bidi="fa-IR"/>
        </w:rPr>
        <w:t>(گچها بر هم مال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شده اما دستور صر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ح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از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رفته است ) اگر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کاخ را از پول و ثروت حلال خود ساخته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اسراف کنندگان را دوست ندارد.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چنانچه</w:t>
      </w:r>
      <w:r w:rsidRPr="00FB233E">
        <w:rPr>
          <w:rtl/>
          <w:lang w:bidi="fa-IR"/>
        </w:rPr>
        <w:t xml:space="preserve"> از مال مردم باشد بآنها ستم کرده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(والله لا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حب</w:t>
      </w:r>
      <w:r w:rsidRPr="00FB233E">
        <w:rPr>
          <w:rtl/>
          <w:lang w:bidi="fa-IR"/>
        </w:rPr>
        <w:t xml:space="preserve"> الظالم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) خداوند ستم کاران را دوست ندارد.</w:t>
      </w:r>
    </w:p>
    <w:p w:rsidR="00FB233E" w:rsidRPr="00FB233E" w:rsidRDefault="00870E1F" w:rsidP="00870E1F">
      <w:pPr>
        <w:pStyle w:val="Heading1"/>
        <w:rPr>
          <w:rtl/>
        </w:rPr>
      </w:pPr>
      <w:r>
        <w:rPr>
          <w:rtl/>
        </w:rPr>
        <w:br w:type="page"/>
      </w:r>
      <w:bookmarkStart w:id="93" w:name="_Toc496184361"/>
      <w:r w:rsidR="00FB233E" w:rsidRPr="00FB233E">
        <w:rPr>
          <w:rFonts w:hint="eastAsia"/>
          <w:rtl/>
        </w:rPr>
        <w:lastRenderedPageBreak/>
        <w:t>ا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نهم</w:t>
      </w:r>
      <w:r w:rsidR="00FB233E" w:rsidRPr="00FB233E">
        <w:rPr>
          <w:rtl/>
        </w:rPr>
        <w:t xml:space="preserve"> از اسراف محسوب م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شود</w:t>
      </w:r>
      <w:bookmarkEnd w:id="93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حسن بصر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خدمت 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المؤ 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کنار شط فرات بود، ظرف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آب نموده آشام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آنرا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خت</w:t>
      </w:r>
      <w:r w:rsidRPr="00FB233E">
        <w:rPr>
          <w:rtl/>
          <w:lang w:bidi="fa-IR"/>
        </w:rPr>
        <w:t xml:space="preserve"> . عل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فرمود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کار اسراف نمود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آب</w:t>
      </w:r>
      <w:r w:rsidR="00870E1F">
        <w:rPr>
          <w:rFonts w:hint="cs"/>
          <w:rtl/>
          <w:lang w:bidi="fa-IR"/>
        </w:rPr>
        <w:t xml:space="preserve"> </w:t>
      </w:r>
      <w:r w:rsidRPr="00FB233E">
        <w:rPr>
          <w:rtl/>
          <w:lang w:bidi="fa-IR"/>
        </w:rPr>
        <w:t>را بر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بر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آب بر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حسن از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اعتراض گفت شما خون مسلم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اسراف نم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</w:t>
      </w:r>
      <w:r w:rsidRPr="00FB233E">
        <w:rPr>
          <w:rFonts w:hint="eastAsia"/>
          <w:rtl/>
          <w:lang w:bidi="fa-IR"/>
        </w:rPr>
        <w:t>مقدار</w:t>
      </w:r>
      <w:r w:rsidRPr="00FB233E">
        <w:rPr>
          <w:rtl/>
          <w:lang w:bidi="fa-IR"/>
        </w:rPr>
        <w:t xml:space="preserve"> آب اسراف نمودم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فرمود اگر من در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ختن</w:t>
      </w:r>
      <w:r w:rsidRPr="00FB233E">
        <w:rPr>
          <w:rtl/>
          <w:lang w:bidi="fa-IR"/>
        </w:rPr>
        <w:t xml:space="preserve"> خون مسلم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اسراف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کنم چرا به آنها کمک نکرد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جزء شورش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با من جنگ ننمود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حسن گفت من آماده جنگ شده لباس و سلاح پوش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تا با شام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همراه شوم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از منزل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آمدم هاتف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صدا زد قاتل و مقتول در جهنم هستند از تصم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خود منصرف </w:t>
      </w:r>
      <w:r w:rsidRPr="00FB233E">
        <w:rPr>
          <w:rFonts w:hint="eastAsia"/>
          <w:rtl/>
          <w:lang w:bidi="fa-IR"/>
        </w:rPr>
        <w:t>شدم</w:t>
      </w:r>
      <w:r w:rsidRPr="00FB233E">
        <w:rPr>
          <w:rtl/>
          <w:lang w:bidi="fa-IR"/>
        </w:rPr>
        <w:t xml:space="preserve"> فرمود راست گفت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برادرت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طان</w:t>
      </w:r>
      <w:r w:rsidRPr="00FB233E">
        <w:rPr>
          <w:rtl/>
          <w:lang w:bidi="fa-IR"/>
        </w:rPr>
        <w:t xml:space="preserve"> بود</w:t>
      </w:r>
      <w:r w:rsidRPr="00870E1F">
        <w:rPr>
          <w:rStyle w:val="libFootnotenumChar"/>
          <w:rtl/>
        </w:rPr>
        <w:t>.(93)</w:t>
      </w:r>
    </w:p>
    <w:p w:rsidR="00FB233E" w:rsidRPr="00FB233E" w:rsidRDefault="00870E1F" w:rsidP="00870E1F">
      <w:pPr>
        <w:pStyle w:val="Heading1"/>
        <w:rPr>
          <w:rtl/>
        </w:rPr>
      </w:pPr>
      <w:r>
        <w:rPr>
          <w:rtl/>
        </w:rPr>
        <w:br w:type="page"/>
      </w:r>
      <w:bookmarkStart w:id="94" w:name="_Toc496184362"/>
      <w:r w:rsidR="00FB233E" w:rsidRPr="00FB233E">
        <w:rPr>
          <w:rFonts w:hint="eastAsia"/>
          <w:rtl/>
        </w:rPr>
        <w:lastRenderedPageBreak/>
        <w:t>اسراف</w:t>
      </w:r>
      <w:r w:rsidR="00FB233E" w:rsidRPr="00FB233E">
        <w:rPr>
          <w:rtl/>
        </w:rPr>
        <w:t xml:space="preserve"> در خوراک موجب امراض است .</w:t>
      </w:r>
      <w:bookmarkEnd w:id="94"/>
    </w:p>
    <w:p w:rsidR="00FB233E" w:rsidRPr="00FB233E" w:rsidRDefault="00FB233E" w:rsidP="00870E1F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طب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نصران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خدمت حضرت صادق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عرض کرد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بن رسول الله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در کتاب پروردگار شما و سنت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غمبرتان</w:t>
      </w:r>
      <w:r w:rsidRPr="00FB233E">
        <w:rPr>
          <w:rtl/>
          <w:lang w:bidi="fa-IR"/>
        </w:rPr>
        <w:t xml:space="preserve"> از طب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ذکر شده فرمود آر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کتاب خدا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</w:t>
      </w:r>
      <w:r w:rsidRPr="00870E1F">
        <w:rPr>
          <w:rStyle w:val="libAlaemChar"/>
          <w:rtl/>
        </w:rPr>
        <w:t>(</w:t>
      </w:r>
      <w:r w:rsidR="00870E1F" w:rsidRPr="00870E1F">
        <w:rPr>
          <w:rStyle w:val="libAieChar"/>
          <w:rtl/>
        </w:rPr>
        <w:t>كُلُوا وَاشْرَبُوا وَلَا تُسْرِفُو</w:t>
      </w:r>
      <w:r w:rsidRPr="00870E1F">
        <w:rPr>
          <w:rStyle w:val="libAlaemChar"/>
          <w:rtl/>
        </w:rPr>
        <w:t>)</w:t>
      </w:r>
      <w:r w:rsidRPr="00FB233E">
        <w:rPr>
          <w:rtl/>
          <w:lang w:bidi="fa-IR"/>
        </w:rPr>
        <w:t xml:space="preserve"> بخور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اشام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اده</w:t>
      </w:r>
      <w:r w:rsidRPr="00FB233E">
        <w:rPr>
          <w:rtl/>
          <w:lang w:bidi="fa-IR"/>
        </w:rPr>
        <w:t xml:space="preserve">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اما در سنت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غمبرتان</w:t>
      </w:r>
      <w:r w:rsidRPr="00FB233E">
        <w:rPr>
          <w:rtl/>
          <w:lang w:bidi="fa-IR"/>
        </w:rPr>
        <w:t xml:space="preserve"> . حضرت رسول </w:t>
      </w:r>
      <w:r w:rsidR="006A44DE" w:rsidRPr="006A44DE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ف</w:t>
      </w:r>
      <w:r w:rsidRPr="00FB233E">
        <w:rPr>
          <w:rFonts w:hint="eastAsia"/>
          <w:rtl/>
          <w:lang w:bidi="fa-IR"/>
        </w:rPr>
        <w:t>رموده</w:t>
      </w:r>
      <w:r w:rsidRPr="00FB233E">
        <w:rPr>
          <w:rtl/>
          <w:lang w:bidi="fa-IR"/>
        </w:rPr>
        <w:t xml:space="preserve"> : (الح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من الاکل راس دواء والاسراف 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الاکل راس کل داء) خوددار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غذا سرآمد و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شتر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دارو است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صحت ،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اده</w:t>
      </w:r>
      <w:r w:rsidRPr="00FB233E">
        <w:rPr>
          <w:rtl/>
          <w:lang w:bidi="fa-IR"/>
        </w:rPr>
        <w:t xml:space="preserve">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خوراک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و سبب همه امراض است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مرد</w:t>
      </w:r>
      <w:r w:rsidRPr="00FB233E">
        <w:rPr>
          <w:rtl/>
          <w:lang w:bidi="fa-IR"/>
        </w:rPr>
        <w:t xml:space="preserve"> نصران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جا حرکت کرده گفت (والله ماترک کتاب ربکم و لاسنه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بکم</w:t>
      </w:r>
      <w:r w:rsidRPr="00FB233E">
        <w:rPr>
          <w:rtl/>
          <w:lang w:bidi="fa-IR"/>
        </w:rPr>
        <w:t xml:space="preserve"> من الطب الجال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نوس</w:t>
      </w:r>
      <w:r w:rsidRPr="00FB233E">
        <w:rPr>
          <w:rtl/>
          <w:lang w:bidi="fa-IR"/>
        </w:rPr>
        <w:t xml:space="preserve"> ) بخدا سوگند کتاب خدا و سنت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شما جائ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طب جال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نوس</w:t>
      </w:r>
      <w:r w:rsidRPr="00FB233E">
        <w:rPr>
          <w:rtl/>
          <w:lang w:bidi="fa-IR"/>
        </w:rPr>
        <w:t xml:space="preserve"> نگذاشته .</w:t>
      </w:r>
      <w:r w:rsidRPr="00870E1F">
        <w:rPr>
          <w:rStyle w:val="libFootnotenumChar"/>
          <w:rtl/>
        </w:rPr>
        <w:t>(94)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عبادت</w:t>
      </w:r>
      <w:r w:rsidRPr="00FB233E">
        <w:rPr>
          <w:rtl/>
          <w:lang w:bidi="fa-IR"/>
        </w:rPr>
        <w:t xml:space="preserve"> هر کس به اندازه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او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باشد.</w:t>
      </w:r>
    </w:p>
    <w:p w:rsidR="00FB233E" w:rsidRPr="00FB233E" w:rsidRDefault="00FB233E" w:rsidP="00870E1F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صادق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فرمود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بر هفت سهم تقس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شود، بعض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مسلمانها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سهم را دارند، برخ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دو سهم کسان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</w:t>
      </w:r>
      <w:r w:rsidR="00870E1F">
        <w:rPr>
          <w:rFonts w:hint="cs"/>
          <w:rtl/>
          <w:lang w:bidi="fa-IR"/>
        </w:rPr>
        <w:t>ه</w:t>
      </w:r>
      <w:r w:rsidRPr="00FB233E">
        <w:rPr>
          <w:rtl/>
          <w:lang w:bidi="fa-IR"/>
        </w:rPr>
        <w:t>ستند که دارا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هفت سهم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باشد،</w:t>
      </w:r>
      <w:r w:rsidRPr="00FB233E">
        <w:rPr>
          <w:rtl/>
          <w:lang w:bidi="fa-IR"/>
        </w:rPr>
        <w:t xml:space="preserve">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نرو</w:t>
      </w:r>
      <w:r w:rsidRPr="00FB233E">
        <w:rPr>
          <w:rtl/>
          <w:lang w:bidi="fa-IR"/>
        </w:rPr>
        <w:t xml:space="preserve"> شا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سته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بر صاحب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سهم تحم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کنند بار صاحب دو سهم را و کس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دو سهم دارد نبا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بار شخص سه سهم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او تحم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شود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نطور</w:t>
      </w:r>
      <w:r w:rsidRPr="00FB233E">
        <w:rPr>
          <w:rtl/>
          <w:lang w:bidi="fa-IR"/>
        </w:rPr>
        <w:t xml:space="preserve"> تا هفت سهم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آنگاه مثال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آوردند.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فرمودند</w:t>
      </w:r>
      <w:r w:rsidRPr="00FB233E">
        <w:rPr>
          <w:rtl/>
          <w:lang w:bidi="fa-IR"/>
        </w:rPr>
        <w:t xml:space="preserve"> شخص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همسا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مرد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نصران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بود، مسلمان او را دعوت به اسلام کرد مزا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آوردن را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تشر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ح</w:t>
      </w:r>
      <w:r w:rsidRPr="00FB233E">
        <w:rPr>
          <w:rtl/>
          <w:lang w:bidi="fa-IR"/>
        </w:rPr>
        <w:t xml:space="preserve"> نمود. نصران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پذ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رفته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آورد سحر گاه مسلمان در خانه نصران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تازه مسلمان رفته ، درب را کوب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lastRenderedPageBreak/>
        <w:t>همسا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اش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آمد. گفت برخ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وضو بگ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تا با هم به مسجد برو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و نماز بخوان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 آنمرد وضو گرفت لباسها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را پوش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را او بمسجد رفت از نماز</w:t>
      </w:r>
    </w:p>
    <w:p w:rsidR="00FB233E" w:rsidRPr="00FB233E" w:rsidRDefault="00FB233E" w:rsidP="00870E1F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صبح</w:t>
      </w:r>
      <w:r w:rsidRPr="00FB233E">
        <w:rPr>
          <w:rtl/>
          <w:lang w:bidi="fa-IR"/>
        </w:rPr>
        <w:t xml:space="preserve"> مسلمان هر چه خواست نماز خواند او هم از رف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tl/>
          <w:lang w:bidi="fa-IR"/>
        </w:rPr>
        <w:t xml:space="preserve"> خود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نمود نماز صبح را خواندند پس از آن نشستند تا آفتاب سر زد.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نصران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خواست بمنزلش برگردد مسلمان گفت کجا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روز کوتاه است بمان تا نماز ظهر را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بخوان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تا بعد از انجام نماز ظهر ماند.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ظهر و عصر چندان فاصله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او را نگاهداشت تا نماز عصر را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tl/>
          <w:lang w:bidi="fa-IR"/>
        </w:rPr>
        <w:t xml:space="preserve"> خواند خواست ار جا حرکت کند. گفت از روز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نمانده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غروب ا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، باز نگاهش داشت تا نماز مغرب را هم خواندند بعد گفت نماز عشاء وقتش نزد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کست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نماز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مانده آنرا هم بخوان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بعد 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رفت . پس از انجام نماز عشاء از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گر</w:t>
      </w:r>
      <w:r w:rsidRPr="00FB233E">
        <w:rPr>
          <w:rtl/>
          <w:lang w:bidi="fa-IR"/>
        </w:rPr>
        <w:t xml:space="preserve"> جدا شدند.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روز</w:t>
      </w:r>
      <w:r w:rsidRPr="00FB233E">
        <w:rPr>
          <w:rtl/>
          <w:lang w:bidi="fa-IR"/>
        </w:rPr>
        <w:t xml:space="preserve"> بعد هنگام سحر باز در خانه او رفت به نصران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تازه مسلمان گفت حرکت کن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نماز بمسجد برو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. پاسخ داد من فق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و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المندم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</w:t>
      </w:r>
      <w:r w:rsidRPr="00FB233E">
        <w:rPr>
          <w:rtl/>
          <w:lang w:bidi="fa-IR"/>
        </w:rPr>
        <w:t xml:space="preserve"> کن که از من فارغتر باشد.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حضرت</w:t>
      </w:r>
      <w:r w:rsidRPr="00FB233E">
        <w:rPr>
          <w:rtl/>
          <w:lang w:bidi="fa-IR"/>
        </w:rPr>
        <w:t xml:space="preserve"> صادق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فرمود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داخل در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نش</w:t>
      </w:r>
      <w:r w:rsidRPr="00FB233E">
        <w:rPr>
          <w:rtl/>
          <w:lang w:bidi="fa-IR"/>
        </w:rPr>
        <w:t xml:space="preserve"> نمود و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نکار</w:t>
      </w:r>
      <w:r w:rsidRPr="00FB233E">
        <w:rPr>
          <w:rtl/>
          <w:lang w:bidi="fa-IR"/>
        </w:rPr>
        <w:t xml:space="preserve"> خود (ز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اده</w:t>
      </w:r>
      <w:r w:rsidRPr="00FB233E">
        <w:rPr>
          <w:rtl/>
          <w:lang w:bidi="fa-IR"/>
        </w:rPr>
        <w:t xml:space="preserve">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 تحم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جا) از 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رونش</w:t>
      </w:r>
      <w:r w:rsidRPr="00FB233E">
        <w:rPr>
          <w:rtl/>
          <w:lang w:bidi="fa-IR"/>
        </w:rPr>
        <w:t xml:space="preserve"> کرد.</w:t>
      </w:r>
    </w:p>
    <w:p w:rsidR="00FB233E" w:rsidRPr="00FB233E" w:rsidRDefault="00870E1F" w:rsidP="00870E1F">
      <w:pPr>
        <w:pStyle w:val="Heading1"/>
        <w:rPr>
          <w:rtl/>
        </w:rPr>
      </w:pPr>
      <w:r>
        <w:rPr>
          <w:rtl/>
        </w:rPr>
        <w:br w:type="page"/>
      </w:r>
      <w:bookmarkStart w:id="95" w:name="_Toc496184363"/>
      <w:r w:rsidR="00FB233E" w:rsidRPr="00FB233E">
        <w:rPr>
          <w:rFonts w:hint="eastAsia"/>
          <w:rtl/>
        </w:rPr>
        <w:lastRenderedPageBreak/>
        <w:t>با</w:t>
      </w:r>
      <w:r w:rsidR="00FB233E" w:rsidRPr="00FB233E">
        <w:rPr>
          <w:rtl/>
        </w:rPr>
        <w:t xml:space="preserve"> شراب خوار معاشرت نکن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د</w:t>
      </w:r>
      <w:bookmarkEnd w:id="95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حماد</w:t>
      </w:r>
      <w:r w:rsidRPr="00FB233E">
        <w:rPr>
          <w:rtl/>
          <w:lang w:bidi="fa-IR"/>
        </w:rPr>
        <w:t xml:space="preserve"> از حضرت صادق 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نقل کرد که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شان</w:t>
      </w:r>
      <w:r w:rsidRPr="00FB233E">
        <w:rPr>
          <w:rtl/>
          <w:lang w:bidi="fa-IR"/>
        </w:rPr>
        <w:t xml:space="preserve"> درباره کس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شرابخوار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 با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نکه</w:t>
      </w:r>
      <w:r w:rsidRPr="00FB233E">
        <w:rPr>
          <w:rtl/>
          <w:lang w:bidi="fa-IR"/>
        </w:rPr>
        <w:t xml:space="preserve"> خداوند به 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غمبرش</w:t>
      </w:r>
      <w:r w:rsidRPr="00FB233E">
        <w:rPr>
          <w:rtl/>
          <w:lang w:bidi="fa-IR"/>
        </w:rPr>
        <w:t xml:space="preserve"> آنرا حرام کرده ، فرمود اگر خواستگار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شا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ستک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ازدواج را ندارد در گفتار نبا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او را تصد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tl/>
          <w:lang w:bidi="fa-IR"/>
        </w:rPr>
        <w:t xml:space="preserve"> نمود، وساطت او را درباره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پذ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رفت</w:t>
      </w:r>
      <w:r w:rsidRPr="00FB233E">
        <w:rPr>
          <w:rtl/>
          <w:lang w:bidi="fa-IR"/>
        </w:rPr>
        <w:t xml:space="preserve"> و به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توان</w:t>
      </w:r>
      <w:r w:rsidRPr="00FB233E">
        <w:rPr>
          <w:rtl/>
          <w:lang w:bidi="fa-IR"/>
        </w:rPr>
        <w:t xml:space="preserve"> در سپردن امانت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او اطم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نان</w:t>
      </w:r>
      <w:r w:rsidRPr="00FB233E">
        <w:rPr>
          <w:rtl/>
          <w:lang w:bidi="fa-IR"/>
        </w:rPr>
        <w:t xml:space="preserve"> نمود هر کس شرابخوار را امانت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دهنده را خداوند پاداش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دهد</w:t>
      </w:r>
      <w:r w:rsidRPr="00FB233E">
        <w:rPr>
          <w:rtl/>
          <w:lang w:bidi="fa-IR"/>
        </w:rPr>
        <w:t xml:space="preserve"> و نه جبران امانت از دست رفته او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</w:t>
      </w:r>
    </w:p>
    <w:p w:rsidR="00FB233E" w:rsidRPr="00FB233E" w:rsidRDefault="00FB233E" w:rsidP="00870E1F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فرمود</w:t>
      </w:r>
    </w:p>
    <w:p w:rsidR="00FB233E" w:rsidRPr="00FB233E" w:rsidRDefault="00FB233E" w:rsidP="00870E1F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من</w:t>
      </w:r>
      <w:r w:rsidRPr="00FB233E">
        <w:rPr>
          <w:rtl/>
          <w:lang w:bidi="fa-IR"/>
        </w:rPr>
        <w:t xml:space="preserve">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ال</w:t>
      </w:r>
      <w:r w:rsidRPr="00FB233E">
        <w:rPr>
          <w:rtl/>
          <w:lang w:bidi="fa-IR"/>
        </w:rPr>
        <w:t xml:space="preserve"> داشتم شخص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سرما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بدهم تا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تجارت بطرف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من</w:t>
      </w:r>
      <w:r w:rsidRPr="00FB233E">
        <w:rPr>
          <w:rtl/>
          <w:lang w:bidi="fa-IR"/>
        </w:rPr>
        <w:t xml:space="preserve"> برود، رفتم خدمت پدرم حضرت باقر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گفتم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ال</w:t>
      </w:r>
      <w:r w:rsidRPr="00FB233E">
        <w:rPr>
          <w:rtl/>
          <w:lang w:bidi="fa-IR"/>
        </w:rPr>
        <w:t xml:space="preserve"> دارم بفلان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سرما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</w:t>
      </w:r>
      <w:r w:rsidR="00870E1F">
        <w:rPr>
          <w:rFonts w:hint="cs"/>
          <w:rtl/>
          <w:lang w:bidi="fa-IR"/>
        </w:rPr>
        <w:t>د</w:t>
      </w:r>
      <w:r w:rsidRPr="00FB233E">
        <w:rPr>
          <w:rtl/>
          <w:lang w:bidi="fa-IR"/>
        </w:rPr>
        <w:t>هم نظر شما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؟ فرمود مگر نم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او شراب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خورد</w:t>
      </w:r>
      <w:r w:rsidRPr="00FB233E">
        <w:rPr>
          <w:rtl/>
          <w:lang w:bidi="fa-IR"/>
        </w:rPr>
        <w:t xml:space="preserve"> گفتم بعض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مومن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فرمود گفته آنها را تصد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tl/>
          <w:lang w:bidi="fa-IR"/>
        </w:rPr>
        <w:t xml:space="preserve"> کن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خداوند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</w:t>
      </w:r>
      <w:r w:rsidRPr="00870E1F">
        <w:rPr>
          <w:rStyle w:val="libAlaemChar"/>
          <w:rtl/>
        </w:rPr>
        <w:t>(</w:t>
      </w:r>
      <w:r w:rsidR="00870E1F" w:rsidRPr="00870E1F">
        <w:rPr>
          <w:rStyle w:val="libAieChar"/>
          <w:rtl/>
        </w:rPr>
        <w:t>يُؤْمِنُ بِاللَّـهِ وَيُؤْمِنُ لِلْمُؤْمِنِينَ</w:t>
      </w:r>
      <w:r w:rsidRPr="00FB233E">
        <w:rPr>
          <w:rtl/>
          <w:lang w:bidi="fa-IR"/>
        </w:rPr>
        <w:t xml:space="preserve"> </w:t>
      </w:r>
      <w:r w:rsidRPr="00870E1F">
        <w:rPr>
          <w:rStyle w:val="libAlaemChar"/>
          <w:rtl/>
        </w:rPr>
        <w:t>)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غمبر</w:t>
      </w:r>
      <w:r w:rsidRPr="00FB233E">
        <w:rPr>
          <w:rtl/>
          <w:lang w:bidi="fa-IR"/>
        </w:rPr>
        <w:t xml:space="preserve"> بخدا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دارد و مومن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 تصد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</w:t>
      </w:r>
    </w:p>
    <w:p w:rsidR="00FB233E" w:rsidRPr="00FB233E" w:rsidRDefault="00FB233E" w:rsidP="00870E1F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پس</w:t>
      </w:r>
      <w:r w:rsidRPr="00FB233E">
        <w:rPr>
          <w:rtl/>
          <w:lang w:bidi="fa-IR"/>
        </w:rPr>
        <w:t xml:space="preserve"> از آن فرموداگر سرما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را بدست او داد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برد و نابود کرد خداوند ترابه پاداش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دهد</w:t>
      </w:r>
      <w:r w:rsidRPr="00FB233E">
        <w:rPr>
          <w:rtl/>
          <w:lang w:bidi="fa-IR"/>
        </w:rPr>
        <w:t xml:space="preserve"> و نه جبران آنرا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کند،</w:t>
      </w:r>
      <w:r w:rsidRPr="00FB233E">
        <w:rPr>
          <w:rtl/>
          <w:lang w:bidi="fa-IR"/>
        </w:rPr>
        <w:t xml:space="preserve">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چه ؟ فرمود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را</w:t>
      </w:r>
      <w:r w:rsidRPr="00FB233E">
        <w:rPr>
          <w:rtl/>
          <w:lang w:bidi="fa-IR"/>
        </w:rPr>
        <w:t xml:space="preserve"> خداوند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فرما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: </w:t>
      </w:r>
      <w:r w:rsidRPr="00870E1F">
        <w:rPr>
          <w:rStyle w:val="libAlaemChar"/>
          <w:rtl/>
        </w:rPr>
        <w:t>(</w:t>
      </w:r>
      <w:r w:rsidR="00870E1F" w:rsidRPr="00870E1F">
        <w:rPr>
          <w:rStyle w:val="libAieChar"/>
          <w:rtl/>
        </w:rPr>
        <w:t>وَلَا تُؤْتُوا السُّفَهَاءَ أَمْوَالَكُمُ الَّتِي جَعَلَ اللَّـهُ لَكُمْ قِيَامًا وَارْزُقُوهُمْ فِيهَا وَاكْسُوهُمْ وَقُولُوا لَهُمْ قَوْلًا مَّعْرُوفًا</w:t>
      </w:r>
      <w:r w:rsidRPr="00870E1F">
        <w:rPr>
          <w:rStyle w:val="libAlaemChar"/>
          <w:rtl/>
        </w:rPr>
        <w:t>)</w:t>
      </w:r>
      <w:r w:rsidRPr="00FB233E">
        <w:rPr>
          <w:rtl/>
          <w:lang w:bidi="fa-IR"/>
        </w:rPr>
        <w:t xml:space="preserve"> ((اموال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خداوند آنرا 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زندگ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تان</w:t>
      </w:r>
      <w:r w:rsidRPr="00FB233E">
        <w:rPr>
          <w:rtl/>
          <w:lang w:bidi="fa-IR"/>
        </w:rPr>
        <w:t xml:space="preserve"> قرار داده </w:t>
      </w:r>
      <w:r w:rsidRPr="00FB233E">
        <w:rPr>
          <w:rFonts w:hint="eastAsia"/>
          <w:rtl/>
          <w:lang w:bidi="fa-IR"/>
        </w:rPr>
        <w:t>به</w:t>
      </w:r>
      <w:r w:rsidRPr="00FB233E">
        <w:rPr>
          <w:rtl/>
          <w:lang w:bidi="fa-IR"/>
        </w:rPr>
        <w:t xml:space="preserve"> نادانان نده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))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نادان تر از شرابخوار وجود دارد؟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tl/>
          <w:lang w:bidi="fa-IR"/>
        </w:rPr>
        <w:t>(ان العبد 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زال</w:t>
      </w:r>
      <w:r w:rsidRPr="00FB233E">
        <w:rPr>
          <w:rtl/>
          <w:lang w:bidi="fa-IR"/>
        </w:rPr>
        <w:t xml:space="preserve"> 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فسحه من ربه مالم بشرب الخمر فاذا شربها خرق الله باله فکان ولده واخوه و سمعه و بصره 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و رجله ابل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</w:t>
      </w:r>
      <w:r w:rsidRPr="00FB233E">
        <w:rPr>
          <w:rtl/>
          <w:lang w:bidi="fa-IR"/>
        </w:rPr>
        <w:t xml:space="preserve">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سوقه</w:t>
      </w:r>
      <w:r w:rsidRPr="00FB233E">
        <w:rPr>
          <w:rtl/>
          <w:lang w:bidi="fa-IR"/>
        </w:rPr>
        <w:t xml:space="preserve"> 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کل شر و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صرفه</w:t>
      </w:r>
      <w:r w:rsidRPr="00FB233E">
        <w:rPr>
          <w:rtl/>
          <w:lang w:bidi="fa-IR"/>
        </w:rPr>
        <w:t xml:space="preserve"> عن کل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>)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lastRenderedPageBreak/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رسته</w:t>
      </w:r>
      <w:r w:rsidRPr="00FB233E">
        <w:rPr>
          <w:rtl/>
          <w:lang w:bidi="fa-IR"/>
        </w:rPr>
        <w:t xml:space="preserve"> (تا شراب نخورده ) در پناه نگهبان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خدا و آمرزش اوست اگر شراب خورد سرش را فاش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کند،</w:t>
      </w:r>
      <w:r w:rsidRPr="00FB233E">
        <w:rPr>
          <w:rtl/>
          <w:lang w:bidi="fa-IR"/>
        </w:rPr>
        <w:t xml:space="preserve"> او را در پناه خود نگه نم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دارد. در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نصورت</w:t>
      </w:r>
      <w:r w:rsidRPr="00FB233E">
        <w:rPr>
          <w:rtl/>
          <w:lang w:bidi="fa-IR"/>
        </w:rPr>
        <w:t xml:space="preserve"> فرزند و برادر، گوش و چشم ، دست و پا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چن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کس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طان</w:t>
      </w:r>
      <w:r w:rsidRPr="00FB233E">
        <w:rPr>
          <w:rtl/>
          <w:lang w:bidi="fa-IR"/>
        </w:rPr>
        <w:t xml:space="preserve"> است ب</w:t>
      </w:r>
      <w:r w:rsidR="00870E1F">
        <w:rPr>
          <w:rFonts w:hint="cs"/>
          <w:rtl/>
          <w:lang w:bidi="fa-IR"/>
        </w:rPr>
        <w:t xml:space="preserve">ه </w:t>
      </w:r>
      <w:r w:rsidRPr="00FB233E">
        <w:rPr>
          <w:rtl/>
          <w:lang w:bidi="fa-IR"/>
        </w:rPr>
        <w:t>هر زشت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بخواهد او را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کشاند</w:t>
      </w:r>
      <w:r w:rsidRPr="00FB233E">
        <w:rPr>
          <w:rtl/>
          <w:lang w:bidi="fa-IR"/>
        </w:rPr>
        <w:t xml:space="preserve"> و از هر خوب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بازش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دارد</w:t>
      </w:r>
      <w:r w:rsidRPr="00870E1F">
        <w:rPr>
          <w:rStyle w:val="libFootnotenumChar"/>
          <w:rtl/>
        </w:rPr>
        <w:t>.(95)</w:t>
      </w:r>
    </w:p>
    <w:p w:rsidR="00FB233E" w:rsidRPr="00FB233E" w:rsidRDefault="00870E1F" w:rsidP="00870E1F">
      <w:pPr>
        <w:pStyle w:val="Heading1"/>
        <w:rPr>
          <w:rtl/>
        </w:rPr>
      </w:pPr>
      <w:r>
        <w:rPr>
          <w:rtl/>
        </w:rPr>
        <w:br w:type="page"/>
      </w:r>
      <w:bookmarkStart w:id="96" w:name="_Toc496184364"/>
      <w:r w:rsidR="00FB233E" w:rsidRPr="00FB233E">
        <w:rPr>
          <w:rFonts w:hint="eastAsia"/>
          <w:rtl/>
        </w:rPr>
        <w:lastRenderedPageBreak/>
        <w:t>سخن</w:t>
      </w:r>
      <w:r w:rsidR="00FB233E" w:rsidRPr="00FB233E">
        <w:rPr>
          <w:rtl/>
        </w:rPr>
        <w:t xml:space="preserve"> چ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ن</w:t>
      </w:r>
      <w:r w:rsidR="00FB233E" w:rsidRPr="00FB233E">
        <w:rPr>
          <w:rtl/>
        </w:rPr>
        <w:t xml:space="preserve"> چه م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کند</w:t>
      </w:r>
      <w:bookmarkEnd w:id="96"/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شخص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غلام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را فروخت ، به مشتر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گوشزد کرد که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غلام فقط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</w:t>
      </w:r>
      <w:r w:rsidRPr="00FB233E">
        <w:rPr>
          <w:rtl/>
          <w:lang w:bidi="fa-IR"/>
        </w:rPr>
        <w:t xml:space="preserve">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</w:t>
      </w:r>
      <w:r w:rsidRPr="00FB233E">
        <w:rPr>
          <w:rtl/>
          <w:lang w:bidi="fa-IR"/>
        </w:rPr>
        <w:t xml:space="preserve"> دارد و آن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</w:t>
      </w:r>
      <w:r w:rsidRPr="00FB233E">
        <w:rPr>
          <w:rtl/>
          <w:lang w:bidi="fa-IR"/>
        </w:rPr>
        <w:t xml:space="preserve"> سخن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 مشتر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با هم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</w:t>
      </w:r>
      <w:r w:rsidRPr="00FB233E">
        <w:rPr>
          <w:rtl/>
          <w:lang w:bidi="fa-IR"/>
        </w:rPr>
        <w:t xml:space="preserve"> به معامله راض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شده او را خر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د،</w:t>
      </w:r>
      <w:r w:rsidRPr="00FB233E">
        <w:rPr>
          <w:rtl/>
          <w:lang w:bidi="fa-IR"/>
        </w:rPr>
        <w:t xml:space="preserve"> مدت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غلام در خانه صاحب جد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خود ماند،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به زن او گفت شوهرت به تو علاقه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ندارد و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ال</w:t>
      </w:r>
      <w:r w:rsidRPr="00FB233E">
        <w:rPr>
          <w:rtl/>
          <w:lang w:bidi="fa-IR"/>
        </w:rPr>
        <w:t xml:space="preserve"> ازدواج مجدد کرده ، اگر بخواه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فکر منصرف شود با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بوس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</w:t>
      </w:r>
      <w:r w:rsidRPr="00FB233E">
        <w:rPr>
          <w:rtl/>
          <w:lang w:bidi="fa-IR"/>
        </w:rPr>
        <w:t xml:space="preserve"> مقدار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مو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گلو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را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تا دعائ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آن بخوانم که قلبش به او متما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شود.</w:t>
      </w:r>
    </w:p>
    <w:p w:rsidR="00FB233E" w:rsidRPr="00FB233E" w:rsidRDefault="00FB233E" w:rsidP="00870E1F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همانروز</w:t>
      </w:r>
      <w:r w:rsidRPr="00FB233E">
        <w:rPr>
          <w:rtl/>
          <w:lang w:bidi="fa-IR"/>
        </w:rPr>
        <w:t xml:space="preserve"> به شوهرش گفت زنت رف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</w:t>
      </w:r>
      <w:r w:rsidRPr="00FB233E">
        <w:rPr>
          <w:rtl/>
          <w:lang w:bidi="fa-IR"/>
        </w:rPr>
        <w:t xml:space="preserve"> دارد و با او خوشگذ</w:t>
      </w:r>
      <w:r w:rsidR="00870E1F">
        <w:rPr>
          <w:rFonts w:hint="cs"/>
          <w:rtl/>
          <w:lang w:bidi="fa-IR"/>
        </w:rPr>
        <w:t>ر</w:t>
      </w:r>
      <w:r w:rsidRPr="00FB233E">
        <w:rPr>
          <w:rtl/>
          <w:lang w:bidi="fa-IR"/>
        </w:rPr>
        <w:t>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کند</w:t>
      </w:r>
      <w:r w:rsidRPr="00FB233E">
        <w:rPr>
          <w:rtl/>
          <w:lang w:bidi="fa-IR"/>
        </w:rPr>
        <w:t xml:space="preserve"> در فکر کشتن تو افتاده امشب خود را بخواب بزن تا حق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قت</w:t>
      </w:r>
      <w:r w:rsidRPr="00FB233E">
        <w:rPr>
          <w:rtl/>
          <w:lang w:bidi="fa-IR"/>
        </w:rPr>
        <w:t xml:space="preserve"> بر تو کشف گردد. آن شب مرد ظاهرا خود را خواب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نشان داد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مه</w:t>
      </w:r>
      <w:r w:rsidRPr="00FB233E">
        <w:rPr>
          <w:rtl/>
          <w:lang w:bidi="fa-IR"/>
        </w:rPr>
        <w:t xml:space="preserve"> شب متوجه شد زنش 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غ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دست گرفته بطرف او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ال</w:t>
      </w:r>
      <w:r w:rsidRPr="00FB233E">
        <w:rPr>
          <w:rtl/>
          <w:lang w:bidi="fa-IR"/>
        </w:rPr>
        <w:t xml:space="preserve"> کرد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کشتنش آماده شده ناگها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از جا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حرکت کرد و با او درآو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خت</w:t>
      </w:r>
      <w:r w:rsidRPr="00FB233E">
        <w:rPr>
          <w:rtl/>
          <w:lang w:bidi="fa-IR"/>
        </w:rPr>
        <w:t xml:space="preserve"> بالاخره زن خود را کشت . بستگان زن از داستان مطلع شدند و با شوهر به نزاع و جدال پرداختند کم کم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دو قب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له</w:t>
      </w:r>
      <w:r w:rsidRPr="00FB233E">
        <w:rPr>
          <w:rtl/>
          <w:lang w:bidi="fa-IR"/>
        </w:rPr>
        <w:t xml:space="preserve"> زن و شوهر آتش زد و خورد افروخته شد.</w:t>
      </w:r>
      <w:r w:rsidRPr="00D35D9A">
        <w:rPr>
          <w:rStyle w:val="libFootnotenumChar"/>
          <w:rtl/>
        </w:rPr>
        <w:t>(96)</w:t>
      </w:r>
    </w:p>
    <w:p w:rsidR="00FB233E" w:rsidRPr="00FB233E" w:rsidRDefault="00D35D9A" w:rsidP="00D35D9A">
      <w:pPr>
        <w:pStyle w:val="Heading1"/>
        <w:rPr>
          <w:rtl/>
        </w:rPr>
      </w:pPr>
      <w:r>
        <w:rPr>
          <w:rtl/>
        </w:rPr>
        <w:br w:type="page"/>
      </w:r>
      <w:bookmarkStart w:id="97" w:name="_Toc496184365"/>
      <w:r w:rsidR="00FB233E" w:rsidRPr="00FB233E">
        <w:rPr>
          <w:rFonts w:hint="eastAsia"/>
          <w:rtl/>
        </w:rPr>
        <w:lastRenderedPageBreak/>
        <w:t>سخن</w:t>
      </w:r>
      <w:r w:rsidR="00FB233E" w:rsidRPr="00FB233E">
        <w:rPr>
          <w:rtl/>
        </w:rPr>
        <w:t xml:space="preserve"> چ</w:t>
      </w:r>
      <w:r w:rsidR="00FB233E" w:rsidRPr="00FB233E">
        <w:rPr>
          <w:rFonts w:hint="cs"/>
          <w:rtl/>
        </w:rPr>
        <w:t>ی</w:t>
      </w:r>
      <w:r w:rsidR="00FB233E" w:rsidRPr="00FB233E">
        <w:rPr>
          <w:rFonts w:hint="eastAsia"/>
          <w:rtl/>
        </w:rPr>
        <w:t>ن</w:t>
      </w:r>
      <w:r w:rsidR="00FB233E" w:rsidRPr="00FB233E">
        <w:rPr>
          <w:rtl/>
        </w:rPr>
        <w:t xml:space="preserve"> خون آلود</w:t>
      </w:r>
      <w:bookmarkEnd w:id="97"/>
    </w:p>
    <w:p w:rsidR="00FB233E" w:rsidRPr="00FB233E" w:rsidRDefault="00FB233E" w:rsidP="00D35D9A">
      <w:pPr>
        <w:pStyle w:val="libNormal"/>
        <w:rPr>
          <w:rtl/>
          <w:lang w:bidi="fa-IR"/>
        </w:rPr>
      </w:pPr>
      <w:r w:rsidRPr="00FB233E">
        <w:rPr>
          <w:rFonts w:hint="eastAsia"/>
          <w:rtl/>
        </w:rPr>
        <w:t>روباه</w:t>
      </w:r>
      <w:r w:rsidRPr="00FB233E">
        <w:rPr>
          <w:rtl/>
        </w:rPr>
        <w:t xml:space="preserve"> ح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وان</w:t>
      </w:r>
      <w:r w:rsidRPr="00FB233E">
        <w:rPr>
          <w:rFonts w:hint="cs"/>
          <w:rtl/>
        </w:rPr>
        <w:t>ی</w:t>
      </w:r>
      <w:r w:rsidRPr="00FB233E">
        <w:rPr>
          <w:rtl/>
        </w:rPr>
        <w:t xml:space="preserve"> بس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ار</w:t>
      </w:r>
      <w:r w:rsidRPr="00FB233E">
        <w:rPr>
          <w:rtl/>
        </w:rPr>
        <w:t xml:space="preserve"> ز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رک</w:t>
      </w:r>
      <w:r w:rsidRPr="00FB233E">
        <w:rPr>
          <w:rtl/>
        </w:rPr>
        <w:t xml:space="preserve"> و ح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له</w:t>
      </w:r>
      <w:r w:rsidRPr="00FB233E">
        <w:rPr>
          <w:rtl/>
        </w:rPr>
        <w:t xml:space="preserve"> گر است گو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ند</w:t>
      </w:r>
      <w:r w:rsidRPr="00FB233E">
        <w:rPr>
          <w:rtl/>
        </w:rPr>
        <w:t xml:space="preserve"> وقت</w:t>
      </w:r>
      <w:r w:rsidRPr="00FB233E">
        <w:rPr>
          <w:rFonts w:hint="cs"/>
          <w:rtl/>
        </w:rPr>
        <w:t>ی</w:t>
      </w:r>
      <w:r w:rsidRPr="00FB233E">
        <w:rPr>
          <w:rtl/>
        </w:rPr>
        <w:t xml:space="preserve"> ک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ک</w:t>
      </w:r>
      <w:r w:rsidRPr="00FB233E">
        <w:rPr>
          <w:rtl/>
        </w:rPr>
        <w:t xml:space="preserve"> و پشه بر او فراوان اجتماع م</w:t>
      </w:r>
      <w:r w:rsidRPr="00FB233E">
        <w:rPr>
          <w:rFonts w:hint="cs"/>
          <w:rtl/>
        </w:rPr>
        <w:t>ی</w:t>
      </w:r>
      <w:r w:rsidRPr="00FB233E">
        <w:rPr>
          <w:rtl/>
        </w:rPr>
        <w:t xml:space="preserve"> کنند تکه ا</w:t>
      </w:r>
      <w:r w:rsidRPr="00FB233E">
        <w:rPr>
          <w:rFonts w:hint="cs"/>
          <w:rtl/>
        </w:rPr>
        <w:t>ی</w:t>
      </w:r>
      <w:r w:rsidRPr="00FB233E">
        <w:rPr>
          <w:rtl/>
        </w:rPr>
        <w:t xml:space="preserve"> از پو</w:t>
      </w:r>
      <w:r w:rsidR="00D35D9A">
        <w:rPr>
          <w:rFonts w:hint="cs"/>
          <w:rtl/>
          <w:lang w:bidi="fa-IR"/>
        </w:rPr>
        <w:t xml:space="preserve">ست </w:t>
      </w:r>
      <w:r w:rsidRPr="00FB233E">
        <w:rPr>
          <w:rtl/>
        </w:rPr>
        <w:t>ح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وان</w:t>
      </w:r>
      <w:r w:rsidRPr="00FB233E">
        <w:rPr>
          <w:rtl/>
        </w:rPr>
        <w:t xml:space="preserve"> مرده 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ا</w:t>
      </w:r>
      <w:r w:rsidRPr="00FB233E">
        <w:rPr>
          <w:rtl/>
        </w:rPr>
        <w:t xml:space="preserve"> پشم</w:t>
      </w:r>
      <w:r w:rsidRPr="00FB233E">
        <w:rPr>
          <w:rFonts w:hint="cs"/>
          <w:rtl/>
        </w:rPr>
        <w:t>ی</w:t>
      </w:r>
      <w:r w:rsidRPr="00FB233E">
        <w:rPr>
          <w:rtl/>
        </w:rPr>
        <w:t xml:space="preserve"> را به دهان م</w:t>
      </w:r>
      <w:r w:rsidRPr="00FB233E">
        <w:rPr>
          <w:rFonts w:hint="cs"/>
          <w:rtl/>
        </w:rPr>
        <w:t>ی</w:t>
      </w:r>
      <w:r w:rsidRPr="00FB233E">
        <w:rPr>
          <w:rtl/>
        </w:rPr>
        <w:t xml:space="preserve"> گ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رد،</w:t>
      </w:r>
      <w:r w:rsidRPr="00FB233E">
        <w:rPr>
          <w:rtl/>
        </w:rPr>
        <w:t xml:space="preserve"> دست و پا</w:t>
      </w:r>
      <w:r w:rsidRPr="00FB233E">
        <w:rPr>
          <w:rFonts w:hint="cs"/>
          <w:rtl/>
        </w:rPr>
        <w:t>ی</w:t>
      </w:r>
      <w:r w:rsidRPr="00FB233E">
        <w:rPr>
          <w:rtl/>
        </w:rPr>
        <w:t xml:space="preserve"> خود را کم کم در آب فرو م</w:t>
      </w:r>
      <w:r w:rsidRPr="00FB233E">
        <w:rPr>
          <w:rFonts w:hint="cs"/>
          <w:rtl/>
        </w:rPr>
        <w:t>ی</w:t>
      </w:r>
      <w:r w:rsidRPr="00FB233E">
        <w:rPr>
          <w:rtl/>
        </w:rPr>
        <w:t xml:space="preserve"> برد. حشرات هم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نکه</w:t>
      </w:r>
      <w:r w:rsidRPr="00FB233E">
        <w:rPr>
          <w:rtl/>
        </w:rPr>
        <w:t xml:space="preserve"> احساس آب م</w:t>
      </w:r>
      <w:r w:rsidRPr="00FB233E">
        <w:rPr>
          <w:rFonts w:hint="cs"/>
          <w:rtl/>
        </w:rPr>
        <w:t>ی</w:t>
      </w:r>
      <w:r w:rsidRPr="00FB233E">
        <w:rPr>
          <w:rtl/>
        </w:rPr>
        <w:t xml:space="preserve"> کنند حرکت نموده بجا</w:t>
      </w:r>
      <w:r w:rsidRPr="00FB233E">
        <w:rPr>
          <w:rFonts w:hint="cs"/>
          <w:rtl/>
        </w:rPr>
        <w:t>ی</w:t>
      </w:r>
      <w:r w:rsidRPr="00FB233E">
        <w:rPr>
          <w:rtl/>
        </w:rPr>
        <w:t xml:space="preserve"> د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گر</w:t>
      </w:r>
      <w:r w:rsidRPr="00FB233E">
        <w:rPr>
          <w:rFonts w:hint="cs"/>
          <w:rtl/>
        </w:rPr>
        <w:t>ی</w:t>
      </w:r>
      <w:r w:rsidRPr="00FB233E">
        <w:rPr>
          <w:rtl/>
        </w:rPr>
        <w:t xml:space="preserve"> م</w:t>
      </w:r>
      <w:r w:rsidRPr="00FB233E">
        <w:rPr>
          <w:rFonts w:hint="cs"/>
          <w:rtl/>
        </w:rPr>
        <w:t>ی</w:t>
      </w:r>
      <w:r w:rsidRPr="00FB233E">
        <w:rPr>
          <w:rtl/>
        </w:rPr>
        <w:t xml:space="preserve"> نش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نند</w:t>
      </w:r>
      <w:r w:rsidRPr="00FB233E">
        <w:rPr>
          <w:rtl/>
        </w:rPr>
        <w:t xml:space="preserve"> رفته رفته تما</w:t>
      </w:r>
      <w:r w:rsidRPr="00FB233E">
        <w:rPr>
          <w:rFonts w:hint="eastAsia"/>
          <w:rtl/>
        </w:rPr>
        <w:t>م</w:t>
      </w:r>
      <w:r w:rsidRPr="00FB233E">
        <w:rPr>
          <w:rtl/>
        </w:rPr>
        <w:t xml:space="preserve"> بدنش را داخل آب م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نما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د</w:t>
      </w:r>
      <w:r w:rsidRPr="00FB233E">
        <w:rPr>
          <w:rtl/>
        </w:rPr>
        <w:t xml:space="preserve"> تا حشرات بر رو</w:t>
      </w:r>
      <w:r w:rsidRPr="00FB233E">
        <w:rPr>
          <w:rFonts w:hint="cs"/>
          <w:rtl/>
        </w:rPr>
        <w:t>ی</w:t>
      </w:r>
      <w:r w:rsidRPr="00FB233E">
        <w:rPr>
          <w:rtl/>
        </w:rPr>
        <w:t xml:space="preserve"> آن پوست و سرش جمع م</w:t>
      </w:r>
      <w:r w:rsidRPr="00FB233E">
        <w:rPr>
          <w:rFonts w:hint="cs"/>
          <w:rtl/>
        </w:rPr>
        <w:t>ی</w:t>
      </w:r>
      <w:r w:rsidRPr="00FB233E">
        <w:rPr>
          <w:rtl/>
        </w:rPr>
        <w:t xml:space="preserve"> شوند کم کم سر خود را ن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ز</w:t>
      </w:r>
      <w:r w:rsidRPr="00FB233E">
        <w:rPr>
          <w:rtl/>
        </w:rPr>
        <w:t xml:space="preserve"> در آب فرو م</w:t>
      </w:r>
      <w:r w:rsidRPr="00FB233E">
        <w:rPr>
          <w:rFonts w:hint="cs"/>
          <w:rtl/>
        </w:rPr>
        <w:t>ی</w:t>
      </w:r>
      <w:r w:rsidRPr="00FB233E">
        <w:rPr>
          <w:rtl/>
        </w:rPr>
        <w:t xml:space="preserve"> برد، وقت</w:t>
      </w:r>
      <w:r w:rsidRPr="00FB233E">
        <w:rPr>
          <w:rFonts w:hint="cs"/>
          <w:rtl/>
        </w:rPr>
        <w:t>ی</w:t>
      </w:r>
      <w:r w:rsidRPr="00FB233E">
        <w:rPr>
          <w:rtl/>
        </w:rPr>
        <w:t xml:space="preserve"> احساس کرد تمام حشرات بر رو</w:t>
      </w:r>
      <w:r w:rsidRPr="00FB233E">
        <w:rPr>
          <w:rFonts w:hint="cs"/>
          <w:rtl/>
        </w:rPr>
        <w:t>ی</w:t>
      </w:r>
      <w:r w:rsidRPr="00FB233E">
        <w:rPr>
          <w:rtl/>
        </w:rPr>
        <w:t xml:space="preserve"> پوست اجتماع کرده اند پوست را بر رو</w:t>
      </w:r>
      <w:r w:rsidRPr="00FB233E">
        <w:rPr>
          <w:rFonts w:hint="cs"/>
          <w:rtl/>
        </w:rPr>
        <w:t>ی</w:t>
      </w:r>
      <w:r w:rsidRPr="00FB233E">
        <w:rPr>
          <w:rtl/>
        </w:rPr>
        <w:t xml:space="preserve"> آب رها کرده سر از جا</w:t>
      </w:r>
      <w:r w:rsidRPr="00FB233E">
        <w:rPr>
          <w:rFonts w:hint="cs"/>
          <w:rtl/>
        </w:rPr>
        <w:t>ی</w:t>
      </w:r>
      <w:r w:rsidRPr="00FB233E">
        <w:rPr>
          <w:rtl/>
        </w:rPr>
        <w:t xml:space="preserve"> د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گر</w:t>
      </w:r>
      <w:r w:rsidRPr="00FB233E">
        <w:rPr>
          <w:rtl/>
        </w:rPr>
        <w:t xml:space="preserve"> برم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آورد</w:t>
      </w:r>
      <w:r w:rsidRPr="00FB233E">
        <w:rPr>
          <w:rtl/>
        </w:rPr>
        <w:t xml:space="preserve"> بد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نوس</w:t>
      </w:r>
      <w:r w:rsidRPr="00FB233E">
        <w:rPr>
          <w:rFonts w:hint="cs"/>
          <w:rtl/>
        </w:rPr>
        <w:t>ی</w:t>
      </w:r>
      <w:r w:rsidRPr="00FB233E">
        <w:rPr>
          <w:rFonts w:hint="eastAsia"/>
          <w:rtl/>
        </w:rPr>
        <w:t>له</w:t>
      </w:r>
      <w:r w:rsidRPr="00FB233E">
        <w:rPr>
          <w:rtl/>
        </w:rPr>
        <w:t xml:space="preserve"> خود را از شر</w:t>
      </w:r>
      <w:r w:rsidRPr="00FB233E">
        <w:rPr>
          <w:rFonts w:hint="eastAsia"/>
          <w:rtl/>
          <w:lang w:bidi="fa-IR"/>
        </w:rPr>
        <w:t>آنها</w:t>
      </w:r>
      <w:r w:rsidRPr="00FB233E">
        <w:rPr>
          <w:rtl/>
          <w:lang w:bidi="fa-IR"/>
        </w:rPr>
        <w:t xml:space="preserve"> نجات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هر گاه بس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گرسنه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شود، در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ابان</w:t>
      </w:r>
      <w:r w:rsidRPr="00FB233E">
        <w:rPr>
          <w:rtl/>
          <w:lang w:bidi="fa-IR"/>
        </w:rPr>
        <w:t xml:space="preserve"> خود را بر 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اندازد</w:t>
      </w:r>
      <w:r w:rsidRPr="00FB233E">
        <w:rPr>
          <w:rtl/>
          <w:lang w:bidi="fa-IR"/>
        </w:rPr>
        <w:t xml:space="preserve"> و شکم خو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را برآمده و باددار نشان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دهد تا پرندگان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ال</w:t>
      </w:r>
      <w:r w:rsidRPr="00FB233E">
        <w:rPr>
          <w:rtl/>
          <w:lang w:bidi="fa-IR"/>
        </w:rPr>
        <w:t xml:space="preserve"> کنند مرده است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 رو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کرش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نند</w:t>
      </w:r>
      <w:r w:rsidRPr="00FB233E">
        <w:rPr>
          <w:rtl/>
          <w:lang w:bidi="fa-IR"/>
        </w:rPr>
        <w:t xml:space="preserve"> ناگاه جنبش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کرده آنها را ص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کند.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ند</w:t>
      </w:r>
      <w:r w:rsidRPr="00FB233E">
        <w:rPr>
          <w:rtl/>
          <w:lang w:bidi="fa-IR"/>
        </w:rPr>
        <w:t xml:space="preserve"> روز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مر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ض</w:t>
      </w:r>
      <w:r w:rsidRPr="00FB233E">
        <w:rPr>
          <w:rtl/>
          <w:lang w:bidi="fa-IR"/>
        </w:rPr>
        <w:t xml:space="preserve"> شد تمام 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وانات</w:t>
      </w:r>
      <w:r w:rsidRPr="00FB233E">
        <w:rPr>
          <w:rtl/>
          <w:lang w:bidi="fa-IR"/>
        </w:rPr>
        <w:t xml:space="preserve"> بد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</w:t>
      </w:r>
      <w:r w:rsidRPr="00FB233E">
        <w:rPr>
          <w:rtl/>
          <w:lang w:bidi="fa-IR"/>
        </w:rPr>
        <w:t xml:space="preserve"> او آمدند مگر روباه . گرگ سخن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از موقع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استفاده کرده به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گفت همه 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وانات</w:t>
      </w:r>
      <w:r w:rsidRPr="00FB233E">
        <w:rPr>
          <w:rtl/>
          <w:lang w:bidi="fa-IR"/>
        </w:rPr>
        <w:t xml:space="preserve"> به 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ادت</w:t>
      </w:r>
      <w:r w:rsidRPr="00FB233E">
        <w:rPr>
          <w:rtl/>
          <w:lang w:bidi="fa-IR"/>
        </w:rPr>
        <w:t xml:space="preserve"> شما آمدند فقط روباه است که سر از اطاعت باز زده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گفت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آمد مرا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ادآور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 تا سزا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را بدهم .</w:t>
      </w:r>
    </w:p>
    <w:p w:rsidR="00FB233E" w:rsidRPr="00FB233E" w:rsidRDefault="00FB233E" w:rsidP="00FB233E">
      <w:pPr>
        <w:pStyle w:val="libNormal"/>
        <w:rPr>
          <w:rtl/>
          <w:lang w:bidi="fa-IR"/>
        </w:rPr>
      </w:pPr>
      <w:r w:rsidRPr="00FB233E">
        <w:rPr>
          <w:rFonts w:hint="eastAsia"/>
          <w:rtl/>
          <w:lang w:bidi="fa-IR"/>
        </w:rPr>
        <w:t>روباه</w:t>
      </w:r>
      <w:r w:rsidRPr="00FB233E">
        <w:rPr>
          <w:rtl/>
          <w:lang w:bidi="fa-IR"/>
        </w:rPr>
        <w:t xml:space="preserve"> آمد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با خشم او را عنا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نموده گفت کجا بود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من مر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ض</w:t>
      </w:r>
      <w:r w:rsidRPr="00FB233E">
        <w:rPr>
          <w:rtl/>
          <w:lang w:bidi="fa-IR"/>
        </w:rPr>
        <w:t xml:space="preserve"> شدم همه آمدند مگر تو؟ در جواب گفت من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دم</w:t>
      </w:r>
      <w:r w:rsidRPr="00FB233E">
        <w:rPr>
          <w:rtl/>
          <w:lang w:bidi="fa-IR"/>
        </w:rPr>
        <w:t xml:space="preserve"> شما مر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ض</w:t>
      </w:r>
      <w:r w:rsidRPr="00FB233E">
        <w:rPr>
          <w:rtl/>
          <w:lang w:bidi="fa-IR"/>
        </w:rPr>
        <w:t xml:space="preserve"> هست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بفکر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افتادم که دوائ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تان</w:t>
      </w:r>
      <w:r w:rsidRPr="00FB233E">
        <w:rPr>
          <w:rtl/>
          <w:lang w:bidi="fa-IR"/>
        </w:rPr>
        <w:t xml:space="preserve"> ته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نما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تا بهبود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حاصل کن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پرس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ز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بدست آورد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. جواب</w:t>
      </w:r>
      <w:r w:rsidR="00D35D9A">
        <w:rPr>
          <w:rFonts w:hint="cs"/>
          <w:rtl/>
          <w:lang w:bidi="fa-IR"/>
        </w:rPr>
        <w:t xml:space="preserve"> </w:t>
      </w:r>
      <w:r w:rsidRPr="00FB233E">
        <w:rPr>
          <w:rtl/>
          <w:lang w:bidi="fa-IR"/>
        </w:rPr>
        <w:t>داد آر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پشت پا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گرگ غده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 که برا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معالجه شما موثر است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پر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با چنگال خود مقدار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از پشت پا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گرگ </w:t>
      </w:r>
      <w:r w:rsidRPr="00FB233E">
        <w:rPr>
          <w:rtl/>
          <w:lang w:bidi="fa-IR"/>
        </w:rPr>
        <w:lastRenderedPageBreak/>
        <w:t>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رون</w:t>
      </w:r>
      <w:r w:rsidRPr="00FB233E">
        <w:rPr>
          <w:rtl/>
          <w:lang w:bidi="fa-IR"/>
        </w:rPr>
        <w:t xml:space="preserve"> آورد، روباه آهسته از گوشه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خارج شد. در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راه چشمش به گرگ افتاد که با پا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خون آلود 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(قال با صاحب الخف الاحمر) گفت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آقائ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کفش قرمز پوش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وقت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در حضور پادشاهان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متوجه باش از دهانت چه خارج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شود.</w:t>
      </w:r>
      <w:r w:rsidRPr="00D35D9A">
        <w:rPr>
          <w:rStyle w:val="libFootnotenumChar"/>
          <w:rtl/>
        </w:rPr>
        <w:t>(97)</w:t>
      </w:r>
    </w:p>
    <w:p w:rsidR="00FB233E" w:rsidRPr="00FB233E" w:rsidRDefault="00D35D9A" w:rsidP="00D35D9A">
      <w:pPr>
        <w:pStyle w:val="Heading1"/>
        <w:rPr>
          <w:rtl/>
        </w:rPr>
      </w:pPr>
      <w:r>
        <w:rPr>
          <w:rtl/>
        </w:rPr>
        <w:br w:type="page"/>
      </w:r>
      <w:bookmarkStart w:id="98" w:name="_Toc496184366"/>
      <w:r w:rsidR="00FB233E" w:rsidRPr="00FB233E">
        <w:rPr>
          <w:rFonts w:hint="eastAsia"/>
          <w:rtl/>
        </w:rPr>
        <w:lastRenderedPageBreak/>
        <w:t>پ</w:t>
      </w:r>
      <w:r w:rsidR="00FB233E" w:rsidRPr="00FB233E">
        <w:rPr>
          <w:rFonts w:hint="cs"/>
          <w:rtl/>
        </w:rPr>
        <w:t>ی</w:t>
      </w:r>
      <w:r w:rsidR="00FB233E" w:rsidRPr="00FB233E">
        <w:rPr>
          <w:rtl/>
        </w:rPr>
        <w:t xml:space="preserve"> نوشتها</w:t>
      </w:r>
      <w:bookmarkEnd w:id="98"/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1- در کتاب قره الع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نقل از مختصر الکلام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2- روضات الجنات ، ص 23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3- سوره تحر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</w:t>
      </w:r>
      <w:r w:rsidRPr="00FB233E">
        <w:rPr>
          <w:rtl/>
          <w:lang w:bidi="fa-IR"/>
        </w:rPr>
        <w:t xml:space="preserve"> 66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11.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4- کامل ابن اث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جزء 1 ص 71.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5- ناسخ ج 1 حضرت رسول ص 389.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6- جزء دوم ان اث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ص 107.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7-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Fonts w:hint="eastAsia"/>
          <w:rtl/>
          <w:lang w:bidi="fa-IR"/>
        </w:rPr>
        <w:t>موضوع</w:t>
      </w:r>
      <w:r w:rsidRPr="00FB233E">
        <w:rPr>
          <w:rtl/>
          <w:lang w:bidi="fa-IR"/>
        </w:rPr>
        <w:t xml:space="preserve"> دو برابر در تار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</w:t>
      </w:r>
      <w:r w:rsidRPr="00FB233E">
        <w:rPr>
          <w:rtl/>
          <w:lang w:bidi="fa-IR"/>
        </w:rPr>
        <w:t xml:space="preserve"> طبر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 2 ص 210 هم ذکر شده 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8- پ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مان</w:t>
      </w:r>
      <w:r w:rsidRPr="00FB233E">
        <w:rPr>
          <w:rtl/>
          <w:lang w:bidi="fa-IR"/>
        </w:rPr>
        <w:t xml:space="preserve"> شکن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قر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ش</w:t>
      </w:r>
      <w:r w:rsidRPr="00FB233E">
        <w:rPr>
          <w:rtl/>
          <w:lang w:bidi="fa-IR"/>
        </w:rPr>
        <w:t xml:space="preserve"> و آمدن ابوسف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ان</w:t>
      </w:r>
      <w:r w:rsidRPr="00FB233E">
        <w:rPr>
          <w:rtl/>
          <w:lang w:bidi="fa-IR"/>
        </w:rPr>
        <w:t xml:space="preserve"> از ج 2 کامل ابن اث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ص 157 نقل شد.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9- مسلمانان برگشتند و مرا در شام گذاشتند آن سرزم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پرهلاکت است 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10- ج 2 ناسخ حضرت رسول ص 338 تا 341.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11- داستان اباذر از تفس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برهان ج 2 ص 131 نقل شد.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12- الاستام کلب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ص 20 تا 23.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13- ناسخ التوار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</w:t>
      </w:r>
      <w:r w:rsidRPr="00FB233E">
        <w:rPr>
          <w:rtl/>
          <w:lang w:bidi="fa-IR"/>
        </w:rPr>
        <w:t xml:space="preserve"> جزء 4 حضرت رسول </w:t>
      </w:r>
      <w:r w:rsidR="003D6737" w:rsidRPr="003D6737">
        <w:rPr>
          <w:rStyle w:val="libAlaemChar"/>
          <w:rtl/>
        </w:rPr>
        <w:t xml:space="preserve">صلى‌الله‌عليه‌وآله‌وسلم </w:t>
      </w:r>
      <w:r w:rsidRPr="00FB233E">
        <w:rPr>
          <w:rtl/>
          <w:lang w:bidi="fa-IR"/>
        </w:rPr>
        <w:t>92.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14- رشته تافته از ج 3 حضرت رسول ناسخ ص 150، غنائم خ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بر</w:t>
      </w:r>
      <w:r w:rsidRPr="00FB233E">
        <w:rPr>
          <w:rtl/>
          <w:lang w:bidi="fa-IR"/>
        </w:rPr>
        <w:t xml:space="preserve"> از ج 2 ص 292 نقل شده 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15- ج 1 ناسخ حضرت رسول ص 283.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16- تتمه المنته</w:t>
      </w:r>
      <w:r w:rsidRPr="00FB233E">
        <w:rPr>
          <w:rFonts w:hint="cs"/>
          <w:rtl/>
          <w:lang w:bidi="fa-IR"/>
        </w:rPr>
        <w:t>ی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17- مکاسب قاعده نف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ضرر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18- روضات الجنات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19- تتمه المنته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ص 51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20- شانزدهم بحار ص 43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21- جلد نهم بحارالانوار 516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22- سف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البحارج 1 ص 66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 xml:space="preserve">23- جلد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ازدهم</w:t>
      </w:r>
      <w:r w:rsidRPr="00FB233E">
        <w:rPr>
          <w:rtl/>
          <w:lang w:bidi="fa-IR"/>
        </w:rPr>
        <w:t xml:space="preserve"> بحار احوال موس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 جعفر</w:t>
      </w:r>
      <w:r w:rsidR="006A44DE" w:rsidRPr="006A44DE">
        <w:rPr>
          <w:rStyle w:val="libAlaemChar"/>
          <w:rtl/>
        </w:rPr>
        <w:t xml:space="preserve">عليه‌السلام </w:t>
      </w:r>
      <w:r w:rsidRPr="00FB233E">
        <w:rPr>
          <w:rtl/>
          <w:lang w:bidi="fa-IR"/>
        </w:rPr>
        <w:t xml:space="preserve"> و منته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الامال ج 2 ص 165.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24- منته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الامال ج 2 ص 164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25- ج 3 دارالسلام ص 328 و ص 332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lastRenderedPageBreak/>
        <w:t>26- ج 10 بحار ص 145 به نقل دارالسلام ج 3 ص 350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27- 16 بحارالانوار ص 44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28- منته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الامال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29- منته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الامال ج 1 ص 18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30- بحارالانوار ج 11 ص 21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31- 16 بحارالانوار ص 148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32- نهم بحار ص 514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33- تفس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ابوالفتوح در سوه نساء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34- روضات الجنات ص 121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35- مدفوع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36- مدفوع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37- انوار نعمان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ص 342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38- منته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الامال ص 332 و اثن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عشر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39- انوار نعمان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ص 353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40- کشکول بحران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 2 ص 137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41- 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وه</w:t>
      </w:r>
      <w:r w:rsidRPr="00FB233E">
        <w:rPr>
          <w:rtl/>
          <w:lang w:bidi="fa-IR"/>
        </w:rPr>
        <w:t xml:space="preserve"> القلوب ج 1 ص 578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42- سف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البحار در ذ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لفظ قنع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43- بحارالانوار ج 12 ص 100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44- مثتل خوارزم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 2 ص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108 و تتمه المنته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ص 134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45- زهرالرب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46- بحارالانوار ج 6 ص 726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47- انوار نعمان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ص 323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48- گوش و ب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دن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49- بحارالانوار غزوه احد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50- پارچه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که</w:t>
      </w:r>
      <w:r w:rsidRPr="00FB233E">
        <w:rPr>
          <w:rtl/>
          <w:lang w:bidi="fa-IR"/>
        </w:rPr>
        <w:t xml:space="preserve"> بسر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بندد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51- ج 11 بحار ص 12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52- وقا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</w:t>
      </w:r>
      <w:r w:rsidRPr="00FB233E">
        <w:rPr>
          <w:rtl/>
          <w:lang w:bidi="fa-IR"/>
        </w:rPr>
        <w:t xml:space="preserve"> الا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ام</w:t>
      </w:r>
      <w:r w:rsidRPr="00FB233E">
        <w:rPr>
          <w:rtl/>
          <w:lang w:bidi="fa-IR"/>
        </w:rPr>
        <w:t xml:space="preserve"> ج 3 نقل از جوامع الحکا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ات</w:t>
      </w:r>
      <w:r w:rsidRPr="00FB233E">
        <w:rPr>
          <w:rtl/>
          <w:lang w:bidi="fa-IR"/>
        </w:rPr>
        <w:t xml:space="preserve"> عوف</w:t>
      </w:r>
      <w:r w:rsidRPr="00FB233E">
        <w:rPr>
          <w:rFonts w:hint="cs"/>
          <w:rtl/>
          <w:lang w:bidi="fa-IR"/>
        </w:rPr>
        <w:t>ی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lastRenderedPageBreak/>
        <w:t>53- بحار جزء 16 ص 264 نقل از کاف</w:t>
      </w:r>
      <w:r w:rsidRPr="00FB233E">
        <w:rPr>
          <w:rFonts w:hint="cs"/>
          <w:rtl/>
          <w:lang w:bidi="fa-IR"/>
        </w:rPr>
        <w:t>ی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54- وقا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</w:t>
      </w:r>
      <w:r w:rsidRPr="00FB233E">
        <w:rPr>
          <w:rtl/>
          <w:lang w:bidi="fa-IR"/>
        </w:rPr>
        <w:t xml:space="preserve"> الا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مام</w:t>
      </w:r>
      <w:r w:rsidRPr="00FB233E">
        <w:rPr>
          <w:rtl/>
          <w:lang w:bidi="fa-IR"/>
        </w:rPr>
        <w:t xml:space="preserve"> ج 3 نقل از جوامع الحکا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ات</w:t>
      </w:r>
      <w:r w:rsidRPr="00FB233E">
        <w:rPr>
          <w:rtl/>
          <w:lang w:bidi="fa-IR"/>
        </w:rPr>
        <w:t xml:space="preserve"> عوف</w:t>
      </w:r>
      <w:r w:rsidRPr="00FB233E">
        <w:rPr>
          <w:rFonts w:hint="cs"/>
          <w:rtl/>
          <w:lang w:bidi="fa-IR"/>
        </w:rPr>
        <w:t>ی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55- لطائف الطوائف ص 27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56- جزء ششم بحارالانوار چاپ جد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ص 220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57- سف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ج 1 ص 416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58- بحارالانوار جزء 16 ص 216 نقل از امال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صدوق ص 279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59- انوار نعمان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ص 117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60- شانزدهم بحارالانوار ص 44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61- منته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الامال ج 2 ص 239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62- انوار نعمان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ص 268 منظور از دو رشته 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روئ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که در اخت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ار</w:t>
      </w:r>
      <w:r w:rsidRPr="00FB233E">
        <w:rPr>
          <w:rtl/>
          <w:lang w:bidi="fa-IR"/>
        </w:rPr>
        <w:t xml:space="preserve"> آن دوملک است و برگرفته از کتاب : داستانها و پندها، اثر: مصطف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زمان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وجدان</w:t>
      </w:r>
      <w:r w:rsidRPr="00FB233E">
        <w:rPr>
          <w:rFonts w:hint="cs"/>
          <w:rtl/>
          <w:lang w:bidi="fa-IR"/>
        </w:rPr>
        <w:t>ی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63- ج 9 بحارالانوار ص 500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64- انوار نعمان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ص 81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65- اوطاس نام محل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است در سه منزل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مکه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66- اوق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چهل در هم است ، هر درهم 18 نخود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67- نقل از دو روا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ت</w:t>
      </w:r>
      <w:r w:rsidRPr="00FB233E">
        <w:rPr>
          <w:rtl/>
          <w:lang w:bidi="fa-IR"/>
        </w:rPr>
        <w:t xml:space="preserve"> در تفس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برهان ج 2 ص 114 قسمت غنائم از شجره طوب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نقل شده ص 123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68- تفس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مجمع سوره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وسف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69- جزء 12 بحارالانوار ص 252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70- نزهه المجالس ج 1 ص 111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71- روضه الصفا.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72- نقل از 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الشر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عه</w:t>
      </w:r>
      <w:r w:rsidRPr="00FB233E">
        <w:rPr>
          <w:rtl/>
          <w:lang w:bidi="fa-IR"/>
        </w:rPr>
        <w:t xml:space="preserve"> ج 3 ص 14.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73- غذائ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از آرد گندم 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ا</w:t>
      </w:r>
      <w:r w:rsidRPr="00FB233E">
        <w:rPr>
          <w:rtl/>
          <w:lang w:bidi="fa-IR"/>
        </w:rPr>
        <w:t xml:space="preserve"> جو درست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کنند.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74- منته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الامال ج 2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75- منته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الامال ج 3 ص 125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76- سف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ج 2 ص 321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77- کشکول بحران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 2 ص 93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 xml:space="preserve">78- روضه الصفا احوال هود </w:t>
      </w:r>
      <w:r w:rsidR="006A44DE" w:rsidRPr="006A44DE">
        <w:rPr>
          <w:rStyle w:val="libAlaemChar"/>
          <w:rtl/>
        </w:rPr>
        <w:t xml:space="preserve">عليه‌السلام 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lastRenderedPageBreak/>
        <w:t>79- بحارالانوار ج پانزدهم قسمت دوم ص 53.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80- بحارالانوار ج پانزدهم قسمت دوم ص 53.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81- مقتل خوارزم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ج 2 ص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75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82- بحارالانوار ج 11 ص 225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83- نقل از کشکول ش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ح</w:t>
      </w:r>
      <w:r w:rsidRPr="00FB233E">
        <w:rPr>
          <w:rtl/>
          <w:lang w:bidi="fa-IR"/>
        </w:rPr>
        <w:t xml:space="preserve"> بهائ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که در ذ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ل</w:t>
      </w:r>
      <w:r w:rsidRPr="00FB233E">
        <w:rPr>
          <w:rtl/>
          <w:lang w:bidi="fa-IR"/>
        </w:rPr>
        <w:t xml:space="preserve"> قض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شکل آن را رسم کرده ص 33.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84- سف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البحار ج 1 لفظ امن 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85- دهم بحارالانوار ص 14 نقل از مناقب ابن شهرآشوب 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86- سف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ج 2 ص 433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87-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</w:t>
      </w:r>
      <w:r w:rsidRPr="00FB233E">
        <w:rPr>
          <w:rtl/>
          <w:lang w:bidi="fa-IR"/>
        </w:rPr>
        <w:t xml:space="preserve">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ا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ست</w:t>
      </w:r>
      <w:r w:rsidRPr="00FB233E">
        <w:rPr>
          <w:rtl/>
          <w:lang w:bidi="fa-IR"/>
        </w:rPr>
        <w:t xml:space="preserve"> در سوره مؤ منون 23 آ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110 خطاب به اهل جهنم است که تقاضا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خارج شدن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کنند به آنها گفته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 دور شو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و سخن نگوئ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>. کلمه اخساء در راندن سگ استعمال م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شود.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88- صاع چهار برابر مد و هر مد قر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ب</w:t>
      </w:r>
      <w:r w:rsidRPr="00FB233E">
        <w:rPr>
          <w:rtl/>
          <w:lang w:bidi="fa-IR"/>
        </w:rPr>
        <w:t xml:space="preserve"> 10 س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</w:t>
      </w:r>
      <w:r w:rsidRPr="00FB233E">
        <w:rPr>
          <w:rtl/>
          <w:lang w:bidi="fa-IR"/>
        </w:rPr>
        <w:t xml:space="preserve"> است 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89- ز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المجالس مجد</w:t>
      </w:r>
      <w:r w:rsidRPr="00FB233E">
        <w:rPr>
          <w:rFonts w:hint="cs"/>
          <w:rtl/>
          <w:lang w:bidi="fa-IR"/>
        </w:rPr>
        <w:t>ی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90- نقل از تار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خ</w:t>
      </w:r>
      <w:r w:rsidRPr="00FB233E">
        <w:rPr>
          <w:rtl/>
          <w:lang w:bidi="fa-IR"/>
        </w:rPr>
        <w:t xml:space="preserve"> بح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ره</w:t>
      </w:r>
      <w:r w:rsidRPr="00FB233E">
        <w:rPr>
          <w:rtl/>
          <w:lang w:bidi="fa-IR"/>
        </w:rPr>
        <w:t xml:space="preserve"> ص 20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91- کتاب قضاوتها نقل از امال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طوس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ص 313.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92- شرح نهج البلاغه ابن اب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الحد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د</w:t>
      </w:r>
      <w:r w:rsidRPr="00FB233E">
        <w:rPr>
          <w:rtl/>
          <w:lang w:bidi="fa-IR"/>
        </w:rPr>
        <w:t xml:space="preserve"> ج 3 ص 117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93- انوار نعمان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ص 226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94- انوار نعمان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ه</w:t>
      </w:r>
      <w:r w:rsidRPr="00FB233E">
        <w:rPr>
          <w:rtl/>
          <w:lang w:bidi="fa-IR"/>
        </w:rPr>
        <w:t xml:space="preserve"> ص 226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95- بحارالانوار ج 14 ص 913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96- سف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نه</w:t>
      </w:r>
      <w:r w:rsidRPr="00FB233E">
        <w:rPr>
          <w:rtl/>
          <w:lang w:bidi="fa-IR"/>
        </w:rPr>
        <w:t xml:space="preserve"> ج 2 ص 613 نفحه ال</w:t>
      </w:r>
      <w:r w:rsidRPr="00FB233E">
        <w:rPr>
          <w:rFonts w:hint="cs"/>
          <w:rtl/>
          <w:lang w:bidi="fa-IR"/>
        </w:rPr>
        <w:t>ی</w:t>
      </w:r>
      <w:r w:rsidRPr="00FB233E">
        <w:rPr>
          <w:rFonts w:hint="eastAsia"/>
          <w:rtl/>
          <w:lang w:bidi="fa-IR"/>
        </w:rPr>
        <w:t>من</w:t>
      </w:r>
      <w:r w:rsidRPr="00FB233E">
        <w:rPr>
          <w:rtl/>
          <w:lang w:bidi="fa-IR"/>
        </w:rPr>
        <w:t xml:space="preserve"> ص 49</w:t>
      </w:r>
    </w:p>
    <w:p w:rsidR="00FB233E" w:rsidRPr="00FB233E" w:rsidRDefault="00FB233E" w:rsidP="00D35D9A">
      <w:pPr>
        <w:pStyle w:val="libFootnote0"/>
        <w:rPr>
          <w:rtl/>
          <w:lang w:bidi="fa-IR"/>
        </w:rPr>
      </w:pPr>
      <w:r w:rsidRPr="00FB233E">
        <w:rPr>
          <w:rtl/>
          <w:lang w:bidi="fa-IR"/>
        </w:rPr>
        <w:t>97- الکن</w:t>
      </w:r>
      <w:r w:rsidRPr="00FB233E">
        <w:rPr>
          <w:rFonts w:hint="cs"/>
          <w:rtl/>
          <w:lang w:bidi="fa-IR"/>
        </w:rPr>
        <w:t>ی</w:t>
      </w:r>
      <w:r w:rsidRPr="00FB233E">
        <w:rPr>
          <w:rtl/>
          <w:lang w:bidi="fa-IR"/>
        </w:rPr>
        <w:t xml:space="preserve"> ولالقاب ج 2 ص 13</w:t>
      </w:r>
    </w:p>
    <w:p w:rsidR="008F24C2" w:rsidRDefault="00D35D9A" w:rsidP="00D35D9A">
      <w:pPr>
        <w:pStyle w:val="Heading1Center"/>
        <w:rPr>
          <w:rFonts w:hint="cs"/>
          <w:rtl/>
        </w:rPr>
      </w:pPr>
      <w:r>
        <w:rPr>
          <w:rtl/>
        </w:rPr>
        <w:br w:type="page"/>
      </w:r>
      <w:bookmarkStart w:id="99" w:name="_Toc496184367"/>
      <w:r>
        <w:rPr>
          <w:rFonts w:hint="cs"/>
          <w:rtl/>
        </w:rPr>
        <w:lastRenderedPageBreak/>
        <w:t>فهرست مطالب</w:t>
      </w:r>
      <w:bookmarkEnd w:id="99"/>
    </w:p>
    <w:sdt>
      <w:sdtPr>
        <w:id w:val="358379861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  <w:lang w:bidi="ar-SA"/>
        </w:rPr>
      </w:sdtEndPr>
      <w:sdtContent>
        <w:p w:rsidR="005C77E2" w:rsidRDefault="005C77E2" w:rsidP="005C77E2">
          <w:pPr>
            <w:pStyle w:val="TOCHeading"/>
          </w:pPr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6184268" w:history="1">
            <w:r w:rsidRPr="003D2F20">
              <w:rPr>
                <w:rStyle w:val="Hyperlink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69" w:history="1">
            <w:r w:rsidRPr="003D2F20">
              <w:rPr>
                <w:rStyle w:val="Hyperlink"/>
                <w:noProof/>
                <w:rtl/>
                <w:lang w:bidi="fa-IR"/>
              </w:rPr>
              <w:t>سپاه 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70" w:history="1">
            <w:r w:rsidRPr="003D2F20">
              <w:rPr>
                <w:rStyle w:val="Hyperlink"/>
                <w:noProof/>
                <w:rtl/>
                <w:lang w:bidi="fa-IR"/>
              </w:rPr>
              <w:t>همنش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ن حضرت موس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2F20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71" w:history="1">
            <w:r w:rsidRPr="003D2F20">
              <w:rPr>
                <w:rStyle w:val="Hyperlink"/>
                <w:noProof/>
                <w:rtl/>
                <w:lang w:bidi="fa-IR"/>
              </w:rPr>
              <w:t>ا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ن علاقه چگونه توبه 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72" w:history="1">
            <w:r w:rsidRPr="003D2F20">
              <w:rPr>
                <w:rStyle w:val="Hyperlink"/>
                <w:noProof/>
                <w:rtl/>
                <w:lang w:bidi="fa-IR"/>
              </w:rPr>
              <w:t>ش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ر درنده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73" w:history="1">
            <w:r w:rsidRPr="003D2F20">
              <w:rPr>
                <w:rStyle w:val="Hyperlink"/>
                <w:noProof/>
                <w:rtl/>
                <w:lang w:bidi="fa-IR"/>
              </w:rPr>
              <w:t>امانت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74" w:history="1">
            <w:r w:rsidRPr="003D2F20">
              <w:rPr>
                <w:rStyle w:val="Hyperlink"/>
                <w:noProof/>
                <w:rtl/>
                <w:lang w:bidi="fa-IR"/>
              </w:rPr>
              <w:t>خشم را مهار کن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75" w:history="1">
            <w:r w:rsidRPr="003D2F20">
              <w:rPr>
                <w:rStyle w:val="Hyperlink"/>
                <w:noProof/>
                <w:rtl/>
                <w:lang w:bidi="fa-IR"/>
              </w:rPr>
              <w:t>صبر جم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ل مومن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76" w:history="1">
            <w:r w:rsidRPr="003D2F20">
              <w:rPr>
                <w:rStyle w:val="Hyperlink"/>
                <w:noProof/>
                <w:rtl/>
                <w:lang w:bidi="fa-IR"/>
              </w:rPr>
              <w:t>پ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امبر بسلامت باشد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77" w:history="1">
            <w:r w:rsidRPr="003D2F20">
              <w:rPr>
                <w:rStyle w:val="Hyperlink"/>
                <w:noProof/>
                <w:rtl/>
                <w:lang w:bidi="fa-IR"/>
              </w:rPr>
              <w:t>مقاومت مسلمانان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78" w:history="1">
            <w:r w:rsidRPr="003D2F20">
              <w:rPr>
                <w:rStyle w:val="Hyperlink"/>
                <w:noProof/>
                <w:rtl/>
                <w:lang w:bidi="fa-IR"/>
              </w:rPr>
              <w:t>عمار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اسر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79" w:history="1">
            <w:r w:rsidRPr="003D2F20">
              <w:rPr>
                <w:rStyle w:val="Hyperlink"/>
                <w:noProof/>
                <w:rtl/>
                <w:lang w:bidi="fa-IR"/>
              </w:rPr>
              <w:t>زن شجاع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80" w:history="1">
            <w:r w:rsidRPr="003D2F20">
              <w:rPr>
                <w:rStyle w:val="Hyperlink"/>
                <w:noProof/>
                <w:rtl/>
                <w:lang w:bidi="fa-IR"/>
              </w:rPr>
              <w:t>به دنبال شهادت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81" w:history="1">
            <w:r w:rsidRPr="003D2F20">
              <w:rPr>
                <w:rStyle w:val="Hyperlink"/>
                <w:noProof/>
                <w:rtl/>
                <w:lang w:bidi="fa-IR"/>
              </w:rPr>
              <w:t>تحمل مشکلات جنگ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82" w:history="1">
            <w:r w:rsidRPr="003D2F20">
              <w:rPr>
                <w:rStyle w:val="Hyperlink"/>
                <w:noProof/>
                <w:rtl/>
                <w:lang w:bidi="fa-IR"/>
              </w:rPr>
              <w:t>جهالت تا کجا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83" w:history="1">
            <w:r w:rsidRPr="003D2F20">
              <w:rPr>
                <w:rStyle w:val="Hyperlink"/>
                <w:noProof/>
                <w:rtl/>
                <w:lang w:bidi="fa-IR"/>
              </w:rPr>
              <w:t>شفاعت را نپذ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رفت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84" w:history="1">
            <w:r w:rsidRPr="003D2F20">
              <w:rPr>
                <w:rStyle w:val="Hyperlink"/>
                <w:noProof/>
                <w:rtl/>
                <w:lang w:bidi="fa-IR"/>
              </w:rPr>
              <w:t>غنائم متعلق به همه 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85" w:history="1">
            <w:r w:rsidRPr="003D2F20">
              <w:rPr>
                <w:rStyle w:val="Hyperlink"/>
                <w:noProof/>
                <w:rtl/>
                <w:lang w:bidi="fa-IR"/>
              </w:rPr>
              <w:t>حقان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ت 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86" w:history="1">
            <w:r w:rsidRPr="003D2F20">
              <w:rPr>
                <w:rStyle w:val="Hyperlink"/>
                <w:noProof/>
                <w:rtl/>
                <w:lang w:bidi="fa-IR"/>
              </w:rPr>
              <w:t>پره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زکار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صفوان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87" w:history="1">
            <w:r w:rsidRPr="003D2F20">
              <w:rPr>
                <w:rStyle w:val="Hyperlink"/>
                <w:noProof/>
                <w:rtl/>
                <w:lang w:bidi="fa-IR"/>
              </w:rPr>
              <w:t>نذر و پ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مان را فراموش نکن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88" w:history="1">
            <w:r w:rsidRPr="003D2F20">
              <w:rPr>
                <w:rStyle w:val="Hyperlink"/>
                <w:noProof/>
                <w:rtl/>
                <w:lang w:bidi="fa-IR"/>
              </w:rPr>
              <w:t>لاضرر و لاضرار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89" w:history="1">
            <w:r w:rsidRPr="003D2F20">
              <w:rPr>
                <w:rStyle w:val="Hyperlink"/>
                <w:noProof/>
                <w:rtl/>
                <w:lang w:bidi="fa-IR"/>
              </w:rPr>
              <w:t>د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ن فروش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90" w:history="1">
            <w:r w:rsidRPr="003D2F20">
              <w:rPr>
                <w:rStyle w:val="Hyperlink"/>
                <w:noProof/>
                <w:rtl/>
                <w:lang w:bidi="fa-IR"/>
              </w:rPr>
              <w:t>حق همسا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91" w:history="1">
            <w:r w:rsidRPr="003D2F20">
              <w:rPr>
                <w:rStyle w:val="Hyperlink"/>
                <w:noProof/>
                <w:rtl/>
                <w:lang w:bidi="fa-IR"/>
              </w:rPr>
              <w:t>حدود همسا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گ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92" w:history="1">
            <w:r w:rsidRPr="003D2F20">
              <w:rPr>
                <w:rStyle w:val="Hyperlink"/>
                <w:noProof/>
                <w:rtl/>
                <w:lang w:bidi="fa-IR"/>
              </w:rPr>
              <w:t xml:space="preserve">ائمه </w:t>
            </w:r>
            <w:r w:rsidRPr="003D2F20">
              <w:rPr>
                <w:rStyle w:val="Hyperlink"/>
                <w:rFonts w:eastAsiaTheme="minorHAnsi" w:cs="Rafed Alaem"/>
                <w:noProof/>
                <w:rtl/>
              </w:rPr>
              <w:t>عليهم‌السلام</w:t>
            </w:r>
            <w:r w:rsidRPr="003D2F20">
              <w:rPr>
                <w:rStyle w:val="Hyperlink"/>
                <w:noProof/>
                <w:rtl/>
                <w:lang w:bidi="fa-IR"/>
              </w:rPr>
              <w:t>ا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نچن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ن بودند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93" w:history="1">
            <w:r w:rsidRPr="003D2F20">
              <w:rPr>
                <w:rStyle w:val="Hyperlink"/>
                <w:noProof/>
                <w:rtl/>
                <w:lang w:bidi="fa-IR"/>
              </w:rPr>
              <w:t>تاءد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ب همسا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ه مزاحم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94" w:history="1">
            <w:r w:rsidRPr="003D2F20">
              <w:rPr>
                <w:rStyle w:val="Hyperlink"/>
                <w:noProof/>
                <w:rtl/>
                <w:lang w:bidi="fa-IR"/>
              </w:rPr>
              <w:t>احترام دوستان اهل ب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ت</w:t>
            </w:r>
            <w:r w:rsidRPr="003D2F20">
              <w:rPr>
                <w:rStyle w:val="Hyperlink"/>
                <w:rFonts w:eastAsiaTheme="minorHAnsi" w:cs="Rafed Alaem"/>
                <w:noProof/>
                <w:rtl/>
              </w:rPr>
              <w:t>عليهم‌السلام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95" w:history="1">
            <w:r w:rsidRPr="003D2F20">
              <w:rPr>
                <w:rStyle w:val="Hyperlink"/>
                <w:noProof/>
                <w:rtl/>
                <w:lang w:bidi="fa-IR"/>
              </w:rPr>
              <w:t>دعا برا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برادر مؤ 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96" w:history="1">
            <w:r w:rsidRPr="003D2F20">
              <w:rPr>
                <w:rStyle w:val="Hyperlink"/>
                <w:noProof/>
                <w:rtl/>
                <w:lang w:bidi="fa-IR"/>
              </w:rPr>
              <w:t>ن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ک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و احسان نجاتبخش 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97" w:history="1">
            <w:r w:rsidRPr="003D2F20">
              <w:rPr>
                <w:rStyle w:val="Hyperlink"/>
                <w:noProof/>
                <w:rtl/>
                <w:lang w:bidi="fa-IR"/>
              </w:rPr>
              <w:t>مسرور کردن مؤ 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98" w:history="1">
            <w:r w:rsidRPr="003D2F20">
              <w:rPr>
                <w:rStyle w:val="Hyperlink"/>
                <w:noProof/>
                <w:rtl/>
                <w:lang w:bidi="fa-IR"/>
              </w:rPr>
              <w:t>مس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ح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اسلام آورد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299" w:history="1">
            <w:r w:rsidRPr="003D2F20">
              <w:rPr>
                <w:rStyle w:val="Hyperlink"/>
                <w:noProof/>
                <w:rtl/>
                <w:lang w:bidi="fa-IR"/>
              </w:rPr>
              <w:t>ب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ن دو مسلمان را اصلاح کن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Toc496184299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00" w:history="1">
            <w:r w:rsidRPr="003D2F20">
              <w:rPr>
                <w:rStyle w:val="Hyperlink"/>
                <w:noProof/>
                <w:rtl/>
                <w:lang w:bidi="fa-IR"/>
              </w:rPr>
              <w:t>رفتار موس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بن جعفر </w:t>
            </w:r>
            <w:r w:rsidRPr="003D2F20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3D2F20">
              <w:rPr>
                <w:rStyle w:val="Hyperlink"/>
                <w:noProof/>
                <w:rtl/>
                <w:lang w:bidi="fa-IR"/>
              </w:rPr>
              <w:t>با پ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رمرد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01" w:history="1">
            <w:r w:rsidRPr="003D2F20">
              <w:rPr>
                <w:rStyle w:val="Hyperlink"/>
                <w:noProof/>
                <w:rtl/>
                <w:lang w:bidi="fa-IR"/>
              </w:rPr>
              <w:t>ا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ن گونه مسافرت کن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02" w:history="1">
            <w:r w:rsidRPr="003D2F20">
              <w:rPr>
                <w:rStyle w:val="Hyperlink"/>
                <w:noProof/>
                <w:rtl/>
                <w:lang w:bidi="fa-IR"/>
              </w:rPr>
              <w:t>احترام م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همان روش ائمه بود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03" w:history="1">
            <w:r w:rsidRPr="003D2F20">
              <w:rPr>
                <w:rStyle w:val="Hyperlink"/>
                <w:noProof/>
                <w:rtl/>
                <w:lang w:bidi="fa-IR"/>
              </w:rPr>
              <w:t>پذ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رائ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از م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همان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04" w:history="1">
            <w:r w:rsidRPr="003D2F20">
              <w:rPr>
                <w:rStyle w:val="Hyperlink"/>
                <w:noProof/>
                <w:rtl/>
                <w:lang w:bidi="fa-IR"/>
              </w:rPr>
              <w:t>خ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رالحافظ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05" w:history="1">
            <w:r w:rsidRPr="003D2F20">
              <w:rPr>
                <w:rStyle w:val="Hyperlink"/>
                <w:noProof/>
                <w:rtl/>
                <w:lang w:bidi="fa-IR"/>
              </w:rPr>
              <w:t>شهادت چهل مؤ 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06" w:history="1">
            <w:r w:rsidRPr="003D2F20">
              <w:rPr>
                <w:rStyle w:val="Hyperlink"/>
                <w:noProof/>
                <w:rtl/>
                <w:lang w:bidi="fa-IR"/>
              </w:rPr>
              <w:t>بهلول و دزد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07" w:history="1">
            <w:r w:rsidRPr="003D2F20">
              <w:rPr>
                <w:rStyle w:val="Hyperlink"/>
                <w:noProof/>
                <w:rtl/>
                <w:lang w:bidi="fa-IR"/>
              </w:rPr>
              <w:t>رزق به قدر کفاف خوب 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08" w:history="1">
            <w:r w:rsidRPr="003D2F20">
              <w:rPr>
                <w:rStyle w:val="Hyperlink"/>
                <w:noProof/>
                <w:rtl/>
                <w:lang w:bidi="fa-IR"/>
              </w:rPr>
              <w:t>صبر در تنگدست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09" w:history="1">
            <w:r w:rsidRPr="003D2F20">
              <w:rPr>
                <w:rStyle w:val="Hyperlink"/>
                <w:noProof/>
                <w:rtl/>
                <w:lang w:bidi="fa-IR"/>
              </w:rPr>
              <w:t>حضرت ع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س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2F20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3D2F20">
              <w:rPr>
                <w:rStyle w:val="Hyperlink"/>
                <w:noProof/>
                <w:rtl/>
                <w:lang w:bidi="fa-IR"/>
              </w:rPr>
              <w:t>و مرد حر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10" w:history="1">
            <w:r w:rsidRPr="003D2F20">
              <w:rPr>
                <w:rStyle w:val="Hyperlink"/>
                <w:noProof/>
                <w:rtl/>
                <w:lang w:bidi="fa-IR"/>
              </w:rPr>
              <w:t>قناعت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11" w:history="1">
            <w:r w:rsidRPr="003D2F20">
              <w:rPr>
                <w:rStyle w:val="Hyperlink"/>
                <w:noProof/>
                <w:rtl/>
                <w:lang w:bidi="fa-IR"/>
              </w:rPr>
              <w:t>ب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ن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از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ابوذر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12" w:history="1">
            <w:r w:rsidRPr="003D2F20">
              <w:rPr>
                <w:rStyle w:val="Hyperlink"/>
                <w:noProof/>
                <w:rtl/>
                <w:lang w:bidi="fa-IR"/>
              </w:rPr>
              <w:t xml:space="preserve">حسد، جواد الائمه </w:t>
            </w:r>
            <w:r w:rsidRPr="003D2F20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را شه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د 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13" w:history="1">
            <w:r w:rsidRPr="003D2F20">
              <w:rPr>
                <w:rStyle w:val="Hyperlink"/>
                <w:noProof/>
                <w:rtl/>
                <w:lang w:bidi="fa-IR"/>
              </w:rPr>
              <w:t>صبر و تحمل بر شدائد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14" w:history="1">
            <w:r w:rsidRPr="003D2F20">
              <w:rPr>
                <w:rStyle w:val="Hyperlink"/>
                <w:noProof/>
                <w:rtl/>
                <w:lang w:bidi="fa-IR"/>
              </w:rPr>
              <w:t>با عجله ، روز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خود را حرام 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15" w:history="1">
            <w:r w:rsidRPr="003D2F20">
              <w:rPr>
                <w:rStyle w:val="Hyperlink"/>
                <w:noProof/>
                <w:rtl/>
                <w:lang w:bidi="fa-IR"/>
              </w:rPr>
              <w:t>پاداش شک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بائ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در مص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16" w:history="1">
            <w:r w:rsidRPr="003D2F20">
              <w:rPr>
                <w:rStyle w:val="Hyperlink"/>
                <w:noProof/>
                <w:rtl/>
                <w:lang w:bidi="fa-IR"/>
              </w:rPr>
              <w:t>شک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بائ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معاذ بر فوت فرزند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17" w:history="1">
            <w:r w:rsidRPr="003D2F20">
              <w:rPr>
                <w:rStyle w:val="Hyperlink"/>
                <w:noProof/>
                <w:rtl/>
                <w:lang w:bidi="fa-IR"/>
              </w:rPr>
              <w:t>شهادت حمزه و صبر پ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غمبر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18" w:history="1">
            <w:r w:rsidRPr="003D2F20">
              <w:rPr>
                <w:rStyle w:val="Hyperlink"/>
                <w:noProof/>
                <w:rtl/>
                <w:lang w:bidi="fa-IR"/>
              </w:rPr>
              <w:t>نامه ا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از حضرت صادق </w:t>
            </w:r>
            <w:r w:rsidRPr="003D2F20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19" w:history="1">
            <w:r w:rsidRPr="003D2F20">
              <w:rPr>
                <w:rStyle w:val="Hyperlink"/>
                <w:noProof/>
                <w:rtl/>
                <w:lang w:bidi="fa-IR"/>
              </w:rPr>
              <w:t>مقا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سه دو زن شک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با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20" w:history="1">
            <w:r w:rsidRPr="003D2F20">
              <w:rPr>
                <w:rStyle w:val="Hyperlink"/>
                <w:noProof/>
                <w:rtl/>
                <w:lang w:bidi="fa-IR"/>
              </w:rPr>
              <w:t>نمونه ا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از اخلاق پ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امبر اکرم </w:t>
            </w:r>
            <w:r w:rsidRPr="003D2F20">
              <w:rPr>
                <w:rStyle w:val="Hyperlink"/>
                <w:rFonts w:cs="Rafed Alaem"/>
                <w:noProof/>
                <w:rtl/>
              </w:rPr>
              <w:t>صلى‌الله‌عليه‌وآله‌وسلم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21" w:history="1">
            <w:r w:rsidRPr="003D2F20">
              <w:rPr>
                <w:rStyle w:val="Hyperlink"/>
                <w:noProof/>
                <w:rtl/>
                <w:lang w:bidi="fa-IR"/>
              </w:rPr>
              <w:t>اخلاق پ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امبر را م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توان شمرد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22" w:history="1">
            <w:r w:rsidRPr="003D2F20">
              <w:rPr>
                <w:rStyle w:val="Hyperlink"/>
                <w:noProof/>
                <w:rtl/>
                <w:lang w:bidi="fa-IR"/>
              </w:rPr>
              <w:t>از خو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خوش پ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امبر </w:t>
            </w:r>
            <w:r w:rsidRPr="003D2F20">
              <w:rPr>
                <w:rStyle w:val="Hyperlink"/>
                <w:rFonts w:cs="Rafed Alaem"/>
                <w:noProof/>
                <w:rtl/>
              </w:rPr>
              <w:t xml:space="preserve">صلى‌الله‌عليه‌وآله‌وسلم </w:t>
            </w:r>
            <w:r w:rsidRPr="003D2F20">
              <w:rPr>
                <w:rStyle w:val="Hyperlink"/>
                <w:noProof/>
                <w:rtl/>
                <w:lang w:bidi="fa-IR"/>
              </w:rPr>
              <w:t>چه استفاده کردند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23" w:history="1">
            <w:r w:rsidRPr="003D2F20">
              <w:rPr>
                <w:rStyle w:val="Hyperlink"/>
                <w:noProof/>
                <w:rtl/>
                <w:lang w:bidi="fa-IR"/>
              </w:rPr>
              <w:t>نت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جه بد خلق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سعد معاذ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24" w:history="1">
            <w:r w:rsidRPr="003D2F20">
              <w:rPr>
                <w:rStyle w:val="Hyperlink"/>
                <w:noProof/>
                <w:rtl/>
                <w:lang w:bidi="fa-IR"/>
              </w:rPr>
              <w:t>رهبر با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د خوش خوتر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ن مردم باشد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25" w:history="1">
            <w:r w:rsidRPr="003D2F20">
              <w:rPr>
                <w:rStyle w:val="Hyperlink"/>
                <w:noProof/>
                <w:rtl/>
                <w:lang w:bidi="fa-IR"/>
              </w:rPr>
              <w:t>پ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غمبر اسلام </w:t>
            </w:r>
            <w:r w:rsidRPr="003D2F20">
              <w:rPr>
                <w:rStyle w:val="Hyperlink"/>
                <w:rFonts w:cs="Rafed Alaem"/>
                <w:noProof/>
                <w:rtl/>
              </w:rPr>
              <w:t xml:space="preserve">صلى‌الله‌عليه‌وآله‌وسلم </w:t>
            </w:r>
            <w:r w:rsidRPr="003D2F20">
              <w:rPr>
                <w:rStyle w:val="Hyperlink"/>
                <w:noProof/>
                <w:rtl/>
                <w:lang w:bidi="fa-IR"/>
              </w:rPr>
              <w:t>با عمل هدا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ت م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26" w:history="1">
            <w:r w:rsidRPr="003D2F20">
              <w:rPr>
                <w:rStyle w:val="Hyperlink"/>
                <w:noProof/>
                <w:rtl/>
                <w:lang w:bidi="fa-IR"/>
              </w:rPr>
              <w:t>مخالفت عابد بن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اسرائ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ل با نفس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27" w:history="1">
            <w:r w:rsidRPr="003D2F20">
              <w:rPr>
                <w:rStyle w:val="Hyperlink"/>
                <w:noProof/>
                <w:rtl/>
                <w:lang w:bidi="fa-IR"/>
              </w:rPr>
              <w:t>مبارزه ثروت و ا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28" w:history="1">
            <w:r w:rsidRPr="003D2F20">
              <w:rPr>
                <w:rStyle w:val="Hyperlink"/>
                <w:noProof/>
                <w:rtl/>
                <w:lang w:bidi="fa-IR"/>
              </w:rPr>
              <w:t>درس از تواضع امام چهارم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29" w:history="1">
            <w:r w:rsidRPr="003D2F20">
              <w:rPr>
                <w:rStyle w:val="Hyperlink"/>
                <w:noProof/>
                <w:rtl/>
                <w:lang w:bidi="fa-IR"/>
              </w:rPr>
              <w:t>مغرور نشو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30" w:history="1">
            <w:r w:rsidRPr="003D2F20">
              <w:rPr>
                <w:rStyle w:val="Hyperlink"/>
                <w:noProof/>
                <w:rtl/>
                <w:lang w:bidi="fa-IR"/>
              </w:rPr>
              <w:t>متواضع باش تا بلند شو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31" w:history="1">
            <w:r w:rsidRPr="003D2F20">
              <w:rPr>
                <w:rStyle w:val="Hyperlink"/>
                <w:noProof/>
                <w:rtl/>
                <w:lang w:bidi="fa-IR"/>
              </w:rPr>
              <w:t>امام عل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2F20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و انتخاب لباس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32" w:history="1">
            <w:r w:rsidRPr="003D2F20">
              <w:rPr>
                <w:rStyle w:val="Hyperlink"/>
                <w:noProof/>
                <w:rtl/>
                <w:lang w:bidi="fa-IR"/>
              </w:rPr>
              <w:t>از ش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طان بشنو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33" w:history="1">
            <w:r w:rsidRPr="003D2F20">
              <w:rPr>
                <w:rStyle w:val="Hyperlink"/>
                <w:noProof/>
                <w:rtl/>
                <w:lang w:bidi="fa-IR"/>
              </w:rPr>
              <w:t>خود پسند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با لشکر اسلام چه 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34" w:history="1">
            <w:r w:rsidRPr="003D2F20">
              <w:rPr>
                <w:rStyle w:val="Hyperlink"/>
                <w:noProof/>
                <w:rtl/>
                <w:lang w:bidi="fa-IR"/>
              </w:rPr>
              <w:t xml:space="preserve">چرا فرزندان 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وسف </w:t>
            </w:r>
            <w:r w:rsidRPr="003D2F20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پ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امبر نشدند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35" w:history="1">
            <w:r w:rsidRPr="003D2F20">
              <w:rPr>
                <w:rStyle w:val="Hyperlink"/>
                <w:noProof/>
                <w:rtl/>
                <w:lang w:bidi="fa-IR"/>
              </w:rPr>
              <w:t>کبر خسروپرو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36" w:history="1">
            <w:r w:rsidRPr="003D2F20">
              <w:rPr>
                <w:rStyle w:val="Hyperlink"/>
                <w:noProof/>
                <w:rtl/>
                <w:lang w:bidi="fa-IR"/>
              </w:rPr>
              <w:t>نو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سنده خودپسند رسوا م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شود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37" w:history="1">
            <w:r w:rsidRPr="003D2F20">
              <w:rPr>
                <w:rStyle w:val="Hyperlink"/>
                <w:noProof/>
                <w:rtl/>
                <w:lang w:bidi="fa-IR"/>
              </w:rPr>
              <w:t>مدارا و بردبار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حضرت باقر </w:t>
            </w:r>
            <w:r w:rsidRPr="003D2F20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38" w:history="1">
            <w:r w:rsidRPr="003D2F20">
              <w:rPr>
                <w:rStyle w:val="Hyperlink"/>
                <w:noProof/>
                <w:rtl/>
                <w:lang w:bidi="fa-IR"/>
              </w:rPr>
              <w:t>بردبار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حضرت موس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جعفر </w:t>
            </w:r>
            <w:r w:rsidRPr="003D2F20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39" w:history="1">
            <w:r w:rsidRPr="003D2F20">
              <w:rPr>
                <w:rStyle w:val="Hyperlink"/>
                <w:noProof/>
                <w:rtl/>
                <w:lang w:bidi="fa-IR"/>
              </w:rPr>
              <w:t>بردبار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حضرت امام حسن مجتب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2F20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40" w:history="1">
            <w:r w:rsidRPr="003D2F20">
              <w:rPr>
                <w:rStyle w:val="Hyperlink"/>
                <w:noProof/>
                <w:rtl/>
                <w:lang w:bidi="fa-IR"/>
              </w:rPr>
              <w:t xml:space="preserve">ناسزا 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ا بردبار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41" w:history="1">
            <w:r w:rsidRPr="003D2F20">
              <w:rPr>
                <w:rStyle w:val="Hyperlink"/>
                <w:noProof/>
                <w:rtl/>
                <w:lang w:bidi="fa-IR"/>
              </w:rPr>
              <w:t>عل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2F20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3D2F20">
              <w:rPr>
                <w:rStyle w:val="Hyperlink"/>
                <w:noProof/>
                <w:rtl/>
                <w:lang w:bidi="fa-IR"/>
              </w:rPr>
              <w:t>برا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خدا خشمگ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ن م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شود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42" w:history="1">
            <w:r w:rsidRPr="003D2F20">
              <w:rPr>
                <w:rStyle w:val="Hyperlink"/>
                <w:noProof/>
                <w:rtl/>
                <w:lang w:bidi="fa-IR"/>
              </w:rPr>
              <w:t>عمل با گفتار خ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ل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فرق 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43" w:history="1">
            <w:r w:rsidRPr="003D2F20">
              <w:rPr>
                <w:rStyle w:val="Hyperlink"/>
                <w:noProof/>
                <w:rtl/>
                <w:lang w:bidi="fa-IR"/>
              </w:rPr>
              <w:t>چند نفر از ا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ن مردان 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افت م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شوند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44" w:history="1">
            <w:r w:rsidRPr="003D2F20">
              <w:rPr>
                <w:rStyle w:val="Hyperlink"/>
                <w:noProof/>
                <w:rtl/>
                <w:lang w:bidi="fa-IR"/>
              </w:rPr>
              <w:t>ا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ن داستان با مردم امروز چه تناسب 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45" w:history="1">
            <w:r w:rsidRPr="003D2F20">
              <w:rPr>
                <w:rStyle w:val="Hyperlink"/>
                <w:noProof/>
                <w:rtl/>
                <w:lang w:bidi="fa-IR"/>
              </w:rPr>
              <w:t xml:space="preserve">به هر 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ک از دو برادر دستور م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انه رو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داد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46" w:history="1">
            <w:r w:rsidRPr="003D2F20">
              <w:rPr>
                <w:rStyle w:val="Hyperlink"/>
                <w:noProof/>
                <w:rtl/>
                <w:lang w:bidi="fa-IR"/>
              </w:rPr>
              <w:t>همت نعمان بن بش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47" w:history="1">
            <w:r w:rsidRPr="003D2F20">
              <w:rPr>
                <w:rStyle w:val="Hyperlink"/>
                <w:noProof/>
                <w:rtl/>
                <w:lang w:bidi="fa-IR"/>
              </w:rPr>
              <w:t>زن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شرافتمند و خوش عق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48" w:history="1">
            <w:r w:rsidRPr="003D2F20">
              <w:rPr>
                <w:rStyle w:val="Hyperlink"/>
                <w:noProof/>
                <w:rtl/>
                <w:lang w:bidi="fa-IR"/>
              </w:rPr>
              <w:t>عمر محدود و آرزو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نامحدود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49" w:history="1">
            <w:r w:rsidRPr="003D2F20">
              <w:rPr>
                <w:rStyle w:val="Hyperlink"/>
                <w:noProof/>
                <w:rtl/>
                <w:lang w:bidi="fa-IR"/>
              </w:rPr>
              <w:t>آرزو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ک ماه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را بگور برد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50" w:history="1">
            <w:r w:rsidRPr="003D2F20">
              <w:rPr>
                <w:rStyle w:val="Hyperlink"/>
                <w:noProof/>
                <w:rtl/>
                <w:lang w:bidi="fa-IR"/>
              </w:rPr>
              <w:t>تاءث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ر 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ک انگشتر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51" w:history="1">
            <w:r w:rsidRPr="003D2F20">
              <w:rPr>
                <w:rStyle w:val="Hyperlink"/>
                <w:noProof/>
                <w:rtl/>
                <w:lang w:bidi="fa-IR"/>
              </w:rPr>
              <w:t xml:space="preserve">با 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ک آرزو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دراز صد تاز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انه خورد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52" w:history="1">
            <w:r w:rsidRPr="003D2F20">
              <w:rPr>
                <w:rStyle w:val="Hyperlink"/>
                <w:noProof/>
                <w:rtl/>
                <w:lang w:bidi="fa-IR"/>
              </w:rPr>
              <w:t>جا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گاه ظلم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53" w:history="1">
            <w:r w:rsidRPr="003D2F20">
              <w:rPr>
                <w:rStyle w:val="Hyperlink"/>
                <w:noProof/>
                <w:rtl/>
                <w:lang w:bidi="fa-IR"/>
              </w:rPr>
              <w:t>از مکافات ستم غافل مشو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54" w:history="1">
            <w:r w:rsidRPr="003D2F20">
              <w:rPr>
                <w:rStyle w:val="Hyperlink"/>
                <w:noProof/>
                <w:rtl/>
                <w:lang w:bidi="fa-IR"/>
              </w:rPr>
              <w:t>داستان د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گر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از مکافات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55" w:history="1">
            <w:r w:rsidRPr="003D2F20">
              <w:rPr>
                <w:rStyle w:val="Hyperlink"/>
                <w:noProof/>
                <w:rtl/>
                <w:lang w:bidi="fa-IR"/>
              </w:rPr>
              <w:t>حجاج عاقبت چه 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56" w:history="1">
            <w:r w:rsidRPr="003D2F20">
              <w:rPr>
                <w:rStyle w:val="Hyperlink"/>
                <w:noProof/>
                <w:rtl/>
                <w:lang w:bidi="fa-IR"/>
              </w:rPr>
              <w:t>ناله مظلوم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57" w:history="1">
            <w:r w:rsidRPr="003D2F20">
              <w:rPr>
                <w:rStyle w:val="Hyperlink"/>
                <w:noProof/>
                <w:rtl/>
                <w:lang w:bidi="fa-IR"/>
              </w:rPr>
              <w:t>با عدالت بر دشمن پ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روز 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58" w:history="1">
            <w:r w:rsidRPr="003D2F20">
              <w:rPr>
                <w:rStyle w:val="Hyperlink"/>
                <w:noProof/>
                <w:rtl/>
                <w:lang w:bidi="fa-IR"/>
              </w:rPr>
              <w:t>مالک اشتر به عل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2F20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چه گفت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59" w:history="1">
            <w:r w:rsidRPr="003D2F20">
              <w:rPr>
                <w:rStyle w:val="Hyperlink"/>
                <w:noProof/>
                <w:rtl/>
                <w:lang w:bidi="fa-IR"/>
              </w:rPr>
              <w:t>داستان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از عق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ل بشنو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60" w:history="1">
            <w:r w:rsidRPr="003D2F20">
              <w:rPr>
                <w:rStyle w:val="Hyperlink"/>
                <w:noProof/>
                <w:rtl/>
                <w:lang w:bidi="fa-IR"/>
              </w:rPr>
              <w:t>بهلول بر د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وار قصر هارون چه نوشت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61" w:history="1">
            <w:r w:rsidRPr="003D2F20">
              <w:rPr>
                <w:rStyle w:val="Hyperlink"/>
                <w:noProof/>
                <w:rtl/>
                <w:lang w:bidi="fa-IR"/>
              </w:rPr>
              <w:t>ا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نهم از اسراف محسوب م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شود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62" w:history="1">
            <w:r w:rsidRPr="003D2F20">
              <w:rPr>
                <w:rStyle w:val="Hyperlink"/>
                <w:noProof/>
                <w:rtl/>
                <w:lang w:bidi="fa-IR"/>
              </w:rPr>
              <w:t>اسراف در خوراک موجب امراض است 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63" w:history="1">
            <w:r w:rsidRPr="003D2F20">
              <w:rPr>
                <w:rStyle w:val="Hyperlink"/>
                <w:noProof/>
                <w:rtl/>
                <w:lang w:bidi="fa-IR"/>
              </w:rPr>
              <w:t>با شراب خوار معاشرت نکن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64" w:history="1">
            <w:r w:rsidRPr="003D2F20">
              <w:rPr>
                <w:rStyle w:val="Hyperlink"/>
                <w:noProof/>
                <w:rtl/>
                <w:lang w:bidi="fa-IR"/>
              </w:rPr>
              <w:t>سخن چ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ن چه م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کند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65" w:history="1">
            <w:r w:rsidRPr="003D2F20">
              <w:rPr>
                <w:rStyle w:val="Hyperlink"/>
                <w:noProof/>
                <w:rtl/>
                <w:lang w:bidi="fa-IR"/>
              </w:rPr>
              <w:t>سخن چ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>ن خون آلود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66" w:history="1">
            <w:r w:rsidRPr="003D2F20">
              <w:rPr>
                <w:rStyle w:val="Hyperlink"/>
                <w:noProof/>
                <w:rtl/>
                <w:lang w:bidi="fa-IR"/>
              </w:rPr>
              <w:t>پ</w:t>
            </w:r>
            <w:r w:rsidRPr="003D2F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2F20">
              <w:rPr>
                <w:rStyle w:val="Hyperlink"/>
                <w:noProof/>
                <w:rtl/>
                <w:lang w:bidi="fa-IR"/>
              </w:rPr>
              <w:t xml:space="preserve"> نوشتها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6184367" w:history="1">
            <w:r w:rsidRPr="003D2F20">
              <w:rPr>
                <w:rStyle w:val="Hyperlink"/>
                <w:noProof/>
                <w:rtl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Toc496184367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77E2" w:rsidRDefault="005C77E2">
          <w:r>
            <w:fldChar w:fldCharType="end"/>
          </w:r>
        </w:p>
      </w:sdtContent>
    </w:sdt>
    <w:p w:rsidR="00D35D9A" w:rsidRPr="00D35D9A" w:rsidRDefault="00D35D9A" w:rsidP="00D35D9A">
      <w:pPr>
        <w:pStyle w:val="libNormal"/>
      </w:pPr>
    </w:p>
    <w:sectPr w:rsidR="00D35D9A" w:rsidRPr="00D35D9A" w:rsidSect="004C3E90">
      <w:footerReference w:type="even" r:id="rId23"/>
      <w:footerReference w:type="default" r:id="rId24"/>
      <w:footerReference w:type="first" r:id="rId25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762" w:rsidRDefault="005D2762">
      <w:r>
        <w:separator/>
      </w:r>
    </w:p>
  </w:endnote>
  <w:endnote w:type="continuationSeparator" w:id="0">
    <w:p w:rsidR="005D2762" w:rsidRDefault="005D27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665" w:rsidRDefault="00772665">
    <w:pPr>
      <w:pStyle w:val="Footer"/>
    </w:pPr>
    <w:fldSimple w:instr=" PAGE   \* MERGEFORMAT ">
      <w:r w:rsidR="005C77E2">
        <w:rPr>
          <w:noProof/>
          <w:rtl/>
        </w:rPr>
        <w:t>154</w:t>
      </w:r>
    </w:fldSimple>
  </w:p>
  <w:p w:rsidR="00772665" w:rsidRDefault="0077266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665" w:rsidRDefault="00772665">
    <w:pPr>
      <w:pStyle w:val="Footer"/>
    </w:pPr>
    <w:fldSimple w:instr=" PAGE   \* MERGEFORMAT ">
      <w:r w:rsidR="005C77E2">
        <w:rPr>
          <w:noProof/>
          <w:rtl/>
        </w:rPr>
        <w:t>153</w:t>
      </w:r>
    </w:fldSimple>
  </w:p>
  <w:p w:rsidR="00772665" w:rsidRDefault="0077266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665" w:rsidRDefault="00772665">
    <w:pPr>
      <w:pStyle w:val="Footer"/>
    </w:pPr>
    <w:fldSimple w:instr=" PAGE   \* MERGEFORMAT ">
      <w:r w:rsidR="005C77E2">
        <w:rPr>
          <w:noProof/>
          <w:rtl/>
        </w:rPr>
        <w:t>1</w:t>
      </w:r>
    </w:fldSimple>
  </w:p>
  <w:p w:rsidR="00772665" w:rsidRDefault="007726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762" w:rsidRDefault="005D2762">
      <w:r>
        <w:separator/>
      </w:r>
    </w:p>
  </w:footnote>
  <w:footnote w:type="continuationSeparator" w:id="0">
    <w:p w:rsidR="005D2762" w:rsidRDefault="005D27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BC0"/>
    <w:rsid w:val="00005A19"/>
    <w:rsid w:val="00010942"/>
    <w:rsid w:val="000217A6"/>
    <w:rsid w:val="00024AA0"/>
    <w:rsid w:val="000267FE"/>
    <w:rsid w:val="00030622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362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1F60D4"/>
    <w:rsid w:val="00202C7B"/>
    <w:rsid w:val="002054C5"/>
    <w:rsid w:val="00213662"/>
    <w:rsid w:val="002139CB"/>
    <w:rsid w:val="00214801"/>
    <w:rsid w:val="00224964"/>
    <w:rsid w:val="002267C7"/>
    <w:rsid w:val="00227FEE"/>
    <w:rsid w:val="00236F3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189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B63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07D86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4520"/>
    <w:rsid w:val="003546F8"/>
    <w:rsid w:val="00360A5F"/>
    <w:rsid w:val="003618AA"/>
    <w:rsid w:val="00362F97"/>
    <w:rsid w:val="00363C94"/>
    <w:rsid w:val="0036400D"/>
    <w:rsid w:val="00365DDC"/>
    <w:rsid w:val="00371C27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39F7"/>
    <w:rsid w:val="003D4E3A"/>
    <w:rsid w:val="003D6737"/>
    <w:rsid w:val="003E148D"/>
    <w:rsid w:val="003E33A9"/>
    <w:rsid w:val="003E3600"/>
    <w:rsid w:val="003F33DE"/>
    <w:rsid w:val="003F52A9"/>
    <w:rsid w:val="00402C65"/>
    <w:rsid w:val="004035D1"/>
    <w:rsid w:val="00404EB7"/>
    <w:rsid w:val="004068F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9D4"/>
    <w:rsid w:val="00487AE8"/>
    <w:rsid w:val="004919C3"/>
    <w:rsid w:val="00494861"/>
    <w:rsid w:val="004953C3"/>
    <w:rsid w:val="00497042"/>
    <w:rsid w:val="004A0866"/>
    <w:rsid w:val="004A5E75"/>
    <w:rsid w:val="004A785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275C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87803"/>
    <w:rsid w:val="005923FF"/>
    <w:rsid w:val="00595761"/>
    <w:rsid w:val="00597B34"/>
    <w:rsid w:val="005A075E"/>
    <w:rsid w:val="005A1C39"/>
    <w:rsid w:val="005A3551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C77E2"/>
    <w:rsid w:val="005D2762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2D38"/>
    <w:rsid w:val="00697257"/>
    <w:rsid w:val="006A44DE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411C"/>
    <w:rsid w:val="007571E2"/>
    <w:rsid w:val="00757A95"/>
    <w:rsid w:val="00760354"/>
    <w:rsid w:val="00765BEF"/>
    <w:rsid w:val="00772665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101C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0E1F"/>
    <w:rsid w:val="0087225B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1BC0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5B8"/>
    <w:rsid w:val="009036AC"/>
    <w:rsid w:val="009046DF"/>
    <w:rsid w:val="0091682D"/>
    <w:rsid w:val="00922370"/>
    <w:rsid w:val="0092388A"/>
    <w:rsid w:val="0092411B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C2259"/>
    <w:rsid w:val="009D3969"/>
    <w:rsid w:val="009D6CB0"/>
    <w:rsid w:val="009E03BE"/>
    <w:rsid w:val="009E07BB"/>
    <w:rsid w:val="009E4824"/>
    <w:rsid w:val="009E67C9"/>
    <w:rsid w:val="009E6DE8"/>
    <w:rsid w:val="009E7AB9"/>
    <w:rsid w:val="009F0505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D7BC7"/>
    <w:rsid w:val="00AE0531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47F66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6BCE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AE9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2191"/>
    <w:rsid w:val="00CE30CD"/>
    <w:rsid w:val="00CF00F5"/>
    <w:rsid w:val="00CF137D"/>
    <w:rsid w:val="00D01D6A"/>
    <w:rsid w:val="00D0599C"/>
    <w:rsid w:val="00D10971"/>
    <w:rsid w:val="00D20EAE"/>
    <w:rsid w:val="00D212D5"/>
    <w:rsid w:val="00D24B24"/>
    <w:rsid w:val="00D24EB0"/>
    <w:rsid w:val="00D25987"/>
    <w:rsid w:val="00D33A32"/>
    <w:rsid w:val="00D35D9A"/>
    <w:rsid w:val="00D40BA9"/>
    <w:rsid w:val="00D449F0"/>
    <w:rsid w:val="00D46C32"/>
    <w:rsid w:val="00D50D18"/>
    <w:rsid w:val="00D52EC6"/>
    <w:rsid w:val="00D539DC"/>
    <w:rsid w:val="00D53C02"/>
    <w:rsid w:val="00D54728"/>
    <w:rsid w:val="00D5785D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9383A"/>
    <w:rsid w:val="00DA1AED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27067"/>
    <w:rsid w:val="00E40FCC"/>
    <w:rsid w:val="00E41780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87A3A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4A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26C5C"/>
    <w:rsid w:val="00F3089C"/>
    <w:rsid w:val="00F31BE3"/>
    <w:rsid w:val="00F34B21"/>
    <w:rsid w:val="00F34CA5"/>
    <w:rsid w:val="00F41E90"/>
    <w:rsid w:val="00F436BF"/>
    <w:rsid w:val="00F4726E"/>
    <w:rsid w:val="00F515B7"/>
    <w:rsid w:val="00F51E87"/>
    <w:rsid w:val="00F53507"/>
    <w:rsid w:val="00F542E4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233E"/>
    <w:rsid w:val="00FB3EBB"/>
    <w:rsid w:val="00FB4C28"/>
    <w:rsid w:val="00FB7CFB"/>
    <w:rsid w:val="00FC002F"/>
    <w:rsid w:val="00FC7297"/>
    <w:rsid w:val="00FD04E0"/>
    <w:rsid w:val="00FD1A05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0D18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D35D9A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  <w:lang w:bidi="fa-IR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customStyle="1" w:styleId="libnotice0">
    <w:name w:val="libnotice"/>
    <w:basedOn w:val="Normal"/>
    <w:rsid w:val="008C1BC0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character" w:customStyle="1" w:styleId="number">
    <w:name w:val="number"/>
    <w:basedOn w:val="DefaultParagraphFont"/>
    <w:rsid w:val="00D5785D"/>
  </w:style>
  <w:style w:type="character" w:customStyle="1" w:styleId="highlight">
    <w:name w:val="highlight"/>
    <w:basedOn w:val="DefaultParagraphFont"/>
    <w:rsid w:val="00D5785D"/>
  </w:style>
  <w:style w:type="character" w:customStyle="1" w:styleId="ayatext">
    <w:name w:val="ayatext"/>
    <w:basedOn w:val="DefaultParagraphFont"/>
    <w:rsid w:val="009035B8"/>
  </w:style>
  <w:style w:type="character" w:customStyle="1" w:styleId="ayanumber">
    <w:name w:val="ayanumber"/>
    <w:basedOn w:val="DefaultParagraphFont"/>
    <w:rsid w:val="009035B8"/>
  </w:style>
  <w:style w:type="character" w:customStyle="1" w:styleId="sign">
    <w:name w:val="sign"/>
    <w:basedOn w:val="DefaultParagraphFont"/>
    <w:rsid w:val="009035B8"/>
  </w:style>
  <w:style w:type="paragraph" w:styleId="TOC6">
    <w:name w:val="toc 6"/>
    <w:basedOn w:val="Normal"/>
    <w:next w:val="Normal"/>
    <w:autoRedefine/>
    <w:uiPriority w:val="39"/>
    <w:unhideWhenUsed/>
    <w:rsid w:val="00F4726E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F4726E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F4726E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F4726E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nzil.ir/" TargetMode="External"/><Relationship Id="rId13" Type="http://schemas.openxmlformats.org/officeDocument/2006/relationships/hyperlink" Target="http://tanzil.ir/" TargetMode="External"/><Relationship Id="rId18" Type="http://schemas.openxmlformats.org/officeDocument/2006/relationships/hyperlink" Target="http://tanzil.ir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tanzil.ir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tanzil.ir/" TargetMode="External"/><Relationship Id="rId17" Type="http://schemas.openxmlformats.org/officeDocument/2006/relationships/hyperlink" Target="http://tanzil.ir/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tanzil.ir/" TargetMode="External"/><Relationship Id="rId20" Type="http://schemas.openxmlformats.org/officeDocument/2006/relationships/hyperlink" Target="http://tanzil.ir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anzil.ir/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tanzil.ir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tanzil.ir/" TargetMode="External"/><Relationship Id="rId19" Type="http://schemas.openxmlformats.org/officeDocument/2006/relationships/hyperlink" Target="http://tanzil.i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anzil.ir/" TargetMode="External"/><Relationship Id="rId14" Type="http://schemas.openxmlformats.org/officeDocument/2006/relationships/hyperlink" Target="http://tanzil.ir/" TargetMode="External"/><Relationship Id="rId22" Type="http://schemas.openxmlformats.org/officeDocument/2006/relationships/hyperlink" Target="http://tanzil.ir/" TargetMode="Externa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1439\mahe_moharam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F6C81-F6F8-455D-89BA-8E7C5F617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418</TotalTime>
  <Pages>157</Pages>
  <Words>24806</Words>
  <Characters>141396</Characters>
  <Application>Microsoft Office Word</Application>
  <DocSecurity>0</DocSecurity>
  <Lines>1178</Lines>
  <Paragraphs>331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165871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17</cp:revision>
  <cp:lastPrinted>1601-01-01T00:00:00Z</cp:lastPrinted>
  <dcterms:created xsi:type="dcterms:W3CDTF">2017-10-17T10:53:00Z</dcterms:created>
  <dcterms:modified xsi:type="dcterms:W3CDTF">2017-10-19T10:18:00Z</dcterms:modified>
</cp:coreProperties>
</file>