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58B" w:rsidRDefault="00BC358B" w:rsidP="004D104C">
      <w:pPr>
        <w:pStyle w:val="libCenterBold1"/>
        <w:rPr>
          <w:rtl/>
          <w:lang w:bidi="fa-IR"/>
        </w:rPr>
      </w:pPr>
      <w:r>
        <w:rPr>
          <w:rtl/>
          <w:lang w:bidi="fa-IR"/>
        </w:rPr>
        <w:t>خاطرات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صالحان</w:t>
      </w:r>
    </w:p>
    <w:p w:rsidR="00BC358B" w:rsidRDefault="00BC358B" w:rsidP="004D104C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>
        <w:rPr>
          <w:rtl/>
          <w:lang w:bidi="fa-IR"/>
        </w:rPr>
        <w:t xml:space="preserve"> احمد شهامت پور. </w:t>
      </w:r>
    </w:p>
    <w:p w:rsidR="00A412B7" w:rsidRPr="00A412B7" w:rsidRDefault="00A412B7" w:rsidP="00A412B7">
      <w:pPr>
        <w:pStyle w:val="libCenterBold2"/>
        <w:bidi w:val="0"/>
      </w:pPr>
      <w:r w:rsidRPr="00A412B7">
        <w:rPr>
          <w:rFonts w:hint="cs"/>
          <w:rtl/>
        </w:rPr>
        <w:t>تذکر</w:t>
      </w:r>
      <w:r w:rsidRPr="00A412B7">
        <w:rPr>
          <w:rtl/>
        </w:rPr>
        <w:t>این کتاب توسط مؤسسه فرهنگی - اسلامی شبکة الامامین الحسنین</w:t>
      </w:r>
      <w:r w:rsidRPr="00A412B7">
        <w:rPr>
          <w:rFonts w:hint="cs"/>
          <w:rtl/>
        </w:rPr>
        <w:t xml:space="preserve"> </w:t>
      </w:r>
      <w:r w:rsidRPr="00A412B7">
        <w:rPr>
          <w:rStyle w:val="libAlaemChar"/>
          <w:rtl/>
        </w:rPr>
        <w:t>عليهما‌السلام</w:t>
      </w:r>
      <w:r w:rsidRPr="00A412B7">
        <w:rPr>
          <w:rtl/>
        </w:rPr>
        <w:t xml:space="preserve"> بصورت الکترونیکی برای مخاطبین گرامی منتشر شده است</w:t>
      </w:r>
      <w:r w:rsidRPr="00A412B7">
        <w:rPr>
          <w:rFonts w:hint="cs"/>
          <w:rtl/>
        </w:rPr>
        <w:t>.</w:t>
      </w:r>
    </w:p>
    <w:p w:rsidR="00A412B7" w:rsidRPr="00A412B7" w:rsidRDefault="00A412B7" w:rsidP="00A412B7">
      <w:pPr>
        <w:pStyle w:val="libCenterBold2"/>
        <w:rPr>
          <w:rtl/>
        </w:rPr>
      </w:pPr>
      <w:r w:rsidRPr="00A412B7">
        <w:rPr>
          <w:rtl/>
        </w:rPr>
        <w:t>لازم به ذکر است تصحیح اشتباهات تایپی احتمالی، روی این کتاب انجام گردیده است</w:t>
      </w:r>
    </w:p>
    <w:p w:rsidR="004D104C" w:rsidRDefault="00BC358B" w:rsidP="00BC358B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0" w:name="_Toc477343772"/>
      <w:bookmarkStart w:id="1" w:name="_Toc477343914"/>
      <w:r>
        <w:rPr>
          <w:rFonts w:hint="eastAsia"/>
          <w:rtl/>
          <w:lang w:bidi="fa-IR"/>
        </w:rPr>
        <w:t>مقدمه</w:t>
      </w:r>
      <w:r>
        <w:rPr>
          <w:rtl/>
          <w:lang w:bidi="fa-IR"/>
        </w:rPr>
        <w:t xml:space="preserve"> مؤلّف</w:t>
      </w:r>
      <w:bookmarkEnd w:id="0"/>
      <w:bookmarkEnd w:id="1"/>
      <w:r>
        <w:rPr>
          <w:rtl/>
          <w:lang w:bidi="fa-IR"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اتفاقات و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زمان گذشته، به وقوع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درس باشد، سرمشق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عبرت باشد. مردم هر زمان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بنا بر مسؤول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متعال در مقابل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بر دوش آنها نهاده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نسل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منتقل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چنان که خداوند متعال در قرآن 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اخبار گذشتگان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بشر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داستان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و متنوّع؛ همچون داستان حضرت آدم و حضرت نوح و حضرت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در مراحل مختلف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آنان؛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امر به ذبح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و مبارزه با نمرود و شکستن بت ها در بت خانه بزرگ بابل و انداخته شدن او در آتش و داستان حضرت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صدّ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راندن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و زنده نمودن او پس از صد سال و گاو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امثال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را جهت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مکتب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نقل نموده تا بندگان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چشم باز قدم در صراط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نهند و به سرمنزل مقصود رسند.</w:t>
      </w:r>
    </w:p>
    <w:p w:rsidR="00BC358B" w:rsidRDefault="004D104C" w:rsidP="004D104C">
      <w:pPr>
        <w:pStyle w:val="libAlaem"/>
        <w:rPr>
          <w:rtl/>
          <w:lang w:bidi="fa-IR"/>
        </w:rPr>
      </w:pPr>
      <w:r>
        <w:rPr>
          <w:rFonts w:hint="cs"/>
          <w:rtl/>
        </w:rPr>
        <w:t>(</w:t>
      </w:r>
      <w:r w:rsidR="00BC358B" w:rsidRPr="004D104C">
        <w:rPr>
          <w:rStyle w:val="libAieChar"/>
          <w:rFonts w:hint="eastAsia"/>
          <w:rtl/>
          <w:lang w:bidi="fa-IR"/>
        </w:rPr>
        <w:t>لَقَدْ</w:t>
      </w:r>
      <w:r w:rsidR="00BC358B" w:rsidRPr="004D104C">
        <w:rPr>
          <w:rStyle w:val="libAieChar"/>
          <w:rtl/>
          <w:lang w:bidi="fa-IR"/>
        </w:rPr>
        <w:t xml:space="preserve"> کانَ فِ</w:t>
      </w:r>
      <w:r w:rsidR="00BC358B" w:rsidRPr="004D104C">
        <w:rPr>
          <w:rStyle w:val="libAieChar"/>
          <w:rFonts w:hint="cs"/>
          <w:rtl/>
          <w:lang w:bidi="fa-IR"/>
        </w:rPr>
        <w:t>ی</w:t>
      </w:r>
      <w:r w:rsidR="00BC358B" w:rsidRPr="004D104C">
        <w:rPr>
          <w:rStyle w:val="libAieChar"/>
          <w:rtl/>
          <w:lang w:bidi="fa-IR"/>
        </w:rPr>
        <w:t xml:space="preserve"> قَصَصِهِمْ عِبْرَهٌ لِأُولِ</w:t>
      </w:r>
      <w:r w:rsidR="00BC358B" w:rsidRPr="004D104C">
        <w:rPr>
          <w:rStyle w:val="libAieChar"/>
          <w:rFonts w:hint="cs"/>
          <w:rtl/>
          <w:lang w:bidi="fa-IR"/>
        </w:rPr>
        <w:t>ی</w:t>
      </w:r>
      <w:r w:rsidR="00BC358B" w:rsidRPr="004D104C">
        <w:rPr>
          <w:rStyle w:val="libAieChar"/>
          <w:rtl/>
          <w:lang w:bidi="fa-IR"/>
        </w:rPr>
        <w:t xml:space="preserve"> الْأَلْبابِ</w:t>
      </w:r>
      <w:r>
        <w:rPr>
          <w:rFonts w:hint="cs"/>
          <w:rtl/>
          <w:lang w:bidi="fa-IR"/>
        </w:rPr>
        <w:t>)</w:t>
      </w:r>
      <w:r w:rsidR="00BC358B" w:rsidRPr="004D104C">
        <w:rPr>
          <w:rStyle w:val="libFootnotenumChar"/>
          <w:rtl/>
        </w:rPr>
        <w:t>؛(1)</w:t>
      </w:r>
    </w:p>
    <w:p w:rsidR="00BC358B" w:rsidRDefault="00BC358B" w:rsidP="000752C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«هر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در داستان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اء،پند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صاحبان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خرد»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راه</w:t>
      </w:r>
      <w:r>
        <w:rPr>
          <w:rtl/>
          <w:lang w:bidi="fa-IR"/>
        </w:rPr>
        <w:t xml:space="preserve"> است و چاه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 آفتاب تا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نگاه کند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لذا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آنچه را که در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عمرم از محضر بزرگان بدون واسطه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باواسطه آموخته ام به رشته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درآوردم، باشد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از روش گذشتگان درس و پند گرفته و آشنا به اخلاق و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آن بزرگ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شوند. و رهروان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باشند، از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صالحان و پاکدامنان در </w:t>
      </w:r>
      <w:r>
        <w:rPr>
          <w:rtl/>
          <w:lang w:bidi="fa-IR"/>
        </w:rPr>
        <w:lastRenderedPageBreak/>
        <w:t>گذشته ط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نموده و به مقصد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اند، راه آن ها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موده</w:t>
      </w:r>
      <w:r>
        <w:rPr>
          <w:rtl/>
          <w:lang w:bidi="fa-IR"/>
        </w:rPr>
        <w:t xml:space="preserve"> و به سرمنزل مقصود که رضوان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نائل گردند. ان شاء اللَّه.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مورد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نظر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گذرد، متذکر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شوم: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نوشتار را صرفاً جهت نقل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زمان گذشته رخ داده، نوشته ام، و در معرض استفاده شما خواننده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قرار داده و انتظار دارم شما هم به دور از هر حبّ و بُغض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داستان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مطالعه ن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اندرز لازم را از گفتار و کردار صالح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کُمّل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Pr="000752CB">
        <w:rPr>
          <w:rStyle w:val="libFootnotenumChar"/>
          <w:rtl/>
        </w:rPr>
        <w:t xml:space="preserve">(2) </w:t>
      </w:r>
      <w:r>
        <w:rPr>
          <w:rtl/>
          <w:lang w:bidi="fa-IR"/>
        </w:rPr>
        <w:t>که از آنها نام برده شده گرفته و در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آنها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نموده اند، شما هم در حدّ توان قدم بردار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اگر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اناً</w:t>
      </w:r>
      <w:r>
        <w:rPr>
          <w:rtl/>
          <w:lang w:bidi="fa-IR"/>
        </w:rPr>
        <w:t xml:space="preserve"> به اشتباه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 و کاست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 نمودند بدون هرگونه چشم 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منت نهاده آنها را تذکّر دهند؛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معصوم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اشتباه و لغزش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0752C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خاتمه خداوند متعال را شاکرم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 که در جمهور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در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سکان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انوس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انقلاب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امواج پرتلاطم و کوه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جهان ماد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مصداق </w:t>
      </w:r>
    </w:p>
    <w:p w:rsidR="000752CB" w:rsidRDefault="000752CB" w:rsidP="000752CB">
      <w:pPr>
        <w:pStyle w:val="libNormal"/>
        <w:rPr>
          <w:rtl/>
          <w:lang w:bidi="fa-IR"/>
        </w:rPr>
      </w:pPr>
      <w:r w:rsidRPr="000752CB">
        <w:rPr>
          <w:rStyle w:val="libAlaemChar"/>
          <w:rFonts w:hint="cs"/>
          <w:rtl/>
        </w:rPr>
        <w:t>(</w:t>
      </w:r>
      <w:r w:rsidR="00BC358B" w:rsidRPr="000752CB">
        <w:rPr>
          <w:rStyle w:val="libAieChar"/>
          <w:rtl/>
        </w:rPr>
        <w:t>وَهِ</w:t>
      </w:r>
      <w:r w:rsidR="00BC358B" w:rsidRPr="000752CB">
        <w:rPr>
          <w:rStyle w:val="libAieChar"/>
          <w:rFonts w:hint="cs"/>
          <w:rtl/>
        </w:rPr>
        <w:t>یَ</w:t>
      </w:r>
      <w:r w:rsidR="00BC358B" w:rsidRPr="000752CB">
        <w:rPr>
          <w:rStyle w:val="libAieChar"/>
          <w:rtl/>
        </w:rPr>
        <w:t xml:space="preserve"> تَجْرِ</w:t>
      </w:r>
      <w:r w:rsidR="00BC358B" w:rsidRPr="000752CB">
        <w:rPr>
          <w:rStyle w:val="libAieChar"/>
          <w:rFonts w:hint="cs"/>
          <w:rtl/>
        </w:rPr>
        <w:t>ی</w:t>
      </w:r>
      <w:r w:rsidRPr="000752CB">
        <w:rPr>
          <w:rStyle w:val="libAieChar"/>
          <w:rFonts w:hint="cs"/>
          <w:rtl/>
        </w:rPr>
        <w:t xml:space="preserve"> </w:t>
      </w:r>
      <w:r w:rsidR="00BC358B" w:rsidRPr="000752CB">
        <w:rPr>
          <w:rStyle w:val="libAieChar"/>
          <w:rFonts w:hint="eastAsia"/>
          <w:rtl/>
        </w:rPr>
        <w:t>بِهِمْ</w:t>
      </w:r>
      <w:r w:rsidR="00BC358B" w:rsidRPr="000752CB">
        <w:rPr>
          <w:rStyle w:val="libAieChar"/>
          <w:rtl/>
        </w:rPr>
        <w:t xml:space="preserve"> فِ</w:t>
      </w:r>
      <w:r w:rsidR="00BC358B" w:rsidRPr="000752CB">
        <w:rPr>
          <w:rStyle w:val="libAieChar"/>
          <w:rFonts w:hint="cs"/>
          <w:rtl/>
        </w:rPr>
        <w:t>ی</w:t>
      </w:r>
      <w:r w:rsidR="00BC358B" w:rsidRPr="000752CB">
        <w:rPr>
          <w:rStyle w:val="libAieChar"/>
          <w:rtl/>
        </w:rPr>
        <w:t xml:space="preserve"> مَوْجٍ کالْجِبالِ</w:t>
      </w:r>
      <w:r w:rsidRPr="000752CB">
        <w:rPr>
          <w:rStyle w:val="libAlaemChar"/>
          <w:rFonts w:hint="cs"/>
          <w:rtl/>
        </w:rPr>
        <w:t>)</w:t>
      </w:r>
      <w:r w:rsidR="00BC358B" w:rsidRPr="000752CB">
        <w:rPr>
          <w:rStyle w:val="libFootnotenumChar"/>
          <w:rtl/>
        </w:rPr>
        <w:t>(3)</w:t>
      </w:r>
      <w:r w:rsidR="00BC358B">
        <w:rPr>
          <w:rtl/>
          <w:lang w:bidi="fa-IR"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t>در کف با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خلف صالح امام راحل، مقام معظم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خامنه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(ادام اللَّه ظلّه العال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رؤوس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با الهام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مهربان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نوشتار را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برسانم.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السلام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عباداللَّه الصالح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اللَّه التوف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التّکلان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رب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الاحقر: احمد شهامت پور</w:t>
      </w:r>
    </w:p>
    <w:p w:rsidR="00BC358B" w:rsidRDefault="000752CB" w:rsidP="008668CB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" w:name="_Toc477343773"/>
      <w:bookmarkStart w:id="3" w:name="_Toc477343915"/>
      <w:r w:rsidR="00BC358B">
        <w:rPr>
          <w:rFonts w:hint="eastAsia"/>
          <w:rtl/>
          <w:lang w:bidi="fa-IR"/>
        </w:rPr>
        <w:lastRenderedPageBreak/>
        <w:t>بخش</w:t>
      </w:r>
      <w:r w:rsidR="00BC358B">
        <w:rPr>
          <w:rtl/>
          <w:lang w:bidi="fa-IR"/>
        </w:rPr>
        <w:t xml:space="preserve"> اول:خاطرات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از صالحان</w:t>
      </w:r>
      <w:bookmarkEnd w:id="2"/>
      <w:bookmarkEnd w:id="3"/>
      <w:r w:rsidR="00BC358B">
        <w:rPr>
          <w:rtl/>
          <w:lang w:bidi="fa-IR"/>
        </w:rPr>
        <w:t xml:space="preserve"> </w:t>
      </w:r>
    </w:p>
    <w:p w:rsidR="000752CB" w:rsidRDefault="000752CB" w:rsidP="00BC358B">
      <w:pPr>
        <w:pStyle w:val="libNormal"/>
        <w:rPr>
          <w:rtl/>
          <w:lang w:bidi="fa-IR"/>
        </w:rPr>
      </w:pPr>
    </w:p>
    <w:p w:rsidR="00BC358B" w:rsidRDefault="00BC358B" w:rsidP="000752CB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0752CB" w:rsidRDefault="00BC358B" w:rsidP="000752CB">
      <w:pPr>
        <w:pStyle w:val="libCenterBold2"/>
        <w:rPr>
          <w:rtl/>
          <w:lang w:bidi="fa-IR"/>
        </w:rPr>
      </w:pP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اللَّه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t>و به نستع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ادواره</w:t>
      </w:r>
      <w:r>
        <w:rPr>
          <w:rtl/>
          <w:lang w:bidi="fa-IR"/>
        </w:rPr>
        <w:t xml:space="preserve"> و خاطرات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صالحان احب الصالح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لستُ منهم لعلّ اللَّه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رزقن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صلاحاً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جمع دوستان به گفتگو نشسته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سخن از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 کرامات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آمد،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که در جمع شرکت داشت از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خواست جمله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مشاهدات 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که از صالحان و دوستان خدا در خاطر داشتم بازگو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من هم از باب «عند ذکر الصالح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تتنزّل الرّحمه»</w:t>
      </w:r>
      <w:r w:rsidRPr="000752CB">
        <w:rPr>
          <w:rStyle w:val="libFootnotenumChar"/>
          <w:rtl/>
        </w:rPr>
        <w:t xml:space="preserve">(4) </w:t>
      </w:r>
      <w:r>
        <w:rPr>
          <w:rtl/>
          <w:lang w:bidi="fa-IR"/>
        </w:rPr>
        <w:t>شروع به نقل داستان نمودم. حاضر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مجلس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در لذت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 رفتند و از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خواستند آنچه را که در ط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متماد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برخورد با بزرگان و صلحا به خاطر سپرده بودم به رشته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درآورم، لذا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شد آنچ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مشاهدات 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که در خاطر داشتم به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درآوردم تا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آموزنده و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روشن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حقّ باشد. (انشاء اللَّه)</w:t>
      </w:r>
    </w:p>
    <w:p w:rsidR="00BC358B" w:rsidRDefault="00BC358B" w:rsidP="000752C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معاصر ما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بود. او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متّق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مز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زهد و کاملاً وارسته از علا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متوجه به عالم آخرت بود و در راه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پروردگار و کسب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مقام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نفس و هم</w:t>
      </w:r>
      <w:r w:rsidR="000752C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مقام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خلق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او خود جز به رضا و سخط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مردم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 عمل کردن به واجبات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tl/>
          <w:lang w:bidi="fa-IR"/>
        </w:rPr>
        <w:lastRenderedPageBreak/>
        <w:t>محرمات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او همه عمر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در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ارشاد خلق خدا صرف نموده و در اثر مواعظ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تعلم خالصانه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متعال انج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شاگردان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نموده بود که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آنها از صلحا بودند. معظّم له به برکت متابعت دستورات شرع مقدّس و عمل به احکام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نفوذ کلام شده بود.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مواعظ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مصالح و مفاسد امورشان را در ضمن موعظه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استنباط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طور ضمن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شرّشان را به آنها گوشزد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شب و روزش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معبود و محبوب خود بگذراند و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قلبش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پروردگار خود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قل</w:t>
      </w:r>
      <w:r>
        <w:rPr>
          <w:rtl/>
          <w:lang w:bidi="fa-IR"/>
        </w:rPr>
        <w:t xml:space="preserve"> دهد، دل او محلّ الهام 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گشته، آنچه را که عوام الناس در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زنگار گرفته دلشان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نند،</w:t>
      </w:r>
      <w:r>
        <w:rPr>
          <w:rtl/>
          <w:lang w:bidi="fa-IR"/>
        </w:rPr>
        <w:t xml:space="preserve">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عارف در جلوه جمال محبوب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0752CB" w:rsidRDefault="000752C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4" w:name="_Toc477343774"/>
      <w:bookmarkStart w:id="5" w:name="_Toc477343916"/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tl/>
          <w:lang w:bidi="fa-IR"/>
        </w:rPr>
        <w:t xml:space="preserve"> مرحوم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bookmarkEnd w:id="4"/>
      <w:bookmarkEnd w:id="5"/>
      <w:r>
        <w:rPr>
          <w:rtl/>
          <w:lang w:bidi="fa-IR"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در سال 1247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تهران در محله حمام گلشن معروف به دارالمؤمن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به جهان گشود. والد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«آخوند ملا آقا بزرگ»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مبلغ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روضه خوان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</w:t>
      </w:r>
      <w:r w:rsidR="004D104C" w:rsidRPr="004D104C">
        <w:rPr>
          <w:rStyle w:val="libAlaemChar"/>
          <w:rFonts w:hint="eastAsia"/>
          <w:rtl/>
        </w:rPr>
        <w:t xml:space="preserve">عليه‌السلام </w:t>
      </w:r>
      <w:r>
        <w:rPr>
          <w:rtl/>
          <w:lang w:bidi="fa-IR"/>
        </w:rPr>
        <w:t>و از واعظان توانا و بلندآوازه شهر تهران بود و در اثر شهرت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بود به او لقب «مجد الذاکر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داده بودند. (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</w:t>
      </w:r>
      <w:r>
        <w:rPr>
          <w:rtl/>
          <w:lang w:bidi="fa-IR"/>
        </w:rPr>
        <w:t>)</w:t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6" w:name="_Toc477343775"/>
      <w:bookmarkStart w:id="7" w:name="_Toc477343917"/>
      <w:r>
        <w:rPr>
          <w:rFonts w:hint="eastAsia"/>
          <w:rtl/>
          <w:lang w:bidi="fa-IR"/>
        </w:rPr>
        <w:t>اسات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مرحوم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bookmarkEnd w:id="6"/>
      <w:bookmarkEnd w:id="7"/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</w:t>
      </w:r>
      <w:r>
        <w:rPr>
          <w:rtl/>
          <w:lang w:bidi="fa-IR"/>
        </w:rPr>
        <w:t xml:space="preserve"> نقل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جلد ششم گنج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دانشمندان آمده است: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ابتدا درس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نزد والد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جناب مجد الذاکر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تلمذ نموده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دروس را نزد فضلا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 فرا گرفتند و آنگاه به صورت رسم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طلبه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مرو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و درس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به سطوح را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مدرسه مرو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خصوص مرحوم آقا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طالقان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تلمذ نموده و سپس از محضر اسات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عبدالکر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لاه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مجاهد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اللَّه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فضل اللَّه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(نور اللَّه مرقده) استفاده نمودند. (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)</w:t>
      </w:r>
    </w:p>
    <w:p w:rsidR="000752CB" w:rsidRDefault="000752C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8" w:name="_Toc477343776"/>
      <w:bookmarkStart w:id="9" w:name="_Toc477343918"/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bookmarkEnd w:id="8"/>
      <w:bookmarkEnd w:id="9"/>
      <w:r>
        <w:rPr>
          <w:rtl/>
          <w:lang w:bidi="fa-IR"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والد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محسن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(دامت برکاته)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معظم له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نقل نمودند: در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بازار تهران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 بودم و مشغول به شغل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دلّال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فروش چهل کارتن قرقره، به من مراجعه نم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>. بنده هم به جهت عدم تجربه در کسب،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>. و قرار شد که روز بعد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معامله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عدم آن را اطّلاع دهم. شب هنگام، طبق معمول در جلسه مرحوم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شرکت نمودم. در ضمنِ موعظه، کلام خود را قطع نمودند و بدون مقدمه فرمودند: (آدم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جعبه قرقره مصرف دارد، چهل جعبه معامله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).</w:t>
      </w:r>
    </w:p>
    <w:p w:rsidR="000752CB" w:rsidRDefault="00BC358B" w:rsidP="000752C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صحبت خود را ادامه داد. من ناگهان متوجه شده و به خود آمدم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معترضه را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فرمودند، مورد خطابش بنده بودم. لذا صبح که بازار درب مغازه رفتم دلال مذکور به نزد من آمد و نظر</w:t>
      </w:r>
      <w:r w:rsidR="000752C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مرا</w:t>
      </w:r>
      <w:r>
        <w:rPr>
          <w:rtl/>
          <w:lang w:bidi="fa-IR"/>
        </w:rPr>
        <w:t xml:space="preserve"> در رابطه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خود خواستار شد.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 ذهن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داشتم و خود را مصداق تذکّر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دانستم، به او گفتم، فعلاً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کارتون از قرقره ها را به عنوان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>. چنانچه از آن استقبال شد،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آنها را معامله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قرار معا</w:t>
      </w:r>
      <w:r>
        <w:rPr>
          <w:rFonts w:hint="eastAsia"/>
          <w:rtl/>
          <w:lang w:bidi="fa-IR"/>
        </w:rPr>
        <w:t>مله</w:t>
      </w:r>
      <w:r>
        <w:rPr>
          <w:rtl/>
          <w:lang w:bidi="fa-IR"/>
        </w:rPr>
        <w:t xml:space="preserve"> ما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بسته شد. چند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معامله نگذشته بود که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قرقره به وضع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تنزّل نمود.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آنکه اگر تذکّر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نبود، چهل کارتن قرقره را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بودم و در اثر تنزّل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را از دست داده و از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ساقط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آن م</w:t>
      </w:r>
      <w:r>
        <w:rPr>
          <w:rFonts w:hint="eastAsia"/>
          <w:rtl/>
          <w:lang w:bidi="fa-IR"/>
        </w:rPr>
        <w:t>رحوم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مرا از ورطه ورشکستگ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BC358B" w:rsidRDefault="000752CB" w:rsidP="000752C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0" w:name="_Toc477343777"/>
      <w:bookmarkStart w:id="11" w:name="_Toc477343919"/>
      <w:r>
        <w:rPr>
          <w:rFonts w:hint="eastAsia"/>
          <w:rtl/>
          <w:lang w:bidi="fa-IR"/>
        </w:rPr>
        <w:t>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پروردگار</w:t>
      </w:r>
      <w:bookmarkEnd w:id="10"/>
      <w:bookmarkEnd w:id="11"/>
    </w:p>
    <w:p w:rsidR="00BC358B" w:rsidRDefault="00BC358B" w:rsidP="000752C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تهران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مطلق فرو رفته بود. گهگاه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چراغ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سوز در سر چهارراه ها و کوچه ها سوسو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کنار چراغ ها، اوباش و قدّاره بندها به انتظار نشسته تا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بخت برگشته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شب، لخت و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به غارت ب</w:t>
      </w:r>
      <w:r>
        <w:rPr>
          <w:rFonts w:hint="eastAsia"/>
          <w:rtl/>
          <w:lang w:bidi="fa-IR"/>
        </w:rPr>
        <w:t>برند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شب، جوان نورس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طمأن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خاطر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عالم معنو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فرو رفته بود، نه به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توجّه و نه 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داشت،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آن شب مجلس درس و موعظه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طول انجام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آن جوان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نقل نمودند: آن 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که به درب منزل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تازه به خود آمدم که شب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. درب را بسته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. خواستم کوبه درب را به صدا درآورم،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آمد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 شب، مادرم به خواب</w:t>
      </w:r>
      <w:r w:rsidR="000752C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و با درب زدن،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خلاف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مجلس درس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گرفته ام و از طرف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خود فکر نمودم که به منزل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بستگان بروم، امّا ناامن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آن، و جوان بودنم مانع از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من شد. در حال 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بودم که ناخودآگاه د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به طرف درب خانه رفت.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دستم به درب خانه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درب بدون فشار باز شد. با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منزل شدم.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مرحومه والده ام در خواب است.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حاً</w:t>
      </w:r>
      <w:r>
        <w:rPr>
          <w:rtl/>
          <w:lang w:bidi="fa-IR"/>
        </w:rPr>
        <w:t xml:space="preserve"> عرض کنم، در زمان سابق چراغ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نفت سوز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به نام (لامپا) که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سه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هم به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</w:t>
      </w:r>
      <w:r>
        <w:rPr>
          <w:rFonts w:hint="eastAsia"/>
          <w:rtl/>
          <w:lang w:bidi="fa-IR"/>
        </w:rPr>
        <w:t>اغ</w:t>
      </w:r>
      <w:r>
        <w:rPr>
          <w:rtl/>
          <w:lang w:bidi="fa-IR"/>
        </w:rPr>
        <w:t xml:space="preserve"> بود که اگر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 گرم نگه دارند، چراغ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سه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 توجّه نمودم که مرحومه والده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قرار داده و در اثر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آمدن من، محتو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غذا به حالت خشک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درآمده. در هر صورت آنچه از غذا در ظرف مانده بود را آهسته تناول ن</w:t>
      </w:r>
      <w:r>
        <w:rPr>
          <w:rFonts w:hint="eastAsia"/>
          <w:rtl/>
          <w:lang w:bidi="fa-IR"/>
        </w:rPr>
        <w:t>مودم</w:t>
      </w:r>
      <w:r>
        <w:rPr>
          <w:rtl/>
          <w:lang w:bidi="fa-IR"/>
        </w:rPr>
        <w:t xml:space="preserve"> و به بستر خواب رفتم. اذان صبح که به جهت نماز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مادرم با کمال تعجب به من نگاه کرد.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مطالب مقدمه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بود: فرمود: «س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چگونه داخل منزل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که کلون درب خانه را انداخته بودم». تازه به خود آمدم،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درب بسته 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شب به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باز شد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جانب پروردگار و کرامت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کرامت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تو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نمود؟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ابواب رحمت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بندگانش باز است؛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تقوا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واجبات و ترک محرمات است،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والا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همچنان که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</w:t>
      </w:r>
    </w:p>
    <w:p w:rsidR="0097775C" w:rsidRDefault="0097775C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2" w:name="_Toc477343778"/>
      <w:bookmarkStart w:id="13" w:name="_Toc477343920"/>
      <w:r>
        <w:rPr>
          <w:rFonts w:hint="eastAsia"/>
          <w:rtl/>
          <w:lang w:bidi="fa-IR"/>
        </w:rPr>
        <w:t>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کلام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bookmarkEnd w:id="12"/>
      <w:bookmarkEnd w:id="13"/>
      <w:r>
        <w:rPr>
          <w:rtl/>
          <w:lang w:bidi="fa-IR"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حجت الاسلام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قاسم آقا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واعظ باتقوا که از دوستان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مطلب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مشهور به حاج مقدّس که 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زحمت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و سال ها محضر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را درک کرده بود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نقل نمود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محضر درس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جهت استفاده از مواعظ و انفاس قدس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اتفاق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حضور به هم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از آنکه فاصله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اثر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حاصل شد،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علّت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خارج داشتم مجلس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با خداحافظ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ترک نمودم.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چون متوجه رفت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شدند، فرمودند: مقدّس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>!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کردم: آقا کار دارم و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آهسته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لب فرمودند: «خدا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کارت کند». 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آنکه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مورد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متعال و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(عجل اللَّه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ترک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حاج مقدّس فرمودند: در اثر نفوذ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مجالس 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داشتم، تا شش ماه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دعوت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مانده بودم.</w:t>
      </w:r>
    </w:p>
    <w:p w:rsidR="0097775C" w:rsidRDefault="0097775C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4" w:name="_Toc477343779"/>
      <w:bookmarkStart w:id="15" w:name="_Toc477343921"/>
      <w:r>
        <w:rPr>
          <w:rFonts w:hint="eastAsia"/>
          <w:rtl/>
          <w:lang w:bidi="fa-IR"/>
        </w:rPr>
        <w:t>مصداق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نفوذ کلام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bookmarkEnd w:id="14"/>
      <w:bookmarkEnd w:id="15"/>
      <w:r>
        <w:rPr>
          <w:rtl/>
          <w:lang w:bidi="fa-IR"/>
        </w:rPr>
        <w:t xml:space="preserve"> </w:t>
      </w:r>
    </w:p>
    <w:p w:rsidR="00BC358B" w:rsidRDefault="00BC358B" w:rsidP="009777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گذشته،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جوانان متمکّن مرسوم بود، جهت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دندان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طلا مز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پدر بنده در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مغازه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و معظم له جهت ارتزاق روزمره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مرحوم پدرم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حتاج</w:t>
      </w:r>
      <w:r>
        <w:rPr>
          <w:rtl/>
          <w:lang w:bidi="fa-IR"/>
        </w:rPr>
        <w:t xml:space="preserve">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هر دو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ماه،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بنابر قرارداد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بود، تصف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مرحوم پدرم شاگرد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به نام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نقل نمود: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جهت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جنس به درب مغازه آمد.</w:t>
      </w:r>
      <w:r w:rsidR="0097775C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پدرت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لبانش نقش بست. آن جناب چشمش به دندان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مز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طلا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افتاد. بلافاصله فرمود: «اصغرآقا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دندان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طلا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نموده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و پس از گرفتن جنس مورد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خود، خداحافظ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و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برد.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به من گفتند: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روز، مرحوم پدرت به دندان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مراجعه و روکش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طلا را از دندان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خارج نمودند.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کلام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بود که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جمله کوتاه (اصغر آقا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...) پدرم را که در عنفوان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متحوّل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97775C" w:rsidRDefault="0097775C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6" w:name="_Toc477343780"/>
      <w:bookmarkStart w:id="17" w:name="_Toc477343922"/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</w:t>
      </w:r>
      <w:r w:rsidR="009268E5" w:rsidRPr="009268E5">
        <w:rPr>
          <w:rStyle w:val="libAlaemChar"/>
          <w:rtl/>
        </w:rPr>
        <w:t xml:space="preserve"> رحمه‌الله</w:t>
      </w:r>
      <w:bookmarkEnd w:id="16"/>
      <w:bookmarkEnd w:id="17"/>
      <w:r w:rsidR="009268E5" w:rsidRPr="009268E5">
        <w:rPr>
          <w:rStyle w:val="libAlaemChar"/>
          <w:rtl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حقّ شناس که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وارسته و مهذّب تهران بود،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مسجد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الدوله بازار، مشغول به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احکام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عصمت و طهارت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بود.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مسجد ضمن موعظه به مناسبت، خواب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نقل نمود،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: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 ها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وارد صحن مسجد جامع تهران شدم. مشاهده نمودم که حوض مسجد از شدّت سرما،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بسته است.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جناب آقاش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وارد صحن مسجد شدند. اراده نمودند به طرف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مسجد بروند؛ لکن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حوض را دور بزنند، پا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حوض نهاد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حوض گذشتند.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خواستم، متابعت از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حوض بگذرم امّا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حوض بشکند؛ لذا منصرف شدم و حوض را دور زدم و به نزد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آمدم.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شما چگونه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حوض عبور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احتمال نداد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حو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بشکند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درون حوض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جواب بنده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را فرمودند: «با ترک محرمات و 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واجبات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آنچه که خداوند متعال ما را از آن منع فرموده،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بجو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آنچه را که از واجبات فرمان داده به جا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صبح که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شدم،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که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برسم و خواب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نقل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BC358B" w:rsidRDefault="00BC358B" w:rsidP="009777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شدم. درب خانه را زدم. خوشبختانه،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درب منزل را باز نمود.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پس از عرض سلام و ارادت آنچه را که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بودم،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جمله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جواب سؤال من فرمودند،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نقل </w:t>
      </w:r>
      <w:r>
        <w:rPr>
          <w:rtl/>
          <w:lang w:bidi="fa-IR"/>
        </w:rPr>
        <w:lastRenderedPageBreak/>
        <w:t>نمودم و منتظر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شدم.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پس از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تأمّل جمله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خواب به بنده فرموده بودند،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عنوان کردند و فرمودند: «با ترک محرمات و 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واجبات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 لذا انسان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ترک گناهان و به جا آوردن واجبات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تواند،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رفته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ملاک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قرب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تقوا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باشد؛ همچنان که خداوند متعال در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فرموده: </w:t>
      </w:r>
      <w:r w:rsidR="0097775C" w:rsidRPr="0097775C">
        <w:rPr>
          <w:rStyle w:val="libAlaemChar"/>
          <w:rFonts w:hint="cs"/>
          <w:rtl/>
        </w:rPr>
        <w:t>(</w:t>
      </w:r>
      <w:r w:rsidRPr="0097775C">
        <w:rPr>
          <w:rStyle w:val="libAieChar"/>
          <w:rtl/>
        </w:rPr>
        <w:t>إِنَّ أَکْرَمَکُمْ عِندَ اللَّهِ أَتْقَ</w:t>
      </w:r>
      <w:r w:rsidRPr="0097775C">
        <w:rPr>
          <w:rStyle w:val="libAieChar"/>
          <w:rFonts w:hint="cs"/>
          <w:rtl/>
        </w:rPr>
        <w:t>ی</w:t>
      </w:r>
      <w:r w:rsidRPr="0097775C">
        <w:rPr>
          <w:rStyle w:val="libAieChar"/>
          <w:rFonts w:hint="eastAsia"/>
          <w:rtl/>
        </w:rPr>
        <w:t>اکُمْ</w:t>
      </w:r>
      <w:r w:rsidR="0097775C" w:rsidRPr="0097775C">
        <w:rPr>
          <w:rStyle w:val="libAlaemChar"/>
          <w:rFonts w:hint="cs"/>
          <w:rtl/>
        </w:rPr>
        <w:t>)</w:t>
      </w:r>
      <w:r>
        <w:rPr>
          <w:rtl/>
          <w:lang w:bidi="fa-IR"/>
        </w:rPr>
        <w:t>.</w:t>
      </w:r>
      <w:r w:rsidRPr="0097775C">
        <w:rPr>
          <w:rStyle w:val="libFootnotenumChar"/>
          <w:rtl/>
        </w:rPr>
        <w:t>(5)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حقّ شناس در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سلوک و مراقبه سخن درباره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عمر با برکتش را در راه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نفس و مراقبه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اضات</w:t>
      </w:r>
      <w:r>
        <w:rPr>
          <w:rtl/>
          <w:lang w:bidi="fa-IR"/>
        </w:rPr>
        <w:t xml:space="preserve"> شرع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روز و شب کوشش نمود و در اثر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کمالات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نمود. و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کلام شده بود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راستا جوانان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جذب نموده و چون پروانه به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گرد</w:t>
      </w:r>
      <w:r>
        <w:rPr>
          <w:rtl/>
          <w:lang w:bidi="fa-IR"/>
        </w:rPr>
        <w:t xml:space="preserve"> شمع وجودش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در اثر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معظم له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تقوا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</w:t>
      </w:r>
    </w:p>
    <w:p w:rsidR="00BC358B" w:rsidRDefault="00BC358B" w:rsidP="0097775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شدگان مکتب اخلاق او جناب حجّت الاسلام و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حاج آقا جاودان (آ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حقّ شناس شکسته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به هزارها درست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 نسبت به اوامر و نواه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متعال؛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ترک محرمات و 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واجبات اصرار مافوق طاقت داشت، 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معظم له به تهجد و نماز اول وقت به جماعت و اجتناب از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محرمات در کمتر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اقران او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امّا 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تهجد اظهر من الشمس بود؛ گرچه نمازشب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واجب نبود، لکن او در رابطه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مستحب در حدّ واجب به مصداق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</w:t>
      </w:r>
      <w:r w:rsidR="0097775C" w:rsidRPr="0097775C">
        <w:rPr>
          <w:rStyle w:val="libAlaemChar"/>
          <w:rFonts w:hint="cs"/>
          <w:rtl/>
        </w:rPr>
        <w:t>(</w:t>
      </w:r>
      <w:r w:rsidRPr="0097775C">
        <w:rPr>
          <w:rStyle w:val="libAieChar"/>
          <w:rtl/>
        </w:rPr>
        <w:t>وَمِنَ الَّ</w:t>
      </w:r>
      <w:r w:rsidRPr="0097775C">
        <w:rPr>
          <w:rStyle w:val="libAieChar"/>
          <w:rFonts w:hint="cs"/>
          <w:rtl/>
        </w:rPr>
        <w:t>یْ</w:t>
      </w:r>
      <w:r w:rsidRPr="0097775C">
        <w:rPr>
          <w:rStyle w:val="libAieChar"/>
          <w:rFonts w:hint="eastAsia"/>
          <w:rtl/>
        </w:rPr>
        <w:t>لِ</w:t>
      </w:r>
      <w:r w:rsidRPr="0097775C">
        <w:rPr>
          <w:rStyle w:val="libAieChar"/>
          <w:rtl/>
        </w:rPr>
        <w:t xml:space="preserve"> فَتَهَجَّدْ بِهِ نافِلَهً لَّکَ عَسَ</w:t>
      </w:r>
      <w:r w:rsidRPr="0097775C">
        <w:rPr>
          <w:rStyle w:val="libAieChar"/>
          <w:rFonts w:hint="cs"/>
          <w:rtl/>
        </w:rPr>
        <w:t>ی</w:t>
      </w:r>
      <w:r w:rsidRPr="0097775C">
        <w:rPr>
          <w:rStyle w:val="libAieChar"/>
          <w:rtl/>
        </w:rPr>
        <w:t xml:space="preserve"> أَن </w:t>
      </w:r>
      <w:r w:rsidRPr="0097775C">
        <w:rPr>
          <w:rStyle w:val="libAieChar"/>
          <w:rFonts w:hint="cs"/>
          <w:rtl/>
        </w:rPr>
        <w:t>یَ</w:t>
      </w:r>
      <w:r w:rsidRPr="0097775C">
        <w:rPr>
          <w:rStyle w:val="libAieChar"/>
          <w:rFonts w:hint="eastAsia"/>
          <w:rtl/>
        </w:rPr>
        <w:t>بْعَثَکَ</w:t>
      </w:r>
      <w:r w:rsidRPr="0097775C">
        <w:rPr>
          <w:rStyle w:val="libAieChar"/>
          <w:rtl/>
        </w:rPr>
        <w:t xml:space="preserve"> رَبُّکَ مَقاماً مَّحْمُوداً</w:t>
      </w:r>
      <w:r w:rsidR="0097775C" w:rsidRPr="0097775C">
        <w:rPr>
          <w:rStyle w:val="libAlaemChar"/>
          <w:rFonts w:hint="cs"/>
          <w:rtl/>
        </w:rPr>
        <w:t>)</w:t>
      </w:r>
      <w:r w:rsidRPr="0097775C">
        <w:rPr>
          <w:rStyle w:val="libFootnotenumChar"/>
          <w:rtl/>
        </w:rPr>
        <w:t>(6)</w:t>
      </w:r>
      <w:r>
        <w:rPr>
          <w:rtl/>
          <w:lang w:bidi="fa-IR"/>
        </w:rPr>
        <w:t xml:space="preserve"> با تمام وجود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نمود، او الگو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شاگردان و </w:t>
      </w:r>
      <w:r>
        <w:rPr>
          <w:rtl/>
          <w:lang w:bidi="fa-IR"/>
        </w:rPr>
        <w:lastRenderedPageBreak/>
        <w:t>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و دوستان خود.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لسان قرآن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چون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</w:t>
      </w:r>
      <w:r w:rsidR="0097775C" w:rsidRPr="0097775C">
        <w:rPr>
          <w:rStyle w:val="libAlaemChar"/>
          <w:rFonts w:hint="cs"/>
          <w:rtl/>
        </w:rPr>
        <w:t>(</w:t>
      </w:r>
      <w:r w:rsidRPr="0097775C">
        <w:rPr>
          <w:rStyle w:val="libAieChar"/>
          <w:rtl/>
        </w:rPr>
        <w:t xml:space="preserve">إِنَّ رَبَّکَ </w:t>
      </w:r>
      <w:r w:rsidRPr="0097775C">
        <w:rPr>
          <w:rStyle w:val="libAieChar"/>
          <w:rFonts w:hint="cs"/>
          <w:rtl/>
        </w:rPr>
        <w:t>یَ</w:t>
      </w:r>
      <w:r w:rsidRPr="0097775C">
        <w:rPr>
          <w:rStyle w:val="libAieChar"/>
          <w:rFonts w:hint="eastAsia"/>
          <w:rtl/>
        </w:rPr>
        <w:t>عْلَمُ</w:t>
      </w:r>
      <w:r w:rsidRPr="0097775C">
        <w:rPr>
          <w:rStyle w:val="libAieChar"/>
          <w:rtl/>
        </w:rPr>
        <w:t xml:space="preserve"> أَنَّکَ ت</w:t>
      </w:r>
      <w:r w:rsidRPr="0097775C">
        <w:rPr>
          <w:rStyle w:val="libAieChar"/>
          <w:rFonts w:hint="eastAsia"/>
          <w:rtl/>
        </w:rPr>
        <w:t>َقُومُ</w:t>
      </w:r>
      <w:r w:rsidRPr="0097775C">
        <w:rPr>
          <w:rStyle w:val="libAieChar"/>
          <w:rtl/>
        </w:rPr>
        <w:t>....وَطَآئِفَهٌ مِّنَ الَّذِ</w:t>
      </w:r>
      <w:r w:rsidRPr="0097775C">
        <w:rPr>
          <w:rStyle w:val="libAieChar"/>
          <w:rFonts w:hint="cs"/>
          <w:rtl/>
        </w:rPr>
        <w:t>ی</w:t>
      </w:r>
      <w:r w:rsidRPr="0097775C">
        <w:rPr>
          <w:rStyle w:val="libAieChar"/>
          <w:rFonts w:hint="eastAsia"/>
          <w:rtl/>
        </w:rPr>
        <w:t>نَ</w:t>
      </w:r>
      <w:r w:rsidRPr="0097775C">
        <w:rPr>
          <w:rStyle w:val="libAieChar"/>
          <w:rtl/>
        </w:rPr>
        <w:t xml:space="preserve"> مَعَکَ..</w:t>
      </w:r>
      <w:r>
        <w:rPr>
          <w:rtl/>
          <w:lang w:bidi="fa-IR"/>
        </w:rPr>
        <w:t>.</w:t>
      </w:r>
      <w:r w:rsidR="0097775C" w:rsidRPr="0097775C">
        <w:rPr>
          <w:rStyle w:val="libAlaemChar"/>
          <w:rFonts w:hint="cs"/>
          <w:rtl/>
        </w:rPr>
        <w:t>)</w:t>
      </w:r>
      <w:r w:rsidRPr="0097775C">
        <w:rPr>
          <w:rStyle w:val="libFootnotenumChar"/>
          <w:rtl/>
        </w:rPr>
        <w:t>(7)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لسان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همچون امثال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«عن الصادق </w:t>
      </w:r>
      <w:r w:rsidR="0097775C" w:rsidRPr="0097775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ناج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اللَّه عزّوجلّ به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عمران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أنّه 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بن عمران کذب من زعم أنّه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إذا جنّه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نام عنّ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کل محب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حب</w:t>
      </w:r>
      <w:r>
        <w:rPr>
          <w:rtl/>
          <w:lang w:bidi="fa-IR"/>
        </w:rPr>
        <w:t xml:space="preserve"> خلوه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به»</w:t>
      </w:r>
      <w:r w:rsidRPr="0097775C">
        <w:rPr>
          <w:rStyle w:val="libFootnotenumChar"/>
          <w:rtl/>
        </w:rPr>
        <w:t>(8)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گهگاه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لسان شعر ترغ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به تهجد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امثال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اشعار: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9"/>
        <w:gridCol w:w="268"/>
        <w:gridCol w:w="3305"/>
      </w:tblGrid>
      <w:tr w:rsidR="0097775C" w:rsidTr="0097775C">
        <w:trPr>
          <w:trHeight w:val="350"/>
        </w:trPr>
        <w:tc>
          <w:tcPr>
            <w:tcW w:w="3349" w:type="dxa"/>
            <w:shd w:val="clear" w:color="auto" w:fill="auto"/>
          </w:tcPr>
          <w:p w:rsidR="0097775C" w:rsidRDefault="0097775C" w:rsidP="00E913E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دوش</w:t>
            </w:r>
            <w:r>
              <w:rPr>
                <w:rtl/>
                <w:lang w:bidi="fa-IR"/>
              </w:rPr>
              <w:t xml:space="preserve"> وقت سحر از غصه نجاتم دادند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97775C" w:rsidRDefault="0097775C" w:rsidP="00E913E1">
            <w:pPr>
              <w:pStyle w:val="libPoem"/>
              <w:rPr>
                <w:rtl/>
              </w:rPr>
            </w:pPr>
          </w:p>
        </w:tc>
        <w:tc>
          <w:tcPr>
            <w:tcW w:w="3305" w:type="dxa"/>
            <w:shd w:val="clear" w:color="auto" w:fill="auto"/>
          </w:tcPr>
          <w:p w:rsidR="0097775C" w:rsidRDefault="0097775C" w:rsidP="00E913E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واندر</w:t>
            </w:r>
            <w:r>
              <w:rPr>
                <w:rtl/>
                <w:lang w:bidi="fa-IR"/>
              </w:rPr>
              <w:t xml:space="preserve"> آن ظلمت شب آب ح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اتم</w:t>
            </w:r>
            <w:r>
              <w:rPr>
                <w:rtl/>
                <w:lang w:bidi="fa-IR"/>
              </w:rPr>
              <w:t xml:space="preserve"> دادند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775C" w:rsidTr="0097775C">
        <w:trPr>
          <w:trHeight w:val="350"/>
        </w:trPr>
        <w:tc>
          <w:tcPr>
            <w:tcW w:w="3349" w:type="dxa"/>
          </w:tcPr>
          <w:p w:rsidR="0097775C" w:rsidRDefault="0097775C" w:rsidP="00E913E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خود</w:t>
            </w:r>
            <w:r>
              <w:rPr>
                <w:rtl/>
                <w:lang w:bidi="fa-IR"/>
              </w:rPr>
              <w:t xml:space="preserve"> از شعشعه پرتو ذاتم کردند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7775C" w:rsidRDefault="0097775C" w:rsidP="00E913E1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97775C" w:rsidRDefault="0097775C" w:rsidP="00E913E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باده</w:t>
            </w:r>
            <w:r>
              <w:rPr>
                <w:rtl/>
                <w:lang w:bidi="fa-IR"/>
              </w:rPr>
              <w:t xml:space="preserve"> از جام تجل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صفاتم دادند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775C" w:rsidTr="0097775C">
        <w:tblPrEx>
          <w:tblLook w:val="04A0"/>
        </w:tblPrEx>
        <w:trPr>
          <w:trHeight w:val="350"/>
        </w:trPr>
        <w:tc>
          <w:tcPr>
            <w:tcW w:w="3349" w:type="dxa"/>
          </w:tcPr>
          <w:p w:rsidR="0097775C" w:rsidRDefault="0097775C" w:rsidP="00E913E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چه</w:t>
            </w:r>
            <w:r>
              <w:rPr>
                <w:rtl/>
                <w:lang w:bidi="fa-IR"/>
              </w:rPr>
              <w:t xml:space="preserve"> مبارک سحر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بود و چه فرخنده دم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7775C" w:rsidRDefault="0097775C" w:rsidP="00E913E1">
            <w:pPr>
              <w:pStyle w:val="libPoem"/>
              <w:rPr>
                <w:rtl/>
              </w:rPr>
            </w:pPr>
          </w:p>
        </w:tc>
        <w:tc>
          <w:tcPr>
            <w:tcW w:w="3305" w:type="dxa"/>
          </w:tcPr>
          <w:p w:rsidR="0097775C" w:rsidRDefault="0097775C" w:rsidP="00E913E1">
            <w:pPr>
              <w:pStyle w:val="libPoem"/>
            </w:pPr>
            <w:r>
              <w:rPr>
                <w:rtl/>
                <w:lang w:bidi="fa-IR"/>
              </w:rPr>
              <w:t>آن شب قدر که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eastAsia"/>
                <w:rtl/>
                <w:lang w:bidi="fa-IR"/>
              </w:rPr>
              <w:t>تازه</w:t>
            </w:r>
            <w:r>
              <w:rPr>
                <w:rtl/>
                <w:lang w:bidi="fa-IR"/>
              </w:rPr>
              <w:t xml:space="preserve"> براتم دادند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نقل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صادقه مخاطب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تشو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 شب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شب زنده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عمر و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6"/>
        <w:gridCol w:w="268"/>
        <w:gridCol w:w="3308"/>
      </w:tblGrid>
      <w:tr w:rsidR="001B0DB6" w:rsidTr="00E913E1">
        <w:trPr>
          <w:trHeight w:val="350"/>
        </w:trPr>
        <w:tc>
          <w:tcPr>
            <w:tcW w:w="3920" w:type="dxa"/>
            <w:shd w:val="clear" w:color="auto" w:fill="auto"/>
          </w:tcPr>
          <w:p w:rsidR="001B0DB6" w:rsidRDefault="001B0DB6" w:rsidP="00E913E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هر</w:t>
            </w:r>
            <w:r>
              <w:rPr>
                <w:rtl/>
                <w:lang w:bidi="fa-IR"/>
              </w:rPr>
              <w:t xml:space="preserve"> گنج سعادت که خدا داد به حافظ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B0DB6" w:rsidRDefault="001B0DB6" w:rsidP="00E913E1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B0DB6" w:rsidRDefault="001B0DB6" w:rsidP="00E913E1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دعا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شب و درس سحر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ضمناً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هرچه خداوند متعال به من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فرمود در رابطه خدمت به خلق خدا بود.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کنم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اواخر عمر، قدرت و توان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از دست داده و حضور در مسجد و اقامه جماعت و موعظه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سلب شده بود؛ لکن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 که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 رمضان را اقامه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هزاران نفر که اکثر آنان جوانان بودند در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شرکت و از مو</w:t>
      </w:r>
      <w:r>
        <w:rPr>
          <w:rFonts w:hint="eastAsia"/>
          <w:rtl/>
          <w:lang w:bidi="fa-IR"/>
        </w:rPr>
        <w:t>اعظ</w:t>
      </w:r>
      <w:r>
        <w:rPr>
          <w:rtl/>
          <w:lang w:bidi="fa-IR"/>
        </w:rPr>
        <w:t xml:space="preserve"> معظم له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</w:t>
      </w:r>
      <w:r>
        <w:rPr>
          <w:rtl/>
          <w:lang w:bidi="fa-IR"/>
        </w:rPr>
        <w:lastRenderedPageBreak/>
        <w:t>شب استفاده کرده و بهره مند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 به خاطر دارم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محل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معظم له بود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نشان دادند که متراکم از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بود.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فرمودند که اگر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حقّ شناس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شب در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شرکت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(با حضرت ملک الموت ملاقات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کردند). 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آنکه به ملاقات پروردگار نائل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شدم و صورت خواب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نقل نمودم. معظم له پس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در جواب به بنده فرمودند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را که در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شما گفتند به بنده هم در خواب فرمو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خاطره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استخاره معظم 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بستگان که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شاهد بودم نقل نمود که در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حقّ شناس را خداوند متعال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نمود. مناسبت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امر ازدواج کردن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آمد. به محضر معظم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شدم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درخواست نمودم تا در مورد ازدواج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استخاره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پس از آنکه با قرآن استخاره نمودند فرمودند (وضع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محل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باشد) لکن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ندارم به چه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عمل به استخاره ننمودم. ناخودآگاه در امر ازدواج واقع شدم. بعد از ازدواج ب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عدم توافق اخلاق روبرو شدم و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مشکلات 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ادامه دادم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جتاً</w:t>
      </w:r>
      <w:r>
        <w:rPr>
          <w:rtl/>
          <w:lang w:bidi="fa-IR"/>
        </w:rPr>
        <w:t xml:space="preserve"> امر ازدواج ما به متارکه منجر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در مسجد بعد از نماز ظهر و عصر معظم له بنده را صدا زدند و فرمودند شب هنگام، خواب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شما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عرض کردم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فرمو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ناگهان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در دست شما پاره شد و دانه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نقش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عرض نمودم خواب شما از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صادقه 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امر ازدواج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متارکه انجام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متأثر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معظم له به نماز اول وقت به جماعت و اجتناب از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به عنوان شاهد مثال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کنم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خواستند که در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محموله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کتاب را به قم حمل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بنا به دستور معظم له باربر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مبلغ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نمودم و قرار گذاشتم محموله را به گاراژ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محل اتوبوس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 بود ببرد. به اتفاق معظم له و باربر به طرف مقصد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حرکت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باربر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مرتبه زبان به جسارت و اعتراض گشود.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مقصد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محموله 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نهاد و حقّ الزحمه خود را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نمود با جسارت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خود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گرفت و رفت.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مدت جناب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کوچک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عکس العمل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جسارت باربر نشان نداده و تحمل نمودند.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 نمودم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باربر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(ن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خود را به ما زد و رفت)،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 داداش جان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پشت سرا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نگو که ممکن است 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بت شود،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نمونه از 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اجتناب از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کردن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 شاهد آن بودم.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در مورد 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نماز جماعت اوّل وقت، در حدود چهل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 و در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هم مشاهده ننمودم که نماز واجب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فرادا خوانده شود.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خاطر دارم در مسافرت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قم که در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بعد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اذان ظهر به مقصد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نماز جماعت ائمه جماعات خوانده شده بود. به بنده فرمودند نماز خود را نخوان تا با اتفاق به جماعت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سفر و وطن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اقامه جماعت بودند.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خاطره آنکه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مشهد مقدّس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معظم له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نمودم. در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مرحوم به طرف منزل آن جناب رهسپار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باب صحبت را باز نمودم.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سؤال کردم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«علماء 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افضل من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ل»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جواب مستدل و قانع کننده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ارائه فرمودند، رشته کلام با مطالب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ادامه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ندارم که مناسبت موضوع صحبت چه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 «اگر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بروم که مکان آن غصب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وقف باشد، آن را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متعال به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رسند.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عاش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داً</w:t>
      </w:r>
      <w:r>
        <w:rPr>
          <w:rtl/>
          <w:lang w:bidi="fa-IR"/>
        </w:rPr>
        <w:t xml:space="preserve"> و مات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داً</w:t>
      </w:r>
    </w:p>
    <w:p w:rsidR="00E913E1" w:rsidRDefault="00E913E1" w:rsidP="00BC358B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8" w:name="_Toc477343781"/>
      <w:bookmarkStart w:id="19" w:name="_Toc477343923"/>
      <w:r>
        <w:rPr>
          <w:rFonts w:hint="eastAsia"/>
          <w:rtl/>
          <w:lang w:bidi="fa-IR"/>
        </w:rPr>
        <w:t>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</w:t>
      </w:r>
      <w:bookmarkEnd w:id="18"/>
      <w:bookmarkEnd w:id="19"/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عباس شوفر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 که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دراز با هم معاشر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وصف او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احمد مجتهد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مؤسس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مجتهد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تهران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عباس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شوفرها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باشد». امّا حقّ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عباس، حجّت بر تمام رانندگان تهران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بود؛ از جمله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محمّد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بافق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اثر مخالفت با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اوّل، حدود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</w:t>
      </w:r>
      <w:r>
        <w:rPr>
          <w:rtl/>
          <w:lang w:bidi="fa-IR"/>
        </w:rPr>
        <w:t xml:space="preserve"> سال از قم به حضرت عبدالعظ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شهر 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شده و تحت نظر مأموران دولت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صاحب کرامات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نقل شود. مرحوم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عباس نقل نمودند: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1320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مجموعه متفق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روس و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را اشغال نموده بودند و در اثر اشغال، قحط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سراسر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را فراگرفته بود.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مشاهده نمودم که شهر تهرا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کلاً از آتش مشتعل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شعله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 به آسمان، زبانه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کشد. جز نقطه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تهران که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چه شده که همه تهران در آتش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سوزد، جز آن مکان که خاموش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باشد؟ فرمودند: آن مکان محله حمام گلشن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Pr="00E913E1">
        <w:rPr>
          <w:rStyle w:val="libFootnotenumChar"/>
          <w:rtl/>
        </w:rPr>
        <w:t>(9)،</w:t>
      </w:r>
      <w:r>
        <w:rPr>
          <w:rtl/>
          <w:lang w:bidi="fa-IR"/>
        </w:rPr>
        <w:t xml:space="preserve"> عرض کردم علّت آ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فرمودند: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قرآن ناطق در آنجا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عرض کردم: قرآن ناطق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فرمودند: «آقا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زاهد». پس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آنکه: قرآن ناطق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و در رأس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مولا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97775C" w:rsidRPr="0097775C">
        <w:rPr>
          <w:rStyle w:val="libAlaemChar"/>
          <w:rtl/>
        </w:rPr>
        <w:t xml:space="preserve">عليه‌السلام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است</w:t>
      </w:r>
      <w:r>
        <w:rPr>
          <w:rtl/>
          <w:lang w:bidi="fa-IR"/>
        </w:rPr>
        <w:t>.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درجه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کامل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هستند که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قرآن را در جامعه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منصه ظهور و بروز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رسانند و مردم را توسط قرآن که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به صراط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لذا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 مرتبه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خود مردم را به صرا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دلالت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و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درجه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ناطق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و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راهنما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صراط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خداوند متعال بود.</w:t>
      </w:r>
    </w:p>
    <w:p w:rsidR="00E913E1" w:rsidRDefault="00E913E1" w:rsidP="00BC358B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0" w:name="_Toc477343782"/>
      <w:bookmarkStart w:id="21" w:name="_Toc477343924"/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عالم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bookmarkEnd w:id="20"/>
      <w:bookmarkEnd w:id="21"/>
      <w:r>
        <w:rPr>
          <w:rtl/>
          <w:lang w:bidi="fa-IR"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حجت الاسلام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معزّ الدوله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معاصر مرحوم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بودند که در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فعل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اوّل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اقامه جماعت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افراد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منبر و مواعظ معظم له متحول و ارشاد شدند، نفوذ کلام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منبر آن چن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 که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بطالت و ضلالت گذرانده بودند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منبر مواعظ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متحول و از گذشته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توبه نموده و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عمر را با تقوا و متمسک به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طهارت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خصوصاً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</w:t>
      </w:r>
      <w:r w:rsidR="004D104C" w:rsidRPr="004D104C">
        <w:rPr>
          <w:rStyle w:val="libAlaemChar"/>
          <w:rFonts w:hint="eastAsia"/>
          <w:rtl/>
        </w:rPr>
        <w:t xml:space="preserve">عليه‌السلام </w:t>
      </w:r>
      <w:r>
        <w:rPr>
          <w:rtl/>
          <w:lang w:bidi="fa-IR"/>
        </w:rPr>
        <w:t>به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</w:t>
      </w:r>
    </w:p>
    <w:p w:rsidR="00BC358B" w:rsidRDefault="00BC358B" w:rsidP="00E913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 ها بود که با مرحوم آقا فخرالد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اسوه تقوا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آشنا شدم. فراموش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محضر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بودم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محرم و صفر صبح ها در منزلشان بعد از اقامه جماعت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الطلوع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و بعد از منبر که محتوا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مو</w:t>
      </w:r>
      <w:r>
        <w:rPr>
          <w:rFonts w:hint="eastAsia"/>
          <w:rtl/>
          <w:lang w:bidi="fa-IR"/>
        </w:rPr>
        <w:t>عظه</w:t>
      </w:r>
      <w:r>
        <w:rPr>
          <w:rtl/>
          <w:lang w:bidi="fa-IR"/>
        </w:rPr>
        <w:t xml:space="preserve"> و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توسل به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بود، دوستان پس از صرف صبحانه متفرق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بعد از منبر،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دوستان؛ از جمله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که</w:t>
      </w:r>
      <w:r w:rsidR="00E913E1">
        <w:rPr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خدمت آن جناب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فرمودند دوران سال در گذشته زمان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چهارشنبه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منزل، مجلس وعظ و توسل به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داشتم. گهگاه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شرکت در روضه به منزل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پس از آنکه مجلس روضه خاتمه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افت،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به ت</w:t>
      </w:r>
      <w:r>
        <w:rPr>
          <w:rFonts w:hint="eastAsia"/>
          <w:rtl/>
          <w:lang w:bidi="fa-IR"/>
        </w:rPr>
        <w:t>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وضو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نمودند. پس از آنکه وضو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خاتمه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حوله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تعارف نمودم.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حوله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دادم،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دست مرا گرفتند و بدون مقدمه به بنده فرمودند: «حاج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>!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بهشت، لذّت در بهشت،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بهشت...» و </w:t>
      </w:r>
      <w:r>
        <w:rPr>
          <w:rtl/>
          <w:lang w:bidi="fa-IR"/>
        </w:rPr>
        <w:lastRenderedPageBreak/>
        <w:t>مرادف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لغات را تکرا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نمودند. آن چنان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کلمات را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بهشت و رضوان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آشکار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مالک بن النعمان الانصار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 جوان صحاب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نکرده بود! که در جواب پرسش رسول خدا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فرمودند: «ک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اصبحت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د؟»؛</w:t>
      </w:r>
      <w:r>
        <w:rPr>
          <w:rtl/>
          <w:lang w:bidi="fa-IR"/>
        </w:rPr>
        <w:t xml:space="preserve"> چگونه شب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صبح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عرض نمود: «اصبحت موقناً»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را در حال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صبح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حضرت فرمودند: «لکلّ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 علامه و ما علامه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نک؟»</w:t>
      </w:r>
      <w:r>
        <w:rPr>
          <w:rtl/>
          <w:lang w:bidi="fa-IR"/>
        </w:rPr>
        <w:t xml:space="preserve"> عرضه داشت: «کأنّ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انظر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الجنّه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تزاورون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الجنه و اهل النار و هم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معذبون مصطرخون»</w:t>
      </w:r>
      <w:r w:rsidRPr="00E913E1">
        <w:rPr>
          <w:rStyle w:val="libFootnotenumChar"/>
          <w:rtl/>
        </w:rPr>
        <w:t>.(10)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اجازه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جهنّم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 شما را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رسول خدا</w:t>
      </w:r>
      <w:r w:rsidR="00E913E1">
        <w:rPr>
          <w:lang w:bidi="fa-IR"/>
        </w:rPr>
        <w:t xml:space="preserve">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امر به سکوت فرمودند.</w:t>
      </w:r>
    </w:p>
    <w:p w:rsidR="00E913E1" w:rsidRDefault="00BC358B" w:rsidP="00E913E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لب</w:t>
      </w:r>
      <w:r>
        <w:rPr>
          <w:rtl/>
          <w:lang w:bidi="fa-IR"/>
        </w:rPr>
        <w:t xml:space="preserve"> ببندم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که بگشا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نفس؟</w:t>
      </w:r>
      <w:r>
        <w:rPr>
          <w:rFonts w:hint="eastAsia"/>
          <w:rtl/>
          <w:lang w:bidi="fa-IR"/>
        </w:rPr>
        <w:t>لب</w:t>
      </w:r>
      <w:r>
        <w:rPr>
          <w:rtl/>
          <w:lang w:bidi="fa-IR"/>
        </w:rPr>
        <w:t xml:space="preserve">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</w:t>
      </w:r>
      <w:r>
        <w:rPr>
          <w:rtl/>
          <w:lang w:bidi="fa-IR"/>
        </w:rPr>
        <w:t xml:space="preserve">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بس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را در حدّ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بود؛ چون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و حساب و کتاب و صراط و بهشت و جهنم را</w:t>
      </w:r>
      <w:r w:rsidR="00E913E1">
        <w:rPr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BC358B" w:rsidRDefault="00E913E1" w:rsidP="00E913E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2" w:name="_Toc477343783"/>
      <w:bookmarkStart w:id="23" w:name="_Toc477343925"/>
      <w:r>
        <w:rPr>
          <w:rFonts w:hint="eastAsia"/>
          <w:rtl/>
          <w:lang w:bidi="fa-IR"/>
        </w:rPr>
        <w:t>اجتناب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از تشبه به کلمات کفار</w:t>
      </w:r>
      <w:bookmarkEnd w:id="22"/>
      <w:bookmarkEnd w:id="23"/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حجت الاسلام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معز الدوله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رابطه با تشبه نقل فرمودند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خدمت مرحوم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خداوند متعال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چون راه دور بود از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استفاده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آن زمان کرا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در مقابل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گرفتند. بعد از </w:t>
      </w:r>
      <w:r>
        <w:rPr>
          <w:rFonts w:hint="eastAsia"/>
          <w:rtl/>
          <w:lang w:bidi="fa-IR"/>
        </w:rPr>
        <w:t>آنکه</w:t>
      </w:r>
      <w:r>
        <w:rPr>
          <w:rtl/>
          <w:lang w:bidi="fa-IR"/>
        </w:rPr>
        <w:t xml:space="preserve"> به مقصد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که به طرف منزل دوست معهود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از من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مزدش را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عرض کردم بله پرداخت نمودم. سپس (به عنوان دفع دخل مقدر) فرمودند: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>! بلد بودم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طش</w:t>
      </w:r>
      <w:r>
        <w:rPr>
          <w:rtl/>
          <w:lang w:bidi="fa-IR"/>
        </w:rPr>
        <w:t xml:space="preserve"> را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 افتادم اگر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در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عدل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خداوند متعال از من بپرسد که چرا به لغات دشمنان من متشبّه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بدهم؟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گفتم مزدش را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لفظ عش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را در مقابل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تلفظ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و امثال و ذلک.</w:t>
      </w:r>
    </w:p>
    <w:p w:rsidR="00BC358B" w:rsidRDefault="00BC358B" w:rsidP="00315B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کنم ممکن است لفظ (مزدش را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مورد غرابت و تعجب خواننده واقع گردد امّا در باطن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لفظ،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نهفته است. چرا که چنانچه مسؤول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مسلمانان اعم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مداران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دانشمندان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عدم تشبّه و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کفّار ملتزم بودند که قرآن 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م ناظر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معناست: </w:t>
      </w:r>
      <w:r w:rsidR="00315B90">
        <w:rPr>
          <w:rStyle w:val="libAlaemChar"/>
          <w:rFonts w:hint="cs"/>
          <w:rtl/>
        </w:rPr>
        <w:t>(</w:t>
      </w:r>
      <w:r w:rsidRPr="00315B90">
        <w:rPr>
          <w:rStyle w:val="libAieChar"/>
          <w:rFonts w:hint="cs"/>
          <w:rtl/>
        </w:rPr>
        <w:t>ی</w:t>
      </w:r>
      <w:r w:rsidRPr="00315B90">
        <w:rPr>
          <w:rStyle w:val="libAieChar"/>
          <w:rFonts w:hint="eastAsia"/>
          <w:rtl/>
        </w:rPr>
        <w:t>اأَ</w:t>
      </w:r>
      <w:r w:rsidRPr="00315B90">
        <w:rPr>
          <w:rStyle w:val="libAieChar"/>
          <w:rFonts w:hint="cs"/>
          <w:rtl/>
        </w:rPr>
        <w:t>یُّ</w:t>
      </w:r>
      <w:r w:rsidRPr="00315B90">
        <w:rPr>
          <w:rStyle w:val="libAieChar"/>
          <w:rFonts w:hint="eastAsia"/>
          <w:rtl/>
        </w:rPr>
        <w:t>ها</w:t>
      </w:r>
      <w:r w:rsidRPr="00315B90">
        <w:rPr>
          <w:rStyle w:val="libAieChar"/>
          <w:rtl/>
        </w:rPr>
        <w:t xml:space="preserve"> الَّذِ</w:t>
      </w:r>
      <w:r w:rsidRPr="00315B90">
        <w:rPr>
          <w:rStyle w:val="libAieChar"/>
          <w:rFonts w:hint="cs"/>
          <w:rtl/>
        </w:rPr>
        <w:t>ی</w:t>
      </w:r>
      <w:r w:rsidRPr="00315B90">
        <w:rPr>
          <w:rStyle w:val="libAieChar"/>
          <w:rFonts w:hint="eastAsia"/>
          <w:rtl/>
        </w:rPr>
        <w:t>نَ</w:t>
      </w:r>
      <w:r w:rsidRPr="00315B90">
        <w:rPr>
          <w:rStyle w:val="libAieChar"/>
          <w:rtl/>
        </w:rPr>
        <w:t xml:space="preserve"> آمَنُوا لَا تَتَّخِذُوا بِطانَهً مِن دُونِکُمْ...» و «هَأَنتُمْ أُولَآءِ تُحِبُّونَهُمْ وَلَا </w:t>
      </w:r>
      <w:r w:rsidRPr="00315B90">
        <w:rPr>
          <w:rStyle w:val="libAieChar"/>
          <w:rFonts w:hint="cs"/>
          <w:rtl/>
        </w:rPr>
        <w:t>یُ</w:t>
      </w:r>
      <w:r w:rsidRPr="00315B90">
        <w:rPr>
          <w:rStyle w:val="libAieChar"/>
          <w:rFonts w:hint="eastAsia"/>
          <w:rtl/>
        </w:rPr>
        <w:t>حِبُّونَکُمْ</w:t>
      </w:r>
      <w:r w:rsidRPr="00315B90">
        <w:rPr>
          <w:rStyle w:val="libAieChar"/>
          <w:rtl/>
        </w:rPr>
        <w:t>..</w:t>
      </w:r>
      <w:r w:rsidR="00315B90" w:rsidRPr="00315B90">
        <w:rPr>
          <w:rStyle w:val="libAlaemChar"/>
          <w:rFonts w:eastAsia="KFGQPC Uthman Taha Naskh" w:hint="cs"/>
          <w:rtl/>
        </w:rPr>
        <w:t>)</w:t>
      </w:r>
      <w:r>
        <w:rPr>
          <w:rtl/>
          <w:lang w:bidi="fa-IR"/>
        </w:rPr>
        <w:t>؛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ما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به مسلمانان هشدار داده شده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>: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«لا</w:t>
      </w:r>
      <w:r>
        <w:rPr>
          <w:rtl/>
          <w:lang w:bidi="fa-IR"/>
        </w:rPr>
        <w:t xml:space="preserve"> تلبسوا ملابس اعدائ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لا تطعموا مطاعم اعدائ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لا تشاکلوا بمشاکلهم فإنّکم اعدائ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کما انّهم اعدائ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  <w:r w:rsidRPr="00315B90">
        <w:rPr>
          <w:rStyle w:val="libFootnotenumChar"/>
          <w:rtl/>
        </w:rPr>
        <w:t>(11)</w:t>
      </w:r>
    </w:p>
    <w:p w:rsidR="00BC358B" w:rsidRDefault="00BC358B" w:rsidP="00315B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حکومت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شرق و غرب؛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 w:rsidR="00315B90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و 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مسلط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و منابع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به تاراج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بردند و با آوردن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فرهنگ خود را بر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جهان تحم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حکومت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دست نشانده خود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و نفت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خداوند متعال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مسلمانان به جهت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شان به 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نهاده به ثمن بخس از ممالک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بردند،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ترفند حکومت ها را سرگرم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نوش نموده و ملّت ها را در فقر و تنگ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نگه داشته تا از حقوق خود نتوانند دفاع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از مفصل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قصّه مجمل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 تو خود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مفصّل بخوان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مجمل پس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 اگر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از تشبه به اعمال و گفتار کفار؛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نمود، تعجب نخواه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همان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که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و حساب و کتاب و بهشت و جهنم را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نمود، 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 اثر مخالطه</w:t>
      </w:r>
      <w:r w:rsidRPr="00315B90">
        <w:rPr>
          <w:rStyle w:val="libFootnotenumChar"/>
          <w:rtl/>
        </w:rPr>
        <w:t>(12)</w:t>
      </w:r>
      <w:r>
        <w:rPr>
          <w:rtl/>
          <w:lang w:bidi="fa-IR"/>
        </w:rPr>
        <w:t xml:space="preserve"> با اجانب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خود را از دست داده و دشمن بر منابع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منابع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 مسلط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همه ثروت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تاراج برده و دست گدا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حکومت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و نصارا که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دزدان 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گذشته 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نداشته دراز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نام ننگ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گذارند.</w:t>
      </w:r>
    </w:p>
    <w:p w:rsidR="00315B90" w:rsidRDefault="00315B90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4" w:name="_Toc477343784"/>
      <w:bookmarkStart w:id="25" w:name="_Toc477343926"/>
      <w:r>
        <w:rPr>
          <w:rFonts w:hint="eastAsia"/>
          <w:rtl/>
          <w:lang w:bidi="fa-IR"/>
        </w:rPr>
        <w:t>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از سلطه کفار در رابطه با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عشان</w:t>
      </w:r>
      <w:bookmarkEnd w:id="24"/>
      <w:bookmarkEnd w:id="25"/>
      <w:r>
        <w:rPr>
          <w:rtl/>
          <w:lang w:bidi="fa-IR"/>
        </w:rPr>
        <w:t xml:space="preserve"> </w:t>
      </w:r>
    </w:p>
    <w:p w:rsidR="00BC358B" w:rsidRDefault="00BC358B" w:rsidP="00315B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محمّد حسن اخوان که از متد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معتمد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بازار تهران و مرد با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در آخر عمر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مسجد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زاللَّه</w:t>
      </w:r>
      <w:r>
        <w:rPr>
          <w:rtl/>
          <w:lang w:bidi="fa-IR"/>
        </w:rPr>
        <w:t xml:space="preserve"> بازار به انتظار نماز جماعت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احمد خوانسار</w:t>
      </w:r>
      <w:r>
        <w:rPr>
          <w:rFonts w:hint="cs"/>
          <w:rtl/>
          <w:lang w:bidi="fa-IR"/>
        </w:rPr>
        <w:t>ی</w:t>
      </w:r>
      <w:r w:rsidR="00315B9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نشسته</w:t>
      </w:r>
      <w:r>
        <w:rPr>
          <w:rtl/>
          <w:lang w:bidi="fa-IR"/>
        </w:rPr>
        <w:t xml:space="preserve"> بودند، داع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حقّ را 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گفتند، (عاش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داً</w:t>
      </w:r>
      <w:r>
        <w:rPr>
          <w:rtl/>
          <w:lang w:bidi="fa-IR"/>
        </w:rPr>
        <w:t xml:space="preserve"> و مات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داً</w:t>
      </w:r>
      <w:r>
        <w:rPr>
          <w:rtl/>
          <w:lang w:bidi="fa-IR"/>
        </w:rPr>
        <w:t>) فرزند بزرگوار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جناب حاج محمود اخوان نقل نمودند: منزل ما مقابل منزل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هر هفته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جلسه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منزل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 و پس از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مغرب و عشاء به جماعت، مس</w:t>
      </w:r>
      <w:r>
        <w:rPr>
          <w:rFonts w:hint="eastAsia"/>
          <w:rtl/>
          <w:lang w:bidi="fa-IR"/>
        </w:rPr>
        <w:t>ئله</w:t>
      </w:r>
      <w:r>
        <w:rPr>
          <w:rtl/>
          <w:lang w:bidi="fa-IR"/>
        </w:rPr>
        <w:t xml:space="preserve"> و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و موعظه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شب تابستان 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پنکه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تازگ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خارج به بازار آمده بود. پدرم پنکه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به منزل آورد،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مشغول نماز جماعت شد، پنکه را روشن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قهراً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اتاق خنک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پس از آنکه معظم له از ن</w:t>
      </w:r>
      <w:r>
        <w:rPr>
          <w:rFonts w:hint="eastAsia"/>
          <w:rtl/>
          <w:lang w:bidi="fa-IR"/>
        </w:rPr>
        <w:t>ماز</w:t>
      </w:r>
      <w:r>
        <w:rPr>
          <w:rtl/>
          <w:lang w:bidi="fa-IR"/>
        </w:rPr>
        <w:t xml:space="preserve"> فارغ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 کرد به مرحوم پدرم و فرمود: «حاج محمّد حسن! چه شد که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اتاق خنک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د؟»</w:t>
      </w:r>
      <w:r>
        <w:rPr>
          <w:rtl/>
          <w:lang w:bidi="fa-IR"/>
        </w:rPr>
        <w:t xml:space="preserve"> مرحوم پدرم عرض نمود: آقا، بادبزن برق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روشن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داً</w:t>
      </w:r>
      <w:r>
        <w:rPr>
          <w:rtl/>
          <w:lang w:bidi="fa-IR"/>
        </w:rPr>
        <w:t xml:space="preserve"> از خارج آمده است.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فرمودند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است!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 که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شروع نمودند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کردن. </w:t>
      </w:r>
      <w:r>
        <w:rPr>
          <w:rFonts w:hint="eastAsia"/>
          <w:rtl/>
          <w:lang w:bidi="fa-IR"/>
        </w:rPr>
        <w:t>پدرم</w:t>
      </w:r>
      <w:r>
        <w:rPr>
          <w:rtl/>
          <w:lang w:bidi="fa-IR"/>
        </w:rPr>
        <w:t xml:space="preserve"> عرض نمود: آقا،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شده؟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جواب سؤال پدرم فرمودند: «در فکر شدم که اگر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خداوند متعال از من سؤال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چرا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دشمنان را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چه جواب دهم؟! «جواب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 ندارم».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روشن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 هر مملکت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رفته صنا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کفار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به دنبال آن فرهنگشان را که لازم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نفکّ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صنعتشان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تا مسلمانان را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تفکّر خود کنند، که کردند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اش را هم در ممالک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315B90" w:rsidRDefault="00315B90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15B90" w:rsidRDefault="00BC358B" w:rsidP="00055618">
      <w:pPr>
        <w:pStyle w:val="Heading2"/>
        <w:rPr>
          <w:rtl/>
          <w:lang w:bidi="fa-IR"/>
        </w:rPr>
      </w:pPr>
      <w:bookmarkStart w:id="26" w:name="_Toc477343785"/>
      <w:bookmarkStart w:id="27" w:name="_Toc477343927"/>
      <w:r>
        <w:rPr>
          <w:rFonts w:hint="eastAsia"/>
          <w:rtl/>
          <w:lang w:bidi="fa-IR"/>
        </w:rPr>
        <w:t>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ابوالحسن </w:t>
      </w:r>
      <w:r>
        <w:rPr>
          <w:rFonts w:hint="eastAsia"/>
          <w:rtl/>
          <w:lang w:bidi="fa-IR"/>
        </w:rPr>
        <w:t>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bookmarkEnd w:id="26"/>
      <w:bookmarkEnd w:id="27"/>
      <w:r>
        <w:rPr>
          <w:rtl/>
          <w:lang w:bidi="fa-IR"/>
        </w:rPr>
        <w:t xml:space="preserve"> </w:t>
      </w:r>
    </w:p>
    <w:p w:rsidR="00BC358B" w:rsidRDefault="00BC358B" w:rsidP="00315B90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نمودند: در زمان</w:t>
      </w:r>
      <w:r w:rsidR="00315B9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ابوالحسن اصفهان</w:t>
      </w:r>
      <w:r>
        <w:rPr>
          <w:rFonts w:hint="cs"/>
          <w:rtl/>
          <w:lang w:bidi="fa-IR"/>
        </w:rPr>
        <w:t>ی</w:t>
      </w:r>
      <w:r w:rsidRPr="00315B90">
        <w:rPr>
          <w:rStyle w:val="libFootnotenumChar"/>
          <w:rtl/>
        </w:rPr>
        <w:t>(13)،</w:t>
      </w:r>
      <w:r>
        <w:rPr>
          <w:rtl/>
          <w:lang w:bidi="fa-IR"/>
        </w:rPr>
        <w:t xml:space="preserve"> به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مشرف شدم. پس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دوره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15B90" w:rsidRPr="00315B9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، جهت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معظم له به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مشرف شدم. پس از تعارفات مقدمات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ذکر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آمد. آن زمان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بودند. </w:t>
      </w: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اللَّه، اظهار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وافر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نمودند.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اظهار نمودند که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مبلغ پنج هزار تومان از اموال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شما بگذارم تا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و ذهاب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فراهم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ملاقات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مرحوم 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معلوم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315B90" w:rsidRDefault="00315B90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8" w:name="_Toc477343786"/>
      <w:bookmarkStart w:id="29" w:name="_Toc477343928"/>
      <w:r>
        <w:rPr>
          <w:rFonts w:hint="eastAsia"/>
          <w:rtl/>
          <w:lang w:bidi="fa-IR"/>
        </w:rPr>
        <w:t>حضور</w:t>
      </w:r>
      <w:r>
        <w:rPr>
          <w:rtl/>
          <w:lang w:bidi="fa-IR"/>
        </w:rPr>
        <w:t xml:space="preserve">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(عجل اللَّه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)در مجلس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ندبه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bookmarkEnd w:id="28"/>
      <w:bookmarkEnd w:id="29"/>
      <w:r>
        <w:rPr>
          <w:rtl/>
          <w:lang w:bidi="fa-IR"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در آن منزل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معروف به خانه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پس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موعظه مشغول خواندن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و شاگردان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منزل متعلق به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کسا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است. مشارال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طول عمر پربرکت </w:t>
      </w:r>
      <w:r>
        <w:rPr>
          <w:rFonts w:hint="eastAsia"/>
          <w:rtl/>
          <w:lang w:bidi="fa-IR"/>
        </w:rPr>
        <w:t>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کمّل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معاشرت نموده بودند و خاطرات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داشتند. در واقع او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زنده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هر که با او معاشر بود از مصاحبت با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خاطرات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بهره مند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شد؛ از جمله خاطره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نقل نمودند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 ا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:</w:t>
      </w:r>
    </w:p>
    <w:p w:rsidR="00315B90" w:rsidRDefault="00BC358B" w:rsidP="00315B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جمعه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مانند همه جمعه ها مجلس را آماده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نموده تا از مواعظ و خواندن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استفاده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از حسن اتفاق مرحوم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محمود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به کفاش در مجلس شرکت کرده بودند. مرحوم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نظر تقوا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 w:rsidR="00315B9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اخلاص و محبّت به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بودند که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محضر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(عجل اللَّه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 آن روز مجلس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ندبه حال و هوا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آن چنان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ملکوت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مجلس حاکم بود که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رضوان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فضا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وزد.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غافل از وجود محبوب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دراز در انتظارش ندبه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ندبه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بود.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3"/>
        <w:gridCol w:w="268"/>
        <w:gridCol w:w="3301"/>
      </w:tblGrid>
      <w:tr w:rsidR="00315B90" w:rsidTr="008B62EB">
        <w:trPr>
          <w:trHeight w:val="350"/>
        </w:trPr>
        <w:tc>
          <w:tcPr>
            <w:tcW w:w="3920" w:type="dxa"/>
            <w:shd w:val="clear" w:color="auto" w:fill="auto"/>
          </w:tcPr>
          <w:p w:rsidR="00315B90" w:rsidRDefault="00315B90" w:rsidP="008B62EB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tl/>
                <w:lang w:bidi="fa-IR"/>
              </w:rPr>
              <w:t xml:space="preserve"> نزد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تر از من به من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15B90" w:rsidRDefault="00315B90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15B90" w:rsidRDefault="00315B90" w:rsidP="008B62EB">
            <w:pPr>
              <w:pStyle w:val="libPoem"/>
            </w:pPr>
            <w:r>
              <w:rPr>
                <w:rtl/>
                <w:lang w:bidi="fa-IR"/>
              </w:rPr>
              <w:t>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عجب تر که من از 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دورم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315B9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ندبه رو به اتمام رفت و آن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کم کم از آن مجلس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رخت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بست.</w:t>
      </w:r>
    </w:p>
    <w:p w:rsidR="00BC358B" w:rsidRDefault="00BC358B" w:rsidP="00315B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مجلس</w:t>
      </w:r>
      <w:r>
        <w:rPr>
          <w:rtl/>
          <w:lang w:bidi="fa-IR"/>
        </w:rPr>
        <w:t xml:space="preserve"> تمام گشت و به آخر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عمر</w:t>
      </w:r>
      <w:r w:rsidR="00315B9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همچنان در اوّل وصف تو مانده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پس از آنکه مجلس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گشت، مرحوم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سر در گوش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نهاد و فرمود: آقا،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مشغول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ندبه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مولا و سرور ما در مجلس دعا حضور به هم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بودند.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مرحوم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چنان اظهار تأسف و تأثر نمودند که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وجودش را فرا گرفت که چرا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حضرتش را نتوانستند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ند؟</w:t>
      </w:r>
    </w:p>
    <w:p w:rsidR="00CE2B9B" w:rsidRDefault="00BC358B" w:rsidP="00315B9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مکان جلوس حضرت را نشان دادند.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9"/>
        <w:gridCol w:w="268"/>
        <w:gridCol w:w="3305"/>
      </w:tblGrid>
      <w:tr w:rsidR="00CE2B9B" w:rsidTr="008B62EB">
        <w:trPr>
          <w:trHeight w:val="350"/>
        </w:trPr>
        <w:tc>
          <w:tcPr>
            <w:tcW w:w="3920" w:type="dxa"/>
            <w:shd w:val="clear" w:color="auto" w:fill="auto"/>
          </w:tcPr>
          <w:p w:rsidR="00CE2B9B" w:rsidRDefault="00CE2B9B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صد</w:t>
            </w:r>
            <w:r>
              <w:rPr>
                <w:rtl/>
                <w:lang w:bidi="fa-IR"/>
              </w:rPr>
              <w:t xml:space="preserve"> رنج که اندر طلب دوست کش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E2B9B" w:rsidRDefault="00CE2B9B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E2B9B" w:rsidRDefault="00CE2B9B" w:rsidP="008B62EB">
            <w:pPr>
              <w:pStyle w:val="libPoem"/>
            </w:pPr>
            <w:r>
              <w:rPr>
                <w:rtl/>
                <w:lang w:bidi="fa-IR"/>
              </w:rPr>
              <w:t>از در چو درآ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همه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رون</w:t>
            </w:r>
            <w:r>
              <w:rPr>
                <w:rtl/>
                <w:lang w:bidi="fa-IR"/>
              </w:rPr>
              <w:t xml:space="preserve"> رود از 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2B9B" w:rsidTr="008B62EB">
        <w:trPr>
          <w:trHeight w:val="350"/>
        </w:trPr>
        <w:tc>
          <w:tcPr>
            <w:tcW w:w="3920" w:type="dxa"/>
          </w:tcPr>
          <w:p w:rsidR="00CE2B9B" w:rsidRDefault="00CE2B9B" w:rsidP="008B62EB">
            <w:pPr>
              <w:pStyle w:val="libPoem"/>
            </w:pPr>
            <w:r>
              <w:rPr>
                <w:rtl/>
                <w:lang w:bidi="fa-IR"/>
              </w:rPr>
              <w:t xml:space="preserve">گر قصه عشق من و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ارم</w:t>
            </w:r>
            <w:r>
              <w:rPr>
                <w:rtl/>
                <w:lang w:bidi="fa-IR"/>
              </w:rPr>
              <w:t xml:space="preserve"> بنگارند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E2B9B" w:rsidRDefault="00CE2B9B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E2B9B" w:rsidRDefault="00CE2B9B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صد</w:t>
            </w:r>
            <w:r>
              <w:rPr>
                <w:rtl/>
                <w:lang w:bidi="fa-IR"/>
              </w:rPr>
              <w:t xml:space="preserve"> 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مجنون همه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رون</w:t>
            </w:r>
            <w:r>
              <w:rPr>
                <w:rtl/>
                <w:lang w:bidi="fa-IR"/>
              </w:rPr>
              <w:t xml:space="preserve"> رود از 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2B9B" w:rsidTr="008B62EB">
        <w:trPr>
          <w:trHeight w:val="350"/>
        </w:trPr>
        <w:tc>
          <w:tcPr>
            <w:tcW w:w="3920" w:type="dxa"/>
          </w:tcPr>
          <w:p w:rsidR="00CE2B9B" w:rsidRDefault="00CE2B9B" w:rsidP="008B62EB">
            <w:pPr>
              <w:pStyle w:val="libPoem"/>
            </w:pPr>
            <w:r>
              <w:rPr>
                <w:rtl/>
                <w:lang w:bidi="fa-IR"/>
              </w:rPr>
              <w:t>در قتل من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مه بکش آهسته کمان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E2B9B" w:rsidRDefault="00CE2B9B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E2B9B" w:rsidRDefault="00CE2B9B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ح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</w:t>
            </w:r>
            <w:r>
              <w:rPr>
                <w:rtl/>
                <w:lang w:bidi="fa-IR"/>
              </w:rPr>
              <w:t xml:space="preserve"> است که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کان</w:t>
            </w:r>
            <w:r>
              <w:rPr>
                <w:rtl/>
                <w:lang w:bidi="fa-IR"/>
              </w:rPr>
              <w:t xml:space="preserve"> تو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رون</w:t>
            </w:r>
            <w:r>
              <w:rPr>
                <w:rtl/>
                <w:lang w:bidi="fa-IR"/>
              </w:rPr>
              <w:t xml:space="preserve"> رود از 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E2B9B" w:rsidRDefault="00CE2B9B" w:rsidP="00BC358B">
      <w:pPr>
        <w:pStyle w:val="libNormal"/>
        <w:rPr>
          <w:rtl/>
          <w:lang w:bidi="fa-IR"/>
        </w:rPr>
      </w:pPr>
    </w:p>
    <w:p w:rsidR="00BC358B" w:rsidRDefault="00CE2B9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30" w:name="_Toc477343787"/>
      <w:bookmarkStart w:id="31" w:name="_Toc477343929"/>
      <w:r>
        <w:rPr>
          <w:rFonts w:hint="eastAsia"/>
          <w:rtl/>
          <w:lang w:bidi="fa-IR"/>
        </w:rPr>
        <w:t>اطاعت</w:t>
      </w:r>
      <w:r>
        <w:rPr>
          <w:rtl/>
          <w:lang w:bidi="fa-IR"/>
        </w:rPr>
        <w:t xml:space="preserve"> مطلق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از والد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مجد الذاکر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CE2B9B" w:rsidRPr="00CE2B9B">
        <w:rPr>
          <w:rStyle w:val="libAlaemChar"/>
          <w:rtl/>
        </w:rPr>
        <w:t>رحمه‌الله</w:t>
      </w:r>
      <w:bookmarkEnd w:id="30"/>
      <w:bookmarkEnd w:id="31"/>
    </w:p>
    <w:p w:rsidR="00BC358B" w:rsidRDefault="00BC358B" w:rsidP="00CE2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برادر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معزّز جناب</w:t>
      </w:r>
      <w:r w:rsidR="00CE2B9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آقا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افتخار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دارم و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معاشر بودم و جز صداقت و حسن عمل در کسب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و الحق الگو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همکاران و حجت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کسبه اهل محل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باشند. از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 خان ذوق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شاعر معروف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 مرحوم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مأنوس بودند،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نقل کرده اند: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جوان بود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والد محترمشان جناب مرحوم حجت الاسلام مجد الذاکر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مشاهده نموده که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دو کوزه بزرگ - جهت آب آوردن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منزل از آب انبار چهل پ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امام زاده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- در دست داشتند.</w:t>
      </w:r>
      <w:r w:rsidRPr="00CE2B9B">
        <w:rPr>
          <w:rStyle w:val="libFootnotenumChar"/>
          <w:rtl/>
        </w:rPr>
        <w:t>(14)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که متوجه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بودم، والد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از راه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از پشت سر به نام صدا زدند. (مرتض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!)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پس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پدر، بدون آنکه رو بگرداند و سؤال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با من چه کار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بلافاصله کوزه ها را که در دست داشتند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نهاده و به سرعت به کنار کوچه در مقابل پدر گوش به فرمان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ستادند</w:t>
      </w:r>
      <w:r>
        <w:rPr>
          <w:rtl/>
          <w:lang w:bidi="fa-IR"/>
        </w:rPr>
        <w:t xml:space="preserve"> تا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پدر چه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جناب حاج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بنده فرمودند: پس از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مدت ها با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مقام اطاعت و اجابت دعوت پدر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شنونده دارد.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کنم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عمل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در سرعت اطاعت بدون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تأمّل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اجابت دعوت پدر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او چون امر پدر را عدل فرمان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پروردگار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دانست،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تأمل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 و بلافاصله اطاعت کرد.</w:t>
      </w:r>
    </w:p>
    <w:p w:rsidR="00CE2B9B" w:rsidRDefault="00CE2B9B" w:rsidP="00BC358B">
      <w:pPr>
        <w:pStyle w:val="libNormal"/>
        <w:rPr>
          <w:rtl/>
          <w:lang w:bidi="fa-IR"/>
        </w:rPr>
      </w:pPr>
    </w:p>
    <w:p w:rsidR="00BC358B" w:rsidRDefault="00BC358B" w:rsidP="00055618">
      <w:pPr>
        <w:pStyle w:val="Heading2"/>
        <w:rPr>
          <w:rtl/>
          <w:lang w:bidi="fa-IR"/>
        </w:rPr>
      </w:pPr>
      <w:bookmarkStart w:id="32" w:name="_Toc477343788"/>
      <w:bookmarkStart w:id="33" w:name="_Toc477343930"/>
      <w:r>
        <w:rPr>
          <w:rFonts w:hint="eastAsia"/>
          <w:rtl/>
          <w:lang w:bidi="fa-IR"/>
        </w:rPr>
        <w:t>مزاح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با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bookmarkEnd w:id="32"/>
      <w:bookmarkEnd w:id="33"/>
      <w:r>
        <w:rPr>
          <w:rtl/>
          <w:lang w:bidi="fa-IR"/>
        </w:rPr>
        <w:t xml:space="preserve"> </w:t>
      </w:r>
    </w:p>
    <w:p w:rsidR="00CE2B9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نقل نمود: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چون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موتور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کم بود، مردم جهت حمل و نقل از دُرُشکه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و نوعاً علماء توسط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مرکب جهت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و ذهاب به مقصدشان بهره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eastAsia"/>
          <w:rtl/>
          <w:lang w:bidi="fa-IR"/>
        </w:rPr>
        <w:t>معظم</w:t>
      </w:r>
      <w:r>
        <w:rPr>
          <w:rtl/>
          <w:lang w:bidi="fa-IR"/>
        </w:rPr>
        <w:t xml:space="preserve"> له حضور داشتند، جهت ادخال سرور عرض کردند که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دُرُشکه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بنده و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کوچک (توض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آنکه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آنقدر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کل</w:t>
      </w:r>
      <w:r>
        <w:rPr>
          <w:rtl/>
          <w:lang w:bidi="fa-IR"/>
        </w:rPr>
        <w:t xml:space="preserve"> و 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بود، - از باب: برعکس نهند نام زنگ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کافور -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دوستان معروف به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کوچک بود) ما دو نفر اسب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درشکه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جن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سورچ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آقا امام زمان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سرنش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درشکه باشند و به هر کجا که حضرت فرمان بدهند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مقصد آن جناب به سرعت حرکت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مزاح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لبان مبارک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نقش بست.</w:t>
      </w:r>
    </w:p>
    <w:p w:rsidR="00BC358B" w:rsidRDefault="00CE2B9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34" w:name="_Toc477343789"/>
      <w:bookmarkStart w:id="35" w:name="_Toc477343931"/>
      <w:r>
        <w:rPr>
          <w:rFonts w:hint="eastAsia"/>
          <w:rtl/>
          <w:lang w:bidi="fa-IR"/>
        </w:rPr>
        <w:t>تقرب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محضر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(عجل اللَّه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</w:t>
      </w:r>
      <w:bookmarkEnd w:id="34"/>
      <w:bookmarkEnd w:id="35"/>
    </w:p>
    <w:p w:rsidR="00BC358B" w:rsidRDefault="00BC358B" w:rsidP="00CE2B9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موفق به نوشتن نامه به محضر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(ارواحنا فداه) شده بود مرحوم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(نور اللَّه مرقده) بود.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بدون واسطه از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(طاب ثراه)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فرمودند: مرحوم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</w:t>
      </w:r>
      <w:r>
        <w:rPr>
          <w:rFonts w:hint="eastAsia"/>
          <w:rtl/>
          <w:lang w:bidi="fa-IR"/>
        </w:rPr>
        <w:t>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هرگاه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محضر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نوشتند و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عبدالعظ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حضرت عبدالعظ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قبر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 </w:t>
      </w:r>
      <w:r w:rsidR="00CE2B9B" w:rsidRPr="00CE2B9B">
        <w:rPr>
          <w:rStyle w:val="libAlaemChar"/>
          <w:rtl/>
        </w:rPr>
        <w:t>رحمه‌الله</w:t>
      </w:r>
      <w:r w:rsidR="00CE2B9B" w:rsidRPr="00A412B7">
        <w:rPr>
          <w:rtl/>
        </w:rPr>
        <w:t xml:space="preserve"> </w:t>
      </w:r>
      <w:r>
        <w:rPr>
          <w:rtl/>
          <w:lang w:bidi="fa-IR"/>
        </w:rPr>
        <w:t>چشمه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معروف به چشمه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چشمه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کن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چشمه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حال حاضر هم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دارد.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که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 w:rsidR="00CE2B9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بدانجا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نامه خود را در گلوله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گِل پاک مستور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 طبق دستور دو تن از نواب حضرت به نام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عثمان بن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محمّد بن عثمان را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 و درخواست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نامه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محضر حضرتش ارسال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نامه مستور در گل را به طرف نهر آب 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نامه به طرف آب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درون آب ظاهر شده و نامه را قبل از آنکه به درون آب داخل شود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تقرب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است به ساحت قدس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(عجل اللَّه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5"/>
        <w:gridCol w:w="269"/>
        <w:gridCol w:w="3318"/>
      </w:tblGrid>
      <w:tr w:rsidR="00CE2B9B" w:rsidTr="008B62EB">
        <w:trPr>
          <w:trHeight w:val="350"/>
        </w:trPr>
        <w:tc>
          <w:tcPr>
            <w:tcW w:w="3920" w:type="dxa"/>
            <w:shd w:val="clear" w:color="auto" w:fill="auto"/>
          </w:tcPr>
          <w:p w:rsidR="00CE2B9B" w:rsidRDefault="00CE2B9B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گرچه</w:t>
            </w:r>
            <w:r>
              <w:rPr>
                <w:rtl/>
                <w:lang w:bidi="fa-IR"/>
              </w:rPr>
              <w:t xml:space="preserve"> به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ام چهره دل ربا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CE2B9B" w:rsidRDefault="00CE2B9B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CE2B9B" w:rsidRDefault="00CE2B9B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دل</w:t>
            </w:r>
            <w:r>
              <w:rPr>
                <w:rtl/>
                <w:lang w:bidi="fa-IR"/>
              </w:rPr>
              <w:t xml:space="preserve"> به درون 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نه</w:t>
            </w:r>
            <w:r>
              <w:rPr>
                <w:rtl/>
                <w:lang w:bidi="fa-IR"/>
              </w:rPr>
              <w:t xml:space="preserve"> ام پر زند از برا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2B9B" w:rsidTr="008B62EB">
        <w:trPr>
          <w:trHeight w:val="350"/>
        </w:trPr>
        <w:tc>
          <w:tcPr>
            <w:tcW w:w="3920" w:type="dxa"/>
          </w:tcPr>
          <w:p w:rsidR="00CE2B9B" w:rsidRDefault="00CE2B9B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چو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نهم به هم در نظرم </w:t>
            </w:r>
            <w:r>
              <w:rPr>
                <w:rtl/>
                <w:lang w:bidi="fa-IR"/>
              </w:rPr>
              <w:lastRenderedPageBreak/>
              <w:t>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شو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E2B9B" w:rsidRDefault="00CE2B9B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E2B9B" w:rsidRDefault="00CE2B9B" w:rsidP="008B62EB">
            <w:pPr>
              <w:pStyle w:val="libPoem"/>
            </w:pPr>
            <w:r>
              <w:rPr>
                <w:rtl/>
                <w:lang w:bidi="fa-IR"/>
              </w:rPr>
              <w:t>قامت دل ربا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چهره آشنا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lastRenderedPageBreak/>
              <w:t>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2B9B" w:rsidTr="008B62EB">
        <w:trPr>
          <w:trHeight w:val="350"/>
        </w:trPr>
        <w:tc>
          <w:tcPr>
            <w:tcW w:w="3920" w:type="dxa"/>
          </w:tcPr>
          <w:p w:rsidR="00CE2B9B" w:rsidRDefault="00CE2B9B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مردم</w:t>
            </w:r>
            <w:r>
              <w:rPr>
                <w:rtl/>
                <w:lang w:bidi="fa-IR"/>
              </w:rPr>
              <w:t xml:space="preserve"> چشم من از آن 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نه</w:t>
            </w:r>
            <w:r>
              <w:rPr>
                <w:rtl/>
                <w:lang w:bidi="fa-IR"/>
              </w:rPr>
              <w:t xml:space="preserve"> دار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CE2B9B" w:rsidRDefault="00CE2B9B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CE2B9B" w:rsidRDefault="00CE2B9B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که به کام دل زنم بوسه به خاک پا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CE2B9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36" w:name="_Toc477343790"/>
      <w:bookmarkStart w:id="37" w:name="_Toc477343932"/>
      <w:r>
        <w:rPr>
          <w:rFonts w:hint="eastAsia"/>
          <w:rtl/>
          <w:lang w:bidi="fa-IR"/>
        </w:rPr>
        <w:t>ارتباط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با عالم معنا</w:t>
      </w:r>
      <w:bookmarkEnd w:id="36"/>
      <w:bookmarkEnd w:id="37"/>
    </w:p>
    <w:p w:rsidR="00BC358B" w:rsidRDefault="00BC358B" w:rsidP="00CE2B9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تهجّد،</w:t>
      </w:r>
      <w:r>
        <w:rPr>
          <w:rtl/>
          <w:lang w:bidi="fa-IR"/>
        </w:rPr>
        <w:t xml:space="preserve"> مقام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خداوند متعال به عنوان سپاس 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بندگان صالح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اثر اطاعت و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خالص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که در رأس قله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آن جناب رسول اللَّه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است که در تکر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وجود مقدّس در قرآن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CE2B9B" w:rsidRPr="00CE2B9B">
        <w:rPr>
          <w:rStyle w:val="libAlaemChar"/>
          <w:rFonts w:hint="cs"/>
          <w:rtl/>
        </w:rPr>
        <w:t>(</w:t>
      </w:r>
      <w:r w:rsidRPr="00CE2B9B">
        <w:rPr>
          <w:rStyle w:val="libAieChar"/>
          <w:rtl/>
        </w:rPr>
        <w:t>وَمِنَ ال</w:t>
      </w:r>
      <w:r w:rsidRPr="00CE2B9B">
        <w:rPr>
          <w:rStyle w:val="libAieChar"/>
          <w:rFonts w:hint="eastAsia"/>
          <w:rtl/>
        </w:rPr>
        <w:t>َّ</w:t>
      </w:r>
      <w:r w:rsidRPr="00CE2B9B">
        <w:rPr>
          <w:rStyle w:val="libAieChar"/>
          <w:rFonts w:hint="cs"/>
          <w:rtl/>
        </w:rPr>
        <w:t>یْ</w:t>
      </w:r>
      <w:r w:rsidRPr="00CE2B9B">
        <w:rPr>
          <w:rStyle w:val="libAieChar"/>
          <w:rFonts w:hint="eastAsia"/>
          <w:rtl/>
        </w:rPr>
        <w:t>لِ</w:t>
      </w:r>
      <w:r w:rsidRPr="00CE2B9B">
        <w:rPr>
          <w:rStyle w:val="libAieChar"/>
          <w:rtl/>
        </w:rPr>
        <w:t xml:space="preserve"> فَتَهَجَّدْ بِهِ نافِلَهً لَکَ عَسَ</w:t>
      </w:r>
      <w:r w:rsidRPr="00CE2B9B">
        <w:rPr>
          <w:rStyle w:val="libAieChar"/>
          <w:rFonts w:hint="cs"/>
          <w:rtl/>
        </w:rPr>
        <w:t>ی</w:t>
      </w:r>
      <w:r w:rsidRPr="00CE2B9B">
        <w:rPr>
          <w:rStyle w:val="libAieChar"/>
          <w:rtl/>
        </w:rPr>
        <w:t xml:space="preserve"> أَن </w:t>
      </w:r>
      <w:r w:rsidRPr="00CE2B9B">
        <w:rPr>
          <w:rStyle w:val="libAieChar"/>
          <w:rFonts w:hint="cs"/>
          <w:rtl/>
        </w:rPr>
        <w:t>یَ</w:t>
      </w:r>
      <w:r w:rsidRPr="00CE2B9B">
        <w:rPr>
          <w:rStyle w:val="libAieChar"/>
          <w:rFonts w:hint="eastAsia"/>
          <w:rtl/>
        </w:rPr>
        <w:t>بْعَثَکَ</w:t>
      </w:r>
      <w:r w:rsidRPr="00CE2B9B">
        <w:rPr>
          <w:rStyle w:val="libAieChar"/>
          <w:rtl/>
        </w:rPr>
        <w:t xml:space="preserve"> رَبُّکَ مَقاماً مَحْمُوداً</w:t>
      </w:r>
      <w:r w:rsidR="00CE2B9B" w:rsidRPr="00CE2B9B">
        <w:rPr>
          <w:rStyle w:val="libAlaemChar"/>
          <w:rFonts w:hint="cs"/>
          <w:rtl/>
        </w:rPr>
        <w:t>)</w:t>
      </w:r>
      <w:r w:rsidRPr="00CE2B9B">
        <w:rPr>
          <w:rStyle w:val="libFootnotenumChar"/>
          <w:rtl/>
        </w:rPr>
        <w:t>.(15)</w:t>
      </w:r>
    </w:p>
    <w:p w:rsidR="00BC358B" w:rsidRDefault="00BC358B" w:rsidP="00B0360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محمود گنج سعادت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بعد از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به بندگان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قلبشان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شده باشد. و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شامل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بود. و آن جناب ملتزم به تهجّد و شب زنده دار</w:t>
      </w:r>
      <w:r>
        <w:rPr>
          <w:rFonts w:hint="cs"/>
          <w:rtl/>
          <w:lang w:bidi="fa-IR"/>
        </w:rPr>
        <w:t>ی</w:t>
      </w:r>
      <w:r w:rsidR="00B0360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بود</w:t>
      </w:r>
      <w:r>
        <w:rPr>
          <w:rtl/>
          <w:lang w:bidi="fa-IR"/>
        </w:rPr>
        <w:t>. و اگر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نماند، با صدا زدن او از ماوراء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عالم او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راستا برادر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فاضل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حجّت الاسلام و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محمّد جاودان (ز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>) به ن</w:t>
      </w:r>
      <w:r>
        <w:rPr>
          <w:rFonts w:hint="eastAsia"/>
          <w:rtl/>
          <w:lang w:bidi="fa-IR"/>
        </w:rPr>
        <w:t>قل</w:t>
      </w:r>
      <w:r>
        <w:rPr>
          <w:rtl/>
          <w:lang w:bidi="fa-IR"/>
        </w:rPr>
        <w:t xml:space="preserve"> از مرحوم والد گرام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نمونه اخلاق و تقوا، حجت الاسلام و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جناب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جاودان،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والد گرام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نقل نموده اند که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فرموده بودند شب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جهت تهجّد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شدم، مرا به القاب مختلف به تن</w:t>
      </w:r>
      <w:r>
        <w:rPr>
          <w:rFonts w:hint="eastAsia"/>
          <w:rtl/>
          <w:lang w:bidi="fa-IR"/>
        </w:rPr>
        <w:t>اسب</w:t>
      </w:r>
      <w:r>
        <w:rPr>
          <w:rtl/>
          <w:lang w:bidi="fa-IR"/>
        </w:rPr>
        <w:t xml:space="preserve"> اعمال روزانه ام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زدند. اگر در آن روز عمل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بود به نام «آقا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و اگر کم بود به نام «ش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و اگر عمل جزئ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به نام «مرتض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صدا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زدند. خداوند متعال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که تهجّد از من سلب شود.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6"/>
        <w:gridCol w:w="268"/>
        <w:gridCol w:w="3308"/>
      </w:tblGrid>
      <w:tr w:rsidR="00B03602" w:rsidTr="008B62EB">
        <w:trPr>
          <w:trHeight w:val="350"/>
        </w:trPr>
        <w:tc>
          <w:tcPr>
            <w:tcW w:w="3920" w:type="dxa"/>
            <w:shd w:val="clear" w:color="auto" w:fill="auto"/>
          </w:tcPr>
          <w:p w:rsidR="00B03602" w:rsidRDefault="00B03602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هر</w:t>
            </w:r>
            <w:r>
              <w:rPr>
                <w:rtl/>
                <w:lang w:bidi="fa-IR"/>
              </w:rPr>
              <w:t xml:space="preserve"> گنج سعادت که خدا داد به </w:t>
            </w:r>
            <w:r>
              <w:rPr>
                <w:rtl/>
                <w:lang w:bidi="fa-IR"/>
              </w:rPr>
              <w:lastRenderedPageBreak/>
              <w:t>حافظ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03602" w:rsidRDefault="00B03602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03602" w:rsidRDefault="00B03602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دعا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شب و ورد سحر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lastRenderedPageBreak/>
              <w:t>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03602" w:rsidRDefault="00B03602" w:rsidP="00BC358B">
      <w:pPr>
        <w:pStyle w:val="libNormal"/>
        <w:rPr>
          <w:rtl/>
          <w:lang w:bidi="fa-IR"/>
        </w:rPr>
      </w:pPr>
    </w:p>
    <w:p w:rsidR="00BC358B" w:rsidRDefault="00B03602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38" w:name="_Toc477343791"/>
      <w:bookmarkStart w:id="39" w:name="_Toc477343933"/>
      <w:r>
        <w:rPr>
          <w:rFonts w:hint="eastAsia"/>
          <w:rtl/>
          <w:lang w:bidi="fa-IR"/>
        </w:rPr>
        <w:t>ارتحال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bookmarkEnd w:id="38"/>
      <w:bookmarkEnd w:id="39"/>
      <w:r>
        <w:rPr>
          <w:rtl/>
          <w:lang w:bidi="fa-IR"/>
        </w:rPr>
        <w:t xml:space="preserve"> </w:t>
      </w:r>
    </w:p>
    <w:p w:rsidR="00BC358B" w:rsidRDefault="00BC358B" w:rsidP="00B03602">
      <w:pPr>
        <w:pStyle w:val="libNormal"/>
        <w:rPr>
          <w:rStyle w:val="libFootnotenumChar"/>
          <w:rtl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در دوم خرداد سال هزار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سن هشتاد و چهار سالگ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 فان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وداع کردند. جنازه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شبانه پس از غسل و کفن، به مسجد جامع تهران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برند.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شبستان چهل ستون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سال ها امام جماعت بودند. آن شب را ب</w:t>
      </w:r>
      <w:r>
        <w:rPr>
          <w:rFonts w:hint="eastAsia"/>
          <w:rtl/>
          <w:lang w:bidi="fa-IR"/>
        </w:rPr>
        <w:t>رادر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</w:t>
      </w:r>
      <w:r>
        <w:rPr>
          <w:rtl/>
          <w:lang w:bidi="fa-IR"/>
        </w:rPr>
        <w:t xml:space="preserve"> جناب حاج آقا فخر تهران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محضر آن جناب بود، با چشمان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اشک بار بر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جنازه آن مرحوم به صبح رسانده بود. مرحوم حاج آقا فخر 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شب، شروع به</w:t>
      </w:r>
      <w:r w:rsidR="00B0360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خواندن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بر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جنازه آن جناب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پس از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قرائت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عذاب و هشدارها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رسد، امّا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ناگهان او مات و مبهوت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 مسلم بود که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جان در بدن ندارد و روحش به ملأ 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است. امّا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صحنه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فخر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او هنگام خواندن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انذار و عذاب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جنازه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همانند افراد خائف و ترسان منقبض شده و بدنش را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حاج آقا فخر به قرائتش ادامه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بعد از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دوباره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عذاب و هشدار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دوباره همان ص</w:t>
      </w:r>
      <w:r>
        <w:rPr>
          <w:rFonts w:hint="eastAsia"/>
          <w:rtl/>
          <w:lang w:bidi="fa-IR"/>
        </w:rPr>
        <w:t>حنه</w:t>
      </w:r>
      <w:r>
        <w:rPr>
          <w:rtl/>
          <w:lang w:bidi="fa-IR"/>
        </w:rPr>
        <w:t xml:space="preserve"> تکرار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او متح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کنجکاو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مرحوم حاج آقا فخر چند بار از چند قسمت قرآن 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تلاوت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عذاب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پردازد. در هر نوبت آن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حالت را در جسم پاک و طاهر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مشاهد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قصه را عبد صالح مرحوم حاج آقا فخر تا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فوت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اظهار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اتش،</w:t>
      </w:r>
      <w:r>
        <w:rPr>
          <w:rtl/>
          <w:lang w:bidi="fa-IR"/>
        </w:rPr>
        <w:t xml:space="preserve">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دوستانش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نموده بود.</w:t>
      </w:r>
      <w:r w:rsidRPr="00B03602">
        <w:rPr>
          <w:rStyle w:val="libFootnotenumChar"/>
          <w:rtl/>
        </w:rPr>
        <w:t>(16)</w:t>
      </w:r>
    </w:p>
    <w:p w:rsidR="00B03602" w:rsidRDefault="00B03602" w:rsidP="00B03602">
      <w:pPr>
        <w:pStyle w:val="libNormal"/>
        <w:rPr>
          <w:rtl/>
          <w:lang w:bidi="fa-IR"/>
        </w:rPr>
      </w:pPr>
    </w:p>
    <w:p w:rsidR="00BC358B" w:rsidRDefault="00BC358B" w:rsidP="00055618">
      <w:pPr>
        <w:pStyle w:val="Heading2"/>
        <w:rPr>
          <w:rtl/>
          <w:lang w:bidi="fa-IR"/>
        </w:rPr>
      </w:pPr>
      <w:bookmarkStart w:id="40" w:name="_Toc477343792"/>
      <w:bookmarkStart w:id="41" w:name="_Toc477343934"/>
      <w:r>
        <w:rPr>
          <w:rFonts w:hint="eastAsia"/>
          <w:rtl/>
          <w:lang w:bidi="fa-IR"/>
        </w:rPr>
        <w:t>حمل</w:t>
      </w:r>
      <w:r>
        <w:rPr>
          <w:rtl/>
          <w:lang w:bidi="fa-IR"/>
        </w:rPr>
        <w:t xml:space="preserve"> جنازه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کربلا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طور معجزه آسا</w:t>
      </w:r>
      <w:bookmarkEnd w:id="40"/>
      <w:bookmarkEnd w:id="41"/>
    </w:p>
    <w:p w:rsidR="00BC358B" w:rsidRDefault="00BC358B" w:rsidP="00B0360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تاجرها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بازار تهران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رفته بود. فرزندانش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 جنازه اش را به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حمل و دفن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آنها با تمام امکاناتشان اجازه نامه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مقامات رسم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دولت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و عراق درخواست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هرچه تلاش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موفق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آنها پس از چند روز مجبور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پدرشان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به خاک بسپارند. پس از دفن جنازه، اجازه نامه به دست فرزندان تاجر مدفون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 و همزمان مرحوم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 w:rsidR="00B0360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فرزندان آن تاجر آن اجازه نامه را به خانواده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معجزه آسا جنازه آن عبد صالح به کربلا حمل و در سرداب صحن حرم قمر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هاشم حضرت اباالفضل العباس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دفن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برزخ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آن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ملکوت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آغاز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B03602">
        <w:rPr>
          <w:rStyle w:val="libFootnotenumChar"/>
          <w:rtl/>
        </w:rPr>
        <w:t>.(17)</w:t>
      </w:r>
      <w:r>
        <w:rPr>
          <w:rtl/>
          <w:lang w:bidi="fa-IR"/>
        </w:rPr>
        <w:t xml:space="preserve"> </w:t>
      </w:r>
      <w:r w:rsidR="00B03602" w:rsidRPr="00B03602">
        <w:rPr>
          <w:rStyle w:val="libAlaemChar"/>
          <w:rFonts w:hint="cs"/>
          <w:rtl/>
        </w:rPr>
        <w:t>(</w:t>
      </w:r>
      <w:r w:rsidRPr="00B03602">
        <w:rPr>
          <w:rStyle w:val="libAieChar"/>
          <w:rtl/>
        </w:rPr>
        <w:t>وَسَلامٌ عَلَ</w:t>
      </w:r>
      <w:r w:rsidRPr="00B03602">
        <w:rPr>
          <w:rStyle w:val="libAieChar"/>
          <w:rFonts w:hint="cs"/>
          <w:rtl/>
        </w:rPr>
        <w:t>یْ</w:t>
      </w:r>
      <w:r w:rsidRPr="00B03602">
        <w:rPr>
          <w:rStyle w:val="libAieChar"/>
          <w:rFonts w:hint="eastAsia"/>
          <w:rtl/>
        </w:rPr>
        <w:t>هِ</w:t>
      </w:r>
      <w:r w:rsidRPr="00B03602">
        <w:rPr>
          <w:rStyle w:val="libAieChar"/>
          <w:rtl/>
        </w:rPr>
        <w:t xml:space="preserve"> </w:t>
      </w:r>
      <w:r w:rsidRPr="00B03602">
        <w:rPr>
          <w:rStyle w:val="libAieChar"/>
          <w:rFonts w:hint="cs"/>
          <w:rtl/>
        </w:rPr>
        <w:t>یَ</w:t>
      </w:r>
      <w:r w:rsidRPr="00B03602">
        <w:rPr>
          <w:rStyle w:val="libAieChar"/>
          <w:rFonts w:hint="eastAsia"/>
          <w:rtl/>
        </w:rPr>
        <w:t>وْمَ</w:t>
      </w:r>
      <w:r w:rsidRPr="00B03602">
        <w:rPr>
          <w:rStyle w:val="libAieChar"/>
          <w:rtl/>
        </w:rPr>
        <w:t xml:space="preserve"> وُلِدَ وَ</w:t>
      </w:r>
      <w:r w:rsidRPr="00B03602">
        <w:rPr>
          <w:rStyle w:val="libAieChar"/>
          <w:rFonts w:hint="cs"/>
          <w:rtl/>
        </w:rPr>
        <w:t>یَ</w:t>
      </w:r>
      <w:r w:rsidRPr="00B03602">
        <w:rPr>
          <w:rStyle w:val="libAieChar"/>
          <w:rFonts w:hint="eastAsia"/>
          <w:rtl/>
        </w:rPr>
        <w:t>وْمَ</w:t>
      </w:r>
      <w:r w:rsidRPr="00B03602">
        <w:rPr>
          <w:rStyle w:val="libAieChar"/>
          <w:rtl/>
        </w:rPr>
        <w:t xml:space="preserve"> </w:t>
      </w:r>
      <w:r w:rsidRPr="00B03602">
        <w:rPr>
          <w:rStyle w:val="libAieChar"/>
          <w:rFonts w:hint="cs"/>
          <w:rtl/>
        </w:rPr>
        <w:t>یَ</w:t>
      </w:r>
      <w:r w:rsidRPr="00B03602">
        <w:rPr>
          <w:rStyle w:val="libAieChar"/>
          <w:rFonts w:hint="eastAsia"/>
          <w:rtl/>
        </w:rPr>
        <w:t>مُوتُ</w:t>
      </w:r>
      <w:r w:rsidRPr="00B03602">
        <w:rPr>
          <w:rStyle w:val="libAieChar"/>
          <w:rtl/>
        </w:rPr>
        <w:t xml:space="preserve"> وَ</w:t>
      </w:r>
      <w:r w:rsidRPr="00B03602">
        <w:rPr>
          <w:rStyle w:val="libAieChar"/>
          <w:rFonts w:hint="cs"/>
          <w:rtl/>
        </w:rPr>
        <w:t>یَ</w:t>
      </w:r>
      <w:r w:rsidRPr="00B03602">
        <w:rPr>
          <w:rStyle w:val="libAieChar"/>
          <w:rFonts w:hint="eastAsia"/>
          <w:rtl/>
        </w:rPr>
        <w:t>وْمَ</w:t>
      </w:r>
      <w:r w:rsidRPr="00B03602">
        <w:rPr>
          <w:rStyle w:val="libAieChar"/>
          <w:rtl/>
        </w:rPr>
        <w:t xml:space="preserve"> </w:t>
      </w:r>
      <w:r w:rsidRPr="00B03602">
        <w:rPr>
          <w:rStyle w:val="libAieChar"/>
          <w:rFonts w:hint="cs"/>
          <w:rtl/>
        </w:rPr>
        <w:t>یُ</w:t>
      </w:r>
      <w:r w:rsidRPr="00B03602">
        <w:rPr>
          <w:rStyle w:val="libAieChar"/>
          <w:rFonts w:hint="eastAsia"/>
          <w:rtl/>
        </w:rPr>
        <w:t>بْعَثُ</w:t>
      </w:r>
      <w:r w:rsidRPr="00B03602">
        <w:rPr>
          <w:rStyle w:val="libAieChar"/>
          <w:rtl/>
        </w:rPr>
        <w:t xml:space="preserve"> حَ</w:t>
      </w:r>
      <w:r w:rsidRPr="00B03602">
        <w:rPr>
          <w:rStyle w:val="libAieChar"/>
          <w:rFonts w:hint="cs"/>
          <w:rtl/>
        </w:rPr>
        <w:t>یّ</w:t>
      </w:r>
      <w:r w:rsidRPr="00B03602">
        <w:rPr>
          <w:rStyle w:val="libAieChar"/>
          <w:rFonts w:hint="eastAsia"/>
          <w:rtl/>
        </w:rPr>
        <w:t>اً</w:t>
      </w:r>
      <w:r w:rsidR="00B03602" w:rsidRPr="00B03602">
        <w:rPr>
          <w:rStyle w:val="libAlaemChar"/>
          <w:rFonts w:hint="cs"/>
          <w:rtl/>
        </w:rPr>
        <w:t>)</w:t>
      </w:r>
      <w:r w:rsidRPr="00B03602">
        <w:rPr>
          <w:rStyle w:val="libFootnotenumChar"/>
          <w:rtl/>
        </w:rPr>
        <w:t>.(18)</w:t>
      </w:r>
    </w:p>
    <w:p w:rsidR="00B03602" w:rsidRDefault="00B03602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42" w:name="_Toc477343793"/>
      <w:bookmarkStart w:id="43" w:name="_Toc477343935"/>
      <w:r>
        <w:rPr>
          <w:rFonts w:hint="eastAsia"/>
          <w:rtl/>
          <w:lang w:bidi="fa-IR"/>
        </w:rPr>
        <w:t>تازه</w:t>
      </w:r>
      <w:r>
        <w:rPr>
          <w:rtl/>
          <w:lang w:bidi="fa-IR"/>
        </w:rPr>
        <w:t xml:space="preserve"> ماندن جنازه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بعد از چهارده سال</w:t>
      </w:r>
      <w:bookmarkEnd w:id="42"/>
      <w:bookmarkEnd w:id="43"/>
      <w:r>
        <w:rPr>
          <w:rtl/>
          <w:lang w:bidi="fa-IR"/>
        </w:rPr>
        <w:t xml:space="preserve"> </w:t>
      </w:r>
    </w:p>
    <w:p w:rsidR="00BC358B" w:rsidRDefault="00BC358B" w:rsidP="00B0360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نمودند: بعد از فوت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اتفاق حاج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تجّار متد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معروف تهران که او و پدرش خدمات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حرم و صحن مطهر حضرت اباعبداللَّه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انجام داده بودند به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مشرف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کربلا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معلا سکونت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حاج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بنده فرمودند امروز شاهد اتفاق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بودم.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حرم مطهر حضرت ابوالفضل العباس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مشرف شدم. پس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ارت،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خواستم از صحن مطهر خارج شوم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درب سرداب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صحن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جهت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باز 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>. و چون مطّلع بودم که جنازه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در سرداب مدفون نموده اند و محل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دانستم، وارد سرداب شدم. و چون در کربلا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رسم است جنازه ها را در سرداب کنار هم رو به قبله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خوابانند، من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طرف جنازه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رفتم و در کمال تعجب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بدن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بعد از چهارده سال که از فوت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سالم و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مانده.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فرمودند: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روز، من هم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به سرداب رفته بدن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امّا با</w:t>
      </w:r>
      <w:r w:rsidR="00B0360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کمال</w:t>
      </w:r>
      <w:r>
        <w:rPr>
          <w:rtl/>
          <w:lang w:bidi="fa-IR"/>
        </w:rPr>
        <w:t xml:space="preserve"> تأسف درب سرداب را بسته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>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شامل بنده نشد.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5"/>
        <w:gridCol w:w="268"/>
        <w:gridCol w:w="3319"/>
      </w:tblGrid>
      <w:tr w:rsidR="00B03602" w:rsidTr="008B62EB">
        <w:trPr>
          <w:trHeight w:val="350"/>
        </w:trPr>
        <w:tc>
          <w:tcPr>
            <w:tcW w:w="3920" w:type="dxa"/>
            <w:shd w:val="clear" w:color="auto" w:fill="auto"/>
          </w:tcPr>
          <w:p w:rsidR="00B03602" w:rsidRDefault="00B03602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مجلس</w:t>
            </w:r>
            <w:r>
              <w:rPr>
                <w:rtl/>
                <w:lang w:bidi="fa-IR"/>
              </w:rPr>
              <w:t xml:space="preserve"> تمام گشت و به آخر رس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عمر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03602" w:rsidRDefault="00B03602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03602" w:rsidRDefault="00B03602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همچنان در اوّل وصف تو مانده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03602" w:rsidRDefault="00B03602" w:rsidP="00BC358B">
      <w:pPr>
        <w:pStyle w:val="libNormal"/>
        <w:rPr>
          <w:rtl/>
          <w:lang w:bidi="fa-IR"/>
        </w:rPr>
      </w:pPr>
    </w:p>
    <w:p w:rsidR="00B03602" w:rsidRDefault="00B03602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44" w:name="_Toc477343794"/>
      <w:bookmarkStart w:id="45" w:name="_Toc477343936"/>
      <w:r w:rsidRPr="00D834BB">
        <w:rPr>
          <w:rFonts w:hint="eastAsia"/>
          <w:rtl/>
        </w:rPr>
        <w:t>حاج</w:t>
      </w:r>
      <w:r w:rsidRPr="00D834BB">
        <w:rPr>
          <w:rtl/>
        </w:rPr>
        <w:t xml:space="preserve"> ش</w:t>
      </w:r>
      <w:r w:rsidRPr="00D834BB">
        <w:rPr>
          <w:rFonts w:hint="cs"/>
          <w:rtl/>
        </w:rPr>
        <w:t>ی</w:t>
      </w:r>
      <w:r w:rsidRPr="00D834BB">
        <w:rPr>
          <w:rFonts w:hint="eastAsia"/>
          <w:rtl/>
        </w:rPr>
        <w:t>خ</w:t>
      </w:r>
      <w:r w:rsidRPr="00D834BB">
        <w:rPr>
          <w:rtl/>
        </w:rPr>
        <w:t xml:space="preserve"> هاد</w:t>
      </w:r>
      <w:r w:rsidRPr="00D834BB">
        <w:rPr>
          <w:rFonts w:hint="cs"/>
          <w:rtl/>
        </w:rPr>
        <w:t>ی</w:t>
      </w:r>
      <w:r w:rsidRPr="00D834BB">
        <w:rPr>
          <w:rtl/>
        </w:rPr>
        <w:t xml:space="preserve"> مقدّس </w:t>
      </w:r>
      <w:r w:rsidRPr="00D834BB">
        <w:rPr>
          <w:rFonts w:hint="cs"/>
          <w:rtl/>
        </w:rPr>
        <w:t>ی</w:t>
      </w:r>
      <w:r w:rsidRPr="00D834BB">
        <w:rPr>
          <w:rFonts w:hint="eastAsia"/>
          <w:rtl/>
        </w:rPr>
        <w:t>ک</w:t>
      </w:r>
      <w:r w:rsidRPr="00D834BB">
        <w:rPr>
          <w:rFonts w:hint="cs"/>
          <w:rtl/>
        </w:rPr>
        <w:t>ی</w:t>
      </w:r>
      <w:r w:rsidRPr="00D834BB">
        <w:rPr>
          <w:rtl/>
        </w:rPr>
        <w:t xml:space="preserve"> از ترب</w:t>
      </w:r>
      <w:r w:rsidRPr="00D834BB">
        <w:rPr>
          <w:rFonts w:hint="cs"/>
          <w:rtl/>
        </w:rPr>
        <w:t>ی</w:t>
      </w:r>
      <w:r w:rsidRPr="00D834BB">
        <w:rPr>
          <w:rFonts w:hint="eastAsia"/>
          <w:rtl/>
        </w:rPr>
        <w:t>ت</w:t>
      </w:r>
      <w:r w:rsidRPr="00D834BB">
        <w:rPr>
          <w:rtl/>
        </w:rPr>
        <w:t xml:space="preserve"> شدگان محضر جناب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bookmarkEnd w:id="44"/>
      <w:bookmarkEnd w:id="45"/>
      <w:r>
        <w:rPr>
          <w:rtl/>
          <w:lang w:bidi="fa-IR"/>
        </w:rPr>
        <w:t xml:space="preserve"> </w:t>
      </w:r>
    </w:p>
    <w:p w:rsidR="009268E5" w:rsidRDefault="00BC358B" w:rsidP="009268E5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از محضر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استفاده نموده بود، عبد صالح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مقدّس بود. او حقّاً از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متعال بود که عمر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جهاد نموده و مصداق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شده بود که درباره مسلمانان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جنگ سخت و پر مشقت (ت</w:t>
      </w:r>
      <w:r>
        <w:rPr>
          <w:rFonts w:hint="eastAsia"/>
          <w:rtl/>
          <w:lang w:bidi="fa-IR"/>
        </w:rPr>
        <w:t>بوک</w:t>
      </w:r>
      <w:r>
        <w:rPr>
          <w:rtl/>
          <w:lang w:bidi="fa-IR"/>
        </w:rPr>
        <w:t>) مراجعت نموده بودند، فرمودند: «مرحبا بقوم رجعوا من جهاد الاصغر فعل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بجهاد الاکبر.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اللَّه! و ما الجهاد الاکبر؟ قال </w:t>
      </w:r>
      <w:r w:rsidR="0097775C" w:rsidRPr="0097775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جهاد النفس»</w:t>
      </w:r>
      <w:r w:rsidRPr="00B03602">
        <w:rPr>
          <w:rStyle w:val="libFootnotenumChar"/>
          <w:rtl/>
        </w:rPr>
        <w:t>(19).</w:t>
      </w:r>
      <w:r>
        <w:rPr>
          <w:rtl/>
          <w:lang w:bidi="fa-IR"/>
        </w:rPr>
        <w:t xml:space="preserve"> او از مصاد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الدوام</w:t>
      </w:r>
      <w:r w:rsidRPr="00B03602">
        <w:rPr>
          <w:rStyle w:val="libFootnotenumChar"/>
          <w:rtl/>
        </w:rPr>
        <w:t xml:space="preserve">(20) </w:t>
      </w:r>
      <w:r>
        <w:rPr>
          <w:rtl/>
          <w:lang w:bidi="fa-IR"/>
        </w:rPr>
        <w:t>با خواهش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در مبارزه و جهاد بود. در رابطه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مبارزه با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نقل فرمودند: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کوچه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چند نفر از عنتر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 w:rsidRPr="00B03602">
        <w:rPr>
          <w:rStyle w:val="libFootnotenumChar"/>
          <w:rtl/>
        </w:rPr>
        <w:t>(21)</w:t>
      </w:r>
      <w:r>
        <w:rPr>
          <w:rtl/>
          <w:lang w:bidi="fa-IR"/>
        </w:rPr>
        <w:t xml:space="preserve"> مشغول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تنبک و ساز زدن بودند. (توض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آنکه در زمان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هنوز راد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و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متداول نشده بود. چند نفر از فاسق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ارتزاق خود و سرگرم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با آلات لهو و لعب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مون</w:t>
      </w:r>
      <w:r>
        <w:rPr>
          <w:rtl/>
          <w:lang w:bidi="fa-IR"/>
        </w:rPr>
        <w:t xml:space="preserve">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خود داشتند،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خانواده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لاابال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سرگرم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گناه، به منزل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و ساعات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مطرب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سوء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در آن زمان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به «عنتر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مع</w:t>
      </w:r>
      <w:r>
        <w:rPr>
          <w:rFonts w:hint="eastAsia"/>
          <w:rtl/>
          <w:lang w:bidi="fa-IR"/>
        </w:rPr>
        <w:t>روف</w:t>
      </w:r>
      <w:r>
        <w:rPr>
          <w:rtl/>
          <w:lang w:bidi="fa-IR"/>
        </w:rPr>
        <w:t xml:space="preserve"> بودند)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فرمودند: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به خود آمدم که راه رفتن من با آهنگ آنها توأم شده. خواستم توقف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استماع آلات لهو و لعب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به خاطرم</w:t>
      </w:r>
      <w:r w:rsidR="00B0360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حرکت کنم امّا بر خلاف آهنگ آنها.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که قدم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بکشم.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بود. هنگام حرکت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(خش و خش) برخلاف نواختن آنها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به سرعت از آنها فاصله </w:t>
      </w:r>
      <w:r>
        <w:rPr>
          <w:rtl/>
          <w:lang w:bidi="fa-IR"/>
        </w:rPr>
        <w:lastRenderedPageBreak/>
        <w:t>گرفتم.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دوستان خداوند متعال در امر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نشان</w:t>
      </w:r>
      <w:r>
        <w:rPr>
          <w:rtl/>
          <w:lang w:bidi="fa-IR"/>
        </w:rPr>
        <w:t xml:space="preserve"> به مراق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نشستند و لحظه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غافل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و دائماً با نفس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جهاد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79"/>
        <w:gridCol w:w="268"/>
        <w:gridCol w:w="3275"/>
      </w:tblGrid>
      <w:tr w:rsidR="009268E5" w:rsidTr="008B62EB">
        <w:trPr>
          <w:trHeight w:val="350"/>
        </w:trPr>
        <w:tc>
          <w:tcPr>
            <w:tcW w:w="3920" w:type="dxa"/>
            <w:shd w:val="clear" w:color="auto" w:fill="auto"/>
          </w:tcPr>
          <w:p w:rsidR="009268E5" w:rsidRDefault="009268E5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نفس</w:t>
            </w:r>
            <w:r>
              <w:rPr>
                <w:rtl/>
                <w:lang w:bidi="fa-IR"/>
              </w:rPr>
              <w:t xml:space="preserve"> اژدرهاست او 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خفته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268E5" w:rsidRDefault="009268E5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268E5" w:rsidRDefault="009268E5" w:rsidP="008B62EB">
            <w:pPr>
              <w:pStyle w:val="libPoem"/>
            </w:pPr>
            <w:r>
              <w:rPr>
                <w:rtl/>
                <w:lang w:bidi="fa-IR"/>
              </w:rPr>
              <w:t>از غم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حالت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افسرده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268E5" w:rsidRDefault="009268E5" w:rsidP="009268E5">
      <w:pPr>
        <w:pStyle w:val="libNormal"/>
        <w:rPr>
          <w:rtl/>
          <w:lang w:bidi="fa-IR"/>
        </w:rPr>
      </w:pPr>
    </w:p>
    <w:p w:rsidR="00BC358B" w:rsidRDefault="009268E5" w:rsidP="009268E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46" w:name="_Toc477343795"/>
      <w:bookmarkStart w:id="47" w:name="_Toc477343937"/>
      <w:r>
        <w:rPr>
          <w:rFonts w:hint="eastAsia"/>
          <w:rtl/>
          <w:lang w:bidi="fa-IR"/>
        </w:rPr>
        <w:t>مصداق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مقدس</w:t>
      </w:r>
      <w:bookmarkEnd w:id="46"/>
      <w:bookmarkEnd w:id="47"/>
      <w:r>
        <w:rPr>
          <w:rtl/>
          <w:lang w:bidi="fa-IR"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مقدّس در مقابل گناه نسبت به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دوستانش اغماض</w:t>
      </w:r>
      <w:r w:rsidRPr="009268E5">
        <w:rPr>
          <w:rStyle w:val="libFootnotenumChar"/>
          <w:rtl/>
        </w:rPr>
        <w:t>(22)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و اگر به گناه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چهره اش برافروخته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و به مصداق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نقل شده که فرموده اند: «امرنا رسول اللَّه أن نلق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</w:t>
      </w:r>
      <w:r>
        <w:rPr>
          <w:rFonts w:hint="eastAsia"/>
          <w:rtl/>
          <w:lang w:bidi="fa-IR"/>
        </w:rPr>
        <w:t>المعاص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بوجوه مکفهره»</w:t>
      </w:r>
      <w:r w:rsidRPr="009268E5">
        <w:rPr>
          <w:rStyle w:val="libFootnotenumChar"/>
          <w:rtl/>
        </w:rPr>
        <w:t>(23)</w:t>
      </w:r>
      <w:r>
        <w:rPr>
          <w:rtl/>
          <w:lang w:bidi="fa-IR"/>
        </w:rPr>
        <w:t xml:space="preserve">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و نمونه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مصداق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است که از معظم له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فرمودند: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مرا جهت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دهه روضه دعوت نمود. ده شب در آن مجلس منبر رفتم. پس از اتمام مجلس طبق رسم عرف صاحب مجلس پاکت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بنده ارائه نم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>. نظر نمودم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محاسن خود را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. فرمودند: پاکت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برگرداندم. و گفتم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شما صاحب مجلس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هرگز قبول دعوت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نمودم.</w:t>
      </w:r>
    </w:p>
    <w:p w:rsidR="009268E5" w:rsidRDefault="009268E5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48" w:name="_Toc477343796"/>
      <w:bookmarkStart w:id="49" w:name="_Toc477343938"/>
      <w:r>
        <w:rPr>
          <w:rFonts w:hint="eastAsia"/>
          <w:rtl/>
          <w:lang w:bidi="fa-IR"/>
        </w:rPr>
        <w:t>مصداق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محتاط بودن مرحوم مقدس</w:t>
      </w:r>
      <w:bookmarkEnd w:id="48"/>
      <w:bookmarkEnd w:id="49"/>
      <w:r>
        <w:rPr>
          <w:rtl/>
          <w:lang w:bidi="fa-IR"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مرحوم مقدّس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دوستان، بنده را جهت صرف شام به منزل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دعوت نمود.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رد احسان نکرده باشم -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بنا بر نقل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منقول است که فرموده اند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به پاچه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دعوت کند اجابت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- دعوت او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>. قبل از شام مجلس دوستانه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منعقد بود. سپس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زبان،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همانان</w:t>
      </w:r>
      <w:r>
        <w:rPr>
          <w:rtl/>
          <w:lang w:bidi="fa-IR"/>
        </w:rPr>
        <w:t xml:space="preserve"> را به اتاق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نمود.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اتاق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وارد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سفره غذا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قرار داده شده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به روش فرنگ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سواره بخور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من با ب</w:t>
      </w:r>
      <w:r>
        <w:rPr>
          <w:rFonts w:hint="eastAsia"/>
          <w:rtl/>
          <w:lang w:bidi="fa-IR"/>
        </w:rPr>
        <w:t>رخورد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منظره از اتاق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خارج شدم.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زبان</w:t>
      </w:r>
      <w:r>
        <w:rPr>
          <w:rtl/>
          <w:lang w:bidi="fa-IR"/>
        </w:rPr>
        <w:t xml:space="preserve"> با عجله از اتاق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 و گفت: حاج آقا چرا از اتاق خارج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غذا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نفرمود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او</w:t>
      </w:r>
    </w:p>
    <w:p w:rsidR="009268E5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>: فکر کردم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امام زمان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روش فرنگ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مآبانه از غذا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لذا چون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امام زمانم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خوردن غذا منصرف شدم.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زبان</w:t>
      </w:r>
      <w:r>
        <w:rPr>
          <w:rtl/>
          <w:lang w:bidi="fa-IR"/>
        </w:rPr>
        <w:t xml:space="preserve"> در جواب به من گفت: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مگر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شما ملتزم به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به او گفتم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که شما فکر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رو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محتاط بودن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در امر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نشان</w:t>
      </w:r>
      <w:r>
        <w:rPr>
          <w:rtl/>
          <w:lang w:bidi="fa-IR"/>
        </w:rPr>
        <w:t xml:space="preserve"> «اخوک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فاحتط 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نک»</w:t>
      </w:r>
      <w:r>
        <w:rPr>
          <w:rtl/>
          <w:lang w:bidi="fa-IR"/>
        </w:rPr>
        <w:t>.</w:t>
      </w:r>
    </w:p>
    <w:p w:rsidR="00BC358B" w:rsidRDefault="009268E5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50" w:name="_Toc477343797"/>
      <w:bookmarkStart w:id="51" w:name="_Toc477343939"/>
      <w:r>
        <w:rPr>
          <w:rFonts w:hint="eastAsia"/>
          <w:rtl/>
          <w:lang w:bidi="fa-IR"/>
        </w:rPr>
        <w:t>مصداق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قداست مرحوم مقدس</w:t>
      </w:r>
      <w:bookmarkEnd w:id="50"/>
      <w:bookmarkEnd w:id="51"/>
      <w:r>
        <w:rPr>
          <w:rtl/>
          <w:lang w:bidi="fa-IR"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فرمودند: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نمودم.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برخورد کردم. پس از تعارفات 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بنده فرمود چرا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رو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احتمال خطر با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دارد. به او عرض نمودم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 توجّه دارم که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احتمال</w:t>
      </w:r>
      <w:r>
        <w:rPr>
          <w:rtl/>
          <w:lang w:bidi="fa-IR"/>
        </w:rPr>
        <w:t xml:space="preserve"> خطر در او هست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کردم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فاسد افسد کدام را انتخاب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عقل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خطر فاسد، کمتر از خطر افسد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رو خطر برخورد با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 با زن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حجاب و لاابال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خطر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هست امّا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ابان احتمال خطر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لذا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را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رو ترج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دادم. (توض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آنکه در زمان آن مرحوم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لاابال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ها در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بندوبار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حدّ اعلا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زن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حجاب با چهره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کرده و موها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مجعد و جوراب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پانما در منظر و مرع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خودنما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و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حکومت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عنوان سوغات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غرب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کرده بود مسأله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فروخته</w:t>
      </w:r>
    </w:p>
    <w:p w:rsidR="009268E5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وضع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مستهجن با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کوتاه که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مکشوف و هو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بود، در جامعه خودنما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نمودند).</w:t>
      </w:r>
    </w:p>
    <w:p w:rsidR="00BC358B" w:rsidRDefault="009268E5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52" w:name="_Toc477343798"/>
      <w:bookmarkStart w:id="53" w:name="_Toc477343940"/>
      <w:r>
        <w:rPr>
          <w:rFonts w:hint="eastAsia"/>
          <w:rtl/>
          <w:lang w:bidi="fa-IR"/>
        </w:rPr>
        <w:t>عدم</w:t>
      </w:r>
      <w:r>
        <w:rPr>
          <w:rtl/>
          <w:lang w:bidi="fa-IR"/>
        </w:rPr>
        <w:t xml:space="preserve"> علاقه مرحوم مقدّس به امور ماد</w:t>
      </w:r>
      <w:r>
        <w:rPr>
          <w:rFonts w:hint="cs"/>
          <w:rtl/>
          <w:lang w:bidi="fa-IR"/>
        </w:rPr>
        <w:t>ی</w:t>
      </w:r>
      <w:bookmarkEnd w:id="52"/>
      <w:bookmarkEnd w:id="53"/>
      <w:r>
        <w:rPr>
          <w:rtl/>
          <w:lang w:bidi="fa-IR"/>
        </w:rPr>
        <w:t xml:space="preserve"> </w:t>
      </w:r>
    </w:p>
    <w:p w:rsidR="009268E5" w:rsidRDefault="00BC358B" w:rsidP="009268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فرمودند: شخص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جهت مجلس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</w:t>
      </w:r>
      <w:r w:rsidR="004D104C" w:rsidRPr="004D104C">
        <w:rPr>
          <w:rStyle w:val="libAlaemChar"/>
          <w:rFonts w:hint="eastAsia"/>
          <w:rtl/>
        </w:rPr>
        <w:t xml:space="preserve">عليه‌السلام </w:t>
      </w:r>
      <w:r>
        <w:rPr>
          <w:rtl/>
          <w:lang w:bidi="fa-IR"/>
        </w:rPr>
        <w:t>دعوت نمود. دعوتش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>. مجلس ده روزه بود. صاحب مجلس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مؤدب و از ارادتمندان به خاندان رسالت. ادب و محبّت او مرا به خود جذب نموده بود. پس از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مجلس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اظهار تشکر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دعوت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بودم طبق مرسوم پاکت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بنده ارائه داد. از او سؤال نمودم که چند سال هست که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شده.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 نمودم چه مقدار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پاکت پول گذاشته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 مبلغ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تومان. پاکت را باز نمودم و مقدار ده تومان آن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مرجوع نمودم.</w:t>
      </w:r>
      <w:r w:rsidRPr="009268E5">
        <w:rPr>
          <w:rStyle w:val="libFootnotenumChar"/>
          <w:rtl/>
        </w:rPr>
        <w:t xml:space="preserve">(24) </w:t>
      </w:r>
      <w:r>
        <w:rPr>
          <w:rtl/>
          <w:lang w:bidi="fa-IR"/>
        </w:rPr>
        <w:t>و گفتم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بعد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ادامه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مبلغ ده تومان را جهت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بعد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نما. (توض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آنکه: مرحوم مقدّس ش</w:t>
      </w:r>
      <w:r>
        <w:rPr>
          <w:rFonts w:hint="eastAsia"/>
          <w:rtl/>
          <w:lang w:bidi="fa-IR"/>
        </w:rPr>
        <w:t>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که از پول منبر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مرفه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دهد. نوعاً پول منبر خود را صرف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اجات</w:t>
      </w:r>
      <w:r>
        <w:rPr>
          <w:rtl/>
          <w:lang w:bidi="fa-IR"/>
        </w:rPr>
        <w:t xml:space="preserve"> فقرا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نمود.) شاهد بودم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ماه مبارک رمضان در مسجد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به بزّازها به درخواست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عبدالعل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نوعاً به دستو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مرحوم مقدّس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خاست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فقرا پول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و مردم هم به خاطر علاقه و محبّت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مرحوم مقدّس داشتند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پول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فقرا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 حاج</w:t>
      </w:r>
      <w:r w:rsidR="009268E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مقدّس</w:t>
      </w:r>
      <w:r>
        <w:rPr>
          <w:rtl/>
          <w:lang w:bidi="fa-IR"/>
        </w:rPr>
        <w:t xml:space="preserve"> پول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فقرا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BC358B" w:rsidRDefault="009268E5" w:rsidP="009268E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54" w:name="_Toc477343799"/>
      <w:bookmarkStart w:id="55" w:name="_Toc477343941"/>
      <w:r>
        <w:rPr>
          <w:rFonts w:hint="eastAsia"/>
          <w:rtl/>
          <w:lang w:bidi="fa-IR"/>
        </w:rPr>
        <w:t>صوت</w:t>
      </w:r>
      <w:r>
        <w:rPr>
          <w:rtl/>
          <w:lang w:bidi="fa-IR"/>
        </w:rPr>
        <w:t xml:space="preserve"> دلربا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مقدس</w:t>
      </w:r>
      <w:bookmarkEnd w:id="54"/>
      <w:bookmarkEnd w:id="55"/>
      <w:r>
        <w:rPr>
          <w:rtl/>
          <w:lang w:bidi="fa-IR"/>
        </w:rPr>
        <w:t xml:space="preserve"> </w:t>
      </w:r>
    </w:p>
    <w:p w:rsidR="009268E5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مرحوم حجت الاسلام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بندگان صالح خداوند متعال که عمرش را در راه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مخالفت با هواها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است، بودم. ذکر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مرحوم حاج مقدّس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آمد. عرض نمودم مواقع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نماز جماعت به امامت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شان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نمودم، در موقع قرائت نماز، سر تا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وجودش متوجه به پروردگار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صوت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قرائتش و توجهش در نماز، دل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نماز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متعال سوق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و در مجالس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اباعبداللَّه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97775C" w:rsidRPr="0097775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آنچنان با شور و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</w:t>
      </w:r>
      <w:r>
        <w:rPr>
          <w:rFonts w:hint="eastAsia"/>
          <w:rtl/>
          <w:lang w:bidi="fa-IR"/>
        </w:rPr>
        <w:t>صورت</w:t>
      </w:r>
      <w:r>
        <w:rPr>
          <w:rtl/>
          <w:lang w:bidi="fa-IR"/>
        </w:rPr>
        <w:t xml:space="preserve"> روضه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که مستمع، مصائب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الشهدا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سخن در رابطه با صوت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 که صوت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دل 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ربود. معظم له به بنده فرمودند: شما که شش دانگ صوت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دانگ از صوت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 که </w:t>
      </w:r>
      <w:r>
        <w:rPr>
          <w:rFonts w:hint="eastAsia"/>
          <w:rtl/>
          <w:lang w:bidi="fa-IR"/>
        </w:rPr>
        <w:t>شنونده</w:t>
      </w:r>
      <w:r>
        <w:rPr>
          <w:rtl/>
          <w:lang w:bidi="fa-IR"/>
        </w:rPr>
        <w:t xml:space="preserve"> را در نماز از خود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متوجه پروردگار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من شش دانگ صوت مرحوم حاج مقدّس را در زمان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راه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روحش با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الدوام در مبارزه و جنگ بود و از مصاد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مبارزه آنکه چهار دانگ از صوتش را حبس نم</w:t>
      </w:r>
      <w:r>
        <w:rPr>
          <w:rFonts w:hint="eastAsia"/>
          <w:rtl/>
          <w:lang w:bidi="fa-IR"/>
        </w:rPr>
        <w:t>وده</w:t>
      </w:r>
      <w:r>
        <w:rPr>
          <w:rtl/>
          <w:lang w:bidi="fa-IR"/>
        </w:rPr>
        <w:t xml:space="preserve"> بود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تا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بود آن را آزاد ننمود.</w:t>
      </w:r>
    </w:p>
    <w:p w:rsidR="00BC358B" w:rsidRDefault="009268E5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56" w:name="_Toc477343800"/>
      <w:bookmarkStart w:id="57" w:name="_Toc477343942"/>
      <w:r>
        <w:rPr>
          <w:rFonts w:hint="eastAsia"/>
          <w:rtl/>
          <w:lang w:bidi="fa-IR"/>
        </w:rPr>
        <w:t>عدم</w:t>
      </w:r>
      <w:r>
        <w:rPr>
          <w:rtl/>
          <w:lang w:bidi="fa-IR"/>
        </w:rPr>
        <w:t xml:space="preserve"> شرکت مرحوم مقدّس در مراسم عکس بردار</w:t>
      </w:r>
      <w:r>
        <w:rPr>
          <w:rFonts w:hint="cs"/>
          <w:rtl/>
          <w:lang w:bidi="fa-IR"/>
        </w:rPr>
        <w:t>ی</w:t>
      </w:r>
      <w:bookmarkEnd w:id="56"/>
      <w:bookmarkEnd w:id="57"/>
      <w:r>
        <w:rPr>
          <w:rtl/>
          <w:lang w:bidi="fa-IR"/>
        </w:rPr>
        <w:t xml:space="preserve"> </w:t>
      </w:r>
    </w:p>
    <w:p w:rsidR="00BC358B" w:rsidRDefault="00BC358B" w:rsidP="009268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زمان مرحوم مقدّس،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به نام اتفاق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که 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جمعه منعقد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و معظم له در آن مجلس شرکت نموده و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رفتند. در آن زمان در جلسات، معمول بود که در دوران عمر جلسه روز</w:t>
      </w:r>
      <w:r>
        <w:rPr>
          <w:rFonts w:hint="cs"/>
          <w:rtl/>
          <w:lang w:bidi="fa-IR"/>
        </w:rPr>
        <w:t>ی</w:t>
      </w:r>
      <w:r w:rsidR="009268E5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و به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ئت</w:t>
      </w:r>
      <w:r>
        <w:rPr>
          <w:rtl/>
          <w:lang w:bidi="fa-IR"/>
        </w:rPr>
        <w:t xml:space="preserve"> اطلاع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که در روز معهود حاضر شوند و توسط عکاس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و عکس دسته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حاضر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جلسه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گرفتند. مرسوم بود که در صف اوّل، علماء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رمردان</w:t>
      </w:r>
      <w:r>
        <w:rPr>
          <w:rtl/>
          <w:lang w:bidi="fa-IR"/>
        </w:rPr>
        <w:t xml:space="preserve"> و بزرگان مجلس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نشستند و در صفوف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ستادند</w:t>
      </w:r>
      <w:r>
        <w:rPr>
          <w:rtl/>
          <w:lang w:bidi="fa-IR"/>
        </w:rPr>
        <w:t xml:space="preserve"> و عکاس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گرفت، که هنوز آن عکس ها در خانه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متد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لذا به مرحوم حاج مقدّس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شد که شما هم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اجتماع که جمعه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که بعد از منبر شما جهت عکس گرفتن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شرکت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برخلاف انتظار اهل جلسه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روز جمعه معهود،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شرکت ننمودند. هفته بعد طبق مرسوم مرحوم مقدّس در جلسه حاضر شدند. مسؤول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جلسه پس از 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چرا در مجلس عکس 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شرکت ننمود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علّت عدم شرکت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خواستار شدند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فرمودند: «موقع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اراده نمودم که در جلسه شرکت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 افتادم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برادران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عکس گرفتن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جلسه با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که موعظه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در آنها اثر نگذاشته، در آن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و قبل از آنکه عکاس عکس دسته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عکس ما در ملکوت و ماوراء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منعکس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و خداوند متعال از مقدّس انتظار </w:t>
      </w:r>
      <w:r>
        <w:rPr>
          <w:rtl/>
          <w:lang w:bidi="fa-IR"/>
        </w:rPr>
        <w:lastRenderedPageBreak/>
        <w:t>ندارد که او را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متظاهر به فسق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باشند،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لذا از آمدن به جلسه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نمودم». </w:t>
      </w:r>
      <w:r w:rsidR="009268E5" w:rsidRPr="009268E5">
        <w:rPr>
          <w:rStyle w:val="libAlaemChar"/>
          <w:rFonts w:hint="cs"/>
          <w:rtl/>
        </w:rPr>
        <w:t>(</w:t>
      </w:r>
      <w:r w:rsidRPr="009268E5">
        <w:rPr>
          <w:rStyle w:val="libAieChar"/>
          <w:rtl/>
        </w:rPr>
        <w:t>وَاتَّقُوا اللَّهَ وَ</w:t>
      </w:r>
      <w:r w:rsidRPr="009268E5">
        <w:rPr>
          <w:rStyle w:val="libAieChar"/>
          <w:rFonts w:hint="cs"/>
          <w:rtl/>
        </w:rPr>
        <w:t>یُ</w:t>
      </w:r>
      <w:r w:rsidRPr="009268E5">
        <w:rPr>
          <w:rStyle w:val="libAieChar"/>
          <w:rFonts w:hint="eastAsia"/>
          <w:rtl/>
        </w:rPr>
        <w:t>عَلِّمُکُمُ</w:t>
      </w:r>
      <w:r w:rsidRPr="009268E5">
        <w:rPr>
          <w:rStyle w:val="libAieChar"/>
          <w:rtl/>
        </w:rPr>
        <w:t xml:space="preserve"> اللَّهُ</w:t>
      </w:r>
      <w:r w:rsidR="009268E5" w:rsidRPr="009268E5">
        <w:rPr>
          <w:rStyle w:val="libAlaemChar"/>
          <w:rFonts w:hint="cs"/>
          <w:rtl/>
        </w:rPr>
        <w:t>)</w:t>
      </w:r>
      <w:r>
        <w:rPr>
          <w:rtl/>
          <w:lang w:bidi="fa-IR"/>
        </w:rPr>
        <w:t>.</w:t>
      </w:r>
      <w:r w:rsidRPr="009268E5">
        <w:rPr>
          <w:rStyle w:val="libFootnotenumChar"/>
          <w:rtl/>
        </w:rPr>
        <w:t>(25)</w:t>
      </w:r>
    </w:p>
    <w:p w:rsidR="009268E5" w:rsidRDefault="009268E5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9268E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مرحوم حاج مقدّس نزد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خوانسار</w:t>
      </w:r>
      <w:r>
        <w:rPr>
          <w:rFonts w:hint="cs"/>
          <w:rtl/>
          <w:lang w:bidi="fa-IR"/>
        </w:rPr>
        <w:t>ی</w:t>
      </w:r>
      <w:r w:rsidR="009268E5" w:rsidRPr="009268E5">
        <w:rPr>
          <w:rStyle w:val="libAlaemChar"/>
          <w:rtl/>
        </w:rPr>
        <w:t xml:space="preserve"> رحمه‌الله </w:t>
      </w:r>
    </w:p>
    <w:p w:rsidR="00BC358B" w:rsidRDefault="00BC358B" w:rsidP="009E60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فرمودند که مرحوم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خوانسار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مبتلا به کسالت معده شده بودند.</w:t>
      </w:r>
      <w:r w:rsidR="009E606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مشاوره اطبّا</w:t>
      </w:r>
      <w:r w:rsidRPr="009E6062">
        <w:rPr>
          <w:rStyle w:val="libFootnotenumChar"/>
          <w:rtl/>
        </w:rPr>
        <w:t xml:space="preserve">(26) </w:t>
      </w:r>
      <w:r>
        <w:rPr>
          <w:rtl/>
          <w:lang w:bidi="fa-IR"/>
        </w:rPr>
        <w:t>بنا شد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tl/>
          <w:lang w:bidi="fa-IR"/>
        </w:rPr>
        <w:t xml:space="preserve"> سفر نموده و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جراح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نبود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جهت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کردن امام جماعت، با مشورت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گرفته شد خدمت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شرف حضور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معظم له از امامت مرحوم حاج مقدّس در مسجد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اللَّه بهره مند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لذا به خدمت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به عرض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حضرت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مقدّس امامت نماز جماعت مسجد را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جنابعال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عهده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موافقت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که ما را متح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>ر نمودند. و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مرحوم مقدّس چه مقام والا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نزد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دارند. جمله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معظم له فرمودند،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بود: «بنده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امر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تقاضا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بنده امامت جماعت مسجد را به عهده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رند»</w:t>
      </w:r>
      <w:r>
        <w:rPr>
          <w:rtl/>
          <w:lang w:bidi="fa-IR"/>
        </w:rPr>
        <w:t>.</w:t>
      </w:r>
    </w:p>
    <w:p w:rsidR="009E6062" w:rsidRDefault="00BC358B" w:rsidP="009E6062">
      <w:pPr>
        <w:pStyle w:val="libNormal"/>
        <w:rPr>
          <w:rtl/>
          <w:lang w:bidi="fa-IR"/>
        </w:rPr>
      </w:pPr>
      <w:r>
        <w:rPr>
          <w:rtl/>
          <w:lang w:bidi="fa-IR"/>
        </w:rPr>
        <w:t>(توض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آنکه: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سنّ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نماز جماعت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ائمه جماعت بوده ام امّا نماز جماعت مرحوم حاج مقدّس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افتتاح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نماز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گفت، و شروع به قرائت حمد و سوره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در اثر طن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صوت و جذاب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قرائت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شان چنان سکوت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حاکم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</w:t>
      </w:r>
      <w:r w:rsidR="009E6062" w:rsidRPr="009E6062">
        <w:rPr>
          <w:rStyle w:val="libAlaemChar"/>
          <w:rFonts w:hint="cs"/>
          <w:rtl/>
        </w:rPr>
        <w:t>(</w:t>
      </w:r>
      <w:r w:rsidRPr="009E6062">
        <w:rPr>
          <w:rStyle w:val="libAieChar"/>
          <w:rtl/>
        </w:rPr>
        <w:t>کأنّ ف</w:t>
      </w:r>
      <w:r w:rsidRPr="009E6062">
        <w:rPr>
          <w:rStyle w:val="libAieChar"/>
          <w:rFonts w:hint="cs"/>
          <w:rtl/>
        </w:rPr>
        <w:t>ی</w:t>
      </w:r>
      <w:r w:rsidRPr="009E6062">
        <w:rPr>
          <w:rStyle w:val="libAieChar"/>
          <w:rtl/>
        </w:rPr>
        <w:t xml:space="preserve"> رؤوسهم الطّ</w:t>
      </w:r>
      <w:r w:rsidRPr="009E6062">
        <w:rPr>
          <w:rStyle w:val="libAieChar"/>
          <w:rFonts w:hint="cs"/>
          <w:rtl/>
        </w:rPr>
        <w:t>ی</w:t>
      </w:r>
      <w:r w:rsidRPr="009E6062">
        <w:rPr>
          <w:rStyle w:val="libAieChar"/>
          <w:rFonts w:hint="eastAsia"/>
          <w:rtl/>
        </w:rPr>
        <w:t>ر</w:t>
      </w:r>
      <w:r w:rsidR="009E6062" w:rsidRPr="009E6062">
        <w:rPr>
          <w:rStyle w:val="libAlaemChar"/>
          <w:rFonts w:hint="cs"/>
          <w:rtl/>
        </w:rPr>
        <w:t>)</w:t>
      </w:r>
      <w:r w:rsidRPr="009E6062">
        <w:rPr>
          <w:rStyle w:val="libFootnotenumChar"/>
          <w:rtl/>
        </w:rPr>
        <w:t>(27)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آنچنان بود که به مأموم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</w:t>
      </w:r>
    </w:p>
    <w:p w:rsidR="00BC358B" w:rsidRDefault="009E6062" w:rsidP="009E60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58" w:name="_Toc477343801"/>
      <w:bookmarkStart w:id="59" w:name="_Toc477343943"/>
      <w:r>
        <w:rPr>
          <w:rFonts w:hint="eastAsia"/>
          <w:rtl/>
          <w:lang w:bidi="fa-IR"/>
        </w:rPr>
        <w:t>فراست</w:t>
      </w:r>
      <w:r>
        <w:rPr>
          <w:rtl/>
          <w:lang w:bidi="fa-IR"/>
        </w:rPr>
        <w:t xml:space="preserve"> مرحوم حاج مقدس</w:t>
      </w:r>
      <w:bookmarkEnd w:id="58"/>
      <w:bookmarkEnd w:id="59"/>
      <w:r>
        <w:rPr>
          <w:rtl/>
          <w:lang w:bidi="fa-IR"/>
        </w:rPr>
        <w:t xml:space="preserve"> </w:t>
      </w:r>
    </w:p>
    <w:p w:rsidR="00BC358B" w:rsidRDefault="00BC358B" w:rsidP="009E60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برادر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محترم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نجل صالح حجت الاسلام و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واعظ با تقوا مرحوم حاج قاسم آقا تهران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که 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گذشته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درباره حاج مقدّس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نقل شد،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قول مرحوم والد محترم</w:t>
      </w:r>
      <w:r w:rsidR="009E606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نمودند،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طلبگ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مرحوم حاج مقدّس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جهت استفاده از مواعظ معظم له شرکت نموده بودم.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موعظه ضمن بحث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آن مشغول بود کلام خود را قطع نموده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جمله معترضه که مناسبت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بحث قب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 فرمودند: «نکند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وارد مسجد شود و چهره من مقدّس را با چهره باطن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ند»</w:t>
      </w:r>
      <w:r>
        <w:rPr>
          <w:rtl/>
          <w:lang w:bidi="fa-IR"/>
        </w:rPr>
        <w:t>. سپس دنباله مطالب گذشته را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 و من در آن هنگام پشت به ستون مسجد مقابل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نشسته بودم. با خود فکر کردم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مقدّس هم باطن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ناگهان مرحوم مق</w:t>
      </w:r>
      <w:r>
        <w:rPr>
          <w:rFonts w:hint="eastAsia"/>
          <w:rtl/>
          <w:lang w:bidi="fa-IR"/>
        </w:rPr>
        <w:t>دّس</w:t>
      </w:r>
      <w:r>
        <w:rPr>
          <w:rtl/>
          <w:lang w:bidi="fa-IR"/>
        </w:rPr>
        <w:t xml:space="preserve"> گفتار خود را قطع نمود و فرمود: «گمان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مقدّس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ند»</w:t>
      </w:r>
      <w:r>
        <w:rPr>
          <w:rtl/>
          <w:lang w:bidi="fa-IR"/>
        </w:rPr>
        <w:t>. من به خود آمدم که چطور مرحوم مقدّس به افکار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ذهن من گذشت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و آن جمله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نمود.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 w:rsidR="009E6062" w:rsidRPr="009E6062">
        <w:rPr>
          <w:rStyle w:val="libAlaemChar"/>
          <w:rFonts w:hint="cs"/>
          <w:rtl/>
        </w:rPr>
        <w:t>(</w:t>
      </w:r>
      <w:r w:rsidRPr="009E6062">
        <w:rPr>
          <w:rStyle w:val="libAieChar"/>
          <w:rtl/>
        </w:rPr>
        <w:t xml:space="preserve">اتّقوا من فراسه المؤمن فإنّه </w:t>
      </w:r>
      <w:r w:rsidRPr="009E6062">
        <w:rPr>
          <w:rStyle w:val="libAieChar"/>
          <w:rFonts w:hint="cs"/>
          <w:rtl/>
        </w:rPr>
        <w:t>ی</w:t>
      </w:r>
      <w:r w:rsidRPr="009E6062">
        <w:rPr>
          <w:rStyle w:val="libAieChar"/>
          <w:rFonts w:hint="eastAsia"/>
          <w:rtl/>
        </w:rPr>
        <w:t>نظر</w:t>
      </w:r>
      <w:r w:rsidRPr="009E6062">
        <w:rPr>
          <w:rStyle w:val="libAieChar"/>
          <w:rtl/>
        </w:rPr>
        <w:t xml:space="preserve"> بنور اللَّه</w:t>
      </w:r>
      <w:r w:rsidR="009E6062" w:rsidRPr="009E6062">
        <w:rPr>
          <w:rStyle w:val="libAlaemChar"/>
          <w:rFonts w:hint="cs"/>
          <w:rtl/>
        </w:rPr>
        <w:t>)</w:t>
      </w:r>
      <w:r>
        <w:rPr>
          <w:rtl/>
          <w:lang w:bidi="fa-IR"/>
        </w:rPr>
        <w:t>.</w:t>
      </w:r>
      <w:r w:rsidRPr="009E6062">
        <w:rPr>
          <w:rStyle w:val="libFootnotenumChar"/>
          <w:rtl/>
        </w:rPr>
        <w:t>(28)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13"/>
        <w:gridCol w:w="268"/>
        <w:gridCol w:w="3341"/>
      </w:tblGrid>
      <w:tr w:rsidR="009E6062" w:rsidTr="008B62EB">
        <w:trPr>
          <w:trHeight w:val="350"/>
        </w:trPr>
        <w:tc>
          <w:tcPr>
            <w:tcW w:w="3920" w:type="dxa"/>
            <w:shd w:val="clear" w:color="auto" w:fill="auto"/>
          </w:tcPr>
          <w:p w:rsidR="009E6062" w:rsidRDefault="009E6062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ذرّه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نانند</w:t>
            </w:r>
            <w:r>
              <w:rPr>
                <w:rtl/>
                <w:lang w:bidi="fa-IR"/>
              </w:rPr>
              <w:t xml:space="preserve"> در عالم بس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آگهند از حال و احوال کس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E6062" w:rsidRDefault="009E6062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E6062" w:rsidRDefault="009E6062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موقع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مرحوم حاج مقدّس در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شگاه</w:t>
            </w:r>
            <w:r>
              <w:rPr>
                <w:rtl/>
                <w:lang w:bidi="fa-IR"/>
              </w:rPr>
              <w:t xml:space="preserve"> پروردگار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6062" w:rsidRDefault="00BC358B" w:rsidP="009E6062">
      <w:pPr>
        <w:pStyle w:val="libNormal"/>
        <w:rPr>
          <w:rStyle w:val="libFootnotenumChar"/>
          <w:rtl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در منابر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به موعظه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و راه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انحراف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منبر در تب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انحراف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رشته سخن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خانقاه و صوف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شد. چنان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حالت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کردند که با عصبان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مرشدها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خانقاه را مخاطب ق</w:t>
      </w:r>
      <w:r>
        <w:rPr>
          <w:rFonts w:hint="eastAsia"/>
          <w:rtl/>
          <w:lang w:bidi="fa-IR"/>
        </w:rPr>
        <w:t>رار</w:t>
      </w:r>
      <w:r>
        <w:rPr>
          <w:rtl/>
          <w:lang w:bidi="fa-IR"/>
        </w:rPr>
        <w:t xml:space="preserve"> داده فرمودند: در مقابل مراجع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پوست تخت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 مسند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عوام مردم را دور خود جمع نموده و از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موارد احکام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نشان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و با دستور دادن به ذکر و ورد، آنها را از راه فقها که</w:t>
      </w:r>
      <w:r w:rsidR="009E606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چند روزه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عوام را استثمار نموده و آنها را خسر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الآخره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سپس خطاب به مستمع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نموده فرمودند: هرچه از عرفان و ذکر و سلوک و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اللَّه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کتاب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باز نموده و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عمل به آن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آن به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همه مطالب کتاب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مأثور از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من جهت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شما مردم که گرفتار به دام عنکبوت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 ات</w:t>
      </w:r>
      <w:r>
        <w:rPr>
          <w:rFonts w:hint="eastAsia"/>
          <w:rtl/>
          <w:lang w:bidi="fa-IR"/>
        </w:rPr>
        <w:t>فاق</w:t>
      </w:r>
      <w:r>
        <w:rPr>
          <w:rtl/>
          <w:lang w:bidi="fa-IR"/>
        </w:rPr>
        <w:t xml:space="preserve"> افتاده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دوستان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اگرچه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شما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که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مقدّس سالوس</w:t>
      </w:r>
      <w:r w:rsidRPr="009E6062">
        <w:rPr>
          <w:rStyle w:val="libFootnotenumChar"/>
          <w:rtl/>
        </w:rPr>
        <w:t>(29)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اگرچه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سالوس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دو رکعت نماز خواندم در حدود شش ساعت در حال جذبه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و اشک چشمانم خشک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 در آن حا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قالب 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از خداوند متعال درخواست نمودم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را از من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مرا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خارج کند. دعا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مستجاب شد و از آن حالت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آمدم. لکن نفرمودند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نماز را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کجا خوانده بودند. از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دوستان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نماز را در مکّه معظمه خواند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به مقام قرب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«هن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ئاً</w:t>
      </w:r>
      <w:r>
        <w:rPr>
          <w:rtl/>
          <w:lang w:bidi="fa-IR"/>
        </w:rPr>
        <w:t xml:space="preserve"> لارباب النّع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مها»</w:t>
      </w:r>
      <w:r>
        <w:rPr>
          <w:rtl/>
          <w:lang w:bidi="fa-IR"/>
        </w:rPr>
        <w:t>.</w:t>
      </w:r>
      <w:r w:rsidRPr="009E6062">
        <w:rPr>
          <w:rStyle w:val="libFootnotenumChar"/>
          <w:rtl/>
        </w:rPr>
        <w:t>(30)</w:t>
      </w:r>
    </w:p>
    <w:p w:rsidR="009E6062" w:rsidRDefault="009E6062" w:rsidP="009E6062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60" w:name="_Toc477343802"/>
      <w:bookmarkStart w:id="61" w:name="_Toc477343944"/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حاج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مقدّس (طاب ثراه)</w:t>
      </w:r>
      <w:bookmarkEnd w:id="60"/>
      <w:bookmarkEnd w:id="61"/>
    </w:p>
    <w:p w:rsidR="009E6062" w:rsidRDefault="00BC358B" w:rsidP="009E60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آقا مجتهد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مرحوم حاج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مقدّس را جهت موعظه طلاب به مسجد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طلاب هم با علاقه وافر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مواعظ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بردند. مرحوم مجتهد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جزوه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(احکام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>)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نموده بود و</w:t>
      </w:r>
      <w:r w:rsidR="009E606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جزوه به وجه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استقبال شد.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آن زمان از محضر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 و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امور اجرا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خدمت معظم له بودم. ماه مبارک رمضان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مرحوم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مقدّس، در مسجد مرحوم آقا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بازار بنا به درخواست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آقا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عبدالعل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فرصت استفاده نموده، تعداد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کتاب احکام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 با خود به آن مسجد برده و به خدمت مرحوم مقدّس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تقاضا نمودم که در منبر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نموده تا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را به مستمع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ارائه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مقابل درخواست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فرمودند، 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آموزنده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و همه فروشندگان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خداوند متعال بود، امّا جمله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فرمودند: «من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از اوّل تا به آخر نخوانم و مطالعه ننما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هرگز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eastAsia"/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قتاً</w:t>
      </w:r>
      <w:r>
        <w:rPr>
          <w:rtl/>
          <w:lang w:bidi="fa-IR"/>
        </w:rPr>
        <w:t xml:space="preserve"> جمله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معقول و خداپسندانه فرمودند. (خود بده انصاف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خرد)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کتاب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نظر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اعم از اعتقاد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چاپ شده و در کتاب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در معرض فروش گذارده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فروشندگان از ابتدا تا انتها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را خوانده و مطمئن به صحّت آن شده ان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دهند؟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آنکه نظر تجار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سودده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آنها دارند؟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مرحوم مقدّس ناظر به تقوا و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امر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 به مصداق «اخوک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فاحتط 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نک»</w:t>
      </w:r>
      <w:r>
        <w:rPr>
          <w:rtl/>
          <w:lang w:bidi="fa-IR"/>
        </w:rPr>
        <w:t xml:space="preserve"> عمل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است؟</w:t>
      </w:r>
    </w:p>
    <w:p w:rsidR="00BC358B" w:rsidRDefault="009E6062" w:rsidP="009E60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62" w:name="_Toc477343803"/>
      <w:bookmarkStart w:id="63" w:name="_Toc477343945"/>
      <w:r>
        <w:rPr>
          <w:rFonts w:hint="eastAsia"/>
          <w:rtl/>
          <w:lang w:bidi="fa-IR"/>
        </w:rPr>
        <w:t>مورد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ترحم و تقوا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حاج مقدس</w:t>
      </w:r>
      <w:bookmarkEnd w:id="62"/>
      <w:bookmarkEnd w:id="63"/>
      <w:r>
        <w:rPr>
          <w:rtl/>
          <w:lang w:bidi="fa-IR"/>
        </w:rPr>
        <w:t xml:space="preserve"> </w:t>
      </w:r>
    </w:p>
    <w:p w:rsidR="009E6062" w:rsidRDefault="00BC358B" w:rsidP="009E606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فرمودند</w:t>
      </w:r>
      <w:r>
        <w:rPr>
          <w:rtl/>
          <w:lang w:bidi="fa-IR"/>
        </w:rPr>
        <w:t xml:space="preserve"> در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اجاره نموده بودم. در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منزل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</w:t>
      </w:r>
      <w:r w:rsidR="009E606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منزل داشت به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روقت</w:t>
      </w:r>
      <w:r>
        <w:rPr>
          <w:rtl/>
          <w:lang w:bidi="fa-IR"/>
        </w:rPr>
        <w:t xml:space="preserve"> که منبرم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هنگام عبور به طرف خانه،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مرا آزار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 ها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وقت بود هنگام عبور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گوشم خ</w:t>
      </w:r>
      <w:r>
        <w:rPr>
          <w:rFonts w:hint="eastAsia"/>
          <w:rtl/>
          <w:lang w:bidi="fa-IR"/>
        </w:rPr>
        <w:t>ورد</w:t>
      </w:r>
      <w:r>
        <w:rPr>
          <w:rtl/>
          <w:lang w:bidi="fa-IR"/>
        </w:rPr>
        <w:t>. آن چنان ناراحت و از خود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شدم، ناخودآگاه دست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بلند نموده شروع نمودم که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ناگهان به خود آمدم و با خود گفتم: مقدّس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مگر خداوند راه دعا را مسدود نموده؟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دعا کن که خداون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نسبت به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حقوق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مگر نه آن است که مولا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نقل از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فرمودند: «انّ رسول اللَّه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بالجار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نظنّ انّه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ورّث؛</w:t>
      </w:r>
      <w:r>
        <w:rPr>
          <w:rtl/>
          <w:lang w:bidi="fa-IR"/>
        </w:rPr>
        <w:t xml:space="preserve"> آنقدر رسول خدا ما را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هم</w:t>
      </w: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سفارش نمود که گمان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اگر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فوت نمود،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او ارث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برد». و فرمودند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خوب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را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بلکه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خوب آن است که در مقابل اذ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صبر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با توجّه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داشتم،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بالا برده بودم،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اوردم</w:t>
      </w:r>
      <w:r>
        <w:rPr>
          <w:rtl/>
          <w:lang w:bidi="fa-IR"/>
        </w:rPr>
        <w:t xml:space="preserve"> الّا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دعا در حقّ او مز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نمودم.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</w:t>
      </w:r>
      <w:r>
        <w:rPr>
          <w:rtl/>
          <w:lang w:bidi="fa-IR"/>
        </w:rPr>
        <w:t xml:space="preserve"> را از خداوند متعال خواستار شدم. لکن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نفرمودند.</w:t>
      </w:r>
    </w:p>
    <w:p w:rsidR="00BC358B" w:rsidRDefault="009E6062" w:rsidP="009E60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64" w:name="_Toc477343804"/>
      <w:bookmarkStart w:id="65" w:name="_Toc477343946"/>
      <w:r>
        <w:rPr>
          <w:rFonts w:hint="eastAsia"/>
          <w:rtl/>
          <w:lang w:bidi="fa-IR"/>
        </w:rPr>
        <w:t>مزاح</w:t>
      </w:r>
      <w:r>
        <w:rPr>
          <w:rtl/>
          <w:lang w:bidi="fa-IR"/>
        </w:rPr>
        <w:t xml:space="preserve"> حاج مقدّس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</w:t>
      </w:r>
      <w:bookmarkEnd w:id="64"/>
      <w:bookmarkEnd w:id="65"/>
    </w:p>
    <w:p w:rsidR="009E6062" w:rsidRDefault="00BC358B" w:rsidP="009E6062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خصلت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الدعابه</w:t>
      </w:r>
      <w:r w:rsidRPr="009E6062">
        <w:rPr>
          <w:rStyle w:val="libFootnotenumChar"/>
          <w:rtl/>
        </w:rPr>
        <w:t xml:space="preserve">(31) </w:t>
      </w:r>
      <w:r>
        <w:rPr>
          <w:rtl/>
          <w:lang w:bidi="fa-IR"/>
        </w:rPr>
        <w:t>بودن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بود؛ مخصوصاً در منبر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خصلت ممتاز بودند. و در ضمن سخنران</w:t>
      </w:r>
      <w:r>
        <w:rPr>
          <w:rFonts w:hint="cs"/>
          <w:rtl/>
          <w:lang w:bidi="fa-IR"/>
        </w:rPr>
        <w:t>ی</w:t>
      </w:r>
      <w:r w:rsidR="009E606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موعظه مزاح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تنوع 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مستمع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نمودند؛ از جمله فراموش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ماه مبارک رمضان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طبق معمول همه روزه به دستور مرحوم حاج مقدّس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فقرا پول جمع نموده بود.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منبر آمد عرض نمود: حاج آقا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ها را </w:t>
      </w: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جهت فقرا داده اند. به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بدهم؟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عنوان مزاح و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اداره راد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مطرب ها.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مزاح، مستمع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خنده افتادند. 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اداره راد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پول حلال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بشان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پس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ها هم جهت فقرا داده شده و آنها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صدقه،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ارتزاق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9E6062" w:rsidRDefault="009E6062" w:rsidP="009E606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66" w:name="_Toc477343805"/>
      <w:bookmarkStart w:id="67" w:name="_Toc477343947"/>
      <w:r>
        <w:rPr>
          <w:rFonts w:hint="eastAsia"/>
          <w:rtl/>
          <w:lang w:bidi="fa-IR"/>
        </w:rPr>
        <w:t>نمونه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امر به معروف مرحوم حاج آقا مقدس</w:t>
      </w:r>
      <w:bookmarkEnd w:id="66"/>
      <w:bookmarkEnd w:id="67"/>
      <w:r>
        <w:rPr>
          <w:rtl/>
          <w:lang w:bidi="fa-IR"/>
        </w:rPr>
        <w:t xml:space="preserve"> </w:t>
      </w:r>
    </w:p>
    <w:p w:rsidR="00F32E3B" w:rsidRDefault="00BC358B" w:rsidP="00F32E3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مسجد مرحوم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اللَّه بازار بودم.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به بنده تذکّر دادند که عبا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پشت به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من عبا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از دوشم برداشتم و برگرداندم. جهت عرض تشکر چشمم به چهره اش افتاد.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صورتش را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گفتم برادر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مرا متذکر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سپاسگزارم. امّا از باب</w:t>
      </w:r>
      <w:r w:rsidRPr="00F32E3B">
        <w:rPr>
          <w:rStyle w:val="libAlaemChar"/>
          <w:rtl/>
        </w:rPr>
        <w:t xml:space="preserve"> </w:t>
      </w:r>
      <w:r w:rsidR="00F32E3B" w:rsidRPr="00F32E3B">
        <w:rPr>
          <w:rStyle w:val="libAlaemChar"/>
          <w:rFonts w:hint="cs"/>
          <w:rtl/>
        </w:rPr>
        <w:t>(</w:t>
      </w:r>
      <w:r w:rsidRPr="00F32E3B">
        <w:rPr>
          <w:rStyle w:val="libAieChar"/>
          <w:rtl/>
        </w:rPr>
        <w:t>هَلْ جَزَآءُ الْإِحْسانِ إِلَّا الْإِحْسانُ</w:t>
      </w:r>
      <w:r w:rsidR="00F32E3B" w:rsidRPr="00F32E3B">
        <w:rPr>
          <w:rStyle w:val="libAlaemChar"/>
          <w:rFonts w:hint="cs"/>
          <w:rtl/>
        </w:rPr>
        <w:t>)</w:t>
      </w:r>
      <w:r w:rsidRPr="00F32E3B">
        <w:rPr>
          <w:rStyle w:val="libFootnotenumChar"/>
          <w:rtl/>
        </w:rPr>
        <w:t>(32)</w:t>
      </w:r>
      <w:r>
        <w:rPr>
          <w:rtl/>
          <w:lang w:bidi="fa-IR"/>
        </w:rPr>
        <w:t xml:space="preserve"> که در حقّ من روا 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هم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جوابگو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احسان شما باشم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شما را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تراش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در شما که خدا و رسول آن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پسندند.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فسق ظاهر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و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شما را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محسوب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بعد محاسن خود را نتراش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برادرانه من عمل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BC358B" w:rsidRDefault="00F32E3B" w:rsidP="00F32E3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68" w:name="_Toc477343806"/>
      <w:bookmarkStart w:id="69" w:name="_Toc477343948"/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مرحوم مقدس</w:t>
      </w:r>
      <w:bookmarkEnd w:id="68"/>
      <w:bookmarkEnd w:id="69"/>
      <w:r>
        <w:rPr>
          <w:rtl/>
          <w:lang w:bidi="fa-IR"/>
        </w:rPr>
        <w:t xml:space="preserve"> </w:t>
      </w:r>
    </w:p>
    <w:p w:rsidR="00F32E3B" w:rsidRDefault="00BC358B" w:rsidP="00F32E3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زمان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مردم تهران از درشکه و چهارپا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خصوصاً وعاظ و اهل منبر و روضه خوانان هم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قاعده مستثن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نبودند.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استثناء تا قبل از انقلاب،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ائمه جماعت مسجد جامع تهران در اثر کهولت سن با چهارپا جهت اقامه نماز جماعت تا نز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مسجد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آمدند. مرحوم حاج مقدّس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وعاظ و اهل منبر تهران بود در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چهارپا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جهت مجالس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دور از محل سکونت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 از آن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دارم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منابر خود به عنوان شاهد مثال در رابطه با مسأله (خ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</w:t>
      </w:r>
      <w:r>
        <w:rPr>
          <w:rFonts w:hint="eastAsia"/>
          <w:rtl/>
          <w:lang w:bidi="fa-IR"/>
        </w:rPr>
        <w:t>چهارپا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داشتم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مشکل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نموده بود. به قصد فروش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مال فروشان بردم. در آن</w:t>
      </w:r>
      <w:r w:rsidR="00F32E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زمان</w:t>
      </w:r>
      <w:r>
        <w:rPr>
          <w:rtl/>
          <w:lang w:bidi="fa-IR"/>
        </w:rPr>
        <w:t xml:space="preserve"> رسم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 چهارپا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را بفروشند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اع</w:t>
      </w:r>
      <w:r w:rsidRPr="00F32E3B">
        <w:rPr>
          <w:rStyle w:val="libFootnotenumChar"/>
          <w:rtl/>
        </w:rPr>
        <w:t xml:space="preserve">(33) </w:t>
      </w:r>
      <w:r>
        <w:rPr>
          <w:rtl/>
          <w:lang w:bidi="fa-IR"/>
        </w:rPr>
        <w:t>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عنوان دلال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فروش در آن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حضور داشتند.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واسطه ها چون مطّلع شد که من قصد فروش چهارپا دارم،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با توافق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بنده و خر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دار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که معامله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انجام دهد. من از فرصت استفاده نموده به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گفتم علّت آنکه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فروش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چهارپا گرفته 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متمرد شده و لگد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زند.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مطّلع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منصرف شد و رفت. شخص دلال ب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تصور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معامله انجام شده به نزد من آمد که حقّ دلال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مشاهده نمود که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نزد من است و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علّت را سؤال نمود و من هم مشکل چهارپا را که باعث فسخ معامله شد،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نمودم. دلال،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اطّلاع از مسائل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با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ت و </w:t>
      </w:r>
      <w:r>
        <w:rPr>
          <w:rtl/>
          <w:lang w:bidi="fa-IR"/>
        </w:rPr>
        <w:lastRenderedPageBreak/>
        <w:t>پرخاشگرانه گفت من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زحمت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را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چهارپا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نمودم. شما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کلمه او را منصرف و مرا از حقّ دلال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محروم نمود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به او گفتم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شرع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بود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را به او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اگر او متوجه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تا سه روز حقّ داشت معام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را از باب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فسخ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من قبلاً او را مطّلع نمودم.</w:t>
      </w:r>
    </w:p>
    <w:p w:rsidR="00BC358B" w:rsidRDefault="00F32E3B" w:rsidP="00F32E3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70" w:name="_Toc477343807"/>
      <w:bookmarkStart w:id="71" w:name="_Toc477343949"/>
      <w:r>
        <w:rPr>
          <w:rFonts w:hint="eastAsia"/>
          <w:rtl/>
          <w:lang w:bidi="fa-IR"/>
        </w:rPr>
        <w:t>قداست</w:t>
      </w:r>
      <w:r>
        <w:rPr>
          <w:rtl/>
          <w:lang w:bidi="fa-IR"/>
        </w:rPr>
        <w:t xml:space="preserve"> مرحوم مقدس</w:t>
      </w:r>
      <w:bookmarkEnd w:id="70"/>
      <w:bookmarkEnd w:id="71"/>
      <w:r>
        <w:rPr>
          <w:rtl/>
          <w:lang w:bidi="fa-IR"/>
        </w:rPr>
        <w:t xml:space="preserve"> </w:t>
      </w:r>
    </w:p>
    <w:p w:rsidR="00F32E3B" w:rsidRDefault="00BC358B" w:rsidP="00F32E3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تهران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متداول شده بود و مردم از درشکه و چهارپا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منصرف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آورده بودند؛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استفاده از</w:t>
      </w:r>
      <w:r>
        <w:rPr>
          <w:rFonts w:hint="eastAsia"/>
          <w:rtl/>
          <w:lang w:bidi="fa-IR"/>
        </w:rPr>
        <w:t>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از جهت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به مقصد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با درشکه و چهارپا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قابل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نبود و روز به روز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تفاوت و فاصله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ادتر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اکثر وعاظ و اهل علم هم از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دولت در آن زمان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نرخ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eastAsia"/>
          <w:rtl/>
          <w:lang w:bidi="fa-IR"/>
        </w:rPr>
        <w:t>موده</w:t>
      </w:r>
      <w:r>
        <w:rPr>
          <w:rtl/>
          <w:lang w:bidi="fa-IR"/>
        </w:rPr>
        <w:t xml:space="preserve"> بود و رانندگان هم ملتزم به نرخ دولت بودند. لذا 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تاکس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طبق نرخ دولت به صاحبان تاکس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وجه پرداخت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صاحبان تاکس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نرخ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شده که مبلغ ده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بود ناراض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ذکر است مرحوم مقدّس هرگاه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از تاکس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مث</w:t>
      </w:r>
      <w:r>
        <w:rPr>
          <w:rFonts w:hint="eastAsia"/>
          <w:rtl/>
          <w:lang w:bidi="fa-IR"/>
        </w:rPr>
        <w:t>لاً</w:t>
      </w:r>
      <w:r>
        <w:rPr>
          <w:rtl/>
          <w:lang w:bidi="fa-IR"/>
        </w:rPr>
        <w:t xml:space="preserve"> اگر از چهار راه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روس</w:t>
      </w:r>
      <w:r>
        <w:rPr>
          <w:rtl/>
          <w:lang w:bidi="fa-IR"/>
        </w:rPr>
        <w:t xml:space="preserve"> (مصطف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 به قصد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شوش سوار تاکس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به راننده تاکس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به مقدار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تا هرکجا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ببر. و اگر فرضاً راننده به چهار راه مولو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وجه پرداخت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تمام شده ده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پرداخت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تا او را به مقصد برساند.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صاحب تاکس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مرحوم مقدّس کاشف از قداست و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 بودن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حقّ الناس بود.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7"/>
        <w:gridCol w:w="268"/>
        <w:gridCol w:w="3307"/>
      </w:tblGrid>
      <w:tr w:rsidR="00F32E3B" w:rsidTr="008B62EB">
        <w:trPr>
          <w:trHeight w:val="350"/>
        </w:trPr>
        <w:tc>
          <w:tcPr>
            <w:tcW w:w="3920" w:type="dxa"/>
            <w:shd w:val="clear" w:color="auto" w:fill="auto"/>
          </w:tcPr>
          <w:p w:rsidR="00F32E3B" w:rsidRDefault="00F32E3B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از مفصل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قصّه مجمل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گفتم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32E3B" w:rsidRDefault="00F32E3B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32E3B" w:rsidRDefault="00F32E3B" w:rsidP="008B62EB">
            <w:pPr>
              <w:pStyle w:val="libPoem"/>
            </w:pPr>
            <w:r>
              <w:rPr>
                <w:rtl/>
                <w:lang w:bidi="fa-IR"/>
              </w:rPr>
              <w:t>تو خود حد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ث</w:t>
            </w:r>
            <w:r>
              <w:rPr>
                <w:rtl/>
                <w:lang w:bidi="fa-IR"/>
              </w:rPr>
              <w:t xml:space="preserve"> مفصّل بخوان از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مجمل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32E3B" w:rsidRDefault="00F32E3B" w:rsidP="00F32E3B">
      <w:pPr>
        <w:pStyle w:val="libNormal"/>
        <w:rPr>
          <w:rtl/>
          <w:lang w:bidi="fa-IR"/>
        </w:rPr>
      </w:pPr>
    </w:p>
    <w:p w:rsidR="00BC358B" w:rsidRDefault="00F32E3B" w:rsidP="00F32E3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72" w:name="_Toc477343808"/>
      <w:bookmarkStart w:id="73" w:name="_Toc477343950"/>
      <w:r>
        <w:rPr>
          <w:rFonts w:hint="eastAsia"/>
          <w:rtl/>
          <w:lang w:bidi="fa-IR"/>
        </w:rPr>
        <w:t>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حضور قلب در کنار قبور ائمه </w:t>
      </w:r>
      <w:r w:rsidR="004D104C" w:rsidRPr="004D104C">
        <w:rPr>
          <w:rStyle w:val="libAlaemChar"/>
          <w:rtl/>
        </w:rPr>
        <w:t>عليهم‌السلام</w:t>
      </w:r>
      <w:bookmarkEnd w:id="72"/>
      <w:bookmarkEnd w:id="73"/>
      <w:r w:rsidR="004D104C" w:rsidRPr="004D104C">
        <w:rPr>
          <w:rStyle w:val="libAlaemChar"/>
          <w:rtl/>
        </w:rPr>
        <w:t xml:space="preserve"> </w:t>
      </w:r>
    </w:p>
    <w:p w:rsidR="00F32E3B" w:rsidRDefault="00BC358B" w:rsidP="00F32E3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مقدّس در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مشرف شدم، طبق معمول همه روزه جهت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قبر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 w:rsidRPr="00F32E3B">
        <w:rPr>
          <w:rStyle w:val="libFootnotenumChar"/>
          <w:rtl/>
        </w:rPr>
        <w:t>(34)</w:t>
      </w:r>
      <w:r>
        <w:rPr>
          <w:rtl/>
          <w:lang w:bidi="fa-IR"/>
        </w:rPr>
        <w:t xml:space="preserve"> به حرم 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و توجّه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و توجّه در من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حس کنجکاو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را بر آن داشت که</w:t>
      </w:r>
      <w:r w:rsidR="00F32E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علّت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حال را در خود جستجو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از فکر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من توجّه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علتش آن است که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منزل خارج و قصد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نمودم،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برخوردها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دوستان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سخنان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ردّ و بدل شده و اشتغالات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توجّه به مقصود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مشغول داشته و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وارد حرم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 آن اشتغالات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اثر برخورد با دوستان در ذهن من متمرکز شده، مانع از توجّه و حال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و هر زمان که در حالت مراقبه و توجّه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باشم، موفق به حال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هستم و به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مط</w:t>
      </w:r>
      <w:r>
        <w:rPr>
          <w:rFonts w:hint="eastAsia"/>
          <w:rtl/>
          <w:lang w:bidi="fa-IR"/>
        </w:rPr>
        <w:t>لوب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رسم.</w:t>
      </w:r>
    </w:p>
    <w:p w:rsidR="00BC358B" w:rsidRDefault="00F32E3B" w:rsidP="00F32E3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74" w:name="_Toc477343809"/>
      <w:bookmarkStart w:id="75" w:name="_Toc477343951"/>
      <w:r>
        <w:rPr>
          <w:rFonts w:hint="eastAsia"/>
          <w:rtl/>
          <w:lang w:bidi="fa-IR"/>
        </w:rPr>
        <w:t>تمنّا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مرگ</w:t>
      </w:r>
      <w:bookmarkEnd w:id="74"/>
      <w:bookmarkEnd w:id="75"/>
      <w:r>
        <w:rPr>
          <w:rtl/>
          <w:lang w:bidi="fa-IR"/>
        </w:rPr>
        <w:t xml:space="preserve"> </w:t>
      </w:r>
    </w:p>
    <w:p w:rsidR="00F32E3B" w:rsidRDefault="00BC358B" w:rsidP="00F32E3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جناب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ولد صالح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خلخال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مراجع سابق نجف اشرف، دوست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نقل نمودند: در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ساکن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محضر والد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در بازار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الحرم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کربلا با مرحوم حاج آقا مقدّس ملاقات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شان از سفر حج مراجعت نموده بودند و مشکلات سفر حج چهره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زرد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اندامشان را نح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لاغر نموده بود. پس از آنکه با مرحوم والد معانقه نمودند و تعارفات 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شد،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مرحوم والد گفتند: درخواست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خداوند متعال دارم که قول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مرحوم والد درخواست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قبول نمودند. سپس مرحوم مقدّس دست ها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بلند نمودند و عرض کردند: پروردگارا از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ماندنم را در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مقدّر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مرحوم والد هم طبق قول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داده بود</w:t>
      </w:r>
      <w:r w:rsidR="00F32E3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گفتند. (شا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معظم له در 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مرگ خود را از خداوند درخواست نموده بود) با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مقدّس و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پدرم خواسته باطن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مقدّس را خداوند به اجابت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چند روز بعد در جوار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ماندگار شد. روحش شاد</w:t>
      </w:r>
    </w:p>
    <w:p w:rsidR="00BC358B" w:rsidRDefault="00F32E3B" w:rsidP="00F32E3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76" w:name="_Toc477343810"/>
      <w:bookmarkStart w:id="77" w:name="_Toc477343952"/>
      <w:r>
        <w:rPr>
          <w:rFonts w:hint="eastAsia"/>
          <w:rtl/>
          <w:lang w:bidi="fa-IR"/>
        </w:rPr>
        <w:t>ارتحال</w:t>
      </w:r>
      <w:r>
        <w:rPr>
          <w:rtl/>
          <w:lang w:bidi="fa-IR"/>
        </w:rPr>
        <w:t xml:space="preserve"> مرحوم حاج مقدس</w:t>
      </w:r>
      <w:bookmarkEnd w:id="76"/>
      <w:bookmarkEnd w:id="77"/>
      <w:r>
        <w:rPr>
          <w:rtl/>
          <w:lang w:bidi="fa-IR"/>
        </w:rPr>
        <w:t xml:space="preserve"> </w:t>
      </w:r>
    </w:p>
    <w:p w:rsidR="000C01A7" w:rsidRDefault="00BC358B" w:rsidP="000C01A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بنابر</w:t>
      </w:r>
      <w:r>
        <w:rPr>
          <w:rtl/>
          <w:lang w:bidi="fa-IR"/>
        </w:rPr>
        <w:t xml:space="preserve"> آنچه که از دوستان موثق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معظم له در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تشرف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الحرام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پس از مراجعت از حج در نماز طواف نساء، شک و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اطاً</w:t>
      </w:r>
      <w:r>
        <w:rPr>
          <w:rtl/>
          <w:lang w:bidi="fa-IR"/>
        </w:rPr>
        <w:t xml:space="preserve"> از ازدواج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آن زمان رفتن به حج مثل زمان ما سهل و آسان نبود و حجاج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 به خان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خدا با مشکلات 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 به 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موانع اعاده حج معظم له مادر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 که آن مرحوم خود را موظف به خدمت کردن به والده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لذا پس از فوت مادر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به حج مشرف شوند. و از دغدغه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مورد حج خود داشتند به درآ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. حدود </w:t>
      </w:r>
      <w:r>
        <w:rPr>
          <w:rFonts w:hint="eastAsia"/>
          <w:rtl/>
          <w:lang w:bidi="fa-IR"/>
        </w:rPr>
        <w:t>سال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1335 ه .ش عازم سفر حج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پس از اتمام اعمال حج به قصد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وارد عراق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مرحوم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خطبا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مبرز تهران که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مجالس ختم مرحوم مقدّس شرکت داشتند، در منبر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فرمودند: پس از آنکه م</w:t>
      </w:r>
      <w:r>
        <w:rPr>
          <w:rFonts w:hint="eastAsia"/>
          <w:rtl/>
          <w:lang w:bidi="fa-IR"/>
        </w:rPr>
        <w:t>رحوم</w:t>
      </w:r>
      <w:r>
        <w:rPr>
          <w:rtl/>
          <w:lang w:bidi="fa-IR"/>
        </w:rPr>
        <w:t xml:space="preserve"> مقدّس وارد خاک عراق شدند محل سکونت موقت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با دوستان هم سفر خود در کاظم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قرار دادند. و آنچه اثاث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سفر داشتند در منزل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اجاره نموده بودند گذاردند. و تنها کفن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مکّه آورده بودند با خود برداشتند و پس از</w:t>
      </w:r>
      <w:r w:rsidR="000C01A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کربلا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طرف نجف اشرف رهسپار شدند.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وارد نجف اشرف شدند در کمال صحّت و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ماً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مولا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رواق مطهر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وارد حرم شوند،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جز خداوند متعال و مولا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چه گذشته.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عظمت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مولا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مبارکش </w:t>
      </w:r>
      <w:r>
        <w:rPr>
          <w:rtl/>
          <w:lang w:bidi="fa-IR"/>
        </w:rPr>
        <w:lastRenderedPageBreak/>
        <w:t>به معجر</w:t>
      </w:r>
      <w:r w:rsidRPr="000C01A7">
        <w:rPr>
          <w:rStyle w:val="libFootnotenumChar"/>
          <w:rtl/>
        </w:rPr>
        <w:t xml:space="preserve">(35) </w:t>
      </w:r>
      <w:r>
        <w:rPr>
          <w:rtl/>
          <w:lang w:bidi="fa-IR"/>
        </w:rPr>
        <w:t>درب اصابت نموده و خون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و در دم جان به جان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سلط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عالم برزخ مشرف و مستغرق روح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حان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0"/>
        <w:gridCol w:w="268"/>
        <w:gridCol w:w="3324"/>
      </w:tblGrid>
      <w:tr w:rsidR="000C01A7" w:rsidTr="008B62EB">
        <w:trPr>
          <w:trHeight w:val="350"/>
        </w:trPr>
        <w:tc>
          <w:tcPr>
            <w:tcW w:w="3920" w:type="dxa"/>
            <w:shd w:val="clear" w:color="auto" w:fill="auto"/>
          </w:tcPr>
          <w:p w:rsidR="000C01A7" w:rsidRDefault="000C01A7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عمرم</w:t>
            </w:r>
            <w:r>
              <w:rPr>
                <w:rtl/>
                <w:lang w:bidi="fa-IR"/>
              </w:rPr>
              <w:t xml:space="preserve"> تمام </w:t>
            </w:r>
            <w:r>
              <w:rPr>
                <w:rFonts w:hint="cs"/>
                <w:rtl/>
                <w:lang w:bidi="fa-IR"/>
              </w:rPr>
              <w:t>گ</w:t>
            </w:r>
            <w:r>
              <w:rPr>
                <w:rtl/>
                <w:lang w:bidi="fa-IR"/>
              </w:rPr>
              <w:t>شت و ند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دم</w:t>
            </w:r>
            <w:r>
              <w:rPr>
                <w:rtl/>
                <w:lang w:bidi="fa-IR"/>
              </w:rPr>
              <w:t xml:space="preserve"> جمال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0C01A7" w:rsidRDefault="000C01A7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0C01A7" w:rsidRDefault="000C01A7" w:rsidP="008B62EB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من که سر نشکافم به معجرش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C01A7" w:rsidRDefault="000C01A7" w:rsidP="000C01A7">
      <w:pPr>
        <w:pStyle w:val="libNormal"/>
        <w:rPr>
          <w:rtl/>
          <w:lang w:bidi="fa-IR"/>
        </w:rPr>
      </w:pPr>
    </w:p>
    <w:p w:rsidR="00BC358B" w:rsidRDefault="000C01A7" w:rsidP="000C01A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78" w:name="_Toc477343811"/>
      <w:bookmarkStart w:id="79" w:name="_Toc477343953"/>
      <w:r>
        <w:rPr>
          <w:rFonts w:hint="eastAsia"/>
          <w:rtl/>
          <w:lang w:bidi="fa-IR"/>
        </w:rPr>
        <w:t>مدفن</w:t>
      </w:r>
      <w:r>
        <w:rPr>
          <w:rtl/>
          <w:lang w:bidi="fa-IR"/>
        </w:rPr>
        <w:t xml:space="preserve"> مرحوم حاج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مقدس</w:t>
      </w:r>
      <w:bookmarkEnd w:id="78"/>
      <w:bookmarkEnd w:id="79"/>
      <w:r>
        <w:rPr>
          <w:rtl/>
          <w:lang w:bidi="fa-IR"/>
        </w:rPr>
        <w:t xml:space="preserve"> </w:t>
      </w:r>
    </w:p>
    <w:p w:rsidR="000C01A7" w:rsidRDefault="00BC358B" w:rsidP="000C01A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ناقل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نام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سرشار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از اوان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هم در دبستان هم کلاس و دوست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نقل نمودند: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مرحوم حاج مقدّس به مکّه جهت اعمال حج مشرف شدند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 کاروان بودم. ولکن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مانع از شناخت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بود. پس از آنکه اعمال حج به اتمام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قصد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عتبات از مکّه به طرف عراق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شهر اردن وارد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صبح بعد از نماز جماعت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اقتدا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در وصف معظم له به من فرمود که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بعد از آن نسبت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علاقه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نمودم. پس از آنکه از اردن به قصد عراق</w:t>
      </w:r>
      <w:r w:rsidR="000C01A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خارج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وارد کاظم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بعد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کاظم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قصد کربلا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مرحوم مقدّس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سفر بقچه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خود برداشت که من ابتدائاً تصور نمودم که سجاده و جانماز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لکن بعداً متوجه شدم که در آن بقچه کفن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از مکّه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با آب زمزم شستشو داده بود قرار داده بود. پس از ورود به کربلا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قبر مطهر حضرت اباعبداللَّه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بعد از چند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عازم نجف اشرف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بعد از سکونت در نجف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مرحوم مقدّس هنگام ورود به حرم مطهر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کسالت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مقابل رواق حرم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افتند و در دم جان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سپارند و به لقاء اللَّه 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گردند. با اطّلاع از خبر ناگوار فوت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توسط دوستان هم سفر تهران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جنازه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غسال خانه نجف حمل نموده و غسل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کفن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خود آورده بود تکف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دوستان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</w:t>
      </w:r>
      <w:r>
        <w:rPr>
          <w:rFonts w:hint="eastAsia"/>
          <w:rtl/>
          <w:lang w:bidi="fa-IR"/>
        </w:rPr>
        <w:t>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بدن </w:t>
      </w:r>
      <w:r>
        <w:rPr>
          <w:rtl/>
          <w:lang w:bidi="fa-IR"/>
        </w:rPr>
        <w:lastRenderedPageBreak/>
        <w:t>مطهر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در تابوت گذاشته و از نجف اشرف به کربلا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طواف مرقد مطهر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</w:t>
      </w:r>
      <w:r w:rsidR="004D104C" w:rsidRPr="004D104C">
        <w:rPr>
          <w:rStyle w:val="libAlaemChar"/>
          <w:rFonts w:hint="eastAsia"/>
          <w:rtl/>
        </w:rPr>
        <w:t xml:space="preserve">عليه‌السلام </w:t>
      </w:r>
      <w:r>
        <w:rPr>
          <w:rtl/>
          <w:lang w:bidi="fa-IR"/>
        </w:rPr>
        <w:t>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چون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به دوستان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نمودم که جنازه را با دوش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به کربلا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لکن دوستان موافقت ننمودند و گفتند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قابل </w:t>
      </w:r>
      <w:r>
        <w:rPr>
          <w:rFonts w:hint="eastAsia"/>
          <w:rtl/>
          <w:lang w:bidi="fa-IR"/>
        </w:rPr>
        <w:t>تحمل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لذا دو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مخصوص جنازه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دوستان سوار شده به سمت کربلا به عنوان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حرکت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از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مسافت در شب جمعه وارد کربلا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بعد از نماز توسط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کربلا و طواف دادن جنازه به دور</w:t>
      </w:r>
      <w:r w:rsidR="000C01A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مقدّس توسط همان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شده بود در روز جمعه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 اشرف روانه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پس از ورود به نجف و طواف مرقد مقدّس مولا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او را در قبر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قبلاً در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السلام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شده بود کنار دو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بزرگ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هود و حضرت صالح </w:t>
      </w:r>
      <w:r w:rsidR="000C01A7" w:rsidRPr="000C01A7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به خاک سپرد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(عاش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داً</w:t>
      </w:r>
      <w:r>
        <w:rPr>
          <w:rtl/>
          <w:lang w:bidi="fa-IR"/>
        </w:rPr>
        <w:t xml:space="preserve"> و مات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داً</w:t>
      </w:r>
      <w:r>
        <w:rPr>
          <w:rtl/>
          <w:lang w:bidi="fa-IR"/>
        </w:rPr>
        <w:t>) در خاتمه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کنم برادران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نجف اشرف 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مطّلع از قبر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از نعمت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مند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گردند «وفّقنا اللَّه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اکم</w:t>
      </w:r>
      <w:r>
        <w:rPr>
          <w:rtl/>
          <w:lang w:bidi="fa-IR"/>
        </w:rPr>
        <w:t xml:space="preserve"> بز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اره</w:t>
      </w:r>
      <w:r>
        <w:rPr>
          <w:rtl/>
          <w:lang w:bidi="fa-IR"/>
        </w:rPr>
        <w:t xml:space="preserve"> قبر مولانا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97775C" w:rsidRPr="0097775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»</w:t>
      </w:r>
    </w:p>
    <w:p w:rsidR="00BC358B" w:rsidRDefault="000C01A7" w:rsidP="000C01A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80" w:name="_Toc477343812"/>
      <w:bookmarkStart w:id="81" w:name="_Toc477343954"/>
      <w:r>
        <w:rPr>
          <w:rFonts w:hint="eastAsia"/>
          <w:rtl/>
          <w:lang w:bidi="fa-IR"/>
        </w:rPr>
        <w:t>مجلس</w:t>
      </w:r>
      <w:r>
        <w:rPr>
          <w:rtl/>
          <w:lang w:bidi="fa-IR"/>
        </w:rPr>
        <w:t xml:space="preserve"> ترح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مرحوم حاج مقدّس در تهران</w:t>
      </w:r>
      <w:bookmarkEnd w:id="80"/>
      <w:bookmarkEnd w:id="81"/>
      <w:r>
        <w:rPr>
          <w:rtl/>
          <w:lang w:bidi="fa-IR"/>
        </w:rPr>
        <w:t xml:space="preserve"> </w:t>
      </w:r>
    </w:p>
    <w:p w:rsidR="00BC358B" w:rsidRDefault="00BC358B" w:rsidP="000C01A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خبر فوت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نجف اشرف به تهران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غم فقدان و مرگ او در چهره دوستان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آنها را در سوگ او به ماتم نشان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مجلس ترح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او در مسجد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اللَّه بازار از طرف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خوانسار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برگزار شد. تا چهلم فوت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هر روز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مساجد تهران، مجلس ترح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او اقامه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شاعر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اشعار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و سجا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مرگ او انشاء نمود که الحق روح القدس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الهام نموده.</w:t>
      </w:r>
      <w:r w:rsidR="000C01A7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فوت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روز پنجشنبه نوزدهم محرم الحرام 1377 ه .ق مطابق با 1334 ه .ش در نجف اشرف واقع شد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جوار رحمت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</w:t>
      </w:r>
      <w:r>
        <w:rPr>
          <w:rtl/>
          <w:lang w:bidi="fa-IR"/>
        </w:rPr>
        <w:t xml:space="preserve"> و در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السلام کنار قبر هود و صالح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 w:rsidR="000C01A7" w:rsidRPr="000C01A7">
        <w:rPr>
          <w:rStyle w:val="libAlaemChar"/>
          <w:rFonts w:hint="eastAsia"/>
          <w:rtl/>
        </w:rPr>
        <w:t xml:space="preserve">عليهما‌السلام </w:t>
      </w:r>
      <w:r>
        <w:rPr>
          <w:rtl/>
          <w:lang w:bidi="fa-IR"/>
        </w:rPr>
        <w:t>به خاک سپرده شد.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8"/>
        <w:gridCol w:w="267"/>
        <w:gridCol w:w="3297"/>
      </w:tblGrid>
      <w:tr w:rsidR="00187B2A" w:rsidTr="00187B2A">
        <w:trPr>
          <w:trHeight w:val="350"/>
        </w:trPr>
        <w:tc>
          <w:tcPr>
            <w:tcW w:w="3358" w:type="dxa"/>
            <w:shd w:val="clear" w:color="auto" w:fill="auto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افسوس</w:t>
            </w:r>
            <w:r>
              <w:rPr>
                <w:rtl/>
                <w:lang w:bidi="fa-IR"/>
              </w:rPr>
              <w:t xml:space="preserve"> که دلدار ز ما چهره نهان کرد ما را نگران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  <w:shd w:val="clear" w:color="auto" w:fill="auto"/>
          </w:tcPr>
          <w:p w:rsidR="00187B2A" w:rsidRDefault="00187B2A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  <w:shd w:val="clear" w:color="auto" w:fill="auto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دور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خود خون به دل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و جوان کرد ما را نگران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B2A" w:rsidTr="00187B2A">
        <w:trPr>
          <w:trHeight w:val="350"/>
        </w:trPr>
        <w:tc>
          <w:tcPr>
            <w:tcW w:w="3358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هم وطنان ز</w:t>
            </w:r>
            <w:r>
              <w:rPr>
                <w:rFonts w:hint="eastAsia"/>
                <w:rtl/>
                <w:lang w:bidi="fa-IR"/>
              </w:rPr>
              <w:t>ابر</w:t>
            </w:r>
            <w:r>
              <w:rPr>
                <w:rtl/>
                <w:lang w:bidi="fa-IR"/>
              </w:rPr>
              <w:t xml:space="preserve"> بصر چهره بشو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با هم همه گو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187B2A" w:rsidRDefault="00187B2A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تهران</w:t>
            </w:r>
            <w:r>
              <w:rPr>
                <w:rtl/>
                <w:lang w:bidi="fa-IR"/>
              </w:rPr>
              <w:t xml:space="preserve"> مه خود را به پس ابر نهان کرد ما را نگران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B2A" w:rsidTr="00187B2A">
        <w:trPr>
          <w:trHeight w:val="350"/>
        </w:trPr>
        <w:tc>
          <w:tcPr>
            <w:tcW w:w="3358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آن</w:t>
            </w:r>
            <w:r>
              <w:rPr>
                <w:rtl/>
                <w:lang w:bidi="fa-IR"/>
              </w:rPr>
              <w:t xml:space="preserve"> معن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تقوا که همه عمر بکوش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و از دل بخروش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187B2A" w:rsidRDefault="00187B2A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هر نفر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موعظه با قلب و زبان کرد ما را نگران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B2A" w:rsidTr="00187B2A">
        <w:trPr>
          <w:trHeight w:val="350"/>
        </w:trPr>
        <w:tc>
          <w:tcPr>
            <w:tcW w:w="3358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شد</w:t>
            </w:r>
            <w:r>
              <w:rPr>
                <w:rtl/>
                <w:lang w:bidi="fa-IR"/>
              </w:rPr>
              <w:t xml:space="preserve"> عازم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اللَّه و از خانه به در شد پس سو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سفر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187B2A" w:rsidRDefault="00187B2A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سفر ترک همه همسفران کرد ما را نگران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B2A" w:rsidTr="00187B2A">
        <w:trPr>
          <w:trHeight w:val="350"/>
        </w:trPr>
        <w:tc>
          <w:tcPr>
            <w:tcW w:w="3358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کجا رفت و چه آمد به سر او؟ دارم خبر از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187B2A" w:rsidRDefault="00187B2A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مهمان</w:t>
            </w:r>
            <w:r>
              <w:rPr>
                <w:rtl/>
                <w:lang w:bidi="fa-IR"/>
              </w:rPr>
              <w:t xml:space="preserve"> عل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بود و به فردوس مکان کرد ما را نگران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B2A" w:rsidTr="00187B2A">
        <w:tblPrEx>
          <w:tblLook w:val="04A0"/>
        </w:tblPrEx>
        <w:trPr>
          <w:trHeight w:val="350"/>
        </w:trPr>
        <w:tc>
          <w:tcPr>
            <w:tcW w:w="3358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چون</w:t>
            </w:r>
            <w:r>
              <w:rPr>
                <w:rtl/>
                <w:lang w:bidi="fa-IR"/>
              </w:rPr>
              <w:t xml:space="preserve">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شکاف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سر صاحب خانه از جور زمانه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187B2A" w:rsidRDefault="00187B2A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</w:tcPr>
          <w:p w:rsidR="00187B2A" w:rsidRDefault="00187B2A" w:rsidP="008B62EB">
            <w:pPr>
              <w:pStyle w:val="libPoem"/>
            </w:pPr>
            <w:r>
              <w:rPr>
                <w:rtl/>
                <w:lang w:bidi="fa-IR"/>
              </w:rPr>
              <w:t>خود 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عه</w:t>
            </w:r>
            <w:r>
              <w:rPr>
                <w:rtl/>
                <w:lang w:bidi="fa-IR"/>
              </w:rPr>
              <w:t xml:space="preserve"> او بود و سر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چنان کرد ما را نگران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B2A" w:rsidTr="00187B2A">
        <w:tblPrEx>
          <w:tblLook w:val="04A0"/>
        </w:tblPrEx>
        <w:trPr>
          <w:trHeight w:val="350"/>
        </w:trPr>
        <w:tc>
          <w:tcPr>
            <w:tcW w:w="3358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خواست به اتمام رساند عمل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نکته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187B2A" w:rsidRDefault="00187B2A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</w:tcPr>
          <w:p w:rsidR="00187B2A" w:rsidRDefault="00187B2A" w:rsidP="008B62EB">
            <w:pPr>
              <w:pStyle w:val="libPoem"/>
            </w:pPr>
            <w:r>
              <w:rPr>
                <w:rtl/>
                <w:lang w:bidi="fa-IR"/>
              </w:rPr>
              <w:t>پس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از اُخت شه تشنه لبان کرد ما را نگران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B2A" w:rsidTr="00187B2A">
        <w:tblPrEx>
          <w:tblLook w:val="04A0"/>
        </w:tblPrEx>
        <w:trPr>
          <w:trHeight w:val="350"/>
        </w:trPr>
        <w:tc>
          <w:tcPr>
            <w:tcW w:w="3358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جان</w:t>
            </w:r>
            <w:r>
              <w:rPr>
                <w:rtl/>
                <w:lang w:bidi="fa-IR"/>
              </w:rPr>
              <w:t xml:space="preserve"> در کف و بر درگه معشوق بزد سر تا باز شدش 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187B2A" w:rsidRDefault="00187B2A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فرق سر، او خونِ دلِ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روان کرد ما را نگران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B2A" w:rsidTr="00187B2A">
        <w:tblPrEx>
          <w:tblLook w:val="04A0"/>
        </w:tblPrEx>
        <w:trPr>
          <w:trHeight w:val="350"/>
        </w:trPr>
        <w:tc>
          <w:tcPr>
            <w:tcW w:w="3358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هاد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ما گمشدگان، خود به کجا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Fonts w:hint="eastAsia"/>
                <w:rtl/>
                <w:lang w:bidi="fa-IR"/>
              </w:rPr>
              <w:t>؟</w:t>
            </w:r>
            <w:r>
              <w:rPr>
                <w:rtl/>
                <w:lang w:bidi="fa-IR"/>
              </w:rPr>
              <w:t xml:space="preserve"> رفت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187B2A" w:rsidRDefault="00187B2A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</w:tcPr>
          <w:p w:rsidR="00187B2A" w:rsidRDefault="00187B2A" w:rsidP="008B62EB">
            <w:pPr>
              <w:pStyle w:val="libPoem"/>
            </w:pPr>
            <w:r>
              <w:rPr>
                <w:rtl/>
                <w:lang w:bidi="fa-IR"/>
              </w:rPr>
              <w:t>گو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دل پاکت به نجف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tl/>
                <w:lang w:bidi="fa-IR"/>
              </w:rPr>
              <w:t xml:space="preserve"> جنان کرد ما را نگران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B2A" w:rsidTr="00187B2A">
        <w:tblPrEx>
          <w:tblLook w:val="04A0"/>
        </w:tblPrEx>
        <w:trPr>
          <w:trHeight w:val="350"/>
        </w:trPr>
        <w:tc>
          <w:tcPr>
            <w:tcW w:w="3358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دوست چه داغ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دل ما بنهاد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! از پا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فتاد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187B2A" w:rsidRDefault="00187B2A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</w:tcPr>
          <w:p w:rsidR="00187B2A" w:rsidRDefault="00187B2A" w:rsidP="008B62EB">
            <w:pPr>
              <w:pStyle w:val="libPoem"/>
            </w:pPr>
            <w:r>
              <w:rPr>
                <w:rtl/>
                <w:lang w:bidi="fa-IR"/>
              </w:rPr>
              <w:t>دست اجل امسال چه 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کمان کرد ما را نگران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B2A" w:rsidTr="00187B2A">
        <w:tblPrEx>
          <w:tblLook w:val="04A0"/>
        </w:tblPrEx>
        <w:trPr>
          <w:trHeight w:val="350"/>
        </w:trPr>
        <w:tc>
          <w:tcPr>
            <w:tcW w:w="3358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صد</w:t>
            </w:r>
            <w:r>
              <w:rPr>
                <w:rtl/>
                <w:lang w:bidi="fa-IR"/>
              </w:rPr>
              <w:t xml:space="preserve"> ح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</w:t>
            </w:r>
            <w:r>
              <w:rPr>
                <w:rtl/>
                <w:lang w:bidi="fa-IR"/>
              </w:rPr>
              <w:t xml:space="preserve"> از آن طلعت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کو</w:t>
            </w:r>
            <w:r>
              <w:rPr>
                <w:rtl/>
                <w:lang w:bidi="fa-IR"/>
              </w:rPr>
              <w:t xml:space="preserve"> که تو را بود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به خدا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187B2A" w:rsidRDefault="00187B2A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گو چه کس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در خاک نهان کرد ما را نگران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B2A" w:rsidTr="00187B2A">
        <w:tblPrEx>
          <w:tblLook w:val="04A0"/>
        </w:tblPrEx>
        <w:trPr>
          <w:trHeight w:val="350"/>
        </w:trPr>
        <w:tc>
          <w:tcPr>
            <w:tcW w:w="3358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سلمان</w:t>
            </w:r>
            <w:r>
              <w:rPr>
                <w:rtl/>
                <w:lang w:bidi="fa-IR"/>
              </w:rPr>
              <w:t xml:space="preserve"> زمان، مظهر زهد، عنصر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مان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رحمان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187B2A" w:rsidRDefault="00187B2A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</w:tcPr>
          <w:p w:rsidR="00187B2A" w:rsidRDefault="00187B2A" w:rsidP="008B62EB">
            <w:pPr>
              <w:pStyle w:val="libPoem"/>
            </w:pPr>
            <w:r>
              <w:rPr>
                <w:rtl/>
                <w:lang w:bidi="fa-IR"/>
              </w:rPr>
              <w:t>بود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و همتا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دا</w:t>
            </w:r>
            <w:r>
              <w:rPr>
                <w:rtl/>
                <w:lang w:bidi="fa-IR"/>
              </w:rPr>
              <w:t xml:space="preserve"> نتوان کرد ما را نگران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B2A" w:rsidTr="00187B2A">
        <w:tblPrEx>
          <w:tblLook w:val="04A0"/>
        </w:tblPrEx>
        <w:trPr>
          <w:trHeight w:val="350"/>
        </w:trPr>
        <w:tc>
          <w:tcPr>
            <w:tcW w:w="3358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قد</w:t>
            </w:r>
            <w:r>
              <w:rPr>
                <w:rtl/>
                <w:lang w:bidi="fa-IR"/>
              </w:rPr>
              <w:t xml:space="preserve"> عشتَ سع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داً</w:t>
            </w:r>
            <w:r>
              <w:rPr>
                <w:rtl/>
                <w:lang w:bidi="fa-IR"/>
              </w:rPr>
              <w:t xml:space="preserve"> و لقد متَّ سع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داً</w:t>
            </w:r>
            <w:r>
              <w:rPr>
                <w:rtl/>
                <w:lang w:bidi="fa-IR"/>
              </w:rPr>
              <w:t xml:space="preserve"> بل انت شه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187B2A" w:rsidRDefault="00187B2A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قول خدا</w:t>
            </w:r>
            <w:r>
              <w:rPr>
                <w:rFonts w:hint="eastAsia"/>
                <w:rtl/>
                <w:lang w:bidi="fa-IR"/>
              </w:rPr>
              <w:t>باشد</w:t>
            </w:r>
            <w:r>
              <w:rPr>
                <w:rtl/>
                <w:lang w:bidi="fa-IR"/>
              </w:rPr>
              <w:t xml:space="preserve"> و در ذکر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کرد ما را نگران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B2A" w:rsidTr="00187B2A">
        <w:tblPrEx>
          <w:tblLook w:val="04A0"/>
        </w:tblPrEx>
        <w:trPr>
          <w:trHeight w:val="350"/>
        </w:trPr>
        <w:tc>
          <w:tcPr>
            <w:tcW w:w="3358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هاد</w:t>
            </w:r>
            <w:r>
              <w:rPr>
                <w:rFonts w:hint="cs"/>
                <w:rtl/>
                <w:lang w:bidi="fa-IR"/>
              </w:rPr>
              <w:t>یّ</w:t>
            </w:r>
            <w:r>
              <w:rPr>
                <w:rtl/>
                <w:lang w:bidi="fa-IR"/>
              </w:rPr>
              <w:t xml:space="preserve"> و مقدّس نتوان گفت به هر کس در شأن تو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بس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187B2A" w:rsidRDefault="00187B2A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</w:tcPr>
          <w:p w:rsidR="00187B2A" w:rsidRDefault="00187B2A" w:rsidP="008B62EB">
            <w:pPr>
              <w:pStyle w:val="libPoem"/>
            </w:pPr>
            <w:r>
              <w:rPr>
                <w:rtl/>
                <w:lang w:bidi="fa-IR"/>
              </w:rPr>
              <w:t>کردار تو خوش معن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هر دو 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کرد ما را نگران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B2A" w:rsidTr="00187B2A">
        <w:tblPrEx>
          <w:tblLook w:val="04A0"/>
        </w:tblPrEx>
        <w:trPr>
          <w:trHeight w:val="350"/>
        </w:trPr>
        <w:tc>
          <w:tcPr>
            <w:tcW w:w="3358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سجاد</w:t>
            </w:r>
            <w:r>
              <w:rPr>
                <w:rFonts w:hint="cs"/>
                <w:rtl/>
                <w:lang w:bidi="fa-IR"/>
              </w:rPr>
              <w:t>ی</w:t>
            </w:r>
            <w:r w:rsidRPr="00187B2A">
              <w:rPr>
                <w:rStyle w:val="libFootnotenumChar"/>
                <w:rtl/>
              </w:rPr>
              <w:t>(36)</w:t>
            </w:r>
            <w:r>
              <w:rPr>
                <w:rtl/>
                <w:lang w:bidi="fa-IR"/>
              </w:rPr>
              <w:t xml:space="preserve"> مرحوم چن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گفت و شن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دم</w:t>
            </w:r>
            <w:r>
              <w:rPr>
                <w:rtl/>
                <w:lang w:bidi="fa-IR"/>
              </w:rPr>
              <w:t xml:space="preserve"> باللَّه که بد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187B2A" w:rsidRDefault="00187B2A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</w:tcPr>
          <w:p w:rsidR="00187B2A" w:rsidRDefault="00187B2A" w:rsidP="008B62EB">
            <w:pPr>
              <w:pStyle w:val="libPoem"/>
            </w:pPr>
            <w:r>
              <w:rPr>
                <w:rtl/>
                <w:lang w:bidi="fa-IR"/>
              </w:rPr>
              <w:t>کامل ز تو حقّ، حجت خود بر دگران کرد ما را نگران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87B2A" w:rsidTr="00187B2A">
        <w:tblPrEx>
          <w:tblLook w:val="04A0"/>
        </w:tblPrEx>
        <w:trPr>
          <w:trHeight w:val="350"/>
        </w:trPr>
        <w:tc>
          <w:tcPr>
            <w:tcW w:w="3358" w:type="dxa"/>
          </w:tcPr>
          <w:p w:rsidR="00187B2A" w:rsidRDefault="00187B2A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پس</w:t>
            </w:r>
            <w:r>
              <w:rPr>
                <w:rtl/>
                <w:lang w:bidi="fa-IR"/>
              </w:rPr>
              <w:t xml:space="preserve"> مدح تو تنها نه هم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شعر حز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است بالاتر از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187B2A" w:rsidRDefault="00187B2A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</w:tcPr>
          <w:p w:rsidR="00187B2A" w:rsidRDefault="00187B2A" w:rsidP="008B62EB">
            <w:pPr>
              <w:pStyle w:val="libPoem"/>
            </w:pPr>
            <w:r>
              <w:rPr>
                <w:rtl/>
                <w:lang w:bidi="fa-IR"/>
              </w:rPr>
              <w:t>تعر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</w:t>
            </w:r>
            <w:r>
              <w:rPr>
                <w:rtl/>
                <w:lang w:bidi="fa-IR"/>
              </w:rPr>
              <w:t xml:space="preserve"> تو و مثل تو خلّاق جهان کرد ما را نگران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87B2A" w:rsidRDefault="00187B2A" w:rsidP="00BC358B">
      <w:pPr>
        <w:pStyle w:val="libNormal"/>
        <w:rPr>
          <w:rtl/>
          <w:lang w:bidi="fa-IR"/>
        </w:rPr>
      </w:pPr>
    </w:p>
    <w:p w:rsidR="00BC358B" w:rsidRDefault="00BC358B" w:rsidP="00055618">
      <w:pPr>
        <w:pStyle w:val="Heading2"/>
        <w:rPr>
          <w:rtl/>
          <w:lang w:bidi="fa-IR"/>
        </w:rPr>
      </w:pPr>
      <w:bookmarkStart w:id="82" w:name="_Toc477343813"/>
      <w:bookmarkStart w:id="83" w:name="_Toc477343955"/>
      <w:r>
        <w:rPr>
          <w:rFonts w:hint="eastAsia"/>
          <w:rtl/>
          <w:lang w:bidi="fa-IR"/>
        </w:rPr>
        <w:t>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مرحوم حاج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مقدّس پس از فوت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bookmarkEnd w:id="82"/>
      <w:bookmarkEnd w:id="83"/>
      <w:r>
        <w:rPr>
          <w:rtl/>
          <w:lang w:bidi="fa-IR"/>
        </w:rPr>
        <w:t xml:space="preserve"> </w:t>
      </w:r>
    </w:p>
    <w:p w:rsidR="00BC358B" w:rsidRDefault="00BC358B" w:rsidP="0010026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سن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احمد مجتهد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و از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جامع المقدمات و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قرآن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نمودم. معظم له شب ها در مسجد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الدوله و روزها در مسجد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اللَّه در حجره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موازات دالان خروج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بود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</w:t>
      </w:r>
      <w:r>
        <w:rPr>
          <w:rFonts w:hint="eastAsia"/>
          <w:rtl/>
          <w:lang w:bidi="fa-IR"/>
        </w:rPr>
        <w:t>ودند</w:t>
      </w:r>
      <w:r>
        <w:rPr>
          <w:rtl/>
          <w:lang w:bidi="fa-IR"/>
        </w:rPr>
        <w:t xml:space="preserve"> و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دوشنبه در جمع شاگردان،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سوره مبارکه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در جمع تلامذه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برادر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جناب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محسن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>)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دوستان مشغول استفاده از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حضرت استاد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مشا</w:t>
      </w:r>
      <w:r>
        <w:rPr>
          <w:rFonts w:hint="eastAsia"/>
          <w:rtl/>
          <w:lang w:bidi="fa-IR"/>
        </w:rPr>
        <w:t>هده</w:t>
      </w:r>
      <w:r>
        <w:rPr>
          <w:rtl/>
          <w:lang w:bidi="fa-IR"/>
        </w:rPr>
        <w:t xml:space="preserve"> نمودم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متصل به حجره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مشرف به صحن مسجد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ام.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متوجه شدم که مرحوم حاج مقدّس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پشت به حوض مسجد و رو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ام مشغول به موعظه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دو نفر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>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منبر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تمام شد، برخاستند و قصد خروج از مسجد نمودند.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مشاهده نمودم عمامه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سر دارند که علامت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="00187B2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ناگهان سر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طرف بنده بلند و با دست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اشاره نمودند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فرمودند: «آها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...»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نمودند که از ذکر آن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امّا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آنکه در خواب، عمامه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بر سر داشتند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مولا امام صادق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آن بزرگوار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خود فرمودند: «من اتّق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اصلح فهو منّا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.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رسول اللَّه منکم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ت؟</w:t>
      </w:r>
      <w:r>
        <w:rPr>
          <w:rtl/>
          <w:lang w:bidi="fa-IR"/>
        </w:rPr>
        <w:t xml:space="preserve"> قال </w:t>
      </w:r>
      <w:r w:rsidR="0097775C" w:rsidRPr="0097775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منّا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ت»</w:t>
      </w:r>
      <w:r w:rsidRPr="00187B2A">
        <w:rPr>
          <w:rStyle w:val="libFootnotenumChar"/>
          <w:rtl/>
        </w:rPr>
        <w:t>.(37)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مقدّس در تمام طول عمر با برکتش جز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تقوا و صلاح راه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مود</w:t>
      </w:r>
      <w:r>
        <w:rPr>
          <w:rtl/>
          <w:lang w:bidi="fa-IR"/>
        </w:rPr>
        <w:t xml:space="preserve"> و آن عمامه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که در عالم برزخ بر سر او نهادند، تاج افتخار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نشانگر منّا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شدن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="00187B2A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شاگردان مرحوم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به نام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ذب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اللَّه معروف به آقا فخر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(طاب ثراه)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مکتب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زاهد به مدارج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تقوا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از راه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زهد و تقوا به معارف اسلام ناب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بود. خلوص او در رفتار و گفتار و پاک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تش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فُضلا حوزه قم را جذب نموده بود. او در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پوش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جوانان زمان خود بود. که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برخورد با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زاهد گذشته ها را به پشت سر انداخت و به فراموش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سپرد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مج</w:t>
      </w:r>
      <w:r>
        <w:rPr>
          <w:rFonts w:hint="eastAsia"/>
          <w:rtl/>
          <w:lang w:bidi="fa-IR"/>
        </w:rPr>
        <w:t>اهده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عنفوان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قدم در راه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نهاد و طوق ارادت و اطاعت و محبّت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به گردن نهاد.</w:t>
      </w:r>
      <w:r w:rsidR="0010026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ذخارفش، اعراض و از لذائذ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 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بود و از باب </w:t>
      </w:r>
      <w:r w:rsidR="0010026E" w:rsidRPr="0010026E">
        <w:rPr>
          <w:rStyle w:val="libAlaemChar"/>
          <w:rFonts w:hint="cs"/>
          <w:rtl/>
        </w:rPr>
        <w:t>(</w:t>
      </w:r>
      <w:r w:rsidRPr="0010026E">
        <w:rPr>
          <w:rStyle w:val="libAieChar"/>
          <w:rtl/>
        </w:rPr>
        <w:t xml:space="preserve">وَمَن </w:t>
      </w:r>
      <w:r w:rsidRPr="0010026E">
        <w:rPr>
          <w:rStyle w:val="libAieChar"/>
          <w:rFonts w:hint="cs"/>
          <w:rtl/>
        </w:rPr>
        <w:t>یَ</w:t>
      </w:r>
      <w:r w:rsidRPr="0010026E">
        <w:rPr>
          <w:rStyle w:val="libAieChar"/>
          <w:rFonts w:hint="eastAsia"/>
          <w:rtl/>
        </w:rPr>
        <w:t>تَّقِ</w:t>
      </w:r>
      <w:r w:rsidRPr="0010026E">
        <w:rPr>
          <w:rStyle w:val="libAieChar"/>
          <w:rtl/>
        </w:rPr>
        <w:t xml:space="preserve"> اللَّهَ </w:t>
      </w:r>
      <w:r w:rsidRPr="0010026E">
        <w:rPr>
          <w:rStyle w:val="libAieChar"/>
          <w:rFonts w:hint="cs"/>
          <w:rtl/>
        </w:rPr>
        <w:t>یَ</w:t>
      </w:r>
      <w:r w:rsidRPr="0010026E">
        <w:rPr>
          <w:rStyle w:val="libAieChar"/>
          <w:rFonts w:hint="eastAsia"/>
          <w:rtl/>
        </w:rPr>
        <w:t>جْعَل</w:t>
      </w:r>
      <w:r w:rsidRPr="0010026E">
        <w:rPr>
          <w:rStyle w:val="libAieChar"/>
          <w:rtl/>
        </w:rPr>
        <w:t xml:space="preserve"> لَّهُ مَخْرَجاً وَ</w:t>
      </w:r>
      <w:r w:rsidRPr="0010026E">
        <w:rPr>
          <w:rStyle w:val="libAieChar"/>
          <w:rFonts w:hint="cs"/>
          <w:rtl/>
        </w:rPr>
        <w:t>یَ</w:t>
      </w:r>
      <w:r w:rsidRPr="0010026E">
        <w:rPr>
          <w:rStyle w:val="libAieChar"/>
          <w:rFonts w:hint="eastAsia"/>
          <w:rtl/>
        </w:rPr>
        <w:t>رْزُقْهُ</w:t>
      </w:r>
      <w:r w:rsidRPr="0010026E">
        <w:rPr>
          <w:rStyle w:val="libAieChar"/>
          <w:rtl/>
        </w:rPr>
        <w:t xml:space="preserve"> مِنْ حَ</w:t>
      </w:r>
      <w:r w:rsidRPr="0010026E">
        <w:rPr>
          <w:rStyle w:val="libAieChar"/>
          <w:rFonts w:hint="cs"/>
          <w:rtl/>
        </w:rPr>
        <w:t>یْ</w:t>
      </w:r>
      <w:r w:rsidRPr="0010026E">
        <w:rPr>
          <w:rStyle w:val="libAieChar"/>
          <w:rFonts w:hint="eastAsia"/>
          <w:rtl/>
        </w:rPr>
        <w:t>ثُ</w:t>
      </w:r>
      <w:r w:rsidRPr="0010026E">
        <w:rPr>
          <w:rStyle w:val="libAieChar"/>
          <w:rtl/>
        </w:rPr>
        <w:t xml:space="preserve"> لَا </w:t>
      </w:r>
      <w:r w:rsidRPr="0010026E">
        <w:rPr>
          <w:rStyle w:val="libAieChar"/>
          <w:rFonts w:hint="cs"/>
          <w:rtl/>
        </w:rPr>
        <w:t>یَ</w:t>
      </w:r>
      <w:r w:rsidRPr="0010026E">
        <w:rPr>
          <w:rStyle w:val="libAieChar"/>
          <w:rFonts w:hint="eastAsia"/>
          <w:rtl/>
        </w:rPr>
        <w:t>حْتَسِبُ</w:t>
      </w:r>
      <w:r w:rsidRPr="0010026E">
        <w:rPr>
          <w:rStyle w:val="libAieChar"/>
          <w:rtl/>
        </w:rPr>
        <w:t xml:space="preserve"> وَمَن </w:t>
      </w:r>
      <w:r w:rsidRPr="0010026E">
        <w:rPr>
          <w:rStyle w:val="libAieChar"/>
          <w:rFonts w:hint="cs"/>
          <w:rtl/>
        </w:rPr>
        <w:t>یَ</w:t>
      </w:r>
      <w:r w:rsidRPr="0010026E">
        <w:rPr>
          <w:rStyle w:val="libAieChar"/>
          <w:rFonts w:hint="eastAsia"/>
          <w:rtl/>
        </w:rPr>
        <w:t>تَوَکَّلْ</w:t>
      </w:r>
      <w:r w:rsidRPr="0010026E">
        <w:rPr>
          <w:rStyle w:val="libAieChar"/>
          <w:rtl/>
        </w:rPr>
        <w:t xml:space="preserve"> عَلَ</w:t>
      </w:r>
      <w:r w:rsidRPr="0010026E">
        <w:rPr>
          <w:rStyle w:val="libAieChar"/>
          <w:rFonts w:hint="cs"/>
          <w:rtl/>
        </w:rPr>
        <w:t>ی</w:t>
      </w:r>
      <w:r w:rsidRPr="0010026E">
        <w:rPr>
          <w:rStyle w:val="libAieChar"/>
          <w:rtl/>
        </w:rPr>
        <w:t xml:space="preserve"> اللَّهِ فَهُوَ حَسْبُهُ...</w:t>
      </w:r>
      <w:r w:rsidR="0010026E" w:rsidRPr="0010026E">
        <w:rPr>
          <w:rStyle w:val="libAlaemChar"/>
          <w:rFonts w:eastAsia="KFGQPC Uthman Taha Naskh" w:hint="cs"/>
          <w:rtl/>
        </w:rPr>
        <w:t>)</w:t>
      </w:r>
      <w:r w:rsidRPr="0010026E">
        <w:rPr>
          <w:rStyle w:val="libFootnotenumChar"/>
          <w:rtl/>
        </w:rPr>
        <w:t>(38)</w:t>
      </w:r>
      <w:r>
        <w:rPr>
          <w:rtl/>
          <w:lang w:bidi="fa-IR"/>
        </w:rPr>
        <w:t xml:space="preserve"> تقوا و توکّل را شعار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قرار </w:t>
      </w:r>
      <w:r>
        <w:rPr>
          <w:rFonts w:hint="eastAsia"/>
          <w:rtl/>
          <w:lang w:bidi="fa-IR"/>
        </w:rPr>
        <w:t>داده</w:t>
      </w:r>
      <w:r>
        <w:rPr>
          <w:rtl/>
          <w:lang w:bidi="fa-IR"/>
        </w:rPr>
        <w:t xml:space="preserve"> و در زمره صالح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از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متعال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و جهت امرار معاشش از راه عبا دوز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زاهدانه همچون استادش رو آورد. او در برخوردش با خلق خدا خصوصاً فقرا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ازمندان</w:t>
      </w:r>
      <w:r>
        <w:rPr>
          <w:rtl/>
          <w:lang w:bidi="fa-IR"/>
        </w:rPr>
        <w:t xml:space="preserve"> آن چنان بود که همه را مجذوب خُلق و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نموده و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فقرا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پو</w:t>
      </w:r>
      <w:r>
        <w:rPr>
          <w:rFonts w:hint="eastAsia"/>
          <w:rtl/>
          <w:lang w:bidi="fa-IR"/>
        </w:rPr>
        <w:t>شش</w:t>
      </w:r>
      <w:r>
        <w:rPr>
          <w:rtl/>
          <w:lang w:bidi="fa-IR"/>
        </w:rPr>
        <w:t xml:space="preserve"> خدمات معظّم له همچون اجداد طاهر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بودند. او در راه و مقصد امام راحل 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که مبارزه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دستگاه فاسد حکومت بود گام نهاده و با افراد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چون زنده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مرحوم حجت الاسلام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ابوتراب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اسوه مقاومت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الگو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جهت استقامت اسرا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بعث عراق بود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مرحوم حجت </w:t>
      </w:r>
      <w:r>
        <w:rPr>
          <w:rtl/>
          <w:lang w:bidi="fa-IR"/>
        </w:rPr>
        <w:lastRenderedPageBreak/>
        <w:t>الاسلام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اندرزگو اسوه شهادت و شهامت که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دستگاه ستم 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رابطه تنگاتنگ داشت.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2"/>
        <w:gridCol w:w="269"/>
        <w:gridCol w:w="3291"/>
      </w:tblGrid>
      <w:tr w:rsidR="0010026E" w:rsidTr="008B62EB">
        <w:trPr>
          <w:trHeight w:val="350"/>
        </w:trPr>
        <w:tc>
          <w:tcPr>
            <w:tcW w:w="3920" w:type="dxa"/>
            <w:shd w:val="clear" w:color="auto" w:fill="auto"/>
          </w:tcPr>
          <w:p w:rsidR="0010026E" w:rsidRDefault="0010026E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تو</w:t>
            </w:r>
            <w:r>
              <w:rPr>
                <w:rtl/>
                <w:lang w:bidi="fa-IR"/>
              </w:rPr>
              <w:t xml:space="preserve"> مو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من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چش</w:t>
            </w:r>
            <w:r>
              <w:rPr>
                <w:rtl/>
                <w:lang w:bidi="fa-IR"/>
              </w:rPr>
              <w:t xml:space="preserve"> مو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0026E" w:rsidRDefault="0010026E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0026E" w:rsidRDefault="0010026E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تو</w:t>
            </w:r>
            <w:r>
              <w:rPr>
                <w:rtl/>
                <w:lang w:bidi="fa-IR"/>
              </w:rPr>
              <w:t xml:space="preserve"> ابرو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من تاب ابرو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از مصاد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«المؤمن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س»</w:t>
      </w:r>
      <w:r w:rsidRPr="0010026E">
        <w:rPr>
          <w:rStyle w:val="libFootnotenumChar"/>
          <w:rtl/>
        </w:rPr>
        <w:t>(39)</w:t>
      </w:r>
      <w:r>
        <w:rPr>
          <w:rtl/>
          <w:lang w:bidi="fa-IR"/>
        </w:rPr>
        <w:t xml:space="preserve"> و «المؤمن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نظر</w:t>
      </w:r>
      <w:r>
        <w:rPr>
          <w:rtl/>
          <w:lang w:bidi="fa-IR"/>
        </w:rPr>
        <w:t xml:space="preserve"> بنور اللَّه»</w:t>
      </w:r>
      <w:r w:rsidRPr="0010026E">
        <w:rPr>
          <w:rStyle w:val="libFootnotenumChar"/>
          <w:rtl/>
        </w:rPr>
        <w:t>(40)</w:t>
      </w:r>
      <w:r>
        <w:rPr>
          <w:rtl/>
          <w:lang w:bidi="fa-IR"/>
        </w:rPr>
        <w:t xml:space="preserve"> بود که با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سعادت مندانه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شروع نمود و با مرگ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«ختامه مسک»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محبوب شتافت. «جعلنا اللَّه معه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الجنّه».</w:t>
      </w:r>
    </w:p>
    <w:p w:rsidR="0010026E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رب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</w:p>
    <w:p w:rsidR="00BC358B" w:rsidRDefault="0010026E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D6020C">
        <w:rPr>
          <w:rFonts w:hint="cs"/>
          <w:rtl/>
          <w:lang w:bidi="fa-IR"/>
        </w:rPr>
        <w:lastRenderedPageBreak/>
        <w:t xml:space="preserve"> </w:t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84" w:name="_Toc477343814"/>
      <w:bookmarkStart w:id="85" w:name="_Toc477343956"/>
      <w:r>
        <w:rPr>
          <w:rFonts w:hint="eastAsia"/>
          <w:rtl/>
          <w:lang w:bidi="fa-IR"/>
        </w:rPr>
        <w:t>حضور</w:t>
      </w:r>
      <w:r>
        <w:rPr>
          <w:rtl/>
          <w:lang w:bidi="fa-IR"/>
        </w:rPr>
        <w:t xml:space="preserve"> مرحوم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فخر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مسجد و مدرسه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مجتهد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(طاب ثراه)</w:t>
      </w:r>
      <w:bookmarkEnd w:id="84"/>
      <w:bookmarkEnd w:id="85"/>
    </w:p>
    <w:p w:rsidR="00D6020C" w:rsidRDefault="00BC358B" w:rsidP="00D6020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سن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معاشر و از نعمت وجودش در سفر و وطن برخوردار بودم.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عمر پر برکت خود را وقف مشکلات مردم نموده در</w:t>
      </w:r>
      <w:r>
        <w:rPr>
          <w:rFonts w:hint="eastAsia"/>
          <w:rtl/>
          <w:lang w:bidi="fa-IR"/>
        </w:rPr>
        <w:t>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 مقام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داشت، نسبت به سادات ارادت و محبّت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تهران بودند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حجره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مرحوم حاج ملا محمّد جعفر به اتفاق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ساکن بود. در آن زمان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احمد مجتهد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(طاب ثراه) بارها از حضور م</w:t>
      </w:r>
      <w:r>
        <w:rPr>
          <w:rFonts w:hint="eastAsia"/>
          <w:rtl/>
          <w:lang w:bidi="fa-IR"/>
        </w:rPr>
        <w:t>رحوم</w:t>
      </w:r>
      <w:r>
        <w:rPr>
          <w:rtl/>
          <w:lang w:bidi="fa-IR"/>
        </w:rPr>
        <w:t xml:space="preserve"> آقا فخر اظهار خرسند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که آقا فخر از نظر سجا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مشوق طلاب به تقوا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باشند.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علاقه مند به وجود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مدرسه بودند. و احترام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اظهار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شدگان محضر آقا 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مؤانست و مجالست با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او را متخلق به اخلاق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خلق و 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طلاب جوان مدرسه با دل سوز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منتقل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 نفوذ کلام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چنان بود که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برخورد، جوان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طلبه را متحول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BC358B" w:rsidRDefault="00D6020C" w:rsidP="00D6020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86" w:name="_Toc477343815"/>
      <w:bookmarkStart w:id="87" w:name="_Toc477343957"/>
      <w:r>
        <w:rPr>
          <w:rFonts w:hint="eastAsia"/>
          <w:rtl/>
          <w:lang w:bidi="fa-IR"/>
        </w:rPr>
        <w:t>نفوذ</w:t>
      </w:r>
      <w:r>
        <w:rPr>
          <w:rtl/>
          <w:lang w:bidi="fa-IR"/>
        </w:rPr>
        <w:t xml:space="preserve"> کلام مرحوم حاج آقا فخر در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شغل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bookmarkEnd w:id="86"/>
      <w:bookmarkEnd w:id="87"/>
    </w:p>
    <w:p w:rsidR="00D6020C" w:rsidRDefault="00BC358B" w:rsidP="00D6020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فراموش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در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افتخار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داشتم مشغول به شغل طلاساز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مقابل مغازه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توقف نمودند.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مخاطب قرار داده و فرمودند: «خداوند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تا به حال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را از طلا مقرر فرموده قادر است که از نقره هم ب</w:t>
      </w:r>
      <w:r>
        <w:rPr>
          <w:rFonts w:hint="eastAsia"/>
          <w:rtl/>
          <w:lang w:bidi="fa-IR"/>
        </w:rPr>
        <w:t>دهد»</w:t>
      </w:r>
      <w:r>
        <w:rPr>
          <w:rtl/>
          <w:lang w:bidi="fa-IR"/>
        </w:rPr>
        <w:t>. پس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راه خود را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گرفته و رفتند. (توض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آنکه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شغل طلاساز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داشتم. گه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انگشتر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نقره از بنده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او را ارجاع به دوستان نقره ساز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نمودم. بعد از تذکّر مرحوم آقا فخر شغل طلاساز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چنان با </w:t>
      </w:r>
      <w:r>
        <w:rPr>
          <w:rFonts w:hint="eastAsia"/>
          <w:rtl/>
          <w:lang w:bidi="fa-IR"/>
        </w:rPr>
        <w:t>مشکلات</w:t>
      </w:r>
      <w:r>
        <w:rPr>
          <w:rtl/>
          <w:lang w:bidi="fa-IR"/>
        </w:rPr>
        <w:t xml:space="preserve"> 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 به رو شد که</w:t>
      </w:r>
      <w:r w:rsidR="00D6020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ناخودآگاه</w:t>
      </w:r>
      <w:r>
        <w:rPr>
          <w:rtl/>
          <w:lang w:bidi="fa-IR"/>
        </w:rPr>
        <w:t xml:space="preserve"> به طرف نقره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سوق داده شدم. و چنانچه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مطالبه سازندگ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انگشتر طلا از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دوستان طلاساز ارجاع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دادم).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آنکه اثر نفوذ کلام مرحوم آقا فخر آنچنان در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شغل بنده مؤثر واقع شد که در مدت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شغل طلاساز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مبدل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نقره 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کمال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شغل دارم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انفاس قدس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مرحوم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دانم. خداوند متعال روحش را شاد گرداند.</w:t>
      </w:r>
    </w:p>
    <w:p w:rsidR="00BC358B" w:rsidRDefault="00D6020C" w:rsidP="00D6020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88" w:name="_Toc477343816"/>
      <w:bookmarkStart w:id="89" w:name="_Toc477343958"/>
      <w:r>
        <w:rPr>
          <w:rFonts w:hint="eastAsia"/>
          <w:rtl/>
          <w:lang w:bidi="fa-IR"/>
        </w:rPr>
        <w:t>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مرحوم آقا فخر در محضر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(عجل اللَّه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</w:t>
      </w:r>
      <w:bookmarkEnd w:id="88"/>
      <w:bookmarkEnd w:id="89"/>
    </w:p>
    <w:p w:rsidR="00BC358B" w:rsidRDefault="00BC358B" w:rsidP="00D6020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سجاد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و ارادتمندان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که ساکن در قم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باشند، بعد از فوت آن مرحوم، مجلس ختم صلوات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اتشان</w:t>
      </w:r>
      <w:r>
        <w:rPr>
          <w:rtl/>
          <w:lang w:bidi="fa-IR"/>
        </w:rPr>
        <w:t xml:space="preserve"> وقف کرده بودند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وجود مقدّس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نقل فرمودند: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مضمون: واعظ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آق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مجلس ترح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منبر رفته بودند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نمودند.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 که در روز شهادت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در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مرعش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رفته بودم و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بهاءالد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مجلس شرکت داشتند. پس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آنکه منبر به اتمام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کنار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نشستم.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محاسن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قبا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تن و عبا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دوش داشت، خدمت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 و عرض سلام و ارادت نمود. سپس خداحافظ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رفت.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بهاءالد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خطاب به بنده فرمودند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 را شناخت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؟ عرض کردم به جا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اوردم</w:t>
      </w:r>
      <w:r>
        <w:rPr>
          <w:rtl/>
          <w:lang w:bidi="fa-IR"/>
        </w:rPr>
        <w:t>. فرمودند: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همان آقا فخر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باشند. امسال در عرفات در چادر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الاعظم (عجل اللَّه</w:t>
      </w:r>
      <w:r w:rsidR="00D6020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داشتند به ملتزم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محضر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حضرتش شرف حضور داشتند سفارش حاج آقا فخر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نموده اند. «هن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ئاً</w:t>
      </w:r>
      <w:r>
        <w:rPr>
          <w:rtl/>
          <w:lang w:bidi="fa-IR"/>
        </w:rPr>
        <w:t xml:space="preserve"> لارباب النع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مها»</w:t>
      </w:r>
    </w:p>
    <w:p w:rsidR="00D6020C" w:rsidRDefault="00BC358B" w:rsidP="00D6020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آل هاشم و من اجلک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 من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العوالم و متنا لطول الانتظار فاح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 w:rsidR="00D6020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انت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الکون و مح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الرمائم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4"/>
        <w:gridCol w:w="268"/>
        <w:gridCol w:w="3320"/>
      </w:tblGrid>
      <w:tr w:rsidR="00D6020C" w:rsidTr="008B62EB">
        <w:trPr>
          <w:trHeight w:val="350"/>
        </w:trPr>
        <w:tc>
          <w:tcPr>
            <w:tcW w:w="3920" w:type="dxa"/>
            <w:shd w:val="clear" w:color="auto" w:fill="auto"/>
          </w:tcPr>
          <w:p w:rsidR="00D6020C" w:rsidRDefault="00D6020C" w:rsidP="008B62EB">
            <w:pPr>
              <w:pStyle w:val="libPoem"/>
            </w:pPr>
            <w:r>
              <w:rPr>
                <w:rtl/>
                <w:lang w:bidi="fa-IR"/>
              </w:rPr>
              <w:t>تا 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همه اوصاف تو با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lastRenderedPageBreak/>
              <w:t>بشن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6020C" w:rsidRDefault="00D6020C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6020C" w:rsidRDefault="00D6020C" w:rsidP="008B62EB">
            <w:pPr>
              <w:pStyle w:val="libPoem"/>
            </w:pPr>
            <w:r>
              <w:rPr>
                <w:rtl/>
                <w:lang w:bidi="fa-IR"/>
              </w:rPr>
              <w:t>در کو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سرگشته و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</w:t>
            </w:r>
            <w:r>
              <w:rPr>
                <w:rtl/>
                <w:lang w:bidi="fa-IR"/>
              </w:rPr>
              <w:lastRenderedPageBreak/>
              <w:t>ند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6020C" w:rsidTr="008B62EB">
        <w:trPr>
          <w:trHeight w:val="350"/>
        </w:trPr>
        <w:tc>
          <w:tcPr>
            <w:tcW w:w="3920" w:type="dxa"/>
          </w:tcPr>
          <w:p w:rsidR="00D6020C" w:rsidRDefault="00D6020C" w:rsidP="008B62EB">
            <w:pPr>
              <w:pStyle w:val="libPoem"/>
            </w:pPr>
            <w:r>
              <w:rPr>
                <w:rtl/>
                <w:lang w:bidi="fa-IR"/>
              </w:rPr>
              <w:lastRenderedPageBreak/>
              <w:t>بردار ز رخ پرده که تا خلق جهان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6020C" w:rsidRDefault="00D6020C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6020C" w:rsidRDefault="00D6020C" w:rsidP="008B62EB">
            <w:pPr>
              <w:pStyle w:val="libPoem"/>
            </w:pPr>
            <w:r>
              <w:rPr>
                <w:rtl/>
                <w:lang w:bidi="fa-IR"/>
              </w:rPr>
              <w:t>سر تا به قدم چشم شده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020C" w:rsidRDefault="00D6020C" w:rsidP="00D6020C">
      <w:pPr>
        <w:pStyle w:val="libNormal"/>
        <w:rPr>
          <w:rtl/>
          <w:lang w:bidi="fa-IR"/>
        </w:rPr>
      </w:pPr>
    </w:p>
    <w:p w:rsidR="00BC358B" w:rsidRDefault="00D6020C" w:rsidP="00D6020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90" w:name="_Toc477343817"/>
      <w:bookmarkStart w:id="91" w:name="_Toc477343959"/>
      <w:r>
        <w:rPr>
          <w:rFonts w:hint="eastAsia"/>
          <w:rtl/>
          <w:lang w:bidi="fa-IR"/>
        </w:rPr>
        <w:t>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مرحوم حاج آقا فخر</w:t>
      </w:r>
      <w:bookmarkEnd w:id="90"/>
      <w:bookmarkEnd w:id="91"/>
    </w:p>
    <w:p w:rsidR="00D6020C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سجاد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فضائل معظم له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نقل نمودند. در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جنازه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متأسفانه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سعادت و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نشد.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بدون کفش در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شرکت نموده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چون سؤال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بود مورد پرسش واقع شد که چرا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برهنه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با تأثر جواب داد،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مگر چه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مشاهده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در جواب فرمودند: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جنازه را مشاهده نمودم که دو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بزرگوار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مقدّس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مأمور به شرکت در تش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ع بودند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آثار جلالت و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چهره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مبارکشان ساطع و لائح بود مشاهده نمودم.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چون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داشتم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مأمور حضرت در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حضور دارند به احترام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نمودم با کفش قدم بردارم. لذا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پاها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برهنه نمودم.</w:t>
      </w:r>
    </w:p>
    <w:p w:rsidR="00BC358B" w:rsidRDefault="00D6020C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92" w:name="_Toc477343818"/>
      <w:bookmarkStart w:id="93" w:name="_Toc477343960"/>
      <w:r>
        <w:rPr>
          <w:rFonts w:hint="eastAsia"/>
          <w:rtl/>
          <w:lang w:bidi="fa-IR"/>
        </w:rPr>
        <w:t>تابوت</w:t>
      </w:r>
      <w:r>
        <w:rPr>
          <w:rtl/>
          <w:lang w:bidi="fa-IR"/>
        </w:rPr>
        <w:t xml:space="preserve"> حاج آقا فخر و شال سبز</w:t>
      </w:r>
      <w:bookmarkEnd w:id="92"/>
      <w:bookmarkEnd w:id="93"/>
    </w:p>
    <w:p w:rsidR="00D6020C" w:rsidRDefault="00BC358B" w:rsidP="00D6020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شب هفتم ارتحال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مسجد محمد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قم مجلس ترح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منعقد شد.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آن مجلس شرکت نمودم و مرحوم حجت الاسلام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ابوتراب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 به منبر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بردند و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 مرحوم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نمودند. پس از اختتام مجلس،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بودم. معظّم له فرمودند: در حدود شش ماه قبل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تابوت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مشاهده نمودم که شال سبز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او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و درون تابوت جنازه مرحوم آقا فخر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در عالم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ملهم</w:t>
      </w:r>
      <w:r w:rsidRPr="00D6020C">
        <w:rPr>
          <w:rStyle w:val="libAieChar"/>
          <w:rtl/>
        </w:rPr>
        <w:t xml:space="preserve">(41) </w:t>
      </w:r>
      <w:r>
        <w:rPr>
          <w:rtl/>
          <w:lang w:bidi="fa-IR"/>
        </w:rPr>
        <w:t>شدم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از فوت مرحوم آقا فخر محزون </w:t>
      </w:r>
      <w:r w:rsidR="00D6020C">
        <w:rPr>
          <w:rFonts w:hint="cs"/>
          <w:rtl/>
          <w:lang w:bidi="fa-IR"/>
        </w:rPr>
        <w:t>هستند</w:t>
      </w:r>
      <w:r w:rsidRPr="00D6020C">
        <w:rPr>
          <w:rtl/>
        </w:rPr>
        <w:t xml:space="preserve"> </w:t>
      </w:r>
      <w:r>
        <w:rPr>
          <w:rtl/>
          <w:lang w:bidi="fa-IR"/>
        </w:rPr>
        <w:t>پس از آنکه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خود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نمودم که آن مرحوم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BC358B" w:rsidRDefault="00D6020C" w:rsidP="00D6020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94" w:name="_Toc477343819"/>
      <w:bookmarkStart w:id="95" w:name="_Toc477343961"/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آقا فخر و صف نانوا</w:t>
      </w:r>
      <w:r>
        <w:rPr>
          <w:rFonts w:hint="cs"/>
          <w:rtl/>
          <w:lang w:bidi="fa-IR"/>
        </w:rPr>
        <w:t>یی</w:t>
      </w:r>
      <w:bookmarkEnd w:id="94"/>
      <w:bookmarkEnd w:id="95"/>
      <w:r>
        <w:rPr>
          <w:rtl/>
          <w:lang w:bidi="fa-IR"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که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معاشر با عبد صالح مرحوم حاج آقا فخر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مورد وثوق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جانب بودند، نقل نمودند که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مشاهده نمودم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که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خلق اللَّه در مقابل درب مغازه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نانوا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طول آن از حدّ معمول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اند، و منتظر گرفتن 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باشند. در انتها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نانوا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(عجل اللَّه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و مقسّم نان بودند و مرحوم حاج آقا فخر در کنار آن بزرگوار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و واسطه دادن نان توسط آن بزرگوار به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منتظر گرفتن نان لحظه 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بودند.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خواب عرضه داشت که آن مرحوم از دور به من اشاره فرمودند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بروم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ابّهت و عظمت آن حضرت مانع از اجابت دعوت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 رفتن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محضر حضرت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«وَ بِ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مْنِهِ</w:t>
      </w:r>
      <w:r>
        <w:rPr>
          <w:rtl/>
          <w:lang w:bidi="fa-IR"/>
        </w:rPr>
        <w:t xml:space="preserve"> رُزِقَ الْوَر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وَ بِوُجُودِهِ ثَبَتَتِ الارْضُ وَ السَّماء».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7"/>
        <w:gridCol w:w="268"/>
        <w:gridCol w:w="3297"/>
      </w:tblGrid>
      <w:tr w:rsidR="00D6020C" w:rsidTr="009314F9">
        <w:trPr>
          <w:trHeight w:val="350"/>
        </w:trPr>
        <w:tc>
          <w:tcPr>
            <w:tcW w:w="3357" w:type="dxa"/>
            <w:shd w:val="clear" w:color="auto" w:fill="auto"/>
          </w:tcPr>
          <w:p w:rsidR="00D6020C" w:rsidRDefault="00D6020C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صبح قضا سعد سه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لش</w:t>
            </w:r>
            <w:r>
              <w:rPr>
                <w:rtl/>
                <w:lang w:bidi="fa-IR"/>
              </w:rPr>
              <w:t xml:space="preserve"> به که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D6020C" w:rsidRDefault="00D6020C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  <w:shd w:val="clear" w:color="auto" w:fill="auto"/>
          </w:tcPr>
          <w:p w:rsidR="00D6020C" w:rsidRDefault="00D6020C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شام قدر طلعت 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لش</w:t>
            </w:r>
            <w:r>
              <w:rPr>
                <w:rtl/>
                <w:lang w:bidi="fa-IR"/>
              </w:rPr>
              <w:t xml:space="preserve"> به که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314F9" w:rsidTr="009314F9">
        <w:tblPrEx>
          <w:tblLook w:val="04A0"/>
        </w:tblPrEx>
        <w:trPr>
          <w:trHeight w:val="350"/>
        </w:trPr>
        <w:tc>
          <w:tcPr>
            <w:tcW w:w="3357" w:type="dxa"/>
          </w:tcPr>
          <w:p w:rsidR="009314F9" w:rsidRDefault="009314F9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همه چشم تمنا به وصالش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314F9" w:rsidRDefault="009314F9" w:rsidP="008B62EB">
            <w:pPr>
              <w:pStyle w:val="libPoem"/>
              <w:rPr>
                <w:rtl/>
              </w:rPr>
            </w:pPr>
          </w:p>
        </w:tc>
        <w:tc>
          <w:tcPr>
            <w:tcW w:w="3297" w:type="dxa"/>
          </w:tcPr>
          <w:p w:rsidR="009314F9" w:rsidRDefault="009314F9" w:rsidP="008B62EB">
            <w:pPr>
              <w:pStyle w:val="libPoem"/>
            </w:pPr>
            <w:r>
              <w:rPr>
                <w:rtl/>
                <w:lang w:bidi="fa-IR"/>
              </w:rPr>
              <w:t xml:space="preserve">تا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tl/>
                <w:lang w:bidi="fa-IR"/>
              </w:rPr>
              <w:t xml:space="preserve"> که را خواهد و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لش</w:t>
            </w:r>
            <w:r>
              <w:rPr>
                <w:rtl/>
                <w:lang w:bidi="fa-IR"/>
              </w:rPr>
              <w:t xml:space="preserve"> به که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314F9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ئاً</w:t>
      </w:r>
      <w:r>
        <w:rPr>
          <w:rtl/>
          <w:lang w:bidi="fa-IR"/>
        </w:rPr>
        <w:t xml:space="preserve"> لارباب النع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مها</w:t>
      </w:r>
    </w:p>
    <w:p w:rsidR="00BC358B" w:rsidRDefault="009314F9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96" w:name="_Toc477343820"/>
      <w:bookmarkStart w:id="97" w:name="_Toc477343962"/>
      <w:r>
        <w:rPr>
          <w:rFonts w:hint="eastAsia"/>
          <w:rtl/>
          <w:lang w:bidi="fa-IR"/>
        </w:rPr>
        <w:t>اداره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مرحوم آقا فخر در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جمعه</w:t>
      </w:r>
      <w:bookmarkEnd w:id="96"/>
      <w:bookmarkEnd w:id="97"/>
      <w:r>
        <w:rPr>
          <w:rtl/>
          <w:lang w:bidi="fa-IR"/>
        </w:rPr>
        <w:t xml:space="preserve"> </w:t>
      </w:r>
    </w:p>
    <w:p w:rsidR="009314F9" w:rsidRDefault="00BC358B" w:rsidP="009314F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برادر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جناب حجت الاسلام حاج آقا مسلم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>) که در حال حاضر در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جمعه ذکر صلوات و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علاقه و اخلاص زائد الوصف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و حقاً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مرحوم حاج آقا ف</w:t>
      </w:r>
      <w:r>
        <w:rPr>
          <w:rFonts w:hint="eastAsia"/>
          <w:rtl/>
          <w:lang w:bidi="fa-IR"/>
        </w:rPr>
        <w:t>خر</w:t>
      </w:r>
      <w:r>
        <w:rPr>
          <w:rtl/>
          <w:lang w:bidi="fa-IR"/>
        </w:rPr>
        <w:t xml:space="preserve">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اتشان</w:t>
      </w:r>
      <w:r>
        <w:rPr>
          <w:rtl/>
          <w:lang w:bidi="fa-IR"/>
        </w:rPr>
        <w:t xml:space="preserve"> جهت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مذهب جعفر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مکتب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و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محتاجان و کمک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فقرا و ارشادات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دوستان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9314F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شاگرد</w:t>
      </w:r>
      <w:r>
        <w:rPr>
          <w:rtl/>
          <w:lang w:bidi="fa-IR"/>
        </w:rPr>
        <w:t xml:space="preserve"> مخلص هم در همان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گام نهاده و درب خانه خود را شبانه روز در راه محبّت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و استاد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مستمندان و محتاجان از بندگان خدا از باب (الفقراء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باز نموده و از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جهت ازدواج خانواده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بضاعت گرفته تا قرض الحسنه </w:t>
      </w:r>
      <w:r>
        <w:rPr>
          <w:rFonts w:hint="eastAsia"/>
          <w:rtl/>
          <w:lang w:bidi="fa-IR"/>
        </w:rPr>
        <w:t>دادن</w:t>
      </w:r>
      <w:r>
        <w:rPr>
          <w:rtl/>
          <w:lang w:bidi="fa-IR"/>
        </w:rPr>
        <w:t xml:space="preserve"> به محتاجان، تا ذبح گوسفندان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مقدّس قم و ارسال البسه و ظروف به خانه مستمندان و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کلمه اداره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محتاجان را به عهده گرفته و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خدمات مخلصانه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شائبه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متعال و علاقه 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استاد 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اتخاذ نموده، و جهت ادامه راه او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«جزاهما اللَّه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راً»</w:t>
      </w:r>
      <w:r w:rsidR="009314F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شدگان مکتب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کتاب، ذکر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گذشت،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تقوا و متعبد به عبادات و مستحبات و مورد توجّه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مراجع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زمان خود بود.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بنده فرمو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من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اموراتم را به عنوان استخاره به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 تفأل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زنم و از خداوند متعال طلب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شاگردان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داشت. مشهور بود در هر اختلاف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دوستان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همکاران بازار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معظم له حادث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طرف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عوا</w:t>
      </w:r>
      <w:r>
        <w:rPr>
          <w:rtl/>
          <w:lang w:bidi="fa-IR"/>
        </w:rPr>
        <w:t xml:space="preserve"> از حل آن عاجز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متوسل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شده و به مجلس اختلاف دعوتشان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طرف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اختلاف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دلپذ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را ارائه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طرف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دعوا از</w:t>
      </w:r>
      <w:r w:rsidR="009314F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مشارال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خرسند مجلس را ترک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داور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حل اختلاف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همکاران و دوستان، معروف و زبانزد بود.</w:t>
      </w:r>
    </w:p>
    <w:p w:rsidR="00BC358B" w:rsidRDefault="009314F9" w:rsidP="009314F9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98" w:name="_Toc477343821"/>
      <w:bookmarkStart w:id="99" w:name="_Toc477343963"/>
      <w:r>
        <w:rPr>
          <w:rFonts w:hint="eastAsia"/>
          <w:rtl/>
          <w:lang w:bidi="fa-IR"/>
        </w:rPr>
        <w:t>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268E5" w:rsidRPr="009268E5">
        <w:rPr>
          <w:rStyle w:val="libAlaemChar"/>
          <w:rtl/>
        </w:rPr>
        <w:t xml:space="preserve"> رحمه‌الله</w:t>
      </w:r>
      <w:bookmarkEnd w:id="98"/>
      <w:bookmarkEnd w:id="99"/>
      <w:r w:rsidR="009268E5" w:rsidRPr="009268E5">
        <w:rPr>
          <w:rStyle w:val="libAlaemChar"/>
          <w:rtl/>
        </w:rPr>
        <w:t xml:space="preserve"> </w:t>
      </w:r>
    </w:p>
    <w:p w:rsidR="009314F9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اتشان</w:t>
      </w:r>
      <w:r>
        <w:rPr>
          <w:rtl/>
          <w:lang w:bidi="fa-IR"/>
        </w:rPr>
        <w:t xml:space="preserve"> با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مراوده داشتند.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نقل نمودند که آن مرحوم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بروجرد ساکن بودند مبتلا به چشم درد شده و پس از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آثار 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چشم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مشاهده ننمودند. در روز عاشورا رسم بر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بوده که عزاداران، بدن خود را لخت نموده و گل آلود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و به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پرداختند. و سنّت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بوده که در روز عاشورا جهت تعز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منزل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که معروف به «امام» بودند وارد و پس از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منزل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که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عاشورا که عزاداران با بدن گل آلود و عرق کرده از نزد من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با انگشتم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گل بدن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عزاداران برگرفتم و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شفا به چشمان خود 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. و بعد از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چشمانم 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حاصل نمود و هرگز تا آخر عمر به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نکردم.</w:t>
      </w:r>
    </w:p>
    <w:p w:rsidR="00BC358B" w:rsidRDefault="009314F9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00" w:name="_Toc477343822"/>
      <w:bookmarkStart w:id="101" w:name="_Toc477343964"/>
      <w:r>
        <w:rPr>
          <w:rFonts w:hint="eastAsia"/>
          <w:rtl/>
          <w:lang w:bidi="fa-IR"/>
        </w:rPr>
        <w:t>ندا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bookmarkEnd w:id="100"/>
      <w:bookmarkEnd w:id="101"/>
      <w:r>
        <w:rPr>
          <w:rtl/>
          <w:lang w:bidi="fa-IR"/>
        </w:rPr>
        <w:t xml:space="preserve"> </w:t>
      </w:r>
    </w:p>
    <w:p w:rsidR="00BC358B" w:rsidRDefault="00BC358B" w:rsidP="009314F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داستان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قول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نقل نمودند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 که معظم له فرمودند: دوران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بروجرد مشغول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علوم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بودم علاقه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خواندن اشعار مثنو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نمودم. بعدازظهر تابستان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منزل نشسته و مشغول خواندن کتاب مثنو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بودم. ناگهان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گوشم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در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است) به اطرافم نظر انداختم صاحب صدا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بدون توجّه به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گوشم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دوباره مشغول خواندن اشعار مثنو</w:t>
      </w:r>
      <w:r>
        <w:rPr>
          <w:rFonts w:hint="cs"/>
          <w:rtl/>
          <w:lang w:bidi="fa-IR"/>
        </w:rPr>
        <w:t>ی</w:t>
      </w:r>
      <w:r w:rsidR="009314F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شدم</w:t>
      </w:r>
      <w:r>
        <w:rPr>
          <w:rtl/>
          <w:lang w:bidi="fa-IR"/>
        </w:rPr>
        <w:t>. باز همان صدا به گوشم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در گمراه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است). باز به اطراف نگاه کردم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در آن موقع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دست داد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نمودم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گوشم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عالم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لذا کتاب مثنو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کنار گذاشتم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سراغ آن نرفتم.</w:t>
      </w:r>
      <w:r w:rsidR="009314F9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داستان</w:t>
      </w:r>
      <w:r>
        <w:rPr>
          <w:rtl/>
          <w:lang w:bidi="fa-IR"/>
        </w:rPr>
        <w:t xml:space="preserve"> درخواست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پروردگار متعال در رابطه با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بنده فرمودند: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منزل در اتاق مخصوص خود نشسته بودم.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خاطرم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پروردگار متعال درخواست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دنبال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 عرض نمودم بارالها اگر مرا امتحان بنما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 بتوانم از عهده امتحان برآ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 و نحوه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امتحان خداوند متعال بودم. ناگهان از داخل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منزل با وحشت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دالوصف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به کمک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«آقا آقا» بچه داخل حوض افتاد.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 که خفه شود. من از آن ارتباط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وجودم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شده بود به خود آمدم و سراس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از اتاق خارج شده و خود را به حوض منزل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طفل کوچکم را که در حال غرق شدن بود نجات دادم. امّا متوجه درخواست خود از </w:t>
      </w:r>
      <w:r>
        <w:rPr>
          <w:rtl/>
          <w:lang w:bidi="fa-IR"/>
        </w:rPr>
        <w:lastRenderedPageBreak/>
        <w:t>خداوند متعال نشدم. سپس داخل اتاق مخصوص خود شده و مشغول اعمال مستحبه روزانه شدم.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نگذشته بود همچنان که مشغ</w:t>
      </w:r>
      <w:r>
        <w:rPr>
          <w:rFonts w:hint="eastAsia"/>
          <w:rtl/>
          <w:lang w:bidi="fa-IR"/>
        </w:rPr>
        <w:t>ول</w:t>
      </w:r>
      <w:r>
        <w:rPr>
          <w:rtl/>
          <w:lang w:bidi="fa-IR"/>
        </w:rPr>
        <w:t xml:space="preserve"> اعمال عباد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بودم ناگهان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 دوم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منزل با اضطراب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به کمک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«آقا آقا» آشپزخانه آتش گرفت. با عجله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هرچه تمام تر خود را به آشپزخانه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در کمال تعجب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شعله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 از آشپزخانه به درون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هر زحمت</w:t>
      </w:r>
      <w:r>
        <w:rPr>
          <w:rFonts w:hint="cs"/>
          <w:rtl/>
          <w:lang w:bidi="fa-IR"/>
        </w:rPr>
        <w:t>ی</w:t>
      </w:r>
      <w:r w:rsidR="009314F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بود</w:t>
      </w:r>
      <w:r>
        <w:rPr>
          <w:rtl/>
          <w:lang w:bidi="fa-IR"/>
        </w:rPr>
        <w:t xml:space="preserve"> با کمک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منزل آتش را خاموش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از آنکه به اتاقم مراجعه نمودم ناگهان به ذهنم خطور نمود درخواست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از خداوند متعال نموده بودم با خود گفتم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از پروردگار خود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امتحان نموده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مورد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شامد</w:t>
      </w:r>
      <w:r>
        <w:rPr>
          <w:rtl/>
          <w:lang w:bidi="fa-IR"/>
        </w:rPr>
        <w:t xml:space="preserve"> کرد امتحان پرو</w:t>
      </w:r>
      <w:r>
        <w:rPr>
          <w:rFonts w:hint="eastAsia"/>
          <w:rtl/>
          <w:lang w:bidi="fa-IR"/>
        </w:rPr>
        <w:t>ردگار</w:t>
      </w:r>
      <w:r>
        <w:rPr>
          <w:rtl/>
          <w:lang w:bidi="fa-IR"/>
        </w:rPr>
        <w:t xml:space="preserve"> بود. سپس وضو گرفتم و دو رکعت نماز خوانده و در سجده از پروردگار متعال اعتذار جسته و طلب عفو و آمرزش از ساحت قدسش درخواست نمودم و عرض نمودم پروردگارا! بزرگان در مقابل امتحان تو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تشان</w:t>
      </w:r>
      <w:r>
        <w:rPr>
          <w:rtl/>
          <w:lang w:bidi="fa-IR"/>
        </w:rPr>
        <w:t xml:space="preserve"> لنگ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اگر کمک تو نباشد،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مقابل آنها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 که در</w:t>
      </w:r>
      <w:r>
        <w:rPr>
          <w:rFonts w:hint="eastAsia"/>
          <w:rtl/>
          <w:lang w:bidi="fa-IR"/>
        </w:rPr>
        <w:t>خواست</w:t>
      </w:r>
      <w:r>
        <w:rPr>
          <w:rtl/>
          <w:lang w:bidi="fa-IR"/>
        </w:rPr>
        <w:t xml:space="preserve"> امتحان نمودم.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5"/>
        <w:gridCol w:w="268"/>
        <w:gridCol w:w="3319"/>
      </w:tblGrid>
      <w:tr w:rsidR="009314F9" w:rsidTr="008B62EB">
        <w:trPr>
          <w:trHeight w:val="350"/>
        </w:trPr>
        <w:tc>
          <w:tcPr>
            <w:tcW w:w="3920" w:type="dxa"/>
            <w:shd w:val="clear" w:color="auto" w:fill="auto"/>
          </w:tcPr>
          <w:p w:rsidR="009314F9" w:rsidRDefault="009314F9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آنجا</w:t>
            </w:r>
            <w:r>
              <w:rPr>
                <w:rtl/>
                <w:lang w:bidi="fa-IR"/>
              </w:rPr>
              <w:t xml:space="preserve"> که عقاب پر بر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14F9" w:rsidRDefault="009314F9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14F9" w:rsidRDefault="009314F9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پشه لاغر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چه 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314F9" w:rsidRDefault="009314F9" w:rsidP="00BC358B">
      <w:pPr>
        <w:pStyle w:val="libNormal"/>
        <w:rPr>
          <w:rtl/>
          <w:lang w:bidi="fa-IR"/>
        </w:rPr>
      </w:pPr>
    </w:p>
    <w:p w:rsidR="00BC358B" w:rsidRDefault="009314F9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02" w:name="_Toc477343823"/>
      <w:bookmarkStart w:id="103" w:name="_Toc477343965"/>
      <w:r>
        <w:rPr>
          <w:rFonts w:hint="eastAsia"/>
          <w:rtl/>
          <w:lang w:bidi="fa-IR"/>
        </w:rPr>
        <w:t>موعظه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مرحوم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محضر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268E5" w:rsidRPr="009268E5">
        <w:rPr>
          <w:rStyle w:val="libAlaemChar"/>
          <w:rtl/>
        </w:rPr>
        <w:t xml:space="preserve"> رحمه‌الله</w:t>
      </w:r>
      <w:bookmarkEnd w:id="102"/>
      <w:bookmarkEnd w:id="103"/>
      <w:r w:rsidR="009268E5" w:rsidRPr="009268E5">
        <w:rPr>
          <w:rStyle w:val="libAlaemChar"/>
          <w:rtl/>
        </w:rPr>
        <w:t xml:space="preserve"> </w:t>
      </w:r>
    </w:p>
    <w:p w:rsidR="009314F9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بنده فرمودند: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به محضر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از تعارفات 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معظم له احترام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قائل بود مرحوم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کسب اجازه از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بعد از آنکه استخاره نمودند در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قرائت نمودند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مضمون: «هلک من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له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رشده</w:t>
      </w:r>
      <w:r>
        <w:rPr>
          <w:rtl/>
          <w:lang w:bidi="fa-IR"/>
        </w:rPr>
        <w:t xml:space="preserve"> و ذل من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له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عضده؛</w:t>
      </w:r>
      <w:r w:rsidRPr="009314F9">
        <w:rPr>
          <w:rStyle w:val="libFootnotenumChar"/>
          <w:rtl/>
        </w:rPr>
        <w:t>(42)</w:t>
      </w:r>
      <w:r>
        <w:rPr>
          <w:rtl/>
          <w:lang w:bidi="fa-IR"/>
        </w:rPr>
        <w:t xml:space="preserve"> هلاک شد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امر آخرت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ارشاد کننده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را در امر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کمک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 اشاره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قام</w:t>
      </w:r>
      <w:r>
        <w:rPr>
          <w:rtl/>
          <w:lang w:bidi="fa-IR"/>
        </w:rPr>
        <w:t xml:space="preserve"> و منزلت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به ارشاد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مافوق خود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چرا که «وَفَوْقَ کُلِ  ذِ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عِلْمٍ عَلِ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مٌ»</w:t>
      </w:r>
      <w:r w:rsidRPr="009314F9">
        <w:rPr>
          <w:rStyle w:val="libFootnotenumChar"/>
          <w:rtl/>
        </w:rPr>
        <w:t>(43)</w:t>
      </w:r>
    </w:p>
    <w:p w:rsidR="00BC358B" w:rsidRDefault="009314F9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04" w:name="_Toc477343824"/>
      <w:bookmarkStart w:id="105" w:name="_Toc477343966"/>
      <w:r>
        <w:rPr>
          <w:rFonts w:hint="eastAsia"/>
          <w:rtl/>
          <w:lang w:bidi="fa-IR"/>
        </w:rPr>
        <w:t>معجزه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حضرت ابوالفضل عباس </w:t>
      </w:r>
      <w:r w:rsidR="004D104C" w:rsidRPr="004D104C">
        <w:rPr>
          <w:rStyle w:val="libAlaemChar"/>
          <w:rtl/>
        </w:rPr>
        <w:t>عليه‌السلام</w:t>
      </w:r>
      <w:bookmarkEnd w:id="104"/>
      <w:bookmarkEnd w:id="105"/>
      <w:r w:rsidR="004D104C" w:rsidRPr="004D104C">
        <w:rPr>
          <w:rStyle w:val="libAlaemChar"/>
          <w:rtl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ذکر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در چند داستان گذشت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نقل نمود که در اثر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شامد</w:t>
      </w:r>
      <w:r>
        <w:rPr>
          <w:rtl/>
          <w:lang w:bidi="fa-IR"/>
        </w:rPr>
        <w:t xml:space="preserve"> ناگوار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شکسته شده بود. در آن زمان مرسوم بود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شکستگ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بدن آنها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به شکسته بند سنت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مراجعه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در عصر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شک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بود و خود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هم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مراجعه نمودم. در آن عصر دکتر ارتوپد مرسوم نبود و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از معار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بازار و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بود، ضمن آنکه از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مراجع هم اجازه اخذ وجوهات داشتند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</w:t>
      </w:r>
      <w:r>
        <w:rPr>
          <w:rFonts w:hint="eastAsia"/>
          <w:rtl/>
          <w:lang w:bidi="fa-IR"/>
        </w:rPr>
        <w:t>منزل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دعوت نمودند. مشار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خدمت آن مرحوم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معا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نمودند و آثار شکستگ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BF718D" w:rsidRDefault="00BC358B" w:rsidP="00BF71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زمان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شکسته بندها گچ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مرسوم نبود. بلکه با چند تخته چوب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پا را با نوار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پارچه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تخته ها محکم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بستند و پس از چند ماه که استخوان ترم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را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معظم له را به همان طرز سنت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تخته و نوار بست و دستورات لازم را هم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دادند.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طرف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</w:t>
      </w:r>
      <w:r w:rsidR="009314F9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آن طرف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سادات اهل علم و در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ساکن بودند،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شامد</w:t>
      </w:r>
      <w:r>
        <w:rPr>
          <w:rtl/>
          <w:lang w:bidi="fa-IR"/>
        </w:rPr>
        <w:t xml:space="preserve"> مطلع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در اثر علاقه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معظم له داشتند، با قصد قربت به حرم مطهر حضرت اباالفضل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پس از توسل به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حضرت، آست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لباس خود را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 و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دست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خود را به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مالند و به دست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خود به عنوان دست شکسته آن مرحوم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کشند. پس از آن ما</w:t>
      </w:r>
      <w:r w:rsidR="009314F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وقع حرم مطهر حضرت اباالفضل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به عرض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رساند. پس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هفته</w:t>
      </w:r>
      <w:r>
        <w:rPr>
          <w:rtl/>
          <w:lang w:bidi="fa-IR"/>
        </w:rPr>
        <w:t xml:space="preserve"> که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کردن دست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در کمال تعجب و بهت زدگ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برخلاف عادت آثار ترم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دست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>! معظم له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حرم مطهر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تخته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به دست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بسته بود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پس از آزما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دست معظم له،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آثار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شکستگ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دست در کمال صحّت و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 w:rsidR="00BF718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بنده فرمودند: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کردند که دست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جانب به معجزه حضرت اباالفضل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صحّت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افته،</w:t>
      </w:r>
      <w:r>
        <w:rPr>
          <w:rtl/>
          <w:lang w:bidi="fa-IR"/>
        </w:rPr>
        <w:t xml:space="preserve"> تخته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دست بنده بسته بودند به عنوان تبرّک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مّن</w:t>
      </w:r>
      <w:r>
        <w:rPr>
          <w:rtl/>
          <w:lang w:bidi="fa-IR"/>
        </w:rPr>
        <w:t xml:space="preserve"> با خود بردند.</w:t>
      </w:r>
    </w:p>
    <w:p w:rsidR="00BC358B" w:rsidRDefault="00BF718D" w:rsidP="00BF718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06" w:name="_Toc477343825"/>
      <w:bookmarkStart w:id="107" w:name="_Toc477343967"/>
      <w:r>
        <w:rPr>
          <w:rFonts w:hint="eastAsia"/>
          <w:rtl/>
          <w:lang w:bidi="fa-IR"/>
        </w:rPr>
        <w:t>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bookmarkEnd w:id="106"/>
      <w:bookmarkEnd w:id="107"/>
      <w:r>
        <w:rPr>
          <w:rtl/>
          <w:lang w:bidi="fa-IR"/>
        </w:rPr>
        <w:t xml:space="preserve"> </w:t>
      </w:r>
    </w:p>
    <w:p w:rsidR="00BF718D" w:rsidRDefault="00BC358B" w:rsidP="00BF71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برادر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ناصر فرزند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نقل نمودند: بعد از فوت مرحوم والد،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ملاقات نمودم.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سؤال نمودم که دو سؤال آن مربوط به امر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از طرح آن معذورم؛ لکن سؤال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مجاز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گفتن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 و بهره اعتقاد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شنونده دارد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روح از بدن شما مفارقت نمود، بر شما چه گذشت؟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جواب فرمودند: قبل از آنکه روح از بدنم مفارقت کند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به صورت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با،</w:t>
      </w:r>
      <w:r>
        <w:rPr>
          <w:rtl/>
          <w:lang w:bidi="fa-IR"/>
        </w:rPr>
        <w:t xml:space="preserve"> به نزد من آمد،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شاخه 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دستش بود، آن گل را به من داد و فرمود: بو کن. من گل را از او گرفتم و استشمام نمودم. بلافاصله خود را در کنار بدن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به من فرمود: به (بدن مؤمن) خود بنگر. من همچنان به بدن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نظاره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نمودم. پس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که از مرحوم والدم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شدم.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حضرت ملک الموت (سلام اللَّه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) به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بدن مؤمن خود نگاه کن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انگر</w:t>
      </w:r>
      <w:r>
        <w:rPr>
          <w:rtl/>
          <w:lang w:bidi="fa-IR"/>
        </w:rPr>
        <w:t xml:space="preserve"> نکته 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کاشف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ماوراء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عالم بعد از مرگ به ظهور و بروز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رسد، چرا که خداوند متعال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بدن را به</w:t>
      </w:r>
      <w:r w:rsidR="00BF718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مثابه</w:t>
      </w:r>
      <w:r>
        <w:rPr>
          <w:rtl/>
          <w:lang w:bidi="fa-IR"/>
        </w:rPr>
        <w:t xml:space="preserve"> مرکب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داده که نفس ناطقه و روح مجرد بر آن سوار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بنا به قانون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</w:t>
      </w:r>
      <w:r w:rsidR="00BF718D" w:rsidRPr="00BF718D">
        <w:rPr>
          <w:rStyle w:val="libAlaemChar"/>
          <w:rFonts w:hint="cs"/>
          <w:rtl/>
        </w:rPr>
        <w:t>(</w:t>
      </w:r>
      <w:r w:rsidRPr="00BF718D">
        <w:rPr>
          <w:rStyle w:val="libAieChar"/>
          <w:rtl/>
        </w:rPr>
        <w:t>إِنّا هَدَ</w:t>
      </w:r>
      <w:r w:rsidRPr="00BF718D">
        <w:rPr>
          <w:rStyle w:val="libAieChar"/>
          <w:rFonts w:hint="cs"/>
          <w:rtl/>
        </w:rPr>
        <w:t>یْ</w:t>
      </w:r>
      <w:r w:rsidRPr="00BF718D">
        <w:rPr>
          <w:rStyle w:val="libAieChar"/>
          <w:rFonts w:hint="eastAsia"/>
          <w:rtl/>
        </w:rPr>
        <w:t>ناهُ</w:t>
      </w:r>
      <w:r w:rsidRPr="00BF718D">
        <w:rPr>
          <w:rStyle w:val="libAieChar"/>
          <w:rtl/>
        </w:rPr>
        <w:t xml:space="preserve"> السَّبِ</w:t>
      </w:r>
      <w:r w:rsidRPr="00BF718D">
        <w:rPr>
          <w:rStyle w:val="libAieChar"/>
          <w:rFonts w:hint="cs"/>
          <w:rtl/>
        </w:rPr>
        <w:t>ی</w:t>
      </w:r>
      <w:r w:rsidRPr="00BF718D">
        <w:rPr>
          <w:rStyle w:val="libAieChar"/>
          <w:rFonts w:hint="eastAsia"/>
          <w:rtl/>
        </w:rPr>
        <w:t>لَ</w:t>
      </w:r>
      <w:r w:rsidRPr="00BF718D">
        <w:rPr>
          <w:rStyle w:val="libAieChar"/>
          <w:rtl/>
        </w:rPr>
        <w:t xml:space="preserve"> إِمّا شاکِراً وَإِمّا کَفُورا</w:t>
      </w:r>
      <w:r>
        <w:rPr>
          <w:rtl/>
          <w:lang w:bidi="fa-IR"/>
        </w:rPr>
        <w:t>ً</w:t>
      </w:r>
      <w:r w:rsidR="00BF718D" w:rsidRPr="00BF718D">
        <w:rPr>
          <w:rStyle w:val="libAlaemChar"/>
          <w:rFonts w:hint="cs"/>
          <w:rtl/>
        </w:rPr>
        <w:t>)</w:t>
      </w:r>
      <w:r w:rsidRPr="00BF718D">
        <w:rPr>
          <w:rStyle w:val="libFootnotenumChar"/>
          <w:rtl/>
        </w:rPr>
        <w:t xml:space="preserve">(44) </w:t>
      </w:r>
      <w:r>
        <w:rPr>
          <w:rtl/>
          <w:lang w:bidi="fa-IR"/>
        </w:rPr>
        <w:t>توسط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مرکب به هر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که اراده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شرّ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مرکب نبود نفس ناطقه از قوه به فعل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لذا بدن نقش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به کمال رساندن نفس ناطقه دارد. اگر نفس ناطقه عنان خود را به دست عقل و شرع بسپارد توسط بدن که مرکب اوست به کمال </w:t>
      </w:r>
      <w:r>
        <w:rPr>
          <w:rtl/>
          <w:lang w:bidi="fa-IR"/>
        </w:rPr>
        <w:lastRenderedPageBreak/>
        <w:t>مطلوب که سرانجام آن رضوان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و اگر عنان خود را به دست جهل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سپرد سرانجام توسط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مرک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به درکات جح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رهسپار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BC358B" w:rsidRDefault="00BF718D" w:rsidP="00BF718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08" w:name="_Toc477343826"/>
      <w:bookmarkStart w:id="109" w:name="_Toc477343968"/>
      <w:r>
        <w:rPr>
          <w:rFonts w:hint="eastAsia"/>
          <w:rtl/>
          <w:lang w:bidi="fa-IR"/>
        </w:rPr>
        <w:t>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bookmarkEnd w:id="108"/>
      <w:bookmarkEnd w:id="109"/>
      <w:r>
        <w:rPr>
          <w:rtl/>
          <w:lang w:bidi="fa-IR"/>
        </w:rPr>
        <w:t xml:space="preserve"> </w:t>
      </w:r>
    </w:p>
    <w:p w:rsidR="00BF718D" w:rsidRDefault="00BC358B" w:rsidP="00BF71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طول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گرفتار دو مشکل بزرگ شده بودم که مرا رنج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از حل آن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</w:t>
      </w:r>
      <w:r w:rsidR="00BF718D">
        <w:rPr>
          <w:rFonts w:hint="cs"/>
          <w:rtl/>
          <w:lang w:bidi="fa-IR"/>
        </w:rPr>
        <w:t>م</w:t>
      </w:r>
      <w:r w:rsidR="00BF718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از اوا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محسن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ارتباط تنگاتنگ داشتم لزوماً با والد محترم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بودم.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معظم له را در صحن مسجد گوهرشاد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نمودم.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 کردم: دو مشکل بزرگ دارم، از خداوند متع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درخواست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مشکل مرا حل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فرمودند: به اتفاق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کنار قبر مطهر ثامن الحجج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تا در آنجا دعا کنم.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اتفاق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کنار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مطهر.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من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حرم نبود.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دارم که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چهار زانو کنار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نشستم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مشغول دعا شده و بنده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گفتم. پس از آن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مورد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دعا نمودند به اتفاق به صحن</w:t>
      </w:r>
      <w:r w:rsidR="00BF718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گوهرشاد</w:t>
      </w:r>
      <w:r>
        <w:rPr>
          <w:rtl/>
          <w:lang w:bidi="fa-IR"/>
        </w:rPr>
        <w:t xml:space="preserve"> برگشت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جناب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محسن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نزد ما آمدند و با مرحوم والد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درباره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بعد از فوت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ورثه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آمده بود سؤالات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و جواب گرفتند. پس از آن، آن مرحوم از نزد ما دور و از نظر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خداوند متعال به برکت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مشکل ما را برطرف نمود.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خواب و گفتگو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را با والد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رابطه با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ورثه حادث شده بود نقل نمودم، معظم له آن مشکل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نمودند.</w:t>
      </w:r>
    </w:p>
    <w:p w:rsidR="00BC358B" w:rsidRDefault="00BF718D" w:rsidP="00BF718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10" w:name="_Toc477343827"/>
      <w:bookmarkStart w:id="111" w:name="_Toc477343969"/>
      <w:r>
        <w:rPr>
          <w:rFonts w:hint="eastAsia"/>
          <w:rtl/>
          <w:lang w:bidi="fa-IR"/>
        </w:rPr>
        <w:t>خواب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محمّدرضا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رابطه با تصح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</w:t>
      </w:r>
      <w:bookmarkEnd w:id="110"/>
      <w:bookmarkEnd w:id="111"/>
      <w:r>
        <w:rPr>
          <w:rtl/>
          <w:lang w:bidi="fa-IR"/>
        </w:rPr>
        <w:t xml:space="preserve"> </w:t>
      </w:r>
    </w:p>
    <w:p w:rsidR="00BC358B" w:rsidRDefault="00BC358B" w:rsidP="00BF71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برادر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بزرگوارم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محسن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>)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ثامن الحجج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و پس از آنکه ده روز در منزل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اقامت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والد محترم معظم له 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مشرف شدند و در منزل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اقامت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به مناسبت ورود جناب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دوستان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بودند ما را هم دعوت به منزل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نجانبان</w:t>
      </w:r>
      <w:r>
        <w:rPr>
          <w:rtl/>
          <w:lang w:bidi="fa-IR"/>
        </w:rPr>
        <w:t xml:space="preserve"> دعوت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را اجابت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عصرها هر روز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منزل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کنار حوض از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هر باب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روزها به مناسبت،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در رابطه با کتاب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نقل نمودند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 که مرحوم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 w:rsidR="00BF718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من ملاقات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و کتاب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نام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 قبل از آنکه چاپ گردد به من ارائه نمودند و درخواست کردند که آن را تصح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غلطگ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جانب کتاب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 xml:space="preserve"> و درخواست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در رابطه با کتاب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اشتغالات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در اسرع وقت ا</w:t>
      </w:r>
      <w:r>
        <w:rPr>
          <w:rFonts w:hint="eastAsia"/>
          <w:rtl/>
          <w:lang w:bidi="fa-IR"/>
        </w:rPr>
        <w:t>نجام</w:t>
      </w:r>
      <w:r>
        <w:rPr>
          <w:rtl/>
          <w:lang w:bidi="fa-IR"/>
        </w:rPr>
        <w:t xml:space="preserve"> داده و جهت چاپ آماده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مسترد نمودم. شب هنگام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خود را در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انوار مقدسه حضرات پنج تن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در آنجا حضور دارند.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برخاستند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دست مبارکشان بود به من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شدند و آن عبا را بر دوش من انداختند.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الهام شدم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شده به </w:t>
      </w:r>
      <w:r>
        <w:rPr>
          <w:rtl/>
          <w:lang w:bidi="fa-IR"/>
        </w:rPr>
        <w:lastRenderedPageBreak/>
        <w:t>جهت تصح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غلطگ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الجنان،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</w:t>
      </w:r>
      <w:r w:rsidR="009268E5" w:rsidRPr="009268E5">
        <w:rPr>
          <w:rStyle w:val="libAlaemChar"/>
          <w:rtl/>
        </w:rPr>
        <w:t xml:space="preserve"> رحمه‌الله </w:t>
      </w:r>
    </w:p>
    <w:p w:rsidR="00BF718D" w:rsidRDefault="00BF718D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12" w:name="_Toc477343828"/>
      <w:bookmarkStart w:id="113" w:name="_Toc477343970"/>
      <w:r>
        <w:rPr>
          <w:rFonts w:hint="eastAsia"/>
          <w:rtl/>
          <w:lang w:bidi="fa-IR"/>
        </w:rPr>
        <w:t>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صالحان</w:t>
      </w:r>
      <w:bookmarkEnd w:id="112"/>
      <w:bookmarkEnd w:id="113"/>
      <w:r>
        <w:rPr>
          <w:rtl/>
          <w:lang w:bidi="fa-IR"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در خانواده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آثار قداست و تقوا از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شرافتمند متجل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پا به عرصه وجود نهاد. والد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از دست پرورده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بود. او از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توجّه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بود که 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به آن اشاره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BF718D" w:rsidRDefault="00BC358B" w:rsidP="00BF71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معظم</w:t>
      </w:r>
      <w:r>
        <w:rPr>
          <w:rtl/>
          <w:lang w:bidi="fa-IR"/>
        </w:rPr>
        <w:t xml:space="preserve"> له از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</w:t>
      </w:r>
      <w:r>
        <w:rPr>
          <w:rtl/>
          <w:lang w:bidi="fa-IR"/>
        </w:rPr>
        <w:t xml:space="preserve"> تقوا و سجا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خلوص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خلوص عمل آراسته و از مصاد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عامل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</w:t>
      </w:r>
      <w:r w:rsidR="00BF718D" w:rsidRPr="00BF718D">
        <w:rPr>
          <w:rStyle w:val="libAlaemChar"/>
          <w:rFonts w:hint="cs"/>
          <w:rtl/>
        </w:rPr>
        <w:t>(</w:t>
      </w:r>
      <w:r w:rsidRPr="00BF718D">
        <w:rPr>
          <w:rStyle w:val="libAieChar"/>
          <w:rtl/>
        </w:rPr>
        <w:t>وَما آتاکُمُ الرَّسُولُ فَخُذُوهُ وَما نَهاکُمْ عَنْهُ فانتَهُوا</w:t>
      </w:r>
      <w:r w:rsidR="00BF718D" w:rsidRPr="00BF718D">
        <w:rPr>
          <w:rStyle w:val="libAlaemChar"/>
          <w:rFonts w:hint="cs"/>
          <w:rtl/>
        </w:rPr>
        <w:t>)</w:t>
      </w:r>
      <w:r w:rsidRPr="00BF718D">
        <w:rPr>
          <w:rStyle w:val="libFootnotenumChar"/>
          <w:rtl/>
        </w:rPr>
        <w:t xml:space="preserve">(45) </w:t>
      </w:r>
      <w:r>
        <w:rPr>
          <w:rtl/>
          <w:lang w:bidi="fa-IR"/>
        </w:rPr>
        <w:t>بود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سفر و حَضَر در 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بودم و در طول </w:t>
      </w:r>
      <w:r>
        <w:rPr>
          <w:rFonts w:hint="eastAsia"/>
          <w:rtl/>
          <w:lang w:bidi="fa-IR"/>
        </w:rPr>
        <w:t>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محضر آن وجود مبارک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 کوچک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مکروه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مشاهده ننمودم.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 w:rsidR="00BF718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دائماً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در محضر پروردگار متعال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 در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چون عبد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در ساحت قدس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جناب حاج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محسن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(دامت ظلّه العال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است که استاد اخلاق و اسوه تقوا و ورع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و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مسؤول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اجت</w:t>
      </w:r>
      <w:r>
        <w:rPr>
          <w:rFonts w:hint="eastAsia"/>
          <w:rtl/>
          <w:lang w:bidi="fa-IR"/>
        </w:rPr>
        <w:t>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تهران در مجلس خبرگان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عهده دارند. چنانچه بخواهم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درباره وجود مقدّس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قلم فرسا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باعث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ذاء</w:t>
      </w:r>
      <w:r>
        <w:rPr>
          <w:rtl/>
          <w:lang w:bidi="fa-IR"/>
        </w:rPr>
        <w:t xml:space="preserve"> معظم له شوم. لذا به چند نکته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آن وجود که خود مشاهده نموده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فرد موثق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بس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BC358B" w:rsidRDefault="00BF718D" w:rsidP="00BF718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14" w:name="_Toc477343829"/>
      <w:bookmarkStart w:id="115" w:name="_Toc477343971"/>
      <w:r>
        <w:rPr>
          <w:rFonts w:hint="eastAsia"/>
          <w:rtl/>
          <w:lang w:bidi="fa-IR"/>
        </w:rPr>
        <w:t>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رابطه با نامگذار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معظم له</w:t>
      </w:r>
      <w:bookmarkEnd w:id="114"/>
      <w:bookmarkEnd w:id="115"/>
      <w:r>
        <w:rPr>
          <w:rtl/>
          <w:lang w:bidi="fa-IR"/>
        </w:rPr>
        <w:t xml:space="preserve"> </w:t>
      </w:r>
    </w:p>
    <w:p w:rsidR="008A41F2" w:rsidRDefault="00BC358B" w:rsidP="00BF718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ابوالفضل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استاد معظم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جانب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نموده اند که به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رسانم.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مطلب آنکه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تنگاتنگ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داشتند.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قرص ماه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آسمان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نورافشان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به تمامه و کماله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 سطح ماه نوشته شده است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محسن». بعد از آنکه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در فکر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نوشته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که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کوبه درب منزل به صدا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درب منزل را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کوبنده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شخص پس از عرض سلام خود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عرضه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خداوند متعال شب هنگام به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نوزاد پسر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فرموده و چون والد نوزاد در سفر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جنابعال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شده جهت نامگذار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نوزاد به منزل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مقام اجابت دعوت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به منزل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پس از آنکه مولود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دهند، اذان در گوش راست و اقامه در گوش چپ نوزاد قرائت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سپس در فکر فرو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که چه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انتخاب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به ناگاه خواب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شب هنگام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و در ذهن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خواب را در وجود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مولود مبارک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>. و با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مولود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زمان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وجودش در علم و عمل و خدمت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اسلام و به ساحت مقدّس امام زمان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درخشش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نور ماه داشته باشد. لذا به اطرف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نوزاد اعلام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</w:t>
      </w:r>
      <w:r>
        <w:rPr>
          <w:rtl/>
          <w:lang w:bidi="fa-IR"/>
        </w:rPr>
        <w:lastRenderedPageBreak/>
        <w:t>که من نام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مولود را محسن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گذارم؛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قرص ماه نوشته شده مشاهده نمودم.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وجه نام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معظم ل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«محسن» که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متعال 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BC358B" w:rsidRDefault="008A41F2" w:rsidP="00BF718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16" w:name="_Toc477343830"/>
      <w:bookmarkStart w:id="117" w:name="_Toc477343972"/>
      <w:r>
        <w:rPr>
          <w:rFonts w:hint="eastAsia"/>
          <w:rtl/>
          <w:lang w:bidi="fa-IR"/>
        </w:rPr>
        <w:t>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معظم له در اوان کودک</w:t>
      </w:r>
      <w:r>
        <w:rPr>
          <w:rFonts w:hint="cs"/>
          <w:rtl/>
          <w:lang w:bidi="fa-IR"/>
        </w:rPr>
        <w:t>ی</w:t>
      </w:r>
      <w:bookmarkEnd w:id="116"/>
      <w:bookmarkEnd w:id="117"/>
      <w:r>
        <w:rPr>
          <w:rtl/>
          <w:lang w:bidi="fa-IR"/>
        </w:rPr>
        <w:t xml:space="preserve"> </w:t>
      </w:r>
    </w:p>
    <w:p w:rsidR="00BC358B" w:rsidRDefault="00BC358B" w:rsidP="008A41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والد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معظم له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نقل نمودند: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خانواده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مشرف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ثامن الحجج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 (عل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آلاف التح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الثناء)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محسن که سنش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چهار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 سال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گذشت، به حرم مطهر مشرف شده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مشغول دعا خواندن و توسل بودم، محسن بنا به عادت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(نخودچ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کشمش) که سرگرم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کودکان آن زمان بود، از من نمود. چون اجابت درخواست او مانع از توسل و توجّه من به ساحت</w:t>
      </w:r>
      <w:r w:rsidR="008A41F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قدس</w:t>
      </w:r>
      <w:r>
        <w:rPr>
          <w:rtl/>
          <w:lang w:bidi="fa-IR"/>
        </w:rPr>
        <w:t xml:space="preserve"> حضرت بود،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ذهنم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او پاسخ دادم: برو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مطهر و از جدّ خود امام هشتم درخواست نما. او با ذهن صاف و پاک کودکانه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مطهر رفت و به همان نحو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او القاء نموده بودم به کنار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از امام رضا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خواسته خود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درخواست نمود. پس از مدت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جانب مشغول دعا خواندن و توسل بودم با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نزد من آمد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لباسش (نخودچ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کشمش) بود!!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معجزه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امام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محسن اتفاق افتاده بود.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2"/>
        <w:gridCol w:w="269"/>
        <w:gridCol w:w="3311"/>
      </w:tblGrid>
      <w:tr w:rsidR="008A41F2" w:rsidTr="008B62EB">
        <w:trPr>
          <w:trHeight w:val="350"/>
        </w:trPr>
        <w:tc>
          <w:tcPr>
            <w:tcW w:w="3920" w:type="dxa"/>
            <w:shd w:val="clear" w:color="auto" w:fill="auto"/>
          </w:tcPr>
          <w:p w:rsidR="008A41F2" w:rsidRDefault="008A41F2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که دم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غافل از آن ماه نباش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A41F2" w:rsidRDefault="008A41F2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A41F2" w:rsidRDefault="008A41F2" w:rsidP="008B62EB">
            <w:pPr>
              <w:pStyle w:val="libPoem"/>
            </w:pPr>
            <w:r>
              <w:rPr>
                <w:rtl/>
                <w:lang w:bidi="fa-IR"/>
              </w:rPr>
              <w:t>شا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نظر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کرد و تو آگاه نباش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41F2" w:rsidRDefault="008A41F2" w:rsidP="00BC358B">
      <w:pPr>
        <w:pStyle w:val="libNormal"/>
        <w:rPr>
          <w:rtl/>
          <w:lang w:bidi="fa-IR"/>
        </w:rPr>
      </w:pPr>
    </w:p>
    <w:p w:rsidR="00BC358B" w:rsidRDefault="008A41F2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18" w:name="_Toc477343831"/>
      <w:bookmarkStart w:id="119" w:name="_Toc477343973"/>
      <w:r>
        <w:rPr>
          <w:rFonts w:hint="eastAsia"/>
          <w:rtl/>
          <w:lang w:bidi="fa-IR"/>
        </w:rPr>
        <w:t>کرامت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معظم له در نوجوان</w:t>
      </w:r>
      <w:r>
        <w:rPr>
          <w:rFonts w:hint="cs"/>
          <w:rtl/>
          <w:lang w:bidi="fa-IR"/>
        </w:rPr>
        <w:t>ی</w:t>
      </w:r>
      <w:bookmarkEnd w:id="118"/>
      <w:bookmarkEnd w:id="119"/>
      <w:r>
        <w:rPr>
          <w:rtl/>
          <w:lang w:bidi="fa-IR"/>
        </w:rPr>
        <w:t xml:space="preserve"> </w:t>
      </w:r>
    </w:p>
    <w:p w:rsidR="008A41F2" w:rsidRDefault="00BC358B" w:rsidP="008A41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معظم له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ثامن الحجج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مشرف شدم. و هنوز بعد از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آن تشرف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گذرد، لذّت آن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در ذائقه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معظم له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و امّا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مشاهده نمودم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کنم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که در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زمان 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از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منتقل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نمود،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بود که موتور آن داخل اتاق کنار راننده قرار داشت. تابستان 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و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به غروب مانده بود که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طرف مشهد مقدّس حرکت نمود.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و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غروب نمود. وقت نماز مغرب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راننده جهت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توقف ننمود. ساعت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شب که وقت قضا شدن نماز مغرب بود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معظم له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کراراً از راننده تقاضا</w:t>
      </w:r>
      <w:r>
        <w:rPr>
          <w:rFonts w:hint="cs"/>
          <w:rtl/>
          <w:lang w:bidi="fa-IR"/>
        </w:rPr>
        <w:t>ی</w:t>
      </w:r>
      <w:r w:rsidR="008A41F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توقف</w:t>
      </w:r>
      <w:r>
        <w:rPr>
          <w:rtl/>
          <w:lang w:bidi="fa-IR"/>
        </w:rPr>
        <w:t xml:space="preserve"> جهت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راننده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درخواست 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و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با ما به مخالفت برخاستند. درحال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مغرب و عشا شده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ناگهان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متعارف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درون موتور برخاست و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حرکت باز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راننده مشغول تفحص علّت توقف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معظم له عرض نمودم که خداوند متعال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متوقف نمود. هرچه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تر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نماز مغرب و عشا را به جا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پتو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با خود داشتم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عاً</w:t>
      </w:r>
      <w:r>
        <w:rPr>
          <w:rtl/>
          <w:lang w:bidi="fa-IR"/>
        </w:rPr>
        <w:t xml:space="preserve"> کنار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پهن نمودم و قصد نماز جماعت ن</w:t>
      </w:r>
      <w:r>
        <w:rPr>
          <w:rFonts w:hint="eastAsia"/>
          <w:rtl/>
          <w:lang w:bidi="fa-IR"/>
        </w:rPr>
        <w:t>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آن حال متوجه شدم که وضو ندارم.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 نمودم که بنده وضو ندارم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جهت وضو آب از کجا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در حال اضطراب و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که در آن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مطلق شب در کنارم </w:t>
      </w:r>
      <w:r>
        <w:rPr>
          <w:rtl/>
          <w:lang w:bidi="fa-IR"/>
        </w:rPr>
        <w:lastRenderedPageBreak/>
        <w:t>نهر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مشاهده نمودم چون لعل موج زنان در حرکت بود. به سرعت وضو </w:t>
      </w:r>
      <w:r>
        <w:rPr>
          <w:rFonts w:hint="eastAsia"/>
          <w:rtl/>
          <w:lang w:bidi="fa-IR"/>
        </w:rPr>
        <w:t>گرفتم</w:t>
      </w:r>
      <w:r>
        <w:rPr>
          <w:rtl/>
          <w:lang w:bidi="fa-IR"/>
        </w:rPr>
        <w:t xml:space="preserve"> و نماز مغرب و عشا را به امامت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به جماعت خواند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سلام نماز عشا را که قرائت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کمال تعجب و ناباور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مشاهده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موتور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صدا درآمد و روشن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آماده حرکت شد. ما هم پس از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بلافاصله داخل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شده و آماده حرکت ش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توقف جبر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شدن نهر آب در آن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شب، محمل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جز کرامت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معظم له نداشت که خداوند متعال به ما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فرمود.</w:t>
      </w:r>
    </w:p>
    <w:p w:rsidR="00BC358B" w:rsidRDefault="008A41F2" w:rsidP="008A41F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20" w:name="_Toc477343832"/>
      <w:bookmarkStart w:id="121" w:name="_Toc477343974"/>
      <w:r>
        <w:rPr>
          <w:rFonts w:hint="eastAsia"/>
          <w:rtl/>
          <w:lang w:bidi="fa-IR"/>
        </w:rPr>
        <w:t>اجابت</w:t>
      </w:r>
      <w:r>
        <w:rPr>
          <w:rtl/>
          <w:lang w:bidi="fa-IR"/>
        </w:rPr>
        <w:t xml:space="preserve"> دعا،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bookmarkEnd w:id="120"/>
      <w:bookmarkEnd w:id="121"/>
    </w:p>
    <w:p w:rsidR="008A41F2" w:rsidRDefault="00BC358B" w:rsidP="008A41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معظم له</w:t>
      </w:r>
      <w:r w:rsidR="008A41F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قابل ذکر است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آنکه در عنفوان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تنگاتنگ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حاج محسن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مغازه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مشغول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که ناخودآگاه قلبم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و تشرف به حضرت معصومه </w:t>
      </w:r>
      <w:r w:rsidR="008A41F2" w:rsidRPr="008A41F2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آن زمان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مجرد بودم و مسؤول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تم</w:t>
      </w:r>
      <w:r>
        <w:rPr>
          <w:rtl/>
          <w:lang w:bidi="fa-IR"/>
        </w:rPr>
        <w:t xml:space="preserve"> اند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بود. برخاستم و درب مغازه را بستم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 عازم شدم. و توسط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روز به قم مشرف شدم. پس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معصومه </w:t>
      </w:r>
      <w:r w:rsidR="008A41F2" w:rsidRPr="008A41F2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هرچه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تر خود را به منزل معظم له که جنب درب شمال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حجت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واقع شده بود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اتفاق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ا</w:t>
      </w:r>
      <w:r>
        <w:rPr>
          <w:rFonts w:hint="eastAsia"/>
          <w:rtl/>
          <w:lang w:bidi="fa-IR"/>
        </w:rPr>
        <w:t>ستاد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منزل جهت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علوم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ساکن بودند و به جهت علاقه و محبّت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مصداق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8A41F2" w:rsidRPr="008A41F2">
        <w:rPr>
          <w:rStyle w:val="libAlaemChar"/>
          <w:rFonts w:hint="cs"/>
          <w:rtl/>
        </w:rPr>
        <w:t>(</w:t>
      </w:r>
      <w:r w:rsidRPr="008A41F2">
        <w:rPr>
          <w:rStyle w:val="libAieChar"/>
          <w:rtl/>
        </w:rPr>
        <w:t xml:space="preserve">الْأَخِلَّآءُ </w:t>
      </w:r>
      <w:r w:rsidRPr="008A41F2">
        <w:rPr>
          <w:rStyle w:val="libAieChar"/>
          <w:rFonts w:hint="cs"/>
          <w:rtl/>
        </w:rPr>
        <w:t>یَ</w:t>
      </w:r>
      <w:r w:rsidRPr="008A41F2">
        <w:rPr>
          <w:rStyle w:val="libAieChar"/>
          <w:rFonts w:hint="eastAsia"/>
          <w:rtl/>
        </w:rPr>
        <w:t>وْمَئِذٍ</w:t>
      </w:r>
      <w:r w:rsidRPr="008A41F2">
        <w:rPr>
          <w:rStyle w:val="libAieChar"/>
          <w:rtl/>
        </w:rPr>
        <w:t xml:space="preserve"> بَعْضُهُمْ لِبَعْضٍ عَدُوٌّ إِلَّا الْمُتَّقِ</w:t>
      </w:r>
      <w:r w:rsidRPr="008A41F2">
        <w:rPr>
          <w:rStyle w:val="libAieChar"/>
          <w:rFonts w:hint="cs"/>
          <w:rtl/>
        </w:rPr>
        <w:t>ی</w:t>
      </w:r>
      <w:r w:rsidRPr="008A41F2">
        <w:rPr>
          <w:rStyle w:val="libAieChar"/>
          <w:rFonts w:hint="eastAsia"/>
          <w:rtl/>
        </w:rPr>
        <w:t>نَ</w:t>
      </w:r>
      <w:r w:rsidR="008A41F2" w:rsidRPr="008A41F2">
        <w:rPr>
          <w:rStyle w:val="libAlaemChar"/>
          <w:rFonts w:hint="cs"/>
          <w:rtl/>
        </w:rPr>
        <w:t>)</w:t>
      </w:r>
      <w:r w:rsidRPr="008A41F2">
        <w:rPr>
          <w:rStyle w:val="libFootnotenumChar"/>
          <w:rtl/>
        </w:rPr>
        <w:t>(46)</w:t>
      </w:r>
      <w:r>
        <w:rPr>
          <w:rtl/>
          <w:lang w:bidi="fa-IR"/>
        </w:rPr>
        <w:t xml:space="preserve"> نسبت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مبذول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داشتم، کوبه در را به صدا درآوردم. شخص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درب منزل را به ر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باز نمود. پس از عرض سلام و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احترام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 مبارکشان بود و با لبان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متحرک به ذکر صلوات مشغول بودند،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دست داشتند، به بنده نشان دادند و فرمودند: چون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شما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دلتنگ شدم. مشغ</w:t>
      </w:r>
      <w:r>
        <w:rPr>
          <w:rFonts w:hint="eastAsia"/>
          <w:rtl/>
          <w:lang w:bidi="fa-IR"/>
        </w:rPr>
        <w:t>ول</w:t>
      </w:r>
      <w:r>
        <w:rPr>
          <w:rtl/>
          <w:lang w:bidi="fa-IR"/>
        </w:rPr>
        <w:t xml:space="preserve"> به ذکر صلوات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از خداوند متعال درخواست نمودم که شما را به قم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</w:t>
      </w:r>
      <w:r>
        <w:rPr>
          <w:rtl/>
          <w:lang w:bidi="fa-IR"/>
        </w:rPr>
        <w:t xml:space="preserve"> تا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دارتان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خاتمه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عرض برسانم معظم له به جهت تقرب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ساحت قدس پروردگار متعال داشتند، درخواست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عاً</w:t>
      </w:r>
      <w:r>
        <w:rPr>
          <w:rtl/>
          <w:lang w:bidi="fa-IR"/>
        </w:rPr>
        <w:t xml:space="preserve"> مورد اجابت واقع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شاه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مثال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8A41F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رابطه</w:t>
      </w:r>
      <w:r>
        <w:rPr>
          <w:rtl/>
          <w:lang w:bidi="fa-IR"/>
        </w:rPr>
        <w:t xml:space="preserve"> به </w:t>
      </w:r>
      <w:r>
        <w:rPr>
          <w:rtl/>
          <w:lang w:bidi="fa-IR"/>
        </w:rPr>
        <w:lastRenderedPageBreak/>
        <w:t>خاطر دارم که به 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صرف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«حشرن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اللَّه معه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کما حشرن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معه».</w:t>
      </w:r>
    </w:p>
    <w:p w:rsidR="00BC358B" w:rsidRDefault="008A41F2" w:rsidP="008A41F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22" w:name="_Toc477343833"/>
      <w:bookmarkStart w:id="123" w:name="_Toc477343975"/>
      <w:r>
        <w:rPr>
          <w:rFonts w:hint="eastAsia"/>
          <w:rtl/>
          <w:lang w:bidi="fa-IR"/>
        </w:rPr>
        <w:t>تأس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مؤسسه در راه حقّ در قم</w:t>
      </w:r>
      <w:bookmarkEnd w:id="122"/>
      <w:bookmarkEnd w:id="123"/>
      <w:r>
        <w:rPr>
          <w:rtl/>
          <w:lang w:bidi="fa-IR"/>
        </w:rPr>
        <w:t xml:space="preserve"> </w:t>
      </w:r>
    </w:p>
    <w:p w:rsidR="00BC358B" w:rsidRDefault="00BC358B" w:rsidP="006274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ذکر است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خدمات آن وجود مبارک (آ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را به رشته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درآورم و آن تأس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مؤسسه در راه حقّ در سال 1343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شهر مقدّس قم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هم شاهد مقدمات تأس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آن بودم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خدمتگزار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امور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داشتم.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محصول مؤسسه مبارزه با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نام مژدگان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با پخش جزوات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به درب منازل ضمن عضوگ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اذهان جوانان مسلمان را به انحراف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مؤسسه احساس مسؤول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مقابل انحراف جوانان مسلمان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مرز و بوم نمود؛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دشمنان اسلام از شش جهت آنها را هدف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مسموم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قرار داده بودند. کمون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سو،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بهائ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فرهنگ واردات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غرب از جهت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جوانان ما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بندوبار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عدم مسؤول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مراکز فساد و عشرت کده ها و خانه جوا</w:t>
      </w:r>
      <w:r>
        <w:rPr>
          <w:rFonts w:hint="eastAsia"/>
          <w:rtl/>
          <w:lang w:bidi="fa-IR"/>
        </w:rPr>
        <w:t>نان</w:t>
      </w:r>
      <w:r>
        <w:rPr>
          <w:rtl/>
          <w:lang w:bidi="fa-IR"/>
        </w:rPr>
        <w:t xml:space="preserve"> در زمان قبل از انقلاب آن چنان نسل جوان ما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انحطاط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مصداق (روز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آگه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حال دلم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که به کنج قفسم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به جز مشت 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کشان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حساس بود که مؤسسه در راه حقّ، قدم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مبارزه نهاد و در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مرحله با پخش جزوات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اعتقاد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مستدل و متقن در سطح جامعه جوان، به مدت دو سال ذهن جوانان مسلمان را که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8A41F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شوائب</w:t>
      </w:r>
      <w:r>
        <w:rPr>
          <w:rtl/>
          <w:lang w:bidi="fa-IR"/>
        </w:rPr>
        <w:t xml:space="preserve"> ضلالت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قرار گرفته بودند پاک نمود و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مدت دو مجموعه از جزوات منتشره تحت عنوان «در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پس از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قت»</w:t>
      </w:r>
      <w:r>
        <w:rPr>
          <w:rtl/>
          <w:lang w:bidi="fa-IR"/>
        </w:rPr>
        <w:t xml:space="preserve"> منتشر نمود و در مرحله بعد جزوات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اعتقاد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مکاتبات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سطح مدارس و 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رستان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 xml:space="preserve">ها و دانشگاه ها منتشر نمود. چنانچه خواننده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بخواهد به خدمات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مؤسسه در طول زمان متماد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قبل از انقلاب و چه بعد از انقلاب مطلع شود، با مکاتبه با مؤسسه در راه حقّ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اطلاعات جامع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(من از مفصل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قصه مجمل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گفتم...) در خاتمه لازم دانستم نسبت به امور اقتصاد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مؤسسه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ادآور شوم که در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جزوات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طور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tl/>
          <w:lang w:bidi="fa-IR"/>
        </w:rPr>
        <w:t xml:space="preserve">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خوانندگان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بودجه آن توسط دوستان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قبوض پنجاه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چاپ شده بود در مقابل هر پنجاه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قبض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ارائه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کم کم با استقبال خوانندگان بودجه موجود جوابگو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نبود. ل</w:t>
      </w:r>
      <w:r>
        <w:rPr>
          <w:rFonts w:hint="eastAsia"/>
          <w:rtl/>
          <w:lang w:bidi="fa-IR"/>
        </w:rPr>
        <w:t>ذا</w:t>
      </w:r>
      <w:r>
        <w:rPr>
          <w:rtl/>
          <w:lang w:bidi="fa-IR"/>
        </w:rPr>
        <w:t xml:space="preserve"> به فکر چاره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سطح بودجه بالاتر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محضر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نمودم چنانچه اجازه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خ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نام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محمود لولاچ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که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مراوده و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دارم،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مؤسسه را از نظر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بگذارم.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که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مطلوب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گرفته شود؛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هرگونه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ارجاع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به دستشان گره گشا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با موافقت معظم له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مراجعه و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مؤسسه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نمودم و قرار 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جمعه جهت صرف صبحانه به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روز موعود در م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منزل</w:t>
      </w:r>
      <w:r w:rsidR="0062741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لولاچ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از معارفه و صرف صبحانه، معظم له شرح جامع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خدمات مؤسسه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نمودند. و فرمودند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مدت که جوانان مسلمان تحت پوشش خدمات مؤسسه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باشند، درصد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خلاء اعتقاد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پر نموده 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امکانات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مؤسسه اجازه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ش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به 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سپس مجموعه جزوات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تا آن روز چاپ و منتشر شده بود، ارائه فرمودند.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لولاچ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پس از آنکه خلاصه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مجموعه را مطالعه فرمودند، آن </w:t>
      </w:r>
      <w:r>
        <w:rPr>
          <w:rtl/>
          <w:lang w:bidi="fa-IR"/>
        </w:rPr>
        <w:lastRenderedPageBreak/>
        <w:t>چنان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انات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و خواندن جزوات قرار گرفتند که ناخودآگاه اشک از چشمان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عرضه داشتند به مصداق (از تو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اشارت از من به سر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>)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جانب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هرگونه امکانات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شبرد</w:t>
      </w:r>
      <w:r>
        <w:rPr>
          <w:rtl/>
          <w:lang w:bidi="fa-IR"/>
        </w:rPr>
        <w:t xml:space="preserve"> اهداف مؤسسه را تضم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از آن روز به بعد ارتباط تنگاتنگ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مؤسسه برقرار نمودند. و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جمعه هر هفته جهت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بودجه مؤسسه جلسه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تهران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 و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جلسه حاضر و گزارش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مؤسسه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به عرض دوستان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امور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مؤسسه بدانجا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فراموش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قبل از انقلاب جلسه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لولاچ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تهران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ظفر در من</w:t>
      </w:r>
      <w:r>
        <w:rPr>
          <w:rFonts w:hint="eastAsia"/>
          <w:rtl/>
          <w:lang w:bidi="fa-IR"/>
        </w:rPr>
        <w:t>زل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متد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هوادار مؤسسه منعقد نمود که در آن مجلس مدعو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تجار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حضرات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مصباح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مؤسسه بودند شرکت داشتند. و پس از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رابطه با خدمات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مؤسسه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اسل</w:t>
      </w: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سطح</w:t>
      </w:r>
      <w:r w:rsidR="0062741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ممالک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ارائه داده بود، مبلغ چهارده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تومان جهت بودجه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مؤسسه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62741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جناب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لولاچ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 هم بسنده ننمودند،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بودجه کلان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نمودند مکان فعل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مؤسسه را که در کوچه آقازاده قم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بعد از تخر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 و ساز نمودند که در حال حاضر مورد استفاده مؤسسه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خارج شهر قم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چاپ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کتاب ها و جزوات منتشره به زبان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در سطح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و ممالک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چاپ و منتشر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ضمناً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حاج آقا لولاچ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سال حدود 1365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حسن آقا پور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محترم تهران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قسمت شرق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جهت مؤسسه وقف و اقدام به ساخت پاساژ نمودند که هم اکنون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مؤسسه از درآمد آن موقوفه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ناگفته نماند خدمات روشنگرانه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مؤسسه قبل از انقلاب کمک مؤثر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شبرد</w:t>
      </w:r>
      <w:r>
        <w:rPr>
          <w:rtl/>
          <w:lang w:bidi="fa-IR"/>
        </w:rPr>
        <w:t xml:space="preserve"> اهداف انقلاب نمود.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ذ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است بعد از انقلاب خدمات مؤسسه را به محضر حضرت امام عرضه داشتند و مورد توجّه معظم له واقع شد و دستور فرمودند جهت توسعه خدمات مؤسسه هر ماه مبلغ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هزار تومان به بودجه آن کمک شود و هنوز هم که حدود چهل سال از عمر مؤسسه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 لب تشنگان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خلاء اعتقاد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برند، از چشمه زلال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مؤسسه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ضرس قاطع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اعتقاد دارم خدمات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مؤسسه در سطح جامعه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ارائه داد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 از</w:t>
      </w:r>
      <w:r w:rsidR="0062741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توجهات</w:t>
      </w:r>
      <w:r>
        <w:rPr>
          <w:rtl/>
          <w:lang w:bidi="fa-IR"/>
        </w:rPr>
        <w:t xml:space="preserve"> خاصه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عجل اللَّه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برخوردار بود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توجّه همچنان ادامه دارد.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7"/>
        <w:gridCol w:w="269"/>
        <w:gridCol w:w="3326"/>
      </w:tblGrid>
      <w:tr w:rsidR="0062741E" w:rsidTr="008B62EB">
        <w:trPr>
          <w:trHeight w:val="350"/>
        </w:trPr>
        <w:tc>
          <w:tcPr>
            <w:tcW w:w="3920" w:type="dxa"/>
            <w:shd w:val="clear" w:color="auto" w:fill="auto"/>
          </w:tcPr>
          <w:p w:rsidR="0062741E" w:rsidRDefault="0062741E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همه آوازه ها از شه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2741E" w:rsidRDefault="0062741E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2741E" w:rsidRDefault="0062741E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گرچه</w:t>
            </w:r>
            <w:r>
              <w:rPr>
                <w:rtl/>
                <w:lang w:bidi="fa-IR"/>
              </w:rPr>
              <w:t xml:space="preserve"> از حلقوم عبداللَّه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«من</w:t>
      </w:r>
      <w:r>
        <w:rPr>
          <w:rtl/>
          <w:lang w:bidi="fa-IR"/>
        </w:rPr>
        <w:t xml:space="preserve"> کان للَّه کان اللَّه معه»</w:t>
      </w:r>
    </w:p>
    <w:p w:rsidR="0062741E" w:rsidRDefault="00BC358B" w:rsidP="006274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مرحوم حج</w:t>
      </w:r>
      <w:r w:rsidR="0062741E">
        <w:rPr>
          <w:rFonts w:hint="cs"/>
          <w:rtl/>
          <w:lang w:bidi="fa-IR"/>
        </w:rPr>
        <w:t xml:space="preserve">ت </w:t>
      </w:r>
      <w:r>
        <w:rPr>
          <w:rtl/>
          <w:lang w:bidi="fa-IR"/>
        </w:rPr>
        <w:t>الاسلام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رابطه با چند داستان و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نمودم مناسب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لسان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نقل نموده بودند به عرض برسانم. و آن داستان درباره سالک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اللَّه و صاحب نفس قدس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روح ملکوت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الحق، محبّ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عصمت و طهارت، جناب حجت الاسلام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Pr="0062741E">
        <w:rPr>
          <w:rStyle w:val="libFootnotenumChar"/>
          <w:rtl/>
        </w:rPr>
        <w:t>.(47)</w:t>
      </w:r>
      <w:r>
        <w:rPr>
          <w:rtl/>
          <w:lang w:bidi="fa-IR"/>
        </w:rPr>
        <w:t xml:space="preserve"> امّا نقل داستان: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قصد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و تشرف به خدمت حضرت ثامن الحجج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داشتم. اخو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چنانچه </w:t>
      </w:r>
      <w:r>
        <w:rPr>
          <w:rtl/>
          <w:lang w:bidi="fa-IR"/>
        </w:rPr>
        <w:lastRenderedPageBreak/>
        <w:t>مشرف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پس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موفق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جناب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سلام بنده را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 نما و جهت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کسالت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درخواست دعا کن؛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مبتلا به دل درد مزمن شده ام و هرچه به اطباء مراجعه نموده ام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نگرفته ام.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برکت انفاس قدس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خداوند متعال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شفا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62741E">
        <w:rPr>
          <w:rStyle w:val="libFootnotenumChar"/>
          <w:rtl/>
        </w:rPr>
        <w:t>(48)</w:t>
      </w:r>
      <w:r w:rsidR="0062741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هر صورت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پس از آنکه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ثامن الحجج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نمودم به قصد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جناب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محل اقامت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که در حوال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مشهد بود رفتم. پس از آنکه به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مشرف شدم بعد از مدّت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بودم، هنگا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مراجعت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اخو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 نمودم. معظم له پس از</w:t>
      </w:r>
      <w:r>
        <w:rPr>
          <w:rFonts w:hint="eastAsia"/>
          <w:rtl/>
          <w:lang w:bidi="fa-IR"/>
        </w:rPr>
        <w:t>دعا</w:t>
      </w:r>
      <w:r>
        <w:rPr>
          <w:rtl/>
          <w:lang w:bidi="fa-IR"/>
        </w:rPr>
        <w:t xml:space="preserve"> درباره اخو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جلوس فرموده بودند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درآورده و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کردند و فرمودند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 ان شاء اللَّه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درد معده اخو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خواهد شد. من در ذهنم گذشت که معده اخو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مبتلا به درد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معده من که سالم است، به چه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من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بخورم و درد معده اخو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هزار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tl/>
          <w:lang w:bidi="fa-IR"/>
        </w:rPr>
        <w:t xml:space="preserve"> با من فاصله دارد خوب شود! در هر صورت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در حضور جناب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امر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تناول نمودم. پس از استجازه از محضر معظم له مرخص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به تهران مراجعت نمودم و چون اخو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ملاقات نمودم به من فرمودند قبل از آنکه شما به تهران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دل درد من خوب شده و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درد در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="0062741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خود از کمّل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اوحد</w:t>
      </w:r>
      <w:r>
        <w:rPr>
          <w:rFonts w:hint="cs"/>
          <w:rtl/>
          <w:lang w:bidi="fa-IR"/>
        </w:rPr>
        <w:t>یّ</w:t>
      </w:r>
      <w:r w:rsidRPr="0062741E">
        <w:rPr>
          <w:rStyle w:val="libFootnotenumChar"/>
          <w:rtl/>
        </w:rPr>
        <w:t>(49)</w:t>
      </w:r>
      <w:r>
        <w:rPr>
          <w:rtl/>
          <w:lang w:bidi="fa-IR"/>
        </w:rPr>
        <w:t xml:space="preserve"> از بندگان خاص خود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که در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اذن خداوند متعال در حدّ سعه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شان تصرف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تناول کن در ظاهر بهانه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جهت آنکه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غلو ننما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امّا </w:t>
      </w:r>
      <w:r>
        <w:rPr>
          <w:rtl/>
          <w:lang w:bidi="fa-IR"/>
        </w:rPr>
        <w:lastRenderedPageBreak/>
        <w:t>در باطن امر در مرحوم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تصرف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دل درد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خداوند متعال شفا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BC358B" w:rsidRDefault="0062741E" w:rsidP="0062741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24" w:name="_Toc477343834"/>
      <w:bookmarkStart w:id="125" w:name="_Toc477343976"/>
      <w:r>
        <w:rPr>
          <w:rFonts w:hint="eastAsia"/>
          <w:rtl/>
          <w:lang w:bidi="fa-IR"/>
        </w:rPr>
        <w:t>نمونه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تصرف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bookmarkEnd w:id="124"/>
      <w:bookmarkEnd w:id="125"/>
      <w:r>
        <w:rPr>
          <w:rtl/>
          <w:lang w:bidi="fa-IR"/>
        </w:rPr>
        <w:t xml:space="preserve"> </w:t>
      </w:r>
    </w:p>
    <w:p w:rsidR="0062741E" w:rsidRDefault="00BC358B" w:rsidP="006274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ممتازتر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شاگردان مکتب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سلوک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بود و در وصف کمالات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روح صمدان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معظم له داد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در منبر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که در زمان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اوّل که به</w:t>
      </w:r>
      <w:r w:rsidR="0062741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دستور</w:t>
      </w:r>
      <w:r>
        <w:rPr>
          <w:rtl/>
          <w:lang w:bidi="fa-IR"/>
        </w:rPr>
        <w:t xml:space="preserve"> آن ملعون عمامه اهل علم را ممنوع اعلام کرده بود،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از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رهسپار بودند.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پاسبان بخت برگشته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برخورد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با وقاحت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عمامه ات را بردار.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او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به ر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خود ادامه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 دوم با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عمامه معظم 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که آن را بردارد.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«سر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ست»</w:t>
      </w:r>
      <w:r>
        <w:rPr>
          <w:rtl/>
          <w:lang w:bidi="fa-IR"/>
        </w:rPr>
        <w:t>. و به رفتن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ادامه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پاسبان قصد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به دنبال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برود متوجه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حرکت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هرچه به خود فشار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قدرت حرکت از او سلب شده. مردم را به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طلبد. مردم رهگذر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منظره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در اطراف او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هرچه تلاش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او را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حرکت دهند.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خبر را به بستگان پاسبان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دهند و آنها هم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دستشان بر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رسد، از پاسبان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پرسد چه شد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مبتلا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پاسبان ماوقع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آن شخص به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نزد او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او </w:t>
      </w:r>
      <w:r>
        <w:rPr>
          <w:rFonts w:hint="eastAsia"/>
          <w:rtl/>
          <w:lang w:bidi="fa-IR"/>
        </w:rPr>
        <w:t>عذرخواه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گناهش درگذرد. بستگان به منزل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رفته و عذر تقص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پاسبان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خواهند. حضرت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به او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سر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برو.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بستگان پاسبان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به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رسانند پاسبان بلادرنگ از جا</w:t>
      </w:r>
      <w:r>
        <w:rPr>
          <w:rFonts w:hint="cs"/>
          <w:rtl/>
          <w:lang w:bidi="fa-IR"/>
        </w:rPr>
        <w:t>ی</w:t>
      </w:r>
      <w:r w:rsidR="0062741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که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خکوب</w:t>
      </w:r>
      <w:r>
        <w:rPr>
          <w:rtl/>
          <w:lang w:bidi="fa-IR"/>
        </w:rPr>
        <w:t xml:space="preserve"> شده بود توان حرکت کردن را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</w:t>
      </w:r>
    </w:p>
    <w:p w:rsidR="00BC358B" w:rsidRDefault="0062741E" w:rsidP="0062741E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26" w:name="_Toc477343835"/>
      <w:bookmarkStart w:id="127" w:name="_Toc477343977"/>
      <w:r>
        <w:rPr>
          <w:rFonts w:hint="eastAsia"/>
          <w:rtl/>
          <w:lang w:bidi="fa-IR"/>
        </w:rPr>
        <w:t>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آموزنده از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bookmarkEnd w:id="126"/>
      <w:bookmarkEnd w:id="127"/>
      <w:r>
        <w:rPr>
          <w:rtl/>
          <w:lang w:bidi="fa-IR"/>
        </w:rPr>
        <w:t xml:space="preserve"> </w:t>
      </w:r>
    </w:p>
    <w:p w:rsidR="00BC358B" w:rsidRDefault="00BC358B" w:rsidP="008B62E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نخبه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در زمان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محضر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 مبتلا به کسالت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شدم، آنچه از علم طب به نظرم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استفاده نموده امّا اثر مثبت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>. ناچار خدمت استاد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مشرف شده وضع حال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عرضه داشتم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tl/>
          <w:lang w:bidi="fa-IR"/>
        </w:rPr>
        <w:t xml:space="preserve"> شدم آنچه از علم طب که از محضر شما تلمذ نموده بودم به آن عمل کردم و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نگرفتم.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دستورات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داروها و ادو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مرحمت فرمودند و بنده بر طبق نسخه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بودند عمل نمودم.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هم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نگرفتم. ناراحت و نالان در بستر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کمک کار خانواده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وارد منزل شد.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ناله مرا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شنود به خانواده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محمود چرا ناله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مبتلا به فلان کسالت شده و هرچه معالجه و مداوا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مثمر ثمر واقع نشده.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رزن</w:t>
      </w:r>
      <w:r>
        <w:rPr>
          <w:rtl/>
          <w:lang w:bidi="fa-IR"/>
        </w:rPr>
        <w:t xml:space="preserve"> خدمتکار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کسالت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آسان است. فلان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دوا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استفاده کند. ان شاء اللَّه خداوند متعال شفا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پس از آنکه طبابت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رزن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نقل نمودند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ناچار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مصداق «الغر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تشبّث</w:t>
      </w:r>
      <w:r>
        <w:rPr>
          <w:rtl/>
          <w:lang w:bidi="fa-IR"/>
        </w:rPr>
        <w:t xml:space="preserve"> بکل حش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ش»</w:t>
      </w:r>
      <w:r w:rsidRPr="008B62EB">
        <w:rPr>
          <w:rStyle w:val="libFootnotenumChar"/>
          <w:rtl/>
        </w:rPr>
        <w:t>(50)</w:t>
      </w:r>
      <w:r>
        <w:rPr>
          <w:rtl/>
          <w:lang w:bidi="fa-IR"/>
        </w:rPr>
        <w:t xml:space="preserve"> به دستور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عمل نمودم. پس از مدت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کردم.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خدمت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مشرف شدم.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طبابت آن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رزن</w:t>
      </w:r>
      <w:r>
        <w:rPr>
          <w:rtl/>
          <w:lang w:bidi="fa-IR"/>
        </w:rPr>
        <w:t xml:space="preserve"> را به محضر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عرضه</w:t>
      </w:r>
      <w:r w:rsidR="008B62E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نمودم</w:t>
      </w:r>
      <w:r>
        <w:rPr>
          <w:rtl/>
          <w:lang w:bidi="fa-IR"/>
        </w:rPr>
        <w:t>.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بنده فرمودند: محمود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 دانستن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و شما در امر طبابت مؤثر واقع نشد و حال آنکه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کراراً با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داروها معالجه نموده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خداوند متعال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به من و شما بفهماند که «ازمّه الامور طرّاً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الکلّ مستمدّه من مد</w:t>
      </w:r>
      <w:r>
        <w:rPr>
          <w:rFonts w:hint="eastAsia"/>
          <w:rtl/>
          <w:lang w:bidi="fa-IR"/>
        </w:rPr>
        <w:t>ده»</w:t>
      </w:r>
      <w:r w:rsidRPr="008B62EB">
        <w:rPr>
          <w:rStyle w:val="libFootnotenumChar"/>
          <w:rtl/>
        </w:rPr>
        <w:t>(51)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امور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من است و شماها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علم طبابت را از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در ذهن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رزن</w:t>
      </w:r>
      <w:r>
        <w:rPr>
          <w:rtl/>
          <w:lang w:bidi="fa-IR"/>
        </w:rPr>
        <w:t xml:space="preserve"> عوام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تجربه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ثابت شده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طبابت عوامانه شما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ممتد نجات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بخشم.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7"/>
        <w:gridCol w:w="269"/>
        <w:gridCol w:w="3296"/>
      </w:tblGrid>
      <w:tr w:rsidR="008B62EB" w:rsidTr="008B62EB">
        <w:trPr>
          <w:trHeight w:val="350"/>
        </w:trPr>
        <w:tc>
          <w:tcPr>
            <w:tcW w:w="3920" w:type="dxa"/>
            <w:shd w:val="clear" w:color="auto" w:fill="auto"/>
          </w:tcPr>
          <w:p w:rsidR="008B62EB" w:rsidRDefault="008B62EB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خواهم سبب سوراخ 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B62EB" w:rsidRDefault="008B62EB" w:rsidP="008B62E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B62EB" w:rsidRDefault="008B62EB" w:rsidP="008B62EB">
            <w:pPr>
              <w:pStyle w:val="libPoem"/>
            </w:pPr>
            <w:r>
              <w:rPr>
                <w:rtl/>
                <w:lang w:bidi="fa-IR"/>
              </w:rPr>
              <w:t>تا سبب را برکند از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خ</w:t>
            </w:r>
            <w:r>
              <w:rPr>
                <w:rtl/>
                <w:lang w:bidi="fa-IR"/>
              </w:rPr>
              <w:t xml:space="preserve"> و بن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B62EB" w:rsidRDefault="008B62EB" w:rsidP="00BC358B">
      <w:pPr>
        <w:pStyle w:val="libNormal"/>
        <w:rPr>
          <w:rtl/>
          <w:lang w:bidi="fa-IR"/>
        </w:rPr>
      </w:pPr>
    </w:p>
    <w:p w:rsidR="00BC358B" w:rsidRDefault="008B62E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28" w:name="_Toc477343836"/>
      <w:bookmarkStart w:id="129" w:name="_Toc477343978"/>
      <w:r>
        <w:rPr>
          <w:rFonts w:hint="eastAsia"/>
          <w:rtl/>
          <w:lang w:bidi="fa-IR"/>
        </w:rPr>
        <w:t>داستان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درباره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</w:t>
      </w:r>
      <w:r w:rsidR="009268E5" w:rsidRPr="009268E5">
        <w:rPr>
          <w:rStyle w:val="libAlaemChar"/>
          <w:rtl/>
        </w:rPr>
        <w:t xml:space="preserve"> رحمه‌الله</w:t>
      </w:r>
      <w:bookmarkEnd w:id="128"/>
      <w:bookmarkEnd w:id="129"/>
      <w:r w:rsidR="009268E5" w:rsidRPr="009268E5">
        <w:rPr>
          <w:rStyle w:val="libAlaemChar"/>
          <w:rtl/>
        </w:rPr>
        <w:t xml:space="preserve"> </w:t>
      </w:r>
    </w:p>
    <w:p w:rsidR="00BC358B" w:rsidRDefault="00BC358B" w:rsidP="008B62E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شاگرد نخبه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منبر نقل فرمودند: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سرد زمستان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خدمه حرم مطهر امام هشتم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مراجعه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امشب در پشت بام حرم مطهر کنار گنبد مشغول عبادت شوم.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خدمه چون از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مطلع بوده اجابت درخو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درب پشت بام حرم مطهر را باز نموده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کنار گنبد مطهر مشغول اعمال عباد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خدمه از نظر امن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 پشت بام را قفل نموده به منزل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غافل از آنکه سرما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شب مقدمه آمدن برف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سراسر شهر مشهد را فرا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خدمه طبق معمول قبل از اذان صبح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تا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حرم مطهر جهت باز نمودن حرم مطهر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زوّار برود. امّا با کمال تعجب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برف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نشسته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 w:rsidR="008B62E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برف</w:t>
      </w:r>
      <w:r>
        <w:rPr>
          <w:rtl/>
          <w:lang w:bidi="fa-IR"/>
        </w:rPr>
        <w:t xml:space="preserve"> ادامه دارد. ناگهان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با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نکند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از سرما و برف تلف شده باشد. وحشت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وجودش را فرا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با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اگر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باشد چگونه جواب 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مسؤول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باشم؟ با سرعت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هرچه تمام تر خود را به حرم رسان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ده و بلافاصله به طرف درب پشت بام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قفل در را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امّا با کمال تعجب و ناباور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رکوع نماز مشغول ذکر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برف سراپا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او را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دپوش</w:t>
      </w:r>
      <w:r>
        <w:rPr>
          <w:rtl/>
          <w:lang w:bidi="fa-IR"/>
        </w:rPr>
        <w:t xml:space="preserve"> نموده و فقط صورت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که در حال رکوع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هو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داست</w:t>
      </w:r>
      <w:r>
        <w:rPr>
          <w:rtl/>
          <w:lang w:bidi="fa-IR"/>
        </w:rPr>
        <w:t xml:space="preserve"> و آن چن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مستغرق عبادت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از آمدن برف که سراسر وجودش را 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مطلع نگرد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حال </w:t>
      </w:r>
      <w:r>
        <w:rPr>
          <w:rtl/>
          <w:lang w:bidi="fa-IR"/>
        </w:rPr>
        <w:lastRenderedPageBreak/>
        <w:t>صالح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کمل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بندگان مخلص پروردگار متعال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غرق در عبادت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آن چنان از عبادت و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لذّت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برند که منقطع از ماسو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 پس شما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eastAsia"/>
          <w:rtl/>
          <w:lang w:bidi="fa-IR"/>
        </w:rPr>
        <w:t>واننده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فکر کن و تعجب مکن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رهروان مکتب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مقام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در درجه نازله در عبادت و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سوز و سرما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زمستان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فرو رفتن سراپا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وجودشان در برف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از ماسو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پس به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بوده،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حال نماز و مستغرق در راز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با معبود خود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از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مبارکشان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 احساس درد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بعد از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مطلع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آمدن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نشدم.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2"/>
        <w:gridCol w:w="268"/>
        <w:gridCol w:w="3302"/>
      </w:tblGrid>
      <w:tr w:rsidR="008B62EB" w:rsidTr="008B62EB">
        <w:trPr>
          <w:trHeight w:val="350"/>
        </w:trPr>
        <w:tc>
          <w:tcPr>
            <w:tcW w:w="3352" w:type="dxa"/>
            <w:shd w:val="clear" w:color="auto" w:fill="auto"/>
          </w:tcPr>
          <w:p w:rsidR="008B62EB" w:rsidRDefault="008B62EB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منزلات هَوس گر برون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 xml:space="preserve"> نه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8B62EB" w:rsidRDefault="008B62EB" w:rsidP="008B62EB">
            <w:pPr>
              <w:pStyle w:val="libPoem"/>
              <w:rPr>
                <w:rtl/>
              </w:rPr>
            </w:pPr>
          </w:p>
        </w:tc>
        <w:tc>
          <w:tcPr>
            <w:tcW w:w="3302" w:type="dxa"/>
            <w:shd w:val="clear" w:color="auto" w:fill="auto"/>
          </w:tcPr>
          <w:p w:rsidR="008B62EB" w:rsidRDefault="008B62EB" w:rsidP="008B62EB">
            <w:pPr>
              <w:pStyle w:val="libPoem"/>
            </w:pPr>
            <w:r>
              <w:rPr>
                <w:rtl/>
                <w:lang w:bidi="fa-IR"/>
              </w:rPr>
              <w:t>قدم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نزول</w:t>
            </w: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حرم کبر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توان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62EB" w:rsidTr="008B62EB">
        <w:trPr>
          <w:trHeight w:val="350"/>
        </w:trPr>
        <w:tc>
          <w:tcPr>
            <w:tcW w:w="3352" w:type="dxa"/>
          </w:tcPr>
          <w:p w:rsidR="008B62EB" w:rsidRDefault="008B62EB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اگر</w:t>
            </w:r>
            <w:r>
              <w:rPr>
                <w:rtl/>
                <w:lang w:bidi="fa-IR"/>
              </w:rPr>
              <w:t xml:space="preserve"> ز هست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خود بگذر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B62EB" w:rsidRDefault="008B62EB" w:rsidP="008B62EB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8B62EB" w:rsidRDefault="008B62EB" w:rsidP="008B62EB">
            <w:pPr>
              <w:pStyle w:val="libPoem"/>
            </w:pPr>
            <w:r>
              <w:rPr>
                <w:rtl/>
                <w:lang w:bidi="fa-IR"/>
              </w:rPr>
              <w:t>که عرش و فرش و فلک 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پا توان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B62EB" w:rsidTr="008B62EB">
        <w:tblPrEx>
          <w:tblLook w:val="04A0"/>
        </w:tblPrEx>
        <w:trPr>
          <w:trHeight w:val="350"/>
        </w:trPr>
        <w:tc>
          <w:tcPr>
            <w:tcW w:w="3352" w:type="dxa"/>
          </w:tcPr>
          <w:p w:rsidR="008B62EB" w:rsidRDefault="008B62EB" w:rsidP="008B62E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عمل رهروان چالاک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B62EB" w:rsidRDefault="008B62EB" w:rsidP="008B62EB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8B62EB" w:rsidRDefault="008B62EB" w:rsidP="008B62EB">
            <w:pPr>
              <w:pStyle w:val="libPoem"/>
            </w:pPr>
            <w:r>
              <w:rPr>
                <w:rtl/>
                <w:lang w:bidi="fa-IR"/>
              </w:rPr>
              <w:t>تو نازن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جهان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کجا توان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B62EB" w:rsidRDefault="008B62EB" w:rsidP="00BC358B">
      <w:pPr>
        <w:pStyle w:val="libNormal"/>
        <w:rPr>
          <w:rtl/>
          <w:lang w:bidi="fa-IR"/>
        </w:rPr>
      </w:pPr>
    </w:p>
    <w:p w:rsidR="00BC358B" w:rsidRDefault="008B62E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30" w:name="_Toc477343837"/>
      <w:bookmarkStart w:id="131" w:name="_Toc477343979"/>
      <w:r>
        <w:rPr>
          <w:rFonts w:hint="eastAsia"/>
          <w:rtl/>
          <w:lang w:bidi="fa-IR"/>
        </w:rPr>
        <w:t>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تصرف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bookmarkEnd w:id="130"/>
      <w:bookmarkEnd w:id="131"/>
      <w:r>
        <w:rPr>
          <w:rtl/>
          <w:lang w:bidi="fa-IR"/>
        </w:rPr>
        <w:t xml:space="preserve"> </w:t>
      </w:r>
    </w:p>
    <w:p w:rsidR="00BC358B" w:rsidRDefault="00BC358B" w:rsidP="008B62E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همان تلم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منبر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فرمودند: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دستور کشف حجاب زنان و متّحد الشکل شدن مردان را صادر نمود، مردم مشهد به عنوان مخالفت فرمان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مسجد گوهرشاد اجتماع و تحصن نمودند. در آن موقع پاکروان استاندار شهر مقدّس مشهد بود.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رفع تحصن مردم و مخالفت با فرمان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رفع قائله مسجد دستور داد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مسجد اجتماع نموده بودند مورد اصابت گلوله قرار داده و به خاک و خون کشان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و آنقدر مردم را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زخم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شبستان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پناه برده بودند از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گلوله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مهاجم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در امان نماندند تا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شبستان ها از کثرت کشتار، به نام مسجد خون شهرت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 پاکروان به مرور زمان مبتلا به دل درد شده و روز به روز دل درد او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اطبّاء از معالجه او عاجز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</w:t>
      </w:r>
      <w:r>
        <w:rPr>
          <w:rtl/>
          <w:lang w:bidi="fa-IR"/>
        </w:rPr>
        <w:t xml:space="preserve"> شدند.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پاکروان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کردند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مشهد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امراض لاعلاج را معالجه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مشارال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تا اسم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شنود با حالت تنفر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را نزد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سپس دل درد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رو به شدت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رقابل</w:t>
      </w:r>
      <w:r>
        <w:rPr>
          <w:rtl/>
          <w:lang w:bidi="fa-IR"/>
        </w:rPr>
        <w:t xml:space="preserve"> تحمل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ناچار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>
        <w:rPr>
          <w:rFonts w:hint="eastAsia"/>
          <w:rtl/>
          <w:lang w:bidi="fa-IR"/>
        </w:rPr>
        <w:t>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محضر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پاکروان را بازگو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  <w:r w:rsidR="008B62E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جناب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اتفاق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 بال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حاضر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وارد اتاق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پاکروان را در بستر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 ناله کردن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شما را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آقا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 درد امان مرا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معالجات اطبّاء کوچک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 ننموده. جنا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با نوک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شکم پاکروان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شکمت درد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کند؟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نوک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شکم پاکروان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آقا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درد احساس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دسته چک مرا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دسته چک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آورند</w:t>
      </w:r>
      <w:r>
        <w:rPr>
          <w:rtl/>
          <w:lang w:bidi="fa-IR"/>
        </w:rPr>
        <w:t xml:space="preserve"> مبلغ 2000 تومان آن زمان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20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تومان زمان ما باشد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و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معظم 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 به پول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از پاکروان اصرار و از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انکار.</w:t>
      </w:r>
      <w:r w:rsidR="008B62E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پاکروان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از من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گذارم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حال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که شهردار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مشهد جهت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مشهد که در او امام زاده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گنبد سبز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قصد تخر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آن را دارد. دستور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از تخر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آن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ند.</w:t>
      </w:r>
      <w:r w:rsidR="008B62EB">
        <w:rPr>
          <w:rtl/>
          <w:lang w:bidi="fa-IR"/>
        </w:rPr>
        <w:t xml:space="preserve"> </w:t>
      </w:r>
      <w:r>
        <w:rPr>
          <w:rtl/>
          <w:lang w:bidi="fa-IR"/>
        </w:rPr>
        <w:t>پاکروان از درخواست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استقبال نموده پس از رفتن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اطراف امام زاده را فلکه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و امام زاده را در وسط فلکه قرار دهند و از آن زمان تا به حال به همان صورت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و مردم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نمودن آن امام زاده بهره مند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هم در عنف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آن امام زاده مشرف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="008B62E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تذکر</w:t>
      </w:r>
      <w:r>
        <w:rPr>
          <w:rtl/>
          <w:lang w:bidi="fa-IR"/>
        </w:rPr>
        <w:t>: اگر خواننده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</w:t>
      </w:r>
      <w:r w:rsidR="008B62E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بپرسد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باورکردن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نوک عصا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چوب ساخته شده به شکم پاکروان برسد دل 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اطبّاء از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عاجز شده شفا بخشد؟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سهل و آسان 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عصا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دست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 و توسط آن گوسفندانش را به طرف علف زارها و چشمه ساره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خداوند متعال با قدرت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آن عصا را در مقابل فرعون به صورت اژدها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آورد، در درجه نازله در عصا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هم اثر برطرف کردن درد شکم لاعلاج پاکروان را و بنا بر مصلحت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 xml:space="preserve">که حفظ آثار مزار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زادگان به نام گنبد سبز باشد موقتاً </w:t>
      </w:r>
      <w:r>
        <w:rPr>
          <w:rFonts w:hint="eastAsia"/>
          <w:rtl/>
          <w:lang w:bidi="fa-IR"/>
        </w:rPr>
        <w:t>شفا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تصرف در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عالم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آن را «ولا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 عنداللَّه»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نامد. مؤ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قدس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خداوند متعال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«عبد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اجعلک مثل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انا اقول للأش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کن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و انت تقول کن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کون»</w:t>
      </w:r>
      <w:r w:rsidRPr="00825BAB">
        <w:rPr>
          <w:rStyle w:val="libFootnotenumChar"/>
          <w:rtl/>
        </w:rPr>
        <w:t>(52)</w:t>
      </w:r>
      <w:r>
        <w:rPr>
          <w:rtl/>
          <w:lang w:bidi="fa-IR"/>
        </w:rPr>
        <w:t>.</w:t>
      </w:r>
    </w:p>
    <w:p w:rsidR="00825BAB" w:rsidRDefault="00825BA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32" w:name="_Toc477343838"/>
      <w:bookmarkStart w:id="133" w:name="_Toc477343980"/>
      <w:r>
        <w:rPr>
          <w:rFonts w:hint="eastAsia"/>
          <w:rtl/>
          <w:lang w:bidi="fa-IR"/>
        </w:rPr>
        <w:t>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امام رضا</w:t>
      </w:r>
      <w:r w:rsidR="004D104C" w:rsidRPr="004D104C">
        <w:rPr>
          <w:rStyle w:val="libAlaemChar"/>
          <w:rtl/>
        </w:rPr>
        <w:t>عليه‌السلام</w:t>
      </w:r>
      <w:bookmarkEnd w:id="132"/>
      <w:bookmarkEnd w:id="133"/>
      <w:r w:rsidR="004D104C" w:rsidRPr="004D104C">
        <w:rPr>
          <w:rStyle w:val="libAlaemChar"/>
          <w:rtl/>
        </w:rPr>
        <w:t xml:space="preserve"> </w:t>
      </w:r>
    </w:p>
    <w:p w:rsidR="00BC358B" w:rsidRDefault="00BC358B" w:rsidP="00825BA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معروف مرحوم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منبر نقل فرمودند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من فرمودند: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قصد نمودم از مشهد مقدّس به اصفهان که محل تولدم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و در آنجا ساکن شوم. شب هنگام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مشاهده نمودم که در صحن 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تخت مجلل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آوردند و در ضلع شرق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صحن مقابل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tl/>
          <w:lang w:bidi="fa-IR"/>
        </w:rPr>
        <w:t xml:space="preserve"> مطهر قرار دادند. سپس مشاهده نمودم که حضرت ثامن الحجج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کمال جلال و جبروت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 شده و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تخت قرار گرفتند.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درب ورود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باز شد و گروه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اشک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متفاوت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و از</w:t>
      </w:r>
      <w:r w:rsidR="00825BA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جلو</w:t>
      </w:r>
      <w:r>
        <w:rPr>
          <w:rtl/>
          <w:lang w:bidi="fa-IR"/>
        </w:rPr>
        <w:t xml:space="preserve"> تخت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جلوس فرموده بودند رژه وار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و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انبوه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مقابل آن حضرت عبور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نسبت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آنها با نگاه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مظهر «ع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اللَّه ناظره»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اظهار تفقد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فرمودند.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دارم در آن هنگامه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بره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حضور حضرتش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وجود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مبارک را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لطف و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پشت مادر و بره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من در مقابل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ترحم و تفقد حضرت که تجل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صفات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در وجود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در خواب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به منصه ظهور و بروز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از کثرت شوق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آمده و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شدم.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خود آمدم و به فکر فرو رفتم و با خود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نفس نموده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سزاوار است خود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انوس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کرانه لطف 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ثامن الحجج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 نموده و از بارگاه ملکوت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حضرتش صرف نظر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رهسپار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اصفهان شوم. لذا از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خود منصرف شده و </w:t>
      </w:r>
      <w:r>
        <w:rPr>
          <w:rtl/>
          <w:lang w:bidi="fa-IR"/>
        </w:rPr>
        <w:lastRenderedPageBreak/>
        <w:t>عرض پوزش از درگاه حضرتش نموده و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کردم که پس از مرگم قبرم را در آن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محل جلوس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 و در خواب مشاهده نموده بودم قرار داده و به خاکم بسپارند.</w:t>
      </w:r>
      <w:r w:rsidR="00825BA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بارها که موفق به تشرف به ساحت مولا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شدم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قبر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همان محل رفتم و از پروردگار متعال طلب رحمت 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معظم له نمودم. سزوار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اشعار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جناب</w:t>
      </w:r>
      <w:r w:rsidR="00825BA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مدح ثامن الحجج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سروده به عنوان «ختامه مسک»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17"/>
        <w:gridCol w:w="268"/>
        <w:gridCol w:w="3337"/>
      </w:tblGrid>
      <w:tr w:rsidR="00825BAB" w:rsidTr="00D834BB">
        <w:trPr>
          <w:trHeight w:val="350"/>
        </w:trPr>
        <w:tc>
          <w:tcPr>
            <w:tcW w:w="3920" w:type="dxa"/>
            <w:shd w:val="clear" w:color="auto" w:fill="auto"/>
          </w:tcPr>
          <w:p w:rsidR="00825BAB" w:rsidRDefault="00825BAB" w:rsidP="00D834B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روضه که رشک روضه رضوان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25BAB" w:rsidRDefault="00825BAB" w:rsidP="00D834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25BAB" w:rsidRDefault="00825BAB" w:rsidP="00D834BB">
            <w:pPr>
              <w:pStyle w:val="libPoem"/>
            </w:pPr>
            <w:r>
              <w:rPr>
                <w:rtl/>
                <w:lang w:bidi="fa-IR"/>
              </w:rPr>
              <w:t>رضوان به در روضه او دربان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5BAB" w:rsidTr="00D834BB">
        <w:trPr>
          <w:trHeight w:val="350"/>
        </w:trPr>
        <w:tc>
          <w:tcPr>
            <w:tcW w:w="3920" w:type="dxa"/>
          </w:tcPr>
          <w:p w:rsidR="00825BAB" w:rsidRDefault="00825BAB" w:rsidP="00D834BB">
            <w:pPr>
              <w:pStyle w:val="libPoem"/>
            </w:pPr>
            <w:r>
              <w:rPr>
                <w:rtl/>
                <w:lang w:bidi="fa-IR"/>
              </w:rPr>
              <w:t>سا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ند</w:t>
            </w:r>
            <w:r>
              <w:rPr>
                <w:rtl/>
                <w:lang w:bidi="fa-IR"/>
              </w:rPr>
              <w:t xml:space="preserve"> بر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زم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ملائک رخ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5BAB" w:rsidRDefault="00825BAB" w:rsidP="00D834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5BAB" w:rsidRDefault="00825BAB" w:rsidP="00D834BB">
            <w:pPr>
              <w:pStyle w:val="libPoem"/>
            </w:pPr>
            <w:r>
              <w:rPr>
                <w:rtl/>
                <w:lang w:bidi="fa-IR"/>
              </w:rPr>
              <w:t>چون عرش بر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فرش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وان</w:t>
            </w:r>
            <w:r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5BAB" w:rsidTr="00D834BB">
        <w:trPr>
          <w:trHeight w:val="350"/>
        </w:trPr>
        <w:tc>
          <w:tcPr>
            <w:tcW w:w="3920" w:type="dxa"/>
          </w:tcPr>
          <w:p w:rsidR="00825BAB" w:rsidRDefault="00825BAB" w:rsidP="00D834BB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وان</w:t>
            </w:r>
            <w:r>
              <w:rPr>
                <w:rtl/>
                <w:lang w:bidi="fa-IR"/>
              </w:rPr>
              <w:t xml:space="preserve"> حر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خرد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و بگفت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5BAB" w:rsidRDefault="00825BAB" w:rsidP="00D834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5BAB" w:rsidRDefault="00825BAB" w:rsidP="00D834BB">
            <w:pPr>
              <w:pStyle w:val="libPoem"/>
            </w:pPr>
            <w:r>
              <w:rPr>
                <w:rtl/>
                <w:lang w:bidi="fa-IR"/>
              </w:rPr>
              <w:t>گو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فلک اندر خم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چوگان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5BAB" w:rsidTr="00D834BB">
        <w:trPr>
          <w:trHeight w:val="350"/>
        </w:trPr>
        <w:tc>
          <w:tcPr>
            <w:tcW w:w="3920" w:type="dxa"/>
          </w:tcPr>
          <w:p w:rsidR="00825BAB" w:rsidRDefault="00825BAB" w:rsidP="00D834BB">
            <w:pPr>
              <w:pStyle w:val="libPoem"/>
            </w:pPr>
            <w:r>
              <w:rPr>
                <w:rtl/>
                <w:lang w:bidi="fa-IR"/>
              </w:rPr>
              <w:t>سرّ ملکوت است در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مخزن فُلک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5BAB" w:rsidRDefault="00825BAB" w:rsidP="00D834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5BAB" w:rsidRDefault="00825BAB" w:rsidP="00D834BB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در دل خاک گنج حقّ پنهان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5BAB" w:rsidTr="00D834BB">
        <w:trPr>
          <w:trHeight w:val="350"/>
        </w:trPr>
        <w:tc>
          <w:tcPr>
            <w:tcW w:w="3920" w:type="dxa"/>
          </w:tcPr>
          <w:p w:rsidR="00825BAB" w:rsidRDefault="00825BAB" w:rsidP="00D834BB">
            <w:pPr>
              <w:pStyle w:val="libPoem"/>
            </w:pPr>
            <w:r>
              <w:rPr>
                <w:rtl/>
                <w:lang w:bidi="fa-IR"/>
              </w:rPr>
              <w:t>چون نقطه خا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tl/>
                <w:lang w:bidi="fa-IR"/>
              </w:rPr>
              <w:t xml:space="preserve"> توست در مرکز خاک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5BAB" w:rsidRDefault="00825BAB" w:rsidP="00D834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5BAB" w:rsidRDefault="00825BAB" w:rsidP="00D834BB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چرخ بر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گرد زم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گردان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5BAB" w:rsidTr="00D834BB">
        <w:tblPrEx>
          <w:tblLook w:val="04A0"/>
        </w:tblPrEx>
        <w:trPr>
          <w:trHeight w:val="350"/>
        </w:trPr>
        <w:tc>
          <w:tcPr>
            <w:tcW w:w="3920" w:type="dxa"/>
          </w:tcPr>
          <w:p w:rsidR="00825BAB" w:rsidRDefault="00825BAB" w:rsidP="00D834BB">
            <w:pPr>
              <w:pStyle w:val="libPoem"/>
            </w:pPr>
            <w:r>
              <w:rPr>
                <w:rtl/>
                <w:lang w:bidi="fa-IR"/>
              </w:rPr>
              <w:t>هرچند اذا زلزلت الارض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5BAB" w:rsidRDefault="00825BAB" w:rsidP="00D834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5BAB" w:rsidRDefault="00825BAB" w:rsidP="00D834B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خرگاه</w:t>
            </w:r>
            <w:r>
              <w:rPr>
                <w:rtl/>
                <w:lang w:bidi="fa-IR"/>
              </w:rPr>
              <w:t xml:space="preserve"> تو را خدا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پشت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بان</w:t>
            </w:r>
            <w:r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25BAB" w:rsidTr="00D834BB">
        <w:tblPrEx>
          <w:tblLook w:val="04A0"/>
        </w:tblPrEx>
        <w:trPr>
          <w:trHeight w:val="350"/>
        </w:trPr>
        <w:tc>
          <w:tcPr>
            <w:tcW w:w="3920" w:type="dxa"/>
          </w:tcPr>
          <w:p w:rsidR="00825BAB" w:rsidRDefault="00825BAB" w:rsidP="00D834BB">
            <w:pPr>
              <w:pStyle w:val="libPoem"/>
            </w:pPr>
            <w:r>
              <w:rPr>
                <w:rtl/>
                <w:lang w:bidi="fa-IR"/>
              </w:rPr>
              <w:t>شاها چو وح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سگ کهف تو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825BAB" w:rsidRDefault="00825BAB" w:rsidP="00D834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825BAB" w:rsidRDefault="00825BAB" w:rsidP="00D834B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نازد</w:t>
            </w:r>
            <w:r>
              <w:rPr>
                <w:rtl/>
                <w:lang w:bidi="fa-IR"/>
              </w:rPr>
              <w:t xml:space="preserve"> به جهان که از جوانمردان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25BAB" w:rsidRDefault="00BC358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t>السلام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نور اللَّه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ظلمات الارض </w:t>
      </w:r>
    </w:p>
    <w:p w:rsidR="00BC358B" w:rsidRDefault="00825BA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34" w:name="_Toc477343839"/>
      <w:bookmarkStart w:id="135" w:name="_Toc477343981"/>
      <w:r>
        <w:rPr>
          <w:rFonts w:hint="eastAsia"/>
          <w:rtl/>
          <w:lang w:bidi="fa-IR"/>
        </w:rPr>
        <w:t>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آقا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محضر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(عجل اللَّه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</w:t>
      </w:r>
      <w:bookmarkEnd w:id="134"/>
      <w:bookmarkEnd w:id="135"/>
    </w:p>
    <w:p w:rsidR="00BC358B" w:rsidRDefault="00BC358B" w:rsidP="00B558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ملخص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لسان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تلامذه معظم له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و مفصل آن را از کتاب مجالس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خوانندگان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استاد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 که اهل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مشهد مقدّس بود. اسم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چون مانع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25BAB" w:rsidRPr="00825BAB">
        <w:rPr>
          <w:rStyle w:val="libAlaemChar"/>
          <w:rtl/>
        </w:rPr>
        <w:t>قدس‌سره</w:t>
      </w:r>
      <w:r w:rsidR="00825BAB" w:rsidRPr="00A412B7">
        <w:rPr>
          <w:rtl/>
        </w:rPr>
        <w:t xml:space="preserve"> </w:t>
      </w:r>
      <w:r>
        <w:rPr>
          <w:rtl/>
          <w:lang w:bidi="fa-IR"/>
        </w:rPr>
        <w:t>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اصول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معارف بود.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خداشناس و خدا ترس بود. خود را در محضر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من لااقل سه هزار جلسه با او نشسته بودم و هرگز سه جلسه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 که مرا از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ترساند. مرا و حضار را متوجه خدا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او در هر جلسه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حضار را متوجه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از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ترساند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tl/>
          <w:lang w:bidi="fa-IR"/>
        </w:rPr>
        <w:t xml:space="preserve"> به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وند</w:t>
      </w:r>
      <w:r>
        <w:rPr>
          <w:rtl/>
          <w:lang w:bidi="fa-IR"/>
        </w:rPr>
        <w:t xml:space="preserve">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بندگان حاضر و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مرد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بود.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دست بزرگان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825BA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شده</w:t>
      </w:r>
      <w:r>
        <w:rPr>
          <w:rtl/>
          <w:lang w:bidi="fa-IR"/>
        </w:rPr>
        <w:t xml:space="preserve"> بود که الآن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نام ببرم.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نقل نمود.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اضطراب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افتاده بود که به کدام راه برود.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فلسف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او را به جانب فلسفه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کشاندند و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عرفا و صوف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مسلک ها او را به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عرفان و تصوف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کشاندند. عدّه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سلوک خاص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کشاندند.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گفته است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شرح دهم. او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شده بود که چکار کند.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. کدام راه را بروم.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او را به راه متن شرع و فقاهت؛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الآن فقها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ها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مانده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جزء اسرار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به من گفته و تا زنده بود مأذون نبودم که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امّا الآن چون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رفته است به جهت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افکار اهل علم و اخلاص و ارادت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طلاب دارم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من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طلبه ها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ارادت را دارم، چون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از لذّت ها و شهوات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در مدرسه ها درس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دارند.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توانند در مدارس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دوازده کلاس بخوانند بعد وارد دانشگاه شوند سپس به عنوان مهندس و دکتر وارد جامعه شوند و هر ماه پول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هن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کنند.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 گذاشته و پشت سر انداخته اند. در اتاق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با حداقل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 و فقه آل محمّد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خوانند. (پس از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مفصل فرمودند) غرض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طلبه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(مرحوم استاد) فرمود متح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مانده ب</w:t>
      </w:r>
      <w:r>
        <w:rPr>
          <w:rFonts w:hint="eastAsia"/>
          <w:rtl/>
          <w:lang w:bidi="fa-IR"/>
        </w:rPr>
        <w:t>ودم</w:t>
      </w:r>
      <w:r w:rsidR="00825BA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چه کنم.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در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السلام نجف کنار قبر هود و صالح متوسل شدم،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ام، عاجز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رانم،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به کدام راه بروم. </w:t>
      </w:r>
      <w:r w:rsidR="00B5588A" w:rsidRPr="00B5588A">
        <w:rPr>
          <w:rStyle w:val="libAlaemChar"/>
          <w:rFonts w:hint="cs"/>
          <w:rtl/>
        </w:rPr>
        <w:t>(</w:t>
      </w:r>
      <w:r w:rsidRPr="00B5588A">
        <w:rPr>
          <w:rStyle w:val="libAlaemChar"/>
          <w:rtl/>
        </w:rPr>
        <w:t>ا</w:t>
      </w:r>
      <w:r w:rsidRPr="00B5588A">
        <w:rPr>
          <w:rStyle w:val="libAieChar"/>
          <w:rtl/>
        </w:rPr>
        <w:t>هْدِنا الصِّرَ اطَ الْمُسْتَقِ</w:t>
      </w:r>
      <w:r w:rsidRPr="00B5588A">
        <w:rPr>
          <w:rStyle w:val="libAieChar"/>
          <w:rFonts w:hint="cs"/>
          <w:rtl/>
        </w:rPr>
        <w:t>ی</w:t>
      </w:r>
      <w:r w:rsidRPr="00B5588A">
        <w:rPr>
          <w:rStyle w:val="libAieChar"/>
          <w:rFonts w:hint="eastAsia"/>
          <w:rtl/>
        </w:rPr>
        <w:t>مَ</w:t>
      </w:r>
      <w:r w:rsidR="00B5588A" w:rsidRPr="00B5588A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راه راست را به من بنما.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گم شده ام،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شده ام. (وقت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اشک در چشمانش ظ</w:t>
      </w:r>
      <w:r>
        <w:rPr>
          <w:rFonts w:hint="eastAsia"/>
          <w:rtl/>
          <w:lang w:bidi="fa-IR"/>
        </w:rPr>
        <w:t>اهر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در همان حال به خدا ملتج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شد). فرمود با خدا راز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کردم و نال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چه کنم؟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لانم،</w:t>
      </w:r>
      <w:r>
        <w:rPr>
          <w:rtl/>
          <w:lang w:bidi="fa-IR"/>
        </w:rPr>
        <w:t xml:space="preserve"> راه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فرمود</w:t>
      </w:r>
      <w:r>
        <w:rPr>
          <w:rtl/>
          <w:lang w:bidi="fa-IR"/>
        </w:rPr>
        <w:t xml:space="preserve">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(ارواحنا فداه)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فرما شدند. خود وجود جسمان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را با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چشم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حضرت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آوردند و در فاصله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قدم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ستادند</w:t>
      </w:r>
      <w:r>
        <w:rPr>
          <w:rtl/>
          <w:lang w:bidi="fa-IR"/>
        </w:rPr>
        <w:t>. ناگهان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نوار سبز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حضرت نگاه کردم.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با خط نور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شده است. «طلب المعارف من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قتنا</w:t>
      </w:r>
      <w:r>
        <w:rPr>
          <w:rtl/>
          <w:lang w:bidi="fa-IR"/>
        </w:rPr>
        <w:t xml:space="preserve">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مساوق لانکارنا و قد اقامن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اللَّه و انا حجه ابن الحسن»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کلمه (مساوق) بود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ساوق</w:t>
      </w:r>
      <w:r>
        <w:rPr>
          <w:rtl/>
          <w:lang w:bidi="fa-IR"/>
        </w:rPr>
        <w:t>). و کلمه حجه بن الحسن مثل امضاء نوشته شده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فرمود دلم آرام گرفت، نگاه کردم، خواندم و ضبط کردم.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اجازه حرف زدن ندادند.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نقش خاطرم شد حضرت از نظرم دور شدند.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 در حال صحّت مغز و قلب و اعصاب و همه نظامات جسمان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(ارواحنا فداه) را با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BC358B" w:rsidRDefault="00BC358B" w:rsidP="00B558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السلام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ناضر شجره 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سدره المنته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قمر تکامل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حسنه مثل القض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رشافه قدّه فالبدر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طلع</w:t>
      </w:r>
      <w:r>
        <w:rPr>
          <w:rtl/>
          <w:lang w:bidi="fa-IR"/>
        </w:rPr>
        <w:t xml:space="preserve"> من 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جب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الشمس تغرب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شقائق خدّه ملّک الجمال بأسره فکأنّما</w:t>
      </w:r>
      <w:r w:rsidR="00B558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حسن</w:t>
      </w:r>
      <w:r w:rsidR="00B558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البر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کلّها من عنده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درجه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کمال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به سان 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قدش موزون است.</w:t>
      </w:r>
    </w:p>
    <w:p w:rsidR="00B5588A" w:rsidRDefault="00BC358B" w:rsidP="00B558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روشنا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چون ماه شب چهارده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درخشد، و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سرخ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گونه اش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  <w:r w:rsidR="00B5588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حسن و جمال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مالک شده،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همه حسن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مردم از اوست.</w:t>
      </w:r>
      <w:r w:rsidR="00B5588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السلام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الکهف الحص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اث</w:t>
      </w:r>
      <w:r>
        <w:rPr>
          <w:rtl/>
          <w:lang w:bidi="fa-IR"/>
        </w:rPr>
        <w:t xml:space="preserve"> المضطرّ المستک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9"/>
        <w:gridCol w:w="268"/>
        <w:gridCol w:w="3305"/>
      </w:tblGrid>
      <w:tr w:rsidR="00B5588A" w:rsidTr="00D834BB">
        <w:trPr>
          <w:trHeight w:val="350"/>
        </w:trPr>
        <w:tc>
          <w:tcPr>
            <w:tcW w:w="3920" w:type="dxa"/>
            <w:shd w:val="clear" w:color="auto" w:fill="auto"/>
          </w:tcPr>
          <w:p w:rsidR="00B5588A" w:rsidRDefault="00B5588A" w:rsidP="00D834BB">
            <w:pPr>
              <w:pStyle w:val="libPoem"/>
            </w:pPr>
            <w:r>
              <w:rPr>
                <w:rtl/>
                <w:lang w:bidi="fa-IR"/>
              </w:rPr>
              <w:t>گر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شکسته تو، ما خود شکسته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5588A" w:rsidRDefault="00B5588A" w:rsidP="00D834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5588A" w:rsidRDefault="00B5588A" w:rsidP="00D834BB">
            <w:pPr>
              <w:pStyle w:val="libPoem"/>
            </w:pPr>
            <w:r>
              <w:rPr>
                <w:rtl/>
                <w:lang w:bidi="fa-IR"/>
              </w:rPr>
              <w:t>گر خسته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پذ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،</w:t>
            </w:r>
            <w:r>
              <w:rPr>
                <w:rtl/>
                <w:lang w:bidi="fa-IR"/>
              </w:rPr>
              <w:t xml:space="preserve"> ما سخت خسته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588A" w:rsidTr="00D834BB">
        <w:trPr>
          <w:trHeight w:val="350"/>
        </w:trPr>
        <w:tc>
          <w:tcPr>
            <w:tcW w:w="3920" w:type="dxa"/>
          </w:tcPr>
          <w:p w:rsidR="00B5588A" w:rsidRDefault="00B5588A" w:rsidP="00B5588A">
            <w:pPr>
              <w:pStyle w:val="libNormal"/>
            </w:pPr>
            <w:r>
              <w:rPr>
                <w:rtl/>
                <w:lang w:bidi="fa-IR"/>
              </w:rPr>
              <w:t>لطف تو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گشا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اگر کار بسته را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588A" w:rsidRDefault="00B5588A" w:rsidP="00D834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588A" w:rsidRDefault="00B5588A" w:rsidP="00D834B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پا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خود به دست خود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دوست بسته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588A" w:rsidTr="00D834BB">
        <w:trPr>
          <w:trHeight w:val="350"/>
        </w:trPr>
        <w:tc>
          <w:tcPr>
            <w:tcW w:w="3920" w:type="dxa"/>
          </w:tcPr>
          <w:p w:rsidR="00B5588A" w:rsidRDefault="00B5588A" w:rsidP="00D834BB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خضر رهنما نظر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کن به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588A" w:rsidRDefault="00B5588A" w:rsidP="00D834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588A" w:rsidRDefault="00B5588A" w:rsidP="00D834BB">
            <w:pPr>
              <w:pStyle w:val="libPoem"/>
            </w:pPr>
            <w:r>
              <w:rPr>
                <w:rtl/>
                <w:lang w:bidi="fa-IR"/>
              </w:rPr>
              <w:t>که ما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eastAsia"/>
                <w:rtl/>
                <w:lang w:bidi="fa-IR"/>
              </w:rPr>
              <w:t>عمر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انتظار بر سر کو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نشسته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5588A" w:rsidTr="00D834BB">
        <w:trPr>
          <w:trHeight w:val="350"/>
        </w:trPr>
        <w:tc>
          <w:tcPr>
            <w:tcW w:w="3920" w:type="dxa"/>
          </w:tcPr>
          <w:p w:rsidR="00B5588A" w:rsidRDefault="00B5588A" w:rsidP="00D834BB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رستگان ز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بستگان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5588A" w:rsidRDefault="00B5588A" w:rsidP="00D834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5588A" w:rsidRDefault="00B5588A" w:rsidP="00D834BB">
            <w:pPr>
              <w:pStyle w:val="libPoem"/>
            </w:pPr>
            <w:r>
              <w:rPr>
                <w:rtl/>
                <w:lang w:bidi="fa-IR"/>
              </w:rPr>
              <w:t>به حق لطف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ما کن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که از خود نرسته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5588A" w:rsidP="00B5588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36" w:name="_Toc477343840"/>
      <w:bookmarkStart w:id="137" w:name="_Toc477343982"/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واقعه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صالحان</w:t>
      </w:r>
      <w:bookmarkEnd w:id="136"/>
      <w:bookmarkEnd w:id="137"/>
      <w:r>
        <w:rPr>
          <w:rtl/>
          <w:lang w:bidi="fa-IR"/>
        </w:rPr>
        <w:t xml:space="preserve"> </w:t>
      </w:r>
    </w:p>
    <w:p w:rsidR="00B5588A" w:rsidRDefault="00BC358B" w:rsidP="00B5588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بزرگان اهل منبر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مشهد مقدّس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روزگار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معظم له مبتلا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معالجه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پرداخت. پس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صحّت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آن بزرگوار طبق مرسوم حقّ الطبابه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فرمودند لکن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از گرفتن حقّ الطبابه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پس از اصرار آن بزرگوار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معالج چون از معنو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بزرگوار مطلع بود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آن بزرگوار چون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را نسبت به خود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حقّ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ناچار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 فردا شب جهت خواندن نماز مغرب و عشاء به منزل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گفتند شب موعود خدمت معظم له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پس از آنکه نماز مغرب را به جماعت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اقتدا نمودم بعد از نماز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مشغول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بودم متوجه شدم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آن مکان که نشسته</w:t>
      </w:r>
      <w:r w:rsidR="00B5588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بودم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و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عالم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 و به طور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 صعود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چشم به هم زدن و طرفه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تمام ستارگان که در فضا معلق بودند گذشتم و به فضا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دلنواز و دل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صحنه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مشاهده نمودم که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</w:t>
      </w:r>
      <w:r>
        <w:rPr>
          <w:rtl/>
          <w:lang w:bidi="fa-IR"/>
        </w:rPr>
        <w:t xml:space="preserve"> عاجز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 و صدا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طرب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 استماع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نمودم. آن چنان که اگر تمام موس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کجا</w:t>
      </w:r>
      <w:r>
        <w:rPr>
          <w:rtl/>
          <w:lang w:bidi="fa-IR"/>
        </w:rPr>
        <w:t xml:space="preserve"> جمع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نواختند در مقابل آن نوازندگ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گوش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لذّت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بردم به مثابه «إِنَّ أَنکَرَ الْأَصْوَاتِ لَصَوْتُ الْحَمِ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رِ»</w:t>
      </w:r>
      <w:r w:rsidRPr="00B5588A">
        <w:rPr>
          <w:rStyle w:val="libFootnotenumChar"/>
          <w:rtl/>
        </w:rPr>
        <w:t>(53)</w:t>
      </w:r>
      <w:r>
        <w:rPr>
          <w:rtl/>
          <w:lang w:bidi="fa-IR"/>
        </w:rPr>
        <w:t xml:space="preserve"> بود.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محدود در آن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روح بخش متلذّذ بودم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نزول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شروع شد و از آن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صعود نموده بودم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نزول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و ناگهان به خود آمدم و متوجه شدم که پشت سر آن بزرگوار </w:t>
      </w:r>
      <w:r>
        <w:rPr>
          <w:rtl/>
          <w:lang w:bidi="fa-IR"/>
        </w:rPr>
        <w:lastRenderedPageBreak/>
        <w:t>نشسته و مشغول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باشم.</w:t>
      </w:r>
      <w:r w:rsidR="00B5588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جناب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که آن بزرگوار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 انخلاء روح بودند که روح شخص را از بدن خارج و هر کجا که اراده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 و دوباره با همان قدرت به بدن شخص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نمونه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تصرفات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خداوند در اثر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اطاعت بندگان مخ</w:t>
      </w:r>
      <w:r>
        <w:rPr>
          <w:rFonts w:hint="eastAsia"/>
          <w:rtl/>
          <w:lang w:bidi="fa-IR"/>
        </w:rPr>
        <w:t>لص</w:t>
      </w:r>
      <w:r>
        <w:rPr>
          <w:rtl/>
          <w:lang w:bidi="fa-IR"/>
        </w:rPr>
        <w:t xml:space="preserve"> و صالح به اذن خود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p w:rsidR="00BC358B" w:rsidRDefault="00B5588A" w:rsidP="00B5588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38" w:name="_Toc477343841"/>
      <w:bookmarkStart w:id="139" w:name="_Toc477343983"/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مقدسه به محضر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268E5" w:rsidRPr="009268E5">
        <w:rPr>
          <w:rStyle w:val="libAlaemChar"/>
          <w:rtl/>
        </w:rPr>
        <w:t xml:space="preserve"> رحمه‌الله</w:t>
      </w:r>
      <w:bookmarkEnd w:id="138"/>
      <w:bookmarkEnd w:id="139"/>
      <w:r w:rsidR="009268E5" w:rsidRPr="009268E5">
        <w:rPr>
          <w:rStyle w:val="libAlaemChar"/>
          <w:rtl/>
        </w:rPr>
        <w:t xml:space="preserve"> </w:t>
      </w:r>
    </w:p>
    <w:p w:rsidR="00BC358B" w:rsidRDefault="00BC358B" w:rsidP="00FF50C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خلاصه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گفتگو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ابوالحسن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مبرّر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به نقل از کتاب مجالس حضرت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که در منبر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نقل شده به عرض خوانندگان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رسانم:</w:t>
      </w:r>
      <w:r w:rsidR="00FF50C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منبر فرموده اند در سال 1321 هجر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حج واجب مشرف به مکّه معظمه شدم.</w:t>
      </w:r>
      <w:r w:rsidR="00FF50C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مراسم حج مشرف به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در آن زمان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مرجع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زع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در نجف بودند. و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آقا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کربلا شرف حضور داشتند.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آقازاده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آشن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نمودم.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لطف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درباره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نمودند.</w:t>
      </w:r>
      <w:r w:rsidR="00FF50C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مجلس</w:t>
      </w:r>
      <w:r>
        <w:rPr>
          <w:rtl/>
          <w:lang w:bidi="fa-IR"/>
        </w:rPr>
        <w:t xml:space="preserve"> سرّ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مرحوم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  <w:r w:rsidR="00FF50C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طبق</w:t>
      </w:r>
      <w:r>
        <w:rPr>
          <w:rtl/>
          <w:lang w:bidi="fa-IR"/>
        </w:rPr>
        <w:t xml:space="preserve"> قرار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منزل مرحوم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رفتم. بنا شده بود که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ردّ و بدل گردد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مطلع از آن نشود. مجلس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حدود سه ساعت مجلس به طول انجام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سامرا به عرض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تحت تأث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 احساسات واقع شده بودم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تندرو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نمودم.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گفتار من درباره مظلوم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هم خورد. فرمودند: حلب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البته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قبول است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هم آنقدرها از امام زمان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غرض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فکر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از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بلند شدند و دو</w:t>
      </w:r>
      <w:r>
        <w:rPr>
          <w:rFonts w:hint="eastAsia"/>
          <w:rtl/>
          <w:lang w:bidi="fa-IR"/>
        </w:rPr>
        <w:t>لابچه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(صندوق) را که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سرشان بود آوردند. از لابه 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آن بود پاکت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کردند و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آن پاکت را به دست گرفتند و نشستند و فرمودند: «خلاصه ما هم آنطور که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 آن بزرگوار -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</w:t>
      </w:r>
      <w:r>
        <w:rPr>
          <w:rtl/>
          <w:lang w:bidi="fa-IR"/>
        </w:rPr>
        <w:lastRenderedPageBreak/>
        <w:t>(عجل اللَّه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-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امر فرمودند و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خداوند متعال اطاعت کرده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اطاعت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ان شاء اللَّه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خوب عمل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بعد پاکت را به من دادند. پاکت را باز نمودم. داخل آن پاکت</w:t>
      </w:r>
      <w:r w:rsidR="00FF50C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کاغذ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من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عبارت را با اجازه مرحوم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نوشتم.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ورقه نوشته بود:</w:t>
      </w:r>
      <w:r w:rsidR="00FF50C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فرمانه</w:t>
      </w:r>
      <w:r>
        <w:rPr>
          <w:rtl/>
          <w:lang w:bidi="fa-IR"/>
        </w:rPr>
        <w:t xml:space="preserve"> </w:t>
      </w:r>
      <w:r w:rsidR="0097775C" w:rsidRPr="0097775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</w:t>
      </w:r>
    </w:p>
    <w:p w:rsidR="00BC358B" w:rsidRDefault="00BC358B" w:rsidP="00FF50C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«قل</w:t>
      </w:r>
      <w:r>
        <w:rPr>
          <w:rtl/>
          <w:lang w:bidi="fa-IR"/>
        </w:rPr>
        <w:t xml:space="preserve"> له ارخص نفسک، و اجعل مجلسک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و اقض حوائج الناس، نحن ننصرک؛ بگو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مقدسه ما به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.....» (بعداً من آن شخص را شناخته به مرحوم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کردم که منظور از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فلان شخص است؟ فرمودند: بله).</w:t>
      </w:r>
      <w:r w:rsidR="00FF50C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(عجل اللَّه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) به آن شخص فرموده اند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نوشته اند و او فرمان حضرت را به مرحوم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نوشته بود.</w:t>
      </w:r>
      <w:r w:rsidR="00FF50C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«قل</w:t>
      </w:r>
      <w:r>
        <w:rPr>
          <w:rtl/>
          <w:lang w:bidi="fa-IR"/>
        </w:rPr>
        <w:t xml:space="preserve"> له به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بگو»، «ارخص نفسک؛ خودت را ارزان کن؛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دسترس همه قرار بده» و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دسترس همه بود درب و دربان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نداشت. طلبه 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مانند پدر خودشان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طلبه ها را مانند فرزند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 و مانند پدر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با آنان رفتار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  <w:r w:rsidR="00FF50C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«واجعل</w:t>
      </w:r>
      <w:r>
        <w:rPr>
          <w:rtl/>
          <w:lang w:bidi="fa-IR"/>
        </w:rPr>
        <w:t xml:space="preserve"> مجلسک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ز؛</w:t>
      </w:r>
      <w:r>
        <w:rPr>
          <w:rtl/>
          <w:lang w:bidi="fa-IR"/>
        </w:rPr>
        <w:t xml:space="preserve"> دهل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خانه ات (سرداب) را محل جلوست قرار بده» 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اتاق انتظار نداشته باش. و واقعاً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محل جلوسش در دهل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خانه اش (هر که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هر که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 برو) بود. اگر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ده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ربع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راه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</w:t>
      </w: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به کار آن شخص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الّا مجلس او در دسترس همگان بود.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«واقض</w:t>
      </w:r>
      <w:r>
        <w:rPr>
          <w:rtl/>
          <w:lang w:bidi="fa-IR"/>
        </w:rPr>
        <w:t xml:space="preserve"> حوائج الناس نحن ننصرک؛ حاجت ها و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عموم مردم را برآور، ما تو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</w:p>
    <w:p w:rsidR="00FF50C2" w:rsidRDefault="00BC358B" w:rsidP="00FF50C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فرمان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مرحوم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 که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 واسطه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اسمش را ببرم آورده شده بود.</w:t>
      </w:r>
      <w:r w:rsidR="00FF50C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>: ناگفته نماند آن واسطه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زمان از ذکرش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بودند</w:t>
      </w:r>
      <w:r w:rsidR="00FF50C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بنا</w:t>
      </w:r>
      <w:r>
        <w:rPr>
          <w:rtl/>
          <w:lang w:bidi="fa-IR"/>
        </w:rPr>
        <w:t xml:space="preserve"> به نقل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اهل تقوا،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محمّد کوف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مورد اعتماد و وثوق و شناخته شده در نزد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زمان بوده، است.</w:t>
      </w:r>
      <w:r w:rsidR="00FF50C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اَلا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آل هاشم و من اجلک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من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العوالِم و متنا لطول الانتظار فأح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 w:rsidR="00FF50C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انت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الکون و مح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الرمائم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4"/>
        <w:gridCol w:w="268"/>
        <w:gridCol w:w="3320"/>
      </w:tblGrid>
      <w:tr w:rsidR="00FF50C2" w:rsidTr="008D586B">
        <w:trPr>
          <w:trHeight w:val="350"/>
        </w:trPr>
        <w:tc>
          <w:tcPr>
            <w:tcW w:w="3334" w:type="dxa"/>
            <w:shd w:val="clear" w:color="auto" w:fill="auto"/>
          </w:tcPr>
          <w:p w:rsidR="00FF50C2" w:rsidRDefault="00FF50C2" w:rsidP="00D834BB">
            <w:pPr>
              <w:pStyle w:val="libPoem"/>
            </w:pPr>
            <w:r>
              <w:rPr>
                <w:rtl/>
                <w:lang w:bidi="fa-IR"/>
              </w:rPr>
              <w:t>تا 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همه اوصاف تو با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بشن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FF50C2" w:rsidRDefault="00FF50C2" w:rsidP="00D834BB">
            <w:pPr>
              <w:pStyle w:val="libPoem"/>
              <w:rPr>
                <w:rtl/>
              </w:rPr>
            </w:pPr>
          </w:p>
        </w:tc>
        <w:tc>
          <w:tcPr>
            <w:tcW w:w="3320" w:type="dxa"/>
            <w:shd w:val="clear" w:color="auto" w:fill="auto"/>
          </w:tcPr>
          <w:p w:rsidR="00FF50C2" w:rsidRDefault="00FF50C2" w:rsidP="00D834BB">
            <w:pPr>
              <w:pStyle w:val="libPoem"/>
            </w:pPr>
            <w:r>
              <w:rPr>
                <w:rtl/>
                <w:lang w:bidi="fa-IR"/>
              </w:rPr>
              <w:t>در کو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سرگشته و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ند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50C2" w:rsidTr="008D586B">
        <w:trPr>
          <w:trHeight w:val="350"/>
        </w:trPr>
        <w:tc>
          <w:tcPr>
            <w:tcW w:w="3334" w:type="dxa"/>
          </w:tcPr>
          <w:p w:rsidR="00FF50C2" w:rsidRDefault="00FF50C2" w:rsidP="00D834BB">
            <w:pPr>
              <w:pStyle w:val="libPoem"/>
            </w:pPr>
            <w:r>
              <w:rPr>
                <w:rtl/>
                <w:lang w:bidi="fa-IR"/>
              </w:rPr>
              <w:t>بردار ز رخ پرده که تا خلق جهان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F50C2" w:rsidRDefault="00FF50C2" w:rsidP="00D834BB">
            <w:pPr>
              <w:pStyle w:val="libPoem"/>
              <w:rPr>
                <w:rtl/>
              </w:rPr>
            </w:pPr>
          </w:p>
        </w:tc>
        <w:tc>
          <w:tcPr>
            <w:tcW w:w="3320" w:type="dxa"/>
          </w:tcPr>
          <w:p w:rsidR="00FF50C2" w:rsidRDefault="00FF50C2" w:rsidP="00D834BB">
            <w:pPr>
              <w:pStyle w:val="libPoem"/>
            </w:pPr>
            <w:r>
              <w:rPr>
                <w:rtl/>
                <w:lang w:bidi="fa-IR"/>
              </w:rPr>
              <w:t>سر تا به قدم چشم شده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50C2" w:rsidTr="008D586B">
        <w:trPr>
          <w:trHeight w:val="350"/>
        </w:trPr>
        <w:tc>
          <w:tcPr>
            <w:tcW w:w="3334" w:type="dxa"/>
          </w:tcPr>
          <w:p w:rsidR="00FF50C2" w:rsidRDefault="00FF50C2" w:rsidP="00D834BB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گمشده دل کجات جو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F50C2" w:rsidRDefault="00FF50C2" w:rsidP="00D834BB">
            <w:pPr>
              <w:pStyle w:val="libPoem"/>
              <w:rPr>
                <w:rtl/>
              </w:rPr>
            </w:pPr>
          </w:p>
        </w:tc>
        <w:tc>
          <w:tcPr>
            <w:tcW w:w="3320" w:type="dxa"/>
          </w:tcPr>
          <w:p w:rsidR="00FF50C2" w:rsidRDefault="00FF50C2" w:rsidP="00D834BB">
            <w:pPr>
              <w:pStyle w:val="libPoem"/>
            </w:pPr>
            <w:r>
              <w:rPr>
                <w:rtl/>
                <w:lang w:bidi="fa-IR"/>
              </w:rPr>
              <w:t>در دست که مبتلات جو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50C2" w:rsidTr="008D586B">
        <w:trPr>
          <w:trHeight w:val="350"/>
        </w:trPr>
        <w:tc>
          <w:tcPr>
            <w:tcW w:w="3334" w:type="dxa"/>
          </w:tcPr>
          <w:p w:rsidR="00FF50C2" w:rsidRDefault="00FF50C2" w:rsidP="00D834BB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طائر ز آش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پر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F50C2" w:rsidRDefault="00FF50C2" w:rsidP="00D834BB">
            <w:pPr>
              <w:pStyle w:val="libPoem"/>
              <w:rPr>
                <w:rtl/>
              </w:rPr>
            </w:pPr>
          </w:p>
        </w:tc>
        <w:tc>
          <w:tcPr>
            <w:tcW w:w="3320" w:type="dxa"/>
          </w:tcPr>
          <w:p w:rsidR="00FF50C2" w:rsidRDefault="00FF50C2" w:rsidP="00D834BB">
            <w:pPr>
              <w:pStyle w:val="libPoem"/>
            </w:pPr>
            <w:r>
              <w:rPr>
                <w:rtl/>
                <w:lang w:bidi="fa-IR"/>
              </w:rPr>
              <w:t>در دامگه بلات جو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50C2" w:rsidTr="008D586B">
        <w:trPr>
          <w:trHeight w:val="350"/>
        </w:trPr>
        <w:tc>
          <w:tcPr>
            <w:tcW w:w="3334" w:type="dxa"/>
          </w:tcPr>
          <w:p w:rsidR="00FF50C2" w:rsidRDefault="00FF50C2" w:rsidP="00D834BB">
            <w:pPr>
              <w:pStyle w:val="libPoem"/>
            </w:pPr>
            <w:r>
              <w:rPr>
                <w:rtl/>
                <w:lang w:bidi="fa-IR"/>
              </w:rPr>
              <w:t>گاه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دوات چاره سازم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F50C2" w:rsidRDefault="00FF50C2" w:rsidP="00D834BB">
            <w:pPr>
              <w:pStyle w:val="libPoem"/>
              <w:rPr>
                <w:rtl/>
              </w:rPr>
            </w:pPr>
          </w:p>
        </w:tc>
        <w:tc>
          <w:tcPr>
            <w:tcW w:w="3320" w:type="dxa"/>
          </w:tcPr>
          <w:p w:rsidR="00FF50C2" w:rsidRDefault="008D586B" w:rsidP="00D834BB">
            <w:pPr>
              <w:pStyle w:val="libPoem"/>
            </w:pPr>
            <w:r>
              <w:rPr>
                <w:rtl/>
                <w:lang w:bidi="fa-IR"/>
              </w:rPr>
              <w:t>گاه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دعا شفات جو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="00FF50C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F50C2" w:rsidTr="008D586B">
        <w:tblPrEx>
          <w:tblLook w:val="04A0"/>
        </w:tblPrEx>
        <w:trPr>
          <w:trHeight w:val="350"/>
        </w:trPr>
        <w:tc>
          <w:tcPr>
            <w:tcW w:w="3334" w:type="dxa"/>
          </w:tcPr>
          <w:p w:rsidR="00FF50C2" w:rsidRDefault="008D586B" w:rsidP="00D834BB">
            <w:pPr>
              <w:pStyle w:val="libPoem"/>
            </w:pPr>
            <w:r>
              <w:rPr>
                <w:rtl/>
                <w:lang w:bidi="fa-IR"/>
              </w:rPr>
              <w:t>کس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چاره درد تو نداند</w:t>
            </w:r>
            <w:r w:rsidR="00FF50C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F50C2" w:rsidRDefault="00FF50C2" w:rsidP="00D834BB">
            <w:pPr>
              <w:pStyle w:val="libPoem"/>
              <w:rPr>
                <w:rtl/>
              </w:rPr>
            </w:pPr>
          </w:p>
        </w:tc>
        <w:tc>
          <w:tcPr>
            <w:tcW w:w="3320" w:type="dxa"/>
          </w:tcPr>
          <w:p w:rsidR="00FF50C2" w:rsidRDefault="008D586B" w:rsidP="00D834B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درمان</w:t>
            </w:r>
            <w:r>
              <w:rPr>
                <w:rtl/>
                <w:lang w:bidi="fa-IR"/>
              </w:rPr>
              <w:t xml:space="preserve"> مگر از خدات جو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="00FF50C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D586B" w:rsidTr="008D586B">
        <w:tblPrEx>
          <w:tblLook w:val="04A0"/>
        </w:tblPrEx>
        <w:trPr>
          <w:trHeight w:val="350"/>
        </w:trPr>
        <w:tc>
          <w:tcPr>
            <w:tcW w:w="3334" w:type="dxa"/>
          </w:tcPr>
          <w:p w:rsidR="008D586B" w:rsidRDefault="008D586B" w:rsidP="00D834BB">
            <w:pPr>
              <w:pStyle w:val="libPoem"/>
            </w:pPr>
            <w:r>
              <w:rPr>
                <w:rtl/>
                <w:lang w:bidi="fa-IR"/>
              </w:rPr>
              <w:t>(هاتف)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دل چرا نرفت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D586B" w:rsidRDefault="008D586B" w:rsidP="00D834BB">
            <w:pPr>
              <w:pStyle w:val="libPoem"/>
              <w:rPr>
                <w:rtl/>
              </w:rPr>
            </w:pPr>
          </w:p>
        </w:tc>
        <w:tc>
          <w:tcPr>
            <w:tcW w:w="3320" w:type="dxa"/>
          </w:tcPr>
          <w:p w:rsidR="008D586B" w:rsidRDefault="008D586B" w:rsidP="00D834BB">
            <w:pPr>
              <w:pStyle w:val="libPoem"/>
            </w:pPr>
            <w:r>
              <w:rPr>
                <w:rtl/>
                <w:lang w:bidi="fa-IR"/>
              </w:rPr>
              <w:t>هر جا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دل کجات جو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D586B" w:rsidRDefault="008D586B" w:rsidP="008D586B">
      <w:pPr>
        <w:pStyle w:val="libNormal"/>
        <w:rPr>
          <w:rtl/>
          <w:lang w:bidi="fa-IR"/>
        </w:rPr>
      </w:pPr>
    </w:p>
    <w:p w:rsidR="00BC358B" w:rsidRDefault="008D586B" w:rsidP="008D586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40" w:name="_Toc477343842"/>
      <w:bookmarkStart w:id="141" w:name="_Toc477343984"/>
      <w:r>
        <w:rPr>
          <w:rFonts w:hint="eastAsia"/>
          <w:rtl/>
          <w:lang w:bidi="fa-IR"/>
        </w:rPr>
        <w:t>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مرحوم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کفّاش</w:t>
      </w:r>
      <w:bookmarkEnd w:id="140"/>
      <w:bookmarkEnd w:id="141"/>
      <w:r>
        <w:rPr>
          <w:rtl/>
          <w:lang w:bidi="fa-IR"/>
        </w:rPr>
        <w:t xml:space="preserve"> </w:t>
      </w:r>
    </w:p>
    <w:p w:rsidR="00BC358B" w:rsidRDefault="00BC358B" w:rsidP="008D586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کسا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ذکرش قبلاً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گذشت، 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با مرحوم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دوز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نقل نمودند.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 که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مغازه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بازار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راه آهنگرها و بازار چهل تن داشت. شغل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کفش بود.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</w:t>
      </w:r>
      <w:r>
        <w:rPr>
          <w:rFonts w:hint="eastAsia"/>
          <w:rtl/>
          <w:lang w:bidi="fa-IR"/>
        </w:rPr>
        <w:t>وستان</w:t>
      </w:r>
      <w:r>
        <w:rPr>
          <w:rtl/>
          <w:lang w:bidi="fa-IR"/>
        </w:rPr>
        <w:t xml:space="preserve"> 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مرحوم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بود.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هنگام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و ذهاب به مسجد جامع تهران جهت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جماعت که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مغازه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 نزد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با هم به گفتگو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نشستند.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مرحوم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نقل نمودند که روز سرد زمستان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صبح که درب مغازه را باز نمودم تا</w:t>
      </w:r>
      <w:r w:rsidR="008D586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هنگام</w:t>
      </w:r>
      <w:r>
        <w:rPr>
          <w:rtl/>
          <w:lang w:bidi="fa-IR"/>
        </w:rPr>
        <w:t xml:space="preserve"> غروب مشتر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سراغم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</w:t>
      </w:r>
      <w:r>
        <w:rPr>
          <w:rtl/>
          <w:lang w:bidi="fa-IR"/>
        </w:rPr>
        <w:t>. درب مغازه را بستم و با دست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طرف منزل رهسپار شدم. هرچه به طرف منزل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نگران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چرا که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نداشتم حداقل 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الم</w:t>
      </w:r>
      <w:r>
        <w:rPr>
          <w:rtl/>
          <w:lang w:bidi="fa-IR"/>
        </w:rPr>
        <w:t xml:space="preserve"> ببرم. تا آنجا که ناچار شدم در کنار کوچه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منزل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بتوانم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</w:t>
      </w:r>
      <w:r>
        <w:rPr>
          <w:rtl/>
          <w:lang w:bidi="fa-IR"/>
        </w:rPr>
        <w:t>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فکر فرو رفته بودم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مقابلم ظاهر شد و فرمود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بقچه نان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من بقچه نان را گرفتم و بدون توجّه به آن شخص که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منزل به راه افتادم.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داخل منزل شدم خانواده گفتند: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بچه ها با حالت گرسنگ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گفتم بچه ها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کن که شام بخورند.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بقچه را باز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مشاهده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نان ها گرم است. مثل آنکه تازه از تنور درآمده. با کمال تعجب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نان ها مقدار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حلوا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شام را از آن نان و حلوا خورد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سفره را جمع </w:t>
      </w:r>
      <w:r>
        <w:rPr>
          <w:rtl/>
          <w:lang w:bidi="fa-IR"/>
        </w:rPr>
        <w:lastRenderedPageBreak/>
        <w:t>نموده صبح جهت صبحانه باز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کمال تعجب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نان ها و حلوا به مقدار شب گذشته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است! مرحوم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من فرمود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باور کن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ما از آن نان و حلوا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هرگز کم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بعد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سفره را باز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نان و حلوا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نبود. از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چه شد که نان و حلوا تمام شد؟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گفتند: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خانم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به منزل ما آمد</w:t>
      </w:r>
      <w:r w:rsidR="008D586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حدود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است که از منزل شما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عطر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استشمام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منزل شماست که منزل ما را هم معطر کرده؟ من هم در کمال سادگ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داستان نان و حلوا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نقل نمودم. مرحوم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گفت: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مطلع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برکت از منزل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رفت.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مرحوم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بود که به خدمت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8D586B" w:rsidRDefault="008D586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8D586B" w:rsidRDefault="00BC358B" w:rsidP="00055618">
      <w:pPr>
        <w:pStyle w:val="Heading2"/>
        <w:rPr>
          <w:rStyle w:val="libAlaemChar"/>
          <w:rtl/>
        </w:rPr>
      </w:pPr>
      <w:bookmarkStart w:id="142" w:name="_Toc477343843"/>
      <w:bookmarkStart w:id="143" w:name="_Toc477343985"/>
      <w:r>
        <w:rPr>
          <w:rFonts w:hint="eastAsia"/>
          <w:rtl/>
          <w:lang w:bidi="fa-IR"/>
        </w:rPr>
        <w:t>تشرّف</w:t>
      </w:r>
      <w:r>
        <w:rPr>
          <w:rtl/>
          <w:lang w:bidi="fa-IR"/>
        </w:rPr>
        <w:t xml:space="preserve">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 سبز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به محضر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</w:t>
      </w:r>
      <w:r w:rsidR="004D104C" w:rsidRPr="004D104C">
        <w:rPr>
          <w:rStyle w:val="libAlaemChar"/>
          <w:rtl/>
        </w:rPr>
        <w:t>عليه‌السلام</w:t>
      </w:r>
      <w:bookmarkEnd w:id="142"/>
      <w:bookmarkEnd w:id="143"/>
      <w:r w:rsidR="004D104C" w:rsidRPr="004D104C">
        <w:rPr>
          <w:rStyle w:val="libAlaemChar"/>
          <w:rtl/>
        </w:rPr>
        <w:t xml:space="preserve"> </w:t>
      </w:r>
    </w:p>
    <w:p w:rsidR="00BC358B" w:rsidRDefault="00BC358B" w:rsidP="008D586B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آنکه رضاخان به سلطنت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زنان را اجبار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نوروز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خانواده او بدون حجاب به قصد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احت</w:t>
      </w:r>
      <w:r>
        <w:rPr>
          <w:rtl/>
          <w:lang w:bidi="fa-IR"/>
        </w:rPr>
        <w:t xml:space="preserve"> به قم مسافرت نموده و به حرم حضرت معصومه </w:t>
      </w:r>
      <w:r w:rsidR="008A41F2" w:rsidRPr="008A41F2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وارد شدند.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با ا</w:t>
      </w:r>
      <w:r>
        <w:rPr>
          <w:rFonts w:hint="eastAsia"/>
          <w:rtl/>
          <w:lang w:bidi="fa-IR"/>
        </w:rPr>
        <w:t>عتراض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محمّد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بافق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 به رو شدند. آنها از حرم خارج شده و بلافاصله به تهران تلگراف زده و ما</w:t>
      </w:r>
      <w:r w:rsidR="008D586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وقع را به رضاخان گزارش کردند. رضاخان خود را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عاً</w:t>
      </w:r>
      <w:r>
        <w:rPr>
          <w:rtl/>
          <w:lang w:bidi="fa-IR"/>
        </w:rPr>
        <w:t xml:space="preserve"> به قم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(که شرح آن مفصل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مشروحاً نقل شود). و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پس از ضرب و شتم به تهران فرستاده 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سپس به حضرت عبدالعظ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نظر گرفت. معظم له حدود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</w:t>
      </w:r>
      <w:r>
        <w:rPr>
          <w:rtl/>
          <w:lang w:bidi="fa-IR"/>
        </w:rPr>
        <w:t xml:space="preserve"> سال در حضرت عبدالعظ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مدت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بنا نمود و شب و روز در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اسلام کوشا بود. مرحوم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 سبز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بود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</w:t>
      </w:r>
      <w:r>
        <w:rPr>
          <w:rFonts w:hint="eastAsia"/>
          <w:rtl/>
          <w:lang w:bidi="fa-IR"/>
        </w:rPr>
        <w:t>قل</w:t>
      </w:r>
      <w:r>
        <w:rPr>
          <w:rtl/>
          <w:lang w:bidi="fa-IR"/>
        </w:rPr>
        <w:t xml:space="preserve"> نمود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مدت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خدمت معظم</w:t>
      </w:r>
      <w:r w:rsidR="008D586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بودم. و شب ها به جلسات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چون شب ها محله ها و کوچه ها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مطلق بود رسم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مردم و علما شبانگاه که به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عنوان چراغ کش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آنها با چراغ فانوس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تا آنکه آن عالم بزرگوار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راه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مرحوم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</w:t>
      </w:r>
      <w:r>
        <w:rPr>
          <w:rtl/>
          <w:lang w:bidi="fa-IR"/>
        </w:rPr>
        <w:t xml:space="preserve"> سال تبع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معظم له افتخار چراغ 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عهده داشت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مدت کرامات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معظم له مشاهده نموده بودم. چون ارادت و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نسبت به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دانستم، کراراً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عاجزانه ت</w:t>
      </w:r>
      <w:r>
        <w:rPr>
          <w:rFonts w:hint="eastAsia"/>
          <w:rtl/>
          <w:lang w:bidi="fa-IR"/>
        </w:rPr>
        <w:t>قاضا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آن حضرت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ارائه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بودم به من </w:t>
      </w:r>
      <w:r>
        <w:rPr>
          <w:rtl/>
          <w:lang w:bidi="fa-IR"/>
        </w:rPr>
        <w:lastRenderedPageBreak/>
        <w:t>فرمودند: عباس! امسال مشرف به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موفق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آنچه به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خاطر بسپار و به آن بدون کم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عمل نما.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کربلا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آنکه غسل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وضو گرفت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آنکه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توجّه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حرم مطهر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ماً</w:t>
      </w:r>
      <w:r>
        <w:rPr>
          <w:rtl/>
          <w:lang w:bidi="fa-IR"/>
        </w:rPr>
        <w:t xml:space="preserve"> بالاسر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در آن مکان مقدّس حضرت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حال تشهد نماز بالاسر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</w:t>
      </w:r>
      <w:r w:rsidR="004D104C" w:rsidRPr="004D104C">
        <w:rPr>
          <w:rStyle w:val="libAlaemChar"/>
          <w:rFonts w:hint="eastAsia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در کمال تواضع و ا</w:t>
      </w:r>
      <w:r>
        <w:rPr>
          <w:rFonts w:hint="eastAsia"/>
          <w:rtl/>
          <w:lang w:bidi="fa-IR"/>
        </w:rPr>
        <w:t>دب</w:t>
      </w:r>
      <w:r>
        <w:rPr>
          <w:rtl/>
          <w:lang w:bidi="fa-IR"/>
        </w:rPr>
        <w:t xml:space="preserve"> در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جلوس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اتمام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دست دراز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مصافحه و التماس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بس مرحوم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بارها نقل نموده بود طبق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معظم له همان سال به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معجزه آسا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تشرفم به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 w:rsidR="008D586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فراهم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پس از آنکه به کربلا مشرف شدم، پس از مقدمات مشرف به حرم مطهر شدم. با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داخل حرم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ماً</w:t>
      </w:r>
      <w:r>
        <w:rPr>
          <w:rtl/>
          <w:lang w:bidi="fa-IR"/>
        </w:rPr>
        <w:t xml:space="preserve"> به طرف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رفتم. همان گونه که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فرموده بود،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در حال تشهد نماز مشاهده نمودم.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 در کم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خضوع و خشوع در محضر آن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اللَّه مطلق به زانو درآمدم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نقل نمود عبا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 دوش مبارکش مشاهده نمودم که اگر در شرق و غرب عالم به جستجو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به انتظار تمام شدن نماز لحظه شمار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نمودم.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سلام نماز را با صو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که هرگز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دل افزا در همه عمرم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به گوش سر و گوش جانم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مطمئن شدم نماز حضرت به اتمام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دست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ناقابلم را به عنوان مصافحه دراز نمودم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 متقابلاً دست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مبارکشان را به عنوان قبول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مصافحه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آوردند. دست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دست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قرار گرفت. در آن زمان که دست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در دست مبارک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بود، در چه عوالم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فقط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عرض کردم «التماس دعا». امّا من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تو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دست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 آن چنان لطافت و نرم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تو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دست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آن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آن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لطافت، ناگهان از دست تو خارج شود. با همان خصوص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چون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دستان مبارک از دستم خارج شد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وجود نازن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از نظرم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8D586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مقام و منزلت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محمّد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</w:t>
      </w:r>
      <w:r w:rsidR="008D586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إخبار کردن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 به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محضر آن حضرت و آنکه حضرت،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سر، در نماز و در حال تشهد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مصافحه نمودن و التماس دعا گفتن که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زمان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افتد، کاشف از تقرب و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معظم له به محضر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الاعظم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از مفصل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قصه مجمل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 تو خود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مفصل بخوان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مجمل «السلام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ناضر شجره 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سدره المنته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0"/>
        <w:gridCol w:w="268"/>
        <w:gridCol w:w="3314"/>
      </w:tblGrid>
      <w:tr w:rsidR="0043298B" w:rsidTr="00D834BB">
        <w:trPr>
          <w:trHeight w:val="350"/>
        </w:trPr>
        <w:tc>
          <w:tcPr>
            <w:tcW w:w="3920" w:type="dxa"/>
            <w:shd w:val="clear" w:color="auto" w:fill="auto"/>
          </w:tcPr>
          <w:p w:rsidR="0043298B" w:rsidRDefault="0043298B" w:rsidP="00D834B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که شد کشت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ما غرقه 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فراق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3298B" w:rsidRDefault="0043298B" w:rsidP="00D834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3298B" w:rsidRDefault="0043298B" w:rsidP="00D834BB">
            <w:pPr>
              <w:pStyle w:val="libPoem"/>
            </w:pPr>
            <w:r>
              <w:rPr>
                <w:rtl/>
                <w:lang w:bidi="fa-IR"/>
              </w:rPr>
              <w:t>بر سر کو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وصال تو بود ساحل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298B" w:rsidTr="00D834BB">
        <w:trPr>
          <w:trHeight w:val="350"/>
        </w:trPr>
        <w:tc>
          <w:tcPr>
            <w:tcW w:w="3920" w:type="dxa"/>
          </w:tcPr>
          <w:p w:rsidR="0043298B" w:rsidRDefault="0043298B" w:rsidP="00D834B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بب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دم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چهره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298B" w:rsidRDefault="0043298B" w:rsidP="00D834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298B" w:rsidRDefault="0043298B" w:rsidP="00D834BB">
            <w:pPr>
              <w:pStyle w:val="libPoem"/>
            </w:pPr>
            <w:r>
              <w:rPr>
                <w:rtl/>
                <w:lang w:bidi="fa-IR"/>
              </w:rPr>
              <w:t>ساربان تند مران بهر خدا محمل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3298B" w:rsidTr="00D834BB">
        <w:trPr>
          <w:trHeight w:val="350"/>
        </w:trPr>
        <w:tc>
          <w:tcPr>
            <w:tcW w:w="3920" w:type="dxa"/>
          </w:tcPr>
          <w:p w:rsidR="0043298B" w:rsidRDefault="0043298B" w:rsidP="00D834B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حج</w:t>
            </w:r>
            <w:r>
              <w:rPr>
                <w:rFonts w:hint="cs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بن الحسن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خسرو خوبان جهان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3298B" w:rsidRDefault="0043298B" w:rsidP="00D834BB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3298B" w:rsidRDefault="0043298B" w:rsidP="00D834BB">
            <w:pPr>
              <w:pStyle w:val="libPoem"/>
            </w:pPr>
            <w:r>
              <w:rPr>
                <w:rtl/>
                <w:lang w:bidi="fa-IR"/>
              </w:rPr>
              <w:t>دارم 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شود لطف شما شامل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3298B" w:rsidRDefault="0043298B" w:rsidP="00BC358B">
      <w:pPr>
        <w:pStyle w:val="libNormal"/>
        <w:rPr>
          <w:rtl/>
          <w:lang w:bidi="fa-IR"/>
        </w:rPr>
      </w:pPr>
    </w:p>
    <w:p w:rsidR="00BC358B" w:rsidRDefault="0043298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44" w:name="_Toc477343844"/>
      <w:bookmarkStart w:id="145" w:name="_Toc477343986"/>
      <w:r>
        <w:rPr>
          <w:rFonts w:hint="eastAsia"/>
          <w:rtl/>
          <w:lang w:bidi="fa-IR"/>
        </w:rPr>
        <w:t>حج</w:t>
      </w:r>
      <w:r w:rsidR="0043298B">
        <w:rPr>
          <w:rFonts w:hint="cs"/>
          <w:rtl/>
          <w:lang w:bidi="fa-IR"/>
        </w:rPr>
        <w:t>ت</w:t>
      </w:r>
      <w:r>
        <w:rPr>
          <w:rtl/>
          <w:lang w:bidi="fa-IR"/>
        </w:rPr>
        <w:t xml:space="preserve"> الاسلام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رضا دربند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معاصر</w:t>
      </w:r>
      <w:bookmarkEnd w:id="144"/>
      <w:bookmarkEnd w:id="145"/>
    </w:p>
    <w:p w:rsidR="0043298B" w:rsidRDefault="00BC358B" w:rsidP="004329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معظم</w:t>
      </w:r>
      <w:r>
        <w:rPr>
          <w:rtl/>
          <w:lang w:bidi="fa-IR"/>
        </w:rPr>
        <w:t xml:space="preserve"> له در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سلوک و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نفس از محضر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آقا بزرگ ساوج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 سالک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اللَّه بوده و در تهران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بهره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برده و عمر خود را در راه خدمت به خلق صرف نموده و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خداوند متعال در گفتار و کر</w:t>
      </w:r>
      <w:r>
        <w:rPr>
          <w:rFonts w:hint="eastAsia"/>
          <w:rtl/>
          <w:lang w:bidi="fa-IR"/>
        </w:rPr>
        <w:t>دارش</w:t>
      </w:r>
      <w:r>
        <w:rPr>
          <w:rtl/>
          <w:lang w:bidi="fa-IR"/>
        </w:rPr>
        <w:t xml:space="preserve"> نداشت. او به تمام معنا اسوه تقوا و معلم اخلاق بود. مجالست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انسان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خداوند متعال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حضور در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حاصل شده بود، بحث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رابطه با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مطرح شد. فرمودند: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کنم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وجود پروردگار متعال بنما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عرض کردم: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سر تا پا گوشم. فرمودند: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مقصد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حرکت بود. 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انتظار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مقصد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 w:rsidR="0043298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عاجز از رفع آن بود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خودکش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 دور از نظر بستگانش خود را به عرشه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عرشه خود را به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انداخت.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عرشه ناظر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 بود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به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افتاد. غواصان به دستور ناخدا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سرعت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هرچه تمام تر به جهت نج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ختند</w:t>
      </w:r>
      <w:r>
        <w:rPr>
          <w:rtl/>
          <w:lang w:bidi="fa-IR"/>
        </w:rPr>
        <w:t>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آه و ناله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گذاشته بودند، پس از مدّت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غواصان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 نجات داده به درون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آوردند.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اطراف بدن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رمق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جمع شده پس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او با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تعجب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نگاه کرده،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پدر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شوهر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و آن دگر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برادر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پس از آنکه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 تحت معالجه قرار دادند و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باز </w:t>
      </w: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از او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: تو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سرگذشت تو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 من از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فلان شهر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 به قصد تجارت سوار بر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مقصد در حرکت بودم، ناگهان طوفان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در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واژگون نمود. من از همه وسائط قطع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نمودم و به پروردگار متعال متوسل شدم.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الآن خود را در حضور شما درون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>. مرحوم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طوفان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واژگون کند.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خداوند متعال اتکال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 و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ندازد</w:t>
      </w:r>
      <w:r>
        <w:rPr>
          <w:rtl/>
          <w:lang w:bidi="fa-IR"/>
        </w:rPr>
        <w:t xml:space="preserve"> و همزمان غواصان به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 کنند و او را از</w:t>
      </w:r>
      <w:r w:rsidR="0043298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مرگ</w:t>
      </w:r>
      <w:r>
        <w:rPr>
          <w:rtl/>
          <w:lang w:bidi="fa-IR"/>
        </w:rPr>
        <w:t xml:space="preserve">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دهند. چه قدرت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 به هم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ربط داده جز قدرت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متعال؟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از خداوند نجات خواسته نجات دهد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مرگ را انتخاب نموده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نجات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دهد. سپس فرمودند: با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و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دل پروردگار متعال را مشاهده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BC358B" w:rsidRDefault="0043298B" w:rsidP="004329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46" w:name="_Toc477343845"/>
      <w:bookmarkStart w:id="147" w:name="_Toc477343987"/>
      <w:r>
        <w:rPr>
          <w:rFonts w:hint="eastAsia"/>
          <w:rtl/>
          <w:lang w:bidi="fa-IR"/>
        </w:rPr>
        <w:t>کاسب</w:t>
      </w:r>
      <w:r>
        <w:rPr>
          <w:rtl/>
          <w:lang w:bidi="fa-IR"/>
        </w:rPr>
        <w:t xml:space="preserve"> متق</w:t>
      </w:r>
      <w:r>
        <w:rPr>
          <w:rFonts w:hint="cs"/>
          <w:rtl/>
          <w:lang w:bidi="fa-IR"/>
        </w:rPr>
        <w:t>ی</w:t>
      </w:r>
      <w:bookmarkEnd w:id="146"/>
      <w:bookmarkEnd w:id="147"/>
      <w:r>
        <w:rPr>
          <w:rtl/>
          <w:lang w:bidi="fa-IR"/>
        </w:rPr>
        <w:t xml:space="preserve"> </w:t>
      </w:r>
    </w:p>
    <w:p w:rsidR="00E95A7E" w:rsidRDefault="00BC358B" w:rsidP="0043298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کاسب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مصداق «الکاسب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اللَّه»</w:t>
      </w:r>
      <w:r w:rsidRPr="0043298B">
        <w:rPr>
          <w:rStyle w:val="libFootnotenumChar"/>
          <w:rtl/>
        </w:rPr>
        <w:t>(54)</w:t>
      </w:r>
      <w:r>
        <w:rPr>
          <w:rtl/>
          <w:lang w:bidi="fa-IR"/>
        </w:rPr>
        <w:t xml:space="preserve"> بود در محله حمام گلشن مغازه داشت، به نام مرحوم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 موسو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او کاسب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باتقوا بود.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نقل نمود که در زمان جنگ دوم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1320 تاجر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روغن فروش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جانب مراجعه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حلب روغن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به مغازه آن تاجر رفتم و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حلب روغن را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پول آن را نقداً پرداخت نمودم و قرار شد که تاجر مذکور روغن ها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بفرستد. روز بعد از معامله تاجر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داد اگر حاضر به فسخ معامله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دو برابر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دهم</w:t>
      </w:r>
      <w:r>
        <w:rPr>
          <w:rtl/>
          <w:lang w:bidi="fa-IR"/>
        </w:rPr>
        <w:t xml:space="preserve"> و از روغن ها صرف نظر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غام</w:t>
      </w:r>
      <w:r>
        <w:rPr>
          <w:rtl/>
          <w:lang w:bidi="fa-IR"/>
        </w:rPr>
        <w:t xml:space="preserve"> دادم که روغن ها را از شما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ام و حاضر به اقاله</w:t>
      </w:r>
      <w:r w:rsidRPr="0043298B">
        <w:rPr>
          <w:rStyle w:val="libFootnotenumChar"/>
          <w:rtl/>
        </w:rPr>
        <w:t xml:space="preserve">(55) </w:t>
      </w:r>
      <w:r>
        <w:rPr>
          <w:rtl/>
          <w:lang w:bidi="fa-IR"/>
        </w:rPr>
        <w:t>آن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باشم. هرچه زودتر روغن ها را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پس از آنکه روغن ها را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گرفتم اعلام نمودم هر خانواده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مقدار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tl/>
          <w:lang w:bidi="fa-IR"/>
        </w:rPr>
        <w:t xml:space="preserve"> روغن به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س</w:t>
      </w:r>
      <w:r>
        <w:rPr>
          <w:rFonts w:hint="eastAsia"/>
          <w:rtl/>
          <w:lang w:bidi="fa-IR"/>
        </w:rPr>
        <w:t>ابق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روغن به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برابر ترق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بود. کل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حلب روغن را که هر حلب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هفده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tl/>
          <w:lang w:bidi="fa-IR"/>
        </w:rPr>
        <w:t xml:space="preserve"> بود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محل به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نمودم.</w:t>
      </w:r>
      <w:r w:rsidR="0043298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کنم خداوند متعال هم</w:t>
      </w:r>
      <w:r w:rsidR="0043298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مقابل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مجاهدت و گذشت از سود کلان و خدمت به خلق خدا به آن مرحوم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فرمود که امروز در قم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مدرس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سطح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حوزه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وزنه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نمونه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اقران خود در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قم به نام حجت الاسلام و المسلم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حاج آقا رسول 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وجودش منشأ برکات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طلاب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="0043298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واقعه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اتفاق افتاده بود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نقل نمود که شرح آن مز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</w:t>
      </w:r>
      <w:r>
        <w:rPr>
          <w:rtl/>
          <w:lang w:bidi="fa-IR"/>
        </w:rPr>
        <w:lastRenderedPageBreak/>
        <w:t>اعتقادات خواننده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گردد. شرح واقعه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</w:t>
      </w:r>
      <w:r w:rsidR="0043298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فرمودند</w:t>
      </w:r>
      <w:r>
        <w:rPr>
          <w:rtl/>
          <w:lang w:bidi="fa-IR"/>
        </w:rPr>
        <w:t xml:space="preserve"> در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آنکه متأهل شده بودم و خداوند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بود مبتلا به پادرد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و هرچه به اطبّا مراجعه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گرفتم و روز به روز بر شدت درد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افزوده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تا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ساق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رانم چسب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راه رفتن عاجز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اگر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اناً</w:t>
      </w:r>
      <w:r>
        <w:rPr>
          <w:rtl/>
          <w:lang w:bidi="fa-IR"/>
        </w:rPr>
        <w:t xml:space="preserve"> به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مراجعه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بستگانم مرا به کول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گرفتند.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منوال گذشت. و آنچه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داشتم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نمودم و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رابطه با معالجه نگرفتم.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صال</w:t>
      </w:r>
      <w:r>
        <w:rPr>
          <w:rtl/>
          <w:lang w:bidi="fa-IR"/>
        </w:rPr>
        <w:t xml:space="preserve"> به فکر فرو رفته بودم و به عاقبت امر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.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</w:t>
      </w:r>
      <w:r>
        <w:rPr>
          <w:rFonts w:hint="eastAsia"/>
          <w:rtl/>
          <w:lang w:bidi="fa-IR"/>
        </w:rPr>
        <w:t>رف</w:t>
      </w:r>
      <w:r>
        <w:rPr>
          <w:rtl/>
          <w:lang w:bidi="fa-IR"/>
        </w:rPr>
        <w:t xml:space="preserve"> مسؤول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اهل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ال،</w:t>
      </w:r>
      <w:r>
        <w:rPr>
          <w:rtl/>
          <w:lang w:bidi="fa-IR"/>
        </w:rPr>
        <w:t xml:space="preserve"> از طرف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دست دادن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کسب و از طرف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از پا افتادن و بالاتر از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مشکلات در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اوّل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طوفان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وجودم هجوم آورده و ارکان 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 را متزلزل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و از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</w:t>
      </w:r>
      <w:r>
        <w:rPr>
          <w:rtl/>
          <w:lang w:bidi="fa-IR"/>
        </w:rPr>
        <w:t xml:space="preserve"> نموده، از خود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شدم و ج</w:t>
      </w:r>
      <w:r>
        <w:rPr>
          <w:rFonts w:hint="eastAsia"/>
          <w:rtl/>
          <w:lang w:bidi="fa-IR"/>
        </w:rPr>
        <w:t>دّ</w:t>
      </w:r>
      <w:r>
        <w:rPr>
          <w:rtl/>
          <w:lang w:bidi="fa-IR"/>
        </w:rPr>
        <w:t xml:space="preserve"> بزرگوارم حضرت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</w:t>
      </w:r>
      <w:r w:rsidR="0043298B" w:rsidRPr="00B13A8E">
        <w:rPr>
          <w:rFonts w:eastAsiaTheme="minorHAnsi"/>
          <w:rtl/>
        </w:rPr>
        <w:t xml:space="preserve"> </w:t>
      </w:r>
      <w:r w:rsidR="0043298B" w:rsidRPr="0043298B">
        <w:rPr>
          <w:rStyle w:val="libAlaemChar"/>
          <w:rFonts w:eastAsiaTheme="minorHAnsi"/>
          <w:rtl/>
        </w:rPr>
        <w:t>عليهما‌السلام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مخاطب قرار داده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اشک از چشمانم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عرض کردم: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جداه! اگر از فردا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او را ناسزا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وجودم را سراسر غم و اندوه فرا گرفته بود به خواب رفتم.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چه مقدار در خواب بودم. ناگهان متوجه شدم که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بزرگ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در کمال عظمت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و نوران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مقابلم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ستاده،</w:t>
      </w:r>
      <w:r>
        <w:rPr>
          <w:rtl/>
          <w:lang w:bidi="fa-IR"/>
        </w:rPr>
        <w:t xml:space="preserve"> با تشدد فرمودند: «س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غلط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برو وضو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نمازت را بخوان». من از وحشت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 و سراس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به قصد وضو به طرف حوض رفتم. صورت و دست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شستم. مسح سر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 مسح پا بکشم با خود گفتم من که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قابل حرکت نبود!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خوابم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دارم</w:t>
      </w:r>
      <w:r>
        <w:rPr>
          <w:rtl/>
          <w:lang w:bidi="fa-IR"/>
        </w:rPr>
        <w:t xml:space="preserve">!؟ پس از آنکه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نمودم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دارم</w:t>
      </w:r>
      <w:r>
        <w:rPr>
          <w:rtl/>
          <w:lang w:bidi="fa-IR"/>
        </w:rPr>
        <w:t xml:space="preserve"> مطمئن شدم که مورد توجّه و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جدّ بزرگوارم واقع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. مسح </w:t>
      </w:r>
      <w:r>
        <w:rPr>
          <w:rtl/>
          <w:lang w:bidi="fa-IR"/>
        </w:rPr>
        <w:lastRenderedPageBreak/>
        <w:t>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مشغول نماز صبح شدم. پس از نماز از نعمت سلامت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متعال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بود سپاسگزار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و از گفته خودم از جدّ بزرگوار خود عذرخواه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نمودم. انتظار دارم که خوانندگان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خواندن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پند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آموزنده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توسلاتشان را نسبت به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رب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</w:p>
    <w:p w:rsidR="00BC358B" w:rsidRDefault="00E95A7E" w:rsidP="004329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48" w:name="_Toc477343846"/>
      <w:bookmarkStart w:id="149" w:name="_Toc477343988"/>
      <w:r>
        <w:rPr>
          <w:rFonts w:hint="eastAsia"/>
          <w:rtl/>
          <w:lang w:bidi="fa-IR"/>
        </w:rPr>
        <w:t>لطف</w:t>
      </w:r>
      <w:r>
        <w:rPr>
          <w:rtl/>
          <w:lang w:bidi="fa-IR"/>
        </w:rPr>
        <w:t xml:space="preserve"> حضرت اباعبداللَّه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درباره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ذاکر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</w:t>
      </w:r>
      <w:bookmarkEnd w:id="148"/>
      <w:bookmarkEnd w:id="149"/>
    </w:p>
    <w:p w:rsidR="00BC358B" w:rsidRDefault="00BC358B" w:rsidP="00E95A7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موهبت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خداوند به هر کس که بخواهد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اعم از صوت دلربا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قد و قامت رعنا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چهره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باشد؛ چنان که از معصوم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شده: «ان اللَّه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حبّ</w:t>
      </w:r>
      <w:r>
        <w:rPr>
          <w:rtl/>
          <w:lang w:bidi="fa-IR"/>
        </w:rPr>
        <w:t xml:space="preserve"> الجمال؛ خداوند متعال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باست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</w:t>
      </w: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دارد»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 w:rsidR="00E95A7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خالق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است).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درباره قرائت قرآن از معصوم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شده: «اقرؤوا القرآن بصوت الحسن؛ قرآن را با نغمه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تلاوت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 همان طور که صوت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tl/>
          <w:lang w:bidi="fa-IR"/>
        </w:rPr>
        <w:t xml:space="preserve"> در خوانندگان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آن بهره 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ند؛</w:t>
      </w:r>
      <w:r>
        <w:rPr>
          <w:rtl/>
          <w:lang w:bidi="fa-IR"/>
        </w:rPr>
        <w:t xml:space="preserve"> خصوصاً ذاکران و مداحان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با نغمات دل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حز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به مجالس آقا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شور و 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راستا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ذکرش در گذشته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 نقل نمودند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ذاکر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حضرت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الشهدا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دوستان بودند 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مطلوب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نداشتند و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از او به ندرت دعوت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خاطر در مض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داشت 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گذشت.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خود گفتم تو که عمر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خدمت صادقانه به محضر حضرت اباعبداللَّه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انجام داده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روزگار را به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بگذران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لذا تص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به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مشرف شوم و در کنار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آن حضرت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قبه دعا و از خداوند متعال درخواست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مشکل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ابم</w:t>
      </w:r>
      <w:r>
        <w:rPr>
          <w:rtl/>
          <w:lang w:bidi="fa-IR"/>
        </w:rPr>
        <w:t>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خود را به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پس از توسل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قبه آن مظهر رحمت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خواسته خود را از پروردگار متع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تمنّا نمودم. پس از آن از حرم مطهر خارج و به محل سکونت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مراجعت نمودم و شب را به صبح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. صبح </w:t>
      </w:r>
      <w:r>
        <w:rPr>
          <w:rtl/>
          <w:lang w:bidi="fa-IR"/>
        </w:rPr>
        <w:lastRenderedPageBreak/>
        <w:t>هنگام، مبتلا به سرماخوردگ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پس از معالجه و مداوا تارها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حنجره ام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تر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رو به وخامت نهاد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من هم قابل قبول</w:t>
      </w:r>
      <w:r w:rsidR="00E95A7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نبود</w:t>
      </w:r>
      <w:r>
        <w:rPr>
          <w:rtl/>
          <w:lang w:bidi="fa-IR"/>
        </w:rPr>
        <w:t>. بعد از آنکه قصد حرکت از عتبات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 نمودم بعد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وداع، حضرت را مخاطب قرار دادم و عرض نمودم: آقاجان من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شما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شدم، سزاوار نبود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با آن ذکر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شما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 به آن لطمه وارد شود!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به مجالس عزا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دعوت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هر حال با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تهران مراجعت نمودم. پس از آنکه مقدمات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اتمام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مجلس هفتگ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رفتم.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گرفته خود شروع به ذکر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نمودم شور و ولوله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مستمع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افتاد. بعد از اتم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ذکر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چه شده که قبلاً من ذکر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شور و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شما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جواب دادند قبلاً روضه خواندن 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جاذبه و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نداشت.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 صوت و نغمه شما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نهفته شده که همه ما را در ذکر عزا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الشهدا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خود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نمود. اشخاص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 مجلس بودند هر کدامشان مرا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هفته و ماه دعوت نمودند. به هر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شور و انقلاب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برپا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روز به روز بر تعداد دعوت کنندگان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من هم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نمودم.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متعال به خاطر آقا اباعبداللَّه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حقّ من نمود، جاذبه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قرار داد که مستمع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 شگفت زده و مجذوب نموده و به</w:t>
      </w:r>
      <w:r w:rsidR="00E95A7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پاس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لطف پروردگار متعال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او در تشکر و سپاس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«السلام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 xml:space="preserve">الواسعه و باب نجات الامّه و 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و برکاته»</w:t>
      </w:r>
    </w:p>
    <w:p w:rsidR="00E95A7E" w:rsidRDefault="00E95A7E" w:rsidP="00BC358B">
      <w:pPr>
        <w:pStyle w:val="libNormal"/>
        <w:rPr>
          <w:rtl/>
          <w:lang w:bidi="fa-IR"/>
        </w:rPr>
      </w:pPr>
    </w:p>
    <w:p w:rsidR="00A608BA" w:rsidRDefault="00BC358B" w:rsidP="00A608B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ذکر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صادقه</w:t>
      </w:r>
      <w:r w:rsidRPr="00E95A7E">
        <w:rPr>
          <w:rStyle w:val="libFootnotenumChar"/>
          <w:rtl/>
        </w:rPr>
        <w:t>(56)</w:t>
      </w:r>
      <w:r w:rsidR="00E95A7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از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القدر و عالم متق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صاحب مقامات ظاهره و کرامات باهره،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 نجف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معروف به خارکن که امرار معاش خود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عالم بزرگوار از خارکن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نادرشاه به نجف اشرف مشرف شد، در برخورد با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کرد: آ</w:t>
      </w:r>
      <w:r>
        <w:rPr>
          <w:rFonts w:hint="eastAsia"/>
          <w:rtl/>
          <w:lang w:bidi="fa-IR"/>
        </w:rPr>
        <w:t>قا</w:t>
      </w:r>
      <w:r>
        <w:rPr>
          <w:rtl/>
          <w:lang w:bidi="fa-IR"/>
        </w:rPr>
        <w:t xml:space="preserve"> همت کرده و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گذشته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نادرشاه فرمود: «بلکه همت را نادر نموده که از آخرت گذشته».</w:t>
      </w:r>
      <w:r>
        <w:rPr>
          <w:rFonts w:hint="eastAsia"/>
          <w:rtl/>
          <w:lang w:bidi="fa-IR"/>
        </w:rPr>
        <w:t>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است که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پول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زوار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اشرار نجف او را به سرقت برده،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حال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به مولا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ملتج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متوسل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شب هنگام مولا را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حضرت به او فرمود: فلان و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در فلان موضع برو و هر کس را در آنجا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مال خود را از او بخواه. آن مرد بعد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مکان رفت و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مذکور را در آنجا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با خود گفت مقام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مناف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چگونه مطالبه مال خود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>! لهذا مأ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</w:t>
      </w:r>
      <w:r>
        <w:rPr>
          <w:rtl/>
          <w:lang w:bidi="fa-IR"/>
        </w:rPr>
        <w:t xml:space="preserve"> برگشت. دوباره متوسل شد. باز در خواب حضرت او را به همان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فرمودند.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خدمت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قدرت اظهار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ننمود.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متوسل شد. باز در خواب حضرت او را به همان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فرمود. بعد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خود گفت: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واقعه به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 w:rsidR="00E95A7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ملامت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سرّ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لهذا به آن مکان رفت و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واقعه را به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نمود.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فرمود: «صدق جدّ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97775C" w:rsidRPr="0097775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»</w:t>
      </w:r>
      <w:r w:rsidRPr="00E95A7E">
        <w:rPr>
          <w:rStyle w:val="libFootnotenumChar"/>
          <w:rtl/>
        </w:rPr>
        <w:t>(57)</w:t>
      </w:r>
      <w:r>
        <w:rPr>
          <w:rtl/>
          <w:lang w:bidi="fa-IR"/>
        </w:rPr>
        <w:t xml:space="preserve"> به او گفت فردا ظهر به مسجد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تا آنکه پول تو را بدهم. پس مناد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اهل نجف صَلا در 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 xml:space="preserve"> که فردا ظهر مردم در مسجد حاضر شوند. مردم چون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دانستند واقعه تازه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اتفاق افتاده از عالم و جاهل و </w:t>
      </w:r>
      <w:r>
        <w:rPr>
          <w:rtl/>
          <w:lang w:bidi="fa-IR"/>
        </w:rPr>
        <w:lastRenderedPageBreak/>
        <w:t>عادل و فاسق جمع آمدند. جناب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نماز ظهر و عصر را به جماعت ادا نمود. سپس بر منبر برآمد و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الناس!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آگاه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من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شهر کاظم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ساکن بودم.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بغداد رفتم. به مغازه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جنس مراجعه نمودم. جنس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از پول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او دادم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درهم به او بدهکار شدم. وعده کردم در مراجعت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بغداد طلب او را بپردازم. بعد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بغداد مراجعه نمودم، جهت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مغا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او رفتم. مغازه را بسته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. معلومم شد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رفته.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مغازه شدم و آن درهم را از روزنه درب به داخل انداختم.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گمان که وارث او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اثاث مغازه را تصرف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 درهم را هم متصرف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من از دِ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به ک</w:t>
      </w:r>
      <w:r>
        <w:rPr>
          <w:rFonts w:hint="eastAsia"/>
          <w:rtl/>
          <w:lang w:bidi="fa-IR"/>
        </w:rPr>
        <w:t>اظم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برگشتم و به منزل خود رفتم. شب هنگام که به خواب فرو رفتم، چنان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برپا شده و خلق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حساب و کتاب درآمدند. و اهوال</w:t>
      </w:r>
      <w:r w:rsidRPr="00E95A7E">
        <w:rPr>
          <w:rStyle w:val="libFootnotenumChar"/>
          <w:rtl/>
        </w:rPr>
        <w:t>(58)</w:t>
      </w:r>
      <w:r>
        <w:rPr>
          <w:rtl/>
          <w:lang w:bidi="fa-IR"/>
        </w:rPr>
        <w:t xml:space="preserve"> آن موقف و عقبات</w:t>
      </w:r>
      <w:r w:rsidR="00E95A7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را چنان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عهده عشر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اعشار</w:t>
      </w:r>
      <w:r w:rsidRPr="00E95A7E">
        <w:rPr>
          <w:rStyle w:val="libFootnotenumChar"/>
          <w:rtl/>
        </w:rPr>
        <w:t>(59)</w:t>
      </w:r>
      <w:r>
        <w:rPr>
          <w:rtl/>
          <w:lang w:bidi="fa-IR"/>
        </w:rPr>
        <w:t xml:space="preserve"> آن نتواند برآ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هر حال، پس از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مراحل و عبور از منازل مرا بر صراط عبور دادند که خداوند در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="00E95A7E" w:rsidRPr="00E95A7E">
        <w:rPr>
          <w:rStyle w:val="libAlaemChar"/>
          <w:rFonts w:hint="cs"/>
          <w:rtl/>
        </w:rPr>
        <w:t>(</w:t>
      </w:r>
      <w:r w:rsidRPr="00E95A7E">
        <w:rPr>
          <w:rStyle w:val="libAieChar"/>
          <w:rtl/>
        </w:rPr>
        <w:t>وَإِن مِنکُمْ إِلَّا وَارِدُها کانَ عَلَ</w:t>
      </w:r>
      <w:r w:rsidRPr="00E95A7E">
        <w:rPr>
          <w:rStyle w:val="libAieChar"/>
          <w:rFonts w:hint="cs"/>
          <w:rtl/>
        </w:rPr>
        <w:t>ی</w:t>
      </w:r>
      <w:r w:rsidRPr="00E95A7E">
        <w:rPr>
          <w:rStyle w:val="libAieChar"/>
          <w:rtl/>
        </w:rPr>
        <w:t xml:space="preserve"> رَبِّکَ حَتْماً مَقْضِ</w:t>
      </w:r>
      <w:r w:rsidRPr="00E95A7E">
        <w:rPr>
          <w:rStyle w:val="libAieChar"/>
          <w:rFonts w:hint="cs"/>
          <w:rtl/>
        </w:rPr>
        <w:t>یّ</w:t>
      </w:r>
      <w:r w:rsidRPr="00E95A7E">
        <w:rPr>
          <w:rStyle w:val="libAieChar"/>
          <w:rFonts w:hint="eastAsia"/>
          <w:rtl/>
        </w:rPr>
        <w:t>اً</w:t>
      </w:r>
      <w:r w:rsidR="00E95A7E" w:rsidRPr="00E95A7E">
        <w:rPr>
          <w:rStyle w:val="libAlaemChar"/>
          <w:rFonts w:hint="cs"/>
          <w:rtl/>
        </w:rPr>
        <w:t>)</w:t>
      </w:r>
      <w:r w:rsidRPr="00E95A7E">
        <w:rPr>
          <w:rStyle w:val="libFootnotenumChar"/>
          <w:rtl/>
        </w:rPr>
        <w:t xml:space="preserve">(60) </w:t>
      </w:r>
      <w:r>
        <w:rPr>
          <w:rtl/>
          <w:lang w:bidi="fa-IR"/>
        </w:rPr>
        <w:t>چه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. </w:t>
      </w:r>
      <w:r>
        <w:rPr>
          <w:rFonts w:hint="eastAsia"/>
          <w:rtl/>
          <w:lang w:bidi="fa-IR"/>
        </w:rPr>
        <w:t>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مو بر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جهنم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بود که بدا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را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و آتش جهنم بر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برافروخته، اگر آن را به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آتش 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کنم از هزار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نگفته ام که خلا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بر آن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پروانه وار در آتش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فرشتگان اطراف آن را گرفته و «ربّ </w:t>
      </w:r>
      <w:r>
        <w:rPr>
          <w:rFonts w:hint="eastAsia"/>
          <w:rtl/>
          <w:lang w:bidi="fa-IR"/>
        </w:rPr>
        <w:t>سلّم</w:t>
      </w:r>
      <w:r>
        <w:rPr>
          <w:rtl/>
          <w:lang w:bidi="fa-IR"/>
        </w:rPr>
        <w:t xml:space="preserve"> سلّم امه محمّد</w:t>
      </w:r>
      <w:r w:rsidR="00E95A7E">
        <w:rPr>
          <w:rFonts w:hint="cs"/>
          <w:rtl/>
          <w:lang w:bidi="fa-IR"/>
        </w:rPr>
        <w:t xml:space="preserve"> </w:t>
      </w:r>
      <w:r w:rsidR="00E95A7E" w:rsidRPr="00E95A7E">
        <w:rPr>
          <w:rStyle w:val="libAlaemChar"/>
          <w:rFonts w:eastAsiaTheme="minorHAnsi"/>
          <w:rtl/>
        </w:rPr>
        <w:t>صلى‌الله‌عليه‌وآله</w:t>
      </w:r>
      <w:r w:rsidR="00E95A7E" w:rsidRPr="00B13A8E">
        <w:rPr>
          <w:rFonts w:eastAsiaTheme="minorHAnsi"/>
          <w:rtl/>
        </w:rPr>
        <w:t xml:space="preserve"> </w:t>
      </w:r>
      <w:r>
        <w:rPr>
          <w:rtl/>
          <w:lang w:bidi="fa-IR"/>
        </w:rPr>
        <w:t>»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و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و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پا و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و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ادگان</w:t>
      </w:r>
      <w:r>
        <w:rPr>
          <w:rtl/>
          <w:lang w:bidi="fa-IR"/>
        </w:rPr>
        <w:t xml:space="preserve"> و قوم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سواران و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باد تند و بالجمله من در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خوف وارد شدم و خداوند اعانت نمود، روانه شدم. </w:t>
      </w:r>
      <w:r>
        <w:rPr>
          <w:rtl/>
          <w:lang w:bidi="fa-IR"/>
        </w:rPr>
        <w:lastRenderedPageBreak/>
        <w:t>لکن از مشاهده آن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آتش دلم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هوش از سرم پر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لکن به هر حال خود را به وسط صراط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ناگاه 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آتش از قعر جهنم بلند شد و در جلو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واقع شد و راه عبور بر من بست و مرا مضطرب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لذا مراجعت و استقامت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مقدور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ندانستم آن آتش سوزان چه بود. خوب تأمّل کردم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آن شخص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بغداد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بدن او 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سوختن در جهنم چون 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بزرگ شده و مجاورت آتش مانند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محمات</w:t>
      </w:r>
      <w:r w:rsidRPr="00E95A7E">
        <w:rPr>
          <w:rStyle w:val="libFootnotenumChar"/>
          <w:rtl/>
        </w:rPr>
        <w:t>(61)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پارچه آتش شده. چون</w:t>
      </w:r>
      <w:r w:rsidR="00E95A7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را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بر خود لرز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صدا برآورد که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درهم مرا بده. جواب گفتم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 مرا رها کن. من از کجا درهم تو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اورم؟</w:t>
      </w:r>
      <w:r>
        <w:rPr>
          <w:rtl/>
          <w:lang w:bidi="fa-IR"/>
        </w:rPr>
        <w:t xml:space="preserve"> گفت راست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درهم 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لکن در عوض درهم مرا با خود ببر. گفتم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خداوند بهشت را بر کفّار حرام فرموده. گفت پس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نزد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>. گفتم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 بر من رحم کن. آمدن و سوختن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چه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دارد؟ گفت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دلم تسلا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الحاح</w:t>
      </w:r>
      <w:r w:rsidRPr="00A608BA">
        <w:rPr>
          <w:rStyle w:val="libFootnotenumChar"/>
          <w:rtl/>
        </w:rPr>
        <w:t xml:space="preserve">(62) </w:t>
      </w:r>
      <w:r>
        <w:rPr>
          <w:rtl/>
          <w:lang w:bidi="fa-IR"/>
        </w:rPr>
        <w:t>و التماس کردم.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واقع نگرد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بالاخره چون الحاح من به طول انجام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 پس بگذار تو را در آغوش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خود بچسبانم تا آنکه خنک شوم. چون د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ها گشود که مرا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بچسباند،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مثل مس گداخته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بار التماس نمودم. پنجه خود را گشود و گفت پس پنجه خود را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ات گذارم.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طاقت ندارم. ابا کردم. پس انگشت سبابه خود را جلو آورد و گفت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حالت من م</w:t>
      </w:r>
      <w:r>
        <w:rPr>
          <w:rFonts w:hint="eastAsia"/>
          <w:rtl/>
          <w:lang w:bidi="fa-IR"/>
        </w:rPr>
        <w:t>ستحضر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لاعلاج تمک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نمودم. چون آن انگشت بر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ام نهاد از شدت حرارت آن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اعضا و جوارحم بسوخت و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 و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انگشت را در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خود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سپس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خود گشود و آن موضع را به حاضر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نشان داد. و گفت از آن وقت تاکنون آنچه معالجه نموده ام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حاصل نشده است. چون آن جمع مشاهده کردند،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موحش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بر خود لرز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پس جناب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خداوند از حقّ الناس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گذرد، اگرچه درهم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</w:t>
      </w:r>
      <w:r w:rsidR="00A608B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پس چگونه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حال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خرج راه زوار و دوست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به سرقت ببرد. هر کس از پول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زائر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خبر دارد به او رد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ناگاه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حاضر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مجلس برخاست و عرض کرد: آقا! من از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پول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زائر خبر دارم. پس او را با خود برد و پول او را به او رد نمود.</w:t>
      </w:r>
      <w:r w:rsidR="00A608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شده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خود را بعد از مرگش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احوال او را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جواب داد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در عالم برزخ گرفتارم. سؤال نمود علّت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در جواب گفت: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اتم</w:t>
      </w:r>
      <w:r>
        <w:rPr>
          <w:rtl/>
          <w:lang w:bidi="fa-IR"/>
        </w:rPr>
        <w:t xml:space="preserve"> مرد خارکن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خار بر دوش داشت. من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خار را از پشته جدا نموده و خلال دند</w:t>
      </w:r>
      <w:r>
        <w:rPr>
          <w:rFonts w:hint="eastAsia"/>
          <w:rtl/>
          <w:lang w:bidi="fa-IR"/>
        </w:rPr>
        <w:t>انم</w:t>
      </w:r>
      <w:r>
        <w:rPr>
          <w:rtl/>
          <w:lang w:bidi="fa-IR"/>
        </w:rPr>
        <w:t xml:space="preserve"> نمودم. بعد از مرگم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سؤالم که چرا بدون اجازه خارکن از پشته او 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جدا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خار که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به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درست است که ارزش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لکن ملک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داشته و منوط به استجازه صاحبش بوده، چرا بدون اجازه صاحب آن، خار را از پشته خارکن برگر</w:t>
      </w:r>
      <w:r>
        <w:rPr>
          <w:rFonts w:hint="eastAsia"/>
          <w:rtl/>
          <w:lang w:bidi="fa-IR"/>
        </w:rPr>
        <w:t>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6"/>
        <w:gridCol w:w="269"/>
        <w:gridCol w:w="3307"/>
      </w:tblGrid>
      <w:tr w:rsidR="00A608BA" w:rsidTr="00D834BB">
        <w:trPr>
          <w:trHeight w:val="350"/>
        </w:trPr>
        <w:tc>
          <w:tcPr>
            <w:tcW w:w="3346" w:type="dxa"/>
            <w:shd w:val="clear" w:color="auto" w:fill="auto"/>
          </w:tcPr>
          <w:p w:rsidR="00A608BA" w:rsidRDefault="00A608BA" w:rsidP="00D834BB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جهنم خبر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شنو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A608BA" w:rsidRDefault="00A608BA" w:rsidP="00D834BB">
            <w:pPr>
              <w:pStyle w:val="libPoem"/>
              <w:rPr>
                <w:rtl/>
              </w:rPr>
            </w:pPr>
          </w:p>
        </w:tc>
        <w:tc>
          <w:tcPr>
            <w:tcW w:w="3307" w:type="dxa"/>
            <w:shd w:val="clear" w:color="auto" w:fill="auto"/>
          </w:tcPr>
          <w:p w:rsidR="00A608BA" w:rsidRDefault="00A608BA" w:rsidP="00D834BB">
            <w:pPr>
              <w:pStyle w:val="libPoem"/>
            </w:pPr>
            <w:r>
              <w:rPr>
                <w:rtl/>
                <w:lang w:bidi="fa-IR"/>
              </w:rPr>
              <w:t>دست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از دور بر آتش دار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834BB" w:rsidTr="00D834BB">
        <w:tblPrEx>
          <w:tblLook w:val="04A0"/>
        </w:tblPrEx>
        <w:trPr>
          <w:trHeight w:val="350"/>
        </w:trPr>
        <w:tc>
          <w:tcPr>
            <w:tcW w:w="3346" w:type="dxa"/>
          </w:tcPr>
          <w:p w:rsidR="00D834BB" w:rsidRDefault="00D834BB" w:rsidP="00B13A8E">
            <w:pPr>
              <w:pStyle w:val="libPoem"/>
            </w:pPr>
            <w:r w:rsidRPr="00D834BB">
              <w:rPr>
                <w:rtl/>
              </w:rPr>
              <w:t>گر مسلمان</w:t>
            </w:r>
            <w:r w:rsidRPr="00D834BB">
              <w:rPr>
                <w:rFonts w:hint="cs"/>
                <w:rtl/>
              </w:rPr>
              <w:t>ی</w:t>
            </w:r>
            <w:r w:rsidRPr="00D834BB">
              <w:rPr>
                <w:rtl/>
              </w:rPr>
              <w:t xml:space="preserve"> هم</w:t>
            </w:r>
            <w:r w:rsidRPr="00D834BB">
              <w:rPr>
                <w:rFonts w:hint="cs"/>
                <w:rtl/>
              </w:rPr>
              <w:t>ی</w:t>
            </w:r>
            <w:r w:rsidRPr="00D834BB">
              <w:rPr>
                <w:rFonts w:hint="eastAsia"/>
                <w:rtl/>
              </w:rPr>
              <w:t>ن</w:t>
            </w:r>
            <w:r w:rsidRPr="00D834BB">
              <w:rPr>
                <w:rtl/>
              </w:rPr>
              <w:t xml:space="preserve"> است که حافظ</w:t>
            </w:r>
            <w:r w:rsidR="00B13A8E">
              <w:rPr>
                <w:rFonts w:hint="cs"/>
                <w:rtl/>
              </w:rPr>
              <w:t xml:space="preserve"> </w:t>
            </w:r>
            <w:r w:rsidRPr="00D834BB">
              <w:rPr>
                <w:rtl/>
              </w:rPr>
              <w:t>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D834BB" w:rsidRDefault="00D834BB" w:rsidP="00D834BB">
            <w:pPr>
              <w:pStyle w:val="libPoem"/>
              <w:rPr>
                <w:rtl/>
              </w:rPr>
            </w:pPr>
          </w:p>
        </w:tc>
        <w:tc>
          <w:tcPr>
            <w:tcW w:w="3307" w:type="dxa"/>
          </w:tcPr>
          <w:p w:rsidR="00D834BB" w:rsidRDefault="00D834BB" w:rsidP="00D834BB">
            <w:pPr>
              <w:pStyle w:val="libPoem"/>
            </w:pPr>
            <w:r w:rsidRPr="00D834BB">
              <w:rPr>
                <w:rtl/>
              </w:rPr>
              <w:t>وا</w:t>
            </w:r>
            <w:r w:rsidRPr="00D834BB">
              <w:rPr>
                <w:rFonts w:hint="cs"/>
                <w:rtl/>
              </w:rPr>
              <w:t>ی</w:t>
            </w:r>
            <w:r w:rsidRPr="00D834BB">
              <w:rPr>
                <w:rtl/>
              </w:rPr>
              <w:t xml:space="preserve"> اگر از پس امروز بود فردا</w:t>
            </w:r>
            <w:r w:rsidRPr="00D834BB">
              <w:rPr>
                <w:rFonts w:hint="cs"/>
                <w:rtl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608BA" w:rsidRDefault="00A608BA" w:rsidP="00BC358B">
      <w:pPr>
        <w:pStyle w:val="libNormal"/>
        <w:rPr>
          <w:rtl/>
          <w:lang w:bidi="fa-IR"/>
        </w:rPr>
      </w:pPr>
    </w:p>
    <w:p w:rsidR="00BC358B" w:rsidRDefault="00A608BA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50" w:name="_Toc477343847"/>
      <w:bookmarkStart w:id="151" w:name="_Toc477343989"/>
      <w:r>
        <w:rPr>
          <w:rFonts w:hint="eastAsia"/>
          <w:rtl/>
          <w:lang w:bidi="fa-IR"/>
        </w:rPr>
        <w:t>تشرف</w:t>
      </w:r>
      <w:r>
        <w:rPr>
          <w:rtl/>
          <w:lang w:bidi="fa-IR"/>
        </w:rPr>
        <w:t xml:space="preserve"> ملاقاسم رشت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خدمت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</w:t>
      </w:r>
      <w:r w:rsidR="004D104C" w:rsidRPr="004D104C">
        <w:rPr>
          <w:rStyle w:val="libAlaemChar"/>
          <w:rtl/>
        </w:rPr>
        <w:t>عليه‌السلام</w:t>
      </w:r>
      <w:bookmarkEnd w:id="150"/>
      <w:bookmarkEnd w:id="151"/>
      <w:r w:rsidR="004D104C" w:rsidRPr="004D104C">
        <w:rPr>
          <w:rStyle w:val="libAlaemChar"/>
          <w:rtl/>
        </w:rPr>
        <w:t xml:space="preserve"> </w:t>
      </w:r>
    </w:p>
    <w:p w:rsidR="00BC358B" w:rsidRDefault="00BC358B" w:rsidP="00D834BB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زمان فتحعل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 قاجار به محضر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مشرف شده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نشناخته، مرحوم ملاقاسم رشت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خوان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مورد وثوق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بوده.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از طرف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 xml:space="preserve"> که به اصفهان بروم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نفر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علما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نشان</w:t>
      </w:r>
      <w:r>
        <w:rPr>
          <w:rtl/>
          <w:lang w:bidi="fa-IR"/>
        </w:rPr>
        <w:t xml:space="preserve"> کدورت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شده بود اصلاح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پس از رفتن</w:t>
      </w:r>
      <w:r w:rsidR="00D834BB">
        <w:rPr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اصفهان خدمت آن دو بزرگوار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موفق به اصلاح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شدم.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اصفهان بودم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هفته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تفرج کنان در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نوکر خود به طرف قبرستان تخته پولاد که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متبرک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رفتم. چون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بودم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که جز شب جمعه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هفته</w:t>
      </w:r>
      <w:r>
        <w:rPr>
          <w:rtl/>
          <w:lang w:bidi="fa-IR"/>
        </w:rPr>
        <w:t xml:space="preserve"> خلوت است.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مشغول رفتن بودم هوس 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کردم. به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قبر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رمحمّدباقر</w:t>
      </w:r>
      <w:r>
        <w:rPr>
          <w:rtl/>
          <w:lang w:bidi="fa-IR"/>
        </w:rPr>
        <w:t xml:space="preserve"> داماد (اعل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اللَّه مقامه) است داخل شدم. کنار قبر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ستادم</w:t>
      </w:r>
      <w:r>
        <w:rPr>
          <w:rtl/>
          <w:lang w:bidi="fa-IR"/>
        </w:rPr>
        <w:t xml:space="preserve"> و مشغول خواندن فاتحه شدم. متوجه شدم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نشسته مرا مورد خطاب قرار داد، فرمود: ملاقا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>! چرا وارد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سنّت حضرت رسالت پناه (ارواح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له الفداء) سلام نکرد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از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خجل شده عذر آوردم که چون دور بودم خواستم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شوم آن وقت سلام کنم. فرمودند: نه شما ملاها ادب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من از آن شخص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 دلم نشست.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رفتم و سلام کر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جواب سلامم را داد. پدر و مادرم را اسم بردند که فلان و فلان بودند چون اولاد ذکور از آنها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 پدرت نذر کرد اگر خداوند اولاد پسر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اهل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خبر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قرار دهد و خداوند تو را به او کرامت فرمود. او هم به نذ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وفا نمود. عرض کردم: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ام. بعد </w:t>
      </w:r>
      <w:r>
        <w:rPr>
          <w:rtl/>
          <w:lang w:bidi="fa-IR"/>
        </w:rPr>
        <w:lastRenderedPageBreak/>
        <w:t>فرمودند حالا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 تا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من 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آر بساز. در ذهنم گذشت به نوکرم ارجاع دهم. فرمودند: نه خودت بساز. عرض کردم به چشم. دست در</w:t>
      </w:r>
      <w:r w:rsidR="00D834BB">
        <w:rPr>
          <w:lang w:bidi="fa-IR"/>
        </w:rPr>
        <w:t xml:space="preserve"> </w:t>
      </w:r>
      <w:r>
        <w:rPr>
          <w:rFonts w:hint="eastAsia"/>
          <w:rtl/>
          <w:lang w:bidi="fa-IR"/>
        </w:rPr>
        <w:t>چندتا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فرو برده، 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با آب تازه. به در آوردم و تنباکو و ذغال مو و سنگ چخماق به قدر همان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دفعه بود ساختم و خود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فرمودند: آتش 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در چندتا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بگذار. اطاعت نمودم. فرمودند: چند روز است وارد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شده ام و از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خوشم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نکرده ام وارد شهر شوم. اکنون اراده مازندران کرده ام که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آنجا بروم. فرمودند: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قبرستان چند 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مدفون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آنها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برخاستند و چندتا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دست گرفته روانه شدند.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فرمودند: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نجاست</w:t>
      </w:r>
      <w:r>
        <w:rPr>
          <w:rtl/>
          <w:lang w:bidi="fa-IR"/>
        </w:rPr>
        <w:t xml:space="preserve"> قبر آن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.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خواندند که با آن عبارت در کتب ادع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بودم. پس از آن قبور دور شدند و فرمودند: عازم مازندران هستم. از من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بخواه. زادالمسافر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خواستم. فرمودند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آموزم. اصرار کردم. گفتند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مقدر است. تا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 گ</w:t>
      </w:r>
      <w:r>
        <w:rPr>
          <w:rFonts w:hint="eastAsia"/>
          <w:rtl/>
          <w:lang w:bidi="fa-IR"/>
        </w:rPr>
        <w:t>فتم</w:t>
      </w:r>
      <w:r>
        <w:rPr>
          <w:rtl/>
          <w:lang w:bidi="fa-IR"/>
        </w:rPr>
        <w:t>: چه شود که با در به 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نرسد؟ فرمودند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نقدر</w:t>
      </w:r>
      <w:r>
        <w:rPr>
          <w:rtl/>
          <w:lang w:bidi="fa-IR"/>
        </w:rPr>
        <w:t xml:space="preserve"> قابل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عرض کردم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استدعا نه 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فرمودند: پس چرا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منتخبه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باز استدعا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تکرار نمودم. فرمودند اگر مرا در مسجد سهله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آموزم. عرض کردم پس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فرمودند: دو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آموزم؛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 خودت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نفعش عام باشد که اگر مؤمن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افتد بخواند، مُجرّب است. هر دو دعا را قرائت فرمودند. عرض کردم که افسوس که قلمدان با خود ندارم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حفظ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فرمودند من قلمدان دارم. از چندتا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در آور. دست</w:t>
      </w:r>
      <w:r w:rsidR="00D834BB">
        <w:rPr>
          <w:lang w:bidi="fa-IR"/>
        </w:rPr>
        <w:t xml:space="preserve"> </w:t>
      </w:r>
      <w:r>
        <w:rPr>
          <w:rtl/>
          <w:lang w:bidi="fa-IR"/>
        </w:rPr>
        <w:t>در چندتا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نمودم نه 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نه لوازم 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>. فقط قلمدان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قلم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دوات و قطعه کاغذ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قدر نوشتن آن دعا. متأمل و متعجب شدم. به من تند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فرمودند: زود باش مرا معطل نکن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بروم. من هم با اضطراب سر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افکنده مه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نوشتن شدم. اوّل </w:t>
      </w:r>
      <w:r>
        <w:rPr>
          <w:rFonts w:hint="eastAsia"/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 را املا کردند و نوشتم. و به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خواندند: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محمّد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فاطمه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صاحب الزمان ادرکن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لا تهلکن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 w:rsidRPr="00D834BB">
        <w:rPr>
          <w:rStyle w:val="libFootnotenumChar"/>
          <w:rtl/>
        </w:rPr>
        <w:t>(63)</w:t>
      </w:r>
      <w:r>
        <w:rPr>
          <w:rtl/>
          <w:lang w:bidi="fa-IR"/>
        </w:rPr>
        <w:t xml:space="preserve">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صبر کردم. فرمودند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عبارت را غلط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عرض کردم: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چون خطاب به چهار نفر است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غه</w:t>
      </w:r>
      <w:r>
        <w:rPr>
          <w:rtl/>
          <w:lang w:bidi="fa-IR"/>
        </w:rPr>
        <w:t xml:space="preserve"> جمع گفته شود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(ادر</w:t>
      </w:r>
      <w:r>
        <w:rPr>
          <w:rFonts w:hint="eastAsia"/>
          <w:rtl/>
          <w:lang w:bidi="fa-IR"/>
        </w:rPr>
        <w:t>کون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لا تهلکون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فرمودند: خطا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«ناظم کل حضرت صاحب الامر است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در ملک او تصرف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محمّد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فاطمه را به شفاعت نزد آن بزرگوار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او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استمداد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جواب 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نوشتم.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تمام شد سر بلند نمودم، به هر طرف نگر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از نوکرم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او هم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شده بود مثل آن در وجود من هرگز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نشده بود. به شهر و به خانه حاج محمّد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دوستانم آمدم. در کتابخانه بودند. به من گفت آخوند مگر تب کرده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گفتم: نه. واقعه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من گذشته. نشستم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گفتم.</w:t>
      </w:r>
      <w:r w:rsidR="00D834B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را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دآباد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آموخته اند و در پشت کتاب دعا نوشته ام. برخاستند کتاب مزبور را آوردند. ادرکون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لا تهلکون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شده بود. او را پاک</w:t>
      </w:r>
      <w:r w:rsidR="00D834BB">
        <w:rPr>
          <w:lang w:bidi="fa-IR"/>
        </w:rPr>
        <w:t xml:space="preserve"> </w:t>
      </w:r>
      <w:r>
        <w:rPr>
          <w:rFonts w:hint="eastAsia"/>
          <w:rtl/>
          <w:lang w:bidi="fa-IR"/>
        </w:rPr>
        <w:t>نمودند</w:t>
      </w:r>
      <w:r>
        <w:rPr>
          <w:rtl/>
          <w:lang w:bidi="fa-IR"/>
        </w:rPr>
        <w:t xml:space="preserve"> و هر دو را به فعل مفرد «ادرکن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لا تهلکن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نوشتند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 را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اوردند</w:t>
      </w:r>
      <w:r w:rsidRPr="00D834BB">
        <w:rPr>
          <w:rStyle w:val="libFootnotenumChar"/>
          <w:rtl/>
        </w:rPr>
        <w:t>.(64)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7"/>
        <w:gridCol w:w="268"/>
        <w:gridCol w:w="3307"/>
      </w:tblGrid>
      <w:tr w:rsidR="00B13A8E" w:rsidTr="00F16169">
        <w:trPr>
          <w:trHeight w:val="350"/>
        </w:trPr>
        <w:tc>
          <w:tcPr>
            <w:tcW w:w="3920" w:type="dxa"/>
            <w:shd w:val="clear" w:color="auto" w:fill="auto"/>
          </w:tcPr>
          <w:p w:rsidR="00B13A8E" w:rsidRDefault="00B13A8E" w:rsidP="00F16169">
            <w:pPr>
              <w:pStyle w:val="libPoem"/>
            </w:pPr>
            <w:r w:rsidRPr="00D834BB">
              <w:rPr>
                <w:rFonts w:hint="eastAsia"/>
                <w:rtl/>
              </w:rPr>
              <w:t>ل</w:t>
            </w:r>
            <w:r w:rsidRPr="00D834BB">
              <w:rPr>
                <w:rFonts w:hint="cs"/>
                <w:rtl/>
              </w:rPr>
              <w:t>ی</w:t>
            </w:r>
            <w:r w:rsidRPr="00D834BB">
              <w:rPr>
                <w:rtl/>
              </w:rPr>
              <w:t xml:space="preserve"> حب</w:t>
            </w:r>
            <w:r>
              <w:rPr>
                <w:rFonts w:hint="cs"/>
                <w:rtl/>
              </w:rPr>
              <w:t>ش</w:t>
            </w:r>
            <w:r w:rsidRPr="00D834BB">
              <w:rPr>
                <w:rFonts w:hint="cs"/>
                <w:rtl/>
              </w:rPr>
              <w:t>ی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D834BB">
              <w:rPr>
                <w:rtl/>
              </w:rPr>
              <w:t>مدن</w:t>
            </w:r>
            <w:r w:rsidRPr="00D834BB">
              <w:rPr>
                <w:rFonts w:hint="cs"/>
                <w:rtl/>
              </w:rPr>
              <w:t>یّ</w:t>
            </w:r>
            <w:r w:rsidRPr="00D834BB">
              <w:rPr>
                <w:rtl/>
              </w:rPr>
              <w:t xml:space="preserve"> عرب</w:t>
            </w:r>
            <w:r w:rsidRPr="00D834BB">
              <w:rPr>
                <w:rFonts w:hint="cs"/>
                <w:rtl/>
              </w:rPr>
              <w:t>یّ</w:t>
            </w:r>
            <w:r>
              <w:rPr>
                <w:rtl/>
                <w:lang w:bidi="fa-IR"/>
              </w:rPr>
              <w:t xml:space="preserve"> قرش</w:t>
            </w:r>
            <w:r>
              <w:rPr>
                <w:rFonts w:hint="cs"/>
                <w:rtl/>
                <w:lang w:bidi="fa-IR"/>
              </w:rPr>
              <w:t>یّ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B13A8E" w:rsidRDefault="00B13A8E" w:rsidP="00F1616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B13A8E" w:rsidRDefault="00B13A8E" w:rsidP="00F16169">
            <w:pPr>
              <w:pStyle w:val="libPoem"/>
            </w:pPr>
            <w:r>
              <w:rPr>
                <w:rtl/>
                <w:lang w:bidi="fa-IR"/>
              </w:rPr>
              <w:t>که بود عشق رخش ما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رند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خوش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13A8E" w:rsidTr="00F16169">
        <w:trPr>
          <w:trHeight w:val="350"/>
        </w:trPr>
        <w:tc>
          <w:tcPr>
            <w:tcW w:w="3920" w:type="dxa"/>
          </w:tcPr>
          <w:p w:rsidR="00B13A8E" w:rsidRDefault="00B13A8E" w:rsidP="00F16169">
            <w:pPr>
              <w:pStyle w:val="libPoem"/>
            </w:pPr>
            <w:r>
              <w:rPr>
                <w:rtl/>
                <w:lang w:bidi="fa-IR"/>
              </w:rPr>
              <w:t>لاف عشقش نزنم او عرب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من عجم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B13A8E" w:rsidRDefault="00B13A8E" w:rsidP="00F1616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B13A8E" w:rsidRDefault="00B13A8E" w:rsidP="00F16169">
            <w:pPr>
              <w:pStyle w:val="libPoem"/>
            </w:pPr>
            <w:r>
              <w:rPr>
                <w:rtl/>
                <w:lang w:bidi="fa-IR"/>
              </w:rPr>
              <w:t>فهم رازش نکنم او قرش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من حبش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13A8E" w:rsidRPr="00B13A8E" w:rsidRDefault="00B13A8E" w:rsidP="00B13A8E">
      <w:pPr>
        <w:pStyle w:val="libNormal"/>
        <w:rPr>
          <w:rtl/>
        </w:rPr>
      </w:pPr>
    </w:p>
    <w:p w:rsidR="00BC358B" w:rsidRPr="00B13A8E" w:rsidRDefault="00BC358B" w:rsidP="00055618">
      <w:pPr>
        <w:pStyle w:val="Heading2"/>
        <w:rPr>
          <w:rtl/>
        </w:rPr>
      </w:pPr>
      <w:bookmarkStart w:id="152" w:name="_Toc477343848"/>
      <w:bookmarkStart w:id="153" w:name="_Toc477343990"/>
      <w:r w:rsidRPr="00B13A8E">
        <w:rPr>
          <w:rFonts w:hint="eastAsia"/>
          <w:rtl/>
        </w:rPr>
        <w:t>حزن</w:t>
      </w:r>
      <w:r w:rsidRPr="00B13A8E">
        <w:rPr>
          <w:rtl/>
        </w:rPr>
        <w:t xml:space="preserve"> و اندوه امام صادق در فراق حضرت مهد</w:t>
      </w:r>
      <w:r w:rsidRPr="00B13A8E">
        <w:rPr>
          <w:rFonts w:hint="cs"/>
          <w:rtl/>
        </w:rPr>
        <w:t>ی</w:t>
      </w:r>
      <w:r w:rsidRPr="00B13A8E">
        <w:rPr>
          <w:rtl/>
        </w:rPr>
        <w:t xml:space="preserve"> </w:t>
      </w:r>
      <w:r w:rsidR="000C01A7" w:rsidRPr="00B13A8E">
        <w:rPr>
          <w:rStyle w:val="libAlaemChar"/>
          <w:rtl/>
        </w:rPr>
        <w:t>عليهما‌السلام</w:t>
      </w:r>
      <w:bookmarkEnd w:id="152"/>
      <w:bookmarkEnd w:id="153"/>
      <w:r w:rsidR="000C01A7" w:rsidRPr="00B13A8E">
        <w:rPr>
          <w:rtl/>
        </w:rPr>
        <w:t xml:space="preserve"> </w:t>
      </w:r>
    </w:p>
    <w:p w:rsidR="00BC358B" w:rsidRDefault="00BC358B" w:rsidP="00B13A8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صدوق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در اکمال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از سد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گفت: من و مفضل و ابوبص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ابان بن تغلب به خدمت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امام جعفر صادق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 نشسته و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به «مسح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در تن داشت که آست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کوتاه بود و از شدت اندوه، واله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بود و مانند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فرزند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را از دست داده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مانند جگر سوخته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آثار حزن و محنت در چهره حقّ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ظاهر و هو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بود و اشک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حقّ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تو خواب از چشمانم ربوده و بستر را بر من تن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نموده و استراحت مرا 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سرور از دل من ربوده است.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تو مص</w:t>
      </w:r>
      <w:r>
        <w:rPr>
          <w:rFonts w:hint="cs"/>
          <w:rtl/>
          <w:lang w:bidi="fa-IR"/>
        </w:rPr>
        <w:t>ی</w:t>
      </w:r>
      <w:r w:rsidR="00B13A8E">
        <w:rPr>
          <w:rFonts w:hint="cs"/>
          <w:rtl/>
          <w:lang w:bidi="fa-IR"/>
        </w:rPr>
        <w:t>ب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مرا دائم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نوائب را بر من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الدوام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آب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مرا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ناله و فغان و حزن را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آورده و بلاها را بر من متصل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ده»</w:t>
      </w:r>
      <w:r>
        <w:rPr>
          <w:rtl/>
          <w:lang w:bidi="fa-IR"/>
        </w:rPr>
        <w:t>.</w:t>
      </w:r>
    </w:p>
    <w:p w:rsidR="00BC358B" w:rsidRDefault="00BC358B" w:rsidP="00B13A8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گفت: چون حضرت را به آن حالت مشاهده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عقل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پرواز نمود. واله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از جزع آن حضرت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 که پاره گردد و گمان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آن حضرت را زهر خوران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آنکه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 w:rsidR="00B13A8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بلاها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دهر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حادث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. پس عرض کردم: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خلق! خدا هرگز چشم شما را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نگرداند. چه حادثه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را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نموده است و چه حادثه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پس حضرت از شدت غصه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آه سوزناک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دل غمناک برکش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فرمود که من صبح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نظر در کتاب جفر نمودم و آن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مشتمل بر علم منا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بلا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در آن کتاب جفر بلاها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نام برده شده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علوم گذشته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تا </w:t>
      </w:r>
      <w:r>
        <w:rPr>
          <w:rtl/>
          <w:lang w:bidi="fa-IR"/>
        </w:rPr>
        <w:lastRenderedPageBreak/>
        <w:t>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در آن ذکر شده و خداوند متعال آن علوم را مخصوص محمّد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بعد از او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. نگاه کردم در آن کتاب ولادت حضرت صاحب الامر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آن حضرت و طول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و دراز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عمر او و ابتلاء مؤمنان را در زمان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شدن شک و شبهه در دل مردم از جهت طول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او و مرتد شدن اکثر مردم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کردن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سمان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را از گردن خود که حقّ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گردن بندگان خود قرار داده است. پس رقت مرا دست داد و حزن بر من غالب شده است.</w:t>
      </w:r>
      <w:r w:rsidR="00B13A8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کنم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امام معصوم در فراق آن حضرت قبل از تولدش اشک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بر زبان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آن حضرت که مبتلا به انواع امتحانات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به شک و شبهه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افتند و تا آنجا که اکثر خلق اللَّه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و مرتد شده</w:t>
      </w:r>
      <w:r w:rsidR="00B13A8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سمان</w:t>
      </w:r>
      <w:r>
        <w:rPr>
          <w:rtl/>
          <w:lang w:bidi="fa-IR"/>
        </w:rPr>
        <w:t xml:space="preserve">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گردن خود خلع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ناله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سزاوار است که 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حضرتش به امام صادق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تأس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در فراق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ندبه نموده و اشک چشمانشان خشک نگردد و دست توسل خود را از 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وجود مبارکش کوتاه نگردانند.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الدوام ب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«عز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ان 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الخلق و 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 w:rsidRPr="00B13A8E">
        <w:rPr>
          <w:rStyle w:val="libFootnotenumChar"/>
          <w:rtl/>
        </w:rPr>
        <w:t xml:space="preserve">(65) </w:t>
      </w:r>
      <w:r>
        <w:rPr>
          <w:rtl/>
          <w:lang w:bidi="fa-IR"/>
        </w:rPr>
        <w:t>و دائماً به محضر مبارکش عرض کنند: «رض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اماماً و هاد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و ول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و مرشداً» و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راسخ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مطمئن عرض کنند: «ذخرک اللَّه لنصره الدّ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اعزاز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الانتقام من الجاحد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المارق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 w:rsidRPr="00B13A8E">
        <w:rPr>
          <w:rStyle w:val="libFootnotenumChar"/>
          <w:rtl/>
        </w:rPr>
        <w:t>(66)</w:t>
      </w:r>
      <w:r>
        <w:rPr>
          <w:rtl/>
          <w:lang w:bidi="fa-IR"/>
        </w:rPr>
        <w:t xml:space="preserve"> و د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بار با تمام وجود و از سو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 ندا در دهند: «اذ انت نظام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عسوب</w:t>
      </w:r>
      <w:r>
        <w:rPr>
          <w:rtl/>
          <w:lang w:bidi="fa-IR"/>
        </w:rPr>
        <w:t xml:space="preserve"> المتق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عزّ الموحد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بذلک امرن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ربّ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>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«السلام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الامم»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تو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موعود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مقصد و مقصود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شاهد و مشهود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حجت معبود 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پرده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درآ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جانم به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آخر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شاهد بزم الستم از باده عشق تو مستم بر سر راه تو نشستم تا آ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دستم از پرده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درآ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جانم به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آخر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</w:p>
    <w:p w:rsidR="00B13A8E" w:rsidRDefault="00B13A8E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54" w:name="_Toc477343849"/>
      <w:bookmarkStart w:id="155" w:name="_Toc477343991"/>
      <w:r>
        <w:rPr>
          <w:rFonts w:hint="eastAsia"/>
          <w:rtl/>
          <w:lang w:bidi="fa-IR"/>
        </w:rPr>
        <w:t>عاقبت</w:t>
      </w:r>
      <w:r>
        <w:rPr>
          <w:rtl/>
          <w:lang w:bidi="fa-IR"/>
        </w:rPr>
        <w:t xml:space="preserve"> 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bookmarkEnd w:id="154"/>
      <w:bookmarkEnd w:id="155"/>
      <w:r>
        <w:rPr>
          <w:rtl/>
          <w:lang w:bidi="fa-IR"/>
        </w:rPr>
        <w:t xml:space="preserve"> </w:t>
      </w:r>
    </w:p>
    <w:p w:rsidR="00BC358B" w:rsidRDefault="00BC358B" w:rsidP="00473C1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حجت الاسلام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باقر مدرس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معروف به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دائماً در خدمت خلق اللَّه بود.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هرگز فراموش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در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جنازه معظم له،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ارتباط داشت،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زد: بعد از شما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زنان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را به عهده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رد؟</w:t>
      </w:r>
      <w:r>
        <w:rPr>
          <w:rtl/>
          <w:lang w:bidi="fa-IR"/>
        </w:rPr>
        <w:t xml:space="preserve"> بعد از شما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فقرا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او به حقّ مصداق «خ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الناس من</w:t>
      </w:r>
      <w:r w:rsidR="00473C19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نفع</w:t>
      </w:r>
      <w:r>
        <w:rPr>
          <w:rtl/>
          <w:lang w:bidi="fa-IR"/>
        </w:rPr>
        <w:t xml:space="preserve"> الناس»</w:t>
      </w:r>
      <w:r w:rsidRPr="00473C19">
        <w:rPr>
          <w:rStyle w:val="libFootnotenumChar"/>
          <w:rtl/>
        </w:rPr>
        <w:t xml:space="preserve">(67) </w:t>
      </w:r>
      <w:r>
        <w:rPr>
          <w:rtl/>
          <w:lang w:bidi="fa-IR"/>
        </w:rPr>
        <w:t>بود.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مشکل گشا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محتاجان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ازمندان</w:t>
      </w:r>
      <w:r>
        <w:rPr>
          <w:rtl/>
          <w:lang w:bidi="fa-IR"/>
        </w:rPr>
        <w:t xml:space="preserve"> و بازو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ناتوانان بود.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معاشر بودم. گه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داستان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نمود؛ از جمله واقعه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اتفاق افتاده بود،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نقل نمودند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 که: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گردنم زخم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شده بود. معروف به «خناز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ر»</w:t>
      </w:r>
      <w:r>
        <w:rPr>
          <w:rtl/>
          <w:lang w:bidi="fa-IR"/>
        </w:rPr>
        <w:t>. آنچه مداوا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گرفتم لذا شفا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از خداوند متعال درخواست نمودم.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کوبه درب منزل مرا به پشت درب کشان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درب را که باز نمودم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مشاهده نمودم. سؤال نمود منزل حجت الاسلام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ابوالقاسم مدرس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نجاست؟</w:t>
      </w:r>
      <w:r>
        <w:rPr>
          <w:rtl/>
          <w:lang w:bidi="fa-IR"/>
        </w:rPr>
        <w:t xml:space="preserve"> گفتم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است. گفت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من بفرستد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تجار سرچشمه دو 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برنج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حلب روغن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ارسال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آنها را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گرفته به منزل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من ماوقع را به مرحوم والد عرض نمودم.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بنده را مأمور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گرفتن و آوردن به منزل نمودند. من توسط قاصد به سرچشمه رفتم و دو 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برنج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حلب روغن را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گرفته و قاطر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اجاره نموده و آنها را توسط قاطرچ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منزل حرکت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اشرار با چماق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دست داشت ناگهان افسار قاطر را گرفت و قصد سرقت آن را </w:t>
      </w:r>
      <w:r>
        <w:rPr>
          <w:rtl/>
          <w:lang w:bidi="fa-IR"/>
        </w:rPr>
        <w:lastRenderedPageBreak/>
        <w:t>نمود. قاطرچ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عجز و لابه و التماس افتاد که ما را رها کن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صاحب دارد. او توجّه ننمود. من به او گفتم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مال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ابوالقاسم مدرس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توجه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نکرد. اصرار نمودم. ناگهان چوب دست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بالا برد و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شدت</w:t>
      </w:r>
      <w:r w:rsidR="00473C1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گردنم نهاد. همانجا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زخم خناز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بود. من از شدت درد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هوش</w:t>
      </w:r>
      <w:r>
        <w:rPr>
          <w:rtl/>
          <w:lang w:bidi="fa-IR"/>
        </w:rPr>
        <w:t xml:space="preserve"> شدم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 باز کردم و بستگان را در اطراف خود مشاهده و مرحوم پدرم مرا تسل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محمّد باقر ان شاء اللَّه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 و شما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بوده.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 گذشت. ه</w:t>
      </w:r>
      <w:r>
        <w:rPr>
          <w:rFonts w:hint="eastAsia"/>
          <w:rtl/>
          <w:lang w:bidi="fa-IR"/>
        </w:rPr>
        <w:t>مچنان</w:t>
      </w:r>
      <w:r>
        <w:rPr>
          <w:rtl/>
          <w:lang w:bidi="fa-IR"/>
        </w:rPr>
        <w:t xml:space="preserve"> که پدرم فرموده بود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شامد</w:t>
      </w:r>
      <w:r>
        <w:rPr>
          <w:rtl/>
          <w:lang w:bidi="fa-IR"/>
        </w:rPr>
        <w:t xml:space="preserve"> بود؛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آن دزد شرور به گردنم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خناز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نواخت، آنچه عفونت در آن بود خارج و سبب عاف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زخم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مرا از درد و رنج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مبتلا بودم نجات داد.</w:t>
      </w:r>
    </w:p>
    <w:p w:rsidR="00BC358B" w:rsidRDefault="00BC358B" w:rsidP="00473C1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عدو</w:t>
      </w:r>
      <w:r>
        <w:rPr>
          <w:rtl/>
          <w:lang w:bidi="fa-IR"/>
        </w:rPr>
        <w:t xml:space="preserve"> شود سبب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اگر خدا خواهد</w:t>
      </w:r>
      <w:r w:rsidR="00473C1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دزد و عاقبت 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مقدر بود آنکه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 گذشت.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کوبه درب منزل دوباره به صدا درآمد. رفتم درب را باز نمودم. مشاهده نمودم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دهنه قاطر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دست دارد و دو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برنج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حلب روغن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نهاده. سؤال نمود منزل حجت الا</w:t>
      </w:r>
      <w:r>
        <w:rPr>
          <w:rFonts w:hint="eastAsia"/>
          <w:rtl/>
          <w:lang w:bidi="fa-IR"/>
        </w:rPr>
        <w:t>سلام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ابوالقاسم مدرس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نجاست؟</w:t>
      </w:r>
      <w:r>
        <w:rPr>
          <w:rtl/>
          <w:lang w:bidi="fa-IR"/>
        </w:rPr>
        <w:t xml:space="preserve"> گفتم 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نجاست</w:t>
      </w:r>
      <w:r>
        <w:rPr>
          <w:rtl/>
          <w:lang w:bidi="fa-IR"/>
        </w:rPr>
        <w:t>. گفت ممکن است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عرض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دارم. به خدمت مرحوم والد رفتم و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عرض نمودم به اتفاق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درب منزل. آن شخص در کمال شرمندگ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عذرخواه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عرض نمود که من آن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هستم</w:t>
      </w:r>
      <w:r>
        <w:rPr>
          <w:rtl/>
          <w:lang w:bidi="fa-IR"/>
        </w:rPr>
        <w:t xml:space="preserve"> که در سال گذشته جلو قاطر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حامل برنج و روغن و متعلق به شما بود گرفتم و آنها را به سرقت بردم. ضمن آنکه پسر شما را هم به ضرب چماق از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درآوردم.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473C19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اعمال زشت خود دست برداشته و توبه نموده ام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برنج و روغن را از کارکرد خود از پول </w:t>
      </w:r>
      <w:r>
        <w:rPr>
          <w:rtl/>
          <w:lang w:bidi="fa-IR"/>
        </w:rPr>
        <w:lastRenderedPageBreak/>
        <w:t>حلال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نموده و به خدمت شما آوردم تا شما هم مرا عفو نموده و از من درگذر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خداوند هم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مرا ببخشد. ضمناً از شما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خواهش دارم و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کفن از مال خودتان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من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اگر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رفتم مرا با کفن حلال شما به خاک بسپارند. مرحوم پدرم دستور داد که برنج و روغن ها را از قاطر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نمودند و معظم له کفن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هبه نمودند. بعداً مطلع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 دزد تائب بعد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رحلت نموده و با کفن پدر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خاک سپرده شد.</w:t>
      </w:r>
    </w:p>
    <w:p w:rsidR="00473C19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«اللّهمّ</w:t>
      </w:r>
      <w:r>
        <w:rPr>
          <w:rtl/>
          <w:lang w:bidi="fa-IR"/>
        </w:rPr>
        <w:t xml:space="preserve"> اجعل عواقب امورنا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راً»</w:t>
      </w:r>
    </w:p>
    <w:p w:rsidR="00BC358B" w:rsidRDefault="00473C19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473C19">
      <w:pPr>
        <w:pStyle w:val="Heading2"/>
        <w:rPr>
          <w:rtl/>
          <w:lang w:bidi="fa-IR"/>
        </w:rPr>
      </w:pPr>
      <w:bookmarkStart w:id="156" w:name="_Toc477343850"/>
      <w:bookmarkStart w:id="157" w:name="_Toc477343992"/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مکاشفه</w:t>
      </w:r>
      <w:bookmarkEnd w:id="156"/>
      <w:bookmarkEnd w:id="157"/>
      <w:r>
        <w:rPr>
          <w:rtl/>
          <w:lang w:bidi="fa-IR"/>
        </w:rPr>
        <w:t xml:space="preserve"> </w:t>
      </w:r>
    </w:p>
    <w:p w:rsidR="00BC358B" w:rsidRDefault="00931620" w:rsidP="00931620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 xml:space="preserve"> ذ</w:t>
      </w:r>
      <w:r w:rsidR="00BC358B">
        <w:rPr>
          <w:rFonts w:hint="eastAsia"/>
          <w:rtl/>
          <w:lang w:bidi="fa-IR"/>
        </w:rPr>
        <w:t>واقعه</w:t>
      </w:r>
      <w:r w:rsidR="00BC358B">
        <w:rPr>
          <w:rtl/>
          <w:lang w:bidi="fa-IR"/>
        </w:rPr>
        <w:t xml:space="preserve"> 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است که آن را فاضل دربند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ک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از اَجلّه علما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ش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عه</w:t>
      </w:r>
      <w:r w:rsidR="00BC358B">
        <w:rPr>
          <w:rtl/>
          <w:lang w:bidi="fa-IR"/>
        </w:rPr>
        <w:t xml:space="preserve"> در کتاب اسرار الشهاده خود از شخص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از صلحا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نجف اشرف نقل نموده. او 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گو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</w:t>
      </w:r>
      <w:r w:rsidR="00BC358B">
        <w:rPr>
          <w:rtl/>
          <w:lang w:bidi="fa-IR"/>
        </w:rPr>
        <w:t xml:space="preserve"> نزد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ک</w:t>
      </w:r>
      <w:r w:rsidR="00BC358B">
        <w:rPr>
          <w:rtl/>
          <w:lang w:bidi="fa-IR"/>
        </w:rPr>
        <w:t xml:space="preserve"> غروب در واد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السلام بودم و قصد داشتم که به نجف بروم. ناگاه جماعت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را د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دم</w:t>
      </w:r>
      <w:r w:rsidR="00BC358B">
        <w:rPr>
          <w:rtl/>
          <w:lang w:bidi="fa-IR"/>
        </w:rPr>
        <w:t xml:space="preserve"> بر اسب ها</w:t>
      </w:r>
      <w:r w:rsidR="00BC358B">
        <w:rPr>
          <w:rFonts w:hint="cs"/>
          <w:rtl/>
          <w:lang w:bidi="fa-IR"/>
        </w:rPr>
        <w:t>یی</w:t>
      </w:r>
      <w:r w:rsidR="00BC358B">
        <w:rPr>
          <w:rtl/>
          <w:lang w:bidi="fa-IR"/>
        </w:rPr>
        <w:t xml:space="preserve"> ن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کو،</w:t>
      </w:r>
      <w:r w:rsidR="00BC358B">
        <w:rPr>
          <w:rtl/>
          <w:lang w:bidi="fa-IR"/>
        </w:rPr>
        <w:t xml:space="preserve"> سواره به سو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من 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آ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ند</w:t>
      </w:r>
      <w:r w:rsidR="00BC358B">
        <w:rPr>
          <w:rtl/>
          <w:lang w:bidi="fa-IR"/>
        </w:rPr>
        <w:t xml:space="preserve"> و در پ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ش</w:t>
      </w:r>
      <w:r w:rsidR="00BC358B">
        <w:rPr>
          <w:rtl/>
          <w:lang w:bidi="fa-IR"/>
        </w:rPr>
        <w:t xml:space="preserve"> رو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آنها سوار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در نها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ت</w:t>
      </w:r>
      <w:r w:rsidR="00BC358B">
        <w:rPr>
          <w:rtl/>
          <w:lang w:bidi="fa-IR"/>
        </w:rPr>
        <w:t xml:space="preserve"> حسن و جمال و جلال، بر اسب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عرب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نج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ب،</w:t>
      </w:r>
      <w:r w:rsidR="00BC358B">
        <w:rPr>
          <w:rtl/>
          <w:lang w:bidi="fa-IR"/>
        </w:rPr>
        <w:t xml:space="preserve"> سوار است. چون به من رس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دند</w:t>
      </w:r>
      <w:r w:rsidR="00BC358B">
        <w:rPr>
          <w:rtl/>
          <w:lang w:bidi="fa-IR"/>
        </w:rPr>
        <w:t xml:space="preserve"> نظر کردم که 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ک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از آنها س</w:t>
      </w:r>
      <w:r w:rsidR="00BC358B">
        <w:rPr>
          <w:rFonts w:hint="cs"/>
          <w:rtl/>
          <w:lang w:bidi="fa-IR"/>
        </w:rPr>
        <w:t>یّ</w:t>
      </w:r>
      <w:r w:rsidR="00BC358B">
        <w:rPr>
          <w:rFonts w:hint="eastAsia"/>
          <w:rtl/>
          <w:lang w:bidi="fa-IR"/>
        </w:rPr>
        <w:t>د</w:t>
      </w:r>
      <w:r w:rsidR="00BC358B">
        <w:rPr>
          <w:rtl/>
          <w:lang w:bidi="fa-IR"/>
        </w:rPr>
        <w:t xml:space="preserve"> صادق فهّام که از اکابر علما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آن زمان و د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گر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ش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خ</w:t>
      </w:r>
      <w:r w:rsidR="00BC358B">
        <w:rPr>
          <w:rtl/>
          <w:lang w:bidi="fa-IR"/>
        </w:rPr>
        <w:t xml:space="preserve"> محسن، برادر ش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خ</w:t>
      </w:r>
      <w:r w:rsidR="00BC358B">
        <w:rPr>
          <w:rtl/>
          <w:lang w:bidi="fa-IR"/>
        </w:rPr>
        <w:t xml:space="preserve"> جعفر به نظرم آمدند. نزد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ک</w:t>
      </w:r>
      <w:r w:rsidR="00BC358B">
        <w:rPr>
          <w:rtl/>
          <w:lang w:bidi="fa-IR"/>
        </w:rPr>
        <w:t xml:space="preserve"> آن دو نفر رفتم و سلام کردم و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شان</w:t>
      </w:r>
      <w:r w:rsidR="00BC358B">
        <w:rPr>
          <w:rtl/>
          <w:lang w:bidi="fa-IR"/>
        </w:rPr>
        <w:t xml:space="preserve"> را ب</w:t>
      </w:r>
      <w:r w:rsidR="00BC358B">
        <w:rPr>
          <w:rFonts w:hint="eastAsia"/>
          <w:rtl/>
          <w:lang w:bidi="fa-IR"/>
        </w:rPr>
        <w:t>ه</w:t>
      </w:r>
      <w:r w:rsidR="00BC358B">
        <w:rPr>
          <w:rtl/>
          <w:lang w:bidi="fa-IR"/>
        </w:rPr>
        <w:t xml:space="preserve"> نام خواندم.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شان</w:t>
      </w:r>
      <w:r w:rsidR="00BC358B">
        <w:rPr>
          <w:rtl/>
          <w:lang w:bidi="fa-IR"/>
        </w:rPr>
        <w:t xml:space="preserve"> جواب سلام مرا دادند و گفتند: 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</w:t>
      </w:r>
      <w:r w:rsidR="00BC358B">
        <w:rPr>
          <w:rtl/>
          <w:lang w:bidi="fa-IR"/>
        </w:rPr>
        <w:t xml:space="preserve"> فلان! ما آن دو نفر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که تصور کرده ا</w:t>
      </w:r>
      <w:r w:rsidR="00BC358B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BC358B">
        <w:rPr>
          <w:rFonts w:hint="eastAsia"/>
          <w:rtl/>
          <w:lang w:bidi="fa-IR"/>
        </w:rPr>
        <w:t>ن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ست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م</w:t>
      </w:r>
      <w:r w:rsidR="00BC358B">
        <w:rPr>
          <w:rtl/>
          <w:lang w:bidi="fa-IR"/>
        </w:rPr>
        <w:t>. بلکه ما و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جماعت از فرشتگان 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باش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م</w:t>
      </w:r>
      <w:r w:rsidR="00BC358B">
        <w:rPr>
          <w:rtl/>
          <w:lang w:bidi="fa-IR"/>
        </w:rPr>
        <w:t xml:space="preserve"> و آن 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ک</w:t>
      </w:r>
      <w:r w:rsidR="00BC358B">
        <w:rPr>
          <w:rtl/>
          <w:lang w:bidi="fa-IR"/>
        </w:rPr>
        <w:t xml:space="preserve"> نفر سوار که جلو ما 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رود روح مرد صالح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از اهل اهواز 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</w:t>
      </w:r>
      <w:r w:rsidR="00BC358B">
        <w:rPr>
          <w:rtl/>
          <w:lang w:bidi="fa-IR"/>
        </w:rPr>
        <w:t xml:space="preserve"> هو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زه</w:t>
      </w:r>
      <w:r w:rsidR="00BC358B">
        <w:rPr>
          <w:rtl/>
          <w:lang w:bidi="fa-IR"/>
        </w:rPr>
        <w:t xml:space="preserve"> است که ما مأمور به استقبال و همراه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او تا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مکان هست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م</w:t>
      </w:r>
      <w:r w:rsidR="00BC358B">
        <w:rPr>
          <w:rtl/>
          <w:lang w:bidi="fa-IR"/>
        </w:rPr>
        <w:t>. تو هم با ما ب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</w:t>
      </w:r>
      <w:r w:rsidR="00BC358B">
        <w:rPr>
          <w:rtl/>
          <w:lang w:bidi="fa-IR"/>
        </w:rPr>
        <w:t>. سپس با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شان</w:t>
      </w:r>
      <w:r w:rsidR="00BC358B">
        <w:rPr>
          <w:rtl/>
          <w:lang w:bidi="fa-IR"/>
        </w:rPr>
        <w:t xml:space="preserve"> روانه شدم. قدر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با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شان</w:t>
      </w:r>
      <w:r w:rsidR="00BC358B">
        <w:rPr>
          <w:rtl/>
          <w:lang w:bidi="fa-IR"/>
        </w:rPr>
        <w:t xml:space="preserve"> راه رفتم. ناگاه خود را در مکان فص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ح</w:t>
      </w:r>
      <w:r w:rsidR="00BC358B">
        <w:rPr>
          <w:rtl/>
          <w:lang w:bidi="fa-IR"/>
        </w:rPr>
        <w:t xml:space="preserve"> و وس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ع</w:t>
      </w:r>
      <w:r w:rsidR="00BC358B">
        <w:rPr>
          <w:rtl/>
          <w:lang w:bidi="fa-IR"/>
        </w:rPr>
        <w:t xml:space="preserve"> د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دم</w:t>
      </w:r>
      <w:r w:rsidR="00BC358B">
        <w:rPr>
          <w:rtl/>
          <w:lang w:bidi="fa-IR"/>
        </w:rPr>
        <w:t xml:space="preserve"> که فضا</w:t>
      </w:r>
      <w:r w:rsidR="00BC358B">
        <w:rPr>
          <w:rFonts w:hint="cs"/>
          <w:rtl/>
          <w:lang w:bidi="fa-IR"/>
        </w:rPr>
        <w:t>یی</w:t>
      </w:r>
      <w:r w:rsidR="00BC358B">
        <w:rPr>
          <w:rtl/>
          <w:lang w:bidi="fa-IR"/>
        </w:rPr>
        <w:t xml:space="preserve"> وس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ع</w:t>
      </w:r>
      <w:r w:rsidR="00BC358B">
        <w:rPr>
          <w:rtl/>
          <w:lang w:bidi="fa-IR"/>
        </w:rPr>
        <w:t xml:space="preserve"> تر و هوا</w:t>
      </w:r>
      <w:r w:rsidR="00BC358B">
        <w:rPr>
          <w:rFonts w:hint="cs"/>
          <w:rtl/>
          <w:lang w:bidi="fa-IR"/>
        </w:rPr>
        <w:t>یی</w:t>
      </w:r>
      <w:r w:rsidR="00BC358B">
        <w:rPr>
          <w:rtl/>
          <w:lang w:bidi="fa-IR"/>
        </w:rPr>
        <w:t xml:space="preserve"> خوش تر از آن ند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ده</w:t>
      </w:r>
      <w:r w:rsidR="00BC358B">
        <w:rPr>
          <w:rtl/>
          <w:lang w:bidi="fa-IR"/>
        </w:rPr>
        <w:t xml:space="preserve"> بودم. پس آن فرشتگان از اسب ها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خود پ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اده</w:t>
      </w:r>
      <w:r w:rsidR="00BC358B">
        <w:rPr>
          <w:rtl/>
          <w:lang w:bidi="fa-IR"/>
        </w:rPr>
        <w:t xml:space="preserve"> شدند. 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ک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از آن فرشتگان رکاب اسب آن شخص اهواز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را گرفته، پ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اده</w:t>
      </w:r>
      <w:r w:rsidR="00BC358B">
        <w:rPr>
          <w:rtl/>
          <w:lang w:bidi="fa-IR"/>
        </w:rPr>
        <w:t xml:space="preserve"> کرد و او را در مکان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که به فرش ها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ملوکانه و نف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س</w:t>
      </w:r>
      <w:r w:rsidR="00BC358B">
        <w:rPr>
          <w:rtl/>
          <w:lang w:bidi="fa-IR"/>
        </w:rPr>
        <w:t xml:space="preserve"> مفروش کرده بودند و در بالا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آن فرش </w:t>
      </w:r>
      <w:r w:rsidR="00BC358B">
        <w:rPr>
          <w:rFonts w:hint="eastAsia"/>
          <w:rtl/>
          <w:lang w:bidi="fa-IR"/>
        </w:rPr>
        <w:t>ها</w:t>
      </w:r>
      <w:r w:rsidR="00BC358B">
        <w:rPr>
          <w:rtl/>
          <w:lang w:bidi="fa-IR"/>
        </w:rPr>
        <w:t xml:space="preserve"> از حر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ر</w:t>
      </w:r>
      <w:r w:rsidR="00BC358B">
        <w:rPr>
          <w:rtl/>
          <w:lang w:bidi="fa-IR"/>
        </w:rPr>
        <w:t xml:space="preserve"> و سندس و استبرق بهشت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انداخته بودند و بالا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آنها تشک ها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مختلفه و نمارق مصفوفه و زراب</w:t>
      </w:r>
      <w:r w:rsidR="00BC358B">
        <w:rPr>
          <w:rFonts w:hint="cs"/>
          <w:rtl/>
          <w:lang w:bidi="fa-IR"/>
        </w:rPr>
        <w:t>یّ</w:t>
      </w:r>
      <w:r w:rsidR="00BC358B">
        <w:rPr>
          <w:rtl/>
          <w:lang w:bidi="fa-IR"/>
        </w:rPr>
        <w:t xml:space="preserve"> مبثوثه و مخدّه 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متعدده گذاشته بودند.</w:t>
      </w:r>
      <w:r w:rsidR="00BC358B" w:rsidRPr="00931620">
        <w:rPr>
          <w:rStyle w:val="libFootnotenumChar"/>
          <w:rtl/>
        </w:rPr>
        <w:t xml:space="preserve">(68) </w:t>
      </w:r>
      <w:r w:rsidR="00BC358B">
        <w:rPr>
          <w:rtl/>
          <w:lang w:bidi="fa-IR"/>
        </w:rPr>
        <w:t>و آن مجلس را به انواع ط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ب</w:t>
      </w:r>
      <w:r w:rsidR="00BC358B">
        <w:rPr>
          <w:rtl/>
          <w:lang w:bidi="fa-IR"/>
        </w:rPr>
        <w:t xml:space="preserve"> و اقسام عطر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ات</w:t>
      </w:r>
      <w:r w:rsidR="00BC358B">
        <w:rPr>
          <w:rtl/>
          <w:lang w:bidi="fa-IR"/>
        </w:rPr>
        <w:t xml:space="preserve"> از مشک و کافور و عب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ر</w:t>
      </w:r>
      <w:r w:rsidR="00BC358B">
        <w:rPr>
          <w:rtl/>
          <w:lang w:bidi="fa-IR"/>
        </w:rPr>
        <w:t xml:space="preserve"> و عنبر و نحو آنها خوشبو و معطر نموده بودند و مجمره </w:t>
      </w:r>
      <w:r w:rsidR="00BC358B">
        <w:rPr>
          <w:rFonts w:hint="eastAsia"/>
          <w:rtl/>
          <w:lang w:bidi="fa-IR"/>
        </w:rPr>
        <w:t>ها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عود و غ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ر</w:t>
      </w:r>
      <w:r w:rsidR="00BC358B">
        <w:rPr>
          <w:rtl/>
          <w:lang w:bidi="fa-IR"/>
        </w:rPr>
        <w:t xml:space="preserve"> </w:t>
      </w:r>
      <w:r w:rsidR="00BC358B">
        <w:rPr>
          <w:rtl/>
          <w:lang w:bidi="fa-IR"/>
        </w:rPr>
        <w:lastRenderedPageBreak/>
        <w:t>آن در آن چ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ده</w:t>
      </w:r>
      <w:r w:rsidR="00BC358B">
        <w:rPr>
          <w:rtl/>
          <w:lang w:bidi="fa-IR"/>
        </w:rPr>
        <w:t xml:space="preserve"> بودند و در اطراف آن مجلس مشعل ها برپا شده و قند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ل</w:t>
      </w:r>
      <w:r w:rsidR="00BC358B">
        <w:rPr>
          <w:rtl/>
          <w:lang w:bidi="fa-IR"/>
        </w:rPr>
        <w:t xml:space="preserve"> ها و چلچراغ ها در سقف آن آو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خته</w:t>
      </w:r>
      <w:r w:rsidR="00BC358B">
        <w:rPr>
          <w:rtl/>
          <w:lang w:bidi="fa-IR"/>
        </w:rPr>
        <w:t xml:space="preserve"> شده و اقسام ز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نت</w:t>
      </w:r>
      <w:r w:rsidR="00BC358B">
        <w:rPr>
          <w:rtl/>
          <w:lang w:bidi="fa-IR"/>
        </w:rPr>
        <w:t xml:space="preserve"> آلات و انواع وسا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ل</w:t>
      </w:r>
      <w:r w:rsidR="00BC358B">
        <w:rPr>
          <w:rtl/>
          <w:lang w:bidi="fa-IR"/>
        </w:rPr>
        <w:t xml:space="preserve"> تفر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ح</w:t>
      </w:r>
      <w:r w:rsidR="00BC358B">
        <w:rPr>
          <w:rtl/>
          <w:lang w:bidi="fa-IR"/>
        </w:rPr>
        <w:t xml:space="preserve"> که مجالس و محافل را شا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</w:t>
      </w:r>
      <w:r w:rsidR="00BC358B">
        <w:rPr>
          <w:rtl/>
          <w:lang w:bidi="fa-IR"/>
        </w:rPr>
        <w:t xml:space="preserve"> و با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</w:t>
      </w:r>
      <w:r w:rsidR="00BC358B">
        <w:rPr>
          <w:rtl/>
          <w:lang w:bidi="fa-IR"/>
        </w:rPr>
        <w:t xml:space="preserve"> در آنجا به کار برده بودند. پس روح آن مرد اهواز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را با نها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ت</w:t>
      </w:r>
      <w:r w:rsidR="00BC358B">
        <w:rPr>
          <w:rtl/>
          <w:lang w:bidi="fa-IR"/>
        </w:rPr>
        <w:t xml:space="preserve"> اعزاز و اکرا</w:t>
      </w:r>
      <w:r w:rsidR="00BC358B">
        <w:rPr>
          <w:rFonts w:hint="eastAsia"/>
          <w:rtl/>
          <w:lang w:bidi="fa-IR"/>
        </w:rPr>
        <w:t>م</w:t>
      </w:r>
      <w:r w:rsidR="00BC358B">
        <w:rPr>
          <w:rtl/>
          <w:lang w:bidi="fa-IR"/>
        </w:rPr>
        <w:t xml:space="preserve"> در صدر آن مجلس نشان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دند</w:t>
      </w:r>
      <w:r w:rsidR="00BC358B">
        <w:rPr>
          <w:rtl/>
          <w:lang w:bidi="fa-IR"/>
        </w:rPr>
        <w:t xml:space="preserve"> و مرحبا گفتند و به انواع تح</w:t>
      </w:r>
      <w:r w:rsidR="00BC358B">
        <w:rPr>
          <w:rFonts w:hint="cs"/>
          <w:rtl/>
          <w:lang w:bidi="fa-IR"/>
        </w:rPr>
        <w:t>یّ</w:t>
      </w:r>
      <w:r w:rsidR="00BC358B">
        <w:rPr>
          <w:rFonts w:hint="eastAsia"/>
          <w:rtl/>
          <w:lang w:bidi="fa-IR"/>
        </w:rPr>
        <w:t>ات</w:t>
      </w:r>
      <w:r w:rsidR="00BC358B">
        <w:rPr>
          <w:rtl/>
          <w:lang w:bidi="fa-IR"/>
        </w:rPr>
        <w:t xml:space="preserve"> و تهن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ت،</w:t>
      </w:r>
      <w:r w:rsidR="00BC358B">
        <w:rPr>
          <w:rtl/>
          <w:lang w:bidi="fa-IR"/>
        </w:rPr>
        <w:t xml:space="preserve"> او را سرافراز نمودند. پس سفره 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ملوکانه مشتمل بر انواع مأکولات و مشروبات و فواکه لط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فه</w:t>
      </w:r>
      <w:r w:rsidR="00BC358B">
        <w:rPr>
          <w:rtl/>
          <w:lang w:bidi="fa-IR"/>
        </w:rPr>
        <w:t xml:space="preserve"> حاضر</w:t>
      </w:r>
      <w:r>
        <w:rPr>
          <w:rFonts w:hint="cs"/>
          <w:rtl/>
          <w:lang w:bidi="fa-IR"/>
        </w:rPr>
        <w:t xml:space="preserve"> </w:t>
      </w:r>
      <w:r w:rsidR="00BC358B">
        <w:rPr>
          <w:rFonts w:hint="eastAsia"/>
          <w:rtl/>
          <w:lang w:bidi="fa-IR"/>
        </w:rPr>
        <w:t>کردند</w:t>
      </w:r>
      <w:r w:rsidR="00BC358B">
        <w:rPr>
          <w:rtl/>
          <w:lang w:bidi="fa-IR"/>
        </w:rPr>
        <w:t>. پس آن شخص شروع در خوردن نمود و مرا هم امر به استفاده از آن نعمت ها نمود. و من هم اطاعت امر نمودم و از آن اغذ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ه</w:t>
      </w:r>
      <w:r w:rsidR="00BC358B">
        <w:rPr>
          <w:rtl/>
          <w:lang w:bidi="fa-IR"/>
        </w:rPr>
        <w:t xml:space="preserve"> و اشربه تناول نمودم. پس به سو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من نظر افکند و گفت 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مَرد صالح چه 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ب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؟</w:t>
      </w:r>
      <w:r w:rsidR="00BC358B">
        <w:rPr>
          <w:rtl/>
          <w:lang w:bidi="fa-IR"/>
        </w:rPr>
        <w:t xml:space="preserve"> گفتم درجه 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بلند و عطا</w:t>
      </w:r>
      <w:r w:rsidR="00BC358B">
        <w:rPr>
          <w:rFonts w:hint="cs"/>
          <w:rtl/>
          <w:lang w:bidi="fa-IR"/>
        </w:rPr>
        <w:t>یی</w:t>
      </w:r>
      <w:r w:rsidR="00BC358B">
        <w:rPr>
          <w:rtl/>
          <w:lang w:bidi="fa-IR"/>
        </w:rPr>
        <w:t xml:space="preserve"> عظ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م</w:t>
      </w:r>
      <w:r w:rsidR="00BC358B">
        <w:rPr>
          <w:rtl/>
          <w:lang w:bidi="fa-IR"/>
        </w:rPr>
        <w:t xml:space="preserve"> از خداوند کر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م</w:t>
      </w:r>
      <w:r w:rsidR="00BC358B">
        <w:rPr>
          <w:rtl/>
          <w:lang w:bidi="fa-IR"/>
        </w:rPr>
        <w:t xml:space="preserve"> در حقّ تو مشاهده </w:t>
      </w:r>
      <w:r w:rsidR="00BC358B">
        <w:rPr>
          <w:rFonts w:hint="eastAsia"/>
          <w:rtl/>
          <w:lang w:bidi="fa-IR"/>
        </w:rPr>
        <w:t>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نما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م</w:t>
      </w:r>
      <w:r w:rsidR="00BC358B">
        <w:rPr>
          <w:rtl/>
          <w:lang w:bidi="fa-IR"/>
        </w:rPr>
        <w:t>. گفت آ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</w:t>
      </w:r>
      <w:r w:rsidR="00BC358B">
        <w:rPr>
          <w:rtl/>
          <w:lang w:bidi="fa-IR"/>
        </w:rPr>
        <w:t xml:space="preserve"> 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دان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که باعث انکشاف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امر از برا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تو چه بود که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امر غر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به</w:t>
      </w:r>
      <w:r w:rsidR="00BC358B">
        <w:rPr>
          <w:rtl/>
          <w:lang w:bidi="fa-IR"/>
        </w:rPr>
        <w:t xml:space="preserve"> و اوضاع عج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به</w:t>
      </w:r>
      <w:r w:rsidR="00BC358B">
        <w:rPr>
          <w:rtl/>
          <w:lang w:bidi="fa-IR"/>
        </w:rPr>
        <w:t xml:space="preserve"> را مشاهده کرد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با آنکه عادت بر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ن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ست</w:t>
      </w:r>
      <w:r w:rsidR="00BC358B">
        <w:rPr>
          <w:rtl/>
          <w:lang w:bidi="fa-IR"/>
        </w:rPr>
        <w:t xml:space="preserve"> که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راز منکشف گردد؟</w:t>
      </w:r>
      <w:r>
        <w:rPr>
          <w:rFonts w:hint="cs"/>
          <w:rtl/>
          <w:lang w:bidi="fa-IR"/>
        </w:rPr>
        <w:t xml:space="preserve"> </w:t>
      </w:r>
      <w:r w:rsidR="00BC358B">
        <w:rPr>
          <w:rFonts w:hint="eastAsia"/>
          <w:rtl/>
          <w:lang w:bidi="fa-IR"/>
        </w:rPr>
        <w:t>گفتم</w:t>
      </w:r>
      <w:r w:rsidR="00BC358B">
        <w:rPr>
          <w:rtl/>
          <w:lang w:bidi="fa-IR"/>
        </w:rPr>
        <w:t xml:space="preserve"> نم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دانم سبب چه بوده! گفت سبب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امر که بر تو منکشف شده آن است که پدر تو نزد من مقدار دو من گندم طلبکار بود. چون خداوند متعال 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خواست درجه مرا بلند گرداند و نعمت خود را بر من تمام نما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</w:t>
      </w:r>
      <w:r w:rsidR="00BC358B">
        <w:rPr>
          <w:rtl/>
          <w:lang w:bidi="fa-IR"/>
        </w:rPr>
        <w:t xml:space="preserve"> روح مرا در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نشئه به تو نشان داد تا آنکه برائت ذمه از حقّ تو </w:t>
      </w:r>
      <w:r w:rsidR="00BC358B">
        <w:rPr>
          <w:rFonts w:hint="eastAsia"/>
          <w:rtl/>
          <w:lang w:bidi="fa-IR"/>
        </w:rPr>
        <w:t>حاصل</w:t>
      </w:r>
      <w:r w:rsidR="00BC358B">
        <w:rPr>
          <w:rtl/>
          <w:lang w:bidi="fa-IR"/>
        </w:rPr>
        <w:t xml:space="preserve"> نما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م</w:t>
      </w:r>
      <w:r w:rsidR="00BC358B">
        <w:rPr>
          <w:rtl/>
          <w:lang w:bidi="fa-IR"/>
        </w:rPr>
        <w:t xml:space="preserve">. بدانکه 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</w:t>
      </w:r>
      <w:r w:rsidR="00BC358B">
        <w:rPr>
          <w:rtl/>
          <w:lang w:bidi="fa-IR"/>
        </w:rPr>
        <w:t xml:space="preserve"> مرا بر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ء الذمه نما</w:t>
      </w:r>
      <w:r w:rsidR="00BC358B">
        <w:rPr>
          <w:rFonts w:hint="cs"/>
          <w:rtl/>
          <w:lang w:bidi="fa-IR"/>
        </w:rPr>
        <w:t>یی</w:t>
      </w:r>
      <w:r w:rsidR="00BC358B">
        <w:rPr>
          <w:rtl/>
          <w:lang w:bidi="fa-IR"/>
        </w:rPr>
        <w:t xml:space="preserve"> 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</w:t>
      </w:r>
      <w:r w:rsidR="00BC358B">
        <w:rPr>
          <w:rtl/>
          <w:lang w:bidi="fa-IR"/>
        </w:rPr>
        <w:t xml:space="preserve"> آنکه حقّ خود را از من اخذ نما</w:t>
      </w:r>
      <w:r w:rsidR="00BC358B">
        <w:rPr>
          <w:rFonts w:hint="cs"/>
          <w:rtl/>
          <w:lang w:bidi="fa-IR"/>
        </w:rPr>
        <w:t>یی</w:t>
      </w:r>
      <w:r w:rsidR="00BC358B">
        <w:rPr>
          <w:rtl/>
          <w:lang w:bidi="fa-IR"/>
        </w:rPr>
        <w:t xml:space="preserve">. هر 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ک</w:t>
      </w:r>
      <w:r w:rsidR="00BC358B">
        <w:rPr>
          <w:rtl/>
          <w:lang w:bidi="fa-IR"/>
        </w:rPr>
        <w:t xml:space="preserve"> از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دو امر را 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خواه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اخت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ار</w:t>
      </w:r>
      <w:r w:rsidR="00BC358B">
        <w:rPr>
          <w:rtl/>
          <w:lang w:bidi="fa-IR"/>
        </w:rPr>
        <w:t xml:space="preserve"> کن. چون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کلام را از او شن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دم</w:t>
      </w:r>
      <w:r w:rsidR="00BC358B">
        <w:rPr>
          <w:rtl/>
          <w:lang w:bidi="fa-IR"/>
        </w:rPr>
        <w:t xml:space="preserve"> گفتم حقّ خود را 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خواهم. چون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بگفتم 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ک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از آن فرشتگان گفت عبا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خود را پهن نما. من عبا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خود را پهن نمو</w:t>
      </w:r>
      <w:r w:rsidR="00BC358B">
        <w:rPr>
          <w:rFonts w:hint="eastAsia"/>
          <w:rtl/>
          <w:lang w:bidi="fa-IR"/>
        </w:rPr>
        <w:t>دم</w:t>
      </w:r>
      <w:r w:rsidR="00BC358B">
        <w:rPr>
          <w:rtl/>
          <w:lang w:bidi="fa-IR"/>
        </w:rPr>
        <w:t>. او از طرف د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گر</w:t>
      </w:r>
      <w:r w:rsidR="00BC358B">
        <w:rPr>
          <w:rtl/>
          <w:lang w:bidi="fa-IR"/>
        </w:rPr>
        <w:t xml:space="preserve"> گندم در عبا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من ر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خت</w:t>
      </w:r>
      <w:r w:rsidR="00BC358B">
        <w:rPr>
          <w:rtl/>
          <w:lang w:bidi="fa-IR"/>
        </w:rPr>
        <w:t>. تا آنکه گفت عبا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خود را جمع نما که حقّت به تو رس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</w:t>
      </w:r>
      <w:r w:rsidR="00BC358B">
        <w:rPr>
          <w:rtl/>
          <w:lang w:bidi="fa-IR"/>
        </w:rPr>
        <w:t>. چون آن را جمع نمودم و د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گر</w:t>
      </w:r>
      <w:r w:rsidR="00BC358B">
        <w:rPr>
          <w:rtl/>
          <w:lang w:bidi="fa-IR"/>
        </w:rPr>
        <w:t xml:space="preserve"> بار نظر نمودم از آن جماعت و آن نشئه و اوضاع عج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ب</w:t>
      </w:r>
      <w:r w:rsidR="00BC358B">
        <w:rPr>
          <w:rtl/>
          <w:lang w:bidi="fa-IR"/>
        </w:rPr>
        <w:t xml:space="preserve"> و غر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ب</w:t>
      </w:r>
      <w:r w:rsidR="00BC358B">
        <w:rPr>
          <w:rtl/>
          <w:lang w:bidi="fa-IR"/>
        </w:rPr>
        <w:t xml:space="preserve"> چ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ز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ند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دم</w:t>
      </w:r>
      <w:r w:rsidR="00BC358B">
        <w:rPr>
          <w:rtl/>
          <w:lang w:bidi="fa-IR"/>
        </w:rPr>
        <w:t xml:space="preserve"> مگر</w:t>
      </w:r>
      <w:r>
        <w:rPr>
          <w:rFonts w:hint="cs"/>
          <w:rtl/>
          <w:lang w:bidi="fa-IR"/>
        </w:rPr>
        <w:t xml:space="preserve"> </w:t>
      </w:r>
      <w:r w:rsidR="00BC358B">
        <w:rPr>
          <w:rFonts w:hint="eastAsia"/>
          <w:rtl/>
          <w:lang w:bidi="fa-IR"/>
        </w:rPr>
        <w:t>آنکه</w:t>
      </w:r>
      <w:r w:rsidR="00BC358B">
        <w:rPr>
          <w:rtl/>
          <w:lang w:bidi="fa-IR"/>
        </w:rPr>
        <w:t xml:space="preserve"> عبا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خود را پر از </w:t>
      </w:r>
      <w:r w:rsidR="00BC358B">
        <w:rPr>
          <w:rtl/>
          <w:lang w:bidi="fa-IR"/>
        </w:rPr>
        <w:lastRenderedPageBreak/>
        <w:t>گندم د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دم</w:t>
      </w:r>
      <w:r w:rsidR="00BC358B">
        <w:rPr>
          <w:rtl/>
          <w:lang w:bidi="fa-IR"/>
        </w:rPr>
        <w:t>. پس آن را بر پشت خود گرفته روانه به خانه خود در شهر نجف شدم. آن گندم را در محل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مخف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نموده و مدت ها از آن آرد کرده و طبخ 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نمودم و کماکان بر مقدار خود باق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بود. تا آنکه سرّ آن شا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ع</w:t>
      </w:r>
      <w:r w:rsidR="00BC358B">
        <w:rPr>
          <w:rtl/>
          <w:lang w:bidi="fa-IR"/>
        </w:rPr>
        <w:t xml:space="preserve"> و فاش گرد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</w:t>
      </w:r>
      <w:r w:rsidR="00BC358B">
        <w:rPr>
          <w:rtl/>
          <w:lang w:bidi="fa-IR"/>
        </w:rPr>
        <w:t>. د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گر</w:t>
      </w:r>
      <w:r w:rsidR="00BC358B">
        <w:rPr>
          <w:rtl/>
          <w:lang w:bidi="fa-IR"/>
        </w:rPr>
        <w:t xml:space="preserve"> از آن چ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ز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ند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دم</w:t>
      </w:r>
      <w:r w:rsidR="00BC358B">
        <w:rPr>
          <w:rtl/>
          <w:lang w:bidi="fa-IR"/>
        </w:rPr>
        <w:t>. ش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خ</w:t>
      </w:r>
      <w:r w:rsidR="00BC358B">
        <w:rPr>
          <w:rtl/>
          <w:lang w:bidi="fa-IR"/>
        </w:rPr>
        <w:t xml:space="preserve"> ج</w:t>
      </w:r>
      <w:r w:rsidR="00BC358B">
        <w:rPr>
          <w:rFonts w:hint="eastAsia"/>
          <w:rtl/>
          <w:lang w:bidi="fa-IR"/>
        </w:rPr>
        <w:t>واد</w:t>
      </w:r>
      <w:r w:rsidR="00BC358B">
        <w:rPr>
          <w:rtl/>
          <w:lang w:bidi="fa-IR"/>
        </w:rPr>
        <w:t xml:space="preserve"> ناقل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واقعه از پدرش نقل نموده که آن شخص اهواز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از علما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اعلام و 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</w:t>
      </w:r>
      <w:r w:rsidR="00BC358B">
        <w:rPr>
          <w:rtl/>
          <w:lang w:bidi="fa-IR"/>
        </w:rPr>
        <w:t xml:space="preserve"> از سادات عظام نبوده؛ بلکه مرد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از عوام ش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عه</w:t>
      </w:r>
      <w:r w:rsidR="00BC358B">
        <w:rPr>
          <w:rtl/>
          <w:lang w:bidi="fa-IR"/>
        </w:rPr>
        <w:t xml:space="preserve"> بود که محبّت شد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</w:t>
      </w:r>
      <w:r w:rsidR="00BC358B">
        <w:rPr>
          <w:rtl/>
          <w:lang w:bidi="fa-IR"/>
        </w:rPr>
        <w:t xml:space="preserve"> و موالات اک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به اهل ب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ت</w:t>
      </w:r>
      <w:r w:rsidR="00BC358B">
        <w:rPr>
          <w:rtl/>
          <w:lang w:bidi="fa-IR"/>
        </w:rPr>
        <w:t xml:space="preserve"> رسالت داشته. مرد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بوده کاسب که در کسب خود نسبت به امر حلال و حرام اهتمام داشته و زا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</w:t>
      </w:r>
      <w:r w:rsidR="00BC358B">
        <w:rPr>
          <w:rtl/>
          <w:lang w:bidi="fa-IR"/>
        </w:rPr>
        <w:t xml:space="preserve"> از مع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شت</w:t>
      </w:r>
      <w:r w:rsidR="00BC358B">
        <w:rPr>
          <w:rtl/>
          <w:lang w:bidi="fa-IR"/>
        </w:rPr>
        <w:t xml:space="preserve"> سال خود را صرف خ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رات</w:t>
      </w:r>
      <w:r w:rsidR="00BC358B">
        <w:rPr>
          <w:rtl/>
          <w:lang w:bidi="fa-IR"/>
        </w:rPr>
        <w:t xml:space="preserve"> و تعز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ه</w:t>
      </w:r>
      <w:r w:rsidR="00BC358B">
        <w:rPr>
          <w:rtl/>
          <w:lang w:bidi="fa-IR"/>
        </w:rPr>
        <w:t xml:space="preserve"> دار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خامس آل عبا حضرت س</w:t>
      </w:r>
      <w:r w:rsidR="00BC358B">
        <w:rPr>
          <w:rFonts w:hint="cs"/>
          <w:rtl/>
          <w:lang w:bidi="fa-IR"/>
        </w:rPr>
        <w:t>یّ</w:t>
      </w:r>
      <w:r w:rsidR="00BC358B">
        <w:rPr>
          <w:rFonts w:hint="eastAsia"/>
          <w:rtl/>
          <w:lang w:bidi="fa-IR"/>
        </w:rPr>
        <w:t>د</w:t>
      </w:r>
      <w:r w:rsidR="00BC358B">
        <w:rPr>
          <w:rtl/>
          <w:lang w:bidi="fa-IR"/>
        </w:rPr>
        <w:t xml:space="preserve"> الشهدا</w:t>
      </w:r>
      <w:r w:rsidR="004D104C" w:rsidRPr="004D104C">
        <w:rPr>
          <w:rStyle w:val="libAlaemChar"/>
          <w:rtl/>
        </w:rPr>
        <w:t xml:space="preserve">عليه‌السلام </w:t>
      </w:r>
      <w:r w:rsidR="00BC358B">
        <w:rPr>
          <w:rtl/>
          <w:lang w:bidi="fa-IR"/>
        </w:rPr>
        <w:t>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نموده، و در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ام</w:t>
      </w:r>
      <w:r w:rsidR="00BC358B">
        <w:rPr>
          <w:rtl/>
          <w:lang w:bidi="fa-IR"/>
        </w:rPr>
        <w:t xml:space="preserve"> عاشورا در مجالس آن حضرت اطعام 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کرده است.</w:t>
      </w:r>
      <w:r w:rsidR="00BC358B" w:rsidRPr="00931620">
        <w:rPr>
          <w:rStyle w:val="libFootnotenumChar"/>
          <w:rtl/>
        </w:rPr>
        <w:t>(69)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ئاً</w:t>
      </w:r>
      <w:r>
        <w:rPr>
          <w:rtl/>
          <w:lang w:bidi="fa-IR"/>
        </w:rPr>
        <w:t xml:space="preserve"> له ثمّ هن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ئاً</w:t>
      </w:r>
      <w:r>
        <w:rPr>
          <w:rtl/>
          <w:lang w:bidi="fa-IR"/>
        </w:rPr>
        <w:t xml:space="preserve"> له»</w:t>
      </w:r>
      <w:r w:rsidRPr="00931620">
        <w:rPr>
          <w:rStyle w:val="libFootnotenumChar"/>
          <w:rtl/>
        </w:rPr>
        <w:t>(70)</w:t>
      </w:r>
    </w:p>
    <w:p w:rsidR="00931620" w:rsidRDefault="00931620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931620">
      <w:pPr>
        <w:pStyle w:val="Heading2"/>
        <w:rPr>
          <w:rtl/>
          <w:lang w:bidi="fa-IR"/>
        </w:rPr>
      </w:pPr>
      <w:bookmarkStart w:id="158" w:name="_Toc477343851"/>
      <w:bookmarkStart w:id="159" w:name="_Toc477343993"/>
      <w:r>
        <w:rPr>
          <w:rFonts w:hint="eastAsia"/>
          <w:rtl/>
          <w:lang w:bidi="fa-IR"/>
        </w:rPr>
        <w:t>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268E5" w:rsidRPr="009268E5">
        <w:rPr>
          <w:rStyle w:val="libAlaemChar"/>
          <w:rtl/>
        </w:rPr>
        <w:t xml:space="preserve"> رحمه‌الله</w:t>
      </w:r>
      <w:bookmarkEnd w:id="158"/>
      <w:bookmarkEnd w:id="159"/>
      <w:r w:rsidR="009268E5" w:rsidRPr="009268E5">
        <w:rPr>
          <w:rStyle w:val="libAlaemChar"/>
          <w:rtl/>
        </w:rPr>
        <w:t xml:space="preserve"> </w:t>
      </w:r>
    </w:p>
    <w:p w:rsidR="00BC358B" w:rsidRDefault="00BC358B" w:rsidP="0093162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ابوالفضل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(طاب ثراه) استاد بزرگوارم که حقّاً حقّ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بنده دارند و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محضر پرف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و مواعظ آموزنده و سازنده و ارشادات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استفاده نمودم و جزئ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دارم مرهون زحمات پدرانه و دلسوزانه معظم 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درجات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خداوند متعال متعال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گرداند. معظم له 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مرحوم حجّت الاسلام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معاصر با فتحعل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 قاجار بوده است نقل فرمودند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مضمون: هرگاه فتحعل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 به قصد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معصومه </w:t>
      </w:r>
      <w:r w:rsidR="008A41F2" w:rsidRPr="008A41F2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به قم 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در ابتدا به محضر مرح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و بعد از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معصومه </w:t>
      </w:r>
      <w:r w:rsidR="008A41F2" w:rsidRPr="008A41F2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مشرف</w:t>
      </w:r>
      <w:r w:rsidR="0093162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پس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هنگام مراجعت مجدّداً به محضر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مسافرت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شاه به قم نمود،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محضر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شد، آقازاده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جهت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شاه از اندرون منزل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کشمش در ظرف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نهاده، نزد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گذارد. شاه وق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چشمش به فرزند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ادب و وقار و حسن ظاهر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کاملاً در دل شاه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پس از تعارفات معمول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شاه هنگام خروج به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اراده نموده ام با استجازه از محضر حضرتعال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عنوان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دارالشرف شما بفرستم. 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آقازاده را به عنوان داماد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در جواب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نظر خود را در رابطه با درخواست شما بعداً به عرض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رسانم.</w:t>
      </w:r>
      <w:r w:rsidR="00931620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همان شب که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جهت تهجد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زد،</w:t>
      </w:r>
      <w:r>
        <w:rPr>
          <w:rtl/>
          <w:lang w:bidi="fa-IR"/>
        </w:rPr>
        <w:t xml:space="preserve"> پس از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نوافل شب دست ها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با تضرّع و </w:t>
      </w:r>
      <w:r>
        <w:rPr>
          <w:rtl/>
          <w:lang w:bidi="fa-IR"/>
        </w:rPr>
        <w:lastRenderedPageBreak/>
        <w:t>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پروردگار متعال عرضه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خداوندا من هرگز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 xml:space="preserve"> که رحمم به رحم ظالم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مثل فتحعل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 وصل شود. پروردگارا تو هم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عمل</w:t>
      </w:r>
      <w:r>
        <w:rPr>
          <w:rtl/>
          <w:lang w:bidi="fa-IR"/>
        </w:rPr>
        <w:t xml:space="preserve">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مباش.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درخواست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در آن دل شب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 که از پشت درب اتاق تهجد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صدا زدند که آقازاده مبتلا به دل درد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شده. هرچه زودتر دستور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جهت مداوا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حاضر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دستور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در آن دل شب با س</w:t>
      </w:r>
      <w:r>
        <w:rPr>
          <w:rFonts w:hint="eastAsia"/>
          <w:rtl/>
          <w:lang w:bidi="fa-IR"/>
        </w:rPr>
        <w:t>رعت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نزد فرزند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حاضر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با کمال تأسف 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قبل از آنکه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برسد فرزند</w:t>
      </w:r>
      <w:r w:rsidR="0093162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جان به جان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نموده است.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9"/>
        <w:gridCol w:w="269"/>
        <w:gridCol w:w="3314"/>
      </w:tblGrid>
      <w:tr w:rsidR="00931620" w:rsidTr="00F16169">
        <w:trPr>
          <w:trHeight w:val="350"/>
        </w:trPr>
        <w:tc>
          <w:tcPr>
            <w:tcW w:w="3920" w:type="dxa"/>
            <w:shd w:val="clear" w:color="auto" w:fill="auto"/>
          </w:tcPr>
          <w:p w:rsidR="00931620" w:rsidRDefault="00931620" w:rsidP="00F16169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بترس</w:t>
            </w:r>
            <w:r>
              <w:rPr>
                <w:rtl/>
                <w:lang w:bidi="fa-IR"/>
              </w:rPr>
              <w:t xml:space="preserve"> ز ناله و آه و فغان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مه</w:t>
            </w:r>
            <w:r>
              <w:rPr>
                <w:rtl/>
                <w:lang w:bidi="fa-IR"/>
              </w:rPr>
              <w:t xml:space="preserve"> شب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31620" w:rsidRDefault="00931620" w:rsidP="00F1616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31620" w:rsidRDefault="00931620" w:rsidP="00F16169">
            <w:pPr>
              <w:pStyle w:val="libPoem"/>
            </w:pPr>
            <w:r>
              <w:rPr>
                <w:rtl/>
                <w:lang w:bidi="fa-IR"/>
              </w:rPr>
              <w:t>که آه و زمزمه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مه</w:t>
            </w:r>
            <w:r>
              <w:rPr>
                <w:rtl/>
                <w:lang w:bidi="fa-IR"/>
              </w:rPr>
              <w:t xml:space="preserve"> شب اثر 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C0F1A" w:rsidRDefault="00BC358B" w:rsidP="00EC0F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روز بعد فرستاده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طرف شاه جهت گرفتن پاسخ به محضر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به فرستاده شاه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شاه سلام مرا برسان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«سالبه به انتفاء موضوع شد».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ندارم. فرستاده به تهران مراجعت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تأسف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مر</w:t>
      </w:r>
      <w:r>
        <w:rPr>
          <w:rFonts w:hint="eastAsia"/>
          <w:rtl/>
          <w:lang w:bidi="fa-IR"/>
        </w:rPr>
        <w:t>حوم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را به شاه ابلاغ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EC0F1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قبر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خان</w:t>
      </w:r>
      <w:r>
        <w:rPr>
          <w:rtl/>
          <w:lang w:bidi="fa-IR"/>
        </w:rPr>
        <w:t xml:space="preserve"> قم محل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ارتگاه</w:t>
      </w:r>
      <w:r>
        <w:rPr>
          <w:rtl/>
          <w:lang w:bidi="fa-IR"/>
        </w:rPr>
        <w:t xml:space="preserve">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درود و رحمت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روح ظالم 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باد.</w:t>
      </w:r>
    </w:p>
    <w:p w:rsidR="00BC358B" w:rsidRDefault="00EC0F1A" w:rsidP="00EC0F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60" w:name="_Toc477343852"/>
      <w:bookmarkStart w:id="161" w:name="_Toc477343994"/>
      <w:r>
        <w:rPr>
          <w:rFonts w:hint="eastAsia"/>
          <w:rtl/>
          <w:lang w:bidi="fa-IR"/>
        </w:rPr>
        <w:t>افقر</w:t>
      </w:r>
      <w:r>
        <w:rPr>
          <w:rtl/>
          <w:lang w:bidi="fa-IR"/>
        </w:rPr>
        <w:t xml:space="preserve"> فقرا</w:t>
      </w:r>
      <w:bookmarkEnd w:id="160"/>
      <w:bookmarkEnd w:id="161"/>
    </w:p>
    <w:p w:rsidR="00EC0F1A" w:rsidRDefault="00BC358B" w:rsidP="00EC0F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خاطر دارم که مرحوم استادم داستان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نقل فرمودند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مضمون:</w:t>
      </w:r>
      <w:r w:rsidR="00EC0F1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معظم</w:t>
      </w:r>
      <w:r>
        <w:rPr>
          <w:rtl/>
          <w:lang w:bidi="fa-IR"/>
        </w:rPr>
        <w:t xml:space="preserve"> 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خدمت جناب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شد. عرض نمود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نذر نموده ام که به افقر فقرا بدهم. چون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مشکل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لذا خدمت جنابعال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مشرف شدم که 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پول را قبول فرموده و به اهلش برسان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مشکل مرا حل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تا</w:t>
      </w:r>
      <w:r>
        <w:rPr>
          <w:rtl/>
          <w:lang w:bidi="fa-IR"/>
        </w:rPr>
        <w:t xml:space="preserve"> نذرم ادا شود.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بلافاصله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به تهران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پول نذر خود را توسط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دربار به فتحعل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آن شخص در کمال تعجب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عرضه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آقا من عرض نمودم نذرم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افقر فقرا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="00EC0F1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فتحعل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 سلطان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مملکت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من نذر اغن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نکرده ام که شما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به سلطان مملکت ارجاع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مورد نذر شما را متوجه شدم لکن شما حرف مرا متوجه نشد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فتحعل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 از خود که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هرچه</w:t>
      </w:r>
      <w:r w:rsidR="00EC0F1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دارد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زور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غصب از مردم گرفته و صاحب شده است.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تنش هم مال مردم و غصب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اگر بخواهد آنچه را که به زور و غصب از مردم گرفته به صاحبانش مسترد دارد آن وقت است که صاحب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افقر فقرا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مملکت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BC358B" w:rsidRDefault="00EC0F1A" w:rsidP="00EC0F1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62" w:name="_Toc477343853"/>
      <w:bookmarkStart w:id="163" w:name="_Toc477343995"/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صادقه در رابطه با مقام و منزلت جناب علّامه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268E5" w:rsidRPr="009268E5">
        <w:rPr>
          <w:rStyle w:val="libAlaemChar"/>
          <w:rtl/>
        </w:rPr>
        <w:t xml:space="preserve"> رحمه‌الله</w:t>
      </w:r>
      <w:bookmarkEnd w:id="162"/>
      <w:bookmarkEnd w:id="163"/>
      <w:r w:rsidR="009268E5" w:rsidRPr="009268E5">
        <w:rPr>
          <w:rStyle w:val="libAlaemChar"/>
          <w:rtl/>
        </w:rPr>
        <w:t xml:space="preserve"> </w:t>
      </w:r>
    </w:p>
    <w:p w:rsidR="00BC358B" w:rsidRDefault="00BC358B" w:rsidP="00EC0F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آخوند</w:t>
      </w:r>
      <w:r>
        <w:rPr>
          <w:rtl/>
          <w:lang w:bidi="fa-IR"/>
        </w:rPr>
        <w:t xml:space="preserve"> ملا محمدباقر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(طاب ثراه) 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بود. او غواص در بحار انوار ائمه اطهار و متبحر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اخبار بود.</w:t>
      </w:r>
      <w:r w:rsidR="00EC0F1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فاضل</w:t>
      </w:r>
      <w:r>
        <w:rPr>
          <w:rtl/>
          <w:lang w:bidi="fa-IR"/>
        </w:rPr>
        <w:t xml:space="preserve"> معاصر حجّت الاسلام تنکابن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رساله اغلاط مشهوره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بزرگوار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محمّد، صاحب کتاب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مناهل نقل کرده: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اهل بحر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اخلاص و ارادت وافر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مرحوم آخوند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لذا به قصد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معظم له به اصفهان آمد. مطلع شد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وفات نموده. بس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ار مهموم و مغموم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شب هنگام در عالم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نصب شده و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بر آن بالا رفت و بر عرشه آن جلوس فرمودند و سپس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هم بر آن بالا رفتند و بر پله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 آن منبر جلوس فرمودند.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مشاهده ن</w:t>
      </w:r>
      <w:r>
        <w:rPr>
          <w:rFonts w:hint="eastAsia"/>
          <w:rtl/>
          <w:lang w:bidi="fa-IR"/>
        </w:rPr>
        <w:t>مود</w:t>
      </w:r>
      <w:r>
        <w:rPr>
          <w:rtl/>
          <w:lang w:bidi="fa-IR"/>
        </w:rPr>
        <w:t xml:space="preserve"> صف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عظام در برابر منبر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اند و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پشت صف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صف بسته اند و مرحوم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صف مشاهده نمود. سپس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خطاب به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آخوند ملامحمّدباقر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مرحوم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نمود و از صف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گذشت و در مقابل آن حضرت قرار گرفت. پس آن بزرگوار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مرحوم</w:t>
      </w:r>
      <w:r w:rsidR="00EC0F1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ادب کرده ننشست.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مرحوم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عرض نمود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tl/>
          <w:lang w:bidi="fa-IR"/>
        </w:rPr>
        <w:t xml:space="preserve"> شوم، با وجود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اند چگونه من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نم؟</w:t>
      </w:r>
      <w:r>
        <w:rPr>
          <w:rtl/>
          <w:lang w:bidi="fa-IR"/>
        </w:rPr>
        <w:t xml:space="preserve"> پس آن حضرت،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 w:rsidR="004D104C" w:rsidRPr="004D104C">
        <w:rPr>
          <w:rStyle w:val="libAlaemChar"/>
          <w:rFonts w:hint="eastAsia"/>
          <w:rtl/>
        </w:rPr>
        <w:t xml:space="preserve">عليهم‌السلام </w:t>
      </w:r>
      <w:r>
        <w:rPr>
          <w:rtl/>
          <w:lang w:bidi="fa-IR"/>
        </w:rPr>
        <w:t>را مورد خطاب قرار دادند و فرمودند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تا آنکه آخوند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به دستور آن حضرت،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 w:rsidR="004D104C" w:rsidRPr="004D104C">
        <w:rPr>
          <w:rStyle w:val="libAlaemChar"/>
          <w:rFonts w:hint="eastAsia"/>
          <w:rtl/>
        </w:rPr>
        <w:t xml:space="preserve">عليهم‌السلام </w:t>
      </w:r>
      <w:r>
        <w:rPr>
          <w:rtl/>
          <w:lang w:bidi="fa-IR"/>
        </w:rPr>
        <w:t>بنشستند و آخوند ملامحمدباقر هم نشست.</w:t>
      </w:r>
      <w:r w:rsidR="00EC0F1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مقام</w:t>
      </w:r>
      <w:r>
        <w:rPr>
          <w:rtl/>
          <w:lang w:bidi="fa-IR"/>
        </w:rPr>
        <w:t xml:space="preserve"> و منزلت مرحوم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بالاتر از آن است که امثال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صادقه معرف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شود. خدمات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معظم له به اسلام و </w:t>
      </w:r>
      <w:r>
        <w:rPr>
          <w:rtl/>
          <w:lang w:bidi="fa-IR"/>
        </w:rPr>
        <w:lastRenderedPageBreak/>
        <w:t>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نموده خود کاشف عظمت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نزد پروردگار متعال و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و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او سبب شد که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اخبار </w:t>
      </w:r>
      <w:r>
        <w:rPr>
          <w:rFonts w:hint="eastAsia"/>
          <w:rtl/>
          <w:lang w:bidi="fa-IR"/>
        </w:rPr>
        <w:t>ائمه</w:t>
      </w:r>
      <w:r>
        <w:rPr>
          <w:rtl/>
          <w:lang w:bidi="fa-IR"/>
        </w:rPr>
        <w:t xml:space="preserve">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از اندراس و فراموش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EC0F1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مؤلف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کرامات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بزرگوار محتاج به ذکر و اظهار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مقامات و کمالات او از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اشتهار «کالشمس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رابعه النهار»</w:t>
      </w:r>
      <w:r w:rsidRPr="00EC0F1A">
        <w:rPr>
          <w:rStyle w:val="libFootnotenumChar"/>
          <w:rtl/>
        </w:rPr>
        <w:t xml:space="preserve">(71) </w:t>
      </w:r>
      <w:r>
        <w:rPr>
          <w:rtl/>
          <w:lang w:bidi="fa-IR"/>
        </w:rPr>
        <w:t>است و اگر نباشد مگر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فات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جناب در هر باب که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معادل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هزار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عمر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EC0F1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خصوص</w:t>
      </w:r>
      <w:r>
        <w:rPr>
          <w:rtl/>
          <w:lang w:bidi="fa-IR"/>
        </w:rPr>
        <w:t xml:space="preserve"> کتاب بحارالانوار که او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چهار مجلد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(چاپ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جلد)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ولادت او مطابق با عدد جامع بحارالانوار است که سنه هزار و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(به حروف ابجد). و عمر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او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هشتاد و چهار سال بوده «جزاه اللَّه عن الاسلام و اهله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الجزاء» و والد ماجد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بزرگوار آخوند ملامحمّد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مقصود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به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اوّل است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کمالات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اضات</w:t>
      </w:r>
      <w:r>
        <w:rPr>
          <w:rtl/>
          <w:lang w:bidi="fa-IR"/>
        </w:rPr>
        <w:t xml:space="preserve"> شاقه و مظهر کمالات بوده و از</w:t>
      </w:r>
      <w:r w:rsidR="00EC0F1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شرح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 نقل شده که او گفته چون حضرت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دگار</w:t>
      </w:r>
      <w:r>
        <w:rPr>
          <w:rtl/>
          <w:lang w:bidi="fa-IR"/>
        </w:rPr>
        <w:t xml:space="preserve"> مرا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کرار داد به برکت آن بزرگوار مکاشفات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بر من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که عقول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آن را تحمل نتواند کرد. بلکه اگر خواهم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نوم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قضه</w:t>
      </w:r>
      <w:r>
        <w:rPr>
          <w:rtl/>
          <w:lang w:bidi="fa-IR"/>
        </w:rPr>
        <w:t xml:space="preserve"> بودم که خود را در سامرّا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بر </w:t>
      </w:r>
      <w:r>
        <w:rPr>
          <w:rFonts w:hint="eastAsia"/>
          <w:rtl/>
          <w:lang w:bidi="fa-IR"/>
        </w:rPr>
        <w:t>قبر</w:t>
      </w:r>
      <w:r>
        <w:rPr>
          <w:rtl/>
          <w:lang w:bidi="fa-IR"/>
        </w:rPr>
        <w:t xml:space="preserve"> عسکر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C01A7" w:rsidRPr="000C01A7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لباس سبز بهشت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انداخته اند و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صاحب الامر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 قبر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کرده. پس من مانند مداحان شروع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جامعه کردم. چون تمام شد آن حضرت فرمود که خوب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عرض کردم خلاف ادب است. فرمود: نه.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آمده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پ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نشستم. چون به خود آمدم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اسباب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آماده شد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مشرف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آن مشهد شدم.</w:t>
      </w:r>
      <w:r w:rsidRPr="00EC0F1A">
        <w:rPr>
          <w:rStyle w:val="libFootnotenumChar"/>
          <w:rtl/>
        </w:rPr>
        <w:t>(72)</w:t>
      </w:r>
    </w:p>
    <w:p w:rsidR="00EC0F1A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«جعلنا</w:t>
      </w:r>
      <w:r>
        <w:rPr>
          <w:rtl/>
          <w:lang w:bidi="fa-IR"/>
        </w:rPr>
        <w:t xml:space="preserve"> اللَّه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اره</w:t>
      </w:r>
      <w:r>
        <w:rPr>
          <w:rtl/>
          <w:lang w:bidi="fa-IR"/>
        </w:rPr>
        <w:t xml:space="preserve"> مشهد مولانا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شفاعته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الآخره»</w:t>
      </w:r>
    </w:p>
    <w:p w:rsidR="00BC358B" w:rsidRDefault="00EC0F1A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EC0F1A" w:rsidRDefault="00BC358B" w:rsidP="00055618">
      <w:pPr>
        <w:pStyle w:val="Heading2"/>
        <w:rPr>
          <w:rtl/>
          <w:lang w:bidi="fa-IR"/>
        </w:rPr>
      </w:pPr>
      <w:bookmarkStart w:id="164" w:name="_Toc477343854"/>
      <w:bookmarkStart w:id="165" w:name="_Toc477343996"/>
      <w:r>
        <w:rPr>
          <w:rFonts w:hint="eastAsia"/>
          <w:rtl/>
          <w:lang w:bidi="fa-IR"/>
        </w:rPr>
        <w:t>عرض</w:t>
      </w:r>
      <w:r>
        <w:rPr>
          <w:rtl/>
          <w:lang w:bidi="fa-IR"/>
        </w:rPr>
        <w:t xml:space="preserve"> حاجت به محضر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توسط نامه نگار</w:t>
      </w:r>
      <w:r>
        <w:rPr>
          <w:rFonts w:hint="cs"/>
          <w:rtl/>
          <w:lang w:bidi="fa-IR"/>
        </w:rPr>
        <w:t>ی</w:t>
      </w:r>
      <w:bookmarkEnd w:id="164"/>
      <w:bookmarkEnd w:id="165"/>
      <w:r>
        <w:rPr>
          <w:rtl/>
          <w:lang w:bidi="fa-IR"/>
        </w:rPr>
        <w:t xml:space="preserve"> </w:t>
      </w:r>
    </w:p>
    <w:p w:rsidR="00EC0F1A" w:rsidRDefault="00BC358B" w:rsidP="00EC0F1A">
      <w:pPr>
        <w:pStyle w:val="libNormal"/>
        <w:rPr>
          <w:rtl/>
          <w:lang w:bidi="fa-IR"/>
        </w:rPr>
      </w:pPr>
      <w:r>
        <w:rPr>
          <w:rtl/>
          <w:lang w:bidi="fa-IR"/>
        </w:rPr>
        <w:t>نامه نگار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اعصار گذشته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جوامع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مرسوم بوده و هست. نامه نگار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فاصله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مملکت و دو شهر و دو دوست و دو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به هم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اگر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دوستش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سّر</w:t>
      </w:r>
      <w:r>
        <w:rPr>
          <w:rtl/>
          <w:lang w:bidi="fa-IR"/>
        </w:rPr>
        <w:t xml:space="preserve"> نب</w:t>
      </w:r>
      <w:r>
        <w:rPr>
          <w:rFonts w:hint="eastAsia"/>
          <w:rtl/>
          <w:lang w:bidi="fa-IR"/>
        </w:rPr>
        <w:t>اشد</w:t>
      </w:r>
      <w:r>
        <w:rPr>
          <w:rtl/>
          <w:lang w:bidi="fa-IR"/>
        </w:rPr>
        <w:t xml:space="preserve"> منو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توسط نامه به او ابلاغ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زمان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هم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چون فاصله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نظر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موال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داشتند و دسترس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وجود مبارکشان حضوراً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tl/>
          <w:lang w:bidi="fa-IR"/>
        </w:rPr>
        <w:t xml:space="preserve"> نبود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مسائل شرع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مشکلات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توسط نامه به محضر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فشان</w:t>
      </w:r>
      <w:r>
        <w:rPr>
          <w:rtl/>
          <w:lang w:bidi="fa-IR"/>
        </w:rPr>
        <w:t xml:space="preserve"> عرضه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داشتند.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تاکنون هذا ما</w:t>
      </w:r>
      <w:r w:rsidR="00EC0F1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چون دسترس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اللَّه الاعظم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مقدور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توسط نامه به محضر مبارکشان عرض حاجت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امّا در کمال تأسف و تأثر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سنّت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نامه نگار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اعصار گذشته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و مرسوم بوده رو به فراموش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گذاشته شده و با غفلت از عرضه مشکلات و نارسا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توسط 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به محضر مقدّس آن حضرت از درک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وضات</w:t>
      </w:r>
      <w:r>
        <w:rPr>
          <w:rtl/>
          <w:lang w:bidi="fa-IR"/>
        </w:rPr>
        <w:t xml:space="preserve"> و الطاف خاصه حضرتش محروم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6"/>
        <w:gridCol w:w="268"/>
        <w:gridCol w:w="3308"/>
      </w:tblGrid>
      <w:tr w:rsidR="00EC0F1A" w:rsidTr="00F16169">
        <w:trPr>
          <w:trHeight w:val="350"/>
        </w:trPr>
        <w:tc>
          <w:tcPr>
            <w:tcW w:w="3920" w:type="dxa"/>
            <w:shd w:val="clear" w:color="auto" w:fill="auto"/>
          </w:tcPr>
          <w:p w:rsidR="00EC0F1A" w:rsidRDefault="00EC0F1A" w:rsidP="00F16169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دوست</w:t>
            </w:r>
            <w:r>
              <w:rPr>
                <w:rtl/>
                <w:lang w:bidi="fa-IR"/>
              </w:rPr>
              <w:t xml:space="preserve"> نزد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تر از من به من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C0F1A" w:rsidRDefault="00EC0F1A" w:rsidP="00F1616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C0F1A" w:rsidRDefault="00EC0F1A" w:rsidP="00EC0F1A">
            <w:pPr>
              <w:pStyle w:val="libPoem"/>
            </w:pPr>
            <w:r>
              <w:rPr>
                <w:rtl/>
                <w:lang w:bidi="fa-IR"/>
              </w:rPr>
              <w:t>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عج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tl/>
                <w:lang w:bidi="fa-IR"/>
              </w:rPr>
              <w:t xml:space="preserve"> است که من از و</w:t>
            </w:r>
            <w:r>
              <w:rPr>
                <w:rFonts w:hint="cs"/>
                <w:rtl/>
                <w:lang w:bidi="fa-IR"/>
              </w:rPr>
              <w:t xml:space="preserve">ی </w:t>
            </w:r>
            <w:r>
              <w:rPr>
                <w:rtl/>
                <w:lang w:bidi="fa-IR"/>
              </w:rPr>
              <w:t>دورم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EC0F1A">
      <w:pPr>
        <w:pStyle w:val="libNormal"/>
        <w:rPr>
          <w:rtl/>
          <w:lang w:bidi="fa-IR"/>
        </w:rPr>
      </w:pPr>
      <w:r>
        <w:rPr>
          <w:rtl/>
          <w:lang w:bidi="fa-IR"/>
        </w:rPr>
        <w:t>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با همه غفلت از آن و جود نازن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آن بزرگوار از ما غافل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فراز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مقدسه صادر شده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«انّا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مهمل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لمراعاتکم و لا 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لذکرکم»</w:t>
      </w:r>
      <w:r w:rsidRPr="00F04772">
        <w:rPr>
          <w:rStyle w:val="libFootnotenumChar"/>
          <w:rtl/>
        </w:rPr>
        <w:t>(73)</w:t>
      </w:r>
    </w:p>
    <w:p w:rsidR="00BC358B" w:rsidRDefault="00BC358B" w:rsidP="00F0477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عنوان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کنم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بخواهد 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محضر آن بزرگوار انشاء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مؤثرتر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نامه استغاثه،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مرحوم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در کتاب نجم الثاقب در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ششم از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حضرتش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شده دستور فرموده اند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و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</w:t>
      </w:r>
      <w:r w:rsidR="00F0477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بسم</w:t>
      </w:r>
      <w:r>
        <w:rPr>
          <w:rtl/>
          <w:lang w:bidi="fa-IR"/>
        </w:rPr>
        <w:t xml:space="preserve"> اللَّه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«توسلت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اباالقاسم محمّد بن الحسن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محمّد بن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بن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النبأ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الصراط المستق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عصمه اللاج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بامک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نساء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بآبائک الطاهر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بامهاتک </w:t>
      </w:r>
      <w:r>
        <w:rPr>
          <w:rFonts w:hint="eastAsia"/>
          <w:rtl/>
          <w:lang w:bidi="fa-IR"/>
        </w:rPr>
        <w:t>الطاهرات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القرآن الحک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الجبروت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نور النور و کتاب مسطور ان تکون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حاجهٍ...»</w:t>
      </w:r>
    </w:p>
    <w:p w:rsidR="00F04772" w:rsidRDefault="00BC358B" w:rsidP="00F0477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حاجت</w:t>
      </w:r>
      <w:r>
        <w:rPr>
          <w:rtl/>
          <w:lang w:bidi="fa-IR"/>
        </w:rPr>
        <w:t xml:space="preserve"> خود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سپس آن</w:t>
      </w:r>
      <w:r w:rsidR="00F0477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نامه</w:t>
      </w:r>
      <w:r>
        <w:rPr>
          <w:rtl/>
          <w:lang w:bidi="fa-IR"/>
        </w:rPr>
        <w:t xml:space="preserve"> را در بندقه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(گلوله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گل پاک) قرار داده در آب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چاه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حال انداختن نامه دو 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خاص حضرت را که در زمان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صغر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اند خطاب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نام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عثمان بن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محمّد بن عثمان اوصلا رقعت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مول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الزمان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بزرگوار نامه مرا به محضر مقدّس حضرت صاحب الزمان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F0477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نحوه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ارسال 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به محضر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نقل از تحفه الزائر مرحوم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النّجاه سبزوار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هرکه را حاجت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درخواست خود را بعد از نوشتن توسل به نام مبارک حضرت و آباء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و در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ائمه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ندازد</w:t>
      </w:r>
      <w:r>
        <w:rPr>
          <w:rtl/>
          <w:lang w:bidi="fa-IR"/>
        </w:rPr>
        <w:t>.</w:t>
      </w:r>
      <w:r w:rsidR="00F04772">
        <w:rPr>
          <w:rFonts w:hint="eastAsia"/>
          <w:rtl/>
          <w:lang w:bidi="fa-IR"/>
        </w:rPr>
        <w:t xml:space="preserve"> </w:t>
      </w:r>
    </w:p>
    <w:p w:rsidR="00F04772" w:rsidRDefault="00F04772" w:rsidP="00F0477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F04772" w:rsidRDefault="00BC358B" w:rsidP="00055618">
      <w:pPr>
        <w:pStyle w:val="Heading2"/>
        <w:rPr>
          <w:rStyle w:val="libAlaemChar"/>
          <w:rtl/>
        </w:rPr>
      </w:pPr>
      <w:bookmarkStart w:id="166" w:name="_Toc477343855"/>
      <w:bookmarkStart w:id="167" w:name="_Toc477343997"/>
      <w:r>
        <w:rPr>
          <w:rFonts w:hint="eastAsia"/>
          <w:rtl/>
          <w:lang w:bidi="fa-IR"/>
        </w:rPr>
        <w:t>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به محضر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</w:t>
      </w:r>
      <w:r w:rsidR="00F04772" w:rsidRPr="004D104C">
        <w:rPr>
          <w:rStyle w:val="libAlaemChar"/>
          <w:rtl/>
        </w:rPr>
        <w:t>عليه‌السلام</w:t>
      </w:r>
      <w:r>
        <w:rPr>
          <w:rtl/>
          <w:lang w:bidi="fa-IR"/>
        </w:rPr>
        <w:t>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قبر مولا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</w:t>
      </w:r>
      <w:r w:rsidR="004D104C" w:rsidRPr="004D104C">
        <w:rPr>
          <w:rStyle w:val="libAlaemChar"/>
          <w:rtl/>
        </w:rPr>
        <w:t>عليه‌السلام</w:t>
      </w:r>
      <w:bookmarkEnd w:id="166"/>
      <w:bookmarkEnd w:id="167"/>
      <w:r w:rsidR="004D104C" w:rsidRPr="004D104C">
        <w:rPr>
          <w:rStyle w:val="libAlaemChar"/>
          <w:rtl/>
        </w:rPr>
        <w:t xml:space="preserve"> </w:t>
      </w:r>
    </w:p>
    <w:p w:rsidR="00F04772" w:rsidRDefault="00BC358B" w:rsidP="00F0477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خاطر دارم در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دو نفر از دوستان نشسته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هر باب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 تا آنجا که رشته سخن به مشکلات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دوستان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نمودم جهت رفع گرفتار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محضر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جداگانه مشکل خود را شرح </w:t>
      </w:r>
      <w:r>
        <w:rPr>
          <w:rFonts w:hint="eastAsia"/>
          <w:rtl/>
          <w:lang w:bidi="fa-IR"/>
        </w:rPr>
        <w:t>داده</w:t>
      </w:r>
      <w:r>
        <w:rPr>
          <w:rtl/>
          <w:lang w:bidi="fa-IR"/>
        </w:rPr>
        <w:t xml:space="preserve"> و از ساحت قدس حضرتش استمداد فرج و گشا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مورد استقبال دوستان قرار گرفت. 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طبق دستور که مطلع آن «توسلت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اباالقاسم محمّد بن الحسن...» است نوشت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جدا جدا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مطلع بر منو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شود مرقوم داشته و آن را در پاکت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نهاده 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مشترکمان که قصد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مشهد را داشت داده و از او تقاضا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پاکت حامل 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را به درون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 w:rsidR="00F0477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مقدّس</w:t>
      </w:r>
      <w:r>
        <w:rPr>
          <w:rtl/>
          <w:lang w:bidi="fa-IR"/>
        </w:rPr>
        <w:t xml:space="preserve"> امام رضا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ندازد</w:t>
      </w:r>
      <w:r>
        <w:rPr>
          <w:rtl/>
          <w:lang w:bidi="fa-IR"/>
        </w:rPr>
        <w:t>. او هم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پاکت را پس از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مشهد مقدّس به درون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منور حضرت انداخت. 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عالم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پاکت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من دادند. در حال گرفتن پاکت ملهم شدم که درون پاکت جواب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حضرت ثامن </w:t>
      </w:r>
      <w:r>
        <w:rPr>
          <w:rFonts w:hint="eastAsia"/>
          <w:rtl/>
          <w:lang w:bidi="fa-IR"/>
        </w:rPr>
        <w:t>الحجج</w:t>
      </w:r>
      <w:r>
        <w:rPr>
          <w:rtl/>
          <w:lang w:bidi="fa-IR"/>
        </w:rPr>
        <w:t xml:space="preserve"> به محضر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ارسال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. خداوند متعال را گواه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پاکت فرستاده شده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مقدسه را گشودم اسام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سه نفر ما دوستان در رأس نامه به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نوشته شده بود: 1-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2- محمّد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3- احمد و بر اساس درخواست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جو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مساعد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مقدسه داده شده بود.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0"/>
        <w:gridCol w:w="269"/>
        <w:gridCol w:w="3313"/>
      </w:tblGrid>
      <w:tr w:rsidR="00F04772" w:rsidTr="00F16169">
        <w:trPr>
          <w:trHeight w:val="350"/>
        </w:trPr>
        <w:tc>
          <w:tcPr>
            <w:tcW w:w="3920" w:type="dxa"/>
            <w:shd w:val="clear" w:color="auto" w:fill="auto"/>
          </w:tcPr>
          <w:p w:rsidR="00F04772" w:rsidRDefault="00F04772" w:rsidP="00F16169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خوشا</w:t>
            </w:r>
            <w:r>
              <w:rPr>
                <w:rtl/>
                <w:lang w:bidi="fa-IR"/>
              </w:rPr>
              <w:t xml:space="preserve"> آن زمان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ساق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</w:t>
            </w:r>
            <w:r>
              <w:rPr>
                <w:rtl/>
                <w:lang w:bidi="fa-IR"/>
              </w:rPr>
              <w:lastRenderedPageBreak/>
              <w:t>باش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04772" w:rsidRDefault="00F04772" w:rsidP="00F1616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04772" w:rsidRDefault="00F04772" w:rsidP="00F16169">
            <w:pPr>
              <w:pStyle w:val="libPoem"/>
            </w:pPr>
            <w:r>
              <w:rPr>
                <w:rtl/>
                <w:lang w:bidi="fa-IR"/>
              </w:rPr>
              <w:t>ده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دم به دم باده ها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نهان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04772" w:rsidTr="00F16169">
        <w:trPr>
          <w:trHeight w:val="350"/>
        </w:trPr>
        <w:tc>
          <w:tcPr>
            <w:tcW w:w="3920" w:type="dxa"/>
          </w:tcPr>
          <w:p w:rsidR="00F04772" w:rsidRDefault="00F04772" w:rsidP="00F16169">
            <w:pPr>
              <w:pStyle w:val="libPoem"/>
            </w:pPr>
            <w:r>
              <w:rPr>
                <w:rtl/>
                <w:lang w:bidi="fa-IR"/>
              </w:rPr>
              <w:lastRenderedPageBreak/>
              <w:t>خوشا آن زمان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هر ذره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04772" w:rsidRDefault="00F04772" w:rsidP="00F1616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04772" w:rsidRDefault="00F04772" w:rsidP="00F16169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وجد اندر 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که رب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سقان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04772" w:rsidRDefault="00F04772" w:rsidP="00BC358B">
      <w:pPr>
        <w:pStyle w:val="libNormal"/>
        <w:rPr>
          <w:rtl/>
          <w:lang w:bidi="fa-IR"/>
        </w:rPr>
      </w:pPr>
    </w:p>
    <w:p w:rsidR="00BC358B" w:rsidRDefault="00F04772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9E485D">
      <w:pPr>
        <w:pStyle w:val="Heading1"/>
        <w:rPr>
          <w:rtl/>
          <w:lang w:bidi="fa-IR"/>
        </w:rPr>
      </w:pPr>
      <w:bookmarkStart w:id="168" w:name="_Toc477343856"/>
      <w:bookmarkStart w:id="169" w:name="_Toc477343998"/>
      <w:r>
        <w:rPr>
          <w:rFonts w:hint="eastAsia"/>
          <w:rtl/>
          <w:lang w:bidi="fa-IR"/>
        </w:rPr>
        <w:t>بخش</w:t>
      </w:r>
      <w:r>
        <w:rPr>
          <w:rtl/>
          <w:lang w:bidi="fa-IR"/>
        </w:rPr>
        <w:t xml:space="preserve"> دوم:داستان ها و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آموزنده و متنوع از گذشتگان</w:t>
      </w:r>
      <w:bookmarkEnd w:id="168"/>
      <w:bookmarkEnd w:id="169"/>
      <w:r>
        <w:rPr>
          <w:rtl/>
          <w:lang w:bidi="fa-IR"/>
        </w:rPr>
        <w:t xml:space="preserve"> </w:t>
      </w:r>
    </w:p>
    <w:p w:rsidR="00F04772" w:rsidRDefault="00F04772" w:rsidP="00BC358B">
      <w:pPr>
        <w:pStyle w:val="libNormal"/>
        <w:rPr>
          <w:rtl/>
          <w:lang w:bidi="fa-IR"/>
        </w:rPr>
      </w:pPr>
    </w:p>
    <w:p w:rsidR="00BC358B" w:rsidRDefault="00BC358B" w:rsidP="00055618">
      <w:pPr>
        <w:pStyle w:val="Heading2"/>
        <w:rPr>
          <w:rtl/>
          <w:lang w:bidi="fa-IR"/>
        </w:rPr>
      </w:pPr>
      <w:bookmarkStart w:id="170" w:name="_Toc477343857"/>
      <w:bookmarkStart w:id="171" w:name="_Toc477343999"/>
      <w:r>
        <w:rPr>
          <w:rFonts w:hint="eastAsia"/>
          <w:rtl/>
          <w:lang w:bidi="fa-IR"/>
        </w:rPr>
        <w:t>داستان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سال 1342</w:t>
      </w:r>
      <w:bookmarkEnd w:id="170"/>
      <w:bookmarkEnd w:id="171"/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مدرسه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شاهد واقعه دلخراش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عمال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و سنّشان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بنده بود، مشاهدات خود را در رابطه با مدرسه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طول زمان به عالم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بردند و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مثل بنده در آن زمان نوجوان و شاهد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بوده اند فلذا لازم دانستم مشاهد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که از واقعه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خبرند به رشته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درآورم. باشد که مطلع بر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ستم 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سربازان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(عجل اللَّه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در مدرسه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شوند تا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ثبت شود.</w:t>
      </w:r>
    </w:p>
    <w:p w:rsidR="008B301E" w:rsidRDefault="00BC358B" w:rsidP="008B30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قبل از روز واقعه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که شهادت حضرت امام صادق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بود، در قم منزل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مطلع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قرار است فردا</w:t>
      </w:r>
      <w:r w:rsidR="00F0477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268E5" w:rsidRPr="009268E5">
        <w:rPr>
          <w:rStyle w:val="libAlaemChar"/>
          <w:rtl/>
        </w:rPr>
        <w:t xml:space="preserve"> </w:t>
      </w:r>
      <w:r>
        <w:rPr>
          <w:rtl/>
          <w:lang w:bidi="fa-IR"/>
        </w:rPr>
        <w:t>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شاه در مسجد اعظم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صبح زود به اتفاق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نام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پزشک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که از تهران به اتفاق به قم مشرف شده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طرف منزل امام رهسپار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به مسجد اعظم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استفاده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من</w:t>
      </w:r>
      <w:r>
        <w:rPr>
          <w:rFonts w:hint="eastAsia"/>
          <w:rtl/>
          <w:lang w:bidi="fa-IR"/>
        </w:rPr>
        <w:t>زل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مشاهده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گروه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ساواک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انبوه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خاطر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اجتماع نموده بودند پراکنده و در حال رفت و آمد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باشند. و اعمال و گفتار مردم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نظر داشتند. امام 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دادند و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نمودند که اگر دست از اعمال ضد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 ندارند به مسجد اعظم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آنجا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 به گوش ملّت </w:t>
      </w:r>
      <w:r>
        <w:rPr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رسانم. امّا متوجه نشد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چه عکس العمل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 داده شد که امام از رفتن به مسجد منصرف شدند؛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آنچه که در داخل منزل امام از نظر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اجرا گ</w:t>
      </w:r>
      <w:r>
        <w:rPr>
          <w:rFonts w:hint="eastAsia"/>
          <w:rtl/>
          <w:lang w:bidi="fa-IR"/>
        </w:rPr>
        <w:t>ذ</w:t>
      </w:r>
      <w:r w:rsidR="00F04772">
        <w:rPr>
          <w:rFonts w:hint="cs"/>
          <w:rtl/>
          <w:lang w:bidi="fa-IR"/>
        </w:rPr>
        <w:t>ا</w:t>
      </w:r>
      <w:r>
        <w:rPr>
          <w:rFonts w:hint="eastAsia"/>
          <w:rtl/>
          <w:lang w:bidi="fa-IR"/>
        </w:rPr>
        <w:t>شته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خارج از منزل اجتماع داشتند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بودند جز آنکه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مرحوم امام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از طرف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 xml:space="preserve">اعلام شده بود بعدازظهر، مجلس روضه جهت سالگرد شهادت حضرت امام صادق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مدرسه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طرف معظم له منعقد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آن روز چون به ظهر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شده بود مردم از اطراف منزل امام متفرّق شدند و بعدازظهر در مدرسه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انبوه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اجتماع و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را پر نمودند. و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گلپا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هم حضور به هم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شروع مجل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اعلام</w:t>
      </w:r>
      <w:r w:rsidR="00F0477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پس از آنکه قرآن تلاوت شد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صحن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مدرسه به منبر رفتند. ضمن سخنران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جوان ها که سرها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طرز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نموده و از طرف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جهت بر هم زدن مجلس ختم به مدرسه آمده و مجتمعاً به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منبر نشسته بودند به ع</w:t>
      </w:r>
      <w:r>
        <w:rPr>
          <w:rFonts w:hint="eastAsia"/>
          <w:rtl/>
          <w:lang w:bidi="fa-IR"/>
        </w:rPr>
        <w:t>نوان</w:t>
      </w:r>
      <w:r>
        <w:rPr>
          <w:rtl/>
          <w:lang w:bidi="fa-IR"/>
        </w:rPr>
        <w:t xml:space="preserve"> مقدمه به هم زدن مجلس دو نفر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عنوان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گار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با هم به جنگ زرگر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ستادند</w:t>
      </w:r>
      <w:r>
        <w:rPr>
          <w:rtl/>
          <w:lang w:bidi="fa-IR"/>
        </w:rPr>
        <w:t xml:space="preserve"> که با هم گلاو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شوند.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چون ناخودآگاه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جمع آنها واقع شده بودم شانه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را گرفته و به حالت غضب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مستم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شروع به اعتراض به آن دو نفر نمودند.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 که مجلس از نظم خود خارج شود که مرحوم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درا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خود نشان داد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صدا زدند خواهشمندم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دخالت نکند من خودم مجلس را اداره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گروه طرفداران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چون با انبوه اعتراض مردم رو به رو ش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ناچار به سکوت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مجلس پس از خاتمه منبر بدون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>. من و دوستم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پزشک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منبر و داخل طرفداران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ناگهان شخص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کل</w:t>
      </w:r>
      <w:r>
        <w:rPr>
          <w:rtl/>
          <w:lang w:bidi="fa-IR"/>
        </w:rPr>
        <w:t xml:space="preserve"> و بلند قامت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بعداً معلوم شد فرمانده گروه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با لهجه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زد: «زنده باد رضا شاه پهلو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شعار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کنار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حجره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 و احتمالاً از بچه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انقلاب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 بود متقابلاً با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بلند او را مخاطب قرار داد</w:t>
      </w:r>
      <w:r w:rsidR="00F0477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زد: «خفه شو»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کلام از دهان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شد ناگهان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جوان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بعداً معلوم شد که آنها چتر</w:t>
      </w:r>
      <w:r w:rsidR="008B301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بودند (بنابر قول مرحوم حجت الاسلام فلسف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منبرها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>) که با لباس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مبدّل داخل مدرسه شده، دست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رفت و با پنجه بوکس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قبلاً آماده کرده بودند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بودند با شعار 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شاه به مردم حمله کردند و مردم از ترس گروه گروه مدرسه را ترک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پس از آنکه مهاجم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مدرسه را از مردم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دسته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مدرسه به طور رژه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شعار 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طلبه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حجره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طبقه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فوقان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دفاع از خود و خارج کردن آنها از مدرسه آجرها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در جلو حجره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مشرف به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بود با دست آجرها را کندند و از بالا به طرف چتربازها پرتاب نمودند.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زخم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پا به فرار گذاشتند و از دالان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خروج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خارج شدند و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منظره ها را بنده و دوستم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پزشک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ناظر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="008B301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طور دسته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پشت بام مدرسه از ضلع جنوب شرق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محوطه جلو درب صحن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به گوشمان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مشاهده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پاسبان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 از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نامعلوم خود را به پشت بام مدرسه رسانده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به مراجع تقل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جمله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اللَّه ب</w:t>
      </w:r>
      <w:r>
        <w:rPr>
          <w:rFonts w:hint="eastAsia"/>
          <w:rtl/>
          <w:lang w:bidi="fa-IR"/>
        </w:rPr>
        <w:t>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کاشان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9268E5" w:rsidRPr="009268E5">
        <w:rPr>
          <w:rStyle w:val="libAlaemChar"/>
          <w:rtl/>
        </w:rPr>
        <w:t xml:space="preserve">رحمه‌الله </w:t>
      </w:r>
      <w:r>
        <w:rPr>
          <w:rtl/>
          <w:lang w:bidi="fa-IR"/>
        </w:rPr>
        <w:t>و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مراجع عظام با الفاظ 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فحاش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و قصد داشتند که از راه</w:t>
      </w:r>
      <w:r w:rsidR="008B301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پشت</w:t>
      </w:r>
      <w:r>
        <w:rPr>
          <w:rtl/>
          <w:lang w:bidi="fa-IR"/>
        </w:rPr>
        <w:t xml:space="preserve"> بام داخل مدرسه شوند. من به دوستم گفتم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درنگ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 را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سپس از راه پله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ضلع جنوب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بود بالا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حجره ها باز بود.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داخل حجره شده و ما را هم دعوت به داخل نمودند. پس از داخل شدن 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درب حجره را بستند.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پاسبان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پشت بام بودند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درب ورود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پشت بام را شکسته و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راه پله به حجره ها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شدند.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شکسته شدن درب حجره ها به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سپس ضربات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چند به حجره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 ساکن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زده 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 صاحب حجره صدا زد که درب را نشکن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را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درب حجره که باز شد با حمله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پاسبان ها به داخل حجره نمودند بنده از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حجره استفاده نموده از لابلا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پاسبان ها خود را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راه پله ها به داخل صحن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مدرسه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اوباش چماق دار و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مدرسه را تسخ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نموده بودند.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گوشم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بگو: «جاو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شاه»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فرار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در حال فرار ضربت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چماق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گرده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احساس نمودم. (امّا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). از چنگال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خون آشام آنها مانند آهو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درنده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خود را تا به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امّا چه سود که ناگهان پنجه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مچ دستم را گرفت و به چماق داران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من بودند صدا زد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 را گرفتم.</w:t>
      </w:r>
      <w:r w:rsidR="008B301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مثل</w:t>
      </w:r>
      <w:r>
        <w:rPr>
          <w:rtl/>
          <w:lang w:bidi="fa-IR"/>
        </w:rPr>
        <w:t xml:space="preserve"> آنکه فتح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کرده بود و مرا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سمت شمال مدرسه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داخل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و طلاب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کرده بودند قرار داد.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همه اعمال وحش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ضد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عمال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شاهد بودم آن چنان سک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نه و طمأن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وجودم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شده بود که به جرأت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قسم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کنم در مقابل آن همه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که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احتمال کشته شدن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خود احساس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نامعلوم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رو داشتم.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منظره ها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ز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داخل اسرا شدم چشمم به مرحوم حاج محسن زند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که او هم مانند بنده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از شاگردان و طلبه مدرسه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اللَّه حاج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مجتهد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در کنار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نشستم و در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گرم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زخم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و خون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لباس من سرا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بود.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ناظر اعمال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کارانه طرفداران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چماق داران و اوباش بودم مشاهده کردم سرهنگ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لباس ارتش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کنار حوض مدرسه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و با صوت زدن، اوباش و چماق داران را به دور خود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دستور صادر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اوباش به دستورات او عمل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سرهنگ مولو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امام 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در اعلام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روز بعد از واقعه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صادر نموده بود و در مطلع آن به پدر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طلبه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شهادت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پدرش به نزد امام آمده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 w:rsidR="008B301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گفته نام برده بود. و در ضمن اعلام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اشاره به سرهنگ مولو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بود که صوت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اوباش را به دور خود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دستور حمله به افراد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پناه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(دستور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گوش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ببرند)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از اعلام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امام 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به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سرهنگ مولو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نگذشته بو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خداوند متعال به او مهلت نداد و در راه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طرف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عهده داشت توسط بالگرد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در آبعل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اطراف تهران بالگرد او به طرز نامعلوم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سقوط نمود و روح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دش</w:t>
      </w:r>
      <w:r>
        <w:rPr>
          <w:rtl/>
          <w:lang w:bidi="fa-IR"/>
        </w:rPr>
        <w:t xml:space="preserve"> به درکات جح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واصل شد.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5"/>
        <w:gridCol w:w="269"/>
        <w:gridCol w:w="3308"/>
      </w:tblGrid>
      <w:tr w:rsidR="008B301E" w:rsidTr="00F16169">
        <w:trPr>
          <w:trHeight w:val="350"/>
        </w:trPr>
        <w:tc>
          <w:tcPr>
            <w:tcW w:w="3920" w:type="dxa"/>
            <w:shd w:val="clear" w:color="auto" w:fill="auto"/>
          </w:tcPr>
          <w:p w:rsidR="008B301E" w:rsidRDefault="008B301E" w:rsidP="00F16169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خون ناحقّ پروانه شمع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8B301E" w:rsidRDefault="008B301E" w:rsidP="00F1616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8B301E" w:rsidRDefault="008B301E" w:rsidP="00F16169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مهلت</w:t>
            </w:r>
            <w:r>
              <w:rPr>
                <w:rtl/>
                <w:lang w:bidi="fa-IR"/>
              </w:rPr>
              <w:t xml:space="preserve"> نداد که شب را سحر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8B30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خروج ما از مدرسه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:</w:t>
      </w:r>
      <w:r w:rsidR="008B301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هوا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شده بود.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غم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هاله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مدرسه حاکم شده بود.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کنار بنده نشسته و زخم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ناله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خاطرم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ما مراقبت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رفتم و آن جوان را نشان دادم و گفتم حال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اگر او را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نرسان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گردن شماها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افتد. به من و او اجازه خروج از مدرسه را داد. آمدم دست جوان را گرفتم و به مرحوم محسن زند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اشاره نمودم که دست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او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ترفند سه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چنگال دژخ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نجات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و از مدرسه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خارج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="008B301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هنگام به حجره حجت الاسلام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محمود سجاد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و شاگردان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مجتهد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مدرسه حجّت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وارد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تا صبح در آنجا به سر برد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امّا</w:t>
      </w:r>
      <w:r w:rsidR="008B301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چگونه</w:t>
      </w:r>
      <w:r>
        <w:rPr>
          <w:rtl/>
          <w:lang w:bidi="fa-IR"/>
        </w:rPr>
        <w:t xml:space="preserve"> شب را به صبح رساندم. شب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فراموش ناشدن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کنم از شدت درد چماق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پشتم در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خورده بود تا صبح به خواب نرفتم. امّا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درد با لذت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باورناکردن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توأم بود. خداوند متعال از باب </w:t>
      </w:r>
      <w:r w:rsidR="008B301E" w:rsidRPr="008B301E">
        <w:rPr>
          <w:rStyle w:val="libAlaemChar"/>
          <w:rFonts w:hint="cs"/>
          <w:rtl/>
        </w:rPr>
        <w:t>(</w:t>
      </w:r>
      <w:r w:rsidRPr="008B301E">
        <w:rPr>
          <w:rStyle w:val="libAieChar"/>
          <w:rtl/>
        </w:rPr>
        <w:t>وَالَّذِ</w:t>
      </w:r>
      <w:r w:rsidRPr="008B301E">
        <w:rPr>
          <w:rStyle w:val="libAieChar"/>
          <w:rFonts w:hint="cs"/>
          <w:rtl/>
        </w:rPr>
        <w:t>ی</w:t>
      </w:r>
      <w:r w:rsidRPr="008B301E">
        <w:rPr>
          <w:rStyle w:val="libAieChar"/>
          <w:rFonts w:hint="eastAsia"/>
          <w:rtl/>
        </w:rPr>
        <w:t>نَ</w:t>
      </w:r>
      <w:r w:rsidRPr="008B301E">
        <w:rPr>
          <w:rStyle w:val="libAieChar"/>
          <w:rtl/>
        </w:rPr>
        <w:t xml:space="preserve"> جاهَدُوا فِ</w:t>
      </w:r>
      <w:r w:rsidRPr="008B301E">
        <w:rPr>
          <w:rStyle w:val="libAieChar"/>
          <w:rFonts w:hint="cs"/>
          <w:rtl/>
        </w:rPr>
        <w:t>ی</w:t>
      </w:r>
      <w:r w:rsidRPr="008B301E">
        <w:rPr>
          <w:rStyle w:val="libAieChar"/>
          <w:rFonts w:hint="eastAsia"/>
          <w:rtl/>
        </w:rPr>
        <w:t>نا</w:t>
      </w:r>
      <w:r w:rsidRPr="008B301E">
        <w:rPr>
          <w:rStyle w:val="libAieChar"/>
          <w:rtl/>
        </w:rPr>
        <w:t xml:space="preserve"> لَنَهْدِ</w:t>
      </w:r>
      <w:r w:rsidRPr="008B301E">
        <w:rPr>
          <w:rStyle w:val="libAieChar"/>
          <w:rFonts w:hint="cs"/>
          <w:rtl/>
        </w:rPr>
        <w:t>یَ</w:t>
      </w:r>
      <w:r w:rsidRPr="008B301E">
        <w:rPr>
          <w:rStyle w:val="libAieChar"/>
          <w:rFonts w:hint="eastAsia"/>
          <w:rtl/>
        </w:rPr>
        <w:t>نَّهُمْ</w:t>
      </w:r>
      <w:r w:rsidRPr="008B301E">
        <w:rPr>
          <w:rStyle w:val="libAieChar"/>
          <w:rtl/>
        </w:rPr>
        <w:t xml:space="preserve"> سُبُلَنا</w:t>
      </w:r>
      <w:r w:rsidR="008B301E" w:rsidRPr="008B301E">
        <w:rPr>
          <w:rStyle w:val="libAlaemChar"/>
          <w:rFonts w:hint="cs"/>
          <w:rtl/>
        </w:rPr>
        <w:t>)</w:t>
      </w:r>
      <w:r w:rsidRPr="008B301E">
        <w:rPr>
          <w:rStyle w:val="libFootnotenumChar"/>
          <w:rtl/>
        </w:rPr>
        <w:t xml:space="preserve">(74) </w:t>
      </w:r>
      <w:r>
        <w:rPr>
          <w:rtl/>
          <w:lang w:bidi="fa-IR"/>
        </w:rPr>
        <w:t>لذت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شب به ذائقه روحم چشان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هرگز فراموش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</w:p>
    <w:p w:rsidR="00BC358B" w:rsidRDefault="00BC358B" w:rsidP="008B301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واقعه</w:t>
      </w:r>
      <w:r>
        <w:rPr>
          <w:rtl/>
          <w:lang w:bidi="fa-IR"/>
        </w:rPr>
        <w:t xml:space="preserve"> غم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روز بعد از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آنکه طلاب، مهاجم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از مدرسه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راندند، واقعه غم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تأسف 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مدرسه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رابطه با طلاب اتفاق افتاد. دوباره مهاجم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اشرار و پاسبان ها از پشت بام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به داخل صحن نفوذ کردند و به طرف حجرات طبقه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هجوم بردند. و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طلاب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پناه که به چنگال دژخ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گرفتار شدند از طبقه </w:t>
      </w:r>
      <w:r>
        <w:rPr>
          <w:rtl/>
          <w:lang w:bidi="fa-IR"/>
        </w:rPr>
        <w:lastRenderedPageBreak/>
        <w:t>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مدرسه به طرف صحن مدرسه پرتاب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 و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پنجره حجره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مدرسه دارالشفاء مشرف بود از ترس مهاجم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از پنجره به صحن مدرسه دارالشفاء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انداختند و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حجره آنها به </w:t>
      </w:r>
      <w:r>
        <w:rPr>
          <w:rFonts w:hint="eastAsia"/>
          <w:rtl/>
          <w:lang w:bidi="fa-IR"/>
        </w:rPr>
        <w:t>سمت</w:t>
      </w:r>
      <w:r>
        <w:rPr>
          <w:rtl/>
          <w:lang w:bidi="fa-IR"/>
        </w:rPr>
        <w:t xml:space="preserve"> رودخانه قم بود خود را از پنجره به طرف رودخانه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انداختند. دو نفر از دوستان به نام برادران صادق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رودخانه انداخته بودند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اثر شکستگ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 در منزل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بودند.</w:t>
      </w:r>
      <w:r w:rsidR="008B301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بعد در کمال جرأت و تهوّر با دوست خود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پزشک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جهت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 مدرسه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هاله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غم سراسر مدرسه را فراگرفته بود. وضع حجرات طلاب به طرز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به هم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بود.</w:t>
      </w:r>
      <w:r w:rsidR="008B301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هرگز</w:t>
      </w:r>
      <w:r>
        <w:rPr>
          <w:rtl/>
          <w:lang w:bidi="fa-IR"/>
        </w:rPr>
        <w:t xml:space="preserve"> فراموش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در مقابل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حجرات صحنه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مثل آنکه گوسفند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سر ببرند حدود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متر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 w:rsidR="008B301E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متر</w:t>
      </w:r>
      <w:r>
        <w:rPr>
          <w:rtl/>
          <w:lang w:bidi="fa-IR"/>
        </w:rPr>
        <w:t xml:space="preserve"> خون خشک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به چشم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خورد. حال چه کرده بودند با سربازان حضرت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(عجل اللَّه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>) خدا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</w:t>
      </w:r>
      <w:r w:rsidR="008B301E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از مفصل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قصه مجمل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 تو خود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مفصل بخوان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مجمل </w:t>
      </w:r>
    </w:p>
    <w:p w:rsidR="001C5CFF" w:rsidRDefault="00BC358B" w:rsidP="001C5CF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از طلاب مصدوم و مجروح </w:t>
      </w: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توقفم در قم بعد از واقعه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نگذشته بود که با برادر ارجمند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محمّد مهد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ارادتمندان به ساحت قدس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عصمت و طهارت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که از افراد انقلاب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ارادتمند به امام راحل 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بود برخورد نمودم.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فرمودند مبلغ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از تهران آورده ام و 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عدّه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طلاب که در واقعه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صدمه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 و در منزل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با خود دارم. دوست دارم به اتفاق شما به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آنها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بنده با کمال 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اق</w:t>
      </w:r>
      <w:r>
        <w:rPr>
          <w:rtl/>
          <w:lang w:bidi="fa-IR"/>
        </w:rPr>
        <w:t xml:space="preserve"> دعوت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 xml:space="preserve"> و به اتفاق در آن روز به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نفر از مص</w:t>
      </w:r>
      <w:r>
        <w:rPr>
          <w:rFonts w:hint="eastAsia"/>
          <w:rtl/>
          <w:lang w:bidi="fa-IR"/>
        </w:rPr>
        <w:t>دوم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مجروح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در نقاط مختلف قم بودند بر طبق 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دست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 موفق به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طلاب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و به هر کدام آنها وجه قابل ملاحظه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مصدوم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پاشکسته،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شکسته،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قفسه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شکسته،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ستون فقرات شکسته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هرکدام به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مبتلا شده بودند. همگ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ترس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کار از رفتن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مارستان</w:t>
      </w:r>
      <w:r>
        <w:rPr>
          <w:rtl/>
          <w:lang w:bidi="fa-IR"/>
        </w:rPr>
        <w:t xml:space="preserve">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و در منازل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درد و آس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آنها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رنج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بردند. ناگفته نماند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نفر مصدوم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موفق به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آنها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که از آنها 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 الّا مصدوم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بودند که ما نه 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را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</w:t>
      </w:r>
      <w:r w:rsidR="001C5CF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موفق به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آنها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="001C5CFF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گوشه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منحوس محمّد رضا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قم، که خود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ناظر آن در مدرسه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طلاب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مصدوم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منازلشان ملاقات نمودم.</w:t>
      </w:r>
      <w:r w:rsidR="001C5CFF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«اللّهمّ</w:t>
      </w:r>
      <w:r>
        <w:rPr>
          <w:rtl/>
          <w:lang w:bidi="fa-IR"/>
        </w:rPr>
        <w:t xml:space="preserve"> العن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من تبعه»</w:t>
      </w:r>
    </w:p>
    <w:p w:rsidR="00BC358B" w:rsidRDefault="001C5CFF" w:rsidP="001C5CF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72" w:name="_Toc477343858"/>
      <w:bookmarkStart w:id="173" w:name="_Toc477344000"/>
      <w:r>
        <w:rPr>
          <w:rFonts w:hint="eastAsia"/>
          <w:rtl/>
          <w:lang w:bidi="fa-IR"/>
        </w:rPr>
        <w:t>داستان</w:t>
      </w:r>
      <w:r>
        <w:rPr>
          <w:rtl/>
          <w:lang w:bidi="fa-IR"/>
        </w:rPr>
        <w:t xml:space="preserve"> جابه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جنازه مطهر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جابر بن عبداللَّه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صحاب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اعظم </w:t>
      </w:r>
      <w:r w:rsidR="00E913E1" w:rsidRPr="00E913E1">
        <w:rPr>
          <w:rStyle w:val="libAlaemChar"/>
          <w:rtl/>
        </w:rPr>
        <w:t>صلى‌الله‌عليه‌وآله</w:t>
      </w:r>
      <w:bookmarkEnd w:id="172"/>
      <w:bookmarkEnd w:id="173"/>
      <w:r w:rsidR="00E913E1" w:rsidRPr="00E913E1">
        <w:rPr>
          <w:rStyle w:val="libAlaemChar"/>
          <w:rtl/>
        </w:rPr>
        <w:t xml:space="preserve"> </w:t>
      </w:r>
    </w:p>
    <w:p w:rsidR="00BC358B" w:rsidRDefault="00BC358B" w:rsidP="001C5CF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اتفاق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به خدمت مرحوم حجت الاسلام حاج سلطان واعظ، معروف به سلطان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دوران کسالت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منجر به فوت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شد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پشت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 مشغول نوشتن کتاب صد مقاله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ماند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 بودند</w:t>
      </w:r>
      <w:r w:rsidRPr="001C5CFF">
        <w:rPr>
          <w:rStyle w:val="libFootnotenumChar"/>
          <w:rtl/>
        </w:rPr>
        <w:t>.(75)</w:t>
      </w:r>
      <w:r>
        <w:rPr>
          <w:rtl/>
          <w:lang w:bidi="fa-IR"/>
        </w:rPr>
        <w:t xml:space="preserve"> در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درباره شما 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مشهور است که جنابعال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جابجا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انتقال جنازه دو نفر از صحاب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1C5CFF" w:rsidRPr="001C5CFF">
        <w:rPr>
          <w:rStyle w:val="libAlaemChar"/>
          <w:rFonts w:eastAsiaTheme="minorHAnsi"/>
          <w:rtl/>
        </w:rPr>
        <w:t>صلى‌الله‌عليه‌وآله‌وسلم</w:t>
      </w:r>
      <w:r w:rsidR="00E913E1" w:rsidRPr="00E913E1">
        <w:rPr>
          <w:rStyle w:val="libAlaemChar"/>
          <w:rtl/>
        </w:rPr>
        <w:t xml:space="preserve"> </w:t>
      </w:r>
      <w:r>
        <w:rPr>
          <w:rtl/>
          <w:lang w:bidi="fa-IR"/>
        </w:rPr>
        <w:t>مباشرت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استدعا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ما بدون واسطه آن را از حضرت ع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1C5CFF">
        <w:rPr>
          <w:rStyle w:val="libFootnotenumChar"/>
          <w:rtl/>
        </w:rPr>
        <w:t>(76)</w:t>
      </w:r>
      <w:r w:rsidR="001C5CFF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سال قبل که به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مشرف شدم زمان زعامت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ابوالحسن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(طاب ثراه) بود.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که در دستگاه حکومت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عراق 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 نزد من آمدند و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نقل نمودند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 که در بغداد آب دجله طغ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نموده و قبر دو تن از صحابه بزرگوار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نام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جابر بن عبداللَّه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کنار دجله مدفون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 در معرض طغ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آب دجله واقع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احتمال تخر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قبر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="001C5CFF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مشورت با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حاضر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استمداران</w:t>
      </w:r>
      <w:r>
        <w:rPr>
          <w:rtl/>
          <w:lang w:bidi="fa-IR"/>
        </w:rPr>
        <w:t xml:space="preserve"> حکومت، قرعه فال به نام شخص شخ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جنابعال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زده شده که جهت جابه جا</w:t>
      </w:r>
      <w:r>
        <w:rPr>
          <w:rFonts w:hint="cs"/>
          <w:rtl/>
          <w:lang w:bidi="fa-IR"/>
        </w:rPr>
        <w:t>یی</w:t>
      </w:r>
      <w:r w:rsidR="001C5CF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ابدان</w:t>
      </w:r>
      <w:r>
        <w:rPr>
          <w:rtl/>
          <w:lang w:bidi="fa-IR"/>
        </w:rPr>
        <w:t xml:space="preserve"> مطهر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بزرگوار جناب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نامزد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خداپسندانه نموده اند.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جانب به محضر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مشرف شده و شرح واقعه را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عرضه داشتم و اجازه نبش قبر و انتقال جنازه آن دو بزرگوار را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نمودم. معظم له با </w:t>
      </w:r>
      <w:r>
        <w:rPr>
          <w:rtl/>
          <w:lang w:bidi="fa-IR"/>
        </w:rPr>
        <w:lastRenderedPageBreak/>
        <w:t>توجّه به مو</w:t>
      </w:r>
      <w:r>
        <w:rPr>
          <w:rFonts w:hint="eastAsia"/>
          <w:rtl/>
          <w:lang w:bidi="fa-IR"/>
        </w:rPr>
        <w:t>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قبور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کنار دجله در معرض تخر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بود، با درخواست بنده موافقت نمودند. پس از کسب اجازه در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فرستادگان حکومت، به بغداد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="001C5CFF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کنار قبرها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اجتماع علما و بزرگان و مسؤول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حکومت مواجه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بلافاصله دستور نبش قبر و خاکبردار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قبر مطهر را که مشرف به خراب شدن بود صادر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="001C5CFF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قبلاً غسل نموده و وضو گرفته بودم لباس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تن نمودم پس از برداشتن لحد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قبر، با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داخل قبر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که منسوب به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او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در زمان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معروف شده بود که اسام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اشخاص منافق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شناسد. و </w:t>
      </w:r>
      <w:r>
        <w:rPr>
          <w:rFonts w:hint="eastAsia"/>
          <w:rtl/>
          <w:lang w:bidi="fa-IR"/>
        </w:rPr>
        <w:t>علّت</w:t>
      </w:r>
      <w:r>
        <w:rPr>
          <w:rtl/>
          <w:lang w:bidi="fa-IR"/>
        </w:rPr>
        <w:t xml:space="preserve">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منافق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بود که شب هنگام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سوار بر شتر از جنگ تبوک مراجعت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حفاظت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را که بر ناقه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سوار بود برعهده داشت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اصحاب افسار شتر را به دست داشت. منافق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طبق نقشه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جاده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مشرف به دره بود به انتظار عبور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از آن جاده در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نشسته بودند و مشک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خشک از سنگ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نموده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1C5CF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اکرم</w:t>
      </w:r>
      <w:r>
        <w:rPr>
          <w:rtl/>
          <w:lang w:bidi="fa-IR"/>
        </w:rPr>
        <w:t xml:space="preserve">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سوار بر ناقه در حال عبور از آن جاده بود منافق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مشک ها را با هم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مرکب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رها نمودند.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مرکب از ترس 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فرار گذاشت. خداوند متعال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مأمور نگهدار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مرکب نمود. چنانچه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شتر را مهار ننموده بود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قعر دره پرتاب و نقشه منافق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ولکن </w:t>
      </w:r>
      <w:r w:rsidR="001C5CFF" w:rsidRPr="001C5CFF">
        <w:rPr>
          <w:rStyle w:val="libAlaemChar"/>
          <w:rFonts w:hint="cs"/>
          <w:rtl/>
        </w:rPr>
        <w:t>(</w:t>
      </w:r>
      <w:r w:rsidRPr="001C5CFF">
        <w:rPr>
          <w:rStyle w:val="libAieChar"/>
          <w:rtl/>
        </w:rPr>
        <w:t>وَمَکَرُوا وَمَکَرَ اللَّهُ وَاللَّهُ خَ</w:t>
      </w:r>
      <w:r w:rsidRPr="001C5CFF">
        <w:rPr>
          <w:rStyle w:val="libAieChar"/>
          <w:rFonts w:hint="cs"/>
          <w:rtl/>
        </w:rPr>
        <w:t>یْ</w:t>
      </w:r>
      <w:r w:rsidRPr="001C5CFF">
        <w:rPr>
          <w:rStyle w:val="libAieChar"/>
          <w:rFonts w:hint="eastAsia"/>
          <w:rtl/>
        </w:rPr>
        <w:t>رُ</w:t>
      </w:r>
      <w:r w:rsidRPr="001C5CFF">
        <w:rPr>
          <w:rStyle w:val="libAieChar"/>
          <w:rtl/>
        </w:rPr>
        <w:t xml:space="preserve"> الْماکِرِ</w:t>
      </w:r>
      <w:r w:rsidRPr="001C5CFF">
        <w:rPr>
          <w:rStyle w:val="libAieChar"/>
          <w:rFonts w:hint="cs"/>
          <w:rtl/>
        </w:rPr>
        <w:t>ی</w:t>
      </w:r>
      <w:r w:rsidRPr="001C5CFF">
        <w:rPr>
          <w:rStyle w:val="libAieChar"/>
          <w:rFonts w:hint="eastAsia"/>
          <w:rtl/>
        </w:rPr>
        <w:t>نَ</w:t>
      </w:r>
      <w:r w:rsidR="001C5CFF" w:rsidRPr="001C5CFF">
        <w:rPr>
          <w:rStyle w:val="libAlaemChar"/>
          <w:rFonts w:hint="cs"/>
          <w:rtl/>
        </w:rPr>
        <w:t>)</w:t>
      </w:r>
      <w:r>
        <w:rPr>
          <w:rtl/>
          <w:lang w:bidi="fa-IR"/>
        </w:rPr>
        <w:t>.</w:t>
      </w:r>
      <w:r w:rsidRPr="001C5CFF">
        <w:rPr>
          <w:rStyle w:val="libFootnotenumChar"/>
          <w:rtl/>
        </w:rPr>
        <w:t>(77)</w:t>
      </w:r>
    </w:p>
    <w:p w:rsidR="00BC358B" w:rsidRDefault="00BC358B" w:rsidP="001C5CF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برق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آسمان زده شد و آن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چون روز روشن شد و جناب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منافق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که حدود چهارده نفر بودند مشاهده و کاملاً </w:t>
      </w:r>
      <w:r>
        <w:rPr>
          <w:rtl/>
          <w:lang w:bidi="fa-IR"/>
        </w:rPr>
        <w:lastRenderedPageBreak/>
        <w:t>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کرد، امّا بنابر دستور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مأمور به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نبود.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بود که در زمان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معروف بود که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اسام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 و افراد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شناسد.</w:t>
      </w:r>
      <w:r w:rsidR="001C5CFF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مشاهده</w:t>
      </w:r>
      <w:r>
        <w:rPr>
          <w:rtl/>
          <w:lang w:bidi="fa-IR"/>
        </w:rPr>
        <w:t xml:space="preserve"> نمودم که بدن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داخل کفن بعد از هزار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سال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تر و تازه و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سالم خودنما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خاطرم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دست مبارک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از کفن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آوردم. انگشت خود را بر پشت دست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فشار دادم.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انگشتم را بعد از فشار از پشت دست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برداشتم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انگشتم همانند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زنده باشد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بلافاصله قرمز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کاشف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خون در بدن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دارد. چشمانم به چهره مبارک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که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محاسن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و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 و از کفن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بود و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 قرار داشت انداختم.</w:t>
      </w:r>
      <w:r w:rsidR="001C5CF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لحظه به فکرم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لب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کراراً دست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</w:t>
      </w:r>
      <w:r w:rsidR="001C5CF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اللَّه</w:t>
      </w:r>
      <w:r>
        <w:rPr>
          <w:rtl/>
          <w:lang w:bidi="fa-IR"/>
        </w:rPr>
        <w:t xml:space="preserve">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. با خود گفتم من که زمان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درک نکردم که مشرف به دست بوس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وجود مقدّس شوم. حال که خداوند متعال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بم</w:t>
      </w:r>
      <w:r>
        <w:rPr>
          <w:rtl/>
          <w:lang w:bidi="fa-IR"/>
        </w:rPr>
        <w:t xml:space="preserve"> نموده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واسطه دست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ببوسم. خم شدم و 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دست رس</w:t>
      </w:r>
      <w:r>
        <w:rPr>
          <w:rFonts w:hint="eastAsia"/>
          <w:rtl/>
          <w:lang w:bidi="fa-IR"/>
        </w:rPr>
        <w:t>ول</w:t>
      </w:r>
      <w:r>
        <w:rPr>
          <w:rtl/>
          <w:lang w:bidi="fa-IR"/>
        </w:rPr>
        <w:t xml:space="preserve">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نائل شدم.</w:t>
      </w:r>
      <w:r w:rsidR="001C5CFF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بدن مبارک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بغل نموده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قبر منتقل نمودم و از قبر خارج شدم و با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داخل قبر جابر بن عبداللَّه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شدم. آن بزرگوار هم مانند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بدن مبارکش داخل کفن تر و تازه و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سالم با محاسن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با حنا رنگ شده بود مثل آنکه روز قبل به خاک سپرده شده بود مشاهده نمودم.</w:t>
      </w:r>
      <w:r w:rsidR="001C5CFF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هم مانند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دستش را از درون کفن خارج نموده و انگشت خود را به پشت دست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فشار دادم. بعد از آنکه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انگشتم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سپس قرمز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 بعد از هزار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سال خون در بدن مبارکش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دارد. با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لب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واسطه </w:t>
      </w:r>
      <w:r>
        <w:rPr>
          <w:rFonts w:hint="eastAsia"/>
          <w:rtl/>
          <w:lang w:bidi="fa-IR"/>
        </w:rPr>
        <w:t>دوباره</w:t>
      </w:r>
      <w:r>
        <w:rPr>
          <w:rtl/>
          <w:lang w:bidi="fa-IR"/>
        </w:rPr>
        <w:t xml:space="preserve"> دست مبارک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را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  <w:r w:rsidR="001C5CFF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جنازه را بغل کردم و از قبر خارج نمودم.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ذکر است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کنار قبر اجتماع نموده بودند و ناظر خارج نمودن ابدان مطهره بودند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عکاسان از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استفاده نموده شرف حضور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که از ابدان طاهره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عکس 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لکن متأسفانه با مخالف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بزرگان از عکس 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ممانعت به عمل آمد.</w:t>
      </w:r>
      <w:r w:rsidR="001C5CFF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پس</w:t>
      </w:r>
      <w:r w:rsidR="001C5CF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فات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ابدان پاک آنها را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به مدائن برد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دو قبر حفر نموده و در کنار قبر حضرت سلمان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خاک سپرد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بعد از نقل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بنده از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استفاده نموده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معظم له به پشت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عرضه داشتم خداوند متعال </w:t>
      </w: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نعمت عظم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مشرف فرموده که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واسطه دست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ببوس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اجازه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خداوند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 هم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ما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با دو واسطه ببوس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0A61D0" w:rsidRDefault="00BC358B" w:rsidP="000A61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بلافاصله</w:t>
      </w:r>
      <w:r>
        <w:rPr>
          <w:rtl/>
          <w:lang w:bidi="fa-IR"/>
        </w:rPr>
        <w:t xml:space="preserve"> خم شده لب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که به لب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و جابر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با استجازه از محضر مبارکشان از خدمتشان مرخّص شدم.</w:t>
      </w:r>
      <w:r w:rsidR="001C5CFF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جهت</w:t>
      </w:r>
      <w:r>
        <w:rPr>
          <w:rtl/>
          <w:lang w:bidi="fa-IR"/>
        </w:rPr>
        <w:t xml:space="preserve"> روشن شدن اذهان خوانندگان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کنم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 در زمان زعامت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ابوالحسن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اتفاق افتاده و آنها که ناظر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بعداً از لسان مرحوم سلطان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 رخت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عالم برکش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در عا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برزخ باز نموده اند.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سراغ ندارم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مطلع باشد. لذا خود را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جامعه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 را که در گذشته از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اتفاق افتاده و در خاطر من به 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نهاده شده بود موفق شدم به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رشته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درآورم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جابجا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قبور دو صحاب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بزرگوار رسول اللَّه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شگفت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در اذهان دوستداران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و در نسل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باق</w:t>
      </w:r>
      <w:r>
        <w:rPr>
          <w:rFonts w:hint="cs"/>
          <w:rtl/>
          <w:lang w:bidi="fa-IR"/>
        </w:rPr>
        <w:t>ی</w:t>
      </w:r>
      <w:r w:rsidR="000A61D0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بماند</w:t>
      </w:r>
      <w:r>
        <w:rPr>
          <w:rtl/>
          <w:lang w:bidi="fa-IR"/>
        </w:rPr>
        <w:t xml:space="preserve"> و آنها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مدائن جهت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قبر مطهر حضرت سلمان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مشرف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بدانند که قبر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صحاب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مدائن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الاحداث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جبر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حضرت سلمان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قرار داده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</w:t>
      </w:r>
      <w:r>
        <w:rPr>
          <w:rFonts w:hint="eastAsia"/>
          <w:rtl/>
          <w:lang w:bidi="fa-IR"/>
        </w:rPr>
        <w:t>صدر</w:t>
      </w:r>
      <w:r>
        <w:rPr>
          <w:rtl/>
          <w:lang w:bidi="fa-IR"/>
        </w:rPr>
        <w:t xml:space="preserve"> اسلام و مدفنشان کنار دجله بغداد بوده است.</w:t>
      </w:r>
      <w:r w:rsidRPr="000A61D0">
        <w:rPr>
          <w:rStyle w:val="libFootnotenumChar"/>
          <w:rtl/>
        </w:rPr>
        <w:t xml:space="preserve">(78) </w:t>
      </w:r>
      <w:r>
        <w:rPr>
          <w:rtl/>
          <w:lang w:bidi="fa-IR"/>
        </w:rPr>
        <w:t>« و الحمدللَّه رب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</w:p>
    <w:p w:rsidR="00BC358B" w:rsidRDefault="000A61D0" w:rsidP="000A61D0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A61D0" w:rsidRDefault="00BC358B" w:rsidP="00055618">
      <w:pPr>
        <w:pStyle w:val="Heading2"/>
        <w:rPr>
          <w:rtl/>
          <w:lang w:bidi="fa-IR"/>
        </w:rPr>
      </w:pPr>
      <w:bookmarkStart w:id="174" w:name="_Toc477343859"/>
      <w:bookmarkStart w:id="175" w:name="_Toc477344001"/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حجت الاسلام محقق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استاد</w:t>
      </w:r>
      <w:r>
        <w:rPr>
          <w:rtl/>
          <w:lang w:bidi="fa-IR"/>
        </w:rPr>
        <w:t xml:space="preserve"> خطابه و فنِ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bookmarkEnd w:id="174"/>
      <w:bookmarkEnd w:id="175"/>
      <w:r>
        <w:rPr>
          <w:rtl/>
          <w:lang w:bidi="fa-IR"/>
        </w:rPr>
        <w:t xml:space="preserve"> </w:t>
      </w:r>
    </w:p>
    <w:p w:rsidR="00392AF2" w:rsidRDefault="00BC358B" w:rsidP="00392AF2">
      <w:pPr>
        <w:pStyle w:val="libNormal"/>
        <w:rPr>
          <w:rtl/>
          <w:lang w:bidi="fa-IR"/>
        </w:rPr>
      </w:pPr>
      <w:r>
        <w:rPr>
          <w:rtl/>
          <w:lang w:bidi="fa-IR"/>
        </w:rPr>
        <w:t>معظم له در خطابه و فن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استاد بود به مثابه معمار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براساس آن 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استوار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لهذا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</w:t>
      </w:r>
      <w:r>
        <w:rPr>
          <w:rtl/>
          <w:lang w:bidi="fa-IR"/>
        </w:rPr>
        <w:t xml:space="preserve"> و در خور فهم عموم اگر 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 در شرح و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داستان با خل</w:t>
      </w:r>
      <w:r>
        <w:rPr>
          <w:rFonts w:hint="eastAsia"/>
          <w:rtl/>
          <w:lang w:bidi="fa-IR"/>
        </w:rPr>
        <w:t>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 چنان به او تجسم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 مهارت، شنونده را تحت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مجذوب مطالب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متقن خود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که مستمع مجلس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خود را در اتفاق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 داستان واقع شده بود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حاضر و ناظر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جرأت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کنم که در عصر خود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اهل منبر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نمونه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بود و حقاً مرحوم محقق اسم با مسمّا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داشت. ضمناً به عنوان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کنم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منبر عرضه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به عنوان نمونه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حدود دو ماه مطالعه نمودم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منبر از او استفاده ننمودم (تو خود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بخوان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مجمل).</w:t>
      </w:r>
      <w:r w:rsidR="00392AF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تحمل زحمات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مطالب جهت ارائه آن در منبر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شنوندگان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انتظار داشت که شنوندگان هم گفتار او را درک</w:t>
      </w:r>
      <w:r w:rsidR="00392AF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فهم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در راستا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انتظار خود از مستمع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فرمودند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مضمون: من در همه امورات ماد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باشم. به عنوان مثال در امر تغذ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در امر پوشش و در خواب و استراحت.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در منزل دستور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چه غذا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هرگونه غذ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تناول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هرگونه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پوشم. در هر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خوابم و در هر جا استراحت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امّا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مورد روحم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مطلب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همه زحمت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آن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با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</w:t>
      </w:r>
      <w:r>
        <w:rPr>
          <w:rtl/>
          <w:lang w:bidi="fa-IR"/>
        </w:rPr>
        <w:t xml:space="preserve"> در منبر مطرح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اگر متوجه شوم که شنونده آن را درک و فهم ننموده متأثّر شده و در روحم اثر نامطلوب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گذارد.</w:t>
      </w:r>
    </w:p>
    <w:p w:rsidR="00BC358B" w:rsidRDefault="00392AF2" w:rsidP="00392AF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76" w:name="_Toc477343860"/>
      <w:bookmarkStart w:id="177" w:name="_Toc477344002"/>
      <w:r>
        <w:rPr>
          <w:rFonts w:hint="eastAsia"/>
          <w:rtl/>
          <w:lang w:bidi="fa-IR"/>
        </w:rPr>
        <w:t>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مرحوم محقّق</w:t>
      </w:r>
      <w:bookmarkEnd w:id="176"/>
      <w:bookmarkEnd w:id="177"/>
      <w:r>
        <w:rPr>
          <w:rtl/>
          <w:lang w:bidi="fa-IR"/>
        </w:rPr>
        <w:t xml:space="preserve"> </w:t>
      </w:r>
    </w:p>
    <w:p w:rsidR="00392AF2" w:rsidRDefault="00BC358B" w:rsidP="00392AF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منبر به مناسبت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نقل فرمودند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مرا وص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خود نمود.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نامه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من قرار داد که پس از فوت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طبق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نامه عمل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از فوت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بنا بر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عهده داشتم فرزندان متوف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احضار نموده و در آن مجلس،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نامه پدرشان را قرائت نمودم. اعمال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انجام شود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قرار بود: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حج واجب، ده سال نماز و روزه، صد هزار تومان صدقه جهت حقّ الناس، فلان مبلغ به فلان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شاوند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فقرات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 نوشته،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اموال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به ارث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گذارده بود.</w:t>
      </w:r>
      <w:r w:rsidR="00392AF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آنکه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نامه قرائت شد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خوش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انتظار داشتم که ثلث اموال متوف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بنده قرار</w:t>
      </w:r>
      <w:r w:rsidR="00392AF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و من هم به مقتضا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متوف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امّا در کمال تعجب و تأسف مشاهده نمودم که فرزندان سر در گوش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نهاده، پس از نجوا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فرزند بزرگ تر به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با مقدمه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کوتاه بنده را مخاطب قرار داد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مضمون:</w:t>
      </w:r>
      <w:r w:rsidR="00392AF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آقا محقق! پدر ما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اتش</w:t>
      </w:r>
      <w:r>
        <w:rPr>
          <w:rtl/>
          <w:lang w:bidi="fa-IR"/>
        </w:rPr>
        <w:t xml:space="preserve">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نامه نوشته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خودش انجام دهد و انجام نداد و جنابعال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 فرزندانش توقع نداشته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انجام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مجلس را ترک نمودند و چون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نامه قانون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من هم نتوانستم اقدام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از عمل ب</w:t>
      </w:r>
      <w:r>
        <w:rPr>
          <w:rFonts w:hint="eastAsia"/>
          <w:rtl/>
          <w:lang w:bidi="fa-IR"/>
        </w:rPr>
        <w:t>ازماندگان</w:t>
      </w:r>
      <w:r>
        <w:rPr>
          <w:rtl/>
          <w:lang w:bidi="fa-IR"/>
        </w:rPr>
        <w:t xml:space="preserve"> متوف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گرفتم؛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من در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نامه خود نوشته بودم که فرزندانم بعد از فوتم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نماز و روزه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انجام دهند. بعد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 به فکر فرو رفتم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تجربه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حاصل شده بود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خود کمر همت را ببندم و تا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نماز و </w:t>
      </w:r>
      <w:r>
        <w:rPr>
          <w:rtl/>
          <w:lang w:bidi="fa-IR"/>
        </w:rPr>
        <w:lastRenderedPageBreak/>
        <w:t>روزه را خود انجام دهم.</w:t>
      </w:r>
      <w:r w:rsidR="00392AF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هرگز فراموش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در چهل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در مسجد حمام گلشن تهران دعوت نموده بودم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پس از اتمام منبر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طاق نماها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ستادند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شبانه روز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خود پند و اندرز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شنوندگان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که تا زنده ه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خود به فکر خودشان باشند و از بازماندگان و وارثان خود انتظاروتوقع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فوتشان نداشته باشند. کس نخارد پشت من جز ناخن انگشت من روحش شاد</w:t>
      </w:r>
    </w:p>
    <w:p w:rsidR="00BC358B" w:rsidRDefault="00392AF2" w:rsidP="00392AF2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78" w:name="_Toc477343861"/>
      <w:bookmarkStart w:id="179" w:name="_Toc477344003"/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محقق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زندان پهلو</w:t>
      </w:r>
      <w:r>
        <w:rPr>
          <w:rFonts w:hint="cs"/>
          <w:rtl/>
          <w:lang w:bidi="fa-IR"/>
        </w:rPr>
        <w:t>ی</w:t>
      </w:r>
      <w:bookmarkEnd w:id="178"/>
      <w:bookmarkEnd w:id="179"/>
      <w:r>
        <w:rPr>
          <w:rtl/>
          <w:lang w:bidi="fa-IR"/>
        </w:rPr>
        <w:t xml:space="preserve"> </w:t>
      </w:r>
    </w:p>
    <w:p w:rsidR="00BC358B" w:rsidRDefault="00BC358B" w:rsidP="003C2BC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حجت الاسلام حاج محقق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بعد از</w:t>
      </w:r>
      <w:r w:rsidR="00392AF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واقعه</w:t>
      </w:r>
      <w:r>
        <w:rPr>
          <w:rtl/>
          <w:lang w:bidi="fa-IR"/>
        </w:rPr>
        <w:t xml:space="preserve"> غم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مسجد گوهرشاد به اتفاق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مشهد توسط عمال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روانه زندان شدند و در اثر فشارها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زندان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وارد شده بود تارها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معظم له صدمه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در منبر به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فراموش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منبر داستان جا</w:t>
      </w:r>
      <w:r>
        <w:rPr>
          <w:rFonts w:hint="eastAsia"/>
          <w:rtl/>
          <w:lang w:bidi="fa-IR"/>
        </w:rPr>
        <w:t>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 نقل فرمودند که قابل توجّه خوانندگان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فرمودند: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در زندان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مسؤول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علّت اختلاس 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زندان آوردند.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مرفه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زندان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گذراند. اوّلاً از غذاها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زندان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وجه استفاده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روزانه هر صبح و شام از منزلشان غذاها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متنوع و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 و در هر فصل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مناسبت فصول،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گوناگون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  <w:r w:rsidR="00392AF2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دوران زندان را 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گفتم با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شما در دستگاه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چگونه حاضر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 را در معرض اتهام اختلاس قرار داده و محکوم و روانه زندان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د؟خنده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گفت: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چند روز عمر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گذراند.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گفتم تلف شدن عمرتان در زندان اسمش را خوش گذران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در پاسخ گفت جناب محقق شما که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ناظر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در زندان در کمال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 و در کمال وقاحت گفت من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اختلاس مبلغ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هزار تومان اندوخته کرده ام و قاض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پرونده مرا به سه سال زندان محکوم نموده است. بعد از سه سال که از زندان آزاد شدم شب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ها را از مخف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اسکناس ها را در کف اتاق</w:t>
      </w:r>
      <w:r w:rsidR="003C2BC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منزلم</w:t>
      </w:r>
      <w:r>
        <w:rPr>
          <w:rtl/>
          <w:lang w:bidi="fa-IR"/>
        </w:rPr>
        <w:t xml:space="preserve"> پهن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در </w:t>
      </w:r>
      <w:r>
        <w:rPr>
          <w:rtl/>
          <w:lang w:bidi="fa-IR"/>
        </w:rPr>
        <w:lastRenderedPageBreak/>
        <w:t>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اتاق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پول 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خوابم و تا انتها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غلطم و با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فلان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جبران تحمل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زندان.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را دوباره تکرار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جبران تحمل سال دوم زندان.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نحو بار سوم را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جبران تحمل سال سوم زندان و تا آخر عمر به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نحو به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دهم.</w:t>
      </w:r>
      <w:r w:rsidR="003C2BC3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نمونه از صدها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هزارها نمونه مسؤول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حکومت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با چپاول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المال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در فقر و استضعاف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بر گرده آنها سوار و بر آنها حکم فرما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</w:t>
      </w:r>
      <w:r w:rsidR="003C2BC3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متعال بر ما منت نهاد و با نعمت انقلاب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ثمره آن حکومت جمهور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ما را از نحوست و شرارت و رذالت حکومت خاندان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فرمود. خداوندا ملّت ما را شاکر و قدردان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موهبت عظما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قرار ده.</w:t>
      </w:r>
    </w:p>
    <w:p w:rsidR="003C2BC3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رب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</w:p>
    <w:p w:rsidR="00BC358B" w:rsidRDefault="003C2BC3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80" w:name="_Toc477343862"/>
      <w:bookmarkStart w:id="181" w:name="_Toc477344004"/>
      <w:r>
        <w:rPr>
          <w:rFonts w:hint="eastAsia"/>
          <w:rtl/>
          <w:lang w:bidi="fa-IR"/>
        </w:rPr>
        <w:t>نبش</w:t>
      </w:r>
      <w:r>
        <w:rPr>
          <w:rtl/>
          <w:lang w:bidi="fa-IR"/>
        </w:rPr>
        <w:t xml:space="preserve"> قبر حرّ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عصر شاه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صفو</w:t>
      </w:r>
      <w:r>
        <w:rPr>
          <w:rFonts w:hint="cs"/>
          <w:rtl/>
          <w:lang w:bidi="fa-IR"/>
        </w:rPr>
        <w:t>ی</w:t>
      </w:r>
      <w:bookmarkEnd w:id="180"/>
      <w:bookmarkEnd w:id="181"/>
      <w:r>
        <w:rPr>
          <w:rtl/>
          <w:lang w:bidi="fa-IR"/>
        </w:rPr>
        <w:t xml:space="preserve"> </w:t>
      </w:r>
    </w:p>
    <w:p w:rsidR="003C2BC3" w:rsidRDefault="00BC358B" w:rsidP="003C2BC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از مرحوم حجت الاسلام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محقق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منبر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خواننده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محترم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ثبت و ضبط در ذهن شما گردد. امّا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داستان:</w:t>
      </w:r>
      <w:r w:rsidR="003C2BC3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معظم</w:t>
      </w:r>
      <w:r>
        <w:rPr>
          <w:rtl/>
          <w:lang w:bidi="fa-IR"/>
        </w:rPr>
        <w:t xml:space="preserve"> له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منابر خود به مناسبت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فرمودند که در زمان شاه سلطان اسماع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صفو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حرّ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اختلاف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شد. گروه مخالف معتقد بودند که اگر حرّ مانع حرکت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حادثه کربلا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امام و فرزندان و اصحابش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شدند. امّا گروه موافق معتقد بودند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حرّ امام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به کربلا سوق داد متوجه</w:t>
      </w:r>
      <w:r w:rsidR="003C2BC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که مسأله جنگ در کار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توسط عمر سعد (لعنه اللَّه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</w:t>
      </w:r>
      <w:r>
        <w:rPr>
          <w:rtl/>
          <w:lang w:bidi="fa-IR"/>
        </w:rPr>
        <w:t>) نقشه شهادت امام را طراح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اند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حرّ هرگز مسأله جنگ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به ذهنش هم خطور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از عمل خود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قتاً</w:t>
      </w:r>
      <w:r>
        <w:rPr>
          <w:rtl/>
          <w:lang w:bidi="fa-IR"/>
        </w:rPr>
        <w:t xml:space="preserve">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گشته و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پروردگار </w:t>
      </w:r>
      <w:r>
        <w:rPr>
          <w:rFonts w:hint="eastAsia"/>
          <w:rtl/>
          <w:lang w:bidi="fa-IR"/>
        </w:rPr>
        <w:t>توبه</w:t>
      </w:r>
      <w:r>
        <w:rPr>
          <w:rtl/>
          <w:lang w:bidi="fa-IR"/>
        </w:rPr>
        <w:t xml:space="preserve"> نمود و عرض کرد: «اللّهمّ إنّ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ارعبت قلوب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ائک</w:t>
      </w:r>
      <w:r>
        <w:rPr>
          <w:rtl/>
          <w:lang w:bidi="fa-IR"/>
        </w:rPr>
        <w:t xml:space="preserve"> فاغفر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 w:rsidRPr="003C2BC3">
        <w:rPr>
          <w:rStyle w:val="libFootnotenumChar"/>
          <w:rtl/>
        </w:rPr>
        <w:t xml:space="preserve">(79) </w:t>
      </w:r>
      <w:r>
        <w:rPr>
          <w:rtl/>
          <w:lang w:bidi="fa-IR"/>
        </w:rPr>
        <w:t>و رو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امام آورد و در حضور امام اظهار توبه و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امام که مظهر صفات رحمان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رأفت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گناه او درگذشت. حضرت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او را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شدن از مرکب دعوت نمودند. حر عر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نمود اجازه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اوّل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 که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جنگ بروم و جانم را در راه دفاع از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شما فدا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حضرت اجازه فرمودند. حر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رفت. پس از آنکه خود را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حقان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 جنگ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بر اثر ضربات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و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پا درآمد و از مر</w:t>
      </w:r>
      <w:r>
        <w:rPr>
          <w:rFonts w:hint="eastAsia"/>
          <w:rtl/>
          <w:lang w:bidi="fa-IR"/>
        </w:rPr>
        <w:t>کب</w:t>
      </w:r>
      <w:r>
        <w:rPr>
          <w:rtl/>
          <w:lang w:bidi="fa-IR"/>
        </w:rPr>
        <w:t xml:space="preserve">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افتاد. آقا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بال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آمد و سر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زانو نهاد. و دستمال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با خود داشت بر </w:t>
      </w:r>
      <w:r>
        <w:rPr>
          <w:rtl/>
          <w:lang w:bidi="fa-IR"/>
        </w:rPr>
        <w:lastRenderedPageBreak/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 که از اثر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دشمن شکافته شده بود بست. و به او فرمود: «انت حرّ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الآخره کما سمّتک امّک»</w:t>
      </w:r>
      <w:r w:rsidRPr="003C2BC3">
        <w:rPr>
          <w:rStyle w:val="libFootnotenumChar"/>
          <w:rtl/>
        </w:rPr>
        <w:t xml:space="preserve">(80) </w:t>
      </w:r>
      <w:r>
        <w:rPr>
          <w:rtl/>
          <w:lang w:bidi="fa-IR"/>
        </w:rPr>
        <w:t>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 حُر جان به جا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نمود.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مدال افتخار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«انت حرّ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الآخره» را امام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حر نصب نمود. 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قبل از آنکه حر متولد شود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</w:t>
      </w:r>
      <w:r w:rsidR="003C2BC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حر</w:t>
      </w:r>
      <w:r>
        <w:rPr>
          <w:rtl/>
          <w:lang w:bidi="fa-IR"/>
        </w:rPr>
        <w:t xml:space="preserve"> در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اتفاق افتاده بود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انش</w:t>
      </w:r>
      <w:r>
        <w:rPr>
          <w:rtl/>
          <w:lang w:bidi="fa-IR"/>
        </w:rPr>
        <w:t xml:space="preserve"> از حوصله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نوشتار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="003C2BC3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مبنا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اعتقاد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مخالف و موافق بود که باعث اختلاف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گروه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  <w:r w:rsidR="003C2BC3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شاه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درخواست چاره 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نمود. پس از شور و مشورت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حقان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آن است که بدن آنها در قبر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 و شواهد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اعصار گذشته و حال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لذا شاه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به اتفاق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دربار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قبر حرّ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نبش تا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امر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عموم مردم روشن و آتش فتنه خاموش شود.</w:t>
      </w:r>
      <w:r w:rsidR="003C2BC3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شاه عازم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شد. پس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قبور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بر کنار مزار حر رفتند و به دستور شاه قبر حر را نبش و خاک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قبر را خارج و به تنه درخت خرما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برخورد نمودند که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لحد حدّ فاصل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خاک و بدن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حر به طول قبر گذاشته شده بود.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تنه درخت در اثر مجاورت بدن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حر بعد از هزار سال بدون آنکه پوس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باشد تر و تازه مانده بود. به دستور شاه تنه درخت را که برداشتند جنازه حر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شد.</w:t>
      </w:r>
      <w:r w:rsidR="003C2BC3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مشاهده</w:t>
      </w:r>
      <w:r>
        <w:rPr>
          <w:rtl/>
          <w:lang w:bidi="fa-IR"/>
        </w:rPr>
        <w:t xml:space="preserve"> نمودند که جنازه با بدن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 و تازه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لباس جنگ بر تن و چکمه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پا داشت درون قبر خودنما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شاه توجّه نمود که دستمال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حرّ بسته شده، علّت را سؤال نمود.</w:t>
      </w:r>
      <w:r w:rsidR="003C2BC3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طبق</w:t>
      </w:r>
      <w:r>
        <w:rPr>
          <w:rtl/>
          <w:lang w:bidi="fa-IR"/>
        </w:rPr>
        <w:t xml:space="preserve"> اخبار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واقعه کربلا به آنها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گفتند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دستمال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آقا امام</w:t>
      </w:r>
      <w:r w:rsidR="003C2BC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اثر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فرق حر را شکافته بود به سر او </w:t>
      </w:r>
      <w:r>
        <w:rPr>
          <w:rtl/>
          <w:lang w:bidi="fa-IR"/>
        </w:rPr>
        <w:lastRenderedPageBreak/>
        <w:t>بسته، (شا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دستمال از بافته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8A41F2" w:rsidRPr="008A41F2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بوده باشد) شاه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طمع در دستمال نموده و دستور داد دستمال را از سر حُر باز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دستمال را از سر حرّ باز نمودند از فرق شکافته شده حر، خون تازه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دستمال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قبلاً آماده نموده بودند به سر حر بستند.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دستمال را بستند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خون از دستمال نفوذ نمود. دستمال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دستمال اوّل بستند. باز خون نفوذ نمود.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دستمال عوض نمودند و خون از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باز نماند.</w:t>
      </w:r>
      <w:r w:rsidR="003C2BC3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بالاخره</w:t>
      </w:r>
      <w:r>
        <w:rPr>
          <w:rtl/>
          <w:lang w:bidi="fa-IR"/>
        </w:rPr>
        <w:t xml:space="preserve"> علما گفتند حر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دستمال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امام به او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 از او باز ستان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دستمال سند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 و افتخار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پروردگار متعال. سپس شاه ناچار شد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علما تن در دهد و قطعه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دستمال را جدا کرده و اصل دست</w:t>
      </w:r>
      <w:r>
        <w:rPr>
          <w:rFonts w:hint="eastAsia"/>
          <w:rtl/>
          <w:lang w:bidi="fa-IR"/>
        </w:rPr>
        <w:t>مال</w:t>
      </w:r>
      <w:r>
        <w:rPr>
          <w:rtl/>
          <w:lang w:bidi="fa-IR"/>
        </w:rPr>
        <w:t xml:space="preserve"> را دوباره به سر حر ببندد. بعد از آنکه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عمل را انجام دادند خون سر حرّ قطع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سپس آن تنه درخت خرما را که به عنوان لحد بود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نهادند و قبر را با خاک 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. آن قطعه دستمال را رشته رشته نمودند و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رشته ها را که از نخ بود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علما و امرا و دربار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نمودند.</w:t>
      </w:r>
      <w:r w:rsidR="003C2BC3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محقق فرمودند: تا آنجا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من اطّلاع دارم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رشته از نخ آن دستمال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گذشتگان خلفاً عن سلف به مرحوم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محمّد همدان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واعظ معروف به ارث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 w:rsidR="003C2BC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بود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انگشتر خود جاساز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بودند. بعد از فوتش به فرزندش مرحوم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ارث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و بعد از فوت مرحوم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معلوم نشد که آن انگشتر چه 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پدر و پسر به برکت آن نخ دستمال که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انگشتر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قرار داده بودند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عصر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بودند.</w:t>
      </w:r>
    </w:p>
    <w:p w:rsidR="00BC358B" w:rsidRDefault="003C2BC3" w:rsidP="003C2BC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82" w:name="_Toc477343863"/>
      <w:bookmarkStart w:id="183" w:name="_Toc477344005"/>
      <w:r>
        <w:rPr>
          <w:rFonts w:hint="eastAsia"/>
          <w:rtl/>
          <w:lang w:bidi="fa-IR"/>
        </w:rPr>
        <w:t>مشروط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دام گسترده استعمار</w:t>
      </w:r>
      <w:bookmarkEnd w:id="182"/>
      <w:bookmarkEnd w:id="183"/>
    </w:p>
    <w:p w:rsidR="00BC358B" w:rsidRDefault="00BC358B" w:rsidP="003C2BC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از استبداد حکومت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سلسله قاجار که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آغا محمّدخان قاجار و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آنها احمدشاه بود به تنگ آمده بودند. خصوصاً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ناصرالد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و ذهاب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اروپا (و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قرارداد تنباکو با دولت انگلستان) مردم مسلمان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را نسبت به حکوم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قاجار حساس نموده و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حساس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منجر به قتل ناصرالد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شاه به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اسدآباد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رضا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هواداران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دولت استعمارگر انگلستان سوء استفاده نموده، به عنوان مقدمه استعمار و استثمار دولت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تطم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سردمداران مزدور رژ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خائن قاجار بذر مشروط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در افکار ساده مردم پاش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ظلم و ستم حکومت سلاط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قاجار، به جان آمده بودند قانون مشروطه را به ناچار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رفتند</w:t>
      </w:r>
      <w:r>
        <w:rPr>
          <w:rtl/>
          <w:lang w:bidi="fa-IR"/>
        </w:rPr>
        <w:t>. غافل از آنکه در پس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پرده، دولت انگلستان با نقشه استعمار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با ط</w:t>
      </w:r>
      <w:r>
        <w:rPr>
          <w:rFonts w:hint="eastAsia"/>
          <w:rtl/>
          <w:lang w:bidi="fa-IR"/>
        </w:rPr>
        <w:t>رح</w:t>
      </w:r>
      <w:r>
        <w:rPr>
          <w:rtl/>
          <w:lang w:bidi="fa-IR"/>
        </w:rPr>
        <w:t xml:space="preserve"> قانون مشروط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اراده نموده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ملّت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که منابع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به چپاول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غما</w:t>
      </w:r>
      <w:r>
        <w:rPr>
          <w:rtl/>
          <w:lang w:bidi="fa-IR"/>
        </w:rPr>
        <w:t xml:space="preserve"> ببرد. امّا غافل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واقع گرا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که در رأس آنها در آن زمان مرحوم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مجاهد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فضل اللَّه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او علم مخالفت</w:t>
      </w:r>
      <w:r w:rsidR="003C2BC3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مشروطه را تحت مشروطه عنوان مشروعه به اهتزاز درآورد و علناً مخالفت با قانون مشروطه ملعونه را نمود. و سر در راه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حقّه خود داد. و نام پربرکت خود را با خون خود در زمره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راه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اسلام ناب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ثبت نمود.</w:t>
      </w:r>
      <w:r w:rsidR="003C2BC3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طوب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لارباب النع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مها</w:t>
      </w:r>
    </w:p>
    <w:p w:rsidR="003C2BC3" w:rsidRDefault="00BC358B" w:rsidP="003C2BC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«فَضَّلَ</w:t>
      </w:r>
      <w:r>
        <w:rPr>
          <w:rtl/>
          <w:lang w:bidi="fa-IR"/>
        </w:rPr>
        <w:t xml:space="preserve"> اللَّهُ الْمُجاهِدِ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عَلَ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الْقاعِدِ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أَجْراً عَظِ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ماً»</w:t>
      </w:r>
      <w:r w:rsidRPr="003C2BC3">
        <w:rPr>
          <w:rStyle w:val="libFootnotenumChar"/>
          <w:rtl/>
        </w:rPr>
        <w:t>(81)</w:t>
      </w:r>
    </w:p>
    <w:p w:rsidR="003C2BC3" w:rsidRDefault="003C2BC3" w:rsidP="003C2BC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3C2BC3" w:rsidRDefault="003C2BC3" w:rsidP="00055618">
      <w:pPr>
        <w:pStyle w:val="Heading2"/>
        <w:rPr>
          <w:rtl/>
          <w:lang w:bidi="fa-IR"/>
        </w:rPr>
      </w:pPr>
      <w:r>
        <w:rPr>
          <w:rFonts w:hint="eastAsia"/>
          <w:rtl/>
          <w:lang w:bidi="fa-IR"/>
        </w:rPr>
        <w:t xml:space="preserve"> </w:t>
      </w:r>
      <w:bookmarkStart w:id="184" w:name="_Toc477343864"/>
      <w:bookmarkStart w:id="185" w:name="_Toc477344006"/>
      <w:r w:rsidR="00BC358B">
        <w:rPr>
          <w:rFonts w:hint="eastAsia"/>
          <w:rtl/>
          <w:lang w:bidi="fa-IR"/>
        </w:rPr>
        <w:t>چگونگ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دستگ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ر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و محاکمه و شهادت آ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ت</w:t>
      </w:r>
      <w:r w:rsidR="00BC358B">
        <w:rPr>
          <w:rtl/>
          <w:lang w:bidi="fa-IR"/>
        </w:rPr>
        <w:t xml:space="preserve"> اللَّه حاج ش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خ</w:t>
      </w:r>
      <w:r w:rsidR="00BC358B">
        <w:rPr>
          <w:rtl/>
          <w:lang w:bidi="fa-IR"/>
        </w:rPr>
        <w:t xml:space="preserve"> فضل اللَّه نور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(طاب ثراه)</w:t>
      </w:r>
      <w:bookmarkEnd w:id="184"/>
      <w:bookmarkEnd w:id="185"/>
      <w:r w:rsidR="00BC358B">
        <w:rPr>
          <w:rtl/>
          <w:lang w:bidi="fa-IR"/>
        </w:rPr>
        <w:t xml:space="preserve"> </w:t>
      </w:r>
    </w:p>
    <w:p w:rsidR="00BC358B" w:rsidRDefault="00BC358B" w:rsidP="00537CB8">
      <w:pPr>
        <w:pStyle w:val="libNormal"/>
        <w:rPr>
          <w:rtl/>
          <w:lang w:bidi="fa-IR"/>
        </w:rPr>
      </w:pPr>
      <w:r>
        <w:rPr>
          <w:rtl/>
          <w:lang w:bidi="fa-IR"/>
        </w:rPr>
        <w:t>به نقل از کتاب "شه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هرگز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"</w:t>
      </w:r>
      <w:r>
        <w:rPr>
          <w:rFonts w:hint="eastAsia"/>
          <w:rtl/>
          <w:lang w:bidi="fa-IR"/>
        </w:rPr>
        <w:t>مقدمه</w:t>
      </w:r>
      <w:r>
        <w:rPr>
          <w:rtl/>
          <w:lang w:bidi="fa-IR"/>
        </w:rPr>
        <w:t xml:space="preserve">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>: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خبره؟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گروپ گروپ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پشت بام.</w:t>
      </w:r>
      <w:r w:rsidR="00537CB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آقا! مجاهد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مثل مور و ملخ با اسلحه از در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مانند دزدها بالا آمده و همه جا را اشغال نموده اند.</w:t>
      </w:r>
      <w:r w:rsidR="00537CB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از کتابخانه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آمد. دو دستش را دو طرف در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داد. و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مجاهد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مخاطب قرار داد و فرمود: باز چه خبره؟!</w:t>
      </w:r>
      <w:r>
        <w:rPr>
          <w:rFonts w:hint="eastAsia"/>
          <w:rtl/>
          <w:lang w:bidi="fa-IR"/>
        </w:rPr>
        <w:t>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مجاهد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جلو آمد و عرض نمود: آقا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هم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="00537CB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>: به در و پشت بام نگاه نمود و فرمود: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تفنگچ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نفر؟!</w:t>
      </w:r>
      <w:r>
        <w:rPr>
          <w:rFonts w:hint="eastAsia"/>
          <w:rtl/>
          <w:lang w:bidi="fa-IR"/>
        </w:rPr>
        <w:t>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مجاهد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: آقا ما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شما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لاخور</w:t>
      </w:r>
      <w:r>
        <w:rPr>
          <w:rFonts w:hint="cs"/>
          <w:rtl/>
          <w:lang w:bidi="fa-IR"/>
        </w:rPr>
        <w:t>ی</w:t>
      </w:r>
      <w:r w:rsidRPr="00537CB8">
        <w:rPr>
          <w:rStyle w:val="libFootnotenumChar"/>
          <w:rtl/>
        </w:rPr>
        <w:t xml:space="preserve">(82) </w:t>
      </w:r>
      <w:r>
        <w:rPr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537CB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>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ندارم.</w:t>
      </w:r>
      <w:r w:rsidR="00537CB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>: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عبا و عمامه مرا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>. آقازاده رفت و با عبا و عمامه بازگشت.</w:t>
      </w:r>
      <w:r w:rsidR="00537CB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عمامه را به سر و عبا را به دوش نهاد و با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مجاهد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راه افتاد.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دنبالشان راه افتاد.</w:t>
      </w:r>
      <w:r w:rsidR="00537CB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فرمود: تو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برگرد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مادرت بمان.</w:t>
      </w:r>
      <w:r w:rsidR="00537CB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را بردند. 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رفت.</w:t>
      </w:r>
      <w:r w:rsidRPr="00537CB8">
        <w:rPr>
          <w:rStyle w:val="libFootnotenumChar"/>
          <w:rtl/>
        </w:rPr>
        <w:t>(83)</w:t>
      </w:r>
    </w:p>
    <w:p w:rsidR="00537CB8" w:rsidRDefault="00537CB8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86" w:name="_Toc477343865"/>
      <w:bookmarkStart w:id="187" w:name="_Toc477344007"/>
      <w:r>
        <w:rPr>
          <w:rFonts w:hint="eastAsia"/>
          <w:rtl/>
          <w:lang w:bidi="fa-IR"/>
        </w:rPr>
        <w:t>دوران</w:t>
      </w:r>
      <w:r>
        <w:rPr>
          <w:rtl/>
          <w:lang w:bidi="fa-IR"/>
        </w:rPr>
        <w:t xml:space="preserve"> حبس و محاکمه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از زبان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نظام:</w:t>
      </w:r>
      <w:bookmarkEnd w:id="186"/>
      <w:bookmarkEnd w:id="187"/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دهه اوّل ماه رجب</w:t>
      </w:r>
    </w:p>
    <w:p w:rsidR="00BC358B" w:rsidRDefault="00BC358B" w:rsidP="00537CB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بود</w:t>
      </w:r>
      <w:r>
        <w:rPr>
          <w:rtl/>
          <w:lang w:bidi="fa-IR"/>
        </w:rPr>
        <w:t xml:space="preserve"> که آقا را گرفتند. آقا حدود چهار پنج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 زندان نماند. چند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آقا در حبس بود مردم مرتب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توپخانه تظاهرات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تا آنکه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زدهم</w:t>
      </w:r>
      <w:r>
        <w:rPr>
          <w:rtl/>
          <w:lang w:bidi="fa-IR"/>
        </w:rPr>
        <w:t xml:space="preserve"> رجب روز تولد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آن روز من صاحب منصب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بودم. </w:t>
      </w:r>
      <w:r w:rsidR="00537CB8">
        <w:rPr>
          <w:rFonts w:hint="cs"/>
          <w:rtl/>
          <w:lang w:bidi="fa-IR"/>
        </w:rPr>
        <w:t>ساعت سه</w:t>
      </w:r>
      <w:r>
        <w:rPr>
          <w:rtl/>
          <w:lang w:bidi="fa-IR"/>
        </w:rPr>
        <w:t xml:space="preserve"> بعدازظهر </w:t>
      </w:r>
      <w:r>
        <w:rPr>
          <w:rFonts w:hint="eastAsia"/>
          <w:rtl/>
          <w:lang w:bidi="fa-IR"/>
        </w:rPr>
        <w:t>بود</w:t>
      </w:r>
      <w:r>
        <w:rPr>
          <w:rtl/>
          <w:lang w:bidi="fa-IR"/>
        </w:rPr>
        <w:t xml:space="preserve"> که آقا را از بالاخانه نظم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آوردند و مرا با چند نفر مجاهد مأمور کردند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عمارت گلستان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="00537CB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را 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درشکه گذارد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عمارت گلستان. وارد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تالارها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شده بود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تالار مفروش نبود. وسط تالار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گذاشته بودند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طرف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طرفش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مکت</w:t>
      </w:r>
      <w:r>
        <w:rPr>
          <w:rtl/>
          <w:lang w:bidi="fa-IR"/>
        </w:rPr>
        <w:t>. شش نفر آنجا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مکت</w:t>
      </w:r>
      <w:r>
        <w:rPr>
          <w:rtl/>
          <w:lang w:bidi="fa-IR"/>
        </w:rPr>
        <w:t xml:space="preserve"> از قبل نشسته بودند. آقا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من 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ستادم</w:t>
      </w:r>
      <w:r>
        <w:rPr>
          <w:rtl/>
          <w:lang w:bidi="fa-IR"/>
        </w:rPr>
        <w:t>.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نفر تماشاچ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هم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خودشان بودند. سه نفر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شش نفر بازجو، آنها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زنجان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اصلاً معلوم نبود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و دو نفر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صاحب منصبان قزّاق خانه بودن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رأس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شش نفر بازجو،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قرار داشت که فوراً از آقا سؤال از تحصن در حضرت عبدالعظ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نمود که چرا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چرا آن حرف ها را 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چرا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tl/>
          <w:lang w:bidi="fa-IR"/>
        </w:rPr>
        <w:t xml:space="preserve"> را نوشت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پول از کجا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آقا جواب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داد. مخصوصاً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 بدانند آقا مخارج تحصّن را که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بودند از کجا تأم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نموده؟ آقا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قرض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شمرد و آخر سر گفت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نداشتم که خرج کنم</w:t>
      </w:r>
      <w:r w:rsidR="00537CB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والّا</w:t>
      </w:r>
      <w:r>
        <w:rPr>
          <w:rtl/>
          <w:lang w:bidi="fa-IR"/>
        </w:rPr>
        <w:t xml:space="preserve"> باز هم به تحصن ادامه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دادم.</w:t>
      </w:r>
      <w:r w:rsidR="00537CB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ضمن </w:t>
      </w:r>
      <w:r>
        <w:rPr>
          <w:rtl/>
          <w:lang w:bidi="fa-IR"/>
        </w:rPr>
        <w:lastRenderedPageBreak/>
        <w:t>بازجو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آقا اجازه نماز خواست. اجازه دادند. آقا عبا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پهن نمود و نماز ظهر را خواند. امّا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نگذاشتند نماز عصرش را بخواند. (آقا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روزها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بود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هم از همان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خورده بود درد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کرد)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گرفتم و دوباره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نشاندم.</w:t>
      </w:r>
      <w:r w:rsidR="00537CB8">
        <w:rPr>
          <w:rtl/>
          <w:lang w:bidi="fa-IR"/>
        </w:rPr>
        <w:t xml:space="preserve"> </w:t>
      </w:r>
      <w:r>
        <w:rPr>
          <w:rtl/>
          <w:lang w:bidi="fa-IR"/>
        </w:rPr>
        <w:t>دوباره شروع کردند در اطراف تحصن سؤال کردن. در ضمن سؤالات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پرم</w:t>
      </w:r>
      <w:r>
        <w:rPr>
          <w:rtl/>
          <w:lang w:bidi="fa-IR"/>
        </w:rPr>
        <w:t xml:space="preserve"> ارمن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نظم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زمان) آهسته وارد تالار شد. و پنج شش قدم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پشت سر آقا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گذاشتند و نشست. آقا ملتفت آمدن او نشد. چند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گذشت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واقعه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که تمام وضع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تالار را تغ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ر داد. من از آقا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قدرت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در تمام عمر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بودم. تمام تماشاچ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وحشت کرده بودند. تن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آقا از بازجوها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پرم</w:t>
      </w:r>
      <w:r>
        <w:rPr>
          <w:rtl/>
          <w:lang w:bidi="fa-IR"/>
        </w:rPr>
        <w:t xml:space="preserve"> کدام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شما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همه به احترام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پرم</w:t>
      </w:r>
      <w:r>
        <w:rPr>
          <w:rtl/>
          <w:lang w:bidi="fa-IR"/>
        </w:rPr>
        <w:t xml:space="preserve"> از سر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بلند شدند.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با احترام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پرم</w:t>
      </w:r>
      <w:r>
        <w:rPr>
          <w:rtl/>
          <w:lang w:bidi="fa-IR"/>
        </w:rPr>
        <w:t xml:space="preserve"> را که پشت سر آقا نشسته بود نشان داد و گفت: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پرم</w:t>
      </w:r>
      <w:r>
        <w:rPr>
          <w:rtl/>
          <w:lang w:bidi="fa-IR"/>
        </w:rPr>
        <w:t xml:space="preserve"> خان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هستند. آقا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بود و دو دستش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عصا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داده بود به طرف چپ نصفه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سرش را برگرداند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عصبان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گفت: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پرم</w:t>
      </w:r>
      <w:r>
        <w:rPr>
          <w:rtl/>
          <w:lang w:bidi="fa-IR"/>
        </w:rPr>
        <w:t xml:space="preserve"> تو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!!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پرم</w:t>
      </w:r>
      <w:r>
        <w:rPr>
          <w:rtl/>
          <w:lang w:bidi="fa-IR"/>
        </w:rPr>
        <w:t xml:space="preserve"> گفت: بله،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فضل اللَّه تو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!! آقا جواب داد: بله منم.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پرم گفت تو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مشروطه را حرام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آقا جواب داد بله من بودم و تا ابدالدهر هم حرام خواهد بود.</w:t>
      </w:r>
      <w:r w:rsidR="00537CB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پرم</w:t>
      </w:r>
      <w:r>
        <w:rPr>
          <w:rtl/>
          <w:lang w:bidi="fa-IR"/>
        </w:rPr>
        <w:t xml:space="preserve"> برگرداند و به حالت اوّل خود نشست.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537CB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موقع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کلمات با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مخصوص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دهان آقا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نفس از در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آمد. همه ساکت و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دادند. تن من رعشه گرفت و با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کار خطرناک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آقا دارد انجام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 آخر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پرم</w:t>
      </w:r>
      <w:r>
        <w:rPr>
          <w:rtl/>
          <w:lang w:bidi="fa-IR"/>
        </w:rPr>
        <w:t xml:space="preserve">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مجاهد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نظم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بود. بعد از چند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پرم</w:t>
      </w:r>
      <w:r>
        <w:rPr>
          <w:rtl/>
          <w:lang w:bidi="fa-IR"/>
        </w:rPr>
        <w:t xml:space="preserve"> از همان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آمده بود رفت. من در تمام مدت بازجو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همانجا 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درگاه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بودم. بازجو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تمام شد جلو </w:t>
      </w:r>
      <w:r>
        <w:rPr>
          <w:rtl/>
          <w:lang w:bidi="fa-IR"/>
        </w:rPr>
        <w:lastRenderedPageBreak/>
        <w:t>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آقا را برد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درشکه گذاشت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طرف توپخانه راه افتاد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تجمع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توپخانه به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بود که ممکن نبود درشکه رد شود و به در نظم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برسد. </w:t>
      </w: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را با درشکه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دروازه باب هما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نگه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مجاهد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مسلّح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شکافتند و راه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باز کردند. آقا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داخل نظم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</w:t>
      </w:r>
      <w:r w:rsidR="00537CB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نظام: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نرفته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شهادت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ورقه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منتشر شد راجع به محاکمه آقا.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بودند که ابداً و اصلاً ربط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آنچه من روز محاکمه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نداشت.</w:t>
      </w:r>
      <w:r w:rsidR="00537CB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جناب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 دار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قبل از محاکمه بساط دار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توپخانه آماده شده بود و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همج الرّعاء هم منتظر آوردن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بودند که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دار زدن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 نائب امام زمان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مشاهده کنند و هلهله کنان رقص و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  <w:r w:rsidR="00537CB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محاکمه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صور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کمتر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طول انجام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اجازه نماز عصر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هم ندادند. پس از آنکه آقا را وارد نظم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او</w:t>
      </w:r>
      <w:r w:rsidR="00537CB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مکت</w:t>
      </w:r>
      <w:r>
        <w:rPr>
          <w:rtl/>
          <w:lang w:bidi="fa-IR"/>
        </w:rPr>
        <w:t xml:space="preserve"> نشان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تابستان گرم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عرق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 آقا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بود خسته به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دو دستش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دسته عصا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گذاشته بود. آقا از قرائن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به شهادتش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بود. دورب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عکاس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وان تلگراف خانه و چند گوشه و کنار مجهّز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ها سوار شده بودند.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صحن توپخانه را پر کرده بود که من هرگز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را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بودم. ناگهان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سران مجاهد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سرعت وارد نظم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شد. آقا سرش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کردند و با آرام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کمال شجاعت فرمودند اگر من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بروم آنجا (با دست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توپخانه را نشان داد) معطّلم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 اگر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بروم آنجا (با دست اتاق حبس را نشان داد) که باز هم معطّلم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چه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شعر درباره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مصداق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537CB8" w:rsidTr="00537CB8">
        <w:trPr>
          <w:trHeight w:val="350"/>
        </w:trPr>
        <w:tc>
          <w:tcPr>
            <w:tcW w:w="3344" w:type="dxa"/>
            <w:shd w:val="clear" w:color="auto" w:fill="auto"/>
          </w:tcPr>
          <w:p w:rsidR="00537CB8" w:rsidRDefault="00537CB8" w:rsidP="00F16169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مرگ</w:t>
            </w:r>
            <w:r>
              <w:rPr>
                <w:rtl/>
                <w:lang w:bidi="fa-IR"/>
              </w:rPr>
              <w:t xml:space="preserve"> اگر مرد است گو نزد من آ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537CB8" w:rsidRDefault="00537CB8" w:rsidP="00F16169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537CB8" w:rsidRDefault="00537CB8" w:rsidP="00F16169">
            <w:pPr>
              <w:pStyle w:val="libPoem"/>
            </w:pPr>
            <w:r>
              <w:rPr>
                <w:rtl/>
                <w:lang w:bidi="fa-IR"/>
              </w:rPr>
              <w:t>تا در آغوشش بگ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رم</w:t>
            </w:r>
            <w:r>
              <w:rPr>
                <w:rtl/>
                <w:lang w:bidi="fa-IR"/>
              </w:rPr>
              <w:t xml:space="preserve"> تنگ تنگ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37CB8" w:rsidTr="00537CB8">
        <w:trPr>
          <w:trHeight w:val="350"/>
        </w:trPr>
        <w:tc>
          <w:tcPr>
            <w:tcW w:w="3344" w:type="dxa"/>
          </w:tcPr>
          <w:p w:rsidR="00537CB8" w:rsidRDefault="00537CB8" w:rsidP="00F16169">
            <w:pPr>
              <w:pStyle w:val="libPoem"/>
            </w:pPr>
            <w:r>
              <w:rPr>
                <w:rtl/>
                <w:lang w:bidi="fa-IR"/>
              </w:rPr>
              <w:t>من از او عمر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رم</w:t>
            </w:r>
            <w:r>
              <w:rPr>
                <w:rtl/>
                <w:lang w:bidi="fa-IR"/>
              </w:rPr>
              <w:t xml:space="preserve"> جاودان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37CB8" w:rsidRDefault="00537CB8" w:rsidP="00F1616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37CB8" w:rsidRDefault="00537CB8" w:rsidP="00F16169">
            <w:pPr>
              <w:pStyle w:val="libPoem"/>
            </w:pPr>
            <w:r>
              <w:rPr>
                <w:rtl/>
                <w:lang w:bidi="fa-IR"/>
              </w:rPr>
              <w:t>او ز من دلق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ستاند رنگ رنگ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t>به سرعت به طرف بالا رفت و برگشت و گفت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آنجا (م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توپخانه را نشان داد).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tl/>
          <w:lang w:bidi="fa-IR"/>
        </w:rPr>
        <w:t xml:space="preserve"> با طمأن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برخاست و عصازنان به طرف در نظم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رفت. مجاهد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مسلّح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جلو درب را مسدود کرده بودند کنار زدند. آقا همان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بودند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مردم انداختند رو به آسمان نمودند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تلاوت کردند:</w:t>
      </w:r>
    </w:p>
    <w:p w:rsidR="00BC358B" w:rsidRDefault="00537CB8" w:rsidP="00537CB8">
      <w:pPr>
        <w:pStyle w:val="libNormal"/>
        <w:rPr>
          <w:rtl/>
          <w:lang w:bidi="fa-IR"/>
        </w:rPr>
      </w:pPr>
      <w:r w:rsidRPr="00537CB8">
        <w:rPr>
          <w:rStyle w:val="libAlaemChar"/>
          <w:rFonts w:hint="cs"/>
          <w:rtl/>
        </w:rPr>
        <w:t>(</w:t>
      </w:r>
      <w:r w:rsidR="00BC358B" w:rsidRPr="00537CB8">
        <w:rPr>
          <w:rStyle w:val="libAieChar"/>
          <w:rFonts w:hint="eastAsia"/>
          <w:rtl/>
        </w:rPr>
        <w:t>وَأُفَوِّضُ</w:t>
      </w:r>
      <w:r w:rsidR="00BC358B" w:rsidRPr="00537CB8">
        <w:rPr>
          <w:rStyle w:val="libAieChar"/>
          <w:rtl/>
        </w:rPr>
        <w:t xml:space="preserve"> أَمْرِ</w:t>
      </w:r>
      <w:r w:rsidR="00BC358B" w:rsidRPr="00537CB8">
        <w:rPr>
          <w:rStyle w:val="libAieChar"/>
          <w:rFonts w:hint="cs"/>
          <w:rtl/>
        </w:rPr>
        <w:t>ی</w:t>
      </w:r>
      <w:r w:rsidR="00BC358B" w:rsidRPr="00537CB8">
        <w:rPr>
          <w:rStyle w:val="libAieChar"/>
          <w:rtl/>
        </w:rPr>
        <w:t xml:space="preserve"> إِلَ</w:t>
      </w:r>
      <w:r w:rsidR="00BC358B" w:rsidRPr="00537CB8">
        <w:rPr>
          <w:rStyle w:val="libAieChar"/>
          <w:rFonts w:hint="cs"/>
          <w:rtl/>
        </w:rPr>
        <w:t>ی</w:t>
      </w:r>
      <w:r w:rsidR="00BC358B" w:rsidRPr="00537CB8">
        <w:rPr>
          <w:rStyle w:val="libAieChar"/>
          <w:rtl/>
        </w:rPr>
        <w:t xml:space="preserve"> اللَّهِ إِنَّ اللَّهَ بَصِ</w:t>
      </w:r>
      <w:r w:rsidR="00BC358B" w:rsidRPr="00537CB8">
        <w:rPr>
          <w:rStyle w:val="libAieChar"/>
          <w:rFonts w:hint="cs"/>
          <w:rtl/>
        </w:rPr>
        <w:t>ی</w:t>
      </w:r>
      <w:r w:rsidR="00BC358B" w:rsidRPr="00537CB8">
        <w:rPr>
          <w:rStyle w:val="libAieChar"/>
          <w:rFonts w:hint="eastAsia"/>
          <w:rtl/>
        </w:rPr>
        <w:t>رٌ</w:t>
      </w:r>
      <w:r w:rsidR="00BC358B" w:rsidRPr="00537CB8">
        <w:rPr>
          <w:rStyle w:val="libAieChar"/>
          <w:rtl/>
        </w:rPr>
        <w:t xml:space="preserve"> بِالْعِبادِ</w:t>
      </w:r>
      <w:r w:rsidRPr="00537CB8">
        <w:rPr>
          <w:rStyle w:val="libAlaemChar"/>
          <w:rFonts w:hint="cs"/>
          <w:rtl/>
        </w:rPr>
        <w:t>)</w:t>
      </w:r>
      <w:r w:rsidR="00BC358B">
        <w:rPr>
          <w:rtl/>
          <w:lang w:bidi="fa-IR"/>
        </w:rPr>
        <w:t>(</w:t>
      </w:r>
      <w:r w:rsidR="00BC358B" w:rsidRPr="00537CB8">
        <w:rPr>
          <w:rStyle w:val="libFootnotenumChar"/>
          <w:rtl/>
        </w:rPr>
        <w:t>84)</w:t>
      </w:r>
    </w:p>
    <w:p w:rsidR="00BC358B" w:rsidRDefault="00BC358B" w:rsidP="00C928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به طرف دار راه افتادند.</w:t>
      </w:r>
      <w:r w:rsidR="00537CB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همچنان با طمأن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مردم را</w:t>
      </w:r>
      <w:r w:rsidR="00537CB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تماشا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با کمال شجاعت تا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چهارپا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مرتبه به عقب برگشت و صدا زد: ناد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او که دائماً در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آقا بود فوراً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عقب زد و خود را به آقا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گفت بله آقا. آقا دست در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نمود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درآورد و انداخت جلو نادعل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گفت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هرها</w:t>
      </w:r>
      <w:r>
        <w:rPr>
          <w:rtl/>
          <w:lang w:bidi="fa-IR"/>
        </w:rPr>
        <w:t xml:space="preserve"> را خرد کن.</w:t>
      </w:r>
      <w:r w:rsidR="00537CB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اللَّه</w:t>
      </w:r>
      <w:r>
        <w:rPr>
          <w:rtl/>
          <w:lang w:bidi="fa-IR"/>
        </w:rPr>
        <w:t xml:space="preserve"> اکبر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آن ساعت آقا چقدر ملتفت بوده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خواسته بعد از خودش مهرها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دست دشمنانش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فتد</w:t>
      </w:r>
      <w:r>
        <w:rPr>
          <w:rtl/>
          <w:lang w:bidi="fa-IR"/>
        </w:rPr>
        <w:t xml:space="preserve"> تا مبادا سند</w:t>
      </w:r>
      <w:r w:rsidR="00C9281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نادعل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مقابل آقا مهرها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خرد نمود، آقا نادعل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امر به رفتن نمود و به طرف چوبه دار حرکت نمود.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>. اوّل عصا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به طرف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پرتاب نمود (قاپ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) عبا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از دوشش گرفت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پرتاب کرد (قاپ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).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بغل آقا را گرفتند و رفت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ده </w:t>
      </w:r>
      <w:r>
        <w:rPr>
          <w:rtl/>
          <w:lang w:bidi="fa-IR"/>
        </w:rPr>
        <w:lastRenderedPageBreak/>
        <w:t>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صحبت کرد.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مانده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هاست:</w:t>
      </w:r>
      <w:r w:rsidR="00C9281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شاهد باش که من آنچه را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گفتم.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شاهد باش.</w:t>
      </w:r>
      <w:r w:rsidR="00C9281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قرآنش را از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بش</w:t>
      </w:r>
      <w:r>
        <w:rPr>
          <w:rtl/>
          <w:lang w:bidi="fa-IR"/>
        </w:rPr>
        <w:t xml:space="preserve"> در آورده بود گفتند قوط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گارش</w:t>
      </w:r>
      <w:r>
        <w:rPr>
          <w:rtl/>
          <w:lang w:bidi="fa-IR"/>
        </w:rPr>
        <w:t xml:space="preserve"> بود.</w:t>
      </w:r>
      <w:r w:rsidR="00C9281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: اشاره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نطق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در تحصّن عبدالعظ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قرآنش را از 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سه مرتبه در رابطه با مشروطه به قرآن قسم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خورد، مخالف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گفتند: ما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قرآن نبود، قوط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گارش</w:t>
      </w:r>
      <w:r>
        <w:rPr>
          <w:rtl/>
          <w:lang w:bidi="fa-IR"/>
        </w:rPr>
        <w:t xml:space="preserve"> بود!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 اشاره به قسم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حضرت عبدالعظ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>.</w:t>
      </w:r>
      <w:r w:rsidR="00C9281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خود شاهد باش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دم آخر هم باز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مردم را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داده اند.</w:t>
      </w:r>
      <w:r w:rsidR="00C9281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اساس، مخالف اسلام است. محاکمه من و شما مردم بماند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محمّد بن عبداللَّه </w:t>
      </w:r>
      <w:r w:rsidR="00C9281A" w:rsidRPr="00C9281A">
        <w:rPr>
          <w:rStyle w:val="libAlaemChar"/>
          <w:rFonts w:eastAsiaTheme="minorHAnsi"/>
          <w:rtl/>
        </w:rPr>
        <w:t>صلى‌الله‌عليه‌وآله</w:t>
      </w: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اتمام حجت نمود عمامه اش را از سر برداشت و تکان داد و فرمود از سر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عمامه را برداشتند از سر همه برخواهند داشت.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فرمود عمامه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پرتاب نمود. لا اله الّا اللَّه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 طناب دار را به گردن او انداختند و چهار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از 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و طناب دار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آقا کمتر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دار باد و طوفان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غبار و خاک فضا را پر کرد. آثار غضب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عکاس ها نتوانستند از مصلوب عکس بردار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زبان</w:t>
      </w:r>
      <w:r>
        <w:rPr>
          <w:rtl/>
          <w:lang w:bidi="fa-IR"/>
        </w:rPr>
        <w:t xml:space="preserve"> حال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فراز دار: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2"/>
        <w:gridCol w:w="268"/>
        <w:gridCol w:w="3292"/>
      </w:tblGrid>
      <w:tr w:rsidR="00C9281A" w:rsidTr="00C9281A">
        <w:trPr>
          <w:trHeight w:val="350"/>
        </w:trPr>
        <w:tc>
          <w:tcPr>
            <w:tcW w:w="3362" w:type="dxa"/>
            <w:shd w:val="clear" w:color="auto" w:fill="auto"/>
          </w:tcPr>
          <w:p w:rsidR="00C9281A" w:rsidRDefault="00C9281A" w:rsidP="00F16169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ندانم</w:t>
            </w:r>
            <w:r>
              <w:rPr>
                <w:rtl/>
                <w:lang w:bidi="fa-IR"/>
              </w:rPr>
              <w:t xml:space="preserve"> که ناخوش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کدام است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خوش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C9281A" w:rsidRDefault="00C9281A" w:rsidP="00F16169">
            <w:pPr>
              <w:pStyle w:val="libPoem"/>
              <w:rPr>
                <w:rtl/>
              </w:rPr>
            </w:pPr>
          </w:p>
        </w:tc>
        <w:tc>
          <w:tcPr>
            <w:tcW w:w="3292" w:type="dxa"/>
            <w:shd w:val="clear" w:color="auto" w:fill="auto"/>
          </w:tcPr>
          <w:p w:rsidR="00C9281A" w:rsidRDefault="00C9281A" w:rsidP="00F16169">
            <w:pPr>
              <w:pStyle w:val="libPoem"/>
            </w:pPr>
            <w:r>
              <w:rPr>
                <w:rtl/>
                <w:lang w:bidi="fa-IR"/>
              </w:rPr>
              <w:t>خوش آن است که بر ما خدا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پسندد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9281A" w:rsidTr="00C9281A">
        <w:tblPrEx>
          <w:tblLook w:val="04A0"/>
        </w:tblPrEx>
        <w:trPr>
          <w:trHeight w:val="350"/>
        </w:trPr>
        <w:tc>
          <w:tcPr>
            <w:tcW w:w="3362" w:type="dxa"/>
          </w:tcPr>
          <w:p w:rsidR="00C9281A" w:rsidRDefault="00C9281A" w:rsidP="00F16169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چرا</w:t>
            </w:r>
            <w:r>
              <w:rPr>
                <w:rtl/>
                <w:lang w:bidi="fa-IR"/>
              </w:rPr>
              <w:t xml:space="preserve"> دست آزم چرا پا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کوبم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C9281A" w:rsidRDefault="00C9281A" w:rsidP="00F16169">
            <w:pPr>
              <w:pStyle w:val="libPoem"/>
              <w:rPr>
                <w:rtl/>
              </w:rPr>
            </w:pPr>
          </w:p>
        </w:tc>
        <w:tc>
          <w:tcPr>
            <w:tcW w:w="3292" w:type="dxa"/>
          </w:tcPr>
          <w:p w:rsidR="00C9281A" w:rsidRDefault="00C9281A" w:rsidP="00F16169">
            <w:pPr>
              <w:pStyle w:val="libPoem"/>
            </w:pPr>
            <w:r>
              <w:rPr>
                <w:rtl/>
                <w:lang w:bidi="fa-IR"/>
              </w:rPr>
              <w:t xml:space="preserve">مرا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دست و پا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پسندد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281A" w:rsidRDefault="00C9281A" w:rsidP="00BC358B">
      <w:pPr>
        <w:pStyle w:val="libNormal"/>
        <w:rPr>
          <w:rtl/>
          <w:lang w:bidi="fa-IR"/>
        </w:rPr>
      </w:pPr>
    </w:p>
    <w:p w:rsidR="00C9281A" w:rsidRDefault="00C9281A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88" w:name="_Toc477343866"/>
      <w:bookmarkStart w:id="189" w:name="_Toc477344008"/>
      <w:r>
        <w:rPr>
          <w:rFonts w:hint="eastAsia"/>
          <w:rtl/>
          <w:lang w:bidi="fa-IR"/>
        </w:rPr>
        <w:t>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طوفان و آثار غضب اله</w:t>
      </w:r>
      <w:r>
        <w:rPr>
          <w:rFonts w:hint="cs"/>
          <w:rtl/>
          <w:lang w:bidi="fa-IR"/>
        </w:rPr>
        <w:t>ی</w:t>
      </w:r>
      <w:bookmarkEnd w:id="188"/>
      <w:bookmarkEnd w:id="189"/>
      <w:r>
        <w:rPr>
          <w:rtl/>
          <w:lang w:bidi="fa-IR"/>
        </w:rPr>
        <w:t xml:space="preserve"> </w:t>
      </w:r>
    </w:p>
    <w:p w:rsidR="00BC358B" w:rsidRDefault="00BC358B" w:rsidP="00C9281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محل کسب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به نام حاج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اللَّه قناد او که در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شمس العماره، کوچه مدرسه مرو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مغازه قناد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داشت،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نقل نمود:</w:t>
      </w:r>
      <w:r w:rsidR="00C9281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کار قناد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که متوجه شدم هوا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تار شد و بادها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شروع به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نمود. طوفان و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وحشتناک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شد. بلافاصله مغازه را ترک نموده، وارد کوچه شدم. نگاهم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ناصر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افتاد،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اهوکنان</w:t>
      </w:r>
      <w:r>
        <w:rPr>
          <w:rtl/>
          <w:lang w:bidi="fa-IR"/>
        </w:rPr>
        <w:t xml:space="preserve"> و کف زنان از طرف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توپخانه در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ناصر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شتابان در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باشند. از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به طرف کوچه مرو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بودند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 w:rsidR="00C9281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خبر است؟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چرا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کف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زنند؟</w:t>
      </w:r>
      <w:r w:rsidR="00C9281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>: الآن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فضل اللَّه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توپخانه به دار زدند. «انا للَّه و انا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راجعون»</w:t>
      </w:r>
      <w:r w:rsidR="00C9281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امام جواد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رابطه با شهادت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محضر استاد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ابوالفضل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«طاب ثره» بودم و از مواعظ معظم له حقر و دوستان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رشته کلام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مشروطه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 که به مخالفت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هد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فضل اللَّه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مشروط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تحصن معظم له در حضرت عبدالعظ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سرانجام به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شهادت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دارم در آن شب معظم له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جواد «عل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آلاف التح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الثناء» نقل نمودند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 که در آخرالزمان دشمنان اسلام 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هدم اسلام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در مقابله با آنان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طبرستان (مازندران) با آنان معارضه و مخالفت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اثر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مخالفت او را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به دار زده و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  <w:r w:rsidR="00C9281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lastRenderedPageBreak/>
        <w:t>مضمون</w:t>
      </w:r>
      <w:r>
        <w:rPr>
          <w:rtl/>
          <w:lang w:bidi="fa-IR"/>
        </w:rPr>
        <w:t xml:space="preserve"> فراز آخر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 «و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عارضهم</w:t>
      </w:r>
      <w:r>
        <w:rPr>
          <w:rtl/>
          <w:lang w:bidi="fa-IR"/>
        </w:rPr>
        <w:t xml:space="preserve"> رجل طبر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صلب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قتل»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0"/>
        <w:gridCol w:w="268"/>
        <w:gridCol w:w="3304"/>
      </w:tblGrid>
      <w:tr w:rsidR="00460A31" w:rsidTr="00F16169">
        <w:trPr>
          <w:trHeight w:val="350"/>
        </w:trPr>
        <w:tc>
          <w:tcPr>
            <w:tcW w:w="3920" w:type="dxa"/>
            <w:shd w:val="clear" w:color="auto" w:fill="auto"/>
          </w:tcPr>
          <w:p w:rsidR="00460A31" w:rsidRDefault="00460A31" w:rsidP="00F16169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مسلخ عشق جو نکو را نکشتند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60A31" w:rsidRDefault="00460A31" w:rsidP="00F1616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60A31" w:rsidRDefault="00460A31" w:rsidP="00F16169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لاغر</w:t>
            </w:r>
            <w:r>
              <w:rPr>
                <w:rtl/>
                <w:lang w:bidi="fa-IR"/>
              </w:rPr>
              <w:t xml:space="preserve"> صفتان زشت خو را نکشند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0A31" w:rsidTr="00F16169">
        <w:trPr>
          <w:trHeight w:val="350"/>
        </w:trPr>
        <w:tc>
          <w:tcPr>
            <w:tcW w:w="3920" w:type="dxa"/>
          </w:tcPr>
          <w:p w:rsidR="00460A31" w:rsidRDefault="00460A31" w:rsidP="00F16169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گر</w:t>
            </w:r>
            <w:r>
              <w:rPr>
                <w:rtl/>
                <w:lang w:bidi="fa-IR"/>
              </w:rPr>
              <w:t xml:space="preserve"> عاشق صادق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 کشتن نهراس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60A31" w:rsidRDefault="00460A31" w:rsidP="00F16169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60A31" w:rsidRDefault="00460A31" w:rsidP="00F16169">
            <w:pPr>
              <w:pStyle w:val="libPoem"/>
            </w:pPr>
            <w:r>
              <w:rPr>
                <w:rtl/>
                <w:lang w:bidi="fa-IR"/>
              </w:rPr>
              <w:t>مردار بود هر آنکه او را نکشند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60A31" w:rsidRDefault="00460A31" w:rsidP="00BC358B">
      <w:pPr>
        <w:pStyle w:val="libNormal"/>
        <w:rPr>
          <w:rtl/>
          <w:lang w:bidi="fa-IR"/>
        </w:rPr>
      </w:pPr>
    </w:p>
    <w:p w:rsidR="00BC358B" w:rsidRDefault="00460A31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90" w:name="_Toc477343867"/>
      <w:bookmarkStart w:id="191" w:name="_Toc477344009"/>
      <w:r>
        <w:rPr>
          <w:rFonts w:hint="eastAsia"/>
          <w:rtl/>
          <w:lang w:bidi="fa-IR"/>
        </w:rPr>
        <w:t>نقل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مأمور محافظ جنازه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190"/>
      <w:bookmarkEnd w:id="191"/>
    </w:p>
    <w:p w:rsidR="00BC358B" w:rsidRDefault="00BC358B" w:rsidP="00460A3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معظم له داستان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قول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نظم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زمان که مسؤول حفاظت از جنازه مطهر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بوده،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نقل نموده: من در محل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جنب اتاق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جنازه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آن بود جهت حفاظت جنازه ساکن بودم. ناگهان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تلاوت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اتاق</w:t>
      </w:r>
      <w:r>
        <w:rPr>
          <w:rFonts w:hint="cs"/>
          <w:rtl/>
          <w:lang w:bidi="fa-IR"/>
        </w:rPr>
        <w:t>ی</w:t>
      </w:r>
      <w:r w:rsidR="00460A3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جنازه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آن بود به گوشم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حس کنجکاو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مرا به اتاق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جنازه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آن بود کشان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با ورود من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قطع شد. به محل خود برگشتم. دوباره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تلاوت قرآن شروع شد. مجدداً به اتاق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جنازه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در آن بود داخل شدم.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هم با ورود من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</w:t>
      </w:r>
      <w:r>
        <w:rPr>
          <w:rFonts w:hint="eastAsia"/>
          <w:rtl/>
          <w:lang w:bidi="fa-IR"/>
        </w:rPr>
        <w:t>لاوت</w:t>
      </w:r>
      <w:r>
        <w:rPr>
          <w:rtl/>
          <w:lang w:bidi="fa-IR"/>
        </w:rPr>
        <w:t xml:space="preserve"> قطع شد.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تلاوت قرآن تا هنگام صبح ادامه داشت. و هر زمان که داخل اتاق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شدم نه صاحب صدا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نه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تلاوت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  <w:r w:rsidR="00460A31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امام جواد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رابطه با شهادت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</w:t>
      </w:r>
      <w:r w:rsidR="00460A31" w:rsidRPr="00460A31">
        <w:rPr>
          <w:rStyle w:val="libAlaemChar"/>
          <w:rtl/>
        </w:rPr>
        <w:t>رحمه‌الله</w:t>
      </w:r>
      <w:r>
        <w:rPr>
          <w:rtl/>
          <w:lang w:bidi="fa-IR"/>
        </w:rPr>
        <w:t>:</w:t>
      </w:r>
      <w:r w:rsidR="00460A31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بهجت از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خو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فرمودند: در محضر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محمّد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بودم.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فضل اللَّه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بودند.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ژول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 لباس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</w:t>
      </w:r>
      <w:r w:rsidR="00460A3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مر</w:t>
      </w:r>
      <w:r>
        <w:rPr>
          <w:rFonts w:hint="eastAsia"/>
          <w:rtl/>
          <w:lang w:bidi="fa-IR"/>
        </w:rPr>
        <w:t>تب</w:t>
      </w:r>
      <w:r>
        <w:rPr>
          <w:rtl/>
          <w:lang w:bidi="fa-IR"/>
        </w:rPr>
        <w:t xml:space="preserve"> وارد شد. او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مسئله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محمّد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جوا</w:t>
      </w:r>
      <w:r w:rsidR="00460A31">
        <w:rPr>
          <w:rFonts w:hint="cs"/>
          <w:rtl/>
          <w:lang w:bidi="fa-IR"/>
        </w:rPr>
        <w:t>ب</w:t>
      </w:r>
      <w:r>
        <w:rPr>
          <w:rtl/>
          <w:lang w:bidi="fa-IR"/>
        </w:rPr>
        <w:t xml:space="preserve"> نداد.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علماء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فرموده اند. شخص ژول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درست نگفته اند. مسئله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چنان باشد. ما در تعجب فرو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گفته او را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نمود. شخص ژول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مو رو کرد به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فضل اللَّه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فرمود: (کس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فضل اللَّه در تهران به دار آو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نکند تو او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!) و رو کرد به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عبدالکر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فرمود: </w:t>
      </w:r>
      <w:r>
        <w:rPr>
          <w:rtl/>
          <w:lang w:bidi="fa-IR"/>
        </w:rPr>
        <w:lastRenderedPageBreak/>
        <w:t>(کس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عبدالکر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قم پرچم علم و مرجع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 نکند تو او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!) حاضر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تع</w:t>
      </w:r>
      <w:r>
        <w:rPr>
          <w:rFonts w:hint="eastAsia"/>
          <w:rtl/>
          <w:lang w:bidi="fa-IR"/>
        </w:rPr>
        <w:t>جب</w:t>
      </w:r>
      <w:r>
        <w:rPr>
          <w:rtl/>
          <w:lang w:bidi="fa-IR"/>
        </w:rPr>
        <w:t xml:space="preserve"> کردند.</w:t>
      </w:r>
      <w:r w:rsidR="00460A31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بلند شد که برود،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کفش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جلو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جفت نمودند. و از منزل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رفت. از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که بود؟ فرمود آخوند ملا فتحعل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سلطان آباد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مرحوم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بهجت فرمودند: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فضل اللَّه بعد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آخوند ملا فتحعل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است.</w:t>
      </w:r>
      <w:r w:rsidRPr="00460A31">
        <w:rPr>
          <w:rStyle w:val="libFootnotenumChar"/>
          <w:rtl/>
        </w:rPr>
        <w:t>(85)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آنکه مرحوم آخوند ملا فتحعل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سلطان آباد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عصر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بود. بنا بر نقل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حضور سلطان زمان خود در مقام اثبات حقان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زنده نمود.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روح</w:t>
      </w:r>
      <w:r>
        <w:rPr>
          <w:rtl/>
          <w:lang w:bidi="fa-IR"/>
        </w:rPr>
        <w:t xml:space="preserve">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حان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روح پاکش باد.</w:t>
      </w:r>
    </w:p>
    <w:p w:rsidR="00460A31" w:rsidRDefault="00460A31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60A31" w:rsidRDefault="00BC358B" w:rsidP="00055618">
      <w:pPr>
        <w:pStyle w:val="Heading2"/>
        <w:rPr>
          <w:rtl/>
          <w:lang w:bidi="fa-IR"/>
        </w:rPr>
      </w:pPr>
      <w:bookmarkStart w:id="192" w:name="_Toc477343868"/>
      <w:bookmarkStart w:id="193" w:name="_Toc477344010"/>
      <w:r>
        <w:rPr>
          <w:rFonts w:hint="eastAsia"/>
          <w:rtl/>
          <w:lang w:bidi="fa-IR"/>
        </w:rPr>
        <w:t>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نقشه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سفارت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به عنوان مقدمه مشروط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bookmarkEnd w:id="192"/>
      <w:bookmarkEnd w:id="193"/>
    </w:p>
    <w:p w:rsidR="00460A31" w:rsidRDefault="00BC358B" w:rsidP="00460A3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 xml:space="preserve"> برادر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ارجمند جناب حاج محسن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لبّان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الشّر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ف»</w:t>
      </w:r>
      <w:r>
        <w:rPr>
          <w:rtl/>
          <w:lang w:bidi="fa-IR"/>
        </w:rPr>
        <w:t xml:space="preserve"> که خدمات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راه به ثمر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انقلاب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اظهر من الشمس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به نام حاج آقا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لبّان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از ا</w:t>
      </w:r>
      <w:r>
        <w:rPr>
          <w:rFonts w:hint="eastAsia"/>
          <w:rtl/>
          <w:lang w:bidi="fa-IR"/>
        </w:rPr>
        <w:t>نقلاب</w:t>
      </w:r>
      <w:r>
        <w:rPr>
          <w:rtl/>
          <w:lang w:bidi="fa-IR"/>
        </w:rPr>
        <w:t xml:space="preserve"> در مدرسه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مجتهد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خواندن جامع المقدمات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نقل نمودند که: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معمار داشتم که او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نقل نمود: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توسط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به سفارت انگلستان دعوت نمودند.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سفارت رفتم، از من خواستند که 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سفارت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حفر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من هم طبق دستور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مقنّ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آوردم و در عرض چند روز 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حفر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از اتمام چاه مسؤول سفارت دستور داد دهنه چاه را مسدود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 سپس دستور داد چاه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چند 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چاه احداث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پس از </w:t>
      </w:r>
      <w:r w:rsidR="00460A31">
        <w:rPr>
          <w:rFonts w:hint="cs"/>
          <w:rtl/>
          <w:lang w:bidi="fa-IR"/>
        </w:rPr>
        <w:t>ا</w:t>
      </w:r>
      <w:r>
        <w:rPr>
          <w:rtl/>
          <w:lang w:bidi="fa-IR"/>
        </w:rPr>
        <w:t>حداث چاه دوم و مسدود نمودن آن، دستور چ</w:t>
      </w:r>
      <w:r>
        <w:rPr>
          <w:rFonts w:hint="eastAsia"/>
          <w:rtl/>
          <w:lang w:bidi="fa-IR"/>
        </w:rPr>
        <w:t>ا</w:t>
      </w:r>
      <w:r w:rsidR="00460A31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سوم به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چاه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نحو</w:t>
      </w:r>
      <w:r w:rsidR="00460A31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حدود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حلقه چاه حفر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دهنه چاه ها را مسدود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پس از تصف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حساب از سفارت خارج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مدت ها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 بودم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حلقه چاه چه 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سفارت دوا خواهد کرد و منظور سفارت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باشد؟ 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نگذشت که مسئله مشروط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طرفد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مشروطه و مخالف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 و دست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نامرئ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عمّال انگلستان، موافق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مشروطه را به تحصّن در سفارت دعوت نمودند.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انبوه از مردم (همجٌ رعاء) رو به سفارت آورده و در آنجا متحصّن شدند.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شبانه روز در آنجا ماندند. آشپزخانه مفصل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راه افتاد. هر روز و هر شب، با غذاها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متنوع از متحصن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تهران منتشر شد که انبوه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</w:t>
      </w:r>
      <w:r>
        <w:rPr>
          <w:rtl/>
          <w:lang w:bidi="fa-IR"/>
        </w:rPr>
        <w:lastRenderedPageBreak/>
        <w:t>به سفارت انگلستان پناه برده و متحصن شده و سفارت در کمال جود و بخشش از آن ها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معمّا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ذهن من در رابطه با حفر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حلقه چاه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نحل</w:t>
      </w:r>
      <w:r>
        <w:rPr>
          <w:rtl/>
          <w:lang w:bidi="fa-IR"/>
        </w:rPr>
        <w:t xml:space="preserve"> مانده بود،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روشن و آشکار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دولت مکّار انگلستان نقشه تحصّن طرفداران مشروطه را از قبل طرّاح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متحصّن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ادامه تحصّن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به سرو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بهداشت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با حفر چاه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متعدد از قبل کرده بودند که مردم از سفارت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از سرو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بهداشت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نشوند، تا نقشه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انگلستان با تثب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مشروط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انجام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BC358B" w:rsidRDefault="00460A31" w:rsidP="00460A3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94" w:name="_Toc477343869"/>
      <w:bookmarkStart w:id="195" w:name="_Toc477344011"/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بعد از شهادت</w:t>
      </w:r>
      <w:bookmarkEnd w:id="194"/>
      <w:bookmarkEnd w:id="195"/>
      <w:r>
        <w:rPr>
          <w:rtl/>
          <w:lang w:bidi="fa-IR"/>
        </w:rPr>
        <w:t xml:space="preserve"> </w:t>
      </w:r>
    </w:p>
    <w:p w:rsidR="00460A31" w:rsidRDefault="00BC358B" w:rsidP="00460A3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استاد</w:t>
      </w:r>
      <w:r>
        <w:rPr>
          <w:rtl/>
          <w:lang w:bidi="fa-IR"/>
        </w:rPr>
        <w:t xml:space="preserve"> بزرگوارم مرحوم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ابوالفضل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(طاب ثراه)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را بعد از شهادت در عالم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مشاهده نمودند.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عرضه داشتند: بعد از</w:t>
      </w:r>
      <w:r>
        <w:rPr>
          <w:rFonts w:hint="eastAsia"/>
          <w:rtl/>
          <w:lang w:bidi="fa-IR"/>
        </w:rPr>
        <w:t>آنکه</w:t>
      </w:r>
      <w:r>
        <w:rPr>
          <w:rtl/>
          <w:lang w:bidi="fa-IR"/>
        </w:rPr>
        <w:t xml:space="preserve"> طناب دار را به گردن شما انداختند و به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شما چه گذشت؟ فرمودند: در آن هنگام که توسط طناب دار به طرف بالا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وجود اقدس رسول خدا و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 xml:space="preserve"> </w:t>
      </w:r>
      <w:r w:rsidR="000C01A7" w:rsidRPr="000C01A7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 xml:space="preserve">را مشاهده نمودم. آقا رسول اللَّه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عمامه مبارک خ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 xml:space="preserve"> را بر سر من نهادند و مولا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مرا در آغوش گرفتند و با خود بردند.</w:t>
      </w:r>
      <w:r w:rsidR="00460A31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واقعه بعد از شهادت:</w:t>
      </w:r>
      <w:r w:rsidR="00460A31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هرکه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از مفصل آنچه را که بعد از شهادت با جنازه مطهر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انجام دادند مطلع شود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شرم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ذکر آن دارم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جنازه و به امانت گذاردن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اتاق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غه</w:t>
      </w:r>
      <w:r>
        <w:rPr>
          <w:rtl/>
          <w:lang w:bidi="fa-IR"/>
        </w:rPr>
        <w:t xml:space="preserve"> نمودن درب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اتاق از خوف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پرم</w:t>
      </w:r>
      <w:r>
        <w:rPr>
          <w:rtl/>
          <w:lang w:bidi="fa-IR"/>
        </w:rPr>
        <w:t xml:space="preserve"> و خارج نمودن بعد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جده</w:t>
      </w:r>
      <w:r>
        <w:rPr>
          <w:rtl/>
          <w:lang w:bidi="fa-IR"/>
        </w:rPr>
        <w:t xml:space="preserve"> ماه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جنازه تر و تازه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و منتقل نمودن به قم به جهت تدف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به کتاب «شه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هرگز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رد»</w:t>
      </w:r>
      <w:r>
        <w:rPr>
          <w:rtl/>
          <w:lang w:bidi="fa-IR"/>
        </w:rPr>
        <w:t xml:space="preserve"> به نقل دکتر تندرک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نوه پسر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مراجعه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BC358B" w:rsidRDefault="00460A31" w:rsidP="00460A3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96" w:name="_Toc477343870"/>
      <w:bookmarkStart w:id="197" w:name="_Toc477344012"/>
      <w:r>
        <w:rPr>
          <w:rFonts w:hint="eastAsia"/>
          <w:rtl/>
          <w:lang w:bidi="fa-IR"/>
        </w:rPr>
        <w:t>متّحد</w:t>
      </w:r>
      <w:r>
        <w:rPr>
          <w:rtl/>
          <w:lang w:bidi="fa-IR"/>
        </w:rPr>
        <w:t xml:space="preserve"> الشکل شدن مردم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bookmarkEnd w:id="196"/>
      <w:bookmarkEnd w:id="197"/>
      <w:r>
        <w:rPr>
          <w:rtl/>
          <w:lang w:bidi="fa-IR"/>
        </w:rPr>
        <w:t xml:space="preserve"> </w:t>
      </w:r>
    </w:p>
    <w:p w:rsidR="00A36E67" w:rsidRDefault="00BC358B" w:rsidP="00A36E6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شناسنامه،</w:t>
      </w:r>
      <w:r>
        <w:rPr>
          <w:rtl/>
          <w:lang w:bidi="fa-IR"/>
        </w:rPr>
        <w:t xml:space="preserve"> کراوات و کلاه شاپو (کلاه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الملل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</w:t>
      </w:r>
      <w:r w:rsidR="00A36E67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رضا شاه به پشت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حکومت انگلستان قدرت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به دست گرفت و در 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سلطنت نشست، جهت حفظ بقا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سلطنت ملتزم شده بود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دولت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جامع عمل بپوشاند.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در رأس خواسته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کردن فرهنگ غرب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بود.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معنا: آن</w:t>
      </w: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را که جامعه غرب از نظر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</w:t>
      </w:r>
      <w:r>
        <w:rPr>
          <w:rtl/>
          <w:lang w:bidi="fa-IR"/>
        </w:rPr>
        <w:t xml:space="preserve"> بودند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شود تا مقدمه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استعمار و استثمار و غارت اموال ملّت مسلمان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باشد.</w:t>
      </w:r>
      <w:r w:rsidR="00A36E67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فرهنگ،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زاده</w:t>
      </w:r>
      <w:r w:rsidR="00A36E6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سرسپردگان و ملتزم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فرهنگ غرب مدع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فرق سر تا قدم فرنگ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کلاه سرش و لباسش و کفشش و همه شؤونات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غرب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باشد. (خاک بر فرق تو و تمثال تو).</w:t>
      </w:r>
      <w:r w:rsidR="00A36E6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مصاد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نقشه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شدن فرهنگ غرب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معنا: متّحد الشکل شدن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لباس مردان مسلمان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حجاب شدن زنانشان و برداشتن عمامه از سر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و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مجالس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اباعبداللَّه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بود. رضاشاه با سوء استفا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از قدرت حکومت و متوسل شدن به زور،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 پل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اربابان خود را جامه عمل پوشان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جهت تسر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تفکّر، دستور داد توسط عمال حکومت مجالس جشن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تمام دوائر دولت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تمام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و محله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سرشناس تهران برپا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رؤسا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دولت و تجار مع</w:t>
      </w:r>
      <w:r>
        <w:rPr>
          <w:rFonts w:hint="eastAsia"/>
          <w:rtl/>
          <w:lang w:bidi="fa-IR"/>
        </w:rPr>
        <w:t>روف</w:t>
      </w:r>
      <w:r>
        <w:rPr>
          <w:rtl/>
          <w:lang w:bidi="fa-IR"/>
        </w:rPr>
        <w:t xml:space="preserve"> و افراد سرشناس با لباس فرنگ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 و شلوار با زن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بدون چادر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حجاب در آن مجالس جشن شرکت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رضاشاه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قبح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هم شکند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مقرر، در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زن و دختران خود بدون حجاب با سر و صورت آرا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کرده و لباس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>ج و مبتذل در کمال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جشن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 دولت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شرکت نمود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بدعت شوم را در محله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مشهور تهران به مرحله اجرا گذارد. و افراد سرشناس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اجبار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با زن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در آن جشن ها شرکت نمودند.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محل سکونت ما به نام حمام گلشن که معروف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دارالمؤمن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در خانه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 w:rsidR="00A36E6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افراد سرشناس محل که در حال حاضر آن خانه به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شده مجلس جشن منعقد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مجلس با زن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شرکت نمودند. (سلطه رضاشاه آثار غضب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بعد از شهادت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فضل اللَّه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نازل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امتحان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 </w:t>
      </w:r>
      <w:r>
        <w:rPr>
          <w:rFonts w:hint="eastAsia"/>
          <w:rtl/>
          <w:lang w:bidi="fa-IR"/>
        </w:rPr>
        <w:t>بزرگ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قاطبه مسلمان بود). پاسبان ها مأمور شدند با هر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چادر به سر داشت چادر از سر او بردارند و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چکمه خود پاره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مؤمنه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نشان</w:t>
      </w:r>
      <w:r>
        <w:rPr>
          <w:rtl/>
          <w:lang w:bidi="fa-IR"/>
        </w:rPr>
        <w:t xml:space="preserve">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دراز از منازلشان خارج نشدند تا ملک الموت را ملاقات نمودند.</w:t>
      </w:r>
      <w:r w:rsidR="00A36E67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هرگز</w:t>
      </w:r>
      <w:r>
        <w:rPr>
          <w:rtl/>
          <w:lang w:bidi="fa-IR"/>
        </w:rPr>
        <w:t xml:space="preserve"> فراموش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منظره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مشاهده نمودم که خانم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چادر و حجابش از دست پاسبان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فرار نموده و داخل خانه خود که در آن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شد. پاسبان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کننده به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 محل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 و امروز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رمرد</w:t>
      </w:r>
      <w:r>
        <w:rPr>
          <w:rtl/>
          <w:lang w:bidi="fa-IR"/>
        </w:rPr>
        <w:t xml:space="preserve"> متد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کسبه معروف حمام گل</w:t>
      </w:r>
      <w:r>
        <w:rPr>
          <w:rFonts w:hint="eastAsia"/>
          <w:rtl/>
          <w:lang w:bidi="fa-IR"/>
        </w:rPr>
        <w:t>شن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دستور داد برو درب خانه را بزن و چادر او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به نزد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که طبق دستور قانون آن را پاره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خوشبختانه او که جوان متد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به گفته او وقع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ننهاد. (زه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وقاحت).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لباس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به نام سردار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بود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کت و شلوار شد که لباس رسم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کفار بود و کلاه شاپو که مختص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کراوات که مختص </w:t>
      </w:r>
      <w:r>
        <w:rPr>
          <w:rtl/>
          <w:lang w:bidi="fa-IR"/>
        </w:rPr>
        <w:lastRenderedPageBreak/>
        <w:t>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که متخذ از 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 به سر و گردن مسلمانان نهادند و به خاطر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حجاب کردن زنان و متّحد الشکل کردن مردان توسط حکومت، قائله</w:t>
      </w:r>
      <w:r w:rsidR="00A36E6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مسجد</w:t>
      </w:r>
      <w:r>
        <w:rPr>
          <w:rtl/>
          <w:lang w:bidi="fa-IR"/>
        </w:rPr>
        <w:t xml:space="preserve"> گوهرشاد به پا شد و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مسلمانان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</w:t>
      </w:r>
      <w:r>
        <w:rPr>
          <w:rtl/>
          <w:lang w:bidi="fa-IR"/>
        </w:rPr>
        <w:t xml:space="preserve"> و متد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به پا خاستند و در مسجد اجتماع و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نمودند و به دستور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رضاشاه در مقابل (ع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اللَّه ناظره)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خاک و خون کشانده و به درجه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شهادت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 w:rsidRPr="00A36E67">
        <w:rPr>
          <w:rStyle w:val="libFootnotenumChar"/>
          <w:rtl/>
        </w:rPr>
        <w:t>(86)</w:t>
      </w:r>
      <w:r>
        <w:rPr>
          <w:rtl/>
          <w:lang w:bidi="fa-IR"/>
        </w:rPr>
        <w:t xml:space="preserve">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دستور شاه در تمام بلاد از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</w:t>
      </w:r>
      <w:r w:rsidR="004D104C" w:rsidRPr="004D104C">
        <w:rPr>
          <w:rStyle w:val="libAlaemChar"/>
          <w:rFonts w:hint="eastAsia"/>
          <w:rtl/>
        </w:rPr>
        <w:t xml:space="preserve">عليه‌السلام </w:t>
      </w:r>
      <w:r>
        <w:rPr>
          <w:rtl/>
          <w:lang w:bidi="fa-IR"/>
        </w:rPr>
        <w:t>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او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اربابانش مطلع شده بود که ادامه حکومتش 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تعط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مجالس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مجالس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سالار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است که مردم در آن اجتماع نموده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و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ظلم ظالم و مظلوم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مظلوم را تب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اعمال ظالمانه و ضد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ضد مذهب شاه را گوشزد مردم و او را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زمان به جامعه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از مجالس عزادار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ضمناً حکم نمود که در تمام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عم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از سر اهل علم بردارند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فشار را در قم به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طلاب وارد نمود.</w:t>
      </w:r>
    </w:p>
    <w:p w:rsidR="00BC358B" w:rsidRDefault="00A36E67" w:rsidP="00A36E6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198" w:name="_Toc477343871"/>
      <w:bookmarkStart w:id="199" w:name="_Toc477344013"/>
      <w:r>
        <w:rPr>
          <w:rFonts w:hint="eastAsia"/>
          <w:rtl/>
          <w:lang w:bidi="fa-IR"/>
        </w:rPr>
        <w:t>استقامت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bookmarkEnd w:id="198"/>
      <w:bookmarkEnd w:id="199"/>
      <w:r>
        <w:rPr>
          <w:rtl/>
          <w:lang w:bidi="fa-IR"/>
        </w:rPr>
        <w:t xml:space="preserve"> </w:t>
      </w:r>
    </w:p>
    <w:p w:rsidR="00A36E67" w:rsidRDefault="00BC358B" w:rsidP="00A36E6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صادق لواسان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(طاب ثراه) دوست دوران طلبگ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 حجره امام راحل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نقل نمود: در اثر فشار و سخت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نسبت به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قم، حدود چهل روز در منزل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 شب ها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ارتزاق به درب بسته مغازه سبز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مازاد برگ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کاهو و سبز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کنار مغازه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بودند جمع نموده به منزل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پس از شستشو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از آنها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با تحمل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مشکلات طاقت فرسا</w:t>
      </w:r>
      <w:r w:rsidR="00A36E6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امثال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بزرگواران در مقابل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استقامت نمودند و لباس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حفظ و به طلاب نسل بعد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دادند. «عاش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داً</w:t>
      </w:r>
      <w:r>
        <w:rPr>
          <w:rtl/>
          <w:lang w:bidi="fa-IR"/>
        </w:rPr>
        <w:t xml:space="preserve"> و مات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داً»</w:t>
      </w:r>
    </w:p>
    <w:p w:rsidR="00BC358B" w:rsidRDefault="00A36E67" w:rsidP="00A36E6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00" w:name="_Toc477343872"/>
      <w:bookmarkStart w:id="201" w:name="_Toc477344014"/>
      <w:r>
        <w:rPr>
          <w:rFonts w:hint="eastAsia"/>
          <w:rtl/>
          <w:lang w:bidi="fa-IR"/>
        </w:rPr>
        <w:t>تحم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کلاه پهلو</w:t>
      </w:r>
      <w:r>
        <w:rPr>
          <w:rFonts w:hint="cs"/>
          <w:rtl/>
          <w:lang w:bidi="fa-IR"/>
        </w:rPr>
        <w:t>ی</w:t>
      </w:r>
      <w:bookmarkEnd w:id="200"/>
      <w:bookmarkEnd w:id="201"/>
      <w:r>
        <w:rPr>
          <w:rtl/>
          <w:lang w:bidi="fa-IR"/>
        </w:rPr>
        <w:t xml:space="preserve"> </w:t>
      </w:r>
    </w:p>
    <w:p w:rsidR="00A36E67" w:rsidRDefault="00BC358B" w:rsidP="00A36E6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مقابل تعهد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اجانب در مورد متّحد الشکل کردن مردم داشت در ابتدا از کلاه لبه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کلاه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شروع نمود. ابتدا خود به سر گذاشت سپس به اطراف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رؤسا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ادارات دستور داد به سر گذارند.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را تحم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مجبور نمود. با کمال تأسف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</w:t>
      </w:r>
      <w:r>
        <w:rPr>
          <w:rFonts w:hint="eastAsia"/>
          <w:rtl/>
          <w:lang w:bidi="fa-IR"/>
        </w:rPr>
        <w:t>رض</w:t>
      </w:r>
      <w:r>
        <w:rPr>
          <w:rtl/>
          <w:lang w:bidi="fa-IR"/>
        </w:rPr>
        <w:t xml:space="preserve"> کنم که آثار آن کلاه هنوز هم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بر سر خدمه حرم مطهر آقا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مشاهده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در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بعد از انقلاب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امورات اعتقاد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جامعه و مشاهد مشرفه انجام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لکن به فکر مسؤول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مشهد مقدّس 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فتاد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کلاه را که زا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فکر منحوس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از سر خدمه حضرت بردارند. ما از جناب حجت الاسلام حضرت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>)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آستان مقدس عاجزانه درخواست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رابطه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کلاه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خور شأن خدمه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ارائه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  <w:r w:rsidR="00A36E67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مقوله، 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مرحوم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مضمون: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نقل فرمودند که مرا جهت رنگ کردن درب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کاخ سعدآباد 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نمودند. من با چند نفر کارگر هر روز در آنجا مشغول به کار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آن زمان به حکم اجبار کلاه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کاخ سعدآباد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دربند به طرف تجر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چند نفر پاسبان برخورد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کلاه</w:t>
      </w:r>
      <w:r w:rsidR="00A36E6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شاپو</w:t>
      </w:r>
      <w:r>
        <w:rPr>
          <w:rtl/>
          <w:lang w:bidi="fa-IR"/>
        </w:rPr>
        <w:t xml:space="preserve"> با خود داشتند. با خود گفتند طبق دستور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مردم کلاه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کلاه شاپو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کلاه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سر ما برداشتند 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کلاه شاپو به سر ما گذاشتند و گفتند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بعد ملتزم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کلاه استفاده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ما </w:t>
      </w:r>
      <w:r>
        <w:rPr>
          <w:rtl/>
          <w:lang w:bidi="fa-IR"/>
        </w:rPr>
        <w:lastRenderedPageBreak/>
        <w:t>ه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هر روز جهت ادامه کارمان با کلاه شاپو به کاخ سعد آباد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="00A36E67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عرض کنم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ابوالفضل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(نوّر اللَّه مرقده) استاد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</w:t>
      </w:r>
      <w:r>
        <w:rPr>
          <w:rtl/>
          <w:lang w:bidi="fa-IR"/>
        </w:rPr>
        <w:t xml:space="preserve"> که مجسمه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تقوا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همچنان که عمامه شعار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بنابر نقل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فرمودند: «العمامه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الملائکه»</w:t>
      </w:r>
      <w:r w:rsidRPr="00A36E67">
        <w:rPr>
          <w:rStyle w:val="libFootnotenumChar"/>
          <w:rtl/>
        </w:rPr>
        <w:t xml:space="preserve">(87) </w:t>
      </w:r>
      <w:r>
        <w:rPr>
          <w:rtl/>
          <w:lang w:bidi="fa-IR"/>
        </w:rPr>
        <w:t>و با دست مب</w:t>
      </w:r>
      <w:r>
        <w:rPr>
          <w:rFonts w:hint="eastAsia"/>
          <w:rtl/>
          <w:lang w:bidi="fa-IR"/>
        </w:rPr>
        <w:t>ارک</w:t>
      </w:r>
      <w:r>
        <w:rPr>
          <w:rtl/>
          <w:lang w:bidi="fa-IR"/>
        </w:rPr>
        <w:t xml:space="preserve"> خود بر سر مولا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بستند و تا امروز بر سر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اهل علم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شعار تا به حال حفظ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در مقابل کلاه شاپو و کراوات از شعائر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و 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اهل کفر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در مجامع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الملل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در کمال وضوح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کلا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شاپو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از کراوات و پاپ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صد در صد ملتزم به 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باشند. به حمد اللَّه به برکت خون شهدا و انقلاب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شعار کفر در جامعه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ما رو به انزوا رفته و کم رنگ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شعار کفر که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اندک از مسلمانان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جهالت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به طور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جامعه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کن شود.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روز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رب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</w:p>
    <w:p w:rsidR="00BC358B" w:rsidRDefault="00A36E67" w:rsidP="00A36E6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02" w:name="_Toc477343873"/>
      <w:bookmarkStart w:id="203" w:name="_Toc477344015"/>
      <w:r>
        <w:rPr>
          <w:rFonts w:hint="eastAsia"/>
          <w:rtl/>
          <w:lang w:bidi="fa-IR"/>
        </w:rPr>
        <w:t>خوش</w:t>
      </w:r>
      <w:r>
        <w:rPr>
          <w:rtl/>
          <w:lang w:bidi="fa-IR"/>
        </w:rPr>
        <w:t xml:space="preserve"> رقص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رضاشاه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اربابانش</w:t>
      </w:r>
      <w:bookmarkEnd w:id="202"/>
      <w:bookmarkEnd w:id="203"/>
      <w:r>
        <w:rPr>
          <w:rtl/>
          <w:lang w:bidi="fa-IR"/>
        </w:rPr>
        <w:t xml:space="preserve"> </w:t>
      </w:r>
    </w:p>
    <w:p w:rsidR="00BC358B" w:rsidRDefault="00BC358B" w:rsidP="00A36E6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سرسپردگ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رضا شاه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گانگان</w:t>
      </w:r>
      <w:r>
        <w:rPr>
          <w:rtl/>
          <w:lang w:bidi="fa-IR"/>
        </w:rPr>
        <w:t xml:space="preserve"> و دشمنان قسم خورده</w:t>
      </w:r>
      <w:r w:rsidR="00A36E67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مسلمانان</w:t>
      </w:r>
      <w:r>
        <w:rPr>
          <w:rtl/>
          <w:lang w:bidi="fa-IR"/>
        </w:rPr>
        <w:t xml:space="preserve"> و اطاعت کورکورانه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شرط، جهت حفظ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و سلطنت چند روزه، کارش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توسط عامل خائن و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کارش؛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پاکروان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جنا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کار - فرماندار مشهد -، مجلس جشن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آستان قدس رضو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تحت عنوان تجدد نسوان منعقد نمود. و در صحن نو آستان، عکس دسته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مدعوّ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گرفته، سپس به حرم مطهر جهت عرض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محضر قدس حضرت ثامن الحجج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روند. زه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خسران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متن</w:t>
      </w:r>
      <w:r>
        <w:rPr>
          <w:rtl/>
          <w:lang w:bidi="fa-IR"/>
        </w:rPr>
        <w:t xml:space="preserve"> تلگراف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پاکروان - فرماندار مشهد - به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الوزرا رضاشاه فرستاده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ناً</w:t>
      </w:r>
      <w:r>
        <w:rPr>
          <w:rtl/>
          <w:lang w:bidi="fa-IR"/>
        </w:rPr>
        <w:t xml:space="preserve"> مطالعه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t>- استخراج تلگراف رمز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الت</w:t>
      </w:r>
      <w:r>
        <w:rPr>
          <w:rtl/>
          <w:lang w:bidi="fa-IR"/>
        </w:rPr>
        <w:t xml:space="preserve"> خراسان، نمره هشتاد،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21/11/1314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t>- جناب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الوزرا،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نمره 331</w:t>
      </w:r>
    </w:p>
    <w:p w:rsidR="00BC358B" w:rsidRDefault="00BC358B" w:rsidP="005D6D2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امروز به مناسبت تجدّد نسوان از طرف کارکنان آستان قدس در آستانه گرفتند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هزار نفر که عاقبت الامر مستخدم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آستانه و مدعوّ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دولت و طبقات مختلفه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خانم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حاضر بودند از طرف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نطق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راد</w:t>
      </w:r>
      <w:r>
        <w:rPr>
          <w:rtl/>
          <w:lang w:bidi="fa-IR"/>
        </w:rPr>
        <w:t xml:space="preserve"> و در خاتمه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صحن نو عکس برداشته بعد به حرم مطهر مشرف و پس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متفرق شدند.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گفت امروز در مشهد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قدم در راه تجدد نسوان برداشته شد. هر روز از طرف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طبقه از اصناف جشن گرفته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جشن ها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ادامه خواهد </w:t>
      </w:r>
      <w:r>
        <w:rPr>
          <w:rtl/>
          <w:lang w:bidi="fa-IR"/>
        </w:rPr>
        <w:lastRenderedPageBreak/>
        <w:t>داشت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نسوان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طبقات مردم، ترک چادر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  <w:r w:rsidR="005D6D26">
        <w:rPr>
          <w:rtl/>
          <w:lang w:bidi="fa-IR"/>
        </w:rPr>
        <w:t xml:space="preserve"> </w:t>
      </w:r>
      <w:r>
        <w:rPr>
          <w:rtl/>
          <w:lang w:bidi="fa-IR"/>
        </w:rPr>
        <w:t>20/11/1314، نمره 338</w:t>
      </w:r>
    </w:p>
    <w:p w:rsidR="005D6D26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پاکروان</w:t>
      </w:r>
      <w:r>
        <w:rPr>
          <w:rtl/>
          <w:lang w:bidi="fa-IR"/>
        </w:rPr>
        <w:t xml:space="preserve"> دفتر مخصوص «انا للَّه و انا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راجعون -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الاسلام السلام»</w:t>
      </w:r>
    </w:p>
    <w:p w:rsidR="00BC358B" w:rsidRDefault="005D6D26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04" w:name="_Toc477343874"/>
      <w:bookmarkStart w:id="205" w:name="_Toc477344016"/>
      <w:r>
        <w:rPr>
          <w:rFonts w:hint="eastAsia"/>
          <w:rtl/>
          <w:lang w:bidi="fa-IR"/>
        </w:rPr>
        <w:t>مطالب</w:t>
      </w:r>
      <w:r>
        <w:rPr>
          <w:rtl/>
          <w:lang w:bidi="fa-IR"/>
        </w:rPr>
        <w:t xml:space="preserve">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رابطه با سفارت</w:t>
      </w:r>
      <w:bookmarkEnd w:id="204"/>
      <w:bookmarkEnd w:id="205"/>
      <w:r>
        <w:rPr>
          <w:rtl/>
          <w:lang w:bidi="fa-IR"/>
        </w:rPr>
        <w:t xml:space="preserve"> </w:t>
      </w:r>
    </w:p>
    <w:p w:rsidR="00BC358B" w:rsidRDefault="00BC358B" w:rsidP="005D6D2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حجت الاسلام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عبدالعل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حمال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سفارت،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</w:t>
      </w:r>
      <w:r>
        <w:rPr>
          <w:rtl/>
          <w:lang w:bidi="fa-IR"/>
        </w:rPr>
        <w:t xml:space="preserve"> جهت طبخ غذا به دوش</w:t>
      </w:r>
      <w:r w:rsidR="005D6D2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داشت،</w:t>
      </w:r>
      <w:r>
        <w:rPr>
          <w:rtl/>
          <w:lang w:bidi="fa-IR"/>
        </w:rPr>
        <w:t xml:space="preserve"> آهسته آهسته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اجاق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جهت طبخ غذا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نموده بودند در حرکت بود. به او گفته شد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تر حرکت کن. در جواب گفته بود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 آهسته قدم بر دارم که تعداد قدم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قدم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به من اجر و پاداش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  <w:r w:rsidR="005D6D26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چشم</w:t>
      </w:r>
      <w:r>
        <w:rPr>
          <w:rtl/>
          <w:lang w:bidi="fa-IR"/>
        </w:rPr>
        <w:t xml:space="preserve"> باز و گوش باز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رتم</w:t>
      </w:r>
      <w:r>
        <w:rPr>
          <w:rtl/>
          <w:lang w:bidi="fa-IR"/>
        </w:rPr>
        <w:t xml:space="preserve"> از چشم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</w:p>
    <w:p w:rsidR="005D6D26" w:rsidRDefault="00BC358B" w:rsidP="005D6D2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رابطه معظم 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چاله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اطراف اجاق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طبخ غذا جهت آب چلوها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آبکش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حفر کرده بودند. آب برنج ها در آن چاله ها جمع شده بود. مرد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 عبور از کنار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چاله ها که آب چلو در آن جمع شده بود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لغز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درون آن چال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افتاد.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اطراف بودند تا اقدام به درآوردن او از درون چاله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خفه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چاره</w:t>
      </w:r>
      <w:r>
        <w:rPr>
          <w:rtl/>
          <w:lang w:bidi="fa-IR"/>
        </w:rPr>
        <w:t xml:space="preserve"> جانش را در سفارت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به مالک دوزخ سپرد.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السماء بابل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الارض بانگل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>. «اعاذنا اللَّه من وساوس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طان»</w:t>
      </w:r>
    </w:p>
    <w:p w:rsidR="00BC358B" w:rsidRDefault="005D6D26" w:rsidP="005D6D2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06" w:name="_Toc477343875"/>
      <w:bookmarkStart w:id="207" w:name="_Toc477344017"/>
      <w:r>
        <w:rPr>
          <w:rFonts w:hint="eastAsia"/>
          <w:rtl/>
          <w:lang w:bidi="fa-IR"/>
        </w:rPr>
        <w:t>قدرت</w:t>
      </w:r>
      <w:r>
        <w:rPr>
          <w:rtl/>
          <w:lang w:bidi="fa-IR"/>
        </w:rPr>
        <w:t xml:space="preserve"> مرتاض هند</w:t>
      </w:r>
      <w:r>
        <w:rPr>
          <w:rFonts w:hint="cs"/>
          <w:rtl/>
          <w:lang w:bidi="fa-IR"/>
        </w:rPr>
        <w:t>ی</w:t>
      </w:r>
      <w:bookmarkEnd w:id="206"/>
      <w:bookmarkEnd w:id="207"/>
      <w:r>
        <w:rPr>
          <w:rtl/>
          <w:lang w:bidi="fa-IR"/>
        </w:rPr>
        <w:t xml:space="preserve"> </w:t>
      </w:r>
    </w:p>
    <w:p w:rsidR="005D6D26" w:rsidRDefault="00BC358B" w:rsidP="005D6D2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قطار</w:t>
      </w:r>
      <w:r>
        <w:rPr>
          <w:rtl/>
          <w:lang w:bidi="fa-IR"/>
        </w:rPr>
        <w:t xml:space="preserve"> به طرف مقصد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قبلاً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شده بود در حرکت بود.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کنترل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قطار درب کوپه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قطار را به آهستگ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 و مطالبه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در راهرو قطار به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 کردند که سر و وضع ژول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از او مطالبه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نمودند. او اظهار کرد که بدون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سوار قطار شده. در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ستگاه</w:t>
      </w:r>
      <w:r>
        <w:rPr>
          <w:rtl/>
          <w:lang w:bidi="fa-IR"/>
        </w:rPr>
        <w:t xml:space="preserve"> مأموران او را از قطار خارج نمودند. پس از آنکه 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ستگاه</w:t>
      </w:r>
      <w:r>
        <w:rPr>
          <w:rtl/>
          <w:lang w:bidi="fa-IR"/>
        </w:rPr>
        <w:t xml:space="preserve"> جابه جا شدند، سوت حرکت قطار به صدا درآمد. مسافر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شده با عجله سوار قطار شدند، امّا در کمال تعجب مشاهده کردند که</w:t>
      </w:r>
      <w:r w:rsidR="005D6D2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قطار</w:t>
      </w:r>
      <w:r>
        <w:rPr>
          <w:rtl/>
          <w:lang w:bidi="fa-IR"/>
        </w:rPr>
        <w:t xml:space="preserve"> از حرکت بازمانده است. راننده آماده حرکت شد، امّا با کمال تعجب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حرکت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قبل از آنکه قطار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ستگاه</w:t>
      </w:r>
      <w:r>
        <w:rPr>
          <w:rtl/>
          <w:lang w:bidi="fa-IR"/>
        </w:rPr>
        <w:t xml:space="preserve"> برسد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نداشت.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احضار نمود. آنها بازد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نمودند.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آثار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در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>. همه مأمور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بهت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فر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رفته بودند. لوکوموت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گونه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چه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که حرکت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  <w:r w:rsidR="005D6D2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خود گفت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را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از قطار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 به طرف سالن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ستگاه</w:t>
      </w:r>
      <w:r>
        <w:rPr>
          <w:rtl/>
          <w:lang w:bidi="fa-IR"/>
        </w:rPr>
        <w:t xml:space="preserve"> رفت. مشاهده نمود مرد ژنده 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سالن نشسته. با چشمان زل زده خود به طرف لوکوموت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قطار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شده. او چون به اعمال خارق العاده جوک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مرتاض هند آش</w:t>
      </w:r>
      <w:r>
        <w:rPr>
          <w:rFonts w:hint="eastAsia"/>
          <w:rtl/>
          <w:lang w:bidi="fa-IR"/>
        </w:rPr>
        <w:t>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داشت با خود گفت اگر اشتباه نکنم هرچه هست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نگاه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ژنده پوش ژوک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در نزد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او را مخاطب قرار داد. به او گفت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 از شما سؤال کنم که چرا به لوکوموت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قطار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او در جواب گفت: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من جسارت شده و مرا از </w:t>
      </w:r>
      <w:r>
        <w:rPr>
          <w:rFonts w:hint="eastAsia"/>
          <w:rtl/>
          <w:lang w:bidi="fa-IR"/>
        </w:rPr>
        <w:t>قطار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نموده اند. من هم با نگاهم مانع از حرکت قطار شده ام.</w:t>
      </w:r>
      <w:r w:rsidR="005D6D26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شخص </w:t>
      </w:r>
      <w:r>
        <w:rPr>
          <w:rtl/>
          <w:lang w:bidi="fa-IR"/>
        </w:rPr>
        <w:lastRenderedPageBreak/>
        <w:t>مذکور به سرعت به دفتر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قطار مراجعه و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به اطّلاع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قطار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قطار با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خود به نزد ژنده پوش آمدند و از او عذرخواه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و او را با احترام سوار قطار نمودند. پس از سوار شدن او قطار به حرکت درآمد.</w:t>
      </w:r>
      <w:r w:rsidR="005D6D26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مرتاض پس از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آن چنان قدرت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 که با نگاه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لوکوموت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 w:rsidR="005D6D2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قدرت سه هزار اسب را دارد از قدرت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ندازد،</w:t>
      </w:r>
      <w:r>
        <w:rPr>
          <w:rtl/>
          <w:lang w:bidi="fa-IR"/>
        </w:rPr>
        <w:t xml:space="preserve"> چرا بندگان صالح خداوند متعال نتوانند از فاصله هزار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کسالت مزمن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خود را با تصرف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اذن خدا شفا دهند، که داستان آن در رابطه با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حسنعل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شد.</w:t>
      </w:r>
    </w:p>
    <w:p w:rsidR="00BC358B" w:rsidRDefault="005D6D26" w:rsidP="005D6D2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08" w:name="_Toc477343876"/>
      <w:bookmarkStart w:id="209" w:name="_Toc477344018"/>
      <w:r>
        <w:rPr>
          <w:rFonts w:hint="eastAsia"/>
          <w:rtl/>
          <w:lang w:bidi="fa-IR"/>
        </w:rPr>
        <w:t>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مرتاض هند</w:t>
      </w:r>
      <w:r>
        <w:rPr>
          <w:rFonts w:hint="cs"/>
          <w:rtl/>
          <w:lang w:bidi="fa-IR"/>
        </w:rPr>
        <w:t>ی</w:t>
      </w:r>
      <w:bookmarkEnd w:id="208"/>
      <w:bookmarkEnd w:id="209"/>
      <w:r>
        <w:rPr>
          <w:rtl/>
          <w:lang w:bidi="fa-IR"/>
        </w:rPr>
        <w:t xml:space="preserve"> </w:t>
      </w:r>
    </w:p>
    <w:p w:rsidR="005D6D26" w:rsidRDefault="00BC358B" w:rsidP="005D6D2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محل مرتاض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پا بود که درون آن مرتاض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و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و از اشخاص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مرتاض عمل خارق العاده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داشتند، وجه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آنها را داخل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مرتاض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افراد پس از دادن وجه داخل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مرتاض شد. مرتاض از او سؤال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از من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هند به سر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 و از احوالات زن و فرزند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مطلع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>. آن شخص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خود را به مرتاض گفتم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متوجه شدم که در منزلم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باشم. مشاهده نمودم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الم</w:t>
      </w:r>
      <w:r>
        <w:rPr>
          <w:rtl/>
          <w:lang w:bidi="fa-IR"/>
        </w:rPr>
        <w:t xml:space="preserve"> مشغول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روزمره ز</w:t>
      </w:r>
      <w:r>
        <w:rPr>
          <w:rFonts w:hint="eastAsia"/>
          <w:rtl/>
          <w:lang w:bidi="fa-IR"/>
        </w:rPr>
        <w:t>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درب منزل به صدا درآمد.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الم</w:t>
      </w:r>
      <w:r>
        <w:rPr>
          <w:rtl/>
          <w:lang w:bidi="fa-IR"/>
        </w:rPr>
        <w:t xml:space="preserve"> درب منزل را باز نمود. پسرم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دست داشت داخل منزل شد. از راه پله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منزل به طرف اتاق در حرکت بود. من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در کمال شوق به طرف او رفتم که او را در بغل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ببوسم. ناگهان اح</w:t>
      </w:r>
      <w:r>
        <w:rPr>
          <w:rFonts w:hint="eastAsia"/>
          <w:rtl/>
          <w:lang w:bidi="fa-IR"/>
        </w:rPr>
        <w:t>ساس</w:t>
      </w:r>
      <w:r>
        <w:rPr>
          <w:rtl/>
          <w:lang w:bidi="fa-IR"/>
        </w:rPr>
        <w:t xml:space="preserve"> سردرد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نمودم؛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همان حال سرم به ستون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خورد و از آن حالت خارج شدم. مرتاض به من خطاب کرد که تو اجازه نداشت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طرف فرزندت 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او را در بغل گرفته و ببوس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تو فقط حقّ 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ناظر</w:t>
      </w:r>
      <w:r>
        <w:rPr>
          <w:rFonts w:hint="eastAsia"/>
          <w:rtl/>
          <w:lang w:bidi="fa-IR"/>
        </w:rPr>
        <w:t>اعمال</w:t>
      </w:r>
      <w:r>
        <w:rPr>
          <w:rtl/>
          <w:lang w:bidi="fa-IR"/>
        </w:rPr>
        <w:t xml:space="preserve"> خانواده ات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آنها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حالات آنها مطلع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="005D6D26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 که شخص مرتاض آن چنان از راه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اضت</w:t>
      </w:r>
      <w:r>
        <w:rPr>
          <w:rtl/>
          <w:lang w:bidi="fa-IR"/>
        </w:rPr>
        <w:t xml:space="preserve"> نفسان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قدرت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روح شخص را از کالبد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خارج و او را ناظر اعمال زن و بچه خود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مطلع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اراده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بچه اش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اگر از راه باطل انسان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</w:t>
      </w:r>
      <w:r>
        <w:rPr>
          <w:rFonts w:hint="eastAsia"/>
          <w:rtl/>
          <w:lang w:bidi="fa-IR"/>
        </w:rPr>
        <w:t>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برسد، پس اگر قدم در راه حقّ و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متعال </w:t>
      </w:r>
      <w:r>
        <w:rPr>
          <w:rtl/>
          <w:lang w:bidi="fa-IR"/>
        </w:rPr>
        <w:lastRenderedPageBreak/>
        <w:t>گذاشت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 که عرش و فرش و فلک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نهد. امّا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هات</w:t>
      </w:r>
      <w:r>
        <w:rPr>
          <w:rtl/>
          <w:lang w:bidi="fa-IR"/>
        </w:rPr>
        <w:t xml:space="preserve"> که قدر خود نشناخت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ورطه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هوس فرو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5D6D26" w:rsidRDefault="005D6D26" w:rsidP="005D6D2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5D6D26" w:rsidRDefault="005D6D26" w:rsidP="00055618">
      <w:pPr>
        <w:pStyle w:val="Heading2"/>
        <w:rPr>
          <w:rtl/>
          <w:lang w:bidi="fa-IR"/>
        </w:rPr>
      </w:pPr>
      <w:r>
        <w:rPr>
          <w:rFonts w:hint="eastAsia"/>
          <w:rtl/>
          <w:lang w:bidi="fa-IR"/>
        </w:rPr>
        <w:t xml:space="preserve"> </w:t>
      </w:r>
      <w:bookmarkStart w:id="210" w:name="_Toc477343877"/>
      <w:bookmarkStart w:id="211" w:name="_Toc477344019"/>
      <w:r w:rsidR="00BC358B">
        <w:rPr>
          <w:rFonts w:hint="eastAsia"/>
          <w:rtl/>
          <w:lang w:bidi="fa-IR"/>
        </w:rPr>
        <w:t>داستان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متخذ از منبر حجه الاسلام مرحوم آقا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فلسف</w:t>
      </w:r>
      <w:r w:rsidR="00BC358B">
        <w:rPr>
          <w:rFonts w:hint="cs"/>
          <w:rtl/>
          <w:lang w:bidi="fa-IR"/>
        </w:rPr>
        <w:t>ی</w:t>
      </w:r>
      <w:bookmarkEnd w:id="210"/>
      <w:bookmarkEnd w:id="211"/>
    </w:p>
    <w:p w:rsidR="00BC358B" w:rsidRDefault="00BC358B" w:rsidP="005D6D26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فرمودند: چند نفر از تجّار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جهت تجارت به هند مسافرت نمودند. پس از آنکه معاملات تجار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به انجام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جهت گشت و گذار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عجا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هند، عازم به اطراف و اکناف هند شدند. تا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شه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مرتاضان و جوک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هند در آنجا سکن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بودند، عجا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از جمله آنکه شخص مرتاض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مشاهده نمودند (با عرض معذرت) که از مدفوع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ارتزاق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تجار که از دور ناظر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بود، در 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گفت: چقدر انسان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پست شود که از... خود ارتزاق کند. پس از آنکه به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مرتاض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دند،</w:t>
      </w:r>
      <w:r>
        <w:rPr>
          <w:rtl/>
          <w:lang w:bidi="fa-IR"/>
        </w:rPr>
        <w:t xml:space="preserve"> مرتاض آن شخص تاجر را مخاطب قرار داد و به او گفت: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انسان از مال وقف به طور نامشروع ارتزاق کند بدتر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از...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ش؟</w:t>
      </w:r>
    </w:p>
    <w:p w:rsidR="00BC358B" w:rsidRDefault="00BC358B" w:rsidP="005D6D2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شخص</w:t>
      </w:r>
      <w:r>
        <w:rPr>
          <w:rtl/>
          <w:lang w:bidi="fa-IR"/>
        </w:rPr>
        <w:t xml:space="preserve"> تاجر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</w:t>
      </w:r>
      <w:r w:rsidR="005D6D2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بهت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فرو رفت که چگونه مرتاض از 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خبردار شد. اوّلاً شخص مرتاض از 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شخص تاجر خبر داد، 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خبر دادن از متول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تهران در رابطه با اموال وقف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شخص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بوده، ثالثاً از اموال موقوفه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مشروع استفاده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نموده.</w:t>
      </w:r>
      <w:r w:rsidR="005D6D26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آنکه مرتاض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مشروع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باطل جسم خود را در مض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تا آنکه روح خود را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و بتواند به ماورا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عالم احاطه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 و در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به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برسد که از ضمائر و اعمال اشخاص خبر دهد. امّا اگر انسان موحد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اضات</w:t>
      </w:r>
      <w:r>
        <w:rPr>
          <w:rtl/>
          <w:lang w:bidi="fa-IR"/>
        </w:rPr>
        <w:t xml:space="preserve"> شرع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عبادات موضوعه در شرع مقدّس و با اخلاص کامل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عمل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خداوند متعال چشمه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حکمت را از قلبش به لسانش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چه </w:t>
      </w:r>
      <w:r>
        <w:rPr>
          <w:rtl/>
          <w:lang w:bidi="fa-IR"/>
        </w:rPr>
        <w:lastRenderedPageBreak/>
        <w:t>بسا با گفتار و کردارش جامعه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رهنمود به صلاح و سداد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5D6D26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«من</w:t>
      </w:r>
      <w:r>
        <w:rPr>
          <w:rtl/>
          <w:lang w:bidi="fa-IR"/>
        </w:rPr>
        <w:t xml:space="preserve"> أخلص للَّه اربع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صباحاً جرت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الحکمه من قلبه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لسانه»</w:t>
      </w:r>
      <w:r w:rsidRPr="005D6D26">
        <w:rPr>
          <w:rStyle w:val="libFootnotenumChar"/>
          <w:rtl/>
        </w:rPr>
        <w:t>(88)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0"/>
        <w:gridCol w:w="268"/>
        <w:gridCol w:w="3304"/>
      </w:tblGrid>
      <w:tr w:rsidR="005D6D26" w:rsidTr="00F16169">
        <w:trPr>
          <w:trHeight w:val="350"/>
        </w:trPr>
        <w:tc>
          <w:tcPr>
            <w:tcW w:w="3920" w:type="dxa"/>
            <w:shd w:val="clear" w:color="auto" w:fill="auto"/>
          </w:tcPr>
          <w:p w:rsidR="005D6D26" w:rsidRDefault="005D6D26" w:rsidP="00F16169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باده</w:t>
            </w:r>
            <w:r>
              <w:rPr>
                <w:rtl/>
                <w:lang w:bidi="fa-IR"/>
              </w:rPr>
              <w:t xml:space="preserve"> درد آلود اگر مجنون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5D6D26" w:rsidRDefault="005D6D26" w:rsidP="00F1616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5D6D26" w:rsidRDefault="005D6D26" w:rsidP="00F16169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گر</w:t>
            </w:r>
            <w:r>
              <w:rPr>
                <w:rtl/>
                <w:lang w:bidi="fa-IR"/>
              </w:rPr>
              <w:t xml:space="preserve"> بود صاف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ندانم چون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D6D26" w:rsidRDefault="005D6D26" w:rsidP="00BC358B">
      <w:pPr>
        <w:pStyle w:val="libNormal"/>
        <w:rPr>
          <w:rtl/>
          <w:lang w:bidi="fa-IR"/>
        </w:rPr>
      </w:pPr>
    </w:p>
    <w:p w:rsidR="005D6D26" w:rsidRDefault="005D6D26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12" w:name="_Toc477343878"/>
      <w:bookmarkStart w:id="213" w:name="_Toc477344020"/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</w:t>
      </w:r>
      <w:r>
        <w:rPr>
          <w:rtl/>
          <w:lang w:bidi="fa-IR"/>
        </w:rPr>
        <w:t xml:space="preserve"> و زاهدان صحابه رسول خدا</w:t>
      </w:r>
      <w:r w:rsidR="00E913E1" w:rsidRPr="00E913E1">
        <w:rPr>
          <w:rStyle w:val="libAlaemChar"/>
          <w:rtl/>
        </w:rPr>
        <w:t>صلى‌الله‌عليه‌وآله</w:t>
      </w:r>
      <w:bookmarkEnd w:id="212"/>
      <w:bookmarkEnd w:id="213"/>
      <w:r w:rsidR="00E913E1" w:rsidRPr="00E913E1">
        <w:rPr>
          <w:rStyle w:val="libAlaemChar"/>
          <w:rtl/>
        </w:rPr>
        <w:t xml:space="preserve"> </w:t>
      </w:r>
    </w:p>
    <w:p w:rsidR="00BC358B" w:rsidRDefault="00BC358B" w:rsidP="005D6D2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صعصعه</w:t>
      </w:r>
      <w:r>
        <w:rPr>
          <w:rtl/>
          <w:lang w:bidi="fa-IR"/>
        </w:rPr>
        <w:t xml:space="preserve"> بن صوحان،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نموده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نماز صبح را با ما خواندند. چون سلام نماز را دادند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قبله برنگرداندند و به راست و چپ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مشغول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نماز و ذکر خدا بودند تا آنکه شعاع آفتاب تا مقدار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مسجد کوفه را فرا گرفت و بالا آمد.</w:t>
      </w:r>
      <w:r w:rsidR="005D6D26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آنگاه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نمود و فرمود: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دارم که در زمان دوست و محبوب خود رسول</w:t>
      </w:r>
      <w:r w:rsidR="005D6D26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خدا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بودند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صفت داشتند «و انّهم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راوحون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هذا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جباهم و رکبهم»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زانوها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عبادت نوبت گذارده بودند. 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آنکه دائماً در حال رکوع و سجده بودند. « و اذا اصبحوا، اصبحوا شعثا غبراء»؛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چون فجر طلو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صبح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ژول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مو و گردآلود چهره بودند.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</w:t>
      </w:r>
      <w:r>
        <w:rPr>
          <w:rtl/>
          <w:lang w:bidi="fa-IR"/>
        </w:rPr>
        <w:t xml:space="preserve"> شبه رکب المعز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»؛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دو چشمانشان (کنا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مانند زانوها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 از کثرت سجده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بسته بود.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«فإذا</w:t>
      </w:r>
      <w:r>
        <w:rPr>
          <w:rtl/>
          <w:lang w:bidi="fa-IR"/>
        </w:rPr>
        <w:t xml:space="preserve"> ذکروا الموت مادوا کما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الشجر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ح»؛</w:t>
      </w:r>
      <w:r>
        <w:rPr>
          <w:rtl/>
          <w:lang w:bidi="fa-IR"/>
        </w:rPr>
        <w:t xml:space="preserve"> هرگاه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مرگ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از ترس ابدان آنها به لرزه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افتاد، همچنان که درخت به هنگام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باد به لرزه 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«ثم</w:t>
      </w:r>
      <w:r>
        <w:rPr>
          <w:rtl/>
          <w:lang w:bidi="fa-IR"/>
        </w:rPr>
        <w:t xml:space="preserve"> انهملت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ونهم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تبلّ 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ابهم»؛</w:t>
      </w:r>
      <w:r>
        <w:rPr>
          <w:rtl/>
          <w:lang w:bidi="fa-IR"/>
        </w:rPr>
        <w:t xml:space="preserve"> سپس اشک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جامه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«ثم</w:t>
      </w:r>
      <w:r>
        <w:rPr>
          <w:rtl/>
          <w:lang w:bidi="fa-IR"/>
        </w:rPr>
        <w:t xml:space="preserve"> نهض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و هو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کأنّما القوم باتوا غافل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ن»؛</w:t>
      </w:r>
      <w:r>
        <w:rPr>
          <w:rtl/>
          <w:lang w:bidi="fa-IR"/>
        </w:rPr>
        <w:t xml:space="preserve"> سپس برخاستند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مورد خطاب آن حضرت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در حال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را به روز آورده اند.</w:t>
      </w:r>
      <w:r w:rsidRPr="009F4D8C">
        <w:rPr>
          <w:rStyle w:val="libFootnotenumChar"/>
          <w:rtl/>
        </w:rPr>
        <w:t>(89)</w:t>
      </w:r>
    </w:p>
    <w:p w:rsidR="009F4D8C" w:rsidRDefault="009F4D8C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14" w:name="_Toc477343879"/>
      <w:bookmarkStart w:id="215" w:name="_Toc477344021"/>
      <w:r>
        <w:rPr>
          <w:rFonts w:hint="eastAsia"/>
          <w:rtl/>
          <w:lang w:bidi="fa-IR"/>
        </w:rPr>
        <w:t>اوصاف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مخلص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>عليه‌السلام</w:t>
      </w:r>
      <w:bookmarkEnd w:id="214"/>
      <w:bookmarkEnd w:id="215"/>
      <w:r w:rsidR="004D104C" w:rsidRPr="004D104C">
        <w:rPr>
          <w:rStyle w:val="libAlaemChar"/>
          <w:rtl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راو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نقل کرده اند که آن حضرت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از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از مسجد خارج شدند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شب مهتاب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صحرا در حرکت شدند.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دنبال آن حضرت حرکت کردند. حضرت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توقف فرمودند و به آنان خطاب کردند: شما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عرض نمودند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حضرت نگاه تند و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چهره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افکندند و فرمودند: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أر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عه»؛</w:t>
      </w:r>
      <w:r>
        <w:rPr>
          <w:rtl/>
          <w:lang w:bidi="fa-IR"/>
        </w:rPr>
        <w:t xml:space="preserve"> چه شده مرا که نشانه و آثار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بودن در چهره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>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آنها</w:t>
      </w:r>
      <w:r>
        <w:rPr>
          <w:rtl/>
          <w:lang w:bidi="fa-IR"/>
        </w:rPr>
        <w:t xml:space="preserve"> عرض کردند: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نشانه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بودن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فرمودند: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«صفر</w:t>
      </w:r>
      <w:r>
        <w:rPr>
          <w:rtl/>
          <w:lang w:bidi="fa-IR"/>
        </w:rPr>
        <w:t xml:space="preserve"> الوجوه من السهر»؛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صورت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شب، به زرد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. «عمش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من البکاء»؛ چشمانشان از کثرت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خوف خدا به هم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>. «حدب الظهور من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ام»؛</w:t>
      </w:r>
      <w:r>
        <w:rPr>
          <w:rtl/>
          <w:lang w:bidi="fa-IR"/>
        </w:rPr>
        <w:t xml:space="preserve"> پشتشان از کثرت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در رکوع نماز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شده. «خمس البطون من 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ام»؛</w:t>
      </w:r>
      <w:r>
        <w:rPr>
          <w:rtl/>
          <w:lang w:bidi="fa-IR"/>
        </w:rPr>
        <w:t xml:space="preserve"> شکم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کثرت روزه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پشت چسب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. «ذبل </w:t>
      </w:r>
      <w:r>
        <w:rPr>
          <w:rFonts w:hint="eastAsia"/>
          <w:rtl/>
          <w:lang w:bidi="fa-IR"/>
        </w:rPr>
        <w:t>الشفاء</w:t>
      </w:r>
      <w:r>
        <w:rPr>
          <w:rtl/>
          <w:lang w:bidi="fa-IR"/>
        </w:rPr>
        <w:t xml:space="preserve"> من الدعاء»؛ لبانشان از کثرت دعا و ذکر پروردگار خشک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. «عل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غبره الخاشع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ن»؛</w:t>
      </w:r>
      <w:r>
        <w:rPr>
          <w:rtl/>
          <w:lang w:bidi="fa-IR"/>
        </w:rPr>
        <w:t xml:space="preserve"> بر چهره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گرد خضوع و خشوع نشسته</w:t>
      </w:r>
      <w:r w:rsidRPr="009F4D8C">
        <w:rPr>
          <w:rStyle w:val="libFootnotenumChar"/>
          <w:rtl/>
        </w:rPr>
        <w:t>.(90)</w:t>
      </w:r>
    </w:p>
    <w:p w:rsidR="009F4D8C" w:rsidRDefault="009F4D8C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16" w:name="_Toc477343880"/>
      <w:bookmarkStart w:id="217" w:name="_Toc477344022"/>
      <w:r>
        <w:rPr>
          <w:rFonts w:hint="eastAsia"/>
          <w:rtl/>
          <w:lang w:bidi="fa-IR"/>
        </w:rPr>
        <w:t>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غنائم جنگ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دست رسول خدا</w:t>
      </w:r>
      <w:r w:rsidR="00E913E1" w:rsidRPr="00E913E1">
        <w:rPr>
          <w:rStyle w:val="libAlaemChar"/>
          <w:rtl/>
        </w:rPr>
        <w:t>صلى‌الله‌عليه‌وآله</w:t>
      </w:r>
      <w:bookmarkEnd w:id="216"/>
      <w:bookmarkEnd w:id="217"/>
      <w:r w:rsidR="00E913E1" w:rsidRPr="00E913E1">
        <w:rPr>
          <w:rStyle w:val="libAlaemChar"/>
          <w:rtl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آنکه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فاتحانه از جنگ حن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بازگشت و مشغول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غنا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بود،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بلندبالا و گندم گون و گوژپشت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سجده بود،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و به عموم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سلام کرد و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مورد خطاب سلام قر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نداد.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نحوه سلام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آن حضرت بود. سپس عرض نمود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غنا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! حضرت فرمودند: «ک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ت؟»</w:t>
      </w:r>
      <w:r>
        <w:rPr>
          <w:rtl/>
          <w:lang w:bidi="fa-IR"/>
        </w:rPr>
        <w:t xml:space="preserve"> چطور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عرض کرد: «لم ارک عدلت»؛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عدالت و مساوات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</w:t>
      </w:r>
    </w:p>
    <w:p w:rsidR="00BC358B" w:rsidRDefault="00BC358B" w:rsidP="009F4D8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غضبناک شد، فرمودند:</w:t>
      </w:r>
      <w:r w:rsidR="009F4D8C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لک</w:t>
      </w:r>
      <w:r>
        <w:rPr>
          <w:rtl/>
          <w:lang w:bidi="fa-IR"/>
        </w:rPr>
        <w:t xml:space="preserve"> اذ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العدل عند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فعند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کون»؛</w:t>
      </w:r>
      <w:r>
        <w:rPr>
          <w:rtl/>
          <w:lang w:bidi="fa-IR"/>
        </w:rPr>
        <w:t xml:space="preserve"> 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تو اگر عدالت و برابر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من نباشد، پس نزد که خواهد بود؟</w:t>
      </w:r>
      <w:r>
        <w:rPr>
          <w:rFonts w:hint="eastAsia"/>
          <w:rtl/>
          <w:lang w:bidi="fa-IR"/>
        </w:rPr>
        <w:t>مسلمانان</w:t>
      </w:r>
      <w:r>
        <w:rPr>
          <w:rtl/>
          <w:lang w:bidi="fa-IR"/>
        </w:rPr>
        <w:t xml:space="preserve"> اجازه خواستند او را به قتل برسانند. حضرت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فرمودند: او را وابگذار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خواهد کرد و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روند؛ مانند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کمان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خداوند آنها را به دست محبوب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مردمان بعد از من به قتل خواهد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 در جنگ نهروان به دست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قتل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9F4D8C">
        <w:rPr>
          <w:rStyle w:val="libFootnotenumChar"/>
          <w:rtl/>
        </w:rPr>
        <w:t>.(91)</w:t>
      </w:r>
    </w:p>
    <w:p w:rsidR="009F4D8C" w:rsidRDefault="009F4D8C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18" w:name="_Toc477343881"/>
      <w:bookmarkStart w:id="219" w:name="_Toc477344023"/>
      <w:r>
        <w:rPr>
          <w:rFonts w:hint="eastAsia"/>
          <w:rtl/>
          <w:lang w:bidi="fa-IR"/>
        </w:rPr>
        <w:t>خلاصه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جنگ ذات السلاسل</w:t>
      </w:r>
      <w:bookmarkEnd w:id="218"/>
      <w:bookmarkEnd w:id="219"/>
      <w:r>
        <w:rPr>
          <w:rtl/>
          <w:lang w:bidi="fa-IR"/>
        </w:rPr>
        <w:t xml:space="preserve"> </w:t>
      </w:r>
    </w:p>
    <w:p w:rsidR="00BC358B" w:rsidRDefault="00BC358B" w:rsidP="009F4D8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از غزوه ذات السلاسل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رمل با غنائم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وارد شد،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خبر ورود آن حضرت را به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ابلاغ نمود. آن حضرت دستور فرمودند که مردم از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استقبال کنند. مردمان دو صف شده و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اکرم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استقبال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رفتند،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آن حضرت رسول خدا</w:t>
      </w:r>
      <w:r w:rsidR="009F4D8C" w:rsidRPr="00A412B7">
        <w:rPr>
          <w:rFonts w:eastAsiaTheme="minorHAnsi"/>
          <w:rtl/>
        </w:rPr>
        <w:t xml:space="preserve"> </w:t>
      </w:r>
      <w:r w:rsidR="009F4D8C" w:rsidRPr="009F4D8C">
        <w:rPr>
          <w:rStyle w:val="libAlaemChar"/>
          <w:rFonts w:eastAsiaTheme="minorHAnsi"/>
          <w:rtl/>
        </w:rPr>
        <w:t>صلى‌الله‌عليه‌وآله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اسب خود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شد.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خم شد که آنها را ببوسد.</w:t>
      </w:r>
      <w:r w:rsidR="009F4D8C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فرمودند: سوار شو که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غمبرش</w:t>
      </w:r>
      <w:r>
        <w:rPr>
          <w:rtl/>
          <w:lang w:bidi="fa-IR"/>
        </w:rPr>
        <w:t xml:space="preserve"> از تو خشنودند. آن حضرت به سبب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مژده از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شد. سپس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فرمودند: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گروه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مسلمانان درباره تو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آنچه را 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گفتند که او را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خدا خواندند، امروز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ات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گفتم که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مردمان نگذر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آنکه خاک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قدم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تبرّک برگ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</w:t>
      </w:r>
      <w:r w:rsidRPr="009F4D8C">
        <w:rPr>
          <w:rStyle w:val="libFootnotenumChar"/>
          <w:rtl/>
        </w:rPr>
        <w:t>(92)</w:t>
      </w:r>
    </w:p>
    <w:p w:rsidR="009F4D8C" w:rsidRDefault="009F4D8C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20" w:name="_Toc477343882"/>
      <w:bookmarkStart w:id="221" w:name="_Toc477344024"/>
      <w:r>
        <w:rPr>
          <w:rFonts w:hint="eastAsia"/>
          <w:rtl/>
          <w:lang w:bidi="fa-IR"/>
        </w:rPr>
        <w:t>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مخصوص در رابطه با جنگ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کفار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bookmarkEnd w:id="220"/>
      <w:bookmarkEnd w:id="221"/>
      <w:r>
        <w:rPr>
          <w:rtl/>
          <w:lang w:bidi="fa-IR"/>
        </w:rPr>
        <w:t xml:space="preserve"> </w:t>
      </w:r>
    </w:p>
    <w:p w:rsidR="00BC358B" w:rsidRDefault="00BC358B" w:rsidP="00C1787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محمّد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اسراء به سندش از ابن عباس 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که چون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 با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المصطلق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راه دور شد، شب درآمد. در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دره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 فراز و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فرود آمد. چون آخر شب شد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 آن حضرت نازل شد و به او خبر 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 xml:space="preserve"> که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کفار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کرده که به شما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شما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 دارند. پس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خواند و به او فرمود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دره برو و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دشمن خدا سر راه تو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قصد آزار شما را دارند پس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عزّوجلّ در شما قرار داده، آنها را دفع نما و به نام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تو را بدان ها مخصوص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از شر آنان به خداوند پناه ببر. و صد تن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گروه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به همراه</w:t>
      </w:r>
      <w:r>
        <w:rPr>
          <w:rFonts w:hint="cs"/>
          <w:rtl/>
          <w:lang w:bidi="fa-IR"/>
        </w:rPr>
        <w:t>ی</w:t>
      </w:r>
      <w:r w:rsidR="00C1787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فرستاد و به آنها فرمود: همراه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دستورات او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C1787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دره رهسپار شد.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کنار آن دره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همراه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بودند فرمود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پس قدم جلو نهاد و در کنار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از شر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خدا پناه برد و نام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عزّوجلّ را به زبان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سپس به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آن دره شد. در آن هنگام باد تند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حمله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 به واسطه آن باد آن گروه به رو درافتند و قدم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از ترس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آنچه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بلغزد.</w:t>
      </w:r>
      <w:r w:rsidR="00C1787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زد: منم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بن عبدالمطلب، وص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و پسرعمو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او. اگر قدرت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پس </w:t>
      </w:r>
      <w:r>
        <w:rPr>
          <w:rtl/>
          <w:lang w:bidi="fa-IR"/>
        </w:rPr>
        <w:lastRenderedPageBreak/>
        <w:t>آن مردم اشخاص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چهره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و 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مشاهده نمودند. پس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تنه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دره رفت. و هم</w:t>
      </w:r>
      <w:r>
        <w:rPr>
          <w:rFonts w:hint="eastAsia"/>
          <w:rtl/>
          <w:lang w:bidi="fa-IR"/>
        </w:rPr>
        <w:t>چنان</w:t>
      </w:r>
      <w:r>
        <w:rPr>
          <w:rtl/>
          <w:lang w:bidi="fa-IR"/>
        </w:rPr>
        <w:t xml:space="preserve">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 را به راست و چپ حرکت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آن اشخاص از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نمانده و مانند دود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رفتند.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همانجا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دره که فرود شده بود بالا آمد و به کنار همراهانش رفته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تا آن د</w:t>
      </w:r>
      <w:r>
        <w:rPr>
          <w:rFonts w:hint="eastAsia"/>
          <w:rtl/>
          <w:lang w:bidi="fa-IR"/>
        </w:rPr>
        <w:t>ودها</w:t>
      </w:r>
      <w:r>
        <w:rPr>
          <w:rtl/>
          <w:lang w:bidi="fa-IR"/>
        </w:rPr>
        <w:t xml:space="preserve"> بالا رفته و هوا صاف شد.</w:t>
      </w:r>
    </w:p>
    <w:p w:rsidR="00BC358B" w:rsidRDefault="00BC358B" w:rsidP="00F1616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آن گروه عرض کردند: چه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ابوالحسن!؟ ما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 از ترس هلاک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ترس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="00F16169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فرمود: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مقابل من درآمدند نام ها</w:t>
      </w:r>
      <w:r>
        <w:rPr>
          <w:rFonts w:hint="cs"/>
          <w:rtl/>
          <w:lang w:bidi="fa-IR"/>
        </w:rPr>
        <w:t>ی</w:t>
      </w:r>
      <w:r w:rsidR="00F16169">
        <w:rPr>
          <w:lang w:bidi="fa-IR"/>
        </w:rPr>
        <w:t xml:space="preserve"> </w:t>
      </w: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آواز بلند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خواندم.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خود را کوچک کردند و درصدد فرار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درآمدند. پس من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دره درآمدم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هراس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باشم. و اگر به همان 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آغاز داشتند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ماندند تا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نفرشان را به قتل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رساندم.</w:t>
      </w:r>
      <w:r w:rsidR="00F16169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همانجا</w:t>
      </w:r>
      <w:r>
        <w:rPr>
          <w:rtl/>
          <w:lang w:bidi="fa-IR"/>
        </w:rPr>
        <w:t xml:space="preserve"> خداوند نقشه شوم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 و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 مسلمانان را از شر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آسوده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 باق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من به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خواهند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آن حضرت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خواهند آورد.</w:t>
      </w:r>
      <w:r w:rsidR="00F16169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همراهان به نزد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بازگشتند و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به عرض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اندوه آن بزرگوار برطرف شد و در حقّ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 و فرمود: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تو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آن گروه از جن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که خداوند به سبب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ترس و وحشت افکنده بود به نزد من آمدند و اسلام آوردند و من اسلامشان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>. سپس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با گروه مسلمانان از آن دره بدون خوف و ترس گذشتند.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را 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مانند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نقل کرده اند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را منکر نشده اند.</w:t>
      </w:r>
      <w:r w:rsidRPr="00F16169">
        <w:rPr>
          <w:rStyle w:val="libFootnotenumChar"/>
          <w:rtl/>
        </w:rPr>
        <w:t>(93)</w:t>
      </w:r>
    </w:p>
    <w:p w:rsidR="00F16169" w:rsidRDefault="00F16169" w:rsidP="00BC358B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22" w:name="_Toc477343883"/>
      <w:bookmarkStart w:id="223" w:name="_Toc477344025"/>
      <w:r>
        <w:rPr>
          <w:rFonts w:hint="eastAsia"/>
          <w:rtl/>
          <w:lang w:bidi="fa-IR"/>
        </w:rPr>
        <w:t>مقام</w:t>
      </w:r>
      <w:r>
        <w:rPr>
          <w:rtl/>
          <w:lang w:bidi="fa-IR"/>
        </w:rPr>
        <w:t xml:space="preserve"> سلمان</w:t>
      </w:r>
      <w:bookmarkEnd w:id="222"/>
      <w:bookmarkEnd w:id="223"/>
      <w:r>
        <w:rPr>
          <w:rtl/>
          <w:lang w:bidi="fa-IR"/>
        </w:rPr>
        <w:t xml:space="preserve"> </w:t>
      </w:r>
    </w:p>
    <w:p w:rsidR="00BC358B" w:rsidRDefault="00BC358B" w:rsidP="00F1616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کتاب اختصاص از امام صادق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که آن حضرت فرمودند: سلمان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سر آتش نهاده بود و غذا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پخت. «فدخل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ابوذر»؛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ابوذر وارد شد. ناگهان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برگشت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محتو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. سلمان 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را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آتش قرار داد. «ثم</w:t>
      </w:r>
      <w:r w:rsidR="00F16169">
        <w:rPr>
          <w:lang w:bidi="fa-IR"/>
        </w:rPr>
        <w:t xml:space="preserve"> </w:t>
      </w:r>
      <w:r>
        <w:rPr>
          <w:rFonts w:hint="eastAsia"/>
          <w:rtl/>
          <w:lang w:bidi="fa-IR"/>
        </w:rPr>
        <w:t>انکبت</w:t>
      </w:r>
      <w:r>
        <w:rPr>
          <w:rtl/>
          <w:lang w:bidi="fa-IR"/>
        </w:rPr>
        <w:t xml:space="preserve">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ذهب</w:t>
      </w:r>
      <w:r>
        <w:rPr>
          <w:rtl/>
          <w:lang w:bidi="fa-IR"/>
        </w:rPr>
        <w:t xml:space="preserve"> منه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ء»؛ دوباره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برگشت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 سلمان دوباره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</w:t>
      </w:r>
      <w:r>
        <w:rPr>
          <w:rtl/>
          <w:lang w:bidi="fa-IR"/>
        </w:rPr>
        <w:t xml:space="preserve"> را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قرار داد.</w:t>
      </w:r>
      <w:r w:rsidR="00F16169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«فمرّ</w:t>
      </w:r>
      <w:r>
        <w:rPr>
          <w:rtl/>
          <w:lang w:bidi="fa-IR"/>
        </w:rPr>
        <w:t xml:space="preserve"> ابوذر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مسرعاً و قد ضاق صدره»؛ ابوذر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ناباور نفسش به شماره افتاد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اش تنگ شده به سرعت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شتابان شد تا آنچه را که مشاهده نموده به عرض برساند.</w:t>
      </w:r>
      <w:r w:rsidR="00F16169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سلمان هم به دنبال اباذر روان شد تا به محضر مولا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</w:t>
      </w:r>
      <w:r w:rsidR="00F16169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«فنظر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سلمان»؛ آن حضرت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سلمان افکند. «فقال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عبداللَّه ارفق بأخ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ک»؛</w:t>
      </w:r>
      <w:r>
        <w:rPr>
          <w:rtl/>
          <w:lang w:bidi="fa-IR"/>
        </w:rPr>
        <w:t xml:space="preserve"> سپس فرمودند: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خدا با برادرت ابوذر مدارا کن؛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مقابل اباذر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مده که او تاب و توانش را ندارد.</w:t>
      </w:r>
      <w:r w:rsidR="00F16169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>: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جناب سلمان به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که امام صادق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درباره او فرموده اند: «سلمان بحر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نزح</w:t>
      </w:r>
      <w:r>
        <w:rPr>
          <w:rtl/>
          <w:lang w:bidi="fa-IR"/>
        </w:rPr>
        <w:t xml:space="preserve"> و هو منّا اهل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ت»؛</w:t>
      </w:r>
      <w:r>
        <w:rPr>
          <w:rtl/>
          <w:lang w:bidi="fa-IR"/>
        </w:rPr>
        <w:t xml:space="preserve"> او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از علم که هرچه از او برداشته شود تمام نشود و او از ما خانواده است. چرا که او از مُحَدَث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</w:t>
      </w:r>
      <w:r w:rsidRPr="00F16169">
        <w:rPr>
          <w:rStyle w:val="libFootnotenumChar"/>
          <w:rtl/>
        </w:rPr>
        <w:t>(94)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او به مقام تال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معصوم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بعد از مرگش مولا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ط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الارض از کوفه به مدائن حاضر شدند و جنازه مطهرش را غسل داده و کفن نمودند و به خاک سپردند. 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جناب سلمان </w:t>
      </w:r>
      <w:r>
        <w:rPr>
          <w:rtl/>
          <w:lang w:bidi="fa-IR"/>
        </w:rPr>
        <w:lastRenderedPageBreak/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صحابه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اصحاب ائمه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و مرتبه مفتخر نشدند که امام معصوم مباشر غسل و کفن و دفن آنها شوند.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منحصراً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جناب سلمان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Pr="00F16169">
        <w:rPr>
          <w:rStyle w:val="libFootnotenumChar"/>
          <w:rtl/>
        </w:rPr>
        <w:t>(95)</w:t>
      </w:r>
    </w:p>
    <w:p w:rsidR="00F16169" w:rsidRDefault="00F16169" w:rsidP="00BC358B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24" w:name="_Toc477343884"/>
      <w:bookmarkStart w:id="225" w:name="_Toc477344026"/>
      <w:r>
        <w:rPr>
          <w:rFonts w:hint="eastAsia"/>
          <w:rtl/>
          <w:lang w:bidi="fa-IR"/>
        </w:rPr>
        <w:t>داستان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(چشمه)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bookmarkEnd w:id="224"/>
      <w:bookmarkEnd w:id="225"/>
    </w:p>
    <w:p w:rsidR="00BC358B" w:rsidRDefault="00BC358B" w:rsidP="00F1616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مجمع البلدان</w:t>
      </w:r>
      <w:r w:rsidR="00F16169">
        <w:rPr>
          <w:lang w:bidi="fa-IR"/>
        </w:rPr>
        <w:t xml:space="preserve"> </w:t>
      </w:r>
      <w:r>
        <w:rPr>
          <w:rFonts w:hint="eastAsia"/>
          <w:rtl/>
          <w:lang w:bidi="fa-IR"/>
        </w:rPr>
        <w:t>جلد</w:t>
      </w:r>
      <w:r>
        <w:rPr>
          <w:rtl/>
          <w:lang w:bidi="fa-IR"/>
        </w:rPr>
        <w:t xml:space="preserve"> 4 صفحه 175 در شرح حال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آمده:</w:t>
      </w:r>
    </w:p>
    <w:p w:rsidR="00E1311B" w:rsidRDefault="00BC358B" w:rsidP="00E1311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(چشمه)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به او منسوب بود. او از خدمتگزاران مولا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 و نسباً فرزند 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پادشاه حبشه بود. در زمان طلوع اسلام بنا به فرمان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سرپرست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جعفر به حبشه پناهند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شدند و 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توسط پناهندگان به شرف اسلام مشرف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که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 رس بود او هم مسلمان شده بود.</w:t>
      </w:r>
      <w:r w:rsidR="00F16169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انگر</w:t>
      </w:r>
      <w:r>
        <w:rPr>
          <w:rtl/>
          <w:lang w:bidi="fa-IR"/>
        </w:rPr>
        <w:t xml:space="preserve">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به مکّه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  <w:r w:rsidR="00F16169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به عنوان برده در تملک تاجر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مکّه قرار گرفته بود.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برخورد با ابان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در نزد تاجر مک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نموده، آزادش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لکن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خود را در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آن حضرت قرار داده و در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ماند. پس از مرگ 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eastAsia"/>
          <w:rtl/>
          <w:lang w:bidi="fa-IR"/>
        </w:rPr>
        <w:t>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اهل حبشه به نزد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او را دعوت به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پدرش 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آنان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بعد از آنکه خداوند متعال بر من منت نهاده و مشرف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شدم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سلطنت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</w:t>
      </w:r>
      <w:r w:rsidR="00F16169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شده که او بلند بالا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 w:rsidR="00F16169">
        <w:rPr>
          <w:lang w:bidi="fa-IR"/>
        </w:rPr>
        <w:t xml:space="preserve"> 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بود و رنگ چهره اش هرگز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اهل حبشه نبود و هر که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تصور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که او از نسل عرب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از قرائن معلوم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نخلستان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به دست مبارک خود احداث و به نام چشمه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و بُغ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بغه</w:t>
      </w:r>
      <w:r>
        <w:rPr>
          <w:rtl/>
          <w:lang w:bidi="fa-IR"/>
        </w:rPr>
        <w:t xml:space="preserve"> نامگذار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نموده، مسؤول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حراست او را به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واگذار کرده بود.</w:t>
      </w:r>
      <w:r w:rsidR="00F16169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«قال</w:t>
      </w:r>
      <w:r>
        <w:rPr>
          <w:rtl/>
          <w:lang w:bidi="fa-IR"/>
        </w:rPr>
        <w:t xml:space="preserve"> ابون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>: جآءن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</w:t>
      </w:r>
      <w:r w:rsidR="00F16169">
        <w:rPr>
          <w:lang w:bidi="fa-IR"/>
        </w:rPr>
        <w:t xml:space="preserve"> </w:t>
      </w:r>
      <w:r>
        <w:rPr>
          <w:rFonts w:hint="eastAsia"/>
          <w:rtl/>
          <w:lang w:bidi="fa-IR"/>
        </w:rPr>
        <w:t>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أنا أقوم بالض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و البغ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بغه»؛</w:t>
      </w:r>
      <w:r>
        <w:rPr>
          <w:rtl/>
          <w:lang w:bidi="fa-IR"/>
        </w:rPr>
        <w:t xml:space="preserve"> ابون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</w:t>
      </w:r>
      <w:r>
        <w:rPr>
          <w:rtl/>
          <w:lang w:bidi="fa-IR"/>
        </w:rPr>
        <w:lastRenderedPageBreak/>
        <w:t>نخلستان بودم که ناگاه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 من وارد شد. «فقال هل عندک الطعام؟»؛ فرمودند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نزدت غذا و طعام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باشد؟ «فقلت طعام لا ارض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ق</w:t>
      </w:r>
      <w:r>
        <w:rPr>
          <w:rFonts w:hint="eastAsia"/>
          <w:rtl/>
          <w:lang w:bidi="fa-IR"/>
        </w:rPr>
        <w:t>رع</w:t>
      </w:r>
      <w:r>
        <w:rPr>
          <w:rtl/>
          <w:lang w:bidi="fa-IR"/>
        </w:rPr>
        <w:t xml:space="preserve"> من قرع الض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>. صنعته باهاله سنخه»؛ عرض کردم کدو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کدوها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باغ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و با روغن بودار پخته ام. لکن در شأن شما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که عرضه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شما آن را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«فقال </w:t>
      </w:r>
      <w:r w:rsidR="0097775C" w:rsidRPr="0097775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عَلَ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به»؛ حضرت فرمودند: همان را حاضر نما. پس از جا برخاستند و به طرف 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جدول 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بود رفتند و دست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 را شستشو دادند. و بعد از آن بر سر سفره غذا جلوس نمودند و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غذا را تناول کردند. پس از صرف غذا دوباره به طرف 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رفتند و دست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 را با رمل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کنار جو شستشو دادند تا آنکه دستانشان کاملاً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«ثم ضمّ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کلّ واحده منهما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اختها و شرب منهما حس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ع»؛</w:t>
      </w:r>
      <w:r>
        <w:rPr>
          <w:rtl/>
          <w:lang w:bidi="fa-IR"/>
        </w:rPr>
        <w:t xml:space="preserve"> سپس دو کف دست مبارک را به هم متصل نمودند و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آب برده و از آن آب روان، آشام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موقع دو جمله حکمت فرمودند، جمله اوّل:</w:t>
      </w:r>
      <w:r w:rsidR="00F16169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«فقال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انّ الاکف انظف الآن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ه»؛</w:t>
      </w:r>
      <w:r>
        <w:rPr>
          <w:rtl/>
          <w:lang w:bidi="fa-IR"/>
        </w:rPr>
        <w:t xml:space="preserve"> سپس فرمودند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دو کف دست پاک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ظرف هاست. «ثم مسح 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الماء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بطنه»؛ سپس دو کف دست خود را که در اثر آشام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مرطوب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شده بود با شکم مبارک خشک نمودند. « و قال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من ادخله بطنه النار فابعده اللَّه»؛ و در آن</w:t>
      </w:r>
      <w:r w:rsidR="00F16169">
        <w:rPr>
          <w:lang w:bidi="fa-IR"/>
        </w:rPr>
        <w:t xml:space="preserve"> </w:t>
      </w:r>
      <w:r>
        <w:rPr>
          <w:rFonts w:hint="eastAsia"/>
          <w:rtl/>
          <w:lang w:bidi="fa-IR"/>
        </w:rPr>
        <w:t>حال</w:t>
      </w:r>
      <w:r>
        <w:rPr>
          <w:rtl/>
          <w:lang w:bidi="fa-IR"/>
        </w:rPr>
        <w:t xml:space="preserve"> دوم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کلام حکمت را فرمودند: دور است از رحمت خدا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خاطر شکمش داخل جهنم شود.</w:t>
      </w:r>
      <w:r w:rsidR="00F16169">
        <w:rPr>
          <w:rtl/>
          <w:lang w:bidi="fa-IR"/>
        </w:rPr>
        <w:t xml:space="preserve"> </w:t>
      </w:r>
      <w:r>
        <w:rPr>
          <w:rtl/>
          <w:lang w:bidi="fa-IR"/>
        </w:rPr>
        <w:t>(نکته 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آنکه حضرت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کف دست مبارک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آشامند، نظافت دو کف دست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را با ظاهر شکم خشک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آن جمله حکمت را که مناسب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شکم به جهنم رفتن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حضرت توجّه به آب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</w:t>
      </w:r>
      <w:r>
        <w:rPr>
          <w:rFonts w:hint="eastAsia"/>
          <w:rtl/>
          <w:lang w:bidi="fa-IR"/>
        </w:rPr>
        <w:t>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روان و </w:t>
      </w:r>
      <w:r>
        <w:rPr>
          <w:rtl/>
          <w:lang w:bidi="fa-IR"/>
        </w:rPr>
        <w:lastRenderedPageBreak/>
        <w:t>از چشمه منشعب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نمودند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گرفتند آب چشمه را تقو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به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امر فرمودند معول</w:t>
      </w:r>
      <w:r>
        <w:rPr>
          <w:rFonts w:hint="cs"/>
          <w:rtl/>
          <w:lang w:bidi="fa-IR"/>
        </w:rPr>
        <w:t>ی</w:t>
      </w:r>
      <w:r w:rsidRPr="00E1311B">
        <w:rPr>
          <w:rStyle w:val="libFootnotenumChar"/>
          <w:rtl/>
        </w:rPr>
        <w:t>(96)</w:t>
      </w:r>
      <w:r>
        <w:rPr>
          <w:rtl/>
          <w:lang w:bidi="fa-IR"/>
        </w:rPr>
        <w:t xml:space="preserve"> نزد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حاضر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E1311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به سرعت معول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نزد آن حضرت حاضر نمود.</w:t>
      </w:r>
      <w:r w:rsidR="00E1311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</w:t>
      </w:r>
      <w:r>
        <w:rPr>
          <w:rtl/>
          <w:lang w:bidi="fa-IR"/>
        </w:rPr>
        <w:t xml:space="preserve"> و اخذ المعول و انحدر فجعل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ضرب</w:t>
      </w:r>
      <w:r>
        <w:rPr>
          <w:rtl/>
          <w:lang w:bidi="fa-IR"/>
        </w:rPr>
        <w:t xml:space="preserve"> و ابطأ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الماء»؛ حضرت معول را گرفته به طرف چشمه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شدند و شروع نمودند به کندن اطراف چشمه.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آب به کند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جوشش داشت. و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طرف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چشمه احداث نمودند «فخرج و قد تنضح جب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عرقاً فانتکف العرق من جب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نه»؛</w:t>
      </w:r>
      <w:r>
        <w:rPr>
          <w:rtl/>
          <w:lang w:bidi="fa-IR"/>
        </w:rPr>
        <w:t xml:space="preserve"> ح</w:t>
      </w:r>
      <w:r>
        <w:rPr>
          <w:rFonts w:hint="eastAsia"/>
          <w:rtl/>
          <w:lang w:bidi="fa-IR"/>
        </w:rPr>
        <w:t>ضرت</w:t>
      </w:r>
      <w:r>
        <w:rPr>
          <w:rtl/>
          <w:lang w:bidi="fa-IR"/>
        </w:rPr>
        <w:t xml:space="preserve"> در اثر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اطراف چشمه را وسعت داده بودند از درون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چشمه خارج شدند، معول را در کنار نهادند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چهره مبارکشان عرق نشسته بود. و با کف دست عرق جب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را زدودند. «ثم اخذ المعول و عاد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فأقبل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ضرب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جعل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همهم»؛</w:t>
      </w:r>
      <w:r>
        <w:rPr>
          <w:rtl/>
          <w:lang w:bidi="fa-IR"/>
        </w:rPr>
        <w:t xml:space="preserve"> سپس مع</w:t>
      </w:r>
      <w:r>
        <w:rPr>
          <w:rFonts w:hint="eastAsia"/>
          <w:rtl/>
          <w:lang w:bidi="fa-IR"/>
        </w:rPr>
        <w:t>ول</w:t>
      </w:r>
      <w:r>
        <w:rPr>
          <w:rtl/>
          <w:lang w:bidi="fa-IR"/>
        </w:rPr>
        <w:t xml:space="preserve"> را به دست گرفته دوباره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چشمه رفتند.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با قدرت تمام شروع به کندن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چشمه نمودند.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چنان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شده بود که خود داخل شده بودند و آن چنان</w:t>
      </w:r>
      <w:r w:rsidR="00E1311B">
        <w:rPr>
          <w:lang w:bidi="fa-IR"/>
        </w:rPr>
        <w:t xml:space="preserve"> </w:t>
      </w:r>
      <w:r>
        <w:rPr>
          <w:rFonts w:hint="eastAsia"/>
          <w:rtl/>
          <w:lang w:bidi="fa-IR"/>
        </w:rPr>
        <w:t>معول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 که به نفس نفس افتادند. «فانثالت کأنّها عنق جزور»؛ که ناگهان در اثر ضربات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معول سد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مانع خروج آب بود فرو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آب چشمه که سال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جمع شده بود در اثر رفع مانع چون گردن شتر به طرف آن حضرت حمله ور شد. «فخرج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مسرعاً»؛ آن حضرت از درون نقب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احداث نموده بود به سرعت خارج شد. « و قال اشهد اللَّه انّها صدقه»؛ و به شکرانه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نعمت فرمودند: خداوند را شاهد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چشمه را صدقه قرار دادم. «قال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بدوات و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فه»؛</w:t>
      </w:r>
      <w:r>
        <w:rPr>
          <w:rtl/>
          <w:lang w:bidi="fa-IR"/>
        </w:rPr>
        <w:t xml:space="preserve"> سپس به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فرمودند دوات و کاغ</w:t>
      </w:r>
      <w:r>
        <w:rPr>
          <w:rFonts w:hint="eastAsia"/>
          <w:rtl/>
          <w:lang w:bidi="fa-IR"/>
        </w:rPr>
        <w:t>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نزدم حاضر نما.</w:t>
      </w:r>
      <w:r w:rsidR="00E1311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«قال</w:t>
      </w:r>
      <w:r>
        <w:rPr>
          <w:rtl/>
          <w:lang w:bidi="fa-IR"/>
        </w:rPr>
        <w:t xml:space="preserve"> فعجّلت بهما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ه»؛</w:t>
      </w:r>
      <w:r>
        <w:rPr>
          <w:rtl/>
          <w:lang w:bidi="fa-IR"/>
        </w:rPr>
        <w:t xml:space="preserve"> ابون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سرعت دوات و کاغذ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حاضر نمودم. «فکتب بسم اللَّه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هذا ما تصدّق به عبداللَّه </w:t>
      </w:r>
      <w:r>
        <w:rPr>
          <w:rtl/>
          <w:lang w:bidi="fa-IR"/>
        </w:rPr>
        <w:lastRenderedPageBreak/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تصدّق بالضّ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و البغ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بغه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فقراء المد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ابن السب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ل»؛</w:t>
      </w:r>
      <w:r>
        <w:rPr>
          <w:rtl/>
          <w:lang w:bidi="fa-IR"/>
        </w:rPr>
        <w:t xml:space="preserve"> حضرت مرقوم فرمودند: به نام خداوند بخش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مهربان.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آنچه را که به عنوان صدقه قرار داده است بنده خدا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رمؤمنان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چشمه را احداث نمودم با دو نخلستان که از آب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چشمه مشروب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به نام نخلستان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و نخلستان بغ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بغه</w:t>
      </w:r>
      <w:r>
        <w:rPr>
          <w:rtl/>
          <w:lang w:bidi="fa-IR"/>
        </w:rPr>
        <w:t xml:space="preserve"> بر مستمندان و در راه ماندگان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>. «ل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تّق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بهما وجهه حرّ الن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امه»؛</w:t>
      </w:r>
      <w:r>
        <w:rPr>
          <w:rtl/>
          <w:lang w:bidi="fa-IR"/>
        </w:rPr>
        <w:t xml:space="preserve"> تا آنکه خداوند متعال به جهت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صدقه مرا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از حرارت آتش حفظ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« 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باعاً</w:t>
      </w:r>
      <w:r>
        <w:rPr>
          <w:rtl/>
          <w:lang w:bidi="fa-IR"/>
        </w:rPr>
        <w:t xml:space="preserve"> و لا توهّباً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رثهما</w:t>
      </w:r>
      <w:r>
        <w:rPr>
          <w:rtl/>
          <w:lang w:bidi="fa-IR"/>
        </w:rPr>
        <w:t xml:space="preserve"> اللَّه و هو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الوارث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ن»؛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نخلستان نه قابل فروش و نه قابل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به ارث به</w:t>
      </w:r>
      <w:r w:rsidR="00E1311B">
        <w:rPr>
          <w:lang w:bidi="fa-IR"/>
        </w:rPr>
        <w:t xml:space="preserve"> </w:t>
      </w:r>
      <w:r>
        <w:rPr>
          <w:rFonts w:hint="eastAsia"/>
          <w:rtl/>
          <w:lang w:bidi="fa-IR"/>
        </w:rPr>
        <w:t>پروردگار</w:t>
      </w:r>
      <w:r>
        <w:rPr>
          <w:rtl/>
          <w:lang w:bidi="fa-IR"/>
        </w:rPr>
        <w:t xml:space="preserve"> متعال برسد که اوست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ارث برندگان. «الا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حتاج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</w:t>
      </w:r>
      <w:r>
        <w:rPr>
          <w:rtl/>
          <w:lang w:bidi="fa-IR"/>
        </w:rPr>
        <w:t xml:space="preserve"> الحسن و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C01A7" w:rsidRPr="000C01A7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فهما طلق لهما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لأحد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رهما»؛</w:t>
      </w:r>
      <w:r>
        <w:rPr>
          <w:rtl/>
          <w:lang w:bidi="fa-IR"/>
        </w:rPr>
        <w:t xml:space="preserve"> مگر آنکه امام حسن و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C01A7" w:rsidRPr="000C01A7">
        <w:rPr>
          <w:rStyle w:val="libAlaemChar"/>
          <w:rtl/>
        </w:rPr>
        <w:t xml:space="preserve">عليهما‌السلام </w:t>
      </w:r>
      <w:r>
        <w:rPr>
          <w:rtl/>
          <w:lang w:bidi="fa-IR"/>
        </w:rPr>
        <w:t>به آن 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 که آزادند هرگونه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آن دو نخلستان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بزرگوار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دخالت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باشند. «قال ابو محلم محمّد بن هشام فرکب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فحمل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مأت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نار»</w:t>
      </w:r>
      <w:r>
        <w:rPr>
          <w:rtl/>
          <w:lang w:bidi="fa-IR"/>
        </w:rPr>
        <w:t xml:space="preserve"> 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اثر بذل و بخشش بدهکار شد.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ملعون از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مطلع گ</w:t>
      </w:r>
      <w:r>
        <w:rPr>
          <w:rFonts w:hint="eastAsia"/>
          <w:rtl/>
          <w:lang w:bidi="fa-IR"/>
        </w:rPr>
        <w:t>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از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استفاده نمود و مبلغ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هزار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طلا به محضر آن حضرت فرستاد که در مقابل، نخلستان چشمه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زر</w:t>
      </w:r>
      <w:r>
        <w:rPr>
          <w:rtl/>
          <w:lang w:bidi="fa-IR"/>
        </w:rPr>
        <w:t xml:space="preserve"> را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«فأب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ع»؛</w:t>
      </w:r>
      <w:r>
        <w:rPr>
          <w:rtl/>
          <w:lang w:bidi="fa-IR"/>
        </w:rPr>
        <w:t xml:space="preserve"> حضرت از گرفتن پول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نمودند و به فرستاده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فرمودند: «انّما تصدّق بهما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اللَّه وجهه حرّ ال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و لست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عهما</w:t>
      </w:r>
      <w:r>
        <w:rPr>
          <w:rtl/>
          <w:lang w:bidi="fa-IR"/>
        </w:rPr>
        <w:t xml:space="preserve"> بش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ء»؛ بنا به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پدرم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مجاز به فروش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پدرم منفعت دو نخلستان را جهت فقرا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قرار داده تا آنکه خداوند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او را از حرارت آتش حفظ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E1311B">
        <w:rPr>
          <w:rStyle w:val="libFootnotenumChar"/>
          <w:rtl/>
        </w:rPr>
        <w:t>(97)</w:t>
      </w:r>
      <w:r w:rsidR="00E1311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والسلام</w:t>
      </w:r>
      <w:r>
        <w:rPr>
          <w:rtl/>
          <w:lang w:bidi="fa-IR"/>
        </w:rPr>
        <w:t xml:space="preserve"> </w:t>
      </w:r>
    </w:p>
    <w:p w:rsidR="00BC358B" w:rsidRDefault="00E1311B" w:rsidP="00E1311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26" w:name="_Toc477343885"/>
      <w:bookmarkStart w:id="227" w:name="_Toc477344027"/>
      <w:r>
        <w:rPr>
          <w:rFonts w:hint="eastAsia"/>
          <w:rtl/>
          <w:lang w:bidi="fa-IR"/>
        </w:rPr>
        <w:t>داستان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آموزنده از عبداللَّه ذوالبجاد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bookmarkEnd w:id="226"/>
      <w:bookmarkEnd w:id="227"/>
      <w:r>
        <w:rPr>
          <w:rtl/>
          <w:lang w:bidi="fa-IR"/>
        </w:rPr>
        <w:t xml:space="preserve"> </w:t>
      </w:r>
    </w:p>
    <w:p w:rsidR="00BC358B" w:rsidRDefault="00BC358B" w:rsidP="00A402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عبداللَّه</w:t>
      </w:r>
      <w:r>
        <w:rPr>
          <w:rtl/>
          <w:lang w:bidi="fa-IR"/>
        </w:rPr>
        <w:t xml:space="preserve"> ذوالجباد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(نام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از اسلامش عبدالعز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و از 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مز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پدرش را در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دست داده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نگذاشته بود.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ثروتمند بود عهده دار کفالت او شد و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اموال و اغنام خود را به او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E1311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عبداللَّه</w:t>
      </w:r>
      <w:r>
        <w:rPr>
          <w:rtl/>
          <w:lang w:bidi="fa-IR"/>
        </w:rPr>
        <w:t xml:space="preserve"> از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سرپرست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برخوردار شد و نسبتاً ثروتمند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صاحب برده و شتر و گوسفند شد.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1311B" w:rsidRPr="00A412B7">
        <w:rPr>
          <w:rFonts w:eastAsiaTheme="minorHAnsi"/>
          <w:rtl/>
        </w:rPr>
        <w:t xml:space="preserve"> </w:t>
      </w:r>
      <w:r w:rsidR="00E1311B" w:rsidRPr="00E1311B">
        <w:rPr>
          <w:rStyle w:val="libAlaemChar"/>
          <w:rFonts w:eastAsiaTheme="minorHAnsi"/>
          <w:rtl/>
        </w:rPr>
        <w:t>صلى‌الله‌عليه‌وآله</w:t>
      </w:r>
      <w:r w:rsidR="00E1311B" w:rsidRPr="00A412B7">
        <w:rPr>
          <w:rFonts w:eastAsiaTheme="minorHAnsi"/>
          <w:rtl/>
        </w:rPr>
        <w:t xml:space="preserve"> </w:t>
      </w:r>
      <w:r>
        <w:rPr>
          <w:rtl/>
          <w:lang w:bidi="fa-IR"/>
        </w:rPr>
        <w:t>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آمد، عبداللَّه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اسلام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آن موقع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اسلام شور و تحرک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مردم به وجود آورده بود و همه جا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رامون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بحث و گفت و گو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  <w:r w:rsidR="00E1311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عبدالعزا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جست و جو وتحق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برخاست و با عشق و علاقه مسائل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دنبال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بر اثر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سخنان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اسلام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فساد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خود و خاندان خود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 از بت 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رسوم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دل برگرفت و در باطن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آورده، امّا به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اظهار اسلام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  <w:r w:rsidR="00E1311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سال</w:t>
      </w:r>
      <w:r>
        <w:rPr>
          <w:rtl/>
          <w:lang w:bidi="fa-IR"/>
        </w:rPr>
        <w:t xml:space="preserve"> ها گذشت و جنگ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عمده تمام شد.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از فتح مکّه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مراجعت فرمود، عبداللَّه به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گفت: عموجان مدّت هاست انتظار مسلمان شدن شما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کشم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نسبت به محمّد،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کشش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به من اجازه بد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که مسلمان شوم.</w:t>
      </w:r>
      <w:r w:rsidR="00E1311B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گفت: به خدا سوگند اگر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محمّد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آنچه که به تو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در دستت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نخواهم گذاشت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لباس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هم از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>.</w:t>
      </w:r>
      <w:r w:rsidR="00A402D0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عبداللَّه</w:t>
      </w:r>
      <w:r>
        <w:rPr>
          <w:rtl/>
          <w:lang w:bidi="fa-IR"/>
        </w:rPr>
        <w:t xml:space="preserve"> که در آن هنگام نامش عبدالعز</w:t>
      </w:r>
      <w:r>
        <w:rPr>
          <w:rFonts w:hint="cs"/>
          <w:rtl/>
          <w:lang w:bidi="fa-IR"/>
        </w:rPr>
        <w:t>ی</w:t>
      </w:r>
      <w:r w:rsidRPr="00A402D0">
        <w:rPr>
          <w:rStyle w:val="libFootnotenumChar"/>
          <w:rtl/>
        </w:rPr>
        <w:t>(98)</w:t>
      </w:r>
      <w:r>
        <w:rPr>
          <w:rtl/>
          <w:lang w:bidi="fa-IR"/>
        </w:rPr>
        <w:t xml:space="preserve"> بود، گفت: به خدا قسم من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محمّد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و مسلمانم و پرستش سنگ و بت را ترک کرده ام،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آنچه در دست من است، آن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. و از آنچه به عبداللَّه داده بود از او </w:t>
      </w:r>
      <w:r>
        <w:rPr>
          <w:rtl/>
          <w:lang w:bidi="fa-IR"/>
        </w:rPr>
        <w:lastRenderedPageBreak/>
        <w:t>گرفت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تن داشت از برش 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آورد. او با بدن برهنه به نزد مادرش آمد و گفت آهنگ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 و از تو جز تن 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خواهم</w:t>
      </w:r>
      <w:r w:rsidR="00A402D0">
        <w:rPr>
          <w:lang w:bidi="fa-IR"/>
        </w:rPr>
        <w:t xml:space="preserve"> </w:t>
      </w:r>
      <w:r>
        <w:rPr>
          <w:rFonts w:hint="eastAsia"/>
          <w:rtl/>
          <w:lang w:bidi="fa-IR"/>
        </w:rPr>
        <w:t>مادرش</w:t>
      </w:r>
      <w:r>
        <w:rPr>
          <w:rtl/>
          <w:lang w:bidi="fa-IR"/>
        </w:rPr>
        <w:t xml:space="preserve"> پارچه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خشن و کهن به او داد. او آن پارچه را به دو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کمر بست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دوش افکند و قصد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محضر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نمود.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شب مخف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شد.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الطلوع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مردم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ضه</w:t>
      </w:r>
      <w:r>
        <w:rPr>
          <w:rtl/>
          <w:lang w:bidi="fa-IR"/>
        </w:rPr>
        <w:t xml:space="preserve"> گرد آمده بودند، وارد مسجد شد و نماز صبح را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جماعت خواند.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دم پس از آنکه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نماز خود را به اتمام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مثل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مردم کرد.</w:t>
      </w:r>
      <w:r w:rsidR="00A402D0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چشمش</w:t>
      </w:r>
      <w:r>
        <w:rPr>
          <w:rtl/>
          <w:lang w:bidi="fa-IR"/>
        </w:rPr>
        <w:t xml:space="preserve"> به عبداللَّه افتاد. او را نشناخت. رسول اکرم او را نزد خود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فرمود:</w:t>
      </w:r>
      <w:r w:rsidR="00A402D0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گفت: نامم عبدالعز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سرگذشت خود را به عرض مبارک رسول اللَّه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حضرت فرمود: اسم تو عبداللَّه است و چون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خود را با دو جامه پوشانده است او را ذوالبجاد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خواند و از آن پس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همان لقب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او داده بود مشهور شد.</w:t>
      </w:r>
      <w:r w:rsidR="00A402D0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فرمود: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 باش و از آن پس عبداللَّه از خادمان مخصوص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شد و حضور در خدمت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را به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مقدم داشت.</w:t>
      </w:r>
      <w:r w:rsidR="00A402D0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همانان</w:t>
      </w:r>
      <w:r>
        <w:rPr>
          <w:rtl/>
          <w:lang w:bidi="fa-IR"/>
        </w:rPr>
        <w:t xml:space="preserve"> و خادمان رسول خدا شمرده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خود به او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آموخت و او مقدار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قرآن را خواند. در آن هنگام که مردم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حرکت به تبوک آماده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شدند، او که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در مسجد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قرآن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عمر گفت: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 w:rsidR="00A402D0">
        <w:rPr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قرآن خواند</w:t>
      </w:r>
      <w:r w:rsidR="00A402D0"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بلند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مانع قرآن خواندن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شود؟</w:t>
      </w: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پاسخ به عمر فرمود: آزادش بگذار که او از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به قصد هجرت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و رسول خدا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آمده است.</w:t>
      </w:r>
      <w:r w:rsidR="00A402D0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تبوک به حضور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آمد و عرض کرد: «برا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دعا کن تا شهادت،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من گردد».</w:t>
      </w:r>
    </w:p>
    <w:p w:rsidR="00BC358B" w:rsidRDefault="00BC358B" w:rsidP="00A402D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فرمود: «نخ گندمگون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اور»</w:t>
      </w:r>
      <w:r>
        <w:rPr>
          <w:rtl/>
          <w:lang w:bidi="fa-IR"/>
        </w:rPr>
        <w:t xml:space="preserve"> او آن را به حضور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آورد، با آن نخ بازو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آن حضرت بست و فرمود: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را بر کفّار، حرام کن».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نقل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فرمود: پوست درخت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>. عبداللَّه پوسته درخت خرما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حضور آورد و با آن پوسته بازو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بست و عرض نمود پروردگار! من خون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را بر کافران حرام کردم.</w:t>
      </w:r>
      <w:r w:rsidR="00A402D0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عرض کرد: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خواستم».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فرمود: «هنگام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عنوان جنگ 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راه خدا از منزل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سپس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 بر تو عارض شد و بر اثر آن کشته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مده که مرگت چگونه باشد».</w:t>
      </w:r>
      <w:r>
        <w:rPr>
          <w:rFonts w:hint="eastAsia"/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همراه سپاه اسلام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تبوک ماندند، او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 مبتلا شد و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رفت.</w:t>
      </w:r>
      <w:r w:rsidR="00A402D0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عبداللَّه</w:t>
      </w:r>
      <w:r>
        <w:rPr>
          <w:rtl/>
          <w:lang w:bidi="fa-IR"/>
        </w:rPr>
        <w:t xml:space="preserve"> بن مسعود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سپاه بودم،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خواب برخاستم، در گوشه لشگرگاه، شعله آتش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با خود گفتم: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آتش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اکنون که وقت روشن کردن آتش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ست»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رفتم،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A402D0">
        <w:rPr>
          <w:rFonts w:hint="cs"/>
          <w:rtl/>
          <w:lang w:bidi="fa-IR"/>
        </w:rPr>
        <w:t xml:space="preserve"> </w:t>
      </w:r>
      <w:r w:rsidR="00A402D0" w:rsidRPr="00A402D0">
        <w:rPr>
          <w:rStyle w:val="libAlaemChar"/>
          <w:rFonts w:eastAsiaTheme="minorHAnsi"/>
          <w:rtl/>
        </w:rPr>
        <w:t>صلى‌الله‌عليه‌وآله</w:t>
      </w:r>
      <w:r w:rsidR="00A402D0" w:rsidRPr="00A412B7">
        <w:rPr>
          <w:rFonts w:eastAsiaTheme="minorHAnsi"/>
          <w:rtl/>
        </w:rPr>
        <w:t xml:space="preserve"> </w:t>
      </w:r>
      <w:r>
        <w:rPr>
          <w:rtl/>
          <w:lang w:bidi="fa-IR"/>
        </w:rPr>
        <w:t>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و در انتظار است که با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دفن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حاضران گفت: جنازه برادرتان را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آنان جنازه را به حضرت دادند،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 xml:space="preserve">او را به خاک سپرد، اطلاع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 xml:space="preserve"> جنازه عبداللَّه </w:t>
      </w:r>
      <w:r>
        <w:rPr>
          <w:rFonts w:hint="eastAsia"/>
          <w:rtl/>
          <w:lang w:bidi="fa-IR"/>
        </w:rPr>
        <w:t>است،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جنازه او را در خاک سپرد، به طرف آسمان رو کرد و عرض نمود: «اللهمّ إن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عنه فارض عنه»؛ «خدا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از او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خشنودم، تو هم از او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خشنود باش».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مسعود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«من و </w:t>
      </w:r>
      <w:r>
        <w:rPr>
          <w:rtl/>
          <w:lang w:bidi="fa-IR"/>
        </w:rPr>
        <w:lastRenderedPageBreak/>
        <w:t>همه حاضران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"کاش ما صاحب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قبر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در مورد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دعا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کرد"»</w:t>
      </w:r>
      <w:r w:rsidRPr="00A402D0">
        <w:rPr>
          <w:rStyle w:val="libFootnotenumChar"/>
          <w:rtl/>
        </w:rPr>
        <w:t>.(99)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عبداللَّه</w:t>
      </w:r>
      <w:r>
        <w:rPr>
          <w:rtl/>
          <w:lang w:bidi="fa-IR"/>
        </w:rPr>
        <w:t xml:space="preserve"> ذوالبجاد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سال هشتم هجرت، مسلمان شد و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آموختن قرآن پرداخت، تا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جنگ تبوک (ب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سپاه اسلام و سپاه روم در سال نهم هجرت)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آمد، او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سپاه اسلام، همراه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تبوک حرکت نمود. و قبل از شروع جنگ همچنان ک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خبر داده بود در اثر عارضه تب، دارفان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وداع نمود آنان که با خلوص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جبهه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روند، گرچه در جبهه به خاطر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بروند، خداوند متعال آنها را در صف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0"/>
        <w:gridCol w:w="268"/>
        <w:gridCol w:w="3304"/>
      </w:tblGrid>
      <w:tr w:rsidR="00A402D0" w:rsidTr="00D703E4">
        <w:trPr>
          <w:trHeight w:val="350"/>
        </w:trPr>
        <w:tc>
          <w:tcPr>
            <w:tcW w:w="3920" w:type="dxa"/>
            <w:shd w:val="clear" w:color="auto" w:fill="auto"/>
          </w:tcPr>
          <w:p w:rsidR="00A402D0" w:rsidRDefault="00A402D0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هر</w:t>
            </w:r>
            <w:r>
              <w:rPr>
                <w:rtl/>
                <w:lang w:bidi="fa-IR"/>
              </w:rPr>
              <w:t xml:space="preserve"> 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شه</w:t>
            </w:r>
            <w:r>
              <w:rPr>
                <w:rtl/>
                <w:lang w:bidi="fa-IR"/>
              </w:rPr>
              <w:t xml:space="preserve"> گلرنگ عق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402D0" w:rsidRDefault="00A402D0" w:rsidP="00D703E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402D0" w:rsidRDefault="00A402D0" w:rsidP="00D703E4">
            <w:pPr>
              <w:pStyle w:val="libPoem"/>
            </w:pPr>
            <w:r>
              <w:rPr>
                <w:rtl/>
                <w:lang w:bidi="fa-IR"/>
              </w:rPr>
              <w:t>هر کس که برش خرقه، او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</w:t>
            </w:r>
            <w:r>
              <w:rPr>
                <w:rtl/>
                <w:lang w:bidi="fa-IR"/>
              </w:rPr>
              <w:t xml:space="preserve"> قرن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402D0" w:rsidTr="00D703E4">
        <w:trPr>
          <w:trHeight w:val="350"/>
        </w:trPr>
        <w:tc>
          <w:tcPr>
            <w:tcW w:w="3920" w:type="dxa"/>
          </w:tcPr>
          <w:p w:rsidR="00A402D0" w:rsidRDefault="00A402D0" w:rsidP="00D703E4">
            <w:pPr>
              <w:pStyle w:val="libPoem"/>
            </w:pPr>
            <w:r>
              <w:rPr>
                <w:rtl/>
                <w:lang w:bidi="fa-IR"/>
              </w:rPr>
              <w:t>خوب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خوش اندام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زقن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402D0" w:rsidRDefault="00A402D0" w:rsidP="00D703E4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402D0" w:rsidRDefault="00A402D0" w:rsidP="00D703E4">
            <w:pPr>
              <w:pStyle w:val="libPoem"/>
            </w:pPr>
            <w:r>
              <w:rPr>
                <w:rtl/>
                <w:lang w:bidi="fa-IR"/>
              </w:rPr>
              <w:t>حسن، 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روح است به نازک بدن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t>اللهم اجعل عواقب امورنا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</w:p>
    <w:p w:rsidR="003A621C" w:rsidRDefault="00A402D0" w:rsidP="003A621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BC358B">
        <w:rPr>
          <w:rFonts w:hint="eastAsia"/>
          <w:rtl/>
          <w:lang w:bidi="fa-IR"/>
        </w:rPr>
        <w:lastRenderedPageBreak/>
        <w:t>پ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ام</w:t>
      </w:r>
      <w:r w:rsidR="00BC358B">
        <w:rPr>
          <w:rtl/>
          <w:lang w:bidi="fa-IR"/>
        </w:rPr>
        <w:t xml:space="preserve"> ها و مواعظ آموزنده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داستان اول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پ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ام</w:t>
      </w:r>
      <w:r w:rsidR="00BC358B">
        <w:rPr>
          <w:rtl/>
          <w:lang w:bidi="fa-IR"/>
        </w:rPr>
        <w:t>: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مان</w:t>
      </w:r>
      <w:r w:rsidR="00BC358B">
        <w:rPr>
          <w:rtl/>
          <w:lang w:bidi="fa-IR"/>
        </w:rPr>
        <w:t xml:space="preserve"> سرما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ه</w:t>
      </w:r>
      <w:r w:rsidR="00BC358B">
        <w:rPr>
          <w:rtl/>
          <w:lang w:bidi="fa-IR"/>
        </w:rPr>
        <w:t xml:space="preserve"> 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است</w:t>
      </w:r>
      <w:r>
        <w:rPr>
          <w:rFonts w:hint="cs"/>
          <w:rtl/>
          <w:lang w:bidi="fa-IR"/>
        </w:rPr>
        <w:t xml:space="preserve"> </w:t>
      </w:r>
      <w:r w:rsidR="00BC358B">
        <w:rPr>
          <w:rFonts w:hint="eastAsia"/>
          <w:rtl/>
          <w:lang w:bidi="fa-IR"/>
        </w:rPr>
        <w:t>معنو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که انسان برا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حفظ آن از ارحام و خو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شاوندان</w:t>
      </w:r>
      <w:r w:rsidR="00BC358B">
        <w:rPr>
          <w:rtl/>
          <w:lang w:bidi="fa-IR"/>
        </w:rPr>
        <w:t xml:space="preserve"> مخالف 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گذرد و برا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مال و ثروت ارزش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قائل نم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شود. همچنان که عبداللَّه در مقابل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مان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که به خدا و رسول او آورده بود، هم از عمو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ش</w:t>
      </w:r>
      <w:r w:rsidR="00BC358B">
        <w:rPr>
          <w:rtl/>
          <w:lang w:bidi="fa-IR"/>
        </w:rPr>
        <w:t xml:space="preserve"> و هم از اموال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که در اخت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ار</w:t>
      </w:r>
      <w:r w:rsidR="00BC358B">
        <w:rPr>
          <w:rtl/>
          <w:lang w:bidi="fa-IR"/>
        </w:rPr>
        <w:t xml:space="preserve"> داشت، حت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از تن پوش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که از آن استفاده 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نمود، ر</w:t>
      </w:r>
      <w:r w:rsidR="00BC358B">
        <w:rPr>
          <w:rFonts w:hint="eastAsia"/>
          <w:rtl/>
          <w:lang w:bidi="fa-IR"/>
        </w:rPr>
        <w:t>فع</w:t>
      </w:r>
      <w:r w:rsidR="00BC358B">
        <w:rPr>
          <w:rtl/>
          <w:lang w:bidi="fa-IR"/>
        </w:rPr>
        <w:t xml:space="preserve"> 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</w:t>
      </w:r>
      <w:r w:rsidR="00BC358B">
        <w:rPr>
          <w:rtl/>
          <w:lang w:bidi="fa-IR"/>
        </w:rPr>
        <w:t xml:space="preserve"> نمود.</w:t>
      </w:r>
      <w:r>
        <w:rPr>
          <w:rFonts w:hint="eastAsia"/>
          <w:rtl/>
          <w:lang w:bidi="fa-IR"/>
        </w:rPr>
        <w:t xml:space="preserve"> </w:t>
      </w:r>
      <w:r w:rsidR="00BC358B">
        <w:rPr>
          <w:rFonts w:hint="eastAsia"/>
          <w:rtl/>
          <w:lang w:bidi="fa-IR"/>
        </w:rPr>
        <w:t>دوم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پ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ام</w:t>
      </w:r>
      <w:r w:rsidR="00BC358B">
        <w:rPr>
          <w:rtl/>
          <w:lang w:bidi="fa-IR"/>
        </w:rPr>
        <w:t xml:space="preserve">: عبداللَّه به مصداق </w:t>
      </w:r>
      <w:r w:rsidRPr="00A402D0">
        <w:rPr>
          <w:rStyle w:val="libAlaemChar"/>
          <w:rFonts w:hint="cs"/>
          <w:rtl/>
        </w:rPr>
        <w:t>(</w:t>
      </w:r>
      <w:r w:rsidR="00BC358B" w:rsidRPr="00A402D0">
        <w:rPr>
          <w:rStyle w:val="libAieChar"/>
          <w:rtl/>
        </w:rPr>
        <w:t>وَالَّذِ</w:t>
      </w:r>
      <w:r w:rsidR="00BC358B" w:rsidRPr="00A402D0">
        <w:rPr>
          <w:rStyle w:val="libAieChar"/>
          <w:rFonts w:hint="cs"/>
          <w:rtl/>
        </w:rPr>
        <w:t>ی</w:t>
      </w:r>
      <w:r w:rsidR="00BC358B" w:rsidRPr="00A402D0">
        <w:rPr>
          <w:rStyle w:val="libAieChar"/>
          <w:rFonts w:hint="eastAsia"/>
          <w:rtl/>
        </w:rPr>
        <w:t>نَ</w:t>
      </w:r>
      <w:r w:rsidR="00BC358B" w:rsidRPr="00A402D0">
        <w:rPr>
          <w:rStyle w:val="libAieChar"/>
          <w:rtl/>
        </w:rPr>
        <w:t xml:space="preserve"> جاهَدُوا فِ</w:t>
      </w:r>
      <w:r w:rsidR="00BC358B" w:rsidRPr="00A402D0">
        <w:rPr>
          <w:rStyle w:val="libAieChar"/>
          <w:rFonts w:hint="cs"/>
          <w:rtl/>
        </w:rPr>
        <w:t>ی</w:t>
      </w:r>
      <w:r w:rsidR="00BC358B" w:rsidRPr="00A402D0">
        <w:rPr>
          <w:rStyle w:val="libAieChar"/>
          <w:rFonts w:hint="eastAsia"/>
          <w:rtl/>
        </w:rPr>
        <w:t>نا</w:t>
      </w:r>
      <w:r w:rsidR="00BC358B" w:rsidRPr="00A402D0">
        <w:rPr>
          <w:rStyle w:val="libAieChar"/>
          <w:rtl/>
        </w:rPr>
        <w:t xml:space="preserve"> لَنَهْدِ</w:t>
      </w:r>
      <w:r w:rsidR="00BC358B" w:rsidRPr="00A402D0">
        <w:rPr>
          <w:rStyle w:val="libAieChar"/>
          <w:rFonts w:hint="cs"/>
          <w:rtl/>
        </w:rPr>
        <w:t>یَ</w:t>
      </w:r>
      <w:r w:rsidR="00BC358B" w:rsidRPr="00A402D0">
        <w:rPr>
          <w:rStyle w:val="libAieChar"/>
          <w:rFonts w:hint="eastAsia"/>
          <w:rtl/>
        </w:rPr>
        <w:t>نَّهُمْ</w:t>
      </w:r>
      <w:r w:rsidR="00BC358B" w:rsidRPr="00A402D0">
        <w:rPr>
          <w:rStyle w:val="libAieChar"/>
          <w:rtl/>
        </w:rPr>
        <w:t xml:space="preserve"> سُبُلَنا</w:t>
      </w:r>
      <w:r w:rsidRPr="00A402D0">
        <w:rPr>
          <w:rStyle w:val="libAlaemChar"/>
          <w:rFonts w:hint="cs"/>
          <w:rtl/>
        </w:rPr>
        <w:t>)</w:t>
      </w:r>
      <w:r w:rsidR="00BC358B" w:rsidRPr="00A402D0">
        <w:rPr>
          <w:rStyle w:val="libFootnotenumChar"/>
          <w:rtl/>
        </w:rPr>
        <w:t>(100)</w:t>
      </w:r>
      <w:r w:rsidR="00BC358B">
        <w:rPr>
          <w:rtl/>
          <w:lang w:bidi="fa-IR"/>
        </w:rPr>
        <w:t xml:space="preserve"> عمل نمود. او که به خاطر هدفش از امور ماد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چشم پوش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نموده بود، خداوند متعال هم به خاطر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مجاهدت او را مورد توجّه رسول گرام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اش قرار داد.</w:t>
      </w:r>
      <w:r w:rsidR="009847D7">
        <w:rPr>
          <w:rFonts w:hint="eastAsia"/>
          <w:rtl/>
          <w:lang w:bidi="fa-IR"/>
        </w:rPr>
        <w:t xml:space="preserve"> </w:t>
      </w:r>
      <w:r w:rsidR="00BC358B">
        <w:rPr>
          <w:rFonts w:hint="eastAsia"/>
          <w:rtl/>
          <w:lang w:bidi="fa-IR"/>
        </w:rPr>
        <w:t>رسول</w:t>
      </w:r>
      <w:r w:rsidR="00BC358B">
        <w:rPr>
          <w:rtl/>
          <w:lang w:bidi="fa-IR"/>
        </w:rPr>
        <w:t xml:space="preserve"> خدا با اوّل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برخورد، نام او را عبدالعز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به (عبداللَّه) تغ</w:t>
      </w:r>
      <w:r w:rsidR="00BC358B">
        <w:rPr>
          <w:rFonts w:hint="cs"/>
          <w:rtl/>
          <w:lang w:bidi="fa-IR"/>
        </w:rPr>
        <w:t>یی</w:t>
      </w:r>
      <w:r w:rsidR="00BC358B">
        <w:rPr>
          <w:rFonts w:hint="eastAsia"/>
          <w:rtl/>
          <w:lang w:bidi="fa-IR"/>
        </w:rPr>
        <w:t>ر</w:t>
      </w:r>
      <w:r w:rsidR="00BC358B">
        <w:rPr>
          <w:rtl/>
          <w:lang w:bidi="fa-IR"/>
        </w:rPr>
        <w:t xml:space="preserve"> داد و با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تغ</w:t>
      </w:r>
      <w:r w:rsidR="00BC358B">
        <w:rPr>
          <w:rFonts w:hint="cs"/>
          <w:rtl/>
          <w:lang w:bidi="fa-IR"/>
        </w:rPr>
        <w:t>یی</w:t>
      </w:r>
      <w:r w:rsidR="00BC358B">
        <w:rPr>
          <w:rFonts w:hint="eastAsia"/>
          <w:rtl/>
          <w:lang w:bidi="fa-IR"/>
        </w:rPr>
        <w:t>ر</w:t>
      </w:r>
      <w:r w:rsidR="00BC358B">
        <w:rPr>
          <w:rtl/>
          <w:lang w:bidi="fa-IR"/>
        </w:rPr>
        <w:t xml:space="preserve"> نام، اهم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ت</w:t>
      </w:r>
      <w:r w:rsidR="00BC358B">
        <w:rPr>
          <w:rtl/>
          <w:lang w:bidi="fa-IR"/>
        </w:rPr>
        <w:t xml:space="preserve"> نامگذار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را در اسلام به مسلمانان آموخت. سپس او را از خادم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مخصوص خو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ش</w:t>
      </w:r>
      <w:r w:rsidR="00BC358B">
        <w:rPr>
          <w:rtl/>
          <w:lang w:bidi="fa-IR"/>
        </w:rPr>
        <w:t xml:space="preserve"> نمود.</w:t>
      </w:r>
      <w:r w:rsidR="009847D7">
        <w:rPr>
          <w:rFonts w:hint="eastAsia"/>
          <w:rtl/>
          <w:lang w:bidi="fa-IR"/>
        </w:rPr>
        <w:t xml:space="preserve"> </w:t>
      </w:r>
      <w:r w:rsidR="00BC358B">
        <w:rPr>
          <w:rFonts w:hint="eastAsia"/>
          <w:rtl/>
          <w:lang w:bidi="fa-IR"/>
        </w:rPr>
        <w:t>سوم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پ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ام</w:t>
      </w:r>
      <w:r w:rsidR="00BC358B">
        <w:rPr>
          <w:rtl/>
          <w:lang w:bidi="fa-IR"/>
        </w:rPr>
        <w:t>: پس از آنکه عبداللَّه قرآن خواندن را از شخص پ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 w:rsidR="00BC358B">
        <w:rPr>
          <w:rtl/>
          <w:lang w:bidi="fa-IR"/>
        </w:rPr>
        <w:t>آموخت، روز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با بلند خواندن قرآن در مسجد، مورد اعتراض عمر به خطاب قرار گرفت. پ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امبر</w:t>
      </w:r>
      <w:r w:rsidR="009847D7" w:rsidRPr="009847D7">
        <w:rPr>
          <w:rStyle w:val="libAlaemChar"/>
          <w:rtl/>
        </w:rPr>
        <w:t xml:space="preserve"> </w:t>
      </w:r>
      <w:r w:rsidR="009847D7" w:rsidRPr="00E913E1">
        <w:rPr>
          <w:rStyle w:val="libAlaemChar"/>
          <w:rtl/>
        </w:rPr>
        <w:t xml:space="preserve">صلى‌الله‌عليه‌وآله </w:t>
      </w:r>
      <w:r w:rsidR="00BC358B">
        <w:rPr>
          <w:rtl/>
          <w:lang w:bidi="fa-IR"/>
        </w:rPr>
        <w:t>، به 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اعتراض وقع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ننهاد و او را مفتخر به «مهاجر إل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اللَّه و رسول» نمود.</w:t>
      </w:r>
      <w:r w:rsidR="003A621C">
        <w:rPr>
          <w:rFonts w:hint="eastAsia"/>
          <w:rtl/>
          <w:lang w:bidi="fa-IR"/>
        </w:rPr>
        <w:t xml:space="preserve"> </w:t>
      </w:r>
      <w:r w:rsidR="00BC358B">
        <w:rPr>
          <w:rFonts w:hint="eastAsia"/>
          <w:rtl/>
          <w:lang w:bidi="fa-IR"/>
        </w:rPr>
        <w:t>چهارم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ن</w:t>
      </w:r>
      <w:r w:rsidR="00BC358B">
        <w:rPr>
          <w:rtl/>
          <w:lang w:bidi="fa-IR"/>
        </w:rPr>
        <w:t xml:space="preserve"> پ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ام</w:t>
      </w:r>
      <w:r w:rsidR="00BC358B">
        <w:rPr>
          <w:rtl/>
          <w:lang w:bidi="fa-IR"/>
        </w:rPr>
        <w:t>: شهادت در راه خدا نه تنها در م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دان</w:t>
      </w:r>
      <w:r w:rsidR="00BC358B">
        <w:rPr>
          <w:rtl/>
          <w:lang w:bidi="fa-IR"/>
        </w:rPr>
        <w:t xml:space="preserve"> نبرد کشته شده است، بلکه اجر شهادت ن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ز</w:t>
      </w:r>
      <w:r w:rsidR="00BC358B">
        <w:rPr>
          <w:rtl/>
          <w:lang w:bidi="fa-IR"/>
        </w:rPr>
        <w:t xml:space="preserve"> به ن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ت</w:t>
      </w:r>
      <w:r w:rsidR="00BC358B">
        <w:rPr>
          <w:rtl/>
          <w:lang w:bidi="fa-IR"/>
        </w:rPr>
        <w:t xml:space="preserve"> م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باشد. گرچه به نحو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از انحاء شخص قبل از رس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دن</w:t>
      </w:r>
      <w:r w:rsidR="00BC358B">
        <w:rPr>
          <w:rtl/>
          <w:lang w:bidi="fa-IR"/>
        </w:rPr>
        <w:t xml:space="preserve"> به م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دان</w:t>
      </w:r>
      <w:r w:rsidR="00BC358B">
        <w:rPr>
          <w:rtl/>
          <w:lang w:bidi="fa-IR"/>
        </w:rPr>
        <w:t xml:space="preserve"> نبرد از دن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</w:t>
      </w:r>
      <w:r w:rsidR="00BC358B">
        <w:rPr>
          <w:rtl/>
          <w:lang w:bidi="fa-IR"/>
        </w:rPr>
        <w:t xml:space="preserve"> برود. همچنان که عبداللَّه را شامل شد. که آن هجرت و آن تما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ل</w:t>
      </w:r>
      <w:r w:rsidR="00BC358B">
        <w:rPr>
          <w:rtl/>
          <w:lang w:bidi="fa-IR"/>
        </w:rPr>
        <w:t xml:space="preserve"> واقع</w:t>
      </w:r>
      <w:r w:rsidR="00BC358B">
        <w:rPr>
          <w:rFonts w:hint="cs"/>
          <w:rtl/>
          <w:lang w:bidi="fa-IR"/>
        </w:rPr>
        <w:t>ی</w:t>
      </w:r>
      <w:r w:rsidR="00BC358B">
        <w:rPr>
          <w:rtl/>
          <w:lang w:bidi="fa-IR"/>
        </w:rPr>
        <w:t xml:space="preserve"> به شهادت در راه خدا سبب شد </w:t>
      </w:r>
      <w:r w:rsidR="00BC358B">
        <w:rPr>
          <w:rFonts w:hint="eastAsia"/>
          <w:rtl/>
          <w:lang w:bidi="fa-IR"/>
        </w:rPr>
        <w:t>که</w:t>
      </w:r>
      <w:r w:rsidR="00BC358B">
        <w:rPr>
          <w:rtl/>
          <w:lang w:bidi="fa-IR"/>
        </w:rPr>
        <w:t xml:space="preserve"> پ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امبر</w:t>
      </w:r>
      <w:r w:rsidR="00BC358B">
        <w:rPr>
          <w:rtl/>
          <w:lang w:bidi="fa-IR"/>
        </w:rPr>
        <w:t xml:space="preserve"> خدا</w:t>
      </w:r>
      <w:r w:rsidR="00E913E1" w:rsidRPr="00E913E1">
        <w:rPr>
          <w:rStyle w:val="libAlaemChar"/>
          <w:rtl/>
        </w:rPr>
        <w:t xml:space="preserve">صلى‌الله‌عليه‌وآله </w:t>
      </w:r>
      <w:r w:rsidR="00BC358B">
        <w:rPr>
          <w:rtl/>
          <w:lang w:bidi="fa-IR"/>
        </w:rPr>
        <w:t>مباشر دفن جنازه او شود و سبب غبطه د</w:t>
      </w:r>
      <w:r w:rsidR="00BC358B">
        <w:rPr>
          <w:rFonts w:hint="cs"/>
          <w:rtl/>
          <w:lang w:bidi="fa-IR"/>
        </w:rPr>
        <w:t>ی</w:t>
      </w:r>
      <w:r w:rsidR="00BC358B">
        <w:rPr>
          <w:rFonts w:hint="eastAsia"/>
          <w:rtl/>
          <w:lang w:bidi="fa-IR"/>
        </w:rPr>
        <w:t>گران</w:t>
      </w:r>
      <w:r w:rsidR="00BC358B">
        <w:rPr>
          <w:rtl/>
          <w:lang w:bidi="fa-IR"/>
        </w:rPr>
        <w:t xml:space="preserve"> از صحابه گردد.</w:t>
      </w:r>
    </w:p>
    <w:p w:rsidR="00BC358B" w:rsidRDefault="003A621C" w:rsidP="003A621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28" w:name="_Toc477343886"/>
      <w:bookmarkStart w:id="229" w:name="_Toc477344028"/>
      <w:r>
        <w:rPr>
          <w:rFonts w:hint="eastAsia"/>
          <w:rtl/>
          <w:lang w:bidi="fa-IR"/>
        </w:rPr>
        <w:t>شرح</w:t>
      </w:r>
      <w:r>
        <w:rPr>
          <w:rtl/>
          <w:lang w:bidi="fa-IR"/>
        </w:rPr>
        <w:t xml:space="preserve">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وفات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E913E1" w:rsidRPr="00E913E1">
        <w:rPr>
          <w:rStyle w:val="libAlaemChar"/>
          <w:rtl/>
        </w:rPr>
        <w:t>صلى‌الله‌عليه‌وآله</w:t>
      </w:r>
      <w:bookmarkEnd w:id="228"/>
      <w:bookmarkEnd w:id="229"/>
      <w:r w:rsidR="00E913E1" w:rsidRPr="00E913E1">
        <w:rPr>
          <w:rStyle w:val="libAlaemChar"/>
          <w:rtl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ارشاد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زمان</w:t>
      </w:r>
      <w:r>
        <w:rPr>
          <w:rFonts w:hint="cs"/>
          <w:rtl/>
          <w:lang w:bidi="fa-IR"/>
        </w:rPr>
        <w:t>ی</w:t>
      </w:r>
    </w:p>
    <w:p w:rsidR="00BC358B" w:rsidRDefault="00BC358B" w:rsidP="003A621C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بستر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اراده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نموده، دستور فرمودند که برادر و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به نزدم حاضر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پس از آنکه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حاضر شدند، به عباس عمو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فرمودند: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حاضر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من عمل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عباس به دلا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رش</w:t>
      </w:r>
      <w:r>
        <w:rPr>
          <w:rtl/>
          <w:lang w:bidi="fa-IR"/>
        </w:rPr>
        <w:t xml:space="preserve">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سپس ر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نمود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حاضر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عمل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 w:rsidR="004D104C" w:rsidRPr="004D104C">
        <w:rPr>
          <w:rStyle w:val="libAlaemChar"/>
          <w:rFonts w:hint="eastAsia"/>
          <w:rtl/>
        </w:rPr>
        <w:t xml:space="preserve">عليه‌السلام </w:t>
      </w:r>
      <w:r>
        <w:rPr>
          <w:rtl/>
          <w:lang w:bidi="fa-IR"/>
        </w:rPr>
        <w:t>قبول نمودند. سپس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فرمودند به نزد من آ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حضرت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خود چسبان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انگشتر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از دست خود در آورد و فرمود در دست خود نما.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دستور داد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زره و همه لباس جنگ خود را به نزدش آوردند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هنگام جنگ به شکم مبارک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بستند، آن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خواستند. همه را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دادند. « و قال </w:t>
      </w:r>
      <w:r w:rsidR="0097775C" w:rsidRPr="0097775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امض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اسم اللَّه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منزلک»؛ و فرمودند به نام خدا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خانه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باز گرد.</w:t>
      </w:r>
      <w:r w:rsidR="003A621C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بعد به خدمت رسول خدا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از آن حضرت دور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  <w:r w:rsidR="003A621C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نزد رسول خدا خارج شد.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حال آمد،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نزد خود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زنان آن حضرت دور او را گرفته بودند. «قال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ادعوا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صاحب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»؛</w:t>
      </w:r>
      <w:r>
        <w:rPr>
          <w:rtl/>
          <w:lang w:bidi="fa-IR"/>
        </w:rPr>
        <w:t xml:space="preserve"> فرمودند: برادر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مرا نزد من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حفصه و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پدران خود را؛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عمر و ابابکر را نزد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آوردند و او از آنها رو بگردان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3A621C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 سوم فرمود: برادر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مرا نزد من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امّ السلمه </w:t>
      </w:r>
      <w:r w:rsidR="008A41F2" w:rsidRPr="008A41F2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گفت عل</w:t>
      </w:r>
      <w:r>
        <w:rPr>
          <w:rFonts w:hint="cs"/>
          <w:rtl/>
          <w:lang w:bidi="fa-IR"/>
        </w:rPr>
        <w:t>ی</w:t>
      </w:r>
      <w:r w:rsidR="003A621C" w:rsidRPr="003A621C">
        <w:rPr>
          <w:rStyle w:val="libAlaemChar"/>
          <w:rtl/>
        </w:rPr>
        <w:t xml:space="preserve"> </w:t>
      </w:r>
      <w:r w:rsidR="003A621C" w:rsidRPr="004D104C">
        <w:rPr>
          <w:rStyle w:val="libAlaemChar"/>
          <w:rtl/>
        </w:rPr>
        <w:t>عليه‌السلام</w:t>
      </w:r>
      <w:r w:rsidR="003A621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نزدش حاضر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او جز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A621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نخواهد. پس آن حضرت را نزدش حاضر نمودند. چون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او شد اشاره </w:t>
      </w:r>
      <w:r>
        <w:rPr>
          <w:rtl/>
          <w:lang w:bidi="fa-IR"/>
        </w:rPr>
        <w:lastRenderedPageBreak/>
        <w:t>فرمود که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A621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سرش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قرار دهد. پس رسول خدا</w:t>
      </w:r>
      <w:r w:rsidR="003A621C">
        <w:rPr>
          <w:rFonts w:hint="cs"/>
          <w:rtl/>
          <w:lang w:bidi="fa-IR"/>
        </w:rPr>
        <w:t xml:space="preserve"> </w:t>
      </w:r>
      <w:r w:rsidR="003A621C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او نجوا نمود. سپس برخاست و به کنار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نشست. تا آنکه رسول خدا را خو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در ربود. پس از آن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3A621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حجره رسول خدا</w:t>
      </w:r>
      <w:r w:rsidR="003A621C">
        <w:rPr>
          <w:rFonts w:hint="cs"/>
          <w:rtl/>
          <w:lang w:bidi="fa-IR"/>
        </w:rPr>
        <w:t xml:space="preserve">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رفت.</w:t>
      </w:r>
      <w:r w:rsidR="003A621C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مردم</w:t>
      </w:r>
      <w:r>
        <w:rPr>
          <w:rtl/>
          <w:lang w:bidi="fa-IR"/>
        </w:rPr>
        <w:t xml:space="preserve"> به او گفتند: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ابالحسن در آن نجوا رسول خدا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گفت؟ فرمود: هزار باب علم به من آموخت که از هر باب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هزار باب علم به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گشوده شد و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نمود که ان شاء اللَّه به آن عمل خواهم کرد.</w:t>
      </w:r>
      <w:r w:rsidR="003A621C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سپس</w:t>
      </w:r>
      <w:r>
        <w:rPr>
          <w:rtl/>
          <w:lang w:bidi="fa-IR"/>
        </w:rPr>
        <w:t xml:space="preserve"> حال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شده و حال موت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نزد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حاضر بود.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 روح از بدن مبارک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خارج شود، فرمود: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سر مرا در دامن خود قرار بده؛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امر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سپس فرمود: چون جان من از تن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رود «فتناو</w:t>
      </w:r>
      <w:r>
        <w:rPr>
          <w:rFonts w:hint="eastAsia"/>
          <w:rtl/>
          <w:lang w:bidi="fa-IR"/>
        </w:rPr>
        <w:t>لها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دک</w:t>
      </w:r>
      <w:r>
        <w:rPr>
          <w:rtl/>
          <w:lang w:bidi="fa-IR"/>
        </w:rPr>
        <w:t xml:space="preserve"> و امسح بها وجهک»؛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 مرا با دست خود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به صورت خود بکش. آنگاه مرا رو به قبله قرار ده و کار غسل و کفن مرا خود انجام ده و تو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مردم بر من نماز کن. و از من جدا مشو تا آنکه مرا در قبر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همه حال استعانت از خداوند بجو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="003A621C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در دامن نهاد و آن حضرت از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برفت. پس حضرت فاطمه </w:t>
      </w:r>
      <w:r w:rsidR="003A621C" w:rsidRPr="003A621C">
        <w:rPr>
          <w:rStyle w:val="libAlaemChar"/>
          <w:rFonts w:eastAsiaTheme="minorHAnsi"/>
          <w:rtl/>
        </w:rPr>
        <w:t>عليها‌السلام</w:t>
      </w: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آمد و خود را بر او افکند و نگاه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ناله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شعر را که حضرت ابوطالب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درباره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سروده بود،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3A621C" w:rsidTr="00D703E4">
        <w:trPr>
          <w:trHeight w:val="350"/>
        </w:trPr>
        <w:tc>
          <w:tcPr>
            <w:tcW w:w="3920" w:type="dxa"/>
            <w:shd w:val="clear" w:color="auto" w:fill="auto"/>
          </w:tcPr>
          <w:p w:rsidR="003A621C" w:rsidRDefault="003A621C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واب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ضّ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ستسق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الغمام بوجهه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3A621C" w:rsidRDefault="003A621C" w:rsidP="00D703E4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3A621C" w:rsidRDefault="003A621C" w:rsidP="00D703E4">
            <w:pPr>
              <w:pStyle w:val="libPoem"/>
            </w:pPr>
            <w:r>
              <w:rPr>
                <w:rtl/>
                <w:lang w:bidi="fa-IR"/>
              </w:rPr>
              <w:t>ثمال 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عصمه لِلارامل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3A621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مردم به برکت چهره او طلب باران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که او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ادرس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پناه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زنان است.</w:t>
      </w:r>
      <w:r w:rsidR="003A621C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رسول</w:t>
      </w:r>
      <w:r>
        <w:rPr>
          <w:rtl/>
          <w:lang w:bidi="fa-IR"/>
        </w:rPr>
        <w:t xml:space="preserve">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چشم باز نمود. با </w:t>
      </w:r>
      <w:r>
        <w:rPr>
          <w:rtl/>
          <w:lang w:bidi="fa-IR"/>
        </w:rPr>
        <w:lastRenderedPageBreak/>
        <w:t>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دخترکم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گفتار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ابوطالب است، آن را مگو؛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بگو: «وَما مُحَمَّدٌ إِلَّا رَسُولٌ قَدْ خَلَتْ مِن قَبْلِهِ الرُّسُلُ...»</w:t>
      </w:r>
      <w:r w:rsidRPr="003A621C">
        <w:rPr>
          <w:rStyle w:val="libFootnotenumChar"/>
          <w:rtl/>
        </w:rPr>
        <w:t>(101)</w:t>
      </w:r>
    </w:p>
    <w:p w:rsidR="00BC358B" w:rsidRDefault="00BC358B" w:rsidP="0005561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زهرا</w:t>
      </w:r>
      <w:r w:rsidR="008A41F2" w:rsidRPr="008A41F2">
        <w:rPr>
          <w:rStyle w:val="libAlaemChar"/>
          <w:rtl/>
        </w:rPr>
        <w:t xml:space="preserve">عليها‌السلام </w:t>
      </w:r>
      <w:r>
        <w:rPr>
          <w:rtl/>
          <w:lang w:bidi="fa-IR"/>
        </w:rPr>
        <w:t>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پس آن حضرت به او اشاره فرمود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رود و آهسته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فرمود که چهره اش از آن سخن شکفته شد. «ثم قبض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تحت حنکه ففاضت نفسه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فرفعها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وجهه، فمسحه بها»؛ سپس ج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تن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فش</w:t>
      </w:r>
      <w:r>
        <w:rPr>
          <w:rtl/>
          <w:lang w:bidi="fa-IR"/>
        </w:rPr>
        <w:t xml:space="preserve"> خارج شد. در آن حال دست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چانه آن حضرت بود و جان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دست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قرار گرفت و او بنابر 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آن را بر چهره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سپس آن حضرت را رو به قبله خوابان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چشمان مبارکش را بست و جامه بر بدن او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سرگرم به کار غسل و کفن او شد.</w:t>
      </w:r>
      <w:r w:rsidR="003A621C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خواست بدن ط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طاهر او را غسل دهد، فضل بن عباس را طلب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او دستور داد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غسل دادن آب به دست آن حضرت بدهد. «بعد أن عصبت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ه»؛</w:t>
      </w:r>
      <w:r>
        <w:rPr>
          <w:rtl/>
          <w:lang w:bidi="fa-IR"/>
        </w:rPr>
        <w:t xml:space="preserve"> و بعد از آنکه چشمان فضل بن عباس را</w:t>
      </w:r>
      <w:r w:rsidR="003A621C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بست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خود چشمانش را بست.</w:t>
      </w:r>
      <w:r w:rsidR="003A621C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رسول خدا را از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تا ناف پاره نمود. و شروع به کار غسل و حنوط و کفن او کرد. و فضل به دستش آب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به او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و چون از انجام کار فارغ شد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 xml:space="preserve"> و بر آن حضرت نماز گزارد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را در نماز با خود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ننمود. سپس حضرت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رون آمد و به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اجتماع نموده بودند، فرمود: همانا رسول خدا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پس از مرگ، امام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پس دسته دسته بدون امام بر او نماز گزار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همانا خداوند جان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جز آنکه همانجا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دفن او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باشد. و من او را د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همان حجره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رفته دفن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="003A621C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از آنکه مسلمانان بر آن حضرت نماز خواندند، عباس </w:t>
      </w:r>
      <w:r>
        <w:rPr>
          <w:rtl/>
          <w:lang w:bidi="fa-IR"/>
        </w:rPr>
        <w:lastRenderedPageBreak/>
        <w:t>بن عبدالمطلب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نزد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جراح، قبرکن اهل مکّه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نزد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سهل، قبرکن اهل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فرستاد و هر دو آنها را خواست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کندن قبر آن حضرت حضور به هم رسانند.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سهل از راه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او گفتم قبر رسول خدا را تو حفر نما. پس او قبر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لحد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حفر نمود.</w:t>
      </w:r>
      <w:r w:rsidR="003A621C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عباس و فضل و اسامه بن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داخل حجره شدند که کار دفن او را به عهده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 پس انصار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خانه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زدند: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! ما خداوند را امروز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نگذار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حقّ ما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برود. از انصار مرد</w:t>
      </w:r>
      <w:r>
        <w:rPr>
          <w:rFonts w:hint="cs"/>
          <w:rtl/>
          <w:lang w:bidi="fa-IR"/>
        </w:rPr>
        <w:t>ی</w:t>
      </w:r>
      <w:r w:rsidR="0005561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وارد قبر کن تا ما در کار دفن بهره و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حضرت فرمود: اوس بن خول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او 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در جنگ بدر حاضر و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دانشمند بود.</w:t>
      </w:r>
      <w:r w:rsidR="0005561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اوس وارد خانه شد،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او فرمود: داخل قبر شو. پس او داخل شد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رسول خدا را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اوس نهاد و او جسد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درون قبر نهاد. سپس به او فرمود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پس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درون قبر شد. سپس کفن از چهره رسول خدا ک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زد و گونه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از طرف راست رو به قبله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نهاد. بعد از آن خشت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خاک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>.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واقعه جانگداز، در روز دوشنبه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هشتم صفر، سال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</w:t>
      </w:r>
      <w:r>
        <w:rPr>
          <w:rtl/>
          <w:lang w:bidi="fa-IR"/>
        </w:rPr>
        <w:t xml:space="preserve"> هجرت واقع شد و از عمر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آن حضرت، شصت و سه سال گذشته بود.</w:t>
      </w:r>
      <w:r w:rsidRPr="00055618">
        <w:rPr>
          <w:rStyle w:val="libFootnotenumChar"/>
          <w:rtl/>
        </w:rPr>
        <w:t>(102)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«انا</w:t>
      </w:r>
      <w:r>
        <w:rPr>
          <w:rtl/>
          <w:lang w:bidi="fa-IR"/>
        </w:rPr>
        <w:t xml:space="preserve"> للَّه و انا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راجعون»</w:t>
      </w:r>
    </w:p>
    <w:p w:rsidR="00055618" w:rsidRDefault="00055618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1"/>
        <w:rPr>
          <w:rtl/>
          <w:lang w:bidi="fa-IR"/>
        </w:rPr>
      </w:pPr>
      <w:bookmarkStart w:id="230" w:name="_Toc477343887"/>
      <w:bookmarkStart w:id="231" w:name="_Toc477344029"/>
      <w:r>
        <w:rPr>
          <w:rFonts w:hint="eastAsia"/>
          <w:rtl/>
          <w:lang w:bidi="fa-IR"/>
        </w:rPr>
        <w:t>بخش</w:t>
      </w:r>
      <w:r>
        <w:rPr>
          <w:rtl/>
          <w:lang w:bidi="fa-IR"/>
        </w:rPr>
        <w:t xml:space="preserve"> سوم:نوادر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معجزات و فضائل مولا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bookmarkEnd w:id="230"/>
      <w:bookmarkEnd w:id="231"/>
      <w:r>
        <w:rPr>
          <w:rtl/>
          <w:lang w:bidi="fa-IR"/>
        </w:rPr>
        <w:t xml:space="preserve"> </w:t>
      </w:r>
    </w:p>
    <w:p w:rsidR="00055618" w:rsidRDefault="00055618" w:rsidP="00BC358B">
      <w:pPr>
        <w:pStyle w:val="libNormal"/>
        <w:rPr>
          <w:rtl/>
          <w:lang w:bidi="fa-IR"/>
        </w:rPr>
      </w:pPr>
    </w:p>
    <w:p w:rsidR="00BC358B" w:rsidRDefault="00BC358B" w:rsidP="00055618">
      <w:pPr>
        <w:pStyle w:val="Heading2"/>
        <w:rPr>
          <w:rtl/>
          <w:lang w:bidi="fa-IR"/>
        </w:rPr>
      </w:pPr>
      <w:bookmarkStart w:id="232" w:name="_Toc477343888"/>
      <w:bookmarkStart w:id="233" w:name="_Toc477344030"/>
      <w:r>
        <w:rPr>
          <w:rFonts w:hint="eastAsia"/>
          <w:rtl/>
          <w:lang w:bidi="fa-IR"/>
        </w:rPr>
        <w:t>ردّ</w:t>
      </w:r>
      <w:r>
        <w:rPr>
          <w:rtl/>
          <w:lang w:bidi="fa-IR"/>
        </w:rPr>
        <w:t xml:space="preserve"> الشمس مولا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>عليه‌السلام</w:t>
      </w:r>
      <w:bookmarkEnd w:id="232"/>
      <w:bookmarkEnd w:id="233"/>
      <w:r w:rsidR="004D104C" w:rsidRPr="004D104C">
        <w:rPr>
          <w:rStyle w:val="libAlaemChar"/>
          <w:rtl/>
        </w:rPr>
        <w:t xml:space="preserve"> </w:t>
      </w:r>
    </w:p>
    <w:p w:rsidR="00055618" w:rsidRDefault="00BC358B" w:rsidP="0005561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حرّ 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 اثبات الهداه: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اسماء بنت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امّ سلمه زوجه النب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را دو خانم بزرگوار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آنها همسر رسول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بود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اند و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نمودند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در منزلشان جلوس فرموده بودند و آقا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مقابل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نشسته بودند، «اذ جاءه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عن اللَّه سبحانه»؛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حضرت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شدند و از جانب پروردگار سبحانه با او به رازگو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پرداختند. «فلمّا تغشّاه الوح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توسّد فخذ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97775C" w:rsidRPr="0097775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»؛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حضرتش نازل شد در اثر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سر بر</w:t>
      </w:r>
      <w:r w:rsidR="0005561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نهادند. «فلم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رفع</w:t>
      </w:r>
      <w:r>
        <w:rPr>
          <w:rtl/>
          <w:lang w:bidi="fa-IR"/>
        </w:rPr>
        <w:t xml:space="preserve"> رأسه عنه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غربت الشمس»؛ و سر بر نداشتند تا آنکه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غروب نمود.</w:t>
      </w:r>
      <w:r w:rsidR="0005561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«فاضطرّ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لذلک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صلوه العصر»؛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نگران نماز عصرش شد. «فصلّ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جالساً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ؤم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برکوعه و سجوده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ماءً»؛</w:t>
      </w:r>
      <w:r>
        <w:rPr>
          <w:rtl/>
          <w:lang w:bidi="fa-IR"/>
        </w:rPr>
        <w:t xml:space="preserve">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چون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سر مبارک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را بر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نهد، نماز </w:t>
      </w:r>
      <w:r>
        <w:rPr>
          <w:rFonts w:hint="eastAsia"/>
          <w:rtl/>
          <w:lang w:bidi="fa-IR"/>
        </w:rPr>
        <w:t>عصر</w:t>
      </w:r>
      <w:r>
        <w:rPr>
          <w:rtl/>
          <w:lang w:bidi="fa-IR"/>
        </w:rPr>
        <w:t xml:space="preserve"> را به همان حال نشسته خواند و به ناچار رکوع و سجده آن را با اشاره برگزار فرمودند.</w:t>
      </w:r>
      <w:r w:rsidR="0005561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«فلمّا</w:t>
      </w:r>
      <w:r>
        <w:rPr>
          <w:rtl/>
          <w:lang w:bidi="fa-IR"/>
        </w:rPr>
        <w:t xml:space="preserve"> افاق رسول اللَّه من غش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قال 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: أفاتتک صلوه العصر؟»؛ چون رسول خدا از حالت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حال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برگشت به آقا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نماز عصر از شما فوت شده؟</w:t>
      </w:r>
      <w:r>
        <w:rPr>
          <w:rFonts w:hint="eastAsia"/>
          <w:rtl/>
          <w:lang w:bidi="fa-IR"/>
        </w:rPr>
        <w:t>«قال</w:t>
      </w:r>
      <w:r>
        <w:rPr>
          <w:rtl/>
          <w:lang w:bidi="fa-IR"/>
        </w:rPr>
        <w:t xml:space="preserve"> </w:t>
      </w:r>
      <w:r w:rsidR="0097775C" w:rsidRPr="0097775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: لم استطع أن </w:t>
      </w:r>
      <w:r>
        <w:rPr>
          <w:rtl/>
          <w:lang w:bidi="fa-IR"/>
        </w:rPr>
        <w:lastRenderedPageBreak/>
        <w:t>اصلّ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قائماً لمکانک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اللَّه و الحال الّت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کنت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استماع الوح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»؛</w:t>
      </w:r>
      <w:r>
        <w:rPr>
          <w:rtl/>
          <w:lang w:bidi="fa-IR"/>
        </w:rPr>
        <w:t xml:space="preserve"> عرض کرد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بدان جهت نتوانستم نمازم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بخوانم به خاطر شما و آن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شما دست داده بود. چون سر مبارک شما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بود.</w:t>
      </w:r>
      <w:r w:rsidR="0005561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«فقال</w:t>
      </w:r>
      <w:r>
        <w:rPr>
          <w:rtl/>
          <w:lang w:bidi="fa-IR"/>
        </w:rPr>
        <w:t xml:space="preserve"> له رسول اللَّه: ادعوا اللَّه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ردّ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الشمس لتصلّ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قائماً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وقتها کما فاتتک»؛ سپس رسول خدا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فرمودند: از خداوند درخواست کن تا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بازگرداند و شما نمازت را چنانچه فوت شده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خداوند متعال درخواست شما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مورد بازگرداندن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چرا که شما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حال اطاعت خدا و رسولش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05561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«فسأل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اللَّه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ردّ الشمس فردّت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صارت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موضعها من السماء وقت صلوه العصر، فصلّ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صلوه العصر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وقتها ثمّ غربت»؛ سپس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برگشتن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</w:t>
      </w:r>
      <w:r w:rsidR="0005561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خداوند متعال در خواست نمود و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فرمان پروردگار بازگشت. و در آنجا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آسمان قرار گرفت که وقت نماز عصر بود.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نماز عصر را در وقت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خواند. سپس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سرعت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به طرف مغرب آفاق به حرکت درآمد و از انظار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گشت.</w:t>
      </w:r>
      <w:r w:rsidR="0005561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«فقال</w:t>
      </w:r>
      <w:r>
        <w:rPr>
          <w:rtl/>
          <w:lang w:bidi="fa-IR"/>
        </w:rPr>
        <w:t xml:space="preserve"> اسماء أم واللَّه لقد سمعنا لها عند غروبها 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</w:t>
      </w:r>
      <w:r>
        <w:rPr>
          <w:rtl/>
          <w:lang w:bidi="fa-IR"/>
        </w:rPr>
        <w:t xml:space="preserve"> کصر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المنشاه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الخشب»؛ ناقل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اسماء بنت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به خدا سوگند هنگام حرکت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سمت مغرب چنان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هولناک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مثل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ارّه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چوب خشک.</w:t>
      </w:r>
    </w:p>
    <w:p w:rsidR="00BC358B" w:rsidRDefault="00055618" w:rsidP="00055618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055618">
      <w:pPr>
        <w:pStyle w:val="Heading2"/>
        <w:rPr>
          <w:rtl/>
          <w:lang w:bidi="fa-IR"/>
        </w:rPr>
      </w:pPr>
      <w:bookmarkStart w:id="234" w:name="_Toc477343889"/>
      <w:bookmarkStart w:id="235" w:name="_Toc477344031"/>
      <w:r>
        <w:rPr>
          <w:rFonts w:hint="eastAsia"/>
          <w:rtl/>
          <w:lang w:bidi="fa-IR"/>
        </w:rPr>
        <w:t>دوم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بازگشت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234"/>
      <w:bookmarkEnd w:id="235"/>
    </w:p>
    <w:p w:rsidR="00BC358B" w:rsidRDefault="00BC358B" w:rsidP="0005561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امّا بازگشتن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به فرمان پروردگار جهت آن حضرت پس از وفات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بود:</w:t>
      </w:r>
      <w:r w:rsidR="0005561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«انّه</w:t>
      </w:r>
      <w:r>
        <w:rPr>
          <w:rtl/>
          <w:lang w:bidi="fa-IR"/>
        </w:rPr>
        <w:t xml:space="preserve"> لما اراد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عبر</w:t>
      </w:r>
      <w:r>
        <w:rPr>
          <w:rtl/>
          <w:lang w:bidi="fa-IR"/>
        </w:rPr>
        <w:t xml:space="preserve"> الفرات ببابل»؛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حضرت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خواستند با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شهر بابل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کوفه است از شطّ فرات عبور کنند،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همراهان او سرگرم عبور دادن چهارپا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اثاث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خود از شطّ فرات بودند، « و 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بنفسه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</w:t>
      </w:r>
      <w:r>
        <w:rPr>
          <w:rFonts w:hint="eastAsia"/>
          <w:rtl/>
          <w:lang w:bidi="fa-IR"/>
        </w:rPr>
        <w:t>ئفه</w:t>
      </w:r>
      <w:r>
        <w:rPr>
          <w:rtl/>
          <w:lang w:bidi="fa-IR"/>
        </w:rPr>
        <w:t xml:space="preserve"> معه العصر فلم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فرغ</w:t>
      </w:r>
      <w:r>
        <w:rPr>
          <w:rtl/>
          <w:lang w:bidi="fa-IR"/>
        </w:rPr>
        <w:t xml:space="preserve"> الناس من عبورهم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غربت الشمس»؛ و خود آن جناب با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عصر را خواندند و هنوز همه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و همراهانش از آب نگذشته بودند که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غروب نمود. «ففات الصلوه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</w:t>
      </w:r>
      <w:r>
        <w:rPr>
          <w:rtl/>
          <w:lang w:bidi="fa-IR"/>
        </w:rPr>
        <w:t xml:space="preserve"> منهم و فات الجمهور فضل الإجتماع معه»؛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نمازشان قضا شد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نماز جماعت با آن حضرت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عموماً از آنها سلب شد.</w:t>
      </w:r>
      <w:r w:rsidR="0005561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«فتکلّموا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 فلمّا سمع کلامهم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سأل اللَّه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ردّ الشمس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جتمع</w:t>
      </w:r>
      <w:r>
        <w:rPr>
          <w:rtl/>
          <w:lang w:bidi="fa-IR"/>
        </w:rPr>
        <w:t xml:space="preserve"> کافّه اصحابه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صلوه العصر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وقتها»؛ پس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با آن حضرت سخن گفتند. چون</w:t>
      </w:r>
      <w:r w:rsidR="00055618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حضرت سخن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خداوند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نمود که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برگرداند تا همه همراهانش نماز عصر را به جماعت با آن حضرت در وقت بخوانند. «فأجابه اللَّه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ردّها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ه»؛</w:t>
      </w:r>
      <w:r>
        <w:rPr>
          <w:rtl/>
          <w:lang w:bidi="fa-IR"/>
        </w:rPr>
        <w:t xml:space="preserve"> 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اجابت فرمودند. « و کانت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الافق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eastAsia"/>
          <w:rtl/>
          <w:lang w:bidi="fa-IR"/>
        </w:rPr>
        <w:t>حال</w:t>
      </w:r>
      <w:r>
        <w:rPr>
          <w:rtl/>
          <w:lang w:bidi="fa-IR"/>
        </w:rPr>
        <w:t xml:space="preserve"> الّت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 العصر»؛ و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فرمان خداوند از افق مغرب تا همانجا که وقت نماز عصر بود به فرمان خداوند بازگرد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«فلمّا سلّم القوم غابت الشمس، فسمع لها 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هال الناس ذلک»؛ و چون سلام نماز را دادند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طرف مغرب حرکت نمود و هنگام حرکتش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مغرب افق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هولناک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برخاست که </w:t>
      </w:r>
      <w:r>
        <w:rPr>
          <w:rtl/>
          <w:lang w:bidi="fa-IR"/>
        </w:rPr>
        <w:lastRenderedPageBreak/>
        <w:t>موجب وحشت و ترس مردم شد.</w:t>
      </w:r>
      <w:r w:rsidR="0005561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«فاکثروا</w:t>
      </w:r>
      <w:r>
        <w:rPr>
          <w:rtl/>
          <w:lang w:bidi="fa-IR"/>
        </w:rPr>
        <w:t xml:space="preserve"> من التسب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التحل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الإستغفار و الحمدللَّه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النعمه الّت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ظهرت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هم»؛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مردم از عظمت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معجزه ذکر «سبحان اللَّه و لا اله الّا اللَّه و استغفر اللَّه» را به زبان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نعمت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آشکار نموده بود، حمد خ</w:t>
      </w:r>
      <w:r>
        <w:rPr>
          <w:rFonts w:hint="eastAsia"/>
          <w:rtl/>
          <w:lang w:bidi="fa-IR"/>
        </w:rPr>
        <w:t>داوند</w:t>
      </w:r>
      <w:r>
        <w:rPr>
          <w:rtl/>
          <w:lang w:bidi="fa-IR"/>
        </w:rPr>
        <w:t xml:space="preserve"> نمودند و از پروردگار متعال سپاسگزار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</w:t>
      </w:r>
      <w:r w:rsidR="0005561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</w:t>
      </w:r>
      <w:r>
        <w:rPr>
          <w:rtl/>
          <w:lang w:bidi="fa-IR"/>
        </w:rPr>
        <w:t xml:space="preserve"> و صار خبر ذلک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الآفاق و انتشر ذکره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الناس»؛ و خبر بازگشت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شهرها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زبانزد مردم گشت.</w:t>
      </w:r>
      <w:r w:rsidR="00055618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اشعار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انشاء کردند: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055618" w:rsidTr="00055618">
        <w:trPr>
          <w:trHeight w:val="350"/>
        </w:trPr>
        <w:tc>
          <w:tcPr>
            <w:tcW w:w="3344" w:type="dxa"/>
            <w:shd w:val="clear" w:color="auto" w:fill="auto"/>
          </w:tcPr>
          <w:p w:rsidR="00055618" w:rsidRDefault="00055618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ردّت</w:t>
            </w:r>
            <w:r>
              <w:rPr>
                <w:rtl/>
                <w:lang w:bidi="fa-IR"/>
              </w:rPr>
              <w:t xml:space="preserve"> عل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الشمس لمّا فاته وقت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055618" w:rsidRDefault="00055618" w:rsidP="00D703E4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055618" w:rsidRDefault="00055618" w:rsidP="00D703E4">
            <w:pPr>
              <w:pStyle w:val="libPoem"/>
            </w:pPr>
            <w:r>
              <w:rPr>
                <w:rtl/>
                <w:lang w:bidi="fa-IR"/>
              </w:rPr>
              <w:t>الصلوه و قد دنت للمغرب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2A2BBA">
      <w:pPr>
        <w:pStyle w:val="libNormal"/>
        <w:rPr>
          <w:rtl/>
          <w:lang w:bidi="fa-IR"/>
        </w:rPr>
      </w:pPr>
      <w:r>
        <w:rPr>
          <w:rtl/>
          <w:lang w:bidi="fa-IR"/>
        </w:rPr>
        <w:t>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نماز از او قضا شد،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 غروب کند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برگشت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تبلّج نورها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وقتها</w:t>
      </w:r>
      <w:r w:rsidR="002A2BB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للعصر</w:t>
      </w:r>
      <w:r>
        <w:rPr>
          <w:rtl/>
          <w:lang w:bidi="fa-IR"/>
        </w:rPr>
        <w:t xml:space="preserve"> ثمّ هوت 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الکواکب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 نماز عصر آمد و نورش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="002A2BB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پس از نماز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شد؛ مانند ستاره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شود.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قد ردّت ببابل مرّه</w:t>
      </w:r>
      <w:r w:rsidR="002A2BB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اخر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 ردّت للخلق معرّب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بابل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برگشت،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(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>)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برنگشت.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الّا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وشع</w:t>
      </w:r>
      <w:r>
        <w:rPr>
          <w:rtl/>
          <w:lang w:bidi="fa-IR"/>
        </w:rPr>
        <w:t xml:space="preserve"> اوّله و بعده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تردّها</w:t>
      </w:r>
      <w:r>
        <w:rPr>
          <w:rtl/>
          <w:lang w:bidi="fa-IR"/>
        </w:rPr>
        <w:t xml:space="preserve"> تأو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امر معجب جز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وشع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و پس از او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برگشت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امر شگفت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پرده برداشت.</w:t>
      </w:r>
    </w:p>
    <w:p w:rsidR="002A2BBA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«السلام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مظهر العجائب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</w:p>
    <w:p w:rsidR="00BC358B" w:rsidRDefault="002A2BBA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2A2BBA">
      <w:pPr>
        <w:pStyle w:val="Heading2"/>
        <w:rPr>
          <w:rtl/>
          <w:lang w:bidi="fa-IR"/>
        </w:rPr>
      </w:pPr>
      <w:bookmarkStart w:id="236" w:name="_Toc477343890"/>
      <w:bookmarkStart w:id="237" w:name="_Toc477344032"/>
      <w:r>
        <w:rPr>
          <w:rFonts w:hint="eastAsia"/>
          <w:rtl/>
          <w:lang w:bidi="fa-IR"/>
        </w:rPr>
        <w:t>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ونان</w:t>
      </w:r>
      <w:r>
        <w:rPr>
          <w:rFonts w:hint="cs"/>
          <w:rtl/>
          <w:lang w:bidi="fa-IR"/>
        </w:rPr>
        <w:t>ی</w:t>
      </w:r>
      <w:bookmarkEnd w:id="236"/>
      <w:bookmarkEnd w:id="237"/>
      <w:r>
        <w:rPr>
          <w:rtl/>
          <w:lang w:bidi="fa-IR"/>
        </w:rPr>
        <w:t xml:space="preserve"> </w:t>
      </w:r>
    </w:p>
    <w:p w:rsidR="002A2BBA" w:rsidRDefault="00BC358B" w:rsidP="002A2BB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 احتجاج از حضرت امام حسن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کرده: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که ادعا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طبابت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به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عرض نمود: در چهره شما زرد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ظاهر شده و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را دو ساق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گمان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بتواند شما را حمل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ام</w:t>
      </w:r>
      <w:r>
        <w:rPr>
          <w:rFonts w:hint="eastAsia"/>
          <w:rtl/>
          <w:lang w:bidi="fa-IR"/>
        </w:rPr>
        <w:t>ّا</w:t>
      </w:r>
      <w:r>
        <w:rPr>
          <w:rtl/>
          <w:lang w:bidi="fa-IR"/>
        </w:rPr>
        <w:t xml:space="preserve"> زرد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رنگ چهره شما پس دوا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نزد من است. و امّا دو ساق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چاره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راهکار آن است که با خود مدارا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کم راه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کم قرار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 امّا دوا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زرد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را برطرف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دارو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آورد. حضرت </w:t>
      </w:r>
      <w:r>
        <w:rPr>
          <w:rFonts w:hint="eastAsia"/>
          <w:rtl/>
          <w:lang w:bidi="fa-IR"/>
        </w:rPr>
        <w:t>فرمودند</w:t>
      </w:r>
      <w:r>
        <w:rPr>
          <w:rtl/>
          <w:lang w:bidi="fa-IR"/>
        </w:rPr>
        <w:t>: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ذکر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کم شدن زرد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عرض نمود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دانه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و به دارو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اشاره نمود و گفت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رنگش زرد باشد آن را بخورد فوراً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اگر زرد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باشد رنگش زرد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همان روز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«فقال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فأرن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هذه الصّفار فاعطاه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اه»؛</w:t>
      </w:r>
      <w:r>
        <w:rPr>
          <w:rtl/>
          <w:lang w:bidi="fa-IR"/>
        </w:rPr>
        <w:t xml:space="preserve"> حضرت فرمودند آن را به</w:t>
      </w:r>
      <w:r w:rsidR="002A2BB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ده.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آن دارو را به حضرت داد.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«فقال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کم قدر هذا؟ قال قدر مثقال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سمّ ناقع قدر کلّ حبه منه تقتل رجلاً»؛ حضرت فرمودند: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سم چه مقدار است؟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عرض کرد دو مثقال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سم کشنده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حبّه اش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کشد.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«فتناوله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فقمحه و عرق عرقاً 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فاً»؛</w:t>
      </w:r>
      <w:r>
        <w:rPr>
          <w:rtl/>
          <w:lang w:bidi="fa-IR"/>
        </w:rPr>
        <w:t xml:space="preserve"> پس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آن را در دهان نهاد و تناول نمود و عرق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منظره به لرزه درآمد و با خود گفت الان مرا به جرم قتل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نموده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تو او را کشته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«فتبسّم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و 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ونان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اصحّ ما کنت بدناً الآن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ضرّن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زعمت انّه سم»؛ حضرت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 و فرمودند: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بدن من الآن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آنچه تو گمان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سمّ کشنده است به من ضرر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نرساند.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</w:t>
      </w:r>
      <w:r>
        <w:rPr>
          <w:rtl/>
          <w:lang w:bidi="fa-IR"/>
        </w:rPr>
        <w:t xml:space="preserve"> و قال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فقمض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فقمض»؛ حضرت به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فرمودند چشمانت را ببند.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چشمانش را بر هم نهاد.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«ثم</w:t>
      </w:r>
      <w:r>
        <w:rPr>
          <w:rtl/>
          <w:lang w:bidi="fa-IR"/>
        </w:rPr>
        <w:t xml:space="preserve"> إفتح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ففتح»؛ سپس فرمود چشمانت را باز نما.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چشمانش را باز نمود.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</w:t>
      </w:r>
      <w:r>
        <w:rPr>
          <w:rtl/>
          <w:lang w:bidi="fa-IR"/>
        </w:rPr>
        <w:t xml:space="preserve"> و نظر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فإذا هو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احمر مشرب حمره فارتعد الرجل لمّا رآه»؛ نگاه نمود به صورت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چهره اش سرخ و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با قرمز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مخلوط شده.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 خود لرز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«فتبسّم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قال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الصفار الّذ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زعمت انّه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»؛</w:t>
      </w:r>
      <w:r>
        <w:rPr>
          <w:rtl/>
          <w:lang w:bidi="fa-IR"/>
        </w:rPr>
        <w:t xml:space="preserve"> حضرت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و فرمود: آن زرد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چهره من است کجاست؟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عرض نمود به خدا قسم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</w:t>
      </w:r>
      <w:r w:rsidR="002A2BB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قبلاً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آن وقت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زرد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اکنون گلگون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حضرت فرمودند: زرد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به آن سمّ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کشنده من است برطرف شده. و امّا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ساق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که گمان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در حمل بار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نسبت به بدنم مراعات کنم تا ساق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نشکند.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</w:t>
      </w:r>
      <w:r>
        <w:rPr>
          <w:rtl/>
          <w:lang w:bidi="fa-IR"/>
        </w:rPr>
        <w:t xml:space="preserve"> و انا 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طبّ اللَّه عزّوجلّ خلاف طبّک»؛ و من به تو نشان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دهم که طب خداوند برخلاف طب تو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</w:t>
      </w:r>
      <w:r>
        <w:rPr>
          <w:rtl/>
          <w:lang w:bidi="fa-IR"/>
        </w:rPr>
        <w:t xml:space="preserve"> و ضرب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اسطوانه خشب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رأسها»؛ و دست مبارک را به ستون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اتاق بود. « و فوقه حجرتان احد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</w:t>
      </w:r>
      <w:r>
        <w:rPr>
          <w:rtl/>
          <w:lang w:bidi="fa-IR"/>
        </w:rPr>
        <w:t xml:space="preserve"> فوق الاخر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»؛</w:t>
      </w:r>
      <w:r>
        <w:rPr>
          <w:rtl/>
          <w:lang w:bidi="fa-IR"/>
        </w:rPr>
        <w:t xml:space="preserve"> و دو اتاق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بالا رفته بود،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طبقه بود. و حرّکها و احتملها»؛ آن را حرکت داد و از جا کند. «فارتفع السطح و </w:t>
      </w:r>
      <w:r>
        <w:rPr>
          <w:rFonts w:hint="eastAsia"/>
          <w:rtl/>
          <w:lang w:bidi="fa-IR"/>
        </w:rPr>
        <w:t>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و فوقها الغرفتان»؛ و سطح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وارها</w:t>
      </w:r>
      <w:r>
        <w:rPr>
          <w:rtl/>
          <w:lang w:bidi="fa-IR"/>
        </w:rPr>
        <w:t xml:space="preserve"> و دو اتاق که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قرار داشت بلند شد به طرف بالا رفت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منظره وحشتناک غش کرد و مدهوش شد.</w:t>
      </w:r>
      <w:r w:rsidRPr="002A2BBA">
        <w:rPr>
          <w:rStyle w:val="libFootnotenumChar"/>
          <w:rtl/>
        </w:rPr>
        <w:t>(103)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مظهر العجائب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»خلاصه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</w:p>
    <w:p w:rsidR="002A2BBA" w:rsidRDefault="002A2BBA" w:rsidP="002A2BBA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2A2BBA">
      <w:pPr>
        <w:pStyle w:val="Heading2"/>
        <w:rPr>
          <w:rtl/>
          <w:lang w:bidi="fa-IR"/>
        </w:rPr>
      </w:pPr>
      <w:bookmarkStart w:id="238" w:name="_Toc477343891"/>
      <w:bookmarkStart w:id="239" w:name="_Toc477344033"/>
      <w:r>
        <w:rPr>
          <w:rtl/>
          <w:lang w:bidi="fa-IR"/>
        </w:rPr>
        <w:t>چاه کندن منافق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راه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>عليه‌السلام</w:t>
      </w:r>
      <w:bookmarkEnd w:id="238"/>
      <w:bookmarkEnd w:id="239"/>
      <w:r w:rsidR="004D104C" w:rsidRPr="004D104C">
        <w:rPr>
          <w:rStyle w:val="libAlaemChar"/>
          <w:rtl/>
        </w:rPr>
        <w:t xml:space="preserve"> </w:t>
      </w:r>
    </w:p>
    <w:p w:rsidR="00BC358B" w:rsidRDefault="00BC358B" w:rsidP="002A2BB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 احتجاج از امام حسن عسکر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به جانب تبوک رفت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راه به او ملحق شد، رسول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فرمان بازگشت دادند.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موضع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eastAsia"/>
          <w:rtl/>
          <w:lang w:bidi="fa-IR"/>
        </w:rPr>
        <w:t>شت</w:t>
      </w:r>
      <w:r>
        <w:rPr>
          <w:rtl/>
          <w:lang w:bidi="fa-IR"/>
        </w:rPr>
        <w:t xml:space="preserve"> منافق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کشتن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دستور دادند: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«أن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حفروا</w:t>
      </w:r>
      <w:r>
        <w:rPr>
          <w:rtl/>
          <w:lang w:bidi="fa-IR"/>
        </w:rPr>
        <w:t xml:space="preserve"> 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حف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طو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قدر خمس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ذراعاً»؛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عبورش گودال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عمق پنجاه ذراع حفر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با 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نازک بپوشانند و اندک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 به قدر</w:t>
      </w:r>
      <w:r>
        <w:rPr>
          <w:rFonts w:hint="cs"/>
          <w:rtl/>
          <w:lang w:bidi="fa-IR"/>
        </w:rPr>
        <w:t>ی</w:t>
      </w:r>
      <w:r w:rsidR="002A2BB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را بپوشاند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گودال در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آن جناب ناچار بود از آن عبور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با مرکبش در چاه افتاد آن را با سنگ پر کنند تا آن حضرت کشته شود. «فلما بلغ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قرب المکان 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فرسه عنقه»؛ چون آن حضرت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آن مکان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سبش</w:t>
      </w:r>
      <w:r>
        <w:rPr>
          <w:rtl/>
          <w:lang w:bidi="fa-IR"/>
        </w:rPr>
        <w:t xml:space="preserve"> گردن خود را برگردان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</w:t>
      </w:r>
      <w:r>
        <w:rPr>
          <w:rtl/>
          <w:lang w:bidi="fa-IR"/>
        </w:rPr>
        <w:t xml:space="preserve"> و اطاله اللَّه فبلغت جحفلته اذنه»؛ خداوند گردن اسب را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لبان اسب به گوش آن حضرت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« و قال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 حفر لک ههنا»؛ عرض نمود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چاه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کنده شده تا شما را به قتل برسانند. « و انت اعلم فلا تمرّ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ه»؛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شما داناتر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آن عبور منما، « و قال 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جزاک اللَّه من ناصح عنّ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راً»؛</w:t>
      </w:r>
      <w:r>
        <w:rPr>
          <w:rtl/>
          <w:lang w:bidi="fa-IR"/>
        </w:rPr>
        <w:t xml:space="preserve"> خداوند تو را که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کننده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من به تو 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دهد. حضرت رفت تا به آن مکان مشرف شد. اسب از ترس عبور نکرد و در آنجا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</w:t>
      </w:r>
      <w:r>
        <w:rPr>
          <w:rtl/>
          <w:lang w:bidi="fa-IR"/>
        </w:rPr>
        <w:t>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</w:t>
      </w:r>
      <w:r>
        <w:rPr>
          <w:rtl/>
          <w:lang w:bidi="fa-IR"/>
        </w:rPr>
        <w:t xml:space="preserve"> و قال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سِر بإذن اللَّه سالماً سو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>.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شأنک.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عاً</w:t>
      </w:r>
      <w:r>
        <w:rPr>
          <w:rtl/>
          <w:lang w:bidi="fa-IR"/>
        </w:rPr>
        <w:t xml:space="preserve"> امرک. فتبادرت الدابّه»؛ حضرت به اسب فرمود به اذن خدا به سلامت و اعتدال حرکت کن. در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کار تو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عمل تو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سابقه </w:t>
      </w:r>
      <w:r>
        <w:rPr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و اسب حرکت نمود.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«فإذا</w:t>
      </w:r>
      <w:r>
        <w:rPr>
          <w:rtl/>
          <w:lang w:bidi="fa-IR"/>
        </w:rPr>
        <w:t xml:space="preserve"> ربّک عزّوجلّ قد متن الارض و سلبها»؛ و پروردگارت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سخت و محکم کرد و اسب به آسان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گذشت. «فلمّا جاوزها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الفرس عنقه و وضع جحفلته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اذنه </w:t>
      </w:r>
      <w:r w:rsidR="0097775C" w:rsidRPr="0097775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»؛ و چون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آن مکان گذشت اسب گردن</w:t>
      </w:r>
      <w:r w:rsidR="002A2BBA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لبانش را به گوش آن حضرت نهاد، « و قال ما اکرمک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ربّ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ن»؛</w:t>
      </w:r>
      <w:r>
        <w:rPr>
          <w:rtl/>
          <w:lang w:bidi="fa-IR"/>
        </w:rPr>
        <w:t xml:space="preserve"> و عرض نمود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چقدر شما نزد پروردگار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از ادامه آن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  <w:r w:rsidRPr="002A2BBA">
        <w:rPr>
          <w:rStyle w:val="libFootnotenumChar"/>
          <w:rtl/>
        </w:rPr>
        <w:t>(104)</w:t>
      </w:r>
    </w:p>
    <w:p w:rsidR="002A2BBA" w:rsidRDefault="002A2BBA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2A2BBA">
      <w:pPr>
        <w:pStyle w:val="Heading2"/>
        <w:rPr>
          <w:rtl/>
          <w:lang w:bidi="fa-IR"/>
        </w:rPr>
      </w:pPr>
      <w:bookmarkStart w:id="240" w:name="_Toc477343892"/>
      <w:bookmarkStart w:id="241" w:name="_Toc477344034"/>
      <w:r>
        <w:rPr>
          <w:rFonts w:hint="eastAsia"/>
          <w:rtl/>
          <w:lang w:bidi="fa-IR"/>
        </w:rPr>
        <w:t>سگ</w:t>
      </w:r>
      <w:r>
        <w:rPr>
          <w:rtl/>
          <w:lang w:bidi="fa-IR"/>
        </w:rPr>
        <w:t xml:space="preserve"> شدن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خوارج به غضب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>عليه‌السلام</w:t>
      </w:r>
      <w:bookmarkEnd w:id="240"/>
      <w:bookmarkEnd w:id="241"/>
      <w:r w:rsidR="004D104C" w:rsidRPr="004D104C">
        <w:rPr>
          <w:rStyle w:val="libAlaemChar"/>
          <w:rtl/>
        </w:rPr>
        <w:t xml:space="preserve"> </w:t>
      </w:r>
    </w:p>
    <w:p w:rsidR="00BC358B" w:rsidRDefault="00BC358B" w:rsidP="002A2BBA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خواص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در کتاب خصائص از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اند دو نفر جهت قضاوت نزد امام آمدند. حضرت به نفع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ضرر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حکم فرمودند. محکوم له که از اولاد خوارج بود به آن حضرت جسارت نمود.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«فقال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اخس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کلب»؛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 گم شو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سگ. «فعو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الرجل و صار لوقته کلباً اسوداً»؛ فوراً آن مرد به شکل سگ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عوعو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« و تطا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ابه</w:t>
      </w:r>
      <w:r>
        <w:rPr>
          <w:rtl/>
          <w:lang w:bidi="fa-IR"/>
        </w:rPr>
        <w:t xml:space="preserve"> عن جسده»؛ و جامه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بدنش ناپد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شد.</w:t>
      </w:r>
      <w:r w:rsidR="002A2BBA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«فجعل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قع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اقدام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بصبص</w:t>
      </w:r>
      <w:r>
        <w:rPr>
          <w:rtl/>
          <w:lang w:bidi="fa-IR"/>
        </w:rPr>
        <w:t xml:space="preserve"> و تهمل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ناه»؛</w:t>
      </w:r>
      <w:r>
        <w:rPr>
          <w:rtl/>
          <w:lang w:bidi="fa-IR"/>
        </w:rPr>
        <w:t xml:space="preserve"> پس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قدم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افتاد و اظهار ذلّت نمود و اشک از چشمانش سراز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شد. «فرّق له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تکلّم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بکلام»؛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آن حضرت به حالش ترحم نمود و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لب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فرمود. «فإذا 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الر</w:t>
      </w:r>
      <w:r>
        <w:rPr>
          <w:rFonts w:hint="eastAsia"/>
          <w:rtl/>
          <w:lang w:bidi="fa-IR"/>
        </w:rPr>
        <w:t>جل</w:t>
      </w:r>
      <w:r>
        <w:rPr>
          <w:rtl/>
          <w:lang w:bidi="fa-IR"/>
        </w:rPr>
        <w:t xml:space="preserve"> تهو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الهواء و صار بشراً سو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اً»؛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جامه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 از آسمان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آمد و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راست قامت و معتدل شد.</w:t>
      </w:r>
      <w:r w:rsidRPr="002A2BBA">
        <w:rPr>
          <w:rStyle w:val="libFootnotenumChar"/>
          <w:rtl/>
        </w:rPr>
        <w:t>(105)</w:t>
      </w:r>
    </w:p>
    <w:p w:rsidR="002A2BBA" w:rsidRDefault="002A2BBA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2A2BBA">
      <w:pPr>
        <w:pStyle w:val="Heading2"/>
        <w:rPr>
          <w:rtl/>
          <w:lang w:bidi="fa-IR"/>
        </w:rPr>
      </w:pPr>
      <w:bookmarkStart w:id="242" w:name="_Toc477343893"/>
      <w:bookmarkStart w:id="243" w:name="_Toc477344035"/>
      <w:r>
        <w:rPr>
          <w:rFonts w:hint="eastAsia"/>
          <w:rtl/>
          <w:lang w:bidi="fa-IR"/>
        </w:rPr>
        <w:t>زنده</w:t>
      </w:r>
      <w:r>
        <w:rPr>
          <w:rtl/>
          <w:lang w:bidi="fa-IR"/>
        </w:rPr>
        <w:t xml:space="preserve"> شدن مقتول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>عليه‌السلام</w:t>
      </w:r>
      <w:bookmarkEnd w:id="242"/>
      <w:bookmarkEnd w:id="243"/>
      <w:r w:rsidR="004D104C" w:rsidRPr="004D104C">
        <w:rPr>
          <w:rStyle w:val="libAlaemChar"/>
          <w:rtl/>
        </w:rPr>
        <w:t xml:space="preserve"> </w:t>
      </w:r>
    </w:p>
    <w:p w:rsidR="00BC358B" w:rsidRDefault="00BC358B" w:rsidP="00D172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حرّ 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 اثبات الهداه از کتاب روضه ابن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tl/>
          <w:lang w:bidi="fa-IR"/>
        </w:rPr>
        <w:t xml:space="preserve"> تمار از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طولان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اعراب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آن جناب وارد شد و عرض نمود: مرا شصت هزار نفر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داشته اند و شخص مقتول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 که در علّت قتلش اختلاف </w:t>
      </w:r>
      <w:r>
        <w:rPr>
          <w:rFonts w:hint="eastAsia"/>
          <w:rtl/>
          <w:lang w:bidi="fa-IR"/>
        </w:rPr>
        <w:t>کرده</w:t>
      </w:r>
      <w:r>
        <w:rPr>
          <w:rtl/>
          <w:lang w:bidi="fa-IR"/>
        </w:rPr>
        <w:t xml:space="preserve"> اند همراه من فرستاده اند.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«فان</w:t>
      </w:r>
      <w:r>
        <w:rPr>
          <w:rtl/>
          <w:lang w:bidi="fa-IR"/>
        </w:rPr>
        <w:t xml:space="preserve"> اح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علمنا إنّک صادق و إنّک حجّه اللَّه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ارضه و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عباده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 قال»؛ پس اگر او را زنده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راستگو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حجت خدا و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>. تا آنجا که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tl/>
          <w:lang w:bidi="fa-IR"/>
        </w:rPr>
        <w:t xml:space="preserve"> گفت: «فقال</w:t>
      </w:r>
      <w:r w:rsidR="00D172D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کم لمّ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تکم</w:t>
      </w:r>
      <w:r>
        <w:rPr>
          <w:rtl/>
          <w:lang w:bidi="fa-IR"/>
        </w:rPr>
        <w:t xml:space="preserve"> هذا؟ قالوا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عشرون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وماً»؛</w:t>
      </w:r>
      <w:r>
        <w:rPr>
          <w:rtl/>
          <w:lang w:bidi="fa-IR"/>
        </w:rPr>
        <w:t xml:space="preserve"> حضرت فرمودند: چند روز است که مرده است؟ عرض نمودند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است. «قال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ما سبب موته؟»؛ حضرت فرمود: سبب مرگش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ست؟«قال</w:t>
      </w:r>
      <w:r>
        <w:rPr>
          <w:rtl/>
          <w:lang w:bidi="fa-IR"/>
        </w:rPr>
        <w:t xml:space="preserve"> الاعراب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دون</w:t>
      </w:r>
      <w:r>
        <w:rPr>
          <w:rtl/>
          <w:lang w:bidi="fa-IR"/>
        </w:rPr>
        <w:t xml:space="preserve"> 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 لهم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خبرهم</w:t>
      </w:r>
      <w:r>
        <w:rPr>
          <w:rtl/>
          <w:lang w:bidi="fa-IR"/>
        </w:rPr>
        <w:t xml:space="preserve"> من قتله»؛ اعراب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عرض نمود: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شما او را زنده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قاتل خود را به آنها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«لأنّه بات سالماً و اصبح مذبوحاً من اذنه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اذنه»؛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او شب هنگام در حال سلامت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هنگام صبح گوش تا گوش او 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ده شده بود. «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طلب</w:t>
      </w:r>
      <w:r>
        <w:rPr>
          <w:rtl/>
          <w:lang w:bidi="fa-IR"/>
        </w:rPr>
        <w:t xml:space="preserve"> بدمه خمسون رجلاً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قصد</w:t>
      </w:r>
      <w:r>
        <w:rPr>
          <w:rtl/>
          <w:lang w:bidi="fa-IR"/>
        </w:rPr>
        <w:t xml:space="preserve"> بعضهم بعضاً»؛ و پنجاه نفر مطالبه خون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قصد کشتن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جهت قصاص دارند.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«فقال</w:t>
      </w:r>
      <w:r>
        <w:rPr>
          <w:rtl/>
          <w:lang w:bidi="fa-IR"/>
        </w:rPr>
        <w:t xml:space="preserve"> </w:t>
      </w:r>
      <w:r w:rsidR="0097775C" w:rsidRPr="0097775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: قتله عمّه لأنّه زوّجه ابنته فخلّاها و تزوّج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رها»؛</w:t>
      </w:r>
      <w:r>
        <w:rPr>
          <w:rtl/>
          <w:lang w:bidi="fa-IR"/>
        </w:rPr>
        <w:t xml:space="preserve"> حضرت فرمودند: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او را به قتل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آنکه دخترش را به ازدواج او درآورد و آن مرد دختر او را طلاق داد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نمود.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«فقال</w:t>
      </w:r>
      <w:r>
        <w:rPr>
          <w:rtl/>
          <w:lang w:bidi="fa-IR"/>
        </w:rPr>
        <w:t xml:space="preserve"> الاعراب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لسنا نرض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بقولک»؛ اعراب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عرض نمود ما به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شما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«فإنّا 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الغلام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شهد</w:t>
      </w:r>
      <w:r>
        <w:rPr>
          <w:rtl/>
          <w:lang w:bidi="fa-IR"/>
        </w:rPr>
        <w:t xml:space="preserve"> لنفسه عند اهله من قتله»؛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خود </w:t>
      </w:r>
      <w:r>
        <w:rPr>
          <w:rtl/>
          <w:lang w:bidi="fa-IR"/>
        </w:rPr>
        <w:lastRenderedPageBreak/>
        <w:t>جوان زنده شود و قاتلش را نزد خاندانش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«ل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رتفع</w:t>
      </w:r>
      <w:r>
        <w:rPr>
          <w:rtl/>
          <w:lang w:bidi="fa-IR"/>
        </w:rPr>
        <w:t xml:space="preserve"> الص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</w:t>
      </w:r>
      <w:r>
        <w:rPr>
          <w:rtl/>
          <w:lang w:bidi="fa-IR"/>
        </w:rPr>
        <w:t xml:space="preserve"> و الفتنه»؛ تا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فتنه؛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آنها برداشته شود.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«فقام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قال: ما بقره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عند اللَّه باجل من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فإنّها اح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تاً</w:t>
      </w:r>
      <w:r>
        <w:rPr>
          <w:rtl/>
          <w:lang w:bidi="fa-IR"/>
        </w:rPr>
        <w:t xml:space="preserve"> بعد سبعه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ام»؛</w:t>
      </w:r>
      <w:r>
        <w:rPr>
          <w:rtl/>
          <w:lang w:bidi="fa-IR"/>
        </w:rPr>
        <w:t xml:space="preserve"> سپس حضرت برخاستند و فرمودند: گاو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نزد خداوند متعال بالاتر از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پس از هفت روز مرده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زنده نمود. «ثم دن</w:t>
      </w:r>
      <w:r>
        <w:rPr>
          <w:rFonts w:hint="cs"/>
          <w:rtl/>
          <w:lang w:bidi="fa-IR"/>
        </w:rPr>
        <w:t>ی</w:t>
      </w:r>
      <w:r w:rsidR="00D172D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قال انّ بقره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ضرب ببعضها الم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عاش»؛ آنگاه به آن مرده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 و فرمود همانا جزئ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گاو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زدند و زنده شد. « و إن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لاضربه ببعض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ان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 البقره کلّها»؛ و من جزئ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خودم را به آن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زنم و جزئ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 از همه آن گاو بهتر است.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«ثم</w:t>
      </w:r>
      <w:r>
        <w:rPr>
          <w:rtl/>
          <w:lang w:bidi="fa-IR"/>
        </w:rPr>
        <w:t xml:space="preserve"> ضربه برجله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قال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قم بإذن اللَّه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مدرک بن حنظله!»؛ سپس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راستشان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زدند و فرمودند: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مدرک بن حنظله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اذن خدا. «فنهض غلام اضوء من الشمس و قال 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حجه اللَّه»؛ پس به ناگاه مقتول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برخاست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 از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عرض نمود بله،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حجت خدا.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«فقال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له من قتلک؟ قال قتلن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»؛</w:t>
      </w:r>
      <w:r>
        <w:rPr>
          <w:rtl/>
          <w:lang w:bidi="fa-IR"/>
        </w:rPr>
        <w:t xml:space="preserve"> حضرت به او فرمودند: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کشت؟ عرض نمود: عمو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مرا به قتل 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معجزه آن حضرت از خونر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طا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جلوگ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کتاب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المعجزات نقل نموده.</w:t>
      </w:r>
      <w:r w:rsidRPr="00D172DD">
        <w:rPr>
          <w:rStyle w:val="libFootnotenumChar"/>
          <w:rtl/>
        </w:rPr>
        <w:t>(106)</w:t>
      </w:r>
    </w:p>
    <w:p w:rsidR="00D172DD" w:rsidRDefault="00D172DD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D172DD">
      <w:pPr>
        <w:pStyle w:val="Heading2"/>
        <w:rPr>
          <w:rtl/>
          <w:lang w:bidi="fa-IR"/>
        </w:rPr>
      </w:pPr>
      <w:bookmarkStart w:id="244" w:name="_Toc477343894"/>
      <w:bookmarkStart w:id="245" w:name="_Toc477344036"/>
      <w:r>
        <w:rPr>
          <w:rFonts w:hint="eastAsia"/>
          <w:rtl/>
          <w:lang w:bidi="fa-IR"/>
        </w:rPr>
        <w:t>معجزه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آمدن هفت شتر از کوه به فرمان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>عليه‌السلام</w:t>
      </w:r>
      <w:bookmarkEnd w:id="244"/>
      <w:bookmarkEnd w:id="245"/>
      <w:r w:rsidR="004D104C" w:rsidRPr="004D104C">
        <w:rPr>
          <w:rStyle w:val="libAlaemChar"/>
          <w:rtl/>
        </w:rPr>
        <w:t xml:space="preserve"> </w:t>
      </w:r>
    </w:p>
    <w:p w:rsidR="00BC358B" w:rsidRDefault="00BC358B" w:rsidP="00D172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کتاب روضه که منسوب به ابن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از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طالب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کرده: بعد از آنکه مردم با ابوبکر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نمودند،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نزد او آمده گفتند: آنچه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شما به ما وعده داده عطا نما. ابوبکر گفت: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شما وعده کرده؟</w:t>
      </w:r>
      <w:r>
        <w:rPr>
          <w:rFonts w:hint="eastAsia"/>
          <w:rtl/>
          <w:lang w:bidi="fa-IR"/>
        </w:rPr>
        <w:t>«قالوا</w:t>
      </w:r>
      <w:r>
        <w:rPr>
          <w:rtl/>
          <w:lang w:bidi="fa-IR"/>
        </w:rPr>
        <w:t>: انت اعلم بما وعدنا ان کنت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حقاً»؛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گفتند اگر تو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به حقّ رسول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وعده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به ما داده تو بهتر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ابابکر ندانست آن وعده</w:t>
      </w:r>
      <w:r w:rsidR="00D172D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مسلمانان که شاهد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 آنان را به نزد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کرد.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«فابتدعهم</w:t>
      </w:r>
      <w:r>
        <w:rPr>
          <w:rtl/>
          <w:lang w:bidi="fa-IR"/>
        </w:rPr>
        <w:t xml:space="preserve"> و اخبرهم»؛ حضرت بدون آنکه از خواسته آنها سؤال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آنها خبر داد. «إنّ النب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 xml:space="preserve">وعدهم سبع نوق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خرجها</w:t>
      </w:r>
      <w:r>
        <w:rPr>
          <w:rtl/>
          <w:lang w:bidi="fa-IR"/>
        </w:rPr>
        <w:t xml:space="preserve"> لهم من الجبل»؛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به آنها وعده داده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هفت شتر از کوه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آورد. «ثم خرج بهم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الجبل و دعا اللَّه فاخرج لهم منه سبع نوق فاسلموا»؛ سپس آنها را به نزد کوه برد. آن حضرت خداوند متعال را خواند و کوه شکافته شد و هفت شتر از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امر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همه مسلمان شدند.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مقام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 حضرت صالح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آن است که بنا به درخواست حضرت صالح از پروردگار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شتر از کوه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 امّا به درخواست آن حضرت هفت شتر از کوه خارج شد.</w:t>
      </w:r>
      <w:r w:rsidRPr="00D172DD">
        <w:rPr>
          <w:rStyle w:val="libFootnotenumChar"/>
          <w:rtl/>
        </w:rPr>
        <w:t>(107)</w:t>
      </w:r>
    </w:p>
    <w:p w:rsidR="00D172DD" w:rsidRDefault="00D172DD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D172DD">
      <w:pPr>
        <w:pStyle w:val="Heading2"/>
        <w:rPr>
          <w:rtl/>
          <w:lang w:bidi="fa-IR"/>
        </w:rPr>
      </w:pPr>
      <w:bookmarkStart w:id="246" w:name="_Toc477343895"/>
      <w:bookmarkStart w:id="247" w:name="_Toc477344037"/>
      <w:r>
        <w:rPr>
          <w:rFonts w:hint="eastAsia"/>
          <w:rtl/>
          <w:lang w:bidi="fa-IR"/>
        </w:rPr>
        <w:t>معجزه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باء بسم اللَّه</w:t>
      </w:r>
      <w:bookmarkEnd w:id="246"/>
      <w:bookmarkEnd w:id="247"/>
      <w:r>
        <w:rPr>
          <w:rtl/>
          <w:lang w:bidi="fa-IR"/>
        </w:rPr>
        <w:t xml:space="preserve"> </w:t>
      </w:r>
    </w:p>
    <w:p w:rsidR="00BC358B" w:rsidRDefault="00BC358B" w:rsidP="00D172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رجب</w:t>
      </w:r>
      <w:r>
        <w:rPr>
          <w:rtl/>
          <w:lang w:bidi="fa-IR"/>
        </w:rPr>
        <w:t xml:space="preserve"> الحافظ البُرس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 مشارق انوار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اسرار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97775C" w:rsidRPr="0097775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، فرموده که مگر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منبع انوار و نشانه خداوند جبار و صاحب اسرار است.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«الّذ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لابن عباس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و طفاء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مصباحها صباحها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الباء من بسم اللَّه و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تحوّل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ن»؛</w:t>
      </w:r>
      <w:r>
        <w:rPr>
          <w:rtl/>
          <w:lang w:bidi="fa-IR"/>
        </w:rPr>
        <w:t xml:space="preserve"> آن حضرت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در شب بلند تا صبح شرح باء بسم اللَّه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 عباس فرمود و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نور صبح چراغ را خاموش نمود. « و قال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لو اشاء لا وقرت اربع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</w:t>
      </w:r>
      <w:r>
        <w:rPr>
          <w:rtl/>
          <w:lang w:bidi="fa-IR"/>
        </w:rPr>
        <w:t xml:space="preserve"> من شرح بسم اللَّه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م»؛</w:t>
      </w:r>
      <w:r>
        <w:rPr>
          <w:rtl/>
          <w:lang w:bidi="fa-IR"/>
        </w:rPr>
        <w:t xml:space="preserve"> و فرمود اگر بخواهم به اندازه بار چهل شتر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شرح بسم اللَّه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</w:t>
      </w:r>
      <w:r w:rsidRPr="00D172DD">
        <w:rPr>
          <w:rStyle w:val="libFootnotenumChar"/>
          <w:rtl/>
        </w:rPr>
        <w:t>(108)</w:t>
      </w:r>
    </w:p>
    <w:p w:rsidR="00D172DD" w:rsidRDefault="00D172DD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D172DD">
      <w:pPr>
        <w:pStyle w:val="Heading2"/>
        <w:rPr>
          <w:rtl/>
          <w:lang w:bidi="fa-IR"/>
        </w:rPr>
      </w:pPr>
      <w:bookmarkStart w:id="248" w:name="_Toc477343896"/>
      <w:bookmarkStart w:id="249" w:name="_Toc477344038"/>
      <w:r>
        <w:rPr>
          <w:rFonts w:hint="eastAsia"/>
          <w:rtl/>
          <w:lang w:bidi="fa-IR"/>
        </w:rPr>
        <w:t>رفتن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صحابه به محل اصحاب کهف و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آسمان</w:t>
      </w:r>
      <w:bookmarkEnd w:id="248"/>
      <w:bookmarkEnd w:id="249"/>
      <w:r>
        <w:rPr>
          <w:rtl/>
          <w:lang w:bidi="fa-IR"/>
        </w:rPr>
        <w:t xml:space="preserve"> </w:t>
      </w:r>
    </w:p>
    <w:p w:rsidR="00BC358B" w:rsidRDefault="00BC358B" w:rsidP="00D172D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کتاب روضه منسوب به ابن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از ابوجعده از انس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که فرش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بافته شده از مو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آوردند. آن حضرت مرا به سراغ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اصحابش فرستاد 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هم در حضورش بود.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چون</w:t>
      </w:r>
      <w:r>
        <w:rPr>
          <w:rtl/>
          <w:lang w:bidi="fa-IR"/>
        </w:rPr>
        <w:t xml:space="preserve"> آن عدّه حاضر شدند، به من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فرش تا مرا از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آنچه اتفاق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افتد خبر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«ثم</w:t>
      </w:r>
      <w:r>
        <w:rPr>
          <w:rtl/>
          <w:lang w:bidi="fa-IR"/>
        </w:rPr>
        <w:t xml:space="preserve"> قال: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! قل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احمل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نا»؛</w:t>
      </w:r>
      <w:r>
        <w:rPr>
          <w:rtl/>
          <w:lang w:bidi="fa-IR"/>
        </w:rPr>
        <w:t xml:space="preserve"> آنگاه فرمود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بگو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باد ما را حمل نما. «فقال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احمل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نا،</w:t>
      </w:r>
      <w:r>
        <w:rPr>
          <w:rtl/>
          <w:lang w:bidi="fa-IR"/>
        </w:rPr>
        <w:t xml:space="preserve"> فإذا نحن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الهواء»؛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مشاهده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آسمان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« و قال رسول اللَّه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برکه اللَّه فسرنا»؛ رسول خدا فرمودند: </w:t>
      </w:r>
      <w:r>
        <w:rPr>
          <w:rFonts w:hint="eastAsia"/>
          <w:rtl/>
          <w:lang w:bidi="fa-IR"/>
        </w:rPr>
        <w:t>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برکت و کمک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همچنان در آسمان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«فقال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نا»؛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باد ما 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بگذار، آنگاه که پا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نهاد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«فقال</w:t>
      </w:r>
      <w:r>
        <w:rPr>
          <w:rtl/>
          <w:lang w:bidi="fa-IR"/>
        </w:rPr>
        <w:t xml:space="preserve"> أتدرون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انتم؟ هؤلاء اصحاب الکهف و الرّق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م»؛</w:t>
      </w:r>
      <w:r>
        <w:rPr>
          <w:rtl/>
          <w:lang w:bidi="fa-IR"/>
        </w:rPr>
        <w:t xml:space="preserve"> حضرت فرمودند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کجا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محل و مکان اصحاب کهف و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«قوموا بنا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نسلّم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هم»؛</w:t>
      </w:r>
      <w:r>
        <w:rPr>
          <w:rtl/>
          <w:lang w:bidi="fa-IR"/>
        </w:rPr>
        <w:t xml:space="preserve"> فرمودند: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به آنها سلام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ابابکر و عمر و طلحه و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انس برخاستند. به آنها سلام 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جواب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را ندادند.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«فقام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فسلّم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فقالوا و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السلام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وص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رسول اللَّه و </w:t>
      </w:r>
      <w:r w:rsidR="009268E5" w:rsidRPr="009268E5">
        <w:rPr>
          <w:rStyle w:val="libAlaemChar"/>
          <w:rtl/>
        </w:rPr>
        <w:t xml:space="preserve"> رحمه‌الله </w:t>
      </w:r>
      <w:r>
        <w:rPr>
          <w:rtl/>
          <w:lang w:bidi="fa-IR"/>
        </w:rPr>
        <w:t>»؛ سپس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برخاست به آنان سلام نمود. عرض کردند بر تو سلام باد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رسول خدا! پس آن حضرت فرمود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اصحاب کهف و 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چرا</w:t>
      </w:r>
      <w:r w:rsidR="00D172D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جواب</w:t>
      </w:r>
      <w:r>
        <w:rPr>
          <w:rtl/>
          <w:lang w:bidi="fa-IR"/>
        </w:rPr>
        <w:t xml:space="preserve"> سلام صحابه رسول خدا را نداد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عرض نمودند ما مأمور به جواب 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وص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باشد.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«ثم</w:t>
      </w:r>
      <w:r>
        <w:rPr>
          <w:rtl/>
          <w:lang w:bidi="fa-IR"/>
        </w:rPr>
        <w:t xml:space="preserve"> قال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احمل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نا،</w:t>
      </w:r>
      <w:r>
        <w:rPr>
          <w:rtl/>
          <w:lang w:bidi="fa-IR"/>
        </w:rPr>
        <w:t xml:space="preserve"> فحملتنا و سرنا ما شاء اللَّه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 غربت الشمس»؛ آنگاه حضرت فرمود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باد ما را حمل نما. پس ما را حمل کرد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 و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متعال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خواست.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نکه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بود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غروب کند.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«ثم</w:t>
      </w:r>
      <w:r>
        <w:rPr>
          <w:rtl/>
          <w:lang w:bidi="fa-IR"/>
        </w:rPr>
        <w:t xml:space="preserve"> قال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نا،</w:t>
      </w:r>
      <w:r>
        <w:rPr>
          <w:rtl/>
          <w:lang w:bidi="fa-IR"/>
        </w:rPr>
        <w:t xml:space="preserve"> فإذا نحن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ارض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ماء. فقلنا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دنت الصلوه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معنا ماءاً»؛ حضرت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باد ما 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بنه.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عرض نمود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 نماز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شد و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با </w:t>
      </w: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وضو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پس حضرت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بردند در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مبارکشان 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زدند چشمه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وضو 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نماز خواند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</w:t>
      </w:r>
      <w:r>
        <w:rPr>
          <w:rtl/>
          <w:lang w:bidi="fa-IR"/>
        </w:rPr>
        <w:t xml:space="preserve"> و وقف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 انتصف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ل»؛</w:t>
      </w:r>
      <w:r>
        <w:rPr>
          <w:rtl/>
          <w:lang w:bidi="fa-IR"/>
        </w:rPr>
        <w:t xml:space="preserve"> آنجناب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ستادند</w:t>
      </w:r>
      <w:r>
        <w:rPr>
          <w:rtl/>
          <w:lang w:bidi="fa-IR"/>
        </w:rPr>
        <w:t xml:space="preserve"> و تا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شب مشغول به نماز شدند. سپس فرمودند بر جاها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فرش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نماز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نماز صبح را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سپس فرمود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باد ما را حمل نما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آسمان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 به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ما را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داد.</w:t>
      </w:r>
      <w:r w:rsidR="00D172DD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«فإذا</w:t>
      </w:r>
      <w:r>
        <w:rPr>
          <w:rtl/>
          <w:lang w:bidi="fa-IR"/>
        </w:rPr>
        <w:t xml:space="preserve"> بمسجد رسول اللَّه و قد 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الغداه رکعه 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رکعه»؛ ناگهان به مسجد رسول خدا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حضرت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رکعت از نماز صبح را خوانده بودند و ما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رکعت نماز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سپس آنچه را که انس مشاهده نموده بود به عرض حضرت</w:t>
      </w:r>
      <w:r w:rsidR="00D172DD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D172DD">
        <w:rPr>
          <w:rStyle w:val="libFootnotenumChar"/>
          <w:rtl/>
        </w:rPr>
        <w:t>.(109)</w:t>
      </w:r>
    </w:p>
    <w:p w:rsidR="00D172DD" w:rsidRDefault="00D172DD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D172DD">
      <w:pPr>
        <w:pStyle w:val="Heading2"/>
        <w:rPr>
          <w:rtl/>
          <w:lang w:bidi="fa-IR"/>
        </w:rPr>
      </w:pPr>
      <w:bookmarkStart w:id="250" w:name="_Toc477343897"/>
      <w:bookmarkStart w:id="251" w:name="_Toc477344039"/>
      <w:r>
        <w:rPr>
          <w:rFonts w:hint="eastAsia"/>
          <w:rtl/>
          <w:lang w:bidi="fa-IR"/>
        </w:rPr>
        <w:t>بارور</w:t>
      </w:r>
      <w:r>
        <w:rPr>
          <w:rtl/>
          <w:lang w:bidi="fa-IR"/>
        </w:rPr>
        <w:t xml:space="preserve"> شدن درخت گلاب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خشک به معجزه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>عليه‌السلام</w:t>
      </w:r>
      <w:bookmarkEnd w:id="250"/>
      <w:bookmarkEnd w:id="251"/>
      <w:r w:rsidR="004D104C" w:rsidRPr="004D104C">
        <w:rPr>
          <w:rStyle w:val="libAlaemChar"/>
          <w:rtl/>
        </w:rPr>
        <w:t xml:space="preserve"> 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کتاب بصائر الدرجات از الحارث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 گفت: با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باقول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آنجا درخت گلاب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پوست او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و چوبش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بود.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«فضربها</w:t>
      </w:r>
      <w:r w:rsidR="004D104C" w:rsidRPr="004D104C">
        <w:rPr>
          <w:rStyle w:val="libAlaemChar"/>
          <w:rFonts w:hint="eastAsia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فقال: ارجع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بإذن اللَّه خضراءاً مثمره»؛ پس آن حضرت دست مبارکش را به آن زد و فرمود: به اذن خدا سرسبز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دار باش.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«فإذا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تهتزّ بأغصانها و حملها الکمّثر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»؛</w:t>
      </w:r>
      <w:r>
        <w:rPr>
          <w:rtl/>
          <w:lang w:bidi="fa-IR"/>
        </w:rPr>
        <w:t xml:space="preserve"> ناگهان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درخت با شاخه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حرکت درآمد و سرسبز شد و به گلاب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بارور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«فقطعنا و أکلنا و حملنا معنا»؛ از گلاب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درخت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خود برداشت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چون فردا شد و صبح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نزد درخت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رخت</w:t>
      </w:r>
      <w:r>
        <w:rPr>
          <w:rtl/>
          <w:lang w:bidi="fa-IR"/>
        </w:rPr>
        <w:t xml:space="preserve"> سبز است و گلاب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  <w:r w:rsidRPr="00D172DD">
        <w:rPr>
          <w:rStyle w:val="libFootnotenumChar"/>
          <w:rtl/>
        </w:rPr>
        <w:t>(110)</w:t>
      </w:r>
    </w:p>
    <w:p w:rsidR="00D172DD" w:rsidRDefault="00D172DD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D172DD">
      <w:pPr>
        <w:pStyle w:val="Heading2"/>
        <w:rPr>
          <w:rtl/>
          <w:lang w:bidi="fa-IR"/>
        </w:rPr>
      </w:pPr>
      <w:bookmarkStart w:id="252" w:name="_Toc477343898"/>
      <w:bookmarkStart w:id="253" w:name="_Toc477344040"/>
      <w:r>
        <w:rPr>
          <w:rFonts w:hint="eastAsia"/>
          <w:rtl/>
          <w:lang w:bidi="fa-IR"/>
        </w:rPr>
        <w:t>مبدّل</w:t>
      </w:r>
      <w:r>
        <w:rPr>
          <w:rtl/>
          <w:lang w:bidi="fa-IR"/>
        </w:rPr>
        <w:t xml:space="preserve"> شدن نان خشک به ران مرغ پخته و حلوا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bookmarkEnd w:id="252"/>
      <w:bookmarkEnd w:id="253"/>
      <w:r>
        <w:rPr>
          <w:rtl/>
          <w:lang w:bidi="fa-IR"/>
        </w:rPr>
        <w:t xml:space="preserve"> </w:t>
      </w:r>
    </w:p>
    <w:p w:rsidR="00BC358B" w:rsidRDefault="00BC358B" w:rsidP="0054067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عباس نقل کرده که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آمد، حضرت او را مهمان نمود. دستور فرمودند قرص نان خشک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قدح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نزدش حاضر کردند. «ثم کر قطعه و القاها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الماء ثمّ قال للرجل تناولها»؛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نان خشک را در داخل قدح آب انداختند سپس به آن مرد مهمان فرمودند بردار و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کن.</w:t>
      </w:r>
      <w:r w:rsidR="00540671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«فأخرجها</w:t>
      </w:r>
      <w:r>
        <w:rPr>
          <w:rtl/>
          <w:lang w:bidi="fa-IR"/>
        </w:rPr>
        <w:t xml:space="preserve"> فإذا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فخذ طائر مشو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»؛</w:t>
      </w:r>
      <w:r>
        <w:rPr>
          <w:rtl/>
          <w:lang w:bidi="fa-IR"/>
        </w:rPr>
        <w:t xml:space="preserve"> مرد مهمان چون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ران مرغ پخته و سرخ شده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«ثم 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اخر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فقال تناولها؛ فإذا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قطعه من الحلو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...»؛ سپس تکه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نان خشک را در قدح انداختند و به مهمان فرمودند بردار. چون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قطعه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eastAsia"/>
          <w:rtl/>
          <w:lang w:bidi="fa-IR"/>
        </w:rPr>
        <w:t>لوا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تا آخر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>.</w:t>
      </w:r>
      <w:r w:rsidRPr="00540671">
        <w:rPr>
          <w:rStyle w:val="libFootnotenumChar"/>
          <w:rtl/>
        </w:rPr>
        <w:t>(111)</w:t>
      </w:r>
    </w:p>
    <w:p w:rsidR="00BC358B" w:rsidRDefault="00BC358B" w:rsidP="0054067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مقام</w:t>
      </w:r>
      <w:r>
        <w:rPr>
          <w:rtl/>
          <w:lang w:bidi="fa-IR"/>
        </w:rPr>
        <w:t xml:space="preserve">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اللَّه 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Fonts w:hint="eastAsia"/>
          <w:rtl/>
          <w:lang w:bidi="fa-IR"/>
        </w:rPr>
        <w:t>السلام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المصطف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المفوض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اللَّه «وَما أَرْسَلْناکَ إِلَّا رَحْمَهً لِلْعالَمِ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نَ»</w:t>
      </w:r>
      <w:r w:rsidRPr="00540671">
        <w:rPr>
          <w:rStyle w:val="libFootnotenumChar"/>
          <w:rtl/>
        </w:rPr>
        <w:t>(112)</w:t>
      </w:r>
      <w:r>
        <w:rPr>
          <w:rtl/>
          <w:lang w:bidi="fa-IR"/>
        </w:rPr>
        <w:t>... او را مظهر رحمت واسعه خود قرار داد. در قوس نزول آن حضرت را مقام عقل اوّل و آدم اوّل و اولو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بالشرف عطا فرمود. در قوس صعود مقام خاتم رسولان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ولد آدم و عقل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نفس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عطا کرد. و کتاب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مقام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فرقان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مقام جمع ا</w:t>
      </w:r>
      <w:r>
        <w:rPr>
          <w:rFonts w:hint="eastAsia"/>
          <w:rtl/>
          <w:lang w:bidi="fa-IR"/>
        </w:rPr>
        <w:t>لجمع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مجمل، و فرق الفرق مفصل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540671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«اوت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جوامع الکلم»؛ مقام جمع، « و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کل 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ء»؛ مقام فرق است.</w:t>
      </w:r>
    </w:p>
    <w:p w:rsidR="00BC358B" w:rsidRDefault="00540671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540671">
      <w:pPr>
        <w:pStyle w:val="Heading1"/>
        <w:rPr>
          <w:rtl/>
          <w:lang w:bidi="fa-IR"/>
        </w:rPr>
      </w:pPr>
      <w:bookmarkStart w:id="254" w:name="_Toc477343899"/>
      <w:bookmarkStart w:id="255" w:name="_Toc477344041"/>
      <w:r>
        <w:rPr>
          <w:rFonts w:hint="eastAsia"/>
          <w:rtl/>
          <w:lang w:bidi="fa-IR"/>
        </w:rPr>
        <w:t>بخش</w:t>
      </w:r>
      <w:r>
        <w:rPr>
          <w:rtl/>
          <w:lang w:bidi="fa-IR"/>
        </w:rPr>
        <w:t xml:space="preserve"> چهارم:گز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اشعار و رباع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bookmarkEnd w:id="254"/>
      <w:bookmarkEnd w:id="255"/>
      <w:r>
        <w:rPr>
          <w:rtl/>
          <w:lang w:bidi="fa-IR"/>
        </w:rPr>
        <w:t xml:space="preserve"> </w:t>
      </w:r>
    </w:p>
    <w:p w:rsidR="00540671" w:rsidRDefault="00540671" w:rsidP="00BC358B">
      <w:pPr>
        <w:pStyle w:val="libNormal"/>
        <w:rPr>
          <w:rtl/>
          <w:lang w:bidi="fa-IR"/>
        </w:rPr>
      </w:pPr>
    </w:p>
    <w:p w:rsidR="00BC358B" w:rsidRDefault="00BC358B" w:rsidP="00540671">
      <w:pPr>
        <w:pStyle w:val="Heading2"/>
        <w:rPr>
          <w:rtl/>
          <w:lang w:bidi="fa-IR"/>
        </w:rPr>
      </w:pPr>
      <w:bookmarkStart w:id="256" w:name="_Toc477343900"/>
      <w:bookmarkStart w:id="257" w:name="_Toc477344042"/>
      <w:r>
        <w:rPr>
          <w:rFonts w:hint="eastAsia"/>
          <w:rtl/>
          <w:lang w:bidi="fa-IR"/>
        </w:rPr>
        <w:t>گلچ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اشعار در وصف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E913E1" w:rsidRPr="00E913E1">
        <w:rPr>
          <w:rStyle w:val="libAlaemChar"/>
          <w:rtl/>
        </w:rPr>
        <w:t>صلى‌الله‌عليه‌وآله</w:t>
      </w:r>
      <w:bookmarkEnd w:id="256"/>
      <w:bookmarkEnd w:id="257"/>
      <w:r w:rsidR="00E913E1" w:rsidRPr="00E913E1">
        <w:rPr>
          <w:rStyle w:val="libAlaemChar"/>
          <w:rtl/>
        </w:rPr>
        <w:t xml:space="preserve"> </w:t>
      </w:r>
    </w:p>
    <w:tbl>
      <w:tblPr>
        <w:tblStyle w:val="TableGrid"/>
        <w:bidiVisual/>
        <w:tblW w:w="4631" w:type="pct"/>
        <w:tblInd w:w="279" w:type="dxa"/>
        <w:tblLook w:val="01E0"/>
      </w:tblPr>
      <w:tblGrid>
        <w:gridCol w:w="3449"/>
        <w:gridCol w:w="257"/>
        <w:gridCol w:w="3321"/>
      </w:tblGrid>
      <w:tr w:rsidR="00540671" w:rsidTr="00540671">
        <w:trPr>
          <w:trHeight w:val="350"/>
        </w:trPr>
        <w:tc>
          <w:tcPr>
            <w:tcW w:w="3449" w:type="dxa"/>
            <w:shd w:val="clear" w:color="auto" w:fill="auto"/>
          </w:tcPr>
          <w:p w:rsidR="00540671" w:rsidRDefault="00540671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باز</w:t>
            </w:r>
            <w:r>
              <w:rPr>
                <w:rtl/>
                <w:lang w:bidi="fa-IR"/>
              </w:rPr>
              <w:t xml:space="preserve"> 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فروغ حسن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حد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540671" w:rsidRDefault="00540671" w:rsidP="00D703E4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540671" w:rsidRDefault="00540671" w:rsidP="00D703E4">
            <w:pPr>
              <w:pStyle w:val="libPoem"/>
            </w:pPr>
            <w:r>
              <w:rPr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آن شاهد مطلق و مجرد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0671" w:rsidTr="00540671">
        <w:trPr>
          <w:trHeight w:val="350"/>
        </w:trPr>
        <w:tc>
          <w:tcPr>
            <w:tcW w:w="3449" w:type="dxa"/>
          </w:tcPr>
          <w:p w:rsidR="00540671" w:rsidRDefault="00540671" w:rsidP="00D703E4">
            <w:pPr>
              <w:pStyle w:val="libPoem"/>
            </w:pPr>
            <w:r>
              <w:rPr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از آدم و نوح تا به روح اللَّه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40671" w:rsidRDefault="00540671" w:rsidP="00D703E4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40671" w:rsidRDefault="00540671" w:rsidP="00D703E4">
            <w:pPr>
              <w:pStyle w:val="libPoem"/>
            </w:pPr>
            <w:r>
              <w:rPr>
                <w:rtl/>
                <w:lang w:bidi="fa-IR"/>
              </w:rPr>
              <w:t>درد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کش باده 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0671" w:rsidTr="00540671">
        <w:trPr>
          <w:trHeight w:val="350"/>
        </w:trPr>
        <w:tc>
          <w:tcPr>
            <w:tcW w:w="3449" w:type="dxa"/>
          </w:tcPr>
          <w:p w:rsidR="00540671" w:rsidRDefault="00540671" w:rsidP="00D703E4">
            <w:pPr>
              <w:pStyle w:val="libPoem"/>
            </w:pPr>
            <w:r>
              <w:rPr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آن سرور عالم تجرّد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540671" w:rsidRDefault="00540671" w:rsidP="00D703E4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540671" w:rsidRDefault="00540671" w:rsidP="00D703E4">
            <w:pPr>
              <w:pStyle w:val="libPoem"/>
            </w:pPr>
            <w:r>
              <w:rPr>
                <w:rtl/>
                <w:lang w:bidi="fa-IR"/>
              </w:rPr>
              <w:t>را</w:t>
            </w:r>
            <w:r>
              <w:rPr>
                <w:rFonts w:hint="eastAsia"/>
                <w:rtl/>
                <w:lang w:bidi="fa-IR"/>
              </w:rPr>
              <w:t>مخدوم</w:t>
            </w:r>
            <w:r>
              <w:rPr>
                <w:rtl/>
                <w:lang w:bidi="fa-IR"/>
              </w:rPr>
              <w:t xml:space="preserve"> فرشتگان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حدّ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40671" w:rsidRDefault="00BC358B" w:rsidP="00540671">
      <w:pPr>
        <w:pStyle w:val="libNormal"/>
        <w:rPr>
          <w:rtl/>
          <w:lang w:bidi="fa-IR"/>
        </w:rPr>
      </w:pPr>
      <w:r>
        <w:rPr>
          <w:rtl/>
          <w:lang w:bidi="fa-IR"/>
        </w:rPr>
        <w:t>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اللَّه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5"/>
        <w:gridCol w:w="268"/>
        <w:gridCol w:w="3299"/>
      </w:tblGrid>
      <w:tr w:rsidR="00540671" w:rsidTr="00540671">
        <w:trPr>
          <w:trHeight w:val="350"/>
        </w:trPr>
        <w:tc>
          <w:tcPr>
            <w:tcW w:w="3355" w:type="dxa"/>
            <w:shd w:val="clear" w:color="auto" w:fill="auto"/>
          </w:tcPr>
          <w:p w:rsidR="00540671" w:rsidRDefault="00540671" w:rsidP="00D703E4">
            <w:pPr>
              <w:pStyle w:val="libPoem"/>
            </w:pPr>
            <w:r>
              <w:rPr>
                <w:rtl/>
                <w:lang w:bidi="fa-IR"/>
              </w:rPr>
              <w:t>نگارا جسمت از جان آفر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540671" w:rsidRDefault="00540671" w:rsidP="00D703E4">
            <w:pPr>
              <w:pStyle w:val="libPoem"/>
              <w:rPr>
                <w:rtl/>
              </w:rPr>
            </w:pPr>
          </w:p>
        </w:tc>
        <w:tc>
          <w:tcPr>
            <w:tcW w:w="3299" w:type="dxa"/>
            <w:shd w:val="clear" w:color="auto" w:fill="auto"/>
          </w:tcPr>
          <w:p w:rsidR="00540671" w:rsidRDefault="00540671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کفر زلفت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مان</w:t>
            </w:r>
            <w:r>
              <w:rPr>
                <w:rtl/>
                <w:lang w:bidi="fa-IR"/>
              </w:rPr>
              <w:t xml:space="preserve"> آفر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0671" w:rsidTr="00540671">
        <w:trPr>
          <w:trHeight w:val="350"/>
        </w:trPr>
        <w:tc>
          <w:tcPr>
            <w:tcW w:w="3355" w:type="dxa"/>
          </w:tcPr>
          <w:p w:rsidR="00540671" w:rsidRDefault="00540671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جمال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وسف</w:t>
            </w:r>
            <w:r>
              <w:rPr>
                <w:rtl/>
                <w:lang w:bidi="fa-IR"/>
              </w:rPr>
              <w:t xml:space="preserve"> مصر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40671" w:rsidRDefault="00540671" w:rsidP="00D703E4">
            <w:pPr>
              <w:pStyle w:val="libPoem"/>
              <w:rPr>
                <w:rtl/>
              </w:rPr>
            </w:pPr>
          </w:p>
        </w:tc>
        <w:tc>
          <w:tcPr>
            <w:tcW w:w="3299" w:type="dxa"/>
          </w:tcPr>
          <w:p w:rsidR="00540671" w:rsidRDefault="00540671" w:rsidP="00D703E4">
            <w:pPr>
              <w:pStyle w:val="libPoem"/>
            </w:pPr>
            <w:r>
              <w:rPr>
                <w:rtl/>
                <w:lang w:bidi="fa-IR"/>
              </w:rPr>
              <w:t>تو را خوب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دو چندان آفر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0671" w:rsidTr="00540671">
        <w:trPr>
          <w:trHeight w:val="350"/>
        </w:trPr>
        <w:tc>
          <w:tcPr>
            <w:tcW w:w="3355" w:type="dxa"/>
          </w:tcPr>
          <w:p w:rsidR="00540671" w:rsidRDefault="00540671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باغ عارضت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گل بچ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40671" w:rsidRDefault="00540671" w:rsidP="00D703E4">
            <w:pPr>
              <w:pStyle w:val="libPoem"/>
              <w:rPr>
                <w:rtl/>
              </w:rPr>
            </w:pPr>
          </w:p>
        </w:tc>
        <w:tc>
          <w:tcPr>
            <w:tcW w:w="3299" w:type="dxa"/>
          </w:tcPr>
          <w:p w:rsidR="00540671" w:rsidRDefault="00540671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بهشت</w:t>
            </w:r>
            <w:r>
              <w:rPr>
                <w:rtl/>
                <w:lang w:bidi="fa-IR"/>
              </w:rPr>
              <w:t xml:space="preserve"> جاودان زان آفر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0671" w:rsidTr="00540671">
        <w:trPr>
          <w:trHeight w:val="350"/>
        </w:trPr>
        <w:tc>
          <w:tcPr>
            <w:tcW w:w="3355" w:type="dxa"/>
          </w:tcPr>
          <w:p w:rsidR="00540671" w:rsidRDefault="00540671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غبار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از سر کو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برخاست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40671" w:rsidRDefault="00540671" w:rsidP="00D703E4">
            <w:pPr>
              <w:pStyle w:val="libPoem"/>
              <w:rPr>
                <w:rtl/>
              </w:rPr>
            </w:pPr>
          </w:p>
        </w:tc>
        <w:tc>
          <w:tcPr>
            <w:tcW w:w="3299" w:type="dxa"/>
          </w:tcPr>
          <w:p w:rsidR="00540671" w:rsidRDefault="00540671" w:rsidP="00D703E4">
            <w:pPr>
              <w:pStyle w:val="libPoem"/>
            </w:pPr>
            <w:r>
              <w:rPr>
                <w:rtl/>
                <w:lang w:bidi="fa-IR"/>
              </w:rPr>
              <w:t>وزان خاک آب ح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وان</w:t>
            </w:r>
            <w:r>
              <w:rPr>
                <w:rtl/>
                <w:lang w:bidi="fa-IR"/>
              </w:rPr>
              <w:t xml:space="preserve"> آفر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40671" w:rsidTr="00540671">
        <w:tblPrEx>
          <w:tblLook w:val="04A0"/>
        </w:tblPrEx>
        <w:trPr>
          <w:trHeight w:val="350"/>
        </w:trPr>
        <w:tc>
          <w:tcPr>
            <w:tcW w:w="3355" w:type="dxa"/>
          </w:tcPr>
          <w:p w:rsidR="00540671" w:rsidRDefault="00540671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سراپا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فدا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باد و جان 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540671" w:rsidRDefault="00540671" w:rsidP="00D703E4">
            <w:pPr>
              <w:pStyle w:val="libPoem"/>
              <w:rPr>
                <w:rtl/>
              </w:rPr>
            </w:pPr>
          </w:p>
        </w:tc>
        <w:tc>
          <w:tcPr>
            <w:tcW w:w="3299" w:type="dxa"/>
          </w:tcPr>
          <w:p w:rsidR="00540671" w:rsidRDefault="00540671" w:rsidP="00D703E4">
            <w:pPr>
              <w:pStyle w:val="libPoem"/>
            </w:pPr>
            <w:r>
              <w:rPr>
                <w:rtl/>
                <w:lang w:bidi="fa-IR"/>
              </w:rPr>
              <w:t>که سر تا پا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tl/>
                <w:lang w:bidi="fa-IR"/>
              </w:rPr>
              <w:t xml:space="preserve"> از جان آفر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540671" w:rsidRDefault="00540671" w:rsidP="00BC358B">
      <w:pPr>
        <w:pStyle w:val="libNormal"/>
        <w:rPr>
          <w:rtl/>
        </w:rPr>
      </w:pPr>
    </w:p>
    <w:p w:rsidR="00F658EF" w:rsidRDefault="00540671" w:rsidP="00F658EF">
      <w:pPr>
        <w:pStyle w:val="libNormal"/>
        <w:rPr>
          <w:rtl/>
          <w:lang w:bidi="fa-IR"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F658EF" w:rsidTr="00F658EF">
        <w:trPr>
          <w:trHeight w:val="350"/>
        </w:trPr>
        <w:tc>
          <w:tcPr>
            <w:tcW w:w="3344" w:type="dxa"/>
            <w:shd w:val="clear" w:color="auto" w:fill="auto"/>
          </w:tcPr>
          <w:p w:rsidR="00F658EF" w:rsidRDefault="00F658EF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اختران</w:t>
            </w:r>
            <w:r>
              <w:rPr>
                <w:rtl/>
                <w:lang w:bidi="fa-IR"/>
              </w:rPr>
              <w:t xml:space="preserve"> پرتو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اندر دل دانشور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F658EF" w:rsidRDefault="00F658EF" w:rsidP="00D703E4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F658EF" w:rsidRDefault="00F658EF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دل</w:t>
            </w:r>
            <w:r>
              <w:rPr>
                <w:rtl/>
                <w:lang w:bidi="fa-IR"/>
              </w:rPr>
              <w:t xml:space="preserve"> ما مظهر کل، کل همگ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مظهر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58EF" w:rsidTr="00F658EF">
        <w:trPr>
          <w:trHeight w:val="350"/>
        </w:trPr>
        <w:tc>
          <w:tcPr>
            <w:tcW w:w="3344" w:type="dxa"/>
          </w:tcPr>
          <w:p w:rsidR="00F658EF" w:rsidRDefault="00F658EF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نه</w:t>
            </w:r>
            <w:r>
              <w:rPr>
                <w:rtl/>
                <w:lang w:bidi="fa-IR"/>
              </w:rPr>
              <w:t xml:space="preserve"> هم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اهل زم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را همه باب اللّه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658EF" w:rsidRDefault="00F658EF" w:rsidP="00D703E4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658EF" w:rsidRDefault="00F658EF" w:rsidP="00D703E4">
            <w:pPr>
              <w:pStyle w:val="libPoem"/>
            </w:pPr>
            <w:r>
              <w:rPr>
                <w:rtl/>
                <w:lang w:bidi="fa-IR"/>
              </w:rPr>
              <w:t>نُه فلک در دَوَرانند به گرد سر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58EF" w:rsidTr="00F658EF">
        <w:trPr>
          <w:trHeight w:val="350"/>
        </w:trPr>
        <w:tc>
          <w:tcPr>
            <w:tcW w:w="3344" w:type="dxa"/>
          </w:tcPr>
          <w:p w:rsidR="00F658EF" w:rsidRDefault="00F658EF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برِ</w:t>
            </w:r>
            <w:r>
              <w:rPr>
                <w:rtl/>
                <w:lang w:bidi="fa-IR"/>
              </w:rPr>
              <w:t xml:space="preserve"> ما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خرد طفل دبستان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658EF" w:rsidRDefault="00F658EF" w:rsidP="00D703E4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658EF" w:rsidRDefault="00F658EF" w:rsidP="00D703E4">
            <w:pPr>
              <w:pStyle w:val="libPoem"/>
            </w:pPr>
            <w:r>
              <w:rPr>
                <w:rtl/>
                <w:lang w:bidi="fa-IR"/>
              </w:rPr>
              <w:t>فلسف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مقتبس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از دل دانشور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58EF" w:rsidTr="00F658EF">
        <w:tblPrEx>
          <w:tblLook w:val="04A0"/>
        </w:tblPrEx>
        <w:trPr>
          <w:trHeight w:val="350"/>
        </w:trPr>
        <w:tc>
          <w:tcPr>
            <w:tcW w:w="3344" w:type="dxa"/>
          </w:tcPr>
          <w:p w:rsidR="00F658EF" w:rsidRDefault="00F658EF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نخل</w:t>
            </w:r>
            <w:r>
              <w:rPr>
                <w:rtl/>
                <w:lang w:bidi="fa-IR"/>
              </w:rPr>
              <w:t xml:space="preserve"> بلند علم بُود احمد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eastAsia"/>
                <w:rtl/>
                <w:lang w:bidi="fa-IR"/>
              </w:rPr>
              <w:t>امّ</w:t>
            </w:r>
            <w:r>
              <w:rPr>
                <w:rtl/>
                <w:lang w:bidi="fa-IR"/>
              </w:rPr>
              <w:t xml:space="preserve"> الکتاب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658EF" w:rsidRDefault="00F658EF" w:rsidP="00D703E4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658EF" w:rsidRDefault="00F658EF" w:rsidP="00D703E4">
            <w:pPr>
              <w:pStyle w:val="libPoem"/>
            </w:pPr>
            <w:r>
              <w:rPr>
                <w:rtl/>
                <w:lang w:bidi="fa-IR"/>
              </w:rPr>
              <w:t xml:space="preserve">فاطمه شد بارش قرآن و پاره تن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58EF" w:rsidTr="00F658EF">
        <w:tblPrEx>
          <w:tblLook w:val="04A0"/>
        </w:tblPrEx>
        <w:trPr>
          <w:trHeight w:val="350"/>
        </w:trPr>
        <w:tc>
          <w:tcPr>
            <w:tcW w:w="3344" w:type="dxa"/>
          </w:tcPr>
          <w:p w:rsidR="00F658EF" w:rsidRDefault="00F658EF" w:rsidP="00D703E4">
            <w:pPr>
              <w:pStyle w:val="libPoem"/>
            </w:pPr>
            <w:r>
              <w:rPr>
                <w:rtl/>
                <w:lang w:bidi="fa-IR"/>
              </w:rPr>
              <w:t>اوست خُلقش چو احمد است و هم آثارش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658EF" w:rsidRDefault="00F658EF" w:rsidP="00D703E4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658EF" w:rsidRDefault="00F658EF" w:rsidP="00D703E4">
            <w:pPr>
              <w:pStyle w:val="libPoem"/>
            </w:pPr>
            <w:r>
              <w:rPr>
                <w:rtl/>
                <w:lang w:bidi="fa-IR"/>
              </w:rPr>
              <w:t>طوط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باغ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صمد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دختر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58EF" w:rsidTr="00F658EF">
        <w:tblPrEx>
          <w:tblLook w:val="04A0"/>
        </w:tblPrEx>
        <w:trPr>
          <w:trHeight w:val="350"/>
        </w:trPr>
        <w:tc>
          <w:tcPr>
            <w:tcW w:w="3344" w:type="dxa"/>
          </w:tcPr>
          <w:p w:rsidR="00F658EF" w:rsidRDefault="00F658EF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جبر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tl/>
                <w:lang w:bidi="fa-IR"/>
              </w:rPr>
              <w:t xml:space="preserve"> 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زد</w:t>
            </w:r>
            <w:r>
              <w:rPr>
                <w:rtl/>
                <w:lang w:bidi="fa-IR"/>
              </w:rPr>
              <w:t xml:space="preserve"> از نوک منقارش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گوهر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658EF" w:rsidRDefault="00F658EF" w:rsidP="00D703E4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658EF" w:rsidRDefault="00F658EF" w:rsidP="00D703E4">
            <w:pPr>
              <w:pStyle w:val="libPoem"/>
            </w:pPr>
            <w:r>
              <w:rPr>
                <w:rtl/>
                <w:lang w:bidi="fa-IR"/>
              </w:rPr>
              <w:t>از جناب رسول اللَّه پاک است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eastAsia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داور است خر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دارش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F658EF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F658EF">
      <w:pPr>
        <w:pStyle w:val="Heading2"/>
        <w:rPr>
          <w:rtl/>
          <w:lang w:bidi="fa-IR"/>
        </w:rPr>
      </w:pPr>
      <w:bookmarkStart w:id="258" w:name="_Toc477343901"/>
      <w:bookmarkStart w:id="259" w:name="_Toc477344043"/>
      <w:r>
        <w:rPr>
          <w:rFonts w:hint="eastAsia"/>
          <w:rtl/>
          <w:lang w:bidi="fa-IR"/>
        </w:rPr>
        <w:t>اشعار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منتخب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ذوق و عرفان</w:t>
      </w:r>
      <w:bookmarkEnd w:id="258"/>
      <w:bookmarkEnd w:id="259"/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F658EF" w:rsidTr="00F658EF">
        <w:trPr>
          <w:trHeight w:val="350"/>
        </w:trPr>
        <w:tc>
          <w:tcPr>
            <w:tcW w:w="3344" w:type="dxa"/>
            <w:shd w:val="clear" w:color="auto" w:fill="auto"/>
          </w:tcPr>
          <w:p w:rsidR="00F658EF" w:rsidRDefault="00F658EF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صد</w:t>
            </w:r>
            <w:r>
              <w:rPr>
                <w:rtl/>
                <w:lang w:bidi="fa-IR"/>
              </w:rPr>
              <w:t xml:space="preserve"> بار گر از دست غمت خون رود از 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F658EF" w:rsidRDefault="00F658EF" w:rsidP="00D703E4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F658EF" w:rsidRDefault="00F658EF" w:rsidP="00D703E4">
            <w:pPr>
              <w:pStyle w:val="libPoem"/>
            </w:pPr>
            <w:r>
              <w:rPr>
                <w:rtl/>
                <w:lang w:bidi="fa-IR"/>
              </w:rPr>
              <w:t>از در چو درآ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همه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رون</w:t>
            </w:r>
            <w:r>
              <w:rPr>
                <w:rtl/>
                <w:lang w:bidi="fa-IR"/>
              </w:rPr>
              <w:t xml:space="preserve"> رود از 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58EF" w:rsidTr="00F658EF">
        <w:trPr>
          <w:trHeight w:val="350"/>
        </w:trPr>
        <w:tc>
          <w:tcPr>
            <w:tcW w:w="3344" w:type="dxa"/>
          </w:tcPr>
          <w:p w:rsidR="00F658EF" w:rsidRDefault="00F658EF" w:rsidP="00D703E4">
            <w:pPr>
              <w:pStyle w:val="libPoem"/>
            </w:pPr>
            <w:r>
              <w:rPr>
                <w:rtl/>
                <w:lang w:bidi="fa-IR"/>
              </w:rPr>
              <w:t xml:space="preserve">گر قصه عشق من و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ارم</w:t>
            </w:r>
            <w:r>
              <w:rPr>
                <w:rtl/>
                <w:lang w:bidi="fa-IR"/>
              </w:rPr>
              <w:t xml:space="preserve"> بنگارند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658EF" w:rsidRDefault="00F658EF" w:rsidP="00D703E4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658EF" w:rsidRDefault="00F658EF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صد</w:t>
            </w:r>
            <w:r>
              <w:rPr>
                <w:rtl/>
                <w:lang w:bidi="fa-IR"/>
              </w:rPr>
              <w:t xml:space="preserve"> 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مجنون همه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رون</w:t>
            </w:r>
            <w:r>
              <w:rPr>
                <w:rtl/>
                <w:lang w:bidi="fa-IR"/>
              </w:rPr>
              <w:t xml:space="preserve"> رود از 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58EF" w:rsidTr="00F658EF">
        <w:trPr>
          <w:trHeight w:val="350"/>
        </w:trPr>
        <w:tc>
          <w:tcPr>
            <w:tcW w:w="3344" w:type="dxa"/>
          </w:tcPr>
          <w:p w:rsidR="00F658EF" w:rsidRDefault="00F658EF" w:rsidP="00D703E4">
            <w:pPr>
              <w:pStyle w:val="libPoem"/>
            </w:pPr>
            <w:r>
              <w:rPr>
                <w:rtl/>
                <w:lang w:bidi="fa-IR"/>
              </w:rPr>
              <w:t>در قتل من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مه بکش آهسته کمان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658EF" w:rsidRDefault="00F658EF" w:rsidP="00D703E4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658EF" w:rsidRDefault="00F658EF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ح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</w:t>
            </w:r>
            <w:r>
              <w:rPr>
                <w:rtl/>
                <w:lang w:bidi="fa-IR"/>
              </w:rPr>
              <w:t xml:space="preserve"> است که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کان</w:t>
            </w:r>
            <w:r>
              <w:rPr>
                <w:rtl/>
                <w:lang w:bidi="fa-IR"/>
              </w:rPr>
              <w:t xml:space="preserve"> همه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رون</w:t>
            </w:r>
            <w:r>
              <w:rPr>
                <w:rtl/>
                <w:lang w:bidi="fa-IR"/>
              </w:rPr>
              <w:t xml:space="preserve"> رود از 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658EF" w:rsidRDefault="00F658EF" w:rsidP="00BC358B">
      <w:pPr>
        <w:pStyle w:val="libNormal"/>
        <w:rPr>
          <w:rtl/>
          <w:lang w:bidi="fa-IR"/>
        </w:rPr>
      </w:pPr>
    </w:p>
    <w:p w:rsidR="00BC358B" w:rsidRDefault="00F658EF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9"/>
        <w:gridCol w:w="268"/>
        <w:gridCol w:w="3325"/>
      </w:tblGrid>
      <w:tr w:rsidR="00F658EF" w:rsidTr="00D703E4">
        <w:trPr>
          <w:trHeight w:val="350"/>
        </w:trPr>
        <w:tc>
          <w:tcPr>
            <w:tcW w:w="3329" w:type="dxa"/>
            <w:shd w:val="clear" w:color="auto" w:fill="auto"/>
          </w:tcPr>
          <w:p w:rsidR="00F658EF" w:rsidRDefault="00F658EF" w:rsidP="00D703E4">
            <w:pPr>
              <w:pStyle w:val="libPoem"/>
            </w:pPr>
            <w:r>
              <w:rPr>
                <w:rtl/>
                <w:lang w:bidi="fa-IR"/>
              </w:rPr>
              <w:t>غمت در نهان خانه دل نش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F658EF" w:rsidRDefault="00F658EF" w:rsidP="00D703E4">
            <w:pPr>
              <w:pStyle w:val="libPoem"/>
              <w:rPr>
                <w:rtl/>
              </w:rPr>
            </w:pPr>
          </w:p>
        </w:tc>
        <w:tc>
          <w:tcPr>
            <w:tcW w:w="3325" w:type="dxa"/>
            <w:shd w:val="clear" w:color="auto" w:fill="auto"/>
          </w:tcPr>
          <w:p w:rsidR="00F658EF" w:rsidRDefault="00F658EF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ناز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محمل نش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58EF" w:rsidTr="00D703E4">
        <w:trPr>
          <w:trHeight w:val="350"/>
        </w:trPr>
        <w:tc>
          <w:tcPr>
            <w:tcW w:w="3329" w:type="dxa"/>
          </w:tcPr>
          <w:p w:rsidR="00F658EF" w:rsidRDefault="00F658EF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مرنجان</w:t>
            </w:r>
            <w:r>
              <w:rPr>
                <w:rtl/>
                <w:lang w:bidi="fa-IR"/>
              </w:rPr>
              <w:t xml:space="preserve"> دلم را که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مرغ وحش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658EF" w:rsidRDefault="00F658EF" w:rsidP="00D703E4">
            <w:pPr>
              <w:pStyle w:val="libPoem"/>
              <w:rPr>
                <w:rtl/>
              </w:rPr>
            </w:pPr>
          </w:p>
        </w:tc>
        <w:tc>
          <w:tcPr>
            <w:tcW w:w="3325" w:type="dxa"/>
          </w:tcPr>
          <w:p w:rsidR="00F658EF" w:rsidRDefault="00F658EF" w:rsidP="00D703E4">
            <w:pPr>
              <w:pStyle w:val="libPoem"/>
            </w:pPr>
            <w:r>
              <w:rPr>
                <w:rtl/>
                <w:lang w:bidi="fa-IR"/>
              </w:rPr>
              <w:t>ز بام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برخاست مشکل نش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58EF" w:rsidTr="00D703E4">
        <w:trPr>
          <w:trHeight w:val="350"/>
        </w:trPr>
        <w:tc>
          <w:tcPr>
            <w:tcW w:w="3329" w:type="dxa"/>
          </w:tcPr>
          <w:p w:rsidR="00F658EF" w:rsidRDefault="00F658EF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دنبال محمل چنان زار 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658EF" w:rsidRDefault="00F658EF" w:rsidP="00D703E4">
            <w:pPr>
              <w:pStyle w:val="libPoem"/>
              <w:rPr>
                <w:rtl/>
              </w:rPr>
            </w:pPr>
          </w:p>
        </w:tc>
        <w:tc>
          <w:tcPr>
            <w:tcW w:w="3325" w:type="dxa"/>
          </w:tcPr>
          <w:p w:rsidR="00F658EF" w:rsidRDefault="00F658EF" w:rsidP="00D703E4">
            <w:pPr>
              <w:pStyle w:val="libPoem"/>
            </w:pPr>
            <w:r>
              <w:rPr>
                <w:rtl/>
                <w:lang w:bidi="fa-IR"/>
              </w:rPr>
              <w:t>که از 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ام ناقه در گل نش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58EF" w:rsidTr="00D703E4">
        <w:trPr>
          <w:trHeight w:val="350"/>
        </w:trPr>
        <w:tc>
          <w:tcPr>
            <w:tcW w:w="3329" w:type="dxa"/>
          </w:tcPr>
          <w:p w:rsidR="00F658EF" w:rsidRDefault="00F658EF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بنازم</w:t>
            </w:r>
            <w:r>
              <w:rPr>
                <w:rtl/>
                <w:lang w:bidi="fa-IR"/>
              </w:rPr>
              <w:t xml:space="preserve"> به بزم محبّت که آنجا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658EF" w:rsidRDefault="00F658EF" w:rsidP="00D703E4">
            <w:pPr>
              <w:pStyle w:val="libPoem"/>
              <w:rPr>
                <w:rtl/>
              </w:rPr>
            </w:pPr>
          </w:p>
        </w:tc>
        <w:tc>
          <w:tcPr>
            <w:tcW w:w="3325" w:type="dxa"/>
          </w:tcPr>
          <w:p w:rsidR="00F658EF" w:rsidRDefault="00F658EF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گدا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و شاه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مقابل نش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58EF" w:rsidTr="00D703E4">
        <w:tblPrEx>
          <w:tblLook w:val="04A0"/>
        </w:tblPrEx>
        <w:trPr>
          <w:trHeight w:val="350"/>
        </w:trPr>
        <w:tc>
          <w:tcPr>
            <w:tcW w:w="3329" w:type="dxa"/>
          </w:tcPr>
          <w:p w:rsidR="00F658EF" w:rsidRDefault="00F658EF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بره جستجو نعره زنان دوست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658EF" w:rsidRDefault="00F658EF" w:rsidP="00D703E4">
            <w:pPr>
              <w:pStyle w:val="libPoem"/>
              <w:rPr>
                <w:rtl/>
              </w:rPr>
            </w:pPr>
          </w:p>
        </w:tc>
        <w:tc>
          <w:tcPr>
            <w:tcW w:w="3325" w:type="dxa"/>
          </w:tcPr>
          <w:p w:rsidR="00F658EF" w:rsidRDefault="00F658EF" w:rsidP="00D703E4">
            <w:pPr>
              <w:pStyle w:val="libPoem"/>
            </w:pPr>
            <w:r>
              <w:rPr>
                <w:rtl/>
                <w:lang w:bidi="fa-IR"/>
              </w:rPr>
              <w:t>گر به حرم ور به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جز او اوست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58EF" w:rsidTr="00D703E4">
        <w:tblPrEx>
          <w:tblLook w:val="04A0"/>
        </w:tblPrEx>
        <w:trPr>
          <w:trHeight w:val="350"/>
        </w:trPr>
        <w:tc>
          <w:tcPr>
            <w:tcW w:w="3329" w:type="dxa"/>
          </w:tcPr>
          <w:p w:rsidR="00F658EF" w:rsidRDefault="00F658EF" w:rsidP="00D703E4">
            <w:pPr>
              <w:pStyle w:val="libPoem"/>
            </w:pPr>
            <w:r>
              <w:rPr>
                <w:rtl/>
                <w:lang w:bidi="fa-IR"/>
              </w:rPr>
              <w:t>پرده ندارد جمال غ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حجاب جلال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658EF" w:rsidRDefault="00F658EF" w:rsidP="00D703E4">
            <w:pPr>
              <w:pStyle w:val="libPoem"/>
              <w:rPr>
                <w:rtl/>
              </w:rPr>
            </w:pPr>
          </w:p>
        </w:tc>
        <w:tc>
          <w:tcPr>
            <w:tcW w:w="3325" w:type="dxa"/>
          </w:tcPr>
          <w:p w:rsidR="00F658EF" w:rsidRDefault="00F658EF" w:rsidP="00D703E4">
            <w:pPr>
              <w:pStyle w:val="libPoem"/>
            </w:pPr>
            <w:r>
              <w:rPr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بر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رخ نقاب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بر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مغز پوست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58EF" w:rsidTr="00D703E4">
        <w:tblPrEx>
          <w:tblLook w:val="04A0"/>
        </w:tblPrEx>
        <w:trPr>
          <w:trHeight w:val="350"/>
        </w:trPr>
        <w:tc>
          <w:tcPr>
            <w:tcW w:w="3329" w:type="dxa"/>
          </w:tcPr>
          <w:p w:rsidR="00F658EF" w:rsidRDefault="00D703E4" w:rsidP="00D703E4">
            <w:pPr>
              <w:pStyle w:val="libPoem"/>
            </w:pPr>
            <w:r>
              <w:rPr>
                <w:rtl/>
                <w:lang w:bidi="fa-IR"/>
              </w:rPr>
              <w:t>دم چو فرو رفت هاست، هوست چون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رون</w:t>
            </w:r>
            <w:r>
              <w:rPr>
                <w:rtl/>
                <w:lang w:bidi="fa-IR"/>
              </w:rPr>
              <w:t xml:space="preserve"> رود</w:t>
            </w:r>
            <w:r w:rsidR="00F658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658EF" w:rsidRDefault="00F658EF" w:rsidP="00D703E4">
            <w:pPr>
              <w:pStyle w:val="libPoem"/>
              <w:rPr>
                <w:rtl/>
              </w:rPr>
            </w:pPr>
          </w:p>
        </w:tc>
        <w:tc>
          <w:tcPr>
            <w:tcW w:w="3325" w:type="dxa"/>
          </w:tcPr>
          <w:p w:rsidR="00F658EF" w:rsidRDefault="00D703E4" w:rsidP="00D703E4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عن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اندر همه هر نفس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ها و هوست</w:t>
            </w:r>
            <w:r w:rsidR="00F658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58EF" w:rsidTr="00D703E4">
        <w:tblPrEx>
          <w:tblLook w:val="04A0"/>
        </w:tblPrEx>
        <w:trPr>
          <w:trHeight w:val="350"/>
        </w:trPr>
        <w:tc>
          <w:tcPr>
            <w:tcW w:w="3329" w:type="dxa"/>
          </w:tcPr>
          <w:p w:rsidR="00F658EF" w:rsidRDefault="00D703E4" w:rsidP="00D703E4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ساق</w:t>
            </w:r>
            <w:r>
              <w:rPr>
                <w:rFonts w:hint="cs"/>
                <w:rtl/>
                <w:lang w:bidi="fa-IR"/>
              </w:rPr>
              <w:t>یّ</w:t>
            </w:r>
            <w:r>
              <w:rPr>
                <w:rtl/>
                <w:lang w:bidi="fa-IR"/>
              </w:rPr>
              <w:t xml:space="preserve"> جان، پر کن آن ساغر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را</w:t>
            </w:r>
            <w:r w:rsidR="00F658EF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658EF" w:rsidRDefault="00F658EF" w:rsidP="00D703E4">
            <w:pPr>
              <w:pStyle w:val="libPoem"/>
              <w:rPr>
                <w:rtl/>
              </w:rPr>
            </w:pPr>
          </w:p>
        </w:tc>
        <w:tc>
          <w:tcPr>
            <w:tcW w:w="3325" w:type="dxa"/>
          </w:tcPr>
          <w:p w:rsidR="00F658EF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آن</w:t>
            </w:r>
            <w:r>
              <w:rPr>
                <w:rtl/>
                <w:lang w:bidi="fa-IR"/>
              </w:rPr>
              <w:t xml:space="preserve"> راهزن دل را آن راهبر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را</w:t>
            </w:r>
            <w:r w:rsidR="00F658EF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03E4" w:rsidTr="00D703E4">
        <w:tblPrEx>
          <w:tblLook w:val="04A0"/>
        </w:tblPrEx>
        <w:trPr>
          <w:trHeight w:val="350"/>
        </w:trPr>
        <w:tc>
          <w:tcPr>
            <w:tcW w:w="3329" w:type="dxa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زان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ز دل 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زد</w:t>
            </w:r>
            <w:r>
              <w:rPr>
                <w:rtl/>
                <w:lang w:bidi="fa-IR"/>
              </w:rPr>
              <w:t xml:space="preserve"> با روح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03E4" w:rsidRDefault="00D703E4" w:rsidP="00D703E4">
            <w:pPr>
              <w:pStyle w:val="libPoem"/>
              <w:rPr>
                <w:rtl/>
              </w:rPr>
            </w:pPr>
          </w:p>
        </w:tc>
        <w:tc>
          <w:tcPr>
            <w:tcW w:w="3325" w:type="dxa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مخمور</w:t>
            </w:r>
            <w:r>
              <w:rPr>
                <w:rtl/>
                <w:lang w:bidi="fa-IR"/>
              </w:rPr>
              <w:t xml:space="preserve"> کند جوشَش مر چشم خدا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03E4" w:rsidTr="00D703E4">
        <w:tblPrEx>
          <w:tblLook w:val="04A0"/>
        </w:tblPrEx>
        <w:trPr>
          <w:trHeight w:val="350"/>
        </w:trPr>
        <w:tc>
          <w:tcPr>
            <w:tcW w:w="3329" w:type="dxa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آن</w:t>
            </w:r>
            <w:r>
              <w:rPr>
                <w:rtl/>
                <w:lang w:bidi="fa-IR"/>
              </w:rPr>
              <w:t xml:space="preserve"> باده انگور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مر امّت 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03E4" w:rsidRDefault="00D703E4" w:rsidP="00D703E4">
            <w:pPr>
              <w:pStyle w:val="libPoem"/>
              <w:rPr>
                <w:rtl/>
              </w:rPr>
            </w:pPr>
          </w:p>
        </w:tc>
        <w:tc>
          <w:tcPr>
            <w:tcW w:w="3325" w:type="dxa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باده منصور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مر امّت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03E4" w:rsidTr="00D703E4">
        <w:tblPrEx>
          <w:tblLook w:val="04A0"/>
        </w:tblPrEx>
        <w:trPr>
          <w:trHeight w:val="350"/>
        </w:trPr>
        <w:tc>
          <w:tcPr>
            <w:tcW w:w="3329" w:type="dxa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خُم</w:t>
            </w:r>
            <w:r>
              <w:rPr>
                <w:rtl/>
                <w:lang w:bidi="fa-IR"/>
              </w:rPr>
              <w:t xml:space="preserve"> هاست از آن باده خُم هاست از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باده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03E4" w:rsidRDefault="00D703E4" w:rsidP="00D703E4">
            <w:pPr>
              <w:pStyle w:val="libPoem"/>
              <w:rPr>
                <w:rtl/>
              </w:rPr>
            </w:pPr>
          </w:p>
        </w:tc>
        <w:tc>
          <w:tcPr>
            <w:tcW w:w="3325" w:type="dxa"/>
          </w:tcPr>
          <w:p w:rsidR="00D703E4" w:rsidRDefault="00D703E4" w:rsidP="00D703E4">
            <w:pPr>
              <w:pStyle w:val="libPoem"/>
            </w:pPr>
            <w:r>
              <w:rPr>
                <w:rtl/>
                <w:lang w:bidi="fa-IR"/>
              </w:rPr>
              <w:t>تا نشکن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آن خُم را هرگز نچش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703E4" w:rsidRDefault="00D703E4" w:rsidP="00BC358B">
      <w:pPr>
        <w:pStyle w:val="libNormal"/>
        <w:rPr>
          <w:rtl/>
        </w:rPr>
      </w:pPr>
    </w:p>
    <w:p w:rsidR="00D703E4" w:rsidRDefault="00D703E4" w:rsidP="00D703E4">
      <w:pPr>
        <w:pStyle w:val="libNormal"/>
        <w:rPr>
          <w:rtl/>
          <w:lang w:bidi="fa-IR"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D703E4" w:rsidTr="00D703E4">
        <w:trPr>
          <w:trHeight w:val="350"/>
        </w:trPr>
        <w:tc>
          <w:tcPr>
            <w:tcW w:w="3343" w:type="dxa"/>
            <w:shd w:val="clear" w:color="auto" w:fill="auto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گفتم</w:t>
            </w:r>
            <w:r>
              <w:rPr>
                <w:rtl/>
                <w:lang w:bidi="fa-IR"/>
              </w:rPr>
              <w:t xml:space="preserve"> که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خوبت از من چرا نهان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D703E4" w:rsidRDefault="00D703E4" w:rsidP="00D703E4">
            <w:pPr>
              <w:pStyle w:val="libPoem"/>
              <w:rPr>
                <w:rtl/>
              </w:rPr>
            </w:pPr>
          </w:p>
        </w:tc>
        <w:tc>
          <w:tcPr>
            <w:tcW w:w="3311" w:type="dxa"/>
            <w:shd w:val="clear" w:color="auto" w:fill="auto"/>
          </w:tcPr>
          <w:p w:rsidR="00D703E4" w:rsidRDefault="00D703E4" w:rsidP="00D703E4">
            <w:pPr>
              <w:pStyle w:val="libPoem"/>
            </w:pPr>
            <w:r>
              <w:rPr>
                <w:rtl/>
                <w:lang w:bidi="fa-IR"/>
              </w:rPr>
              <w:t>گفتا تو خود حجاب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ورنه رخم 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03E4" w:rsidTr="00D703E4">
        <w:trPr>
          <w:trHeight w:val="350"/>
        </w:trPr>
        <w:tc>
          <w:tcPr>
            <w:tcW w:w="3343" w:type="dxa"/>
          </w:tcPr>
          <w:p w:rsidR="00D703E4" w:rsidRDefault="00D703E4" w:rsidP="00D703E4">
            <w:pPr>
              <w:pStyle w:val="libPoem"/>
            </w:pPr>
            <w:r>
              <w:rPr>
                <w:rtl/>
                <w:lang w:bidi="fa-IR"/>
              </w:rPr>
              <w:t>گفتم که از که پرسم جانا نشان کو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03E4" w:rsidRDefault="00D703E4" w:rsidP="00D703E4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D703E4" w:rsidRDefault="00D703E4" w:rsidP="00D703E4">
            <w:pPr>
              <w:pStyle w:val="libPoem"/>
            </w:pPr>
            <w:r>
              <w:rPr>
                <w:rtl/>
                <w:lang w:bidi="fa-IR"/>
              </w:rPr>
              <w:t>گفتا نشان چه پرس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کو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نشان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03E4" w:rsidTr="00D703E4">
        <w:trPr>
          <w:trHeight w:val="350"/>
        </w:trPr>
        <w:tc>
          <w:tcPr>
            <w:tcW w:w="3343" w:type="dxa"/>
          </w:tcPr>
          <w:p w:rsidR="00D703E4" w:rsidRDefault="00D703E4" w:rsidP="00D703E4">
            <w:pPr>
              <w:pStyle w:val="libPoem"/>
            </w:pPr>
            <w:r>
              <w:rPr>
                <w:rtl/>
                <w:lang w:bidi="fa-IR"/>
              </w:rPr>
              <w:t>گفتم مرا غم تو بهتر ز شادمان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03E4" w:rsidRDefault="00D703E4" w:rsidP="00D703E4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D703E4" w:rsidRDefault="00D703E4" w:rsidP="00D703E4">
            <w:pPr>
              <w:pStyle w:val="libPoem"/>
            </w:pPr>
            <w:r>
              <w:rPr>
                <w:rtl/>
                <w:lang w:bidi="fa-IR"/>
              </w:rPr>
              <w:t>گفتا که در ره ما غم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شادمان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03E4" w:rsidTr="00D703E4">
        <w:trPr>
          <w:trHeight w:val="350"/>
        </w:trPr>
        <w:tc>
          <w:tcPr>
            <w:tcW w:w="3343" w:type="dxa"/>
          </w:tcPr>
          <w:p w:rsidR="00D703E4" w:rsidRDefault="00D703E4" w:rsidP="00D703E4">
            <w:pPr>
              <w:pStyle w:val="libPoem"/>
            </w:pPr>
            <w:r>
              <w:rPr>
                <w:rtl/>
                <w:lang w:bidi="fa-IR"/>
              </w:rPr>
              <w:t>گفتم که سوخت جانم از آتش نهانم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03E4" w:rsidRDefault="00D703E4" w:rsidP="00D703E4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D703E4" w:rsidRDefault="00D703E4" w:rsidP="00D703E4">
            <w:pPr>
              <w:pStyle w:val="libPoem"/>
            </w:pPr>
            <w:r>
              <w:rPr>
                <w:rtl/>
                <w:lang w:bidi="fa-IR"/>
              </w:rPr>
              <w:t>گفتا که سوخت او را، 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ناله و فغان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03E4" w:rsidTr="00D703E4">
        <w:tblPrEx>
          <w:tblLook w:val="04A0"/>
        </w:tblPrEx>
        <w:trPr>
          <w:trHeight w:val="350"/>
        </w:trPr>
        <w:tc>
          <w:tcPr>
            <w:tcW w:w="3343" w:type="dxa"/>
          </w:tcPr>
          <w:p w:rsidR="00D703E4" w:rsidRDefault="00D703E4" w:rsidP="00D703E4">
            <w:pPr>
              <w:pStyle w:val="libPoem"/>
            </w:pPr>
            <w:r>
              <w:rPr>
                <w:rtl/>
                <w:lang w:bidi="fa-IR"/>
              </w:rPr>
              <w:t>گفتم فِراق تا 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گفتا که تا تو هست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03E4" w:rsidRDefault="00D703E4" w:rsidP="00D703E4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D703E4" w:rsidRDefault="00D703E4" w:rsidP="00D703E4">
            <w:pPr>
              <w:pStyle w:val="libPoem"/>
            </w:pPr>
            <w:r>
              <w:rPr>
                <w:rtl/>
                <w:lang w:bidi="fa-IR"/>
              </w:rPr>
              <w:t>گفتا نفس هم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است گفتا سخن همان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03E4" w:rsidTr="00D703E4">
        <w:tblPrEx>
          <w:tblLook w:val="04A0"/>
        </w:tblPrEx>
        <w:trPr>
          <w:trHeight w:val="350"/>
        </w:trPr>
        <w:tc>
          <w:tcPr>
            <w:tcW w:w="3343" w:type="dxa"/>
          </w:tcPr>
          <w:p w:rsidR="00D703E4" w:rsidRDefault="00D703E4" w:rsidP="00D703E4">
            <w:pPr>
              <w:pStyle w:val="libPoem"/>
            </w:pPr>
            <w:r>
              <w:rPr>
                <w:rtl/>
                <w:lang w:bidi="fa-IR"/>
              </w:rPr>
              <w:t>گفتم که حاجت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هست گفتا بخواه از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03E4" w:rsidRDefault="00D703E4" w:rsidP="00D703E4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گفتا</w:t>
            </w:r>
            <w:r>
              <w:rPr>
                <w:rtl/>
                <w:lang w:bidi="fa-IR"/>
              </w:rPr>
              <w:t xml:space="preserve"> که غم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فزا</w:t>
            </w:r>
            <w:r>
              <w:rPr>
                <w:rtl/>
                <w:lang w:bidi="fa-IR"/>
              </w:rPr>
              <w:t xml:space="preserve"> گفتا که 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گان</w:t>
            </w:r>
            <w:r>
              <w:rPr>
                <w:rtl/>
                <w:lang w:bidi="fa-IR"/>
              </w:rPr>
              <w:t xml:space="preserve">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703E4" w:rsidRDefault="00D703E4" w:rsidP="00BC358B">
      <w:pPr>
        <w:pStyle w:val="libNormal"/>
        <w:rPr>
          <w:rtl/>
          <w:lang w:bidi="fa-IR"/>
        </w:rPr>
      </w:pPr>
    </w:p>
    <w:p w:rsidR="00BC358B" w:rsidRDefault="00D703E4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D703E4">
      <w:pPr>
        <w:pStyle w:val="Heading2"/>
        <w:rPr>
          <w:rtl/>
          <w:lang w:bidi="fa-IR"/>
        </w:rPr>
      </w:pPr>
      <w:bookmarkStart w:id="260" w:name="_Toc477343902"/>
      <w:bookmarkStart w:id="261" w:name="_Toc477344044"/>
      <w:r>
        <w:rPr>
          <w:rFonts w:hint="eastAsia"/>
          <w:rtl/>
          <w:lang w:bidi="fa-IR"/>
        </w:rPr>
        <w:t>کو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bookmarkEnd w:id="260"/>
      <w:bookmarkEnd w:id="261"/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2"/>
        <w:gridCol w:w="268"/>
        <w:gridCol w:w="3332"/>
      </w:tblGrid>
      <w:tr w:rsidR="00D703E4" w:rsidTr="00DC7B83">
        <w:trPr>
          <w:trHeight w:val="350"/>
        </w:trPr>
        <w:tc>
          <w:tcPr>
            <w:tcW w:w="3322" w:type="dxa"/>
            <w:shd w:val="clear" w:color="auto" w:fill="auto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کش</w:t>
            </w:r>
            <w:r>
              <w:rPr>
                <w:rtl/>
                <w:lang w:bidi="fa-IR"/>
              </w:rPr>
              <w:t xml:space="preserve"> کشان در کو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ارم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D703E4" w:rsidRDefault="00D703E4" w:rsidP="00D703E4">
            <w:pPr>
              <w:pStyle w:val="libPoem"/>
              <w:rPr>
                <w:rtl/>
              </w:rPr>
            </w:pPr>
          </w:p>
        </w:tc>
        <w:tc>
          <w:tcPr>
            <w:tcW w:w="3332" w:type="dxa"/>
            <w:shd w:val="clear" w:color="auto" w:fill="auto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عاقلان</w:t>
            </w:r>
            <w:r>
              <w:rPr>
                <w:rtl/>
                <w:lang w:bidi="fa-IR"/>
              </w:rPr>
              <w:t xml:space="preserve">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وانه</w:t>
            </w:r>
            <w:r>
              <w:rPr>
                <w:rtl/>
                <w:lang w:bidi="fa-IR"/>
              </w:rPr>
              <w:t xml:space="preserve"> وارم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03E4" w:rsidTr="00DC7B83">
        <w:trPr>
          <w:trHeight w:val="350"/>
        </w:trPr>
        <w:tc>
          <w:tcPr>
            <w:tcW w:w="3322" w:type="dxa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چون</w:t>
            </w:r>
            <w:r>
              <w:rPr>
                <w:rtl/>
                <w:lang w:bidi="fa-IR"/>
              </w:rPr>
              <w:t xml:space="preserve"> شتر در 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بار عشق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03E4" w:rsidRDefault="00D703E4" w:rsidP="00D703E4">
            <w:pPr>
              <w:pStyle w:val="libPoem"/>
              <w:rPr>
                <w:rtl/>
              </w:rPr>
            </w:pPr>
          </w:p>
        </w:tc>
        <w:tc>
          <w:tcPr>
            <w:tcW w:w="3332" w:type="dxa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مست</w:t>
            </w:r>
            <w:r>
              <w:rPr>
                <w:rtl/>
                <w:lang w:bidi="fa-IR"/>
              </w:rPr>
              <w:t xml:space="preserve"> او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مهارم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03E4" w:rsidTr="00DC7B83">
        <w:trPr>
          <w:trHeight w:val="350"/>
        </w:trPr>
        <w:tc>
          <w:tcPr>
            <w:tcW w:w="3322" w:type="dxa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ثم</w:t>
            </w:r>
            <w:r>
              <w:rPr>
                <w:rtl/>
                <w:lang w:bidi="fa-IR"/>
              </w:rPr>
              <w:t xml:space="preserve"> تمار عشقم سرّ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03E4" w:rsidRDefault="00D703E4" w:rsidP="00D703E4">
            <w:pPr>
              <w:pStyle w:val="libPoem"/>
              <w:rPr>
                <w:rtl/>
              </w:rPr>
            </w:pPr>
          </w:p>
        </w:tc>
        <w:tc>
          <w:tcPr>
            <w:tcW w:w="3332" w:type="dxa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گر</w:t>
            </w:r>
            <w:r>
              <w:rPr>
                <w:rtl/>
                <w:lang w:bidi="fa-IR"/>
              </w:rPr>
              <w:t xml:space="preserve"> بگو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سو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دارم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03E4" w:rsidTr="00DC7B83">
        <w:trPr>
          <w:trHeight w:val="350"/>
        </w:trPr>
        <w:tc>
          <w:tcPr>
            <w:tcW w:w="3322" w:type="dxa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سرّ</w:t>
            </w:r>
            <w:r>
              <w:rPr>
                <w:rtl/>
                <w:lang w:bidi="fa-IR"/>
              </w:rPr>
              <w:t xml:space="preserve"> دل را آشکارا گر کنم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03E4" w:rsidRDefault="00D703E4" w:rsidP="00D703E4">
            <w:pPr>
              <w:pStyle w:val="libPoem"/>
              <w:rPr>
                <w:rtl/>
              </w:rPr>
            </w:pPr>
          </w:p>
        </w:tc>
        <w:tc>
          <w:tcPr>
            <w:tcW w:w="3332" w:type="dxa"/>
          </w:tcPr>
          <w:p w:rsidR="00D703E4" w:rsidRDefault="00D703E4" w:rsidP="00D703E4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جماعت سنگسارم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03E4" w:rsidTr="00DC7B83">
        <w:tblPrEx>
          <w:tblLook w:val="04A0"/>
        </w:tblPrEx>
        <w:trPr>
          <w:trHeight w:val="350"/>
        </w:trPr>
        <w:tc>
          <w:tcPr>
            <w:tcW w:w="3322" w:type="dxa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دل</w:t>
            </w:r>
            <w:r>
              <w:rPr>
                <w:rtl/>
                <w:lang w:bidi="fa-IR"/>
              </w:rPr>
              <w:t xml:space="preserve"> بسوزد هر دم از آه جگر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03E4" w:rsidRDefault="00D703E4" w:rsidP="00D703E4">
            <w:pPr>
              <w:pStyle w:val="libPoem"/>
              <w:rPr>
                <w:rtl/>
              </w:rPr>
            </w:pPr>
          </w:p>
        </w:tc>
        <w:tc>
          <w:tcPr>
            <w:tcW w:w="3332" w:type="dxa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همچو</w:t>
            </w:r>
            <w:r>
              <w:rPr>
                <w:rtl/>
                <w:lang w:bidi="fa-IR"/>
              </w:rPr>
              <w:t xml:space="preserve"> طفلان اشک بارم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03E4" w:rsidTr="00DC7B83">
        <w:tblPrEx>
          <w:tblLook w:val="04A0"/>
        </w:tblPrEx>
        <w:trPr>
          <w:trHeight w:val="350"/>
        </w:trPr>
        <w:tc>
          <w:tcPr>
            <w:tcW w:w="3322" w:type="dxa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جرعه</w:t>
            </w:r>
            <w:r>
              <w:rPr>
                <w:rtl/>
                <w:lang w:bidi="fa-IR"/>
              </w:rPr>
              <w:t xml:space="preserve"> نوش از باده وحدت شدم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03E4" w:rsidRDefault="00D703E4" w:rsidP="00D703E4">
            <w:pPr>
              <w:pStyle w:val="libPoem"/>
              <w:rPr>
                <w:rtl/>
              </w:rPr>
            </w:pPr>
          </w:p>
        </w:tc>
        <w:tc>
          <w:tcPr>
            <w:tcW w:w="3332" w:type="dxa"/>
          </w:tcPr>
          <w:p w:rsidR="00D703E4" w:rsidRDefault="00D703E4" w:rsidP="00D703E4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عسس ها مست وارم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03E4" w:rsidTr="00DC7B83">
        <w:tblPrEx>
          <w:tblLook w:val="04A0"/>
        </w:tblPrEx>
        <w:trPr>
          <w:trHeight w:val="350"/>
        </w:trPr>
        <w:tc>
          <w:tcPr>
            <w:tcW w:w="3322" w:type="dxa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خار</w:t>
            </w:r>
            <w:r>
              <w:rPr>
                <w:rtl/>
                <w:lang w:bidi="fa-IR"/>
              </w:rPr>
              <w:t xml:space="preserve"> و زار دل شدم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عاشقان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03E4" w:rsidRDefault="00D703E4" w:rsidP="00D703E4">
            <w:pPr>
              <w:pStyle w:val="libPoem"/>
              <w:rPr>
                <w:rtl/>
              </w:rPr>
            </w:pPr>
          </w:p>
        </w:tc>
        <w:tc>
          <w:tcPr>
            <w:tcW w:w="3332" w:type="dxa"/>
          </w:tcPr>
          <w:p w:rsidR="00D703E4" w:rsidRDefault="00D703E4" w:rsidP="00D703E4">
            <w:pPr>
              <w:pStyle w:val="libPoem"/>
            </w:pPr>
            <w:r>
              <w:rPr>
                <w:rtl/>
                <w:lang w:bidi="fa-IR"/>
              </w:rPr>
              <w:t>چون اس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ران</w:t>
            </w:r>
            <w:r>
              <w:rPr>
                <w:rtl/>
                <w:lang w:bidi="fa-IR"/>
              </w:rPr>
              <w:t xml:space="preserve"> خار و زارم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703E4" w:rsidTr="00DC7B83">
        <w:tblPrEx>
          <w:tblLook w:val="04A0"/>
        </w:tblPrEx>
        <w:trPr>
          <w:trHeight w:val="350"/>
        </w:trPr>
        <w:tc>
          <w:tcPr>
            <w:tcW w:w="3322" w:type="dxa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فراق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tl/>
                <w:lang w:bidi="fa-IR"/>
              </w:rPr>
              <w:t xml:space="preserve"> باشم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قرار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703E4" w:rsidRDefault="00D703E4" w:rsidP="00D703E4">
            <w:pPr>
              <w:pStyle w:val="libPoem"/>
              <w:rPr>
                <w:rtl/>
              </w:rPr>
            </w:pPr>
          </w:p>
        </w:tc>
        <w:tc>
          <w:tcPr>
            <w:tcW w:w="3332" w:type="dxa"/>
          </w:tcPr>
          <w:p w:rsidR="00D703E4" w:rsidRDefault="00D703E4" w:rsidP="00D703E4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قراران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قرارم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B83" w:rsidTr="00DC7B83">
        <w:tblPrEx>
          <w:tblLook w:val="04A0"/>
        </w:tblPrEx>
        <w:trPr>
          <w:trHeight w:val="350"/>
        </w:trPr>
        <w:tc>
          <w:tcPr>
            <w:tcW w:w="3322" w:type="dxa"/>
          </w:tcPr>
          <w:p w:rsidR="00DC7B83" w:rsidRDefault="00DC7B83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دل</w:t>
            </w:r>
            <w:r>
              <w:rPr>
                <w:rtl/>
                <w:lang w:bidi="fa-IR"/>
              </w:rPr>
              <w:t xml:space="preserve"> چو مجنون واله 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332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دل از کنارم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B83" w:rsidTr="00DC7B83">
        <w:tblPrEx>
          <w:tblLook w:val="04A0"/>
        </w:tblPrEx>
        <w:trPr>
          <w:trHeight w:val="350"/>
        </w:trPr>
        <w:tc>
          <w:tcPr>
            <w:tcW w:w="3322" w:type="dxa"/>
          </w:tcPr>
          <w:p w:rsidR="00DC7B83" w:rsidRDefault="00DC7B83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کرده</w:t>
            </w:r>
            <w:r>
              <w:rPr>
                <w:rtl/>
                <w:lang w:bidi="fa-IR"/>
              </w:rPr>
              <w:t xml:space="preserve"> او آواره ام از آن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332" w:type="dxa"/>
          </w:tcPr>
          <w:p w:rsidR="00DC7B83" w:rsidRDefault="00DC7B83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بار</w:t>
            </w:r>
            <w:r>
              <w:rPr>
                <w:rtl/>
                <w:lang w:bidi="fa-IR"/>
              </w:rPr>
              <w:t xml:space="preserve">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گر</w:t>
            </w:r>
            <w:r>
              <w:rPr>
                <w:rtl/>
                <w:lang w:bidi="fa-IR"/>
              </w:rPr>
              <w:t xml:space="preserve"> در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ارم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B83" w:rsidTr="00DC7B83">
        <w:tblPrEx>
          <w:tblLook w:val="04A0"/>
        </w:tblPrEx>
        <w:trPr>
          <w:trHeight w:val="350"/>
        </w:trPr>
        <w:tc>
          <w:tcPr>
            <w:tcW w:w="3322" w:type="dxa"/>
          </w:tcPr>
          <w:p w:rsidR="00DC7B83" w:rsidRDefault="00DC7B83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چونکه</w:t>
            </w:r>
            <w:r>
              <w:rPr>
                <w:rtl/>
                <w:lang w:bidi="fa-IR"/>
              </w:rPr>
              <w:t xml:space="preserve"> دل بگذاشتم با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اد</w:t>
            </w:r>
            <w:r>
              <w:rPr>
                <w:rtl/>
                <w:lang w:bidi="fa-IR"/>
              </w:rPr>
              <w:t xml:space="preserve"> 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332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نچن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بند و بارم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B83" w:rsidTr="00DC7B83">
        <w:tblPrEx>
          <w:tblLook w:val="04A0"/>
        </w:tblPrEx>
        <w:trPr>
          <w:trHeight w:val="350"/>
        </w:trPr>
        <w:tc>
          <w:tcPr>
            <w:tcW w:w="3322" w:type="dxa"/>
          </w:tcPr>
          <w:p w:rsidR="00DC7B83" w:rsidRDefault="00DC7B83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کفم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مانه</w:t>
            </w:r>
            <w:r>
              <w:rPr>
                <w:rtl/>
                <w:lang w:bidi="fa-IR"/>
              </w:rPr>
              <w:t xml:space="preserve"> عهدش بر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332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شحنه ها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شرمسارم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B83" w:rsidTr="00DC7B83">
        <w:tblPrEx>
          <w:tblLook w:val="04A0"/>
        </w:tblPrEx>
        <w:trPr>
          <w:trHeight w:val="350"/>
        </w:trPr>
        <w:tc>
          <w:tcPr>
            <w:tcW w:w="3322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(ناج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ام) 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کن</w:t>
            </w:r>
            <w:r>
              <w:rPr>
                <w:rtl/>
                <w:lang w:bidi="fa-IR"/>
              </w:rPr>
              <w:t xml:space="preserve"> اس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دل شدم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332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همچو زنگ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بنده وارم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7B83" w:rsidRDefault="00DC7B83" w:rsidP="00BC358B">
      <w:pPr>
        <w:pStyle w:val="libNormal"/>
        <w:rPr>
          <w:rtl/>
          <w:lang w:bidi="fa-IR"/>
        </w:rPr>
      </w:pPr>
    </w:p>
    <w:p w:rsidR="00DC7B83" w:rsidRDefault="00DC7B83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0"/>
        <w:gridCol w:w="268"/>
        <w:gridCol w:w="3314"/>
      </w:tblGrid>
      <w:tr w:rsidR="00DC7B83" w:rsidTr="00DC7B83">
        <w:trPr>
          <w:trHeight w:val="350"/>
        </w:trPr>
        <w:tc>
          <w:tcPr>
            <w:tcW w:w="3340" w:type="dxa"/>
            <w:shd w:val="clear" w:color="auto" w:fill="auto"/>
          </w:tcPr>
          <w:p w:rsidR="00DC7B83" w:rsidRDefault="00DC7B83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من</w:t>
            </w:r>
            <w:r>
              <w:rPr>
                <w:rtl/>
                <w:lang w:bidi="fa-IR"/>
              </w:rPr>
              <w:t xml:space="preserve"> به جهان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امدم</w:t>
            </w:r>
            <w:r>
              <w:rPr>
                <w:rtl/>
                <w:lang w:bidi="fa-IR"/>
              </w:rPr>
              <w:t xml:space="preserve"> تا اگر و مگر برم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314" w:type="dxa"/>
            <w:shd w:val="clear" w:color="auto" w:fill="auto"/>
          </w:tcPr>
          <w:p w:rsidR="00DC7B83" w:rsidRDefault="00DC7B83" w:rsidP="00F16703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به طو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له</w:t>
            </w:r>
            <w:r>
              <w:rPr>
                <w:rtl/>
                <w:lang w:bidi="fa-IR"/>
              </w:rPr>
              <w:t xml:space="preserve"> بدن کاه ز بهر خر برم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B83" w:rsidTr="00DC7B83">
        <w:trPr>
          <w:trHeight w:val="350"/>
        </w:trPr>
        <w:tc>
          <w:tcPr>
            <w:tcW w:w="3340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نامده ام ز شهر جان بر سر سوق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جهان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تا بد و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و آن بنگرم و خبر برم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B83" w:rsidTr="00DC7B83">
        <w:trPr>
          <w:trHeight w:val="350"/>
        </w:trPr>
        <w:tc>
          <w:tcPr>
            <w:tcW w:w="3340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آمده ام ز لا مکان تا ز متاع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دکان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هد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به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tl/>
                <w:lang w:bidi="fa-IR"/>
              </w:rPr>
              <w:t xml:space="preserve"> مهربان دامن پر گهر برم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B83" w:rsidTr="00DC7B83">
        <w:trPr>
          <w:trHeight w:val="350"/>
        </w:trPr>
        <w:tc>
          <w:tcPr>
            <w:tcW w:w="3340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طائر برج وحدتم از حقّ و هوست حجتم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طوط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هن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رحمتم آمده ام شکر برم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B83" w:rsidTr="00DC7B83">
        <w:trPr>
          <w:trHeight w:val="350"/>
        </w:trPr>
        <w:tc>
          <w:tcPr>
            <w:tcW w:w="3340" w:type="dxa"/>
          </w:tcPr>
          <w:p w:rsidR="00DC7B83" w:rsidRDefault="00DC7B83" w:rsidP="00F16703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وسف</w:t>
            </w:r>
            <w:r>
              <w:rPr>
                <w:rtl/>
                <w:lang w:bidi="fa-IR"/>
              </w:rPr>
              <w:t xml:space="preserve"> مصر جان منم مانده به سجن،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تنم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تا که خلاص چون شوم دولت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شمر برم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B83" w:rsidTr="00DC7B83">
        <w:tblPrEx>
          <w:tblLook w:val="04A0"/>
        </w:tblPrEx>
        <w:trPr>
          <w:trHeight w:val="350"/>
        </w:trPr>
        <w:tc>
          <w:tcPr>
            <w:tcW w:w="3340" w:type="dxa"/>
          </w:tcPr>
          <w:p w:rsidR="00DC7B83" w:rsidRDefault="00DC7B83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>
              <w:rPr>
                <w:rtl/>
                <w:lang w:bidi="fa-IR"/>
              </w:rPr>
              <w:t xml:space="preserve"> خلاص سجن من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نکه</w:t>
            </w:r>
            <w:r>
              <w:rPr>
                <w:rtl/>
                <w:lang w:bidi="fa-IR"/>
              </w:rPr>
              <w:t xml:space="preserve"> رها کنم بدن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314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درگذرم ز جان و تن خود ز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انه</w:t>
            </w:r>
            <w:r>
              <w:rPr>
                <w:rtl/>
                <w:lang w:bidi="fa-IR"/>
              </w:rPr>
              <w:t xml:space="preserve"> در برم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7B83" w:rsidRDefault="00DC7B83" w:rsidP="00BC358B">
      <w:pPr>
        <w:pStyle w:val="libNormal"/>
        <w:rPr>
          <w:rtl/>
        </w:rPr>
      </w:pPr>
    </w:p>
    <w:p w:rsidR="00DC7B83" w:rsidRDefault="00DC7B83" w:rsidP="00BC358B">
      <w:pPr>
        <w:pStyle w:val="libNormal"/>
        <w:rPr>
          <w:rtl/>
          <w:lang w:bidi="fa-IR"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7"/>
        <w:gridCol w:w="268"/>
        <w:gridCol w:w="3327"/>
      </w:tblGrid>
      <w:tr w:rsidR="00DC7B83" w:rsidTr="00DC7B83">
        <w:trPr>
          <w:trHeight w:val="350"/>
        </w:trPr>
        <w:tc>
          <w:tcPr>
            <w:tcW w:w="3327" w:type="dxa"/>
            <w:shd w:val="clear" w:color="auto" w:fill="auto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علم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بطلب که به دل نور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327" w:type="dxa"/>
            <w:shd w:val="clear" w:color="auto" w:fill="auto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نه</w:t>
            </w:r>
            <w:r>
              <w:rPr>
                <w:rtl/>
                <w:lang w:bidi="fa-IR"/>
              </w:rPr>
              <w:t xml:space="preserve"> ز تجل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او طور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B83" w:rsidTr="00DC7B83">
        <w:trPr>
          <w:trHeight w:val="350"/>
        </w:trPr>
        <w:tc>
          <w:tcPr>
            <w:tcW w:w="3327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علم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مجادله را سبب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327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نورش ز چراغ ابولهب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B83" w:rsidTr="00DC7B83">
        <w:trPr>
          <w:trHeight w:val="350"/>
        </w:trPr>
        <w:tc>
          <w:tcPr>
            <w:tcW w:w="3327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علم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بطلب که نما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راه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327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وز سرّ ازل کندت آگاه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B83" w:rsidTr="00DC7B83">
        <w:trPr>
          <w:trHeight w:val="350"/>
        </w:trPr>
        <w:tc>
          <w:tcPr>
            <w:tcW w:w="3327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علم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بطلب که حال آرد و کمال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327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ره توشه شود ز راه حلال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B83" w:rsidTr="00DC7B83">
        <w:trPr>
          <w:trHeight w:val="350"/>
        </w:trPr>
        <w:tc>
          <w:tcPr>
            <w:tcW w:w="3327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علم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بطلب که کند تو را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eastAsia"/>
                <w:rtl/>
                <w:lang w:bidi="fa-IR"/>
              </w:rPr>
              <w:t>فان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327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سازد ز علائق جسمان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B83" w:rsidTr="00DC7B83">
        <w:tblPrEx>
          <w:tblLook w:val="04A0"/>
        </w:tblPrEx>
        <w:trPr>
          <w:trHeight w:val="350"/>
        </w:trPr>
        <w:tc>
          <w:tcPr>
            <w:tcW w:w="3327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رو کن به شر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عت</w:t>
            </w:r>
            <w:r>
              <w:rPr>
                <w:rtl/>
                <w:lang w:bidi="fa-IR"/>
              </w:rPr>
              <w:t xml:space="preserve"> مصطفو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327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دل ده به طر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قت</w:t>
            </w:r>
            <w:r>
              <w:rPr>
                <w:rtl/>
                <w:lang w:bidi="fa-IR"/>
              </w:rPr>
              <w:t xml:space="preserve"> مرتضو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7B83" w:rsidRDefault="00DC7B83" w:rsidP="00DC7B83">
      <w:pPr>
        <w:pStyle w:val="libNormal"/>
        <w:rPr>
          <w:rtl/>
          <w:lang w:bidi="fa-IR"/>
        </w:rPr>
      </w:pPr>
    </w:p>
    <w:p w:rsidR="00BC358B" w:rsidRDefault="00DC7B83" w:rsidP="00DC7B8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DC7B83">
      <w:pPr>
        <w:pStyle w:val="Heading2"/>
        <w:rPr>
          <w:rtl/>
          <w:lang w:bidi="fa-IR"/>
        </w:rPr>
      </w:pPr>
      <w:bookmarkStart w:id="262" w:name="_Toc477343903"/>
      <w:bookmarkStart w:id="263" w:name="_Toc477344045"/>
      <w:r>
        <w:rPr>
          <w:rFonts w:hint="eastAsia"/>
          <w:rtl/>
          <w:lang w:bidi="fa-IR"/>
        </w:rPr>
        <w:t>رباع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کم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bookmarkEnd w:id="262"/>
      <w:bookmarkEnd w:id="263"/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8"/>
        <w:gridCol w:w="268"/>
        <w:gridCol w:w="3306"/>
      </w:tblGrid>
      <w:tr w:rsidR="00DC7B83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DC7B83" w:rsidRDefault="00DC7B83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اعجوبه الکون قد الفکر کل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C7B83" w:rsidRDefault="00DC7B83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انت</w:t>
            </w:r>
            <w:r>
              <w:rPr>
                <w:rtl/>
                <w:lang w:bidi="fa-IR"/>
              </w:rPr>
              <w:t xml:space="preserve"> بلبلت ذو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اللّب و ح</w:t>
            </w:r>
            <w:r>
              <w:rPr>
                <w:rFonts w:hint="cs"/>
                <w:rtl/>
                <w:lang w:bidi="fa-IR"/>
              </w:rPr>
              <w:t>یّ</w:t>
            </w:r>
            <w:r>
              <w:rPr>
                <w:rFonts w:hint="eastAsia"/>
                <w:rtl/>
                <w:lang w:bidi="fa-IR"/>
              </w:rPr>
              <w:t>رت</w:t>
            </w:r>
            <w:r>
              <w:rPr>
                <w:rtl/>
                <w:lang w:bidi="fa-IR"/>
              </w:rPr>
              <w:t xml:space="preserve"> عقولاً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B83" w:rsidTr="00F16703">
        <w:trPr>
          <w:trHeight w:val="350"/>
        </w:trPr>
        <w:tc>
          <w:tcPr>
            <w:tcW w:w="3920" w:type="dxa"/>
          </w:tcPr>
          <w:p w:rsidR="00DC7B83" w:rsidRDefault="00DC7B83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کلّما</w:t>
            </w:r>
            <w:r>
              <w:rPr>
                <w:rtl/>
                <w:lang w:bidi="fa-IR"/>
              </w:rPr>
              <w:t xml:space="preserve"> قدّم فکر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شبراً فرّ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7B83" w:rsidRDefault="00DC7B83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ناکصاً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خبط</w:t>
            </w:r>
            <w:r>
              <w:rPr>
                <w:rtl/>
                <w:lang w:bidi="fa-IR"/>
              </w:rPr>
              <w:t xml:space="preserve"> 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العم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اء</w:t>
            </w:r>
            <w:r>
              <w:rPr>
                <w:rtl/>
                <w:lang w:bidi="fa-IR"/>
              </w:rPr>
              <w:t xml:space="preserve"> لا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BC358B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7"/>
        <w:gridCol w:w="269"/>
        <w:gridCol w:w="3316"/>
      </w:tblGrid>
      <w:tr w:rsidR="00DC7B83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DC7B83" w:rsidRDefault="00DC7B83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عقل ناز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حک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تا ک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به فکرت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ره نم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شود ط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C7B83" w:rsidTr="00F16703">
        <w:trPr>
          <w:trHeight w:val="350"/>
        </w:trPr>
        <w:tc>
          <w:tcPr>
            <w:tcW w:w="3920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به کنه ذاتش خرد برد پ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C7B83" w:rsidRDefault="00DC7B83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C7B83" w:rsidRDefault="00DC7B83" w:rsidP="00F16703">
            <w:pPr>
              <w:pStyle w:val="libPoem"/>
            </w:pPr>
            <w:r>
              <w:rPr>
                <w:rtl/>
                <w:lang w:bidi="fa-IR"/>
              </w:rPr>
              <w:t>اگر رسد خس به قعر 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C7B83" w:rsidRDefault="00DC7B83" w:rsidP="00BC358B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F6031F" w:rsidTr="00F6031F">
        <w:trPr>
          <w:trHeight w:val="350"/>
        </w:trPr>
        <w:tc>
          <w:tcPr>
            <w:tcW w:w="3344" w:type="dxa"/>
            <w:shd w:val="clear" w:color="auto" w:fill="auto"/>
          </w:tcPr>
          <w:p w:rsidR="00F6031F" w:rsidRDefault="00F6031F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رقّ</w:t>
            </w:r>
            <w:r>
              <w:rPr>
                <w:rtl/>
                <w:lang w:bidi="fa-IR"/>
              </w:rPr>
              <w:t xml:space="preserve"> الزّجاج و رقّت الخمر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F6031F" w:rsidRDefault="00F6031F" w:rsidP="00F16703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F6031F" w:rsidRDefault="00F6031F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فتشابها</w:t>
            </w:r>
            <w:r>
              <w:rPr>
                <w:rtl/>
                <w:lang w:bidi="fa-IR"/>
              </w:rPr>
              <w:t xml:space="preserve"> و تشاکل الامر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031F" w:rsidTr="00F6031F">
        <w:trPr>
          <w:trHeight w:val="350"/>
        </w:trPr>
        <w:tc>
          <w:tcPr>
            <w:tcW w:w="3344" w:type="dxa"/>
          </w:tcPr>
          <w:p w:rsidR="00F6031F" w:rsidRDefault="00F6031F" w:rsidP="00F16703">
            <w:pPr>
              <w:pStyle w:val="libPoem"/>
            </w:pPr>
            <w:r>
              <w:rPr>
                <w:rtl/>
                <w:lang w:bidi="fa-IR"/>
              </w:rPr>
              <w:t>فکأنّملت خمر و لا قدح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F6031F" w:rsidRDefault="00F6031F" w:rsidP="00F16703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F6031F" w:rsidRDefault="00F6031F" w:rsidP="00F16703">
            <w:pPr>
              <w:pStyle w:val="libPoem"/>
            </w:pPr>
            <w:r>
              <w:rPr>
                <w:rtl/>
                <w:lang w:bidi="fa-IR"/>
              </w:rPr>
              <w:t>فکأنّما قدح و لا خمر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6031F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صفا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لطافت جام به هم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رنگ جام و مدام همه جام است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مدام</w:t>
      </w:r>
      <w:r w:rsidRPr="00F6031F">
        <w:rPr>
          <w:rStyle w:val="libFootnotenumChar"/>
          <w:rtl/>
        </w:rPr>
        <w:t>(113)</w:t>
      </w:r>
      <w:r>
        <w:rPr>
          <w:rtl/>
          <w:lang w:bidi="fa-IR"/>
        </w:rPr>
        <w:t xml:space="preserve"> است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جام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1"/>
        <w:gridCol w:w="268"/>
        <w:gridCol w:w="3303"/>
      </w:tblGrid>
      <w:tr w:rsidR="00F6031F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F6031F" w:rsidRDefault="00F6031F" w:rsidP="00F16703">
            <w:pPr>
              <w:pStyle w:val="libPoem"/>
            </w:pPr>
            <w:r>
              <w:rPr>
                <w:rtl/>
                <w:lang w:bidi="fa-IR"/>
              </w:rPr>
              <w:t>انت امرضتن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انت طب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6031F" w:rsidRDefault="00F6031F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6031F" w:rsidRDefault="00F6031F" w:rsidP="00F16703">
            <w:pPr>
              <w:pStyle w:val="libPoem"/>
            </w:pPr>
            <w:r>
              <w:rPr>
                <w:rtl/>
                <w:lang w:bidi="fa-IR"/>
              </w:rPr>
              <w:t>و تفضّل عل</w:t>
            </w:r>
            <w:r>
              <w:rPr>
                <w:rFonts w:hint="cs"/>
                <w:rtl/>
                <w:lang w:bidi="fa-IR"/>
              </w:rPr>
              <w:t>یّ</w:t>
            </w:r>
            <w:r>
              <w:rPr>
                <w:rtl/>
                <w:lang w:bidi="fa-IR"/>
              </w:rPr>
              <w:t xml:space="preserve"> بنظره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حب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031F" w:rsidTr="00F16703">
        <w:trPr>
          <w:trHeight w:val="350"/>
        </w:trPr>
        <w:tc>
          <w:tcPr>
            <w:tcW w:w="3920" w:type="dxa"/>
          </w:tcPr>
          <w:p w:rsidR="00F6031F" w:rsidRDefault="00F6031F" w:rsidP="00F16703">
            <w:pPr>
              <w:pStyle w:val="libPoem"/>
            </w:pPr>
            <w:r>
              <w:rPr>
                <w:rtl/>
                <w:lang w:bidi="fa-IR"/>
              </w:rPr>
              <w:t>و اسقن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من شراب وُدِّک کأساً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031F" w:rsidRDefault="00F6031F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031F" w:rsidRDefault="00F6031F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ثم</w:t>
            </w:r>
            <w:r>
              <w:rPr>
                <w:rtl/>
                <w:lang w:bidi="fa-IR"/>
              </w:rPr>
              <w:t xml:space="preserve"> زدن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حلاوه التّقر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F6031F" w:rsidP="00F6031F">
      <w:pPr>
        <w:pStyle w:val="libAlaem"/>
        <w:rPr>
          <w:rtl/>
          <w:lang w:bidi="fa-IR"/>
        </w:rPr>
      </w:pPr>
      <w:r w:rsidRPr="00F6031F">
        <w:rPr>
          <w:rFonts w:hint="cs"/>
          <w:rtl/>
        </w:rPr>
        <w:t>(</w:t>
      </w:r>
      <w:r w:rsidR="00BC358B" w:rsidRPr="00F6031F">
        <w:rPr>
          <w:rStyle w:val="libAieChar"/>
          <w:rtl/>
        </w:rPr>
        <w:t>وَسَقَ</w:t>
      </w:r>
      <w:r w:rsidR="00BC358B" w:rsidRPr="00F6031F">
        <w:rPr>
          <w:rStyle w:val="libAieChar"/>
          <w:rFonts w:hint="cs"/>
          <w:rtl/>
        </w:rPr>
        <w:t>ی</w:t>
      </w:r>
      <w:r w:rsidR="00BC358B" w:rsidRPr="00F6031F">
        <w:rPr>
          <w:rStyle w:val="libAieChar"/>
          <w:rFonts w:hint="eastAsia"/>
          <w:rtl/>
        </w:rPr>
        <w:t>هُمْ</w:t>
      </w:r>
      <w:r w:rsidR="00BC358B" w:rsidRPr="00F6031F">
        <w:rPr>
          <w:rStyle w:val="libAieChar"/>
          <w:rtl/>
        </w:rPr>
        <w:t xml:space="preserve"> رَبُّهُمْ شَرَاباً طَهُوراً</w:t>
      </w:r>
      <w:r>
        <w:rPr>
          <w:rFonts w:hint="cs"/>
          <w:rtl/>
          <w:lang w:bidi="fa-IR"/>
        </w:rPr>
        <w:t>)</w:t>
      </w:r>
      <w:r w:rsidR="00BC358B" w:rsidRPr="00F6031F">
        <w:rPr>
          <w:rStyle w:val="libFootnotenumChar"/>
          <w:rtl/>
        </w:rPr>
        <w:t>(114)</w:t>
      </w:r>
    </w:p>
    <w:p w:rsidR="00F6031F" w:rsidRDefault="00F6031F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0"/>
        <w:gridCol w:w="269"/>
        <w:gridCol w:w="3313"/>
      </w:tblGrid>
      <w:tr w:rsidR="00F6031F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F6031F" w:rsidRDefault="00F6031F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خوشا</w:t>
            </w:r>
            <w:r>
              <w:rPr>
                <w:rtl/>
                <w:lang w:bidi="fa-IR"/>
              </w:rPr>
              <w:t xml:space="preserve"> آن زمان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ساق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تو باش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6031F" w:rsidRDefault="00F6031F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6031F" w:rsidRDefault="00F6031F" w:rsidP="00F16703">
            <w:pPr>
              <w:pStyle w:val="libPoem"/>
            </w:pPr>
            <w:r>
              <w:rPr>
                <w:rtl/>
                <w:lang w:bidi="fa-IR"/>
              </w:rPr>
              <w:t>ده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دم به دم باده ها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نهان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031F" w:rsidTr="00F16703">
        <w:trPr>
          <w:trHeight w:val="350"/>
        </w:trPr>
        <w:tc>
          <w:tcPr>
            <w:tcW w:w="3920" w:type="dxa"/>
          </w:tcPr>
          <w:p w:rsidR="00F6031F" w:rsidRDefault="00F6031F" w:rsidP="00F16703">
            <w:pPr>
              <w:pStyle w:val="libPoem"/>
            </w:pPr>
            <w:r>
              <w:rPr>
                <w:rtl/>
                <w:lang w:bidi="fa-IR"/>
              </w:rPr>
              <w:t>خوشا آن زمان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هر ذرّه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031F" w:rsidRDefault="00F6031F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031F" w:rsidRDefault="00F6031F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وجد اندر 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که ربّ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سقان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6031F" w:rsidRDefault="00F6031F" w:rsidP="00BC358B">
      <w:pPr>
        <w:pStyle w:val="libNormal"/>
        <w:rPr>
          <w:rtl/>
          <w:lang w:bidi="fa-IR"/>
        </w:rPr>
      </w:pPr>
    </w:p>
    <w:p w:rsidR="00F6031F" w:rsidRDefault="00F6031F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F6031F">
      <w:pPr>
        <w:pStyle w:val="Heading2"/>
        <w:rPr>
          <w:rtl/>
          <w:lang w:bidi="fa-IR"/>
        </w:rPr>
      </w:pPr>
      <w:bookmarkStart w:id="264" w:name="_Toc477343904"/>
      <w:bookmarkStart w:id="265" w:name="_Toc477344046"/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انشأ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لعنه اللَّه</w:t>
      </w:r>
      <w:bookmarkEnd w:id="264"/>
      <w:bookmarkEnd w:id="265"/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5"/>
        <w:gridCol w:w="268"/>
        <w:gridCol w:w="3309"/>
      </w:tblGrid>
      <w:tr w:rsidR="00F6031F" w:rsidTr="00F6031F">
        <w:trPr>
          <w:trHeight w:val="350"/>
        </w:trPr>
        <w:tc>
          <w:tcPr>
            <w:tcW w:w="3345" w:type="dxa"/>
            <w:shd w:val="clear" w:color="auto" w:fill="auto"/>
          </w:tcPr>
          <w:p w:rsidR="00F6031F" w:rsidRDefault="00F6031F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دع</w:t>
            </w:r>
            <w:r>
              <w:rPr>
                <w:rtl/>
                <w:lang w:bidi="fa-IR"/>
              </w:rPr>
              <w:t xml:space="preserve"> المساجد للعبّاد تسکنهم و اجلس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F6031F" w:rsidRDefault="00F6031F" w:rsidP="00F16703">
            <w:pPr>
              <w:pStyle w:val="libPoem"/>
              <w:rPr>
                <w:rtl/>
              </w:rPr>
            </w:pPr>
          </w:p>
        </w:tc>
        <w:tc>
          <w:tcPr>
            <w:tcW w:w="3309" w:type="dxa"/>
            <w:shd w:val="clear" w:color="auto" w:fill="auto"/>
          </w:tcPr>
          <w:p w:rsidR="00F6031F" w:rsidRDefault="00F6031F" w:rsidP="00F16703">
            <w:pPr>
              <w:pStyle w:val="libPoem"/>
            </w:pPr>
            <w:r>
              <w:rPr>
                <w:rtl/>
                <w:lang w:bidi="fa-IR"/>
              </w:rPr>
              <w:t>عل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الدکه الخمار و اسق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031F" w:rsidTr="00F6031F">
        <w:trPr>
          <w:trHeight w:val="350"/>
        </w:trPr>
        <w:tc>
          <w:tcPr>
            <w:tcW w:w="3345" w:type="dxa"/>
          </w:tcPr>
          <w:p w:rsidR="00F6031F" w:rsidRDefault="00F6031F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ما</w:t>
            </w:r>
            <w:r>
              <w:rPr>
                <w:rtl/>
                <w:lang w:bidi="fa-IR"/>
              </w:rPr>
              <w:t xml:space="preserve"> قال ربّک 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القرآن 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tl/>
                <w:lang w:bidi="fa-IR"/>
              </w:rPr>
              <w:t xml:space="preserve"> لمن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6031F" w:rsidRDefault="00F6031F" w:rsidP="00F16703">
            <w:pPr>
              <w:pStyle w:val="libPoem"/>
              <w:rPr>
                <w:rtl/>
              </w:rPr>
            </w:pPr>
          </w:p>
        </w:tc>
        <w:tc>
          <w:tcPr>
            <w:tcW w:w="3309" w:type="dxa"/>
          </w:tcPr>
          <w:p w:rsidR="00F6031F" w:rsidRDefault="00F6031F" w:rsidP="00F16703">
            <w:pPr>
              <w:pStyle w:val="libPoem"/>
            </w:pPr>
            <w:r>
              <w:rPr>
                <w:rtl/>
                <w:lang w:bidi="fa-IR"/>
              </w:rPr>
              <w:t>شربوا بل قال ربّک 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tl/>
                <w:lang w:bidi="fa-IR"/>
              </w:rPr>
              <w:t xml:space="preserve"> للمصلّ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031F" w:rsidTr="00F6031F">
        <w:tblPrEx>
          <w:tblLook w:val="04A0"/>
        </w:tblPrEx>
        <w:trPr>
          <w:trHeight w:val="350"/>
        </w:trPr>
        <w:tc>
          <w:tcPr>
            <w:tcW w:w="3345" w:type="dxa"/>
          </w:tcPr>
          <w:p w:rsidR="00F6031F" w:rsidRDefault="00F6031F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چندان</w:t>
            </w:r>
            <w:r>
              <w:rPr>
                <w:rtl/>
                <w:lang w:bidi="fa-IR"/>
              </w:rPr>
              <w:t xml:space="preserve"> برو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ره که دو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برخ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6031F" w:rsidRDefault="00F6031F" w:rsidP="00F16703">
            <w:pPr>
              <w:pStyle w:val="libPoem"/>
              <w:rPr>
                <w:rtl/>
              </w:rPr>
            </w:pPr>
          </w:p>
        </w:tc>
        <w:tc>
          <w:tcPr>
            <w:tcW w:w="3309" w:type="dxa"/>
          </w:tcPr>
          <w:p w:rsidR="00F6031F" w:rsidRDefault="00F6031F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گر</w:t>
            </w:r>
            <w:r>
              <w:rPr>
                <w:rtl/>
                <w:lang w:bidi="fa-IR"/>
              </w:rPr>
              <w:t xml:space="preserve"> هست دو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ز رهرو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031F" w:rsidTr="00F6031F">
        <w:tblPrEx>
          <w:tblLook w:val="04A0"/>
        </w:tblPrEx>
        <w:trPr>
          <w:trHeight w:val="350"/>
        </w:trPr>
        <w:tc>
          <w:tcPr>
            <w:tcW w:w="3345" w:type="dxa"/>
          </w:tcPr>
          <w:p w:rsidR="00F6031F" w:rsidRDefault="00F6031F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تو</w:t>
            </w:r>
            <w:r>
              <w:rPr>
                <w:rtl/>
                <w:lang w:bidi="fa-IR"/>
              </w:rPr>
              <w:t xml:space="preserve"> او نشو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اگر سع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F6031F" w:rsidRDefault="00F6031F" w:rsidP="00F16703">
            <w:pPr>
              <w:pStyle w:val="libPoem"/>
              <w:rPr>
                <w:rtl/>
              </w:rPr>
            </w:pPr>
          </w:p>
        </w:tc>
        <w:tc>
          <w:tcPr>
            <w:tcW w:w="3309" w:type="dxa"/>
          </w:tcPr>
          <w:p w:rsidR="00F6031F" w:rsidRDefault="00F6031F" w:rsidP="00F16703">
            <w:pPr>
              <w:pStyle w:val="libPoem"/>
            </w:pPr>
            <w:r>
              <w:rPr>
                <w:rtl/>
                <w:lang w:bidi="fa-IR"/>
              </w:rPr>
              <w:t>جا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برس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کز تو تو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برخ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BC358B">
      <w:pPr>
        <w:pStyle w:val="libNormal"/>
        <w:rPr>
          <w:rtl/>
          <w:lang w:bidi="fa-IR"/>
        </w:rPr>
      </w:pPr>
    </w:p>
    <w:p w:rsidR="00BC358B" w:rsidRDefault="00BC358B" w:rsidP="00BC358B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5"/>
        <w:gridCol w:w="269"/>
        <w:gridCol w:w="3308"/>
      </w:tblGrid>
      <w:tr w:rsidR="00F6031F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F6031F" w:rsidRDefault="00F6031F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گر</w:t>
            </w:r>
            <w:r>
              <w:rPr>
                <w:rtl/>
                <w:lang w:bidi="fa-IR"/>
              </w:rPr>
              <w:t xml:space="preserve"> در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با من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من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6031F" w:rsidRDefault="00F6031F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6031F" w:rsidRDefault="00F6031F" w:rsidP="00F16703">
            <w:pPr>
              <w:pStyle w:val="libPoem"/>
            </w:pPr>
            <w:r>
              <w:rPr>
                <w:rtl/>
                <w:lang w:bidi="fa-IR"/>
              </w:rPr>
              <w:t>گر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من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در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031F" w:rsidTr="00F16703">
        <w:trPr>
          <w:trHeight w:val="350"/>
        </w:trPr>
        <w:tc>
          <w:tcPr>
            <w:tcW w:w="3920" w:type="dxa"/>
          </w:tcPr>
          <w:p w:rsidR="00F6031F" w:rsidRDefault="00F6031F" w:rsidP="00F16703">
            <w:pPr>
              <w:pStyle w:val="libPoem"/>
            </w:pPr>
            <w:r>
              <w:rPr>
                <w:rtl/>
                <w:lang w:bidi="fa-IR"/>
              </w:rPr>
              <w:t>من با تو چنانم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نگار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031F" w:rsidRDefault="00F6031F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031F" w:rsidRDefault="00F6031F" w:rsidP="00F16703">
            <w:pPr>
              <w:pStyle w:val="libPoem"/>
            </w:pPr>
            <w:r>
              <w:rPr>
                <w:rtl/>
                <w:lang w:bidi="fa-IR"/>
              </w:rPr>
              <w:t xml:space="preserve">خود در غلطم که من توام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تو من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BC358B">
      <w:pPr>
        <w:pStyle w:val="libNormal"/>
        <w:rPr>
          <w:rtl/>
          <w:lang w:bidi="fa-IR"/>
        </w:rPr>
      </w:pPr>
    </w:p>
    <w:p w:rsidR="00BC358B" w:rsidRDefault="00BC358B" w:rsidP="00BC358B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6"/>
        <w:gridCol w:w="269"/>
        <w:gridCol w:w="3317"/>
      </w:tblGrid>
      <w:tr w:rsidR="00F6031F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F6031F" w:rsidRDefault="00F6031F" w:rsidP="00F16703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دلبر ما مباش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دل بر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6031F" w:rsidRDefault="00F6031F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6031F" w:rsidRDefault="00F6031F" w:rsidP="00F16703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دلبر ما به از دو صد دل بر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6031F" w:rsidTr="00F16703">
        <w:trPr>
          <w:trHeight w:val="350"/>
        </w:trPr>
        <w:tc>
          <w:tcPr>
            <w:tcW w:w="3920" w:type="dxa"/>
          </w:tcPr>
          <w:p w:rsidR="00F6031F" w:rsidRDefault="00F6031F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نه</w:t>
            </w:r>
            <w:r>
              <w:rPr>
                <w:rtl/>
                <w:lang w:bidi="fa-IR"/>
              </w:rPr>
              <w:t xml:space="preserve"> دل بر ما نه دلبر اندر بر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F6031F" w:rsidRDefault="00F6031F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F6031F" w:rsidRDefault="00F6031F" w:rsidP="00F16703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دلبر ما فرست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دل بر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6031F" w:rsidRDefault="00F6031F" w:rsidP="00BC358B">
      <w:pPr>
        <w:pStyle w:val="libNormal"/>
        <w:rPr>
          <w:rtl/>
          <w:lang w:bidi="fa-IR"/>
        </w:rPr>
      </w:pPr>
    </w:p>
    <w:p w:rsidR="009E34C0" w:rsidRDefault="00F6031F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9"/>
        <w:gridCol w:w="268"/>
        <w:gridCol w:w="3295"/>
      </w:tblGrid>
      <w:tr w:rsidR="009E34C0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دله صد دله، دل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دله 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مهر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eastAsia"/>
                <w:rtl/>
                <w:lang w:bidi="fa-IR"/>
              </w:rPr>
              <w:t>دگران</w:t>
            </w:r>
            <w:r>
              <w:rPr>
                <w:rtl/>
                <w:lang w:bidi="fa-IR"/>
              </w:rPr>
              <w:t xml:space="preserve"> را ز دل خود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له</w:t>
            </w:r>
            <w:r>
              <w:rPr>
                <w:rtl/>
                <w:lang w:bidi="fa-IR"/>
              </w:rPr>
              <w:t xml:space="preserve"> 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34C0" w:rsidTr="00F16703">
        <w:trPr>
          <w:trHeight w:val="350"/>
        </w:trPr>
        <w:tc>
          <w:tcPr>
            <w:tcW w:w="3920" w:type="dxa"/>
          </w:tcPr>
          <w:p w:rsidR="009E34C0" w:rsidRDefault="009E34C0" w:rsidP="00F16703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بار به اخلاص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بر در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گر کام تو بر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امد</w:t>
            </w:r>
            <w:r>
              <w:rPr>
                <w:rtl/>
                <w:lang w:bidi="fa-IR"/>
              </w:rPr>
              <w:t xml:space="preserve"> آنگه گله 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BC358B">
      <w:pPr>
        <w:pStyle w:val="libNormal"/>
        <w:rPr>
          <w:rtl/>
          <w:lang w:bidi="fa-IR"/>
        </w:rPr>
      </w:pPr>
    </w:p>
    <w:p w:rsidR="009E34C0" w:rsidRDefault="009E34C0" w:rsidP="00BC358B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2"/>
        <w:gridCol w:w="268"/>
        <w:gridCol w:w="3332"/>
      </w:tblGrid>
      <w:tr w:rsidR="009E34C0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تار مو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ز سر زلف تو بر عالم امکان ندهم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چه کنم نقد وجودت به سر و جان ندهم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34C0" w:rsidTr="00F16703">
        <w:trPr>
          <w:trHeight w:val="350"/>
        </w:trPr>
        <w:tc>
          <w:tcPr>
            <w:tcW w:w="3920" w:type="dxa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گشته ام غرقه عشق در طلب مهر رخت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دل زار من است بر سر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مان</w:t>
            </w:r>
            <w:r>
              <w:rPr>
                <w:rtl/>
                <w:lang w:bidi="fa-IR"/>
              </w:rPr>
              <w:t xml:space="preserve"> ندهم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34C0" w:rsidRDefault="009E34C0" w:rsidP="00BC358B">
      <w:pPr>
        <w:pStyle w:val="libNormal"/>
        <w:rPr>
          <w:rtl/>
          <w:lang w:bidi="fa-IR"/>
        </w:rPr>
      </w:pPr>
    </w:p>
    <w:p w:rsidR="009E34C0" w:rsidRDefault="009E34C0" w:rsidP="00BC358B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3"/>
        <w:gridCol w:w="268"/>
        <w:gridCol w:w="3331"/>
      </w:tblGrid>
      <w:tr w:rsidR="009E34C0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آنکه زخم تو بر جگر برداشت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اح</w:t>
            </w:r>
            <w:r>
              <w:rPr>
                <w:rFonts w:hint="eastAsia"/>
                <w:rtl/>
                <w:lang w:bidi="fa-IR"/>
              </w:rPr>
              <w:t>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اجش</w:t>
            </w:r>
            <w:r>
              <w:rPr>
                <w:rtl/>
                <w:lang w:bidi="fa-IR"/>
              </w:rPr>
              <w:t xml:space="preserve"> دگر به مرهم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34C0" w:rsidTr="00F16703">
        <w:trPr>
          <w:trHeight w:val="350"/>
        </w:trPr>
        <w:tc>
          <w:tcPr>
            <w:tcW w:w="3920" w:type="dxa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آنکه در آتش فراق تو سوخت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مش</w:t>
            </w:r>
            <w:r>
              <w:rPr>
                <w:rtl/>
                <w:lang w:bidi="fa-IR"/>
              </w:rPr>
              <w:t xml:space="preserve"> از آتش جهنم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34C0" w:rsidRDefault="009E34C0" w:rsidP="00BC358B">
      <w:pPr>
        <w:pStyle w:val="libNormal"/>
        <w:rPr>
          <w:rtl/>
          <w:lang w:bidi="fa-IR"/>
        </w:rPr>
      </w:pPr>
    </w:p>
    <w:p w:rsidR="009E34C0" w:rsidRDefault="009E34C0" w:rsidP="00BC358B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8"/>
        <w:gridCol w:w="268"/>
        <w:gridCol w:w="3306"/>
      </w:tblGrid>
      <w:tr w:rsidR="009E34C0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گو مرده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که روح بخش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گو تشنه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که ما فرات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34C0" w:rsidTr="00F16703">
        <w:trPr>
          <w:trHeight w:val="350"/>
        </w:trPr>
        <w:tc>
          <w:tcPr>
            <w:tcW w:w="3920" w:type="dxa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درد کش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دوا جو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E34C0" w:rsidRDefault="009E34C0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ما مگذر که ما دوائ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34C0" w:rsidRDefault="009E34C0" w:rsidP="00BC358B">
      <w:pPr>
        <w:pStyle w:val="libNormal"/>
        <w:rPr>
          <w:rtl/>
          <w:lang w:bidi="fa-IR"/>
        </w:rPr>
      </w:pPr>
    </w:p>
    <w:p w:rsidR="00BC358B" w:rsidRDefault="00BC358B" w:rsidP="009E34C0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1"/>
        <w:gridCol w:w="268"/>
        <w:gridCol w:w="3303"/>
      </w:tblGrid>
      <w:tr w:rsidR="009E34C0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آن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تو حال دل نالان دان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احوال دل شکسته بالان دان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34C0" w:rsidTr="00F16703">
        <w:trPr>
          <w:trHeight w:val="350"/>
        </w:trPr>
        <w:tc>
          <w:tcPr>
            <w:tcW w:w="3920" w:type="dxa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lastRenderedPageBreak/>
              <w:t>گر خوانمت از 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نه</w:t>
            </w:r>
            <w:r>
              <w:rPr>
                <w:rtl/>
                <w:lang w:bidi="fa-IR"/>
              </w:rPr>
              <w:t xml:space="preserve"> سوزان شنو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گر دم نزنم زبان لالان دان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34C0" w:rsidRDefault="009E34C0" w:rsidP="00BC358B">
      <w:pPr>
        <w:pStyle w:val="libNormal"/>
        <w:rPr>
          <w:rtl/>
          <w:lang w:bidi="fa-IR"/>
        </w:rPr>
      </w:pPr>
    </w:p>
    <w:p w:rsidR="009E34C0" w:rsidRDefault="009E34C0" w:rsidP="00BC358B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6"/>
        <w:gridCol w:w="268"/>
        <w:gridCol w:w="3328"/>
      </w:tblGrid>
      <w:tr w:rsidR="009E34C0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بره و مرغ را بدان ره کشت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که به انسان رسند آخر کار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34C0" w:rsidTr="00F16703">
        <w:trPr>
          <w:trHeight w:val="350"/>
        </w:trPr>
        <w:tc>
          <w:tcPr>
            <w:tcW w:w="3920" w:type="dxa"/>
          </w:tcPr>
          <w:p w:rsidR="009E34C0" w:rsidRDefault="009E34C0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جز</w:t>
            </w:r>
            <w:r>
              <w:rPr>
                <w:rtl/>
                <w:lang w:bidi="fa-IR"/>
              </w:rPr>
              <w:t xml:space="preserve"> بد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ن،</w:t>
            </w:r>
            <w:r>
              <w:rPr>
                <w:rtl/>
                <w:lang w:bidi="fa-IR"/>
              </w:rPr>
              <w:t xml:space="preserve"> ظلم باشد ار بکشد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E34C0" w:rsidRDefault="009E34C0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نماز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مسبّح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را زار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34C0" w:rsidRDefault="009E34C0" w:rsidP="00BC358B">
      <w:pPr>
        <w:pStyle w:val="libNormal"/>
        <w:rPr>
          <w:rtl/>
          <w:lang w:bidi="fa-IR"/>
        </w:rPr>
      </w:pPr>
    </w:p>
    <w:p w:rsidR="00BC358B" w:rsidRDefault="00BC358B" w:rsidP="00BC358B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8"/>
        <w:gridCol w:w="268"/>
        <w:gridCol w:w="3306"/>
      </w:tblGrid>
      <w:tr w:rsidR="009E34C0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راه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رود که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دا</w:t>
            </w:r>
            <w:r>
              <w:rPr>
                <w:rtl/>
                <w:lang w:bidi="fa-IR"/>
              </w:rPr>
              <w:t xml:space="preserve"> کند غذا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وان</w:t>
            </w:r>
            <w:r>
              <w:rPr>
                <w:rtl/>
                <w:lang w:bidi="fa-IR"/>
              </w:rPr>
              <w:t xml:space="preserve">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گر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برا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هضم غذا راه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34C0" w:rsidTr="00F16703">
        <w:trPr>
          <w:trHeight w:val="350"/>
        </w:trPr>
        <w:tc>
          <w:tcPr>
            <w:tcW w:w="3920" w:type="dxa"/>
          </w:tcPr>
          <w:p w:rsidR="009E34C0" w:rsidRDefault="009E34C0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</w:t>
            </w:r>
            <w:r>
              <w:rPr>
                <w:rtl/>
                <w:lang w:bidi="fa-IR"/>
              </w:rPr>
              <w:t xml:space="preserve"> من بگو که کدام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دو ره نکوست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من گو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مت</w:t>
            </w:r>
            <w:r>
              <w:rPr>
                <w:rtl/>
                <w:lang w:bidi="fa-IR"/>
              </w:rPr>
              <w:t xml:space="preserve"> آنکه بهر خدا راه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BC358B">
      <w:pPr>
        <w:pStyle w:val="libNormal"/>
        <w:rPr>
          <w:rtl/>
          <w:lang w:bidi="fa-IR"/>
        </w:rPr>
      </w:pPr>
    </w:p>
    <w:p w:rsidR="00BC358B" w:rsidRDefault="00BC358B" w:rsidP="00BC358B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9E34C0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بلبل</w:t>
            </w:r>
            <w:r>
              <w:rPr>
                <w:rtl/>
                <w:lang w:bidi="fa-IR"/>
              </w:rPr>
              <w:t xml:space="preserve"> به باغ روز ازل چونکه پا نهاد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گل</w:t>
            </w:r>
            <w:r>
              <w:rPr>
                <w:rtl/>
                <w:lang w:bidi="fa-IR"/>
              </w:rPr>
              <w:t xml:space="preserve">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عاشق است و بنا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جفا گذاشت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34C0" w:rsidTr="00F16703">
        <w:trPr>
          <w:trHeight w:val="350"/>
        </w:trPr>
        <w:tc>
          <w:tcPr>
            <w:tcW w:w="3920" w:type="dxa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اوّل بنا نبود بسوزند عاشقان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آتش به جان شمع فتد 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بنا نهاد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BC358B">
      <w:pPr>
        <w:pStyle w:val="libNormal"/>
        <w:rPr>
          <w:rtl/>
          <w:lang w:bidi="fa-IR"/>
        </w:rPr>
      </w:pPr>
    </w:p>
    <w:p w:rsidR="00BC358B" w:rsidRDefault="00BC358B" w:rsidP="00BC358B">
      <w:pPr>
        <w:pStyle w:val="libNormal"/>
        <w:rPr>
          <w:rtl/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66"/>
        <w:gridCol w:w="268"/>
        <w:gridCol w:w="3288"/>
      </w:tblGrid>
      <w:tr w:rsidR="009E34C0" w:rsidTr="009E34C0">
        <w:trPr>
          <w:trHeight w:val="350"/>
        </w:trPr>
        <w:tc>
          <w:tcPr>
            <w:tcW w:w="3366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للمؤمن</w:t>
            </w:r>
            <w:r>
              <w:rPr>
                <w:rtl/>
                <w:lang w:bidi="fa-IR"/>
              </w:rPr>
              <w:t xml:space="preserve"> نوران نور خ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فه</w:t>
            </w:r>
            <w:r>
              <w:rPr>
                <w:rtl/>
                <w:lang w:bidi="fa-IR"/>
              </w:rPr>
              <w:t xml:space="preserve"> و رجاء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288" w:type="dxa"/>
            <w:shd w:val="clear" w:color="auto" w:fill="auto"/>
          </w:tcPr>
          <w:p w:rsidR="009E34C0" w:rsidRDefault="009E34C0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لو</w:t>
            </w:r>
            <w:r>
              <w:rPr>
                <w:rtl/>
                <w:lang w:bidi="fa-IR"/>
              </w:rPr>
              <w:t xml:space="preserve"> ووزن هذا لم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زد</w:t>
            </w:r>
            <w:r>
              <w:rPr>
                <w:rtl/>
                <w:lang w:bidi="fa-IR"/>
              </w:rPr>
              <w:t xml:space="preserve"> عل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ذا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34C0" w:rsidTr="009E34C0">
        <w:trPr>
          <w:trHeight w:val="350"/>
        </w:trPr>
        <w:tc>
          <w:tcPr>
            <w:tcW w:w="3366" w:type="dxa"/>
          </w:tcPr>
          <w:p w:rsidR="009E34C0" w:rsidRDefault="009E34C0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احساس</w:t>
            </w:r>
            <w:r>
              <w:rPr>
                <w:rtl/>
                <w:lang w:bidi="fa-IR"/>
              </w:rPr>
              <w:t xml:space="preserve"> سوختن به تماشا نم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288" w:type="dxa"/>
          </w:tcPr>
          <w:p w:rsidR="009E34C0" w:rsidRDefault="009E34C0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آتش</w:t>
            </w:r>
            <w:r>
              <w:rPr>
                <w:rtl/>
                <w:lang w:bidi="fa-IR"/>
              </w:rPr>
              <w:t xml:space="preserve"> بگ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تا که بب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چه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34C0" w:rsidTr="009E34C0">
        <w:tblPrEx>
          <w:tblLook w:val="04A0"/>
        </w:tblPrEx>
        <w:trPr>
          <w:trHeight w:val="350"/>
        </w:trPr>
        <w:tc>
          <w:tcPr>
            <w:tcW w:w="3366" w:type="dxa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lastRenderedPageBreak/>
              <w:t>کس ندانست که من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سوزم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288" w:type="dxa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سوختن 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چ</w:t>
            </w:r>
            <w:r>
              <w:rPr>
                <w:rtl/>
                <w:lang w:bidi="fa-IR"/>
              </w:rPr>
              <w:t xml:space="preserve"> و نگفتن هنر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E34C0" w:rsidRDefault="009E34C0" w:rsidP="00BC358B">
      <w:pPr>
        <w:pStyle w:val="libNormal"/>
        <w:rPr>
          <w:rtl/>
          <w:lang w:bidi="fa-IR"/>
        </w:rPr>
      </w:pPr>
    </w:p>
    <w:p w:rsidR="00BC358B" w:rsidRDefault="009E34C0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9E34C0">
      <w:pPr>
        <w:pStyle w:val="Heading2"/>
        <w:rPr>
          <w:lang w:bidi="fa-IR"/>
        </w:rPr>
      </w:pPr>
      <w:bookmarkStart w:id="266" w:name="_Toc477343905"/>
      <w:bookmarkStart w:id="267" w:name="_Toc477344047"/>
      <w:r>
        <w:rPr>
          <w:rFonts w:hint="eastAsia"/>
          <w:rtl/>
          <w:lang w:bidi="fa-IR"/>
        </w:rPr>
        <w:t>استقبال</w:t>
      </w:r>
      <w:r>
        <w:rPr>
          <w:rtl/>
          <w:lang w:bidi="fa-IR"/>
        </w:rPr>
        <w:t xml:space="preserve"> از شعر حافظ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bookmarkEnd w:id="266"/>
      <w:bookmarkEnd w:id="267"/>
    </w:p>
    <w:tbl>
      <w:tblPr>
        <w:tblStyle w:val="TableGrid"/>
        <w:bidiVisual/>
        <w:tblW w:w="4631" w:type="pct"/>
        <w:tblInd w:w="279" w:type="dxa"/>
        <w:tblLook w:val="04A0"/>
      </w:tblPr>
      <w:tblGrid>
        <w:gridCol w:w="3477"/>
        <w:gridCol w:w="268"/>
        <w:gridCol w:w="3282"/>
      </w:tblGrid>
      <w:tr w:rsidR="008849AC" w:rsidTr="008849AC">
        <w:trPr>
          <w:trHeight w:val="350"/>
        </w:trPr>
        <w:tc>
          <w:tcPr>
            <w:tcW w:w="3477" w:type="dxa"/>
          </w:tcPr>
          <w:p w:rsidR="008849AC" w:rsidRDefault="008849AC" w:rsidP="00CE160A">
            <w:pPr>
              <w:pStyle w:val="libPoem"/>
            </w:pPr>
            <w:r w:rsidRPr="008849AC">
              <w:rPr>
                <w:rtl/>
              </w:rPr>
              <w:t>دور ا</w:t>
            </w:r>
            <w:r w:rsidRPr="008849AC">
              <w:rPr>
                <w:rFonts w:hint="cs"/>
                <w:rtl/>
              </w:rPr>
              <w:t>ی</w:t>
            </w:r>
            <w:r w:rsidRPr="008849AC">
              <w:rPr>
                <w:rFonts w:hint="eastAsia"/>
                <w:rtl/>
              </w:rPr>
              <w:t>ام</w:t>
            </w:r>
            <w:r w:rsidRPr="008849AC">
              <w:rPr>
                <w:rtl/>
              </w:rPr>
              <w:t xml:space="preserve"> د</w:t>
            </w:r>
            <w:r w:rsidRPr="008849AC">
              <w:rPr>
                <w:rFonts w:hint="cs"/>
                <w:rtl/>
              </w:rPr>
              <w:t>ی</w:t>
            </w:r>
            <w:r w:rsidRPr="008849AC">
              <w:rPr>
                <w:rFonts w:hint="eastAsia"/>
                <w:rtl/>
              </w:rPr>
              <w:t>ده</w:t>
            </w:r>
            <w:r w:rsidRPr="008849AC">
              <w:rPr>
                <w:rtl/>
              </w:rPr>
              <w:t xml:space="preserve"> ام که مپرس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849AC" w:rsidRDefault="008849AC" w:rsidP="00CE160A">
            <w:pPr>
              <w:pStyle w:val="libPoem"/>
              <w:rPr>
                <w:rtl/>
              </w:rPr>
            </w:pPr>
          </w:p>
        </w:tc>
        <w:tc>
          <w:tcPr>
            <w:tcW w:w="3282" w:type="dxa"/>
          </w:tcPr>
          <w:p w:rsidR="008849AC" w:rsidRDefault="008849AC" w:rsidP="00CE160A">
            <w:pPr>
              <w:pStyle w:val="libPoem"/>
            </w:pPr>
            <w:r w:rsidRPr="008849AC">
              <w:rPr>
                <w:rtl/>
              </w:rPr>
              <w:t>جان بر لب رس</w:t>
            </w:r>
            <w:r w:rsidRPr="008849AC">
              <w:rPr>
                <w:rFonts w:hint="cs"/>
                <w:rtl/>
              </w:rPr>
              <w:t>ی</w:t>
            </w:r>
            <w:r w:rsidRPr="008849AC">
              <w:rPr>
                <w:rFonts w:hint="eastAsia"/>
                <w:rtl/>
              </w:rPr>
              <w:t>ده</w:t>
            </w:r>
            <w:r w:rsidRPr="008849AC">
              <w:rPr>
                <w:rtl/>
              </w:rPr>
              <w:t xml:space="preserve"> ام که مپرس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849AC" w:rsidTr="008849AC">
        <w:trPr>
          <w:trHeight w:val="350"/>
        </w:trPr>
        <w:tc>
          <w:tcPr>
            <w:tcW w:w="3477" w:type="dxa"/>
          </w:tcPr>
          <w:p w:rsidR="008849AC" w:rsidRDefault="008849AC" w:rsidP="00CE160A">
            <w:pPr>
              <w:pStyle w:val="libPoem"/>
            </w:pPr>
            <w:r w:rsidRPr="008849AC">
              <w:rPr>
                <w:rtl/>
              </w:rPr>
              <w:t>دامنم تر بود ز ژاله چشم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8849AC" w:rsidRDefault="008849AC" w:rsidP="00CE160A">
            <w:pPr>
              <w:pStyle w:val="libPoem"/>
              <w:rPr>
                <w:rtl/>
              </w:rPr>
            </w:pPr>
          </w:p>
        </w:tc>
        <w:tc>
          <w:tcPr>
            <w:tcW w:w="3282" w:type="dxa"/>
          </w:tcPr>
          <w:p w:rsidR="008849AC" w:rsidRDefault="008849AC" w:rsidP="00CE160A">
            <w:pPr>
              <w:pStyle w:val="libPoem"/>
            </w:pPr>
            <w:r w:rsidRPr="008849AC">
              <w:rPr>
                <w:rtl/>
              </w:rPr>
              <w:t>ر</w:t>
            </w:r>
            <w:r w:rsidRPr="008849AC">
              <w:rPr>
                <w:rFonts w:hint="cs"/>
                <w:rtl/>
              </w:rPr>
              <w:t>ی</w:t>
            </w:r>
            <w:r w:rsidRPr="008849AC">
              <w:rPr>
                <w:rFonts w:hint="eastAsia"/>
                <w:rtl/>
              </w:rPr>
              <w:t>زد</w:t>
            </w:r>
            <w:r w:rsidRPr="008849AC">
              <w:rPr>
                <w:rtl/>
              </w:rPr>
              <w:t xml:space="preserve"> از دل به د</w:t>
            </w:r>
            <w:r w:rsidRPr="008849AC">
              <w:rPr>
                <w:rFonts w:hint="cs"/>
                <w:rtl/>
              </w:rPr>
              <w:t>ی</w:t>
            </w:r>
            <w:r w:rsidRPr="008849AC">
              <w:rPr>
                <w:rFonts w:hint="eastAsia"/>
                <w:rtl/>
              </w:rPr>
              <w:t>ده</w:t>
            </w:r>
            <w:r w:rsidRPr="008849AC">
              <w:rPr>
                <w:rtl/>
              </w:rPr>
              <w:t xml:space="preserve"> ام که مپرس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34C0" w:rsidTr="008849AC">
        <w:tblPrEx>
          <w:tblLook w:val="01E0"/>
        </w:tblPrEx>
        <w:trPr>
          <w:trHeight w:val="350"/>
        </w:trPr>
        <w:tc>
          <w:tcPr>
            <w:tcW w:w="3477" w:type="dxa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روزگار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 کز غم هجران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282" w:type="dxa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ناله ها بر کش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ام که مپرس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E34C0" w:rsidTr="008849AC">
        <w:tblPrEx>
          <w:tblLook w:val="01E0"/>
        </w:tblPrEx>
        <w:trPr>
          <w:trHeight w:val="350"/>
        </w:trPr>
        <w:tc>
          <w:tcPr>
            <w:tcW w:w="3477" w:type="dxa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از کمندش گسسته پا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9E34C0" w:rsidRDefault="009E34C0" w:rsidP="00F16703">
            <w:pPr>
              <w:pStyle w:val="libPoem"/>
              <w:rPr>
                <w:rtl/>
              </w:rPr>
            </w:pPr>
          </w:p>
        </w:tc>
        <w:tc>
          <w:tcPr>
            <w:tcW w:w="3282" w:type="dxa"/>
          </w:tcPr>
          <w:p w:rsidR="009E34C0" w:rsidRDefault="009E34C0" w:rsidP="00F16703">
            <w:pPr>
              <w:pStyle w:val="libPoem"/>
            </w:pPr>
            <w:r>
              <w:rPr>
                <w:rtl/>
                <w:lang w:bidi="fa-IR"/>
              </w:rPr>
              <w:t>چون غزال رم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ام که مپرس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72F5" w:rsidTr="008849AC">
        <w:trPr>
          <w:trHeight w:val="350"/>
        </w:trPr>
        <w:tc>
          <w:tcPr>
            <w:tcW w:w="3477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دست و پا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زنم چونان بسمل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282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طائر سر بر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ام که مپرس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72F5" w:rsidTr="008849AC">
        <w:trPr>
          <w:trHeight w:val="350"/>
        </w:trPr>
        <w:tc>
          <w:tcPr>
            <w:tcW w:w="3477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غم هجران او کمانم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282" w:type="dxa"/>
          </w:tcPr>
          <w:p w:rsidR="004972F5" w:rsidRDefault="004972F5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سرو</w:t>
            </w:r>
            <w:r>
              <w:rPr>
                <w:rtl/>
                <w:lang w:bidi="fa-IR"/>
              </w:rPr>
              <w:t xml:space="preserve"> قامت خم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ام که مپرس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72F5" w:rsidTr="008849AC">
        <w:trPr>
          <w:trHeight w:val="350"/>
        </w:trPr>
        <w:tc>
          <w:tcPr>
            <w:tcW w:w="3477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مژه ام اشکبار منظر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282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در کنارش خوش آرم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ام که مپرس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72F5" w:rsidTr="008849AC">
        <w:trPr>
          <w:trHeight w:val="350"/>
        </w:trPr>
        <w:tc>
          <w:tcPr>
            <w:tcW w:w="3477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خواه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از او نشانه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جهان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282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سرو قد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ام که مپرس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72F5" w:rsidTr="008849AC">
        <w:trPr>
          <w:trHeight w:val="350"/>
        </w:trPr>
        <w:tc>
          <w:tcPr>
            <w:tcW w:w="3477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احمد ار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زند دم از مهرش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282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غ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مهرش ند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ام که مپرس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72F5" w:rsidTr="008849AC">
        <w:trPr>
          <w:trHeight w:val="350"/>
        </w:trPr>
        <w:tc>
          <w:tcPr>
            <w:tcW w:w="3477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در عطا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اگر ز من پرس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282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به عطا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</w:t>
            </w:r>
            <w:r>
              <w:rPr>
                <w:rtl/>
                <w:lang w:bidi="fa-IR"/>
              </w:rPr>
              <w:t xml:space="preserve"> رس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ام که مپرس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72F5" w:rsidTr="008849AC">
        <w:trPr>
          <w:trHeight w:val="350"/>
        </w:trPr>
        <w:tc>
          <w:tcPr>
            <w:tcW w:w="3477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 xml:space="preserve">احمدا خوش سروده است </w:t>
            </w:r>
            <w:r>
              <w:rPr>
                <w:rFonts w:hint="eastAsia"/>
                <w:rtl/>
                <w:lang w:bidi="fa-IR"/>
              </w:rPr>
              <w:t>حافظ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282" w:type="dxa"/>
          </w:tcPr>
          <w:p w:rsidR="004972F5" w:rsidRDefault="004972F5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درد</w:t>
            </w:r>
            <w:r>
              <w:rPr>
                <w:rtl/>
                <w:lang w:bidi="fa-IR"/>
              </w:rPr>
              <w:t xml:space="preserve"> عشق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ام که مپرس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972F5" w:rsidRDefault="004972F5" w:rsidP="00BC358B">
      <w:pPr>
        <w:pStyle w:val="libNormal"/>
        <w:rPr>
          <w:rtl/>
        </w:rPr>
      </w:pPr>
    </w:p>
    <w:p w:rsidR="00BC358B" w:rsidRDefault="004972F5" w:rsidP="00BC358B">
      <w:pPr>
        <w:pStyle w:val="libNormal"/>
        <w:rPr>
          <w:rtl/>
          <w:lang w:bidi="fa-IR"/>
        </w:rPr>
      </w:pPr>
      <w:r>
        <w:rPr>
          <w:rtl/>
        </w:rPr>
        <w:br w:type="page"/>
      </w:r>
    </w:p>
    <w:p w:rsidR="00BC358B" w:rsidRDefault="00BC358B" w:rsidP="004972F5">
      <w:pPr>
        <w:pStyle w:val="Heading2"/>
        <w:rPr>
          <w:rtl/>
          <w:lang w:bidi="fa-IR"/>
        </w:rPr>
      </w:pPr>
      <w:bookmarkStart w:id="268" w:name="_Toc477343906"/>
      <w:bookmarkStart w:id="269" w:name="_Toc477344048"/>
      <w:r>
        <w:rPr>
          <w:rFonts w:hint="eastAsia"/>
          <w:rtl/>
          <w:lang w:bidi="fa-IR"/>
        </w:rPr>
        <w:t>شاه</w:t>
      </w:r>
      <w:r>
        <w:rPr>
          <w:rtl/>
          <w:lang w:bidi="fa-IR"/>
        </w:rPr>
        <w:t xml:space="preserve"> خراسان</w:t>
      </w:r>
      <w:bookmarkEnd w:id="268"/>
      <w:bookmarkEnd w:id="269"/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79"/>
        <w:gridCol w:w="267"/>
        <w:gridCol w:w="3276"/>
      </w:tblGrid>
      <w:tr w:rsidR="004972F5" w:rsidTr="004972F5">
        <w:trPr>
          <w:trHeight w:val="350"/>
        </w:trPr>
        <w:tc>
          <w:tcPr>
            <w:tcW w:w="3379" w:type="dxa"/>
            <w:shd w:val="clear" w:color="auto" w:fill="auto"/>
          </w:tcPr>
          <w:p w:rsidR="004972F5" w:rsidRDefault="004972F5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دل</w:t>
            </w:r>
            <w:r>
              <w:rPr>
                <w:rtl/>
                <w:lang w:bidi="fa-IR"/>
              </w:rPr>
              <w:t xml:space="preserve"> در طلب شاه خراسان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  <w:shd w:val="clear" w:color="auto" w:fill="auto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276" w:type="dxa"/>
            <w:shd w:val="clear" w:color="auto" w:fill="auto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با چشم تر و حال پر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شان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72F5" w:rsidTr="004972F5">
        <w:trPr>
          <w:trHeight w:val="350"/>
        </w:trPr>
        <w:tc>
          <w:tcPr>
            <w:tcW w:w="3379" w:type="dxa"/>
          </w:tcPr>
          <w:p w:rsidR="004972F5" w:rsidRDefault="004972F5" w:rsidP="00F16703">
            <w:pPr>
              <w:pStyle w:val="libPoem"/>
            </w:pP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شعله ز عشق او به جانش افتاد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276" w:type="dxa"/>
          </w:tcPr>
          <w:p w:rsidR="004972F5" w:rsidRDefault="004972F5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وانه</w:t>
            </w:r>
            <w:r>
              <w:rPr>
                <w:rtl/>
                <w:lang w:bidi="fa-IR"/>
              </w:rPr>
              <w:t xml:space="preserve"> صفت در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جانان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72F5" w:rsidTr="004972F5">
        <w:trPr>
          <w:trHeight w:val="350"/>
        </w:trPr>
        <w:tc>
          <w:tcPr>
            <w:tcW w:w="3379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در کو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رضا آهو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سرگردانش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276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آواره به هر کوه و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ابان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72F5" w:rsidTr="004972F5">
        <w:trPr>
          <w:trHeight w:val="350"/>
        </w:trPr>
        <w:tc>
          <w:tcPr>
            <w:tcW w:w="3379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از خم شده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تاب و هم از باده خراب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276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وسته</w:t>
            </w:r>
            <w:r>
              <w:rPr>
                <w:rtl/>
                <w:lang w:bidi="fa-IR"/>
              </w:rPr>
              <w:t xml:space="preserve"> هم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مست و خرامان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72F5" w:rsidTr="004972F5">
        <w:tblPrEx>
          <w:tblLook w:val="04A0"/>
        </w:tblPrEx>
        <w:trPr>
          <w:trHeight w:val="350"/>
        </w:trPr>
        <w:tc>
          <w:tcPr>
            <w:tcW w:w="3379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احمد به جهان اگرچه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مارش</w:t>
            </w:r>
            <w:r>
              <w:rPr>
                <w:rtl/>
                <w:lang w:bidi="fa-IR"/>
              </w:rPr>
              <w:t xml:space="preserve">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276" w:type="dxa"/>
          </w:tcPr>
          <w:p w:rsidR="004972F5" w:rsidRDefault="004972F5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اندر</w:t>
            </w:r>
            <w:r>
              <w:rPr>
                <w:rtl/>
                <w:lang w:bidi="fa-IR"/>
              </w:rPr>
              <w:t xml:space="preserve"> طلبش از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درمان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گشت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972F5" w:rsidRDefault="004972F5" w:rsidP="00BC358B">
      <w:pPr>
        <w:pStyle w:val="libNormal"/>
        <w:rPr>
          <w:rtl/>
        </w:rPr>
      </w:pPr>
    </w:p>
    <w:p w:rsidR="00BC358B" w:rsidRDefault="004972F5" w:rsidP="00BC358B">
      <w:pPr>
        <w:pStyle w:val="libNormal"/>
        <w:rPr>
          <w:rtl/>
          <w:lang w:bidi="fa-IR"/>
        </w:rPr>
      </w:pPr>
      <w:r>
        <w:rPr>
          <w:rtl/>
        </w:rPr>
        <w:br w:type="page"/>
      </w:r>
    </w:p>
    <w:p w:rsidR="00BC358B" w:rsidRDefault="00BC358B" w:rsidP="004972F5">
      <w:pPr>
        <w:pStyle w:val="Heading2"/>
        <w:rPr>
          <w:rtl/>
          <w:lang w:bidi="fa-IR"/>
        </w:rPr>
      </w:pPr>
      <w:bookmarkStart w:id="270" w:name="_Toc477343907"/>
      <w:bookmarkStart w:id="271" w:name="_Toc477344049"/>
      <w:r>
        <w:rPr>
          <w:rFonts w:hint="eastAsia"/>
          <w:rtl/>
          <w:lang w:bidi="fa-IR"/>
        </w:rPr>
        <w:t>رباع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bookmarkEnd w:id="270"/>
      <w:bookmarkEnd w:id="271"/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4972F5" w:rsidTr="008849AC">
        <w:trPr>
          <w:trHeight w:val="350"/>
        </w:trPr>
        <w:tc>
          <w:tcPr>
            <w:tcW w:w="3344" w:type="dxa"/>
            <w:shd w:val="clear" w:color="auto" w:fill="auto"/>
          </w:tcPr>
          <w:p w:rsidR="004972F5" w:rsidRDefault="004972F5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آثار</w:t>
            </w:r>
            <w:r>
              <w:rPr>
                <w:rtl/>
                <w:lang w:bidi="fa-IR"/>
              </w:rPr>
              <w:t xml:space="preserve"> جلال کبر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یی</w:t>
            </w:r>
            <w:r>
              <w:rPr>
                <w:rtl/>
                <w:lang w:bidi="fa-IR"/>
              </w:rPr>
              <w:t xml:space="preserve"> است کتاب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سرچشمه 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ض</w:t>
            </w:r>
            <w:r>
              <w:rPr>
                <w:rtl/>
                <w:lang w:bidi="fa-IR"/>
              </w:rPr>
              <w:t xml:space="preserve"> لا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 کتاب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72F5" w:rsidTr="008849AC">
        <w:trPr>
          <w:trHeight w:val="350"/>
        </w:trPr>
        <w:tc>
          <w:tcPr>
            <w:tcW w:w="3344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ناج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بود آن کس که به او چنگ زند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4972F5" w:rsidRDefault="004972F5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را</w:t>
            </w:r>
            <w:r>
              <w:rPr>
                <w:rtl/>
                <w:lang w:bidi="fa-IR"/>
              </w:rPr>
              <w:t xml:space="preserve"> که سف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نه</w:t>
            </w:r>
            <w:r>
              <w:rPr>
                <w:rtl/>
                <w:lang w:bidi="fa-IR"/>
              </w:rPr>
              <w:t xml:space="preserve"> اله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است کتاب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972F5" w:rsidRPr="00A412B7" w:rsidRDefault="004972F5" w:rsidP="00A412B7">
      <w:pPr>
        <w:pStyle w:val="libNormal"/>
        <w:rPr>
          <w:rtl/>
        </w:rPr>
      </w:pPr>
      <w:r w:rsidRPr="00A412B7">
        <w:rPr>
          <w:rtl/>
        </w:rPr>
        <w:br w:type="page"/>
      </w:r>
    </w:p>
    <w:p w:rsidR="00BC358B" w:rsidRDefault="00BC358B" w:rsidP="004972F5">
      <w:pPr>
        <w:pStyle w:val="Heading2"/>
        <w:rPr>
          <w:rtl/>
          <w:lang w:bidi="fa-IR"/>
        </w:rPr>
      </w:pPr>
      <w:bookmarkStart w:id="272" w:name="_Toc477343908"/>
      <w:bookmarkStart w:id="273" w:name="_Toc477344050"/>
      <w:r>
        <w:rPr>
          <w:rFonts w:hint="eastAsia"/>
          <w:rtl/>
          <w:lang w:bidi="fa-IR"/>
        </w:rPr>
        <w:t>رباع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ماء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bookmarkEnd w:id="272"/>
      <w:bookmarkEnd w:id="273"/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2"/>
        <w:gridCol w:w="268"/>
        <w:gridCol w:w="3322"/>
      </w:tblGrid>
      <w:tr w:rsidR="004972F5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4972F5" w:rsidRDefault="004972F5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در دل من بتافت انوار کتاب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روشن شده 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ام ز آثار کتاب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72F5" w:rsidTr="00F16703">
        <w:trPr>
          <w:trHeight w:val="350"/>
        </w:trPr>
        <w:tc>
          <w:tcPr>
            <w:tcW w:w="3920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آن ماء مع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که مرده را زنده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72F5" w:rsidRDefault="004972F5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گرد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روان به جان ز اسرار کتاب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BC358B">
      <w:pPr>
        <w:pStyle w:val="libNormal"/>
        <w:rPr>
          <w:rtl/>
          <w:lang w:bidi="fa-IR"/>
        </w:rPr>
      </w:pPr>
    </w:p>
    <w:p w:rsidR="00BC358B" w:rsidRDefault="00BC358B" w:rsidP="004972F5">
      <w:pPr>
        <w:pStyle w:val="Heading2"/>
        <w:rPr>
          <w:rtl/>
          <w:lang w:bidi="fa-IR"/>
        </w:rPr>
      </w:pPr>
      <w:bookmarkStart w:id="274" w:name="_Toc477343909"/>
      <w:bookmarkStart w:id="275" w:name="_Toc477344051"/>
      <w:r>
        <w:rPr>
          <w:rFonts w:hint="eastAsia"/>
          <w:rtl/>
          <w:lang w:bidi="fa-IR"/>
        </w:rPr>
        <w:t>رباع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</w:t>
      </w:r>
      <w:bookmarkEnd w:id="274"/>
      <w:bookmarkEnd w:id="275"/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7"/>
        <w:gridCol w:w="268"/>
        <w:gridCol w:w="3307"/>
      </w:tblGrid>
      <w:tr w:rsidR="004972F5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4972F5" w:rsidRDefault="004972F5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شمع</w:t>
            </w:r>
            <w:r>
              <w:rPr>
                <w:rtl/>
                <w:lang w:bidi="fa-IR"/>
              </w:rPr>
              <w:t xml:space="preserve"> شب عاشقان کتاب است کتاب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نور دل عارفان کتاب است کتاب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72F5" w:rsidTr="00F16703">
        <w:trPr>
          <w:trHeight w:val="350"/>
        </w:trPr>
        <w:tc>
          <w:tcPr>
            <w:tcW w:w="3920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هر بو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خوش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با نس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72F5" w:rsidRDefault="004972F5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باغ پر از گل کتاب است کتاب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972F5" w:rsidRDefault="004972F5" w:rsidP="00BC358B">
      <w:pPr>
        <w:pStyle w:val="libNormal"/>
        <w:rPr>
          <w:rtl/>
          <w:lang w:bidi="fa-IR"/>
        </w:rPr>
      </w:pPr>
    </w:p>
    <w:p w:rsidR="00BC358B" w:rsidRDefault="00BC358B" w:rsidP="00BC358B">
      <w:pPr>
        <w:pStyle w:val="libNormal"/>
        <w:rPr>
          <w:rtl/>
          <w:lang w:bidi="fa-IR"/>
        </w:rPr>
      </w:pPr>
    </w:p>
    <w:p w:rsidR="00BC358B" w:rsidRDefault="00BC358B" w:rsidP="00BC358B">
      <w:pPr>
        <w:pStyle w:val="libNormal"/>
        <w:rPr>
          <w:rtl/>
          <w:lang w:bidi="fa-IR"/>
        </w:rPr>
      </w:pPr>
    </w:p>
    <w:p w:rsidR="00BC358B" w:rsidRDefault="00BC358B" w:rsidP="004972F5">
      <w:pPr>
        <w:pStyle w:val="Heading2"/>
        <w:rPr>
          <w:rtl/>
          <w:lang w:bidi="fa-IR"/>
        </w:rPr>
      </w:pPr>
      <w:bookmarkStart w:id="276" w:name="_Toc477343910"/>
      <w:bookmarkStart w:id="277" w:name="_Toc477344052"/>
      <w:r>
        <w:rPr>
          <w:rFonts w:hint="eastAsia"/>
          <w:rtl/>
          <w:lang w:bidi="fa-IR"/>
        </w:rPr>
        <w:t>رباع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چاره دل</w:t>
      </w:r>
      <w:bookmarkEnd w:id="276"/>
      <w:bookmarkEnd w:id="277"/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8"/>
        <w:gridCol w:w="268"/>
        <w:gridCol w:w="3306"/>
      </w:tblGrid>
      <w:tr w:rsidR="004972F5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4972F5" w:rsidRDefault="004972F5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خانه</w:t>
            </w:r>
            <w:r>
              <w:rPr>
                <w:rtl/>
                <w:lang w:bidi="fa-IR"/>
              </w:rPr>
              <w:t xml:space="preserve"> به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tl/>
                <w:lang w:bidi="fa-IR"/>
              </w:rPr>
              <w:t xml:space="preserve"> به تجاهل بستند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4972F5" w:rsidRDefault="004972F5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تا</w:t>
            </w:r>
            <w:r>
              <w:rPr>
                <w:rtl/>
                <w:lang w:bidi="fa-IR"/>
              </w:rPr>
              <w:t xml:space="preserve"> نب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نند</w:t>
            </w:r>
            <w:r>
              <w:rPr>
                <w:rtl/>
                <w:lang w:bidi="fa-IR"/>
              </w:rPr>
              <w:t xml:space="preserve"> مرا مست، دلم را خستند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72F5" w:rsidTr="00F16703">
        <w:trPr>
          <w:trHeight w:val="350"/>
        </w:trPr>
        <w:tc>
          <w:tcPr>
            <w:tcW w:w="3920" w:type="dxa"/>
          </w:tcPr>
          <w:p w:rsidR="004972F5" w:rsidRDefault="004972F5" w:rsidP="00F16703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</w:t>
            </w:r>
            <w:r>
              <w:rPr>
                <w:rtl/>
                <w:lang w:bidi="fa-IR"/>
              </w:rPr>
              <w:t xml:space="preserve"> حر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فان</w:t>
            </w:r>
            <w:r>
              <w:rPr>
                <w:rtl/>
                <w:lang w:bidi="fa-IR"/>
              </w:rPr>
              <w:t xml:space="preserve"> بنشستم که کنم چاره دل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غافل از آنکه به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خانه</w:t>
            </w:r>
            <w:r>
              <w:rPr>
                <w:rtl/>
                <w:lang w:bidi="fa-IR"/>
              </w:rPr>
              <w:t xml:space="preserve"> رق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بان</w:t>
            </w:r>
            <w:r>
              <w:rPr>
                <w:rtl/>
                <w:lang w:bidi="fa-IR"/>
              </w:rPr>
              <w:t xml:space="preserve"> هستند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972F5" w:rsidRDefault="004972F5" w:rsidP="00BC358B">
      <w:pPr>
        <w:pStyle w:val="libNormal"/>
        <w:rPr>
          <w:rtl/>
          <w:lang w:bidi="fa-IR"/>
        </w:rPr>
      </w:pPr>
    </w:p>
    <w:p w:rsidR="00BC358B" w:rsidRDefault="004972F5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972F5" w:rsidRDefault="00BC358B" w:rsidP="004972F5">
      <w:pPr>
        <w:pStyle w:val="Heading2"/>
        <w:rPr>
          <w:rtl/>
          <w:lang w:bidi="fa-IR"/>
        </w:rPr>
      </w:pPr>
      <w:bookmarkStart w:id="278" w:name="_Toc477343911"/>
      <w:bookmarkStart w:id="279" w:name="_Toc477344053"/>
      <w:r>
        <w:rPr>
          <w:rFonts w:hint="eastAsia"/>
          <w:rtl/>
          <w:lang w:bidi="fa-IR"/>
        </w:rPr>
        <w:t>سرا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اشعار: مؤلف کتاب</w:t>
      </w:r>
      <w:bookmarkEnd w:id="278"/>
      <w:bookmarkEnd w:id="279"/>
      <w:r>
        <w:rPr>
          <w:rtl/>
          <w:lang w:bidi="fa-IR"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4972F5" w:rsidTr="006F1CEE">
        <w:trPr>
          <w:trHeight w:val="350"/>
        </w:trPr>
        <w:tc>
          <w:tcPr>
            <w:tcW w:w="3344" w:type="dxa"/>
            <w:shd w:val="clear" w:color="auto" w:fill="auto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از باده رخ 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خ</w:t>
            </w:r>
            <w:r>
              <w:rPr>
                <w:rtl/>
                <w:lang w:bidi="fa-IR"/>
              </w:rPr>
              <w:t xml:space="preserve"> به رنگ آوردن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اسلام ز جانب فرنگ آوردن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972F5" w:rsidTr="006F1CEE">
        <w:trPr>
          <w:trHeight w:val="350"/>
        </w:trPr>
        <w:tc>
          <w:tcPr>
            <w:tcW w:w="3344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ناقوس به کعبه در درنگ آوردن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4972F5" w:rsidRDefault="004972F5" w:rsidP="00F16703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4972F5" w:rsidRDefault="004972F5" w:rsidP="00F16703">
            <w:pPr>
              <w:pStyle w:val="libPoem"/>
            </w:pPr>
            <w:r>
              <w:rPr>
                <w:rtl/>
                <w:lang w:bidi="fa-IR"/>
              </w:rPr>
              <w:t>بتوان، نتوان تو را به چنگ آوردن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F1CEE" w:rsidRDefault="006F1CEE" w:rsidP="00BC358B">
      <w:pPr>
        <w:pStyle w:val="libNormal"/>
        <w:rPr>
          <w:rtl/>
          <w:lang w:bidi="fa-IR"/>
        </w:rPr>
      </w:pPr>
    </w:p>
    <w:p w:rsidR="004972F5" w:rsidRDefault="00BC358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t>ابوسع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بتوان نتوان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1"/>
        <w:gridCol w:w="268"/>
        <w:gridCol w:w="3313"/>
      </w:tblGrid>
      <w:tr w:rsidR="006F1CEE" w:rsidTr="00F16703">
        <w:trPr>
          <w:trHeight w:val="350"/>
        </w:trPr>
        <w:tc>
          <w:tcPr>
            <w:tcW w:w="3920" w:type="dxa"/>
            <w:shd w:val="clear" w:color="auto" w:fill="auto"/>
          </w:tcPr>
          <w:p w:rsidR="006F1CEE" w:rsidRDefault="006F1CEE" w:rsidP="00F16703">
            <w:pPr>
              <w:pStyle w:val="libPoem"/>
            </w:pPr>
            <w:r>
              <w:rPr>
                <w:rtl/>
                <w:lang w:bidi="fa-IR"/>
              </w:rPr>
              <w:t>در چشمه ح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وان</w:t>
            </w:r>
            <w:r>
              <w:rPr>
                <w:rtl/>
                <w:lang w:bidi="fa-IR"/>
              </w:rPr>
              <w:t xml:space="preserve"> سر و صورت شو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6F1CEE" w:rsidRDefault="006F1CEE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6F1CEE" w:rsidRDefault="006F1CEE" w:rsidP="00F16703">
            <w:pPr>
              <w:pStyle w:val="libPoem"/>
            </w:pPr>
            <w:r>
              <w:rPr>
                <w:rtl/>
                <w:lang w:bidi="fa-IR"/>
              </w:rPr>
              <w:t>در کوره حداد به آتش سوزم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1CEE" w:rsidTr="00F16703">
        <w:trPr>
          <w:trHeight w:val="350"/>
        </w:trPr>
        <w:tc>
          <w:tcPr>
            <w:tcW w:w="3920" w:type="dxa"/>
          </w:tcPr>
          <w:p w:rsidR="006F1CEE" w:rsidRDefault="006F1CEE" w:rsidP="00F16703">
            <w:pPr>
              <w:pStyle w:val="libPoem"/>
            </w:pPr>
            <w:r>
              <w:rPr>
                <w:rtl/>
                <w:lang w:bidi="fa-IR"/>
              </w:rPr>
              <w:t>با پا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شکسته روز و شب ره پو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F1CEE" w:rsidRDefault="006F1CEE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F1CEE" w:rsidRDefault="006F1CEE" w:rsidP="00F16703">
            <w:pPr>
              <w:pStyle w:val="libPoem"/>
            </w:pPr>
            <w:r>
              <w:rPr>
                <w:rtl/>
                <w:lang w:bidi="fa-IR"/>
              </w:rPr>
              <w:t>بتوان نتوان که ترا زکو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دشمن جو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1CEE" w:rsidTr="00F16703">
        <w:trPr>
          <w:trHeight w:val="350"/>
        </w:trPr>
        <w:tc>
          <w:tcPr>
            <w:tcW w:w="3920" w:type="dxa"/>
          </w:tcPr>
          <w:p w:rsidR="006F1CEE" w:rsidRDefault="006F1CEE" w:rsidP="00F16703">
            <w:pPr>
              <w:pStyle w:val="libPoem"/>
            </w:pPr>
            <w:r>
              <w:rPr>
                <w:rtl/>
                <w:lang w:bidi="fa-IR"/>
              </w:rPr>
              <w:t xml:space="preserve">اندر کمک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ار</w:t>
            </w:r>
            <w:r>
              <w:rPr>
                <w:rtl/>
                <w:lang w:bidi="fa-IR"/>
              </w:rPr>
              <w:t xml:space="preserve"> به زندان رفتن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F1CEE" w:rsidRDefault="006F1CEE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F1CEE" w:rsidRDefault="006F1CEE" w:rsidP="00F16703">
            <w:pPr>
              <w:pStyle w:val="libPoem"/>
            </w:pPr>
            <w:r>
              <w:rPr>
                <w:rtl/>
                <w:lang w:bidi="fa-IR"/>
              </w:rPr>
              <w:t>بگذشته ز جان و سو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رندان رفتن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F1CEE" w:rsidTr="00F16703">
        <w:trPr>
          <w:trHeight w:val="350"/>
        </w:trPr>
        <w:tc>
          <w:tcPr>
            <w:tcW w:w="3920" w:type="dxa"/>
          </w:tcPr>
          <w:p w:rsidR="006F1CEE" w:rsidRDefault="006F1CEE" w:rsidP="00F16703">
            <w:pPr>
              <w:pStyle w:val="libPoem"/>
            </w:pPr>
            <w:r>
              <w:rPr>
                <w:rtl/>
                <w:lang w:bidi="fa-IR"/>
              </w:rPr>
              <w:t>چون آهن مشتعل به سندان رفتن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6F1CEE" w:rsidRDefault="006F1CEE" w:rsidP="00F16703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6F1CEE" w:rsidRDefault="006F1CEE" w:rsidP="00F16703">
            <w:pPr>
              <w:pStyle w:val="libPoem"/>
            </w:pPr>
            <w:r>
              <w:rPr>
                <w:rtl/>
                <w:lang w:bidi="fa-IR"/>
              </w:rPr>
              <w:t>بتوان امّا نتوان ز کو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جانان رفتن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C358B" w:rsidRDefault="00BC358B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رباع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</w:t>
      </w:r>
      <w:r>
        <w:rPr>
          <w:rtl/>
          <w:lang w:bidi="fa-IR"/>
        </w:rPr>
        <w:t xml:space="preserve"> و تمت کلمه ربک صدقاً و عدلاً لا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لکلمات اللَّه»</w:t>
      </w:r>
    </w:p>
    <w:p w:rsidR="00BC358B" w:rsidRDefault="00BC358B" w:rsidP="00BC358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«والحمدللَّه</w:t>
      </w:r>
      <w:r>
        <w:rPr>
          <w:rtl/>
          <w:lang w:bidi="fa-IR"/>
        </w:rPr>
        <w:t xml:space="preserve"> رب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وآله الطاهر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</w:p>
    <w:p w:rsidR="006F1CEE" w:rsidRDefault="006F1CEE" w:rsidP="00BC358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C358B" w:rsidRDefault="00BC358B" w:rsidP="006F1CEE">
      <w:pPr>
        <w:pStyle w:val="Heading1"/>
        <w:rPr>
          <w:rtl/>
          <w:lang w:bidi="fa-IR"/>
        </w:rPr>
      </w:pPr>
      <w:bookmarkStart w:id="280" w:name="_Toc477343912"/>
      <w:bookmarkStart w:id="281" w:name="_Toc477344054"/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نوشتها</w:t>
      </w:r>
      <w:bookmarkEnd w:id="280"/>
      <w:bookmarkEnd w:id="281"/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1) سوره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111.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2) کُمّل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= آنها که به کمال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3) سوره هود،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42.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4) به هنگام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صالحان، رحمت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نازل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5) سوره حجرات،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13.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6) سوره اسراء،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79؛ «و پاس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 را (از خواب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و) قرآن (و نماز) بخوان!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اضاف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توست؛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پروردگارت تو را به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خور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!»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7) سوره مزمل،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20.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8) بحارالانوار، ج 13، ص 329؛ «امام صادق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در مناجات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خداوند با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داشت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عمران! دروغ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مرا دوست دارد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پرده شب انداخته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 و مرا فراموش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دوست، خلوت با محبوب را دوست دارد.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9)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آنکه محله حمام گلشن محل سکونت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 بود که هنوز هم آن منزل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و برقرار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10) فرمود: هرچ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علامت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عرض کرد: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اهل بهشت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روند و اهل جهنم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در آن عذاب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11) لباس دشمنان مرا نپوش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غذا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استفاده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همشکل آنان نشو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وگرنه دشمن من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شد، همان طور که آنان دشمن من هستند.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12) مخالطه = همنش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13) مرجع کل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در زمان خودش.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14) در حال حاضر آب آن تخل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در تصرف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راث</w:t>
      </w:r>
      <w:r>
        <w:rPr>
          <w:rtl/>
          <w:lang w:bidi="fa-IR"/>
        </w:rPr>
        <w:t xml:space="preserve">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15) سوره اسراء،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79؛ «و پاس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 را (از خواب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و) قرآن (و نماز) بخوان!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اضاف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توست؛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پروردگارت تو را به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خور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>!».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16) تلخ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از کتاب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زاهد،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محمّد حسن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17) به نقل از کتاب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زاهد.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18) سوره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15؛ «سلام بر او، آن روز که تولّد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افت،</w:t>
      </w:r>
      <w:r>
        <w:rPr>
          <w:rtl/>
          <w:lang w:bidi="fa-IR"/>
        </w:rPr>
        <w:t xml:space="preserve"> و آن روز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و آن روز که زنده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شود!».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19) خوشا به حال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جهاد اصغر برگشته اند. بر شما باد به جهاد اکبر. گفته شد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 جهاد اکبر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فرمود: جهاد و مبارزه با نفس امّاره.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20)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21) مطرب ها، خواننده ها.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22) چشم 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23)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</w:t>
      </w:r>
      <w:r w:rsidR="00E913E1" w:rsidRPr="00E913E1">
        <w:rPr>
          <w:rStyle w:val="libAlaemChar"/>
          <w:rtl/>
        </w:rPr>
        <w:t xml:space="preserve">صلى‌الله‌عليه‌وآله </w:t>
      </w:r>
      <w:r>
        <w:rPr>
          <w:rtl/>
          <w:lang w:bidi="fa-IR"/>
        </w:rPr>
        <w:t>به ما امر فرموده بودند که با اهل معاص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گناه، با چهره عبوس و گرفته برخورد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24) برگرداندم.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25) سوره بقره،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282.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26) پزشکان.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27)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بر سر آنان کبوتر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نشسته و کوچک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حرکت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نداشتند».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28) مراقب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مؤمن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چرا که به نور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نگرد».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29) چاپلوس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30) گوارا باد بر صاحبان و دارندگان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نعمت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!»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31)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شوخ طبع.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32) سوره رحمن،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60؛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است؟!» 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33)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34) اباعبداللَّه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97775C" w:rsidRPr="0097775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35) چارچوب.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36)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سجاد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از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خوانسار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مقدّس در مسجد آقا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اللَّه اقامه جماعت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37) هر که تقوا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کند و خود را صالح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خواهد شد. عرض شد: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رسول خدا، از شما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خواهد شد؟ فرمود: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 w:rsidR="004D104C" w:rsidRPr="004D104C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38) سوره طلاق،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2 و 3. «هر کس تقوا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کند، خداوند راه نجات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فراهم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او را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از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گمان ندارد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دهد؛ و هر کس بر خدا توکّل کند،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امرش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39) مؤمن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</w:t>
      </w:r>
      <w:r>
        <w:rPr>
          <w:rtl/>
          <w:lang w:bidi="fa-IR"/>
        </w:rPr>
        <w:t xml:space="preserve"> است.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40) مؤمن به نور خداوند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41) به بنده الهام شد.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42) بحارالانوار، ج 75، ص 159؛ کشف الغمه، ج 2، ص 113.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43) سوره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76؛ «و برتر از هر صاحب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است!»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44) سوره انسان،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3؛ «ما راه را به او نشان 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خواه شاکر باشد (و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گردد)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ناسپاس!».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45) سوره حشر،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7؛ «آنچه را رسول 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آورده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(و اجرا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)، و از آنچه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د؛</w:t>
      </w:r>
      <w:r>
        <w:rPr>
          <w:rtl/>
          <w:lang w:bidi="fa-IR"/>
        </w:rPr>
        <w:t xml:space="preserve"> و از (مخالفت) خدا بپره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خداوند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فرش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است!».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46) سوره زخرف،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67؛ «دوستان در آن روز دشمن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گرند،</w:t>
      </w:r>
      <w:r>
        <w:rPr>
          <w:rtl/>
          <w:lang w:bidi="fa-IR"/>
        </w:rPr>
        <w:t xml:space="preserve"> مگر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زگاران</w:t>
      </w:r>
      <w:r>
        <w:rPr>
          <w:rtl/>
          <w:lang w:bidi="fa-IR"/>
        </w:rPr>
        <w:t>!» 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47) اگر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مقام و منزلت و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آگاه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کتاب «نشان از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نشان ها»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 معظم له مراجعه شود.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48)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آنکه مرحوم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جلسه قرائت قرآن و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داشت و مرحوم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جلسه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شرکت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نطق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جلسه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اشاره نموده است.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49) افراد به کمال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روزگار.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50)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غرق شود، به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دستش برسد چنگ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اندازد».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51) عنان و سررشته تمام کارها به دست اوست، و هرکس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قدرت او استمداد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52)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من اطاعت مرا کن تا تو را مثل خودم کنم، من به 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موجود شو، موجود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تو هم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موجود شو تا موجود شود».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53) سوره لقمان،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19؛ «زشت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صداها صدا</w:t>
      </w:r>
      <w:r>
        <w:rPr>
          <w:rFonts w:hint="cs"/>
          <w:rtl/>
          <w:lang w:bidi="fa-IR"/>
        </w:rPr>
        <w:t>ی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خران</w:t>
      </w:r>
      <w:r>
        <w:rPr>
          <w:rtl/>
          <w:lang w:bidi="fa-IR"/>
        </w:rPr>
        <w:t xml:space="preserve"> است» 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54) کاسب دولت خداست».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55) به هم زدن توافق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معامله را اقاله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56) نقل از کتاب دارالسلام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متامه چهاردهم، ص 493.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57) راست فرموده است جد من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97775C" w:rsidRPr="0097775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58) ترس ها.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 xml:space="preserve">59)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صدم؟»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60) سوره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71.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61) آهن گداخته.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62) اصرار.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63)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فاطمه،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صاحب الزمان مرا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و به هلاکت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نداز»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64) نقل از کتاب دار السلام، عراق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317.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65)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ندبه.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66)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صاحب الأمر</w:t>
      </w:r>
      <w:r w:rsidR="0097775C" w:rsidRPr="0097775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67)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مردم نفع برساند».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68) برگفته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15 و 16 سوره غاش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69) دارالسلام عراق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431 در باب مکاشفات.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70) گوارا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باد! باز هم گوارا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باد!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71) همانند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وسط روز است».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72) نقل از کتاب دارالسلام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محمود عراق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73) دارالسلام،محمود عراق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377 «ماشمارا رهانم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فراموشتان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74) سوره عنکبوت،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69؛ «و آن ها که در راه ما (با خلوص 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) جهاد کنند، قطعاً به راه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تشان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75)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شاور</w:t>
      </w:r>
      <w:r>
        <w:rPr>
          <w:rtl/>
          <w:lang w:bidi="fa-IR"/>
        </w:rPr>
        <w:t xml:space="preserve"> از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است.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76)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آنکه چون حدود چهل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پنجاه سال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گذرد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فقرات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نقل به معنا شود.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77) سوره آل عمران،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54.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78)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رابطه با جا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دو قبر مبارک صحاب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وآله؛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جابر بن عبداللَّه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عراق،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محضر حضرت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خراز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«دام ظله العال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شرف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شدم. سخن درباره جابر بن عبداللَّه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صحاب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 w:rsidR="00E913E1" w:rsidRPr="00E913E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  <w:lang w:bidi="fa-IR"/>
        </w:rPr>
        <w:t>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آمد. معظم له فرمودند: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من هم از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سلطان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که فرمودند در بغداد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اللَّه حاج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صدر که در آن زمان نخست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حکومت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tl/>
          <w:lang w:bidi="fa-IR"/>
        </w:rPr>
        <w:t xml:space="preserve"> و از دوستان بودند به خدمت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مشاهده نمودم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و ذهاب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 معظم له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جابر و حذ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را که در معرض خطر طغ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آب دجله قرار گرفته بود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شرح دادند و فرمودند که من عازم دجله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باشم. و من هم اظهار تما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نمودم که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باشم و معظم له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بنده موافقت نمودند و به اتفاق به کنار دجله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پس از نبش قبر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صدر داخل ق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شدند و دو جنازه مطهر را خارج نمودند و آنچه را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جانب در متن مرقوم نموده ام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از لسان مرحوم حاج سلطان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ام. معلوم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اختلاف نقل از کجا نشأت گرفته. در هر حال در اصل موضوع اختلاف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79)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قلوب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دوستانت را لرزاندم، مرا ببخش».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80) تو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حر و آزاد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طور که مادرت تو را نام گذاشته است».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81) سوره نساء،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95.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82)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لاخور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تفنگ داران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که از طرف دولت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حفاظت منزل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فرستاد شده بودند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آنها را مرخص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بود.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83) ناد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خدمتگزارها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بود که از همان ساعت توق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تا وقت اعدام مراقب حالات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84) سوره مؤمن،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44.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85) نقل از کتاب روزنه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عالم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86) ورو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اجساد پاک مسجد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 شه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مجروح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زنده بگو رفته مسجد گوهرشاد به رقص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کوب</w:t>
      </w:r>
      <w:r>
        <w:rPr>
          <w:rFonts w:hint="cs"/>
          <w:rtl/>
          <w:lang w:bidi="fa-IR"/>
        </w:rPr>
        <w:t>ی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برخاستند</w:t>
      </w:r>
      <w:r>
        <w:rPr>
          <w:rtl/>
          <w:lang w:bidi="fa-IR"/>
        </w:rPr>
        <w:t xml:space="preserve"> و جشنواره ها راه انداختند و شعرها سرودند و شب شعر برپا داشتند و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کتاتور</w:t>
      </w:r>
      <w:r>
        <w:rPr>
          <w:rtl/>
          <w:lang w:bidi="fa-IR"/>
        </w:rPr>
        <w:t xml:space="preserve"> خون آشام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ها نمودند و سپس بعد از اتمام جشن به طور دسته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حرم مطهر حضرت ثامن الحجج رفته و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نسوان را به محضر حضرتش عرضه داشتند (زه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وقاحت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امّا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نپائ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شهر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</w:t>
      </w:r>
      <w:r>
        <w:rPr>
          <w:rtl/>
          <w:lang w:bidi="fa-IR"/>
        </w:rPr>
        <w:t xml:space="preserve"> 1320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(دست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آمد و بر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نامحرم زد)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کتاتور</w:t>
      </w:r>
      <w:r>
        <w:rPr>
          <w:rtl/>
          <w:lang w:bidi="fa-IR"/>
        </w:rPr>
        <w:t xml:space="preserve"> خون آشام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و دوران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خفقان بار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ساله حکومت ننگ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«اَللَّهُمَّ الْعَنْ أَوَّلَ ظالِمٍ ظَلَمَ حَقَّ مُحَمَّدٍ وَآلِ مُحَمَّدٍ، وَآ</w:t>
      </w:r>
      <w:r>
        <w:rPr>
          <w:rFonts w:hint="eastAsia"/>
          <w:rtl/>
          <w:lang w:bidi="fa-IR"/>
        </w:rPr>
        <w:t>خِرَ</w:t>
      </w:r>
      <w:r>
        <w:rPr>
          <w:rtl/>
          <w:lang w:bidi="fa-IR"/>
        </w:rPr>
        <w:t xml:space="preserve"> تابِعٍ لَهُ عَل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ذلِکَ اَللَّهُمَّ الْعَنْهُمْ جَمِ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عاً»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87) عمامه تاج ملائکه است».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88)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چهل شب را خالصانه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به صبح برساند چشمه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حکمت از قلبش به زبانش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شد».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89)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جلد اوّل، ص 230، من کلامه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الصحابه و زهادهم ما رواه صعصعه بن صوحان العبد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قال... 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90)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 1، ص 231. من کلامه </w:t>
      </w:r>
      <w:r w:rsidR="004D104C" w:rsidRPr="004D104C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المخلص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رواه نقله الاثار.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91)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 1، ص 135.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92)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 1، ص 101.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93)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 1، ص 340.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94) محدث؛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فرشته با او تکلم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همچن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صاحب اسم اعظم و عالم به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منا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است».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«منا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مرگ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هر کجا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داند. و در درجه دهم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باشد»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95)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الاختصاص.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96) معول: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آهن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لبه آن پهن و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در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کلنگ نتواند در کندن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سخت،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ببرد از او بهره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97) مجمع البلدان، ج 4، ص 175.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98) عز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 جاهل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99) واقد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771.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100) سوره عنکبوت،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69؛ «و آن ها که در راه ما (با خلوص 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) جهاد کنند، قطعاً به راه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تشان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کرد».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101) سوره آل عمران،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144.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102) ارشاد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 1، ص 177.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103) اثبات الهداه،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حرّ عامل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ج 4، ص 526.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104) اثبات الهداه، ج 4، ص 522.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105) اثباه الهداه، ج 4، ص 566.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106) اثبات الهداه، ج 4، ص 464.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107) اثبات الهداه، ج 4، ص 462.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108) اثبات الهداه، ج 4، ص 598.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109) اثبات الهداه، ج 4، ص 470.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110) اثبات الهداه، ج 4، ص 504.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lastRenderedPageBreak/>
        <w:t>111) اثبات الهداه، ج 4، ص 565.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112) سوره انب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107.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 xml:space="preserve">113) مدام؛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</w:p>
    <w:p w:rsidR="00BC358B" w:rsidRDefault="00BC358B" w:rsidP="006F1CEE">
      <w:pPr>
        <w:pStyle w:val="libFootnote0"/>
        <w:rPr>
          <w:rtl/>
          <w:lang w:bidi="fa-IR"/>
        </w:rPr>
      </w:pPr>
      <w:r>
        <w:rPr>
          <w:rtl/>
          <w:lang w:bidi="fa-IR"/>
        </w:rPr>
        <w:t>114) سوره انسان،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21.</w:t>
      </w:r>
    </w:p>
    <w:p w:rsidR="00A412B7" w:rsidRDefault="009E485D" w:rsidP="00A412B7">
      <w:pPr>
        <w:pStyle w:val="Heading1Center"/>
      </w:pPr>
      <w:r>
        <w:rPr>
          <w:rtl/>
          <w:lang w:bidi="fa-IR"/>
        </w:rPr>
        <w:br w:type="page"/>
      </w:r>
      <w:bookmarkStart w:id="282" w:name="_Toc477343913"/>
      <w:bookmarkStart w:id="283" w:name="_Toc477344055"/>
      <w:r>
        <w:rPr>
          <w:rFonts w:hint="cs"/>
          <w:rtl/>
          <w:lang w:bidi="fa-IR"/>
        </w:rPr>
        <w:lastRenderedPageBreak/>
        <w:t>فهرست مطالب</w:t>
      </w:r>
      <w:bookmarkEnd w:id="282"/>
      <w:bookmarkEnd w:id="283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778898425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A412B7" w:rsidRDefault="00A412B7" w:rsidP="00A412B7">
          <w:pPr>
            <w:pStyle w:val="TOCHeading"/>
          </w:pPr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0B6A11">
            <w:fldChar w:fldCharType="begin"/>
          </w:r>
          <w:r w:rsidR="00A412B7">
            <w:instrText xml:space="preserve"> TOC \o "1-3" \h \z \u </w:instrText>
          </w:r>
          <w:r w:rsidRPr="000B6A11">
            <w:fldChar w:fldCharType="separate"/>
          </w:r>
          <w:hyperlink w:anchor="_Toc477343914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مقدمه مؤلّف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Toc477343914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343915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بخش اول:خاطرات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صالحان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Toc477343915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16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لاد مرحوم جناب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Toc477343916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17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اسات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د مرحوم جناب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Toc477343917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18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آ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نده نگر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مرحوم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Toc477343918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19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عنا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ت پروردگار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Toc477343919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20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تأث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 کلام جناب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Toc477343920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21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مصداق 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گر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نفوذ کلام جناب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Toc477343921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22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رو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در فض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لت جناب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خ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 xml:space="preserve"> رحمه‌الله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Toc477343922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23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فض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لت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گر از جناب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 مرتض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زاهد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Toc477343923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24" w:history="1"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ق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 جناب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 به عالم ق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امت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Toc477343924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25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اجتناب مرحوم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 از تشبه به کلمات کفار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Toc477343925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26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پره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ز جناب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 از سلطه کفار در رابطه با صنا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عشان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Toc477343926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27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اشت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اق مرحوم آ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ت اللَّه حاج س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یّ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د ابوالحسن اصفهان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به ز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ارت مرحوم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Toc477343927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28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حضور حضرت ول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عصر (عجل اللَّه تعال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فرجه الشر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ف)در مجلس دعا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ندبه مرحوم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Toc477343928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29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اطاعت مطلق جناب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 از والد گرام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اش مجد الذاکر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رحمه‌الله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Toc477343929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30" w:history="1"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مزاح 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ک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مر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دان با مرحوم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Toc477343930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31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تقرب مرحوم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 مرتض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به محضر حضرت ول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عصر (عجل اللَّه تعال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فرجه الشر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ف)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Toc477343931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32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ارتباط مرحوم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 با عالم معنا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Toc477343932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33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ارتحال مرحوم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Toc477343933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34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حمل جنازه مرحوم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 به کربلا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معل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به طور معجزه آسا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Toc477343934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35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تازه ماندن جنازه مرحوم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 بعد از چهارده سال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Toc477343935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36" w:history="1">
            <w:r w:rsidR="00A412B7" w:rsidRPr="00802722">
              <w:rPr>
                <w:rStyle w:val="Hyperlink"/>
                <w:noProof/>
                <w:rtl/>
              </w:rPr>
              <w:t>حاج ش</w:t>
            </w:r>
            <w:r w:rsidR="00A412B7" w:rsidRPr="00802722">
              <w:rPr>
                <w:rStyle w:val="Hyperlink"/>
                <w:rFonts w:hint="cs"/>
                <w:noProof/>
                <w:rtl/>
              </w:rPr>
              <w:t>ی</w:t>
            </w:r>
            <w:r w:rsidR="00A412B7" w:rsidRPr="00802722">
              <w:rPr>
                <w:rStyle w:val="Hyperlink"/>
                <w:noProof/>
                <w:rtl/>
              </w:rPr>
              <w:t>خ هاد</w:t>
            </w:r>
            <w:r w:rsidR="00A412B7" w:rsidRPr="00802722">
              <w:rPr>
                <w:rStyle w:val="Hyperlink"/>
                <w:rFonts w:hint="cs"/>
                <w:noProof/>
                <w:rtl/>
              </w:rPr>
              <w:t>ی</w:t>
            </w:r>
            <w:r w:rsidR="00A412B7" w:rsidRPr="00802722">
              <w:rPr>
                <w:rStyle w:val="Hyperlink"/>
                <w:noProof/>
                <w:rtl/>
              </w:rPr>
              <w:t xml:space="preserve"> مقدّس </w:t>
            </w:r>
            <w:r w:rsidR="00A412B7" w:rsidRPr="00802722">
              <w:rPr>
                <w:rStyle w:val="Hyperlink"/>
                <w:rFonts w:hint="cs"/>
                <w:noProof/>
                <w:rtl/>
              </w:rPr>
              <w:t>ی</w:t>
            </w:r>
            <w:r w:rsidR="00A412B7" w:rsidRPr="00802722">
              <w:rPr>
                <w:rStyle w:val="Hyperlink"/>
                <w:noProof/>
                <w:rtl/>
              </w:rPr>
              <w:t>ک</w:t>
            </w:r>
            <w:r w:rsidR="00A412B7" w:rsidRPr="00802722">
              <w:rPr>
                <w:rStyle w:val="Hyperlink"/>
                <w:rFonts w:hint="cs"/>
                <w:noProof/>
                <w:rtl/>
              </w:rPr>
              <w:t>ی</w:t>
            </w:r>
            <w:r w:rsidR="00A412B7" w:rsidRPr="00802722">
              <w:rPr>
                <w:rStyle w:val="Hyperlink"/>
                <w:noProof/>
                <w:rtl/>
              </w:rPr>
              <w:t xml:space="preserve"> از ترب</w:t>
            </w:r>
            <w:r w:rsidR="00A412B7" w:rsidRPr="00802722">
              <w:rPr>
                <w:rStyle w:val="Hyperlink"/>
                <w:rFonts w:hint="cs"/>
                <w:noProof/>
                <w:rtl/>
              </w:rPr>
              <w:t>ی</w:t>
            </w:r>
            <w:r w:rsidR="00A412B7" w:rsidRPr="00802722">
              <w:rPr>
                <w:rStyle w:val="Hyperlink"/>
                <w:noProof/>
                <w:rtl/>
              </w:rPr>
              <w:t>ت شدگان محضر جناب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Toc477343936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37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مصداق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تقوا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مرحوم مقدس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Toc477343937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38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مصداق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محتاط بودن مرحوم مقدس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Toc477343938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39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مصداق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قداست مرحوم مقدس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Toc477343939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40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عدم علاقه مرحوم مقدّس به امور ماد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Toc477343940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41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صوت دلربا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مرحوم مقدس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Toc477343941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42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عدم شرکت مرحوم مقدّس در مراسم عکس بردار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Toc477343942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43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فراست مرحوم حاج مقدس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Toc477343943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44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آ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نده نگر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مرحوم حاج هاد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مقدّس (طاب ثراه)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Toc477343944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45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مورد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ترحم و تقوا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مرحوم حاج مقدس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Toc477343945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46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مزاح حاج مقدّس بر رو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منبر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Toc477343946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47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نمونه 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امر به معروف مرحوم حاج آقا مقدس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Toc477343947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48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خ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ار ع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ب از 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د مرحوم مقدس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Toc477343948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49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قداست مرحوم مقدس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Toc477343949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50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طر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قه حضور قلب در کنار قبور ائمه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عليهم‌السلام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Toc477343950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51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تمنّا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مرگ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Toc477343951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52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ارتحال مرحوم حاج مقدس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Toc477343952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53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مدفن مرحوم حاج هاد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مقدس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Toc477343953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54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مجلس ترح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م مرحوم حاج مقدّس در تهران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Toc477343954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55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رؤ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مرحوم حاج هاد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مقدّس پس از فوت 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شان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Toc477343955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56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حضور مرحوم آقا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فخر تهران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در مسجد و مدرسه مرحوم آ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ت اللَّه مجتهد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(طاب ثراه)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Toc477343956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57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نفوذ کلام مرحوم حاج آقا فخر در تغ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 شغل حق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Toc477343957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58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موقع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ت مرحوم آقا فخر در محضر حضرت ول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عصر (عجل اللَّه تعال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فرجه الشر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ف)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Toc477343958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59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تش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ع پ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کر مرحوم حاج آقا فخر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Toc477343959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60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تابوت حاج آقا فخر و شال سبز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Toc477343960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61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حاج آقا فخر و صف نانوا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Toc477343961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62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اداره حس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ه مرحوم آقا فخر در شب ها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جمعه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Toc477343962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63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شفا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چشم مرحوم آ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ت اللَّه بروجرد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 xml:space="preserve"> رحمه‌الله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Toc477343963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64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ندا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غ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ب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Toc477343964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65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موعظه 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مرحوم آقا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 مرتض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به محضر آ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ت اللَّه بروجرد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 xml:space="preserve"> رحمه‌الله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Toc477343965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66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معجزه 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حضرت ابوالفضل عباس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Toc477343966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67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رؤ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مرحوم حاج س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یّ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د مهد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خراز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Toc477343967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68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رؤ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گر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مرحوم حاج س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یّ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د مهد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خراز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Toc477343968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69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خواب مرحوم آ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ت اللَّه حاج س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یّ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د محمّدرضا بروجرد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در رابطه با تصح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ح مفات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ح الجنان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Toc477343969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70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معرف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ک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صالحان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Toc477343970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71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فض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لت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در رابطه با نامگذار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معظم له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Toc477343971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72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فض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لت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معظم له در اوان کودک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Toc477343972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73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کرامت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معظم له در نوجوان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Toc477343973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74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اجابت دعا، فض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لت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گر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Toc477343974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75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تأس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س مؤسسه در راه حقّ در قم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Toc477343975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76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نمونه 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تصرف مرحوم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Toc477343976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77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داستان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آموزنده از فرما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ش جناب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Toc477343977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78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داستان ح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رت انگ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ز درباره جناب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خ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 xml:space="preserve"> رحمه‌الله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Toc477343978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79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داستان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گر از تصرف ولا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ت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مرحوم جناب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Toc477343979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80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موقع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ت جناب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 در پ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شگاه امام رضا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Toc477343980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81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شرف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اب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مرحوم آ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ت اللَّه آقا 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رزا مهد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اصفهان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به محضر حضرت ول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عصر (عجل اللَّه تعال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فرجه الشر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ف)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Toc477343981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82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نقل واقعه 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درباره 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ک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صالحان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Toc477343982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83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ب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ان توق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ع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ناح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ه مقدسه به محضر آ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ت اللَّه اصفهان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 xml:space="preserve"> رحمه‌الله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Toc477343983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84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داستان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مرحوم آقا س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یّ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د کر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م کفّاش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Toc477343984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85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تشرّف مشهد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عباس سبز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کار به محضر حضرت ول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عصر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Toc477343985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86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حجت الاسلام آقا س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یّ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د رضا دربند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ک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صالح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 معاصر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Toc477343986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87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کاسب متق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Toc477343987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88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لطف حضرت اباعبداللَّه الحس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درباره 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ک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ذاکر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 خود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Toc477343988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89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تشرف ملاقاسم رشت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به خدمت حضرت ول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عصر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Toc477343989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90" w:history="1">
            <w:r w:rsidR="00A412B7" w:rsidRPr="00802722">
              <w:rPr>
                <w:rStyle w:val="Hyperlink"/>
                <w:noProof/>
                <w:rtl/>
              </w:rPr>
              <w:t>حزن و اندوه امام صادق در فراق حضرت مهد</w:t>
            </w:r>
            <w:r w:rsidR="00A412B7" w:rsidRPr="00802722">
              <w:rPr>
                <w:rStyle w:val="Hyperlink"/>
                <w:rFonts w:hint="cs"/>
                <w:noProof/>
                <w:rtl/>
              </w:rPr>
              <w:t>ی</w:t>
            </w:r>
            <w:r w:rsidR="00A412B7" w:rsidRPr="00802722">
              <w:rPr>
                <w:rStyle w:val="Hyperlink"/>
                <w:noProof/>
                <w:rtl/>
              </w:rPr>
              <w:t xml:space="preserve">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عليهما‌السلام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Toc477343990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91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عاقبت بخ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Toc477343991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92" w:history="1"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نقل 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ک مکاشفه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Toc477343992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93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داستان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مرحوم 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رزا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قم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 xml:space="preserve"> رحمه‌الله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Toc477343993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94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افقر فقرا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Toc477343994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95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رو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صادقه در رابطه با مقام و منزلت جناب علّامه مجلس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 xml:space="preserve"> رحمه‌الله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Toc477343995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96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عرض حاجت به محضر حضرت ول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عصر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توسط نامه نگار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Toc477343996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97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عر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ضه به محضر حضرت ول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عصر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از طر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ق قبر مولا عل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بن موس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الرضا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Toc477343997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343998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بخش دوم:داستان ها و وقا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ع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آموزنده و متنوع از گذشتگان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Toc477343998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3999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داستان تار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مدرسه ف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ض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ه در سال 1342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Toc477343999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00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داستان جابه جا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جنازه مطهر حذ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فه 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مان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و جابر بن عبداللَّه انصار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دو صحاب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پ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امبر اعظم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صلى‌الله‌عليه‌وآله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Toc477344000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01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مرحوم حجت الاسلام محقق خراسان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استاد خطابه و فنِ ب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Toc477344001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02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احت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اط مرحوم محقّق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Toc477344002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03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مرحوم حاج محقق خراسان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در زندان پهلو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Toc477344003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04" w:history="1"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نبش قبر حرّ بن 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ز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د 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اح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در عصر شاه اسماع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ل صفو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Toc477344004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05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مشروط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ت 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 دام گسترده استعمار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Toc477344005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06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چگونگ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دستگ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و محاکمه و شهادت آ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ت اللَّه حاج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 فضل اللَّه نور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(طاب ثراه)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Toc477344006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07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دوران حبس و محاکمه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 از زبان مد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 نظام: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Toc477344007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08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تأ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د طوفان و آثار غضب اله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Toc477344008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09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نقل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مأمور محافظ جنازه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 شه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د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Toc477344009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10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اول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 نقشه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طان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سفارت انگل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س به عنوان مقدمه مشروط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ت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Toc477344010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11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رو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مرحوم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خ بعد از شهادت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Toc477344011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12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متّحد الشکل شدن مردم در 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ران اسلام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Toc477344012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13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استقامت روحان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ت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Toc477344013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14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تحم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ل کلاه پهلو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Toc477344014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15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خوش رقص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رضاشاه برا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اربابانش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Toc477344015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16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مطالب جالب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در رابطه با سفارت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Toc477344016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17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قدرت مرتاض هند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Toc477344017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18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داستان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گر از مرتاض هند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Toc477344018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19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داستان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متخذ از منبر حجه الاسلام مرحوم آقا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فلسف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Toc477344019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20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در ب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ان برگز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دگان و زاهدان صحابه رسول خدا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صلى‌الله‌عليه‌وآله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Toc477344020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21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اوصاف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ع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ان مخلص ام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رالمؤمن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Toc477344021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22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تقس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م غنائم جنگ حن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 به دست رسول خدا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صلى‌الله‌عليه‌وآله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Toc477344022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23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خلاصه 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جنگ ذات السلاسل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Toc477344023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24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فض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لت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مخصوص در رابطه با جنگ ام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رالمؤمن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با طا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فه 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کفار جن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Toc477344024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25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مقام سلمان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Toc477344025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26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داستان ع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 (چشمه) اب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زر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Toc477344026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27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داستان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آموزنده از عبداللَّه ذوالبجاد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Toc477344027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28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شرح وقا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ع وفات پ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امبر اکرم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صلى‌الله‌عليه‌وآله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Toc477344028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344029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بخش سوم:نوادر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معجزات و فضائل مولا ام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رالمؤمن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Toc477344029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30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ردّ الشمس مولا ام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رالمؤمن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Toc477344030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31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دوم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 بازگشت خورش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د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Toc477344031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32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طب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ب 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ونان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Toc477344032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33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چاه کندن منافق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 در راه ام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رالمؤمن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Toc477344033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34" w:history="1"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سگ شدن 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ک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خوارج به غضب ام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رالمؤمن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Toc477344034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35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زنده شدن مقتول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به دست ام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رالمؤمن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Toc477344035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36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معجزه ب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رون آمدن هفت شتر از کوه به فرمان ام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رالمؤمن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Toc477344036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37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معجزه 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ف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شرح باء بسم اللَّه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Toc477344037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38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رفتن ام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رالمؤمن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 xml:space="preserve">عليه‌السلام 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با بعض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صحابه به محل اصحاب کهف و رق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م از طر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ق س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 در آسمان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Toc477344038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39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بارور شدن درخت گلاب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خشک به معجزه ام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رالمؤمن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ن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عليه‌السلام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Toc477344039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40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مبدّل شدن نان خشک به ران مرغ پخته و حلوا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Toc477344040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344041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بخش چهارم:گز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ده 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اشعار و رباع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ات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Toc477344041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42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گلچ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از اشعار در وصف پ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امبر اکرم </w:t>
            </w:r>
            <w:r w:rsidR="00A412B7" w:rsidRPr="00802722">
              <w:rPr>
                <w:rStyle w:val="Hyperlink"/>
                <w:rFonts w:cs="Rafed Alaem"/>
                <w:noProof/>
                <w:rtl/>
              </w:rPr>
              <w:t>صلى‌الله‌عليه‌وآله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Toc477344042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43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اشعار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منتخب برا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اهل ذوق و عرفان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Toc477344043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44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کو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ار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Toc477344044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45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رباع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ات کم نظ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Toc477344045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46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ق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ل انشأ 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ز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د لعنه اللَّه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Toc477344046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47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استقبال از شعر حافظ ش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راز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Toc477344047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48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شاه خراسان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Toc477344048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49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رباع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سف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نه اله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Toc477344049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50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رباع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ماء مع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Toc477344050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51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رباع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بو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خوش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Toc477344051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52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رباع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چاره دل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Toc477344052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77344053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سرا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>نده اشعار: مؤلف کتاب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Toc477344053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344054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پ</w:t>
            </w:r>
            <w:r w:rsidR="00A412B7" w:rsidRPr="00802722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A412B7" w:rsidRPr="00802722">
              <w:rPr>
                <w:rStyle w:val="Hyperlink"/>
                <w:noProof/>
                <w:rtl/>
                <w:lang w:bidi="fa-IR"/>
              </w:rPr>
              <w:t xml:space="preserve"> نوشتها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Toc477344054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7344055" w:history="1">
            <w:r w:rsidR="00A412B7" w:rsidRPr="00802722">
              <w:rPr>
                <w:rStyle w:val="Hyperlink"/>
                <w:noProof/>
                <w:rtl/>
                <w:lang w:bidi="fa-IR"/>
              </w:rPr>
              <w:t>فهرست مطالب</w:t>
            </w:r>
            <w:r w:rsidR="00A412B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 w:rsidR="00A412B7">
              <w:rPr>
                <w:noProof/>
                <w:webHidden/>
              </w:rPr>
              <w:instrText>PAGEREF</w:instrText>
            </w:r>
            <w:r w:rsidR="00A412B7">
              <w:rPr>
                <w:noProof/>
                <w:webHidden/>
                <w:rtl/>
              </w:rPr>
              <w:instrText xml:space="preserve"> _</w:instrText>
            </w:r>
            <w:r w:rsidR="00A412B7">
              <w:rPr>
                <w:noProof/>
                <w:webHidden/>
              </w:rPr>
              <w:instrText>Toc477344055 \h</w:instrText>
            </w:r>
            <w:r w:rsidR="00A412B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A412B7">
              <w:rPr>
                <w:noProof/>
                <w:webHidden/>
                <w:rtl/>
              </w:rPr>
              <w:t>277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412B7" w:rsidRDefault="000B6A11">
          <w:r>
            <w:fldChar w:fldCharType="end"/>
          </w:r>
        </w:p>
      </w:sdtContent>
    </w:sdt>
    <w:p w:rsidR="009E485D" w:rsidRDefault="009E485D"/>
    <w:sectPr w:rsidR="009E485D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2B1" w:rsidRDefault="003602B1">
      <w:r>
        <w:separator/>
      </w:r>
    </w:p>
  </w:endnote>
  <w:endnote w:type="continuationSeparator" w:id="0">
    <w:p w:rsidR="003602B1" w:rsidRDefault="00360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3E4" w:rsidRDefault="000B6A11">
    <w:pPr>
      <w:pStyle w:val="Footer"/>
    </w:pPr>
    <w:fldSimple w:instr=" PAGE   \* MERGEFORMAT ">
      <w:r w:rsidR="008849AC">
        <w:rPr>
          <w:noProof/>
          <w:rtl/>
          <w:lang w:bidi="fa-IR"/>
        </w:rPr>
        <w:t>268</w:t>
      </w:r>
    </w:fldSimple>
  </w:p>
  <w:p w:rsidR="00D703E4" w:rsidRDefault="00D703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3E4" w:rsidRDefault="000B6A11">
    <w:pPr>
      <w:pStyle w:val="Footer"/>
    </w:pPr>
    <w:fldSimple w:instr=" PAGE   \* MERGEFORMAT ">
      <w:r w:rsidR="008849AC">
        <w:rPr>
          <w:noProof/>
          <w:rtl/>
          <w:lang w:bidi="fa-IR"/>
        </w:rPr>
        <w:t>267</w:t>
      </w:r>
    </w:fldSimple>
  </w:p>
  <w:p w:rsidR="00D703E4" w:rsidRDefault="00D703E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3E4" w:rsidRDefault="000B6A11">
    <w:pPr>
      <w:pStyle w:val="Footer"/>
    </w:pPr>
    <w:fldSimple w:instr=" PAGE   \* MERGEFORMAT ">
      <w:r w:rsidR="008849AC">
        <w:rPr>
          <w:noProof/>
          <w:rtl/>
          <w:lang w:bidi="fa-IR"/>
        </w:rPr>
        <w:t>1</w:t>
      </w:r>
    </w:fldSimple>
  </w:p>
  <w:p w:rsidR="00D703E4" w:rsidRDefault="00D703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2B1" w:rsidRDefault="003602B1">
      <w:r>
        <w:separator/>
      </w:r>
    </w:p>
  </w:footnote>
  <w:footnote w:type="continuationSeparator" w:id="0">
    <w:p w:rsidR="003602B1" w:rsidRDefault="003602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104C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55618"/>
    <w:rsid w:val="0006216A"/>
    <w:rsid w:val="00067F84"/>
    <w:rsid w:val="00071C97"/>
    <w:rsid w:val="000752CB"/>
    <w:rsid w:val="000761F7"/>
    <w:rsid w:val="00076A3A"/>
    <w:rsid w:val="00092805"/>
    <w:rsid w:val="00092A0C"/>
    <w:rsid w:val="000A61D0"/>
    <w:rsid w:val="000A7750"/>
    <w:rsid w:val="000B3A56"/>
    <w:rsid w:val="000B6A11"/>
    <w:rsid w:val="000C01A7"/>
    <w:rsid w:val="000C0A89"/>
    <w:rsid w:val="000C7722"/>
    <w:rsid w:val="000D0932"/>
    <w:rsid w:val="000D180B"/>
    <w:rsid w:val="000D1BDF"/>
    <w:rsid w:val="000D71B7"/>
    <w:rsid w:val="000E6824"/>
    <w:rsid w:val="000F6B97"/>
    <w:rsid w:val="0010026E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D16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87B2A"/>
    <w:rsid w:val="001937F7"/>
    <w:rsid w:val="001A1408"/>
    <w:rsid w:val="001A3110"/>
    <w:rsid w:val="001A4C37"/>
    <w:rsid w:val="001A4D9B"/>
    <w:rsid w:val="001A6EC0"/>
    <w:rsid w:val="001B07B7"/>
    <w:rsid w:val="001B0DB6"/>
    <w:rsid w:val="001B16FD"/>
    <w:rsid w:val="001B577F"/>
    <w:rsid w:val="001B702D"/>
    <w:rsid w:val="001B7407"/>
    <w:rsid w:val="001C5CFF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2BBA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1D00"/>
    <w:rsid w:val="002D2485"/>
    <w:rsid w:val="002D4CD3"/>
    <w:rsid w:val="002D580E"/>
    <w:rsid w:val="002E19EE"/>
    <w:rsid w:val="002E4D3D"/>
    <w:rsid w:val="002E5CA1"/>
    <w:rsid w:val="002E6022"/>
    <w:rsid w:val="002F3626"/>
    <w:rsid w:val="003001EA"/>
    <w:rsid w:val="00301EBF"/>
    <w:rsid w:val="00307056"/>
    <w:rsid w:val="00307C3A"/>
    <w:rsid w:val="00310D1D"/>
    <w:rsid w:val="00315B90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2B1"/>
    <w:rsid w:val="00360A5F"/>
    <w:rsid w:val="003618AA"/>
    <w:rsid w:val="00362F97"/>
    <w:rsid w:val="00363C94"/>
    <w:rsid w:val="0036400D"/>
    <w:rsid w:val="00373085"/>
    <w:rsid w:val="003854C8"/>
    <w:rsid w:val="0038683D"/>
    <w:rsid w:val="00392AF2"/>
    <w:rsid w:val="003963F3"/>
    <w:rsid w:val="0039787F"/>
    <w:rsid w:val="00397DC2"/>
    <w:rsid w:val="003A1475"/>
    <w:rsid w:val="003A3298"/>
    <w:rsid w:val="003A4587"/>
    <w:rsid w:val="003A621C"/>
    <w:rsid w:val="003A661E"/>
    <w:rsid w:val="003A6B2A"/>
    <w:rsid w:val="003B0913"/>
    <w:rsid w:val="003B20C5"/>
    <w:rsid w:val="003B5031"/>
    <w:rsid w:val="003B6720"/>
    <w:rsid w:val="003B775B"/>
    <w:rsid w:val="003B7FA9"/>
    <w:rsid w:val="003C2BC3"/>
    <w:rsid w:val="003C7C08"/>
    <w:rsid w:val="003D2459"/>
    <w:rsid w:val="003D28ED"/>
    <w:rsid w:val="003D3107"/>
    <w:rsid w:val="003E148D"/>
    <w:rsid w:val="003E3600"/>
    <w:rsid w:val="003E6676"/>
    <w:rsid w:val="003F33DE"/>
    <w:rsid w:val="003F52A9"/>
    <w:rsid w:val="00402C65"/>
    <w:rsid w:val="004035D1"/>
    <w:rsid w:val="00404EB7"/>
    <w:rsid w:val="00407D56"/>
    <w:rsid w:val="00414ED3"/>
    <w:rsid w:val="00416E2B"/>
    <w:rsid w:val="0042098A"/>
    <w:rsid w:val="004209BA"/>
    <w:rsid w:val="00420C44"/>
    <w:rsid w:val="00427638"/>
    <w:rsid w:val="00430581"/>
    <w:rsid w:val="0043298B"/>
    <w:rsid w:val="00434A97"/>
    <w:rsid w:val="00437035"/>
    <w:rsid w:val="00440C62"/>
    <w:rsid w:val="00446BBA"/>
    <w:rsid w:val="004538D5"/>
    <w:rsid w:val="00455A59"/>
    <w:rsid w:val="00460A31"/>
    <w:rsid w:val="0046634E"/>
    <w:rsid w:val="00467E54"/>
    <w:rsid w:val="00470378"/>
    <w:rsid w:val="004722F9"/>
    <w:rsid w:val="00473C1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972F5"/>
    <w:rsid w:val="004A0866"/>
    <w:rsid w:val="004A5E75"/>
    <w:rsid w:val="004B17F4"/>
    <w:rsid w:val="004B3F28"/>
    <w:rsid w:val="004C3E90"/>
    <w:rsid w:val="004C4336"/>
    <w:rsid w:val="004C77B5"/>
    <w:rsid w:val="004D104C"/>
    <w:rsid w:val="004D283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37CB8"/>
    <w:rsid w:val="00540671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7F6"/>
    <w:rsid w:val="005B2DE4"/>
    <w:rsid w:val="005B4DD0"/>
    <w:rsid w:val="005B56BE"/>
    <w:rsid w:val="005B68D5"/>
    <w:rsid w:val="005C0E2F"/>
    <w:rsid w:val="005D2C72"/>
    <w:rsid w:val="005D316A"/>
    <w:rsid w:val="005D6D26"/>
    <w:rsid w:val="005E2913"/>
    <w:rsid w:val="005E4DD0"/>
    <w:rsid w:val="005E7821"/>
    <w:rsid w:val="00613E8E"/>
    <w:rsid w:val="00614301"/>
    <w:rsid w:val="00620B12"/>
    <w:rsid w:val="006210F4"/>
    <w:rsid w:val="00625C71"/>
    <w:rsid w:val="0062741E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3B98"/>
    <w:rsid w:val="006E446F"/>
    <w:rsid w:val="006E6291"/>
    <w:rsid w:val="006F1CEE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5BAB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8CB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849AC"/>
    <w:rsid w:val="008933CF"/>
    <w:rsid w:val="00895362"/>
    <w:rsid w:val="008A225D"/>
    <w:rsid w:val="008A41F2"/>
    <w:rsid w:val="008A4630"/>
    <w:rsid w:val="008A756D"/>
    <w:rsid w:val="008B301E"/>
    <w:rsid w:val="008B5AE2"/>
    <w:rsid w:val="008B5B7E"/>
    <w:rsid w:val="008B62EB"/>
    <w:rsid w:val="008C0DB1"/>
    <w:rsid w:val="008C3327"/>
    <w:rsid w:val="008D1B93"/>
    <w:rsid w:val="008D586B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68E5"/>
    <w:rsid w:val="00927601"/>
    <w:rsid w:val="00927D62"/>
    <w:rsid w:val="009314F9"/>
    <w:rsid w:val="00931620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7775C"/>
    <w:rsid w:val="009847D7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34C0"/>
    <w:rsid w:val="009E4824"/>
    <w:rsid w:val="009E485D"/>
    <w:rsid w:val="009E6062"/>
    <w:rsid w:val="009E67C9"/>
    <w:rsid w:val="009E6DE8"/>
    <w:rsid w:val="009E7AB9"/>
    <w:rsid w:val="009F2C77"/>
    <w:rsid w:val="009F4A72"/>
    <w:rsid w:val="009F4D8C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6E67"/>
    <w:rsid w:val="00A371C7"/>
    <w:rsid w:val="00A402D0"/>
    <w:rsid w:val="00A412B7"/>
    <w:rsid w:val="00A44704"/>
    <w:rsid w:val="00A478DC"/>
    <w:rsid w:val="00A50FBD"/>
    <w:rsid w:val="00A51FCA"/>
    <w:rsid w:val="00A6076B"/>
    <w:rsid w:val="00A608BA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03602"/>
    <w:rsid w:val="00B1002E"/>
    <w:rsid w:val="00B10CA1"/>
    <w:rsid w:val="00B11AF5"/>
    <w:rsid w:val="00B129E5"/>
    <w:rsid w:val="00B12ED2"/>
    <w:rsid w:val="00B13A8E"/>
    <w:rsid w:val="00B17010"/>
    <w:rsid w:val="00B24ABA"/>
    <w:rsid w:val="00B37FEA"/>
    <w:rsid w:val="00B426ED"/>
    <w:rsid w:val="00B42E0C"/>
    <w:rsid w:val="00B47827"/>
    <w:rsid w:val="00B506FA"/>
    <w:rsid w:val="00B5588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358B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BF718D"/>
    <w:rsid w:val="00C005CF"/>
    <w:rsid w:val="00C1570C"/>
    <w:rsid w:val="00C1787D"/>
    <w:rsid w:val="00C22361"/>
    <w:rsid w:val="00C26D89"/>
    <w:rsid w:val="00C31833"/>
    <w:rsid w:val="00C33018"/>
    <w:rsid w:val="00C33B4D"/>
    <w:rsid w:val="00C35A49"/>
    <w:rsid w:val="00C36AF1"/>
    <w:rsid w:val="00C37458"/>
    <w:rsid w:val="00C37580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281A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2B9B"/>
    <w:rsid w:val="00CE30CD"/>
    <w:rsid w:val="00CF137D"/>
    <w:rsid w:val="00D0599C"/>
    <w:rsid w:val="00D10971"/>
    <w:rsid w:val="00D172DD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020C"/>
    <w:rsid w:val="00D6145E"/>
    <w:rsid w:val="00D66EE9"/>
    <w:rsid w:val="00D67101"/>
    <w:rsid w:val="00D703E4"/>
    <w:rsid w:val="00D70D85"/>
    <w:rsid w:val="00D718B1"/>
    <w:rsid w:val="00D7331A"/>
    <w:rsid w:val="00D7499D"/>
    <w:rsid w:val="00D7738F"/>
    <w:rsid w:val="00D834BB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C7B83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311B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13E1"/>
    <w:rsid w:val="00E93A84"/>
    <w:rsid w:val="00E95A7E"/>
    <w:rsid w:val="00E96F05"/>
    <w:rsid w:val="00EA340E"/>
    <w:rsid w:val="00EA3B1F"/>
    <w:rsid w:val="00EB55D0"/>
    <w:rsid w:val="00EB5646"/>
    <w:rsid w:val="00EB5ADB"/>
    <w:rsid w:val="00EC0F1A"/>
    <w:rsid w:val="00EC0F78"/>
    <w:rsid w:val="00EC1A32"/>
    <w:rsid w:val="00EC1A39"/>
    <w:rsid w:val="00EC5C01"/>
    <w:rsid w:val="00ED0DD0"/>
    <w:rsid w:val="00ED3DFD"/>
    <w:rsid w:val="00ED3F21"/>
    <w:rsid w:val="00ED4263"/>
    <w:rsid w:val="00ED49EF"/>
    <w:rsid w:val="00ED6E44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4772"/>
    <w:rsid w:val="00F070E5"/>
    <w:rsid w:val="00F07D33"/>
    <w:rsid w:val="00F1517E"/>
    <w:rsid w:val="00F16169"/>
    <w:rsid w:val="00F16678"/>
    <w:rsid w:val="00F26388"/>
    <w:rsid w:val="00F31BE3"/>
    <w:rsid w:val="00F32E3B"/>
    <w:rsid w:val="00F34B21"/>
    <w:rsid w:val="00F34CA5"/>
    <w:rsid w:val="00F41E90"/>
    <w:rsid w:val="00F436BF"/>
    <w:rsid w:val="00F51E87"/>
    <w:rsid w:val="00F571FE"/>
    <w:rsid w:val="00F6031F"/>
    <w:rsid w:val="00F638A5"/>
    <w:rsid w:val="00F65587"/>
    <w:rsid w:val="00F658EF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  <w:rsid w:val="00FF5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1CEE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A412B7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97775C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485D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9E485D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9E485D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9E485D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9E485D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E485D"/>
    <w:rPr>
      <w:color w:val="0000FF" w:themeColor="hyperlink"/>
      <w:u w:val="single"/>
    </w:rPr>
  </w:style>
  <w:style w:type="paragraph" w:customStyle="1" w:styleId="libnotice0">
    <w:name w:val="libnotice"/>
    <w:basedOn w:val="Normal"/>
    <w:rsid w:val="00A412B7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1438\mahe_gamadi_alsani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13952-859D-46FD-935D-ECE7E9310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616</TotalTime>
  <Pages>283</Pages>
  <Words>45306</Words>
  <Characters>258248</Characters>
  <Application>Microsoft Office Word</Application>
  <DocSecurity>0</DocSecurity>
  <Lines>2152</Lines>
  <Paragraphs>605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302949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20</cp:revision>
  <cp:lastPrinted>1601-01-01T00:00:00Z</cp:lastPrinted>
  <dcterms:created xsi:type="dcterms:W3CDTF">2017-03-12T10:47:00Z</dcterms:created>
  <dcterms:modified xsi:type="dcterms:W3CDTF">2017-03-15T09:32:00Z</dcterms:modified>
</cp:coreProperties>
</file>