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55" w:rsidRDefault="00292155" w:rsidP="002E16B4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.</w:t>
      </w:r>
      <w:r w:rsidRPr="00292155">
        <w:rPr>
          <w:rtl/>
          <w:lang w:bidi="fa-IR"/>
        </w:rPr>
        <w:t>داستانها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از علاقه مندان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فتگان</w:t>
      </w:r>
      <w:r w:rsidRPr="00292155">
        <w:rPr>
          <w:rtl/>
          <w:lang w:bidi="fa-IR"/>
        </w:rPr>
        <w:t xml:space="preserve"> علم</w:t>
      </w:r>
    </w:p>
    <w:p w:rsidR="00292155" w:rsidRPr="00292155" w:rsidRDefault="00292155" w:rsidP="002E16B4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خلف زاده. </w:t>
      </w:r>
      <w:r>
        <w:rPr>
          <w:rFonts w:hint="cs"/>
          <w:rtl/>
          <w:lang w:bidi="fa-IR"/>
        </w:rPr>
        <w:t>.</w:t>
      </w:r>
    </w:p>
    <w:p w:rsidR="00723AD4" w:rsidRDefault="00723AD4" w:rsidP="00723AD4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723AD4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92155" w:rsidRPr="00292155" w:rsidRDefault="00723AD4" w:rsidP="00723AD4">
      <w:pPr>
        <w:pStyle w:val="libCenterBold2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292155" w:rsidRPr="00292155" w:rsidRDefault="00292155" w:rsidP="002E16B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501022083"/>
      <w:r w:rsidRPr="00292155">
        <w:rPr>
          <w:rFonts w:hint="eastAsia"/>
          <w:rtl/>
          <w:lang w:bidi="fa-IR"/>
        </w:rPr>
        <w:lastRenderedPageBreak/>
        <w:t>مقدمه</w:t>
      </w:r>
      <w:bookmarkEnd w:id="0"/>
    </w:p>
    <w:p w:rsidR="00292155" w:rsidRPr="00292155" w:rsidRDefault="00292155" w:rsidP="002E16B4">
      <w:pPr>
        <w:pStyle w:val="libCenterBold2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بسم</w:t>
      </w:r>
      <w:r w:rsidRPr="00292155">
        <w:rPr>
          <w:rtl/>
          <w:lang w:bidi="fa-IR"/>
        </w:rPr>
        <w:t xml:space="preserve"> الله الرحمن الرح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الحمد</w:t>
      </w:r>
      <w:r w:rsidRPr="00292155">
        <w:rPr>
          <w:rtl/>
          <w:lang w:bidi="fa-IR"/>
        </w:rPr>
        <w:t xml:space="preserve"> لله رب العالم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وصلاه والسلام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دنا</w:t>
      </w:r>
      <w:r w:rsidRPr="00292155">
        <w:rPr>
          <w:rtl/>
          <w:lang w:bidi="fa-IR"/>
        </w:rPr>
        <w:t xml:space="preserve"> اب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القاسم محمد صل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الله عل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وآله المعصوم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</w:t>
      </w:r>
      <w:r w:rsidRPr="00292155">
        <w:rPr>
          <w:rtl/>
          <w:lang w:bidi="fa-IR"/>
        </w:rPr>
        <w:t xml:space="preserve"> ناموس الدهر وول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الامر روح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وارواح العالم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له الفداء.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هر</w:t>
      </w:r>
      <w:r w:rsidRPr="00292155">
        <w:rPr>
          <w:rtl/>
          <w:lang w:bidi="fa-IR"/>
        </w:rPr>
        <w:t xml:space="preserve"> که در باره علم و ادب رنج برد 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tl/>
          <w:lang w:bidi="fa-IR"/>
        </w:rPr>
        <w:t xml:space="preserve"> و زشت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کم و ناچ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گردد.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هر</w:t>
      </w:r>
      <w:r w:rsidRPr="00292155">
        <w:rPr>
          <w:rtl/>
          <w:lang w:bidi="fa-IR"/>
        </w:rPr>
        <w:t xml:space="preserve"> که در کوچک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بپرسد در بزرگ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پاسخگو خواهد بود.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هر</w:t>
      </w:r>
      <w:r w:rsidRPr="00292155">
        <w:rPr>
          <w:rtl/>
          <w:lang w:bidi="fa-IR"/>
        </w:rPr>
        <w:t xml:space="preserve"> که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فته</w:t>
      </w:r>
      <w:r w:rsidRPr="00292155">
        <w:rPr>
          <w:rtl/>
          <w:lang w:bidi="fa-IR"/>
        </w:rPr>
        <w:t xml:space="preserve"> و دلباخته کمال و ادب باشد خود را وز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 سنگ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ساخته است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هر</w:t>
      </w:r>
      <w:r w:rsidRPr="00292155">
        <w:rPr>
          <w:rtl/>
          <w:lang w:bidi="fa-IR"/>
        </w:rPr>
        <w:t xml:space="preserve"> که گفتگو و مباحثه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ادامه دهد آنچه را که دانسته فراموش نکند و آنچه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داند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اموزد</w:t>
      </w:r>
      <w:r w:rsidRPr="00292155">
        <w:rPr>
          <w:rtl/>
          <w:lang w:bidi="fa-IR"/>
        </w:rPr>
        <w:t xml:space="preserve"> و استفاده کند.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هر</w:t>
      </w:r>
      <w:r w:rsidRPr="00292155">
        <w:rPr>
          <w:rtl/>
          <w:lang w:bidi="fa-IR"/>
        </w:rPr>
        <w:t xml:space="preserve"> که در آنچه آموخته است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فکر کند علمش را استوار سازد و آنچه را که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اموخته</w:t>
      </w:r>
      <w:r w:rsidRPr="00292155">
        <w:rPr>
          <w:rtl/>
          <w:lang w:bidi="fa-IR"/>
        </w:rPr>
        <w:t xml:space="preserve"> است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اموزد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کسب</w:t>
      </w:r>
      <w:r w:rsidRPr="00292155">
        <w:rPr>
          <w:rtl/>
          <w:lang w:bidi="fa-IR"/>
        </w:rPr>
        <w:t xml:space="preserve"> دانش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تا شما را به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جاو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کشاند.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دانش</w:t>
      </w:r>
      <w:r w:rsidRPr="00292155">
        <w:rPr>
          <w:rtl/>
          <w:lang w:bidi="fa-IR"/>
        </w:rPr>
        <w:t xml:space="preserve"> طلب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به آن معروف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به آن عمل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تا از اهل آن باش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آگاه</w:t>
      </w:r>
      <w:r w:rsidRPr="00292155">
        <w:rPr>
          <w:rtl/>
          <w:lang w:bidi="fa-IR"/>
        </w:rPr>
        <w:t xml:space="preserve"> باش آنکه نادان است نبا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از آموختن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ادگرفتن</w:t>
      </w:r>
      <w:r w:rsidRPr="00292155">
        <w:rPr>
          <w:rtl/>
          <w:lang w:bidi="fa-IR"/>
        </w:rPr>
        <w:t xml:space="preserve"> شرم کند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که بها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هر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آن است که بداند</w:t>
      </w:r>
      <w:r w:rsidRPr="002E16B4">
        <w:rPr>
          <w:rStyle w:val="libFootnotenumChar"/>
          <w:rtl/>
        </w:rPr>
        <w:t>.(1)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E16B4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واقعاً</w:t>
      </w:r>
      <w:r w:rsidRPr="00292155">
        <w:rPr>
          <w:rtl/>
          <w:lang w:bidi="fa-IR"/>
        </w:rPr>
        <w:t xml:space="preserve"> توف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است که انسان از دقا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وفرصتها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استفاده کند وخود را در</w:t>
      </w:r>
      <w:r w:rsidR="002E16B4">
        <w:rPr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غرق کند.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کوتاه</w:t>
      </w:r>
      <w:r w:rsidRPr="00292155">
        <w:rPr>
          <w:rtl/>
          <w:lang w:bidi="fa-IR"/>
        </w:rPr>
        <w:t xml:space="preserve"> سخن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کتاب مجموعه داستانها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در ارتباط با اشخاص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 که علاقه وافر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علم داشته اند وفرصتها را غن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tl/>
          <w:lang w:bidi="fa-IR"/>
        </w:rPr>
        <w:t xml:space="preserve"> شمرده ودقا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امورشان را در فراگ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 قرار داده اند انشاء الله خوانندگان محترم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کتاب را بخوانند و</w:t>
      </w:r>
      <w:r w:rsidR="002E16B4">
        <w:rPr>
          <w:lang w:bidi="fa-IR"/>
        </w:rPr>
        <w:t xml:space="preserve"> </w:t>
      </w:r>
      <w:r w:rsidRPr="00292155">
        <w:rPr>
          <w:rtl/>
          <w:lang w:bidi="fa-IR"/>
        </w:rPr>
        <w:t>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افراد عبرت بگ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رند،</w:t>
      </w:r>
      <w:r w:rsidRPr="00292155">
        <w:rPr>
          <w:rtl/>
          <w:lang w:bidi="fa-IR"/>
        </w:rPr>
        <w:t xml:space="preserve"> و آنها را الگو </w:t>
      </w:r>
      <w:r w:rsidRPr="00292155">
        <w:rPr>
          <w:rFonts w:hint="eastAsia"/>
          <w:rtl/>
          <w:lang w:bidi="fa-IR"/>
        </w:rPr>
        <w:t>قرار</w:t>
      </w:r>
      <w:r w:rsidRPr="00292155">
        <w:rPr>
          <w:rtl/>
          <w:lang w:bidi="fa-IR"/>
        </w:rPr>
        <w:t xml:space="preserve"> دهند،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مجموعه را به ساحت مقدس قطب عالم امکان حضرت صاحب الزمان هد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وثوابش بروح پاک شهدا وعلماء ومتد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وبرادر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آش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احمد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رخلف</w:t>
      </w:r>
      <w:r w:rsidRPr="00292155">
        <w:rPr>
          <w:rtl/>
          <w:lang w:bidi="fa-IR"/>
        </w:rPr>
        <w:t xml:space="preserve"> زاده عا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وواصل گردد.قم مقدسه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رخلف</w:t>
      </w:r>
      <w:r w:rsidRPr="00292155">
        <w:rPr>
          <w:rtl/>
          <w:lang w:bidi="fa-IR"/>
        </w:rPr>
        <w:t xml:space="preserve"> زاده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E16B4" w:rsidP="002E16B4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501022084"/>
      <w:r w:rsidR="00292155" w:rsidRPr="00292155">
        <w:rPr>
          <w:rFonts w:hint="eastAsia"/>
          <w:rtl/>
          <w:lang w:bidi="fa-IR"/>
        </w:rPr>
        <w:lastRenderedPageBreak/>
        <w:t>شدّت</w:t>
      </w:r>
      <w:r w:rsidR="00292155" w:rsidRPr="00292155">
        <w:rPr>
          <w:rtl/>
          <w:lang w:bidi="fa-IR"/>
        </w:rPr>
        <w:t xml:space="preserve"> علاقه به علم</w:t>
      </w:r>
      <w:bookmarkEnd w:id="1"/>
    </w:p>
    <w:p w:rsidR="00292155" w:rsidRPr="00292155" w:rsidRDefault="00292155" w:rsidP="002E16B4">
      <w:pPr>
        <w:pStyle w:val="libBold1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اشاره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نوشته</w:t>
      </w:r>
      <w:r w:rsidRPr="00292155">
        <w:rPr>
          <w:rtl/>
          <w:lang w:bidi="fa-IR"/>
        </w:rPr>
        <w:t xml:space="preserve"> اند: مرحوم (خواجه نص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رالد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طوس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آنچنان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علوم عقل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علاقه داشت که شبها کمتر به خواب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رفت</w:t>
      </w:r>
      <w:r w:rsidRPr="00292155">
        <w:rPr>
          <w:rtl/>
          <w:lang w:bidi="fa-IR"/>
        </w:rPr>
        <w:t xml:space="preserve"> و کتب متنوّع وگوناگون در نزد خود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گذاشت و اگر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خسته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به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پرداخت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آنکه کسالت را از خود دورسازد،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شه</w:t>
      </w:r>
      <w:r w:rsidRPr="00292155">
        <w:rPr>
          <w:rtl/>
          <w:lang w:bidi="fa-IR"/>
        </w:rPr>
        <w:t xml:space="preserve"> شبها نزد خود آب </w:t>
      </w:r>
      <w:r w:rsidRPr="00292155">
        <w:rPr>
          <w:rFonts w:hint="eastAsia"/>
          <w:rtl/>
          <w:lang w:bidi="fa-IR"/>
        </w:rPr>
        <w:t>داشت</w:t>
      </w:r>
      <w:r w:rsidRPr="00292155">
        <w:rPr>
          <w:rtl/>
          <w:lang w:bidi="fa-IR"/>
        </w:rPr>
        <w:t xml:space="preserve"> و با آن رفع کسالت وخواب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 و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شبها و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مواقع بود که به کشف معضلات و مشکلات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نائل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 و از شدّت فرح و انبساط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آن حالت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رخ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 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tl/>
          <w:lang w:bidi="fa-IR"/>
        </w:rPr>
        <w:t>: (ا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ابناء الملوک من هذه اللّذه ) کجا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فرزندان پادشاهان که بب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نند</w:t>
      </w:r>
      <w:r w:rsidRPr="00292155">
        <w:rPr>
          <w:rtl/>
          <w:lang w:bidi="fa-IR"/>
        </w:rPr>
        <w:t xml:space="preserve"> چه لذت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علم هست وشا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خواجه نص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در دو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شعر مشهور خود اشاره به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دوران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زندگان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نموده که در خصوص اعتزال از لذائذ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اعتنائ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وجود وعدم آن و تمرکز افکار در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نقطه و هدف عال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مطالعه و درس ،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96"/>
        <w:gridCol w:w="267"/>
        <w:gridCol w:w="3259"/>
      </w:tblGrid>
      <w:tr w:rsidR="002E16B4" w:rsidTr="0052021D">
        <w:trPr>
          <w:trHeight w:val="350"/>
        </w:trPr>
        <w:tc>
          <w:tcPr>
            <w:tcW w:w="3920" w:type="dxa"/>
            <w:shd w:val="clear" w:color="auto" w:fill="auto"/>
          </w:tcPr>
          <w:p w:rsidR="002E16B4" w:rsidRDefault="002E16B4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لذّات</w:t>
            </w:r>
            <w:r>
              <w:rPr>
                <w:lang w:bidi="fa-IR"/>
              </w:rPr>
              <w:t>.</w:t>
            </w:r>
            <w:r w:rsidRPr="00292155">
              <w:rPr>
                <w:rFonts w:hint="eastAsia"/>
                <w:rtl/>
                <w:lang w:bidi="fa-IR"/>
              </w:rPr>
              <w:t>دن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و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tl/>
                <w:lang w:bidi="fa-IR"/>
              </w:rPr>
              <w:t xml:space="preserve"> همه ه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چ</w:t>
            </w:r>
            <w:r w:rsidRPr="00292155">
              <w:rPr>
                <w:rtl/>
                <w:lang w:bidi="fa-IR"/>
              </w:rPr>
              <w:t xml:space="preserve"> است نزد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E16B4" w:rsidRDefault="002E16B4" w:rsidP="00520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E16B4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در</w:t>
            </w:r>
            <w:r w:rsidRPr="00292155">
              <w:rPr>
                <w:rtl/>
                <w:lang w:bidi="fa-IR"/>
              </w:rPr>
              <w:t xml:space="preserve"> خاطر از تغ</w:t>
            </w:r>
            <w:r w:rsidRPr="00292155">
              <w:rPr>
                <w:rFonts w:hint="cs"/>
                <w:rtl/>
                <w:lang w:bidi="fa-IR"/>
              </w:rPr>
              <w:t>یّ</w:t>
            </w:r>
            <w:r w:rsidRPr="00292155">
              <w:rPr>
                <w:rFonts w:hint="eastAsia"/>
                <w:rtl/>
                <w:lang w:bidi="fa-IR"/>
              </w:rPr>
              <w:t>ر</w:t>
            </w:r>
            <w:r w:rsidRPr="00292155">
              <w:rPr>
                <w:rtl/>
                <w:lang w:bidi="fa-IR"/>
              </w:rPr>
              <w:t xml:space="preserve"> آن ه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چ</w:t>
            </w:r>
            <w:r w:rsidRPr="00292155">
              <w:rPr>
                <w:rtl/>
                <w:lang w:bidi="fa-IR"/>
              </w:rPr>
              <w:t xml:space="preserve"> ترس ن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ست</w:t>
            </w:r>
            <w:r w:rsidR="002E16B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16B4" w:rsidTr="0052021D">
        <w:trPr>
          <w:trHeight w:val="350"/>
        </w:trPr>
        <w:tc>
          <w:tcPr>
            <w:tcW w:w="3920" w:type="dxa"/>
          </w:tcPr>
          <w:p w:rsidR="002E16B4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روز</w:t>
            </w:r>
            <w:r w:rsidRPr="00292155">
              <w:rPr>
                <w:rtl/>
                <w:lang w:bidi="fa-IR"/>
              </w:rPr>
              <w:t xml:space="preserve"> تنعّم و شب ع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ش</w:t>
            </w:r>
            <w:r w:rsidRPr="00292155">
              <w:rPr>
                <w:rtl/>
                <w:lang w:bidi="fa-IR"/>
              </w:rPr>
              <w:t xml:space="preserve"> و طرب مرا</w:t>
            </w:r>
            <w:r w:rsidR="002E16B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16B4" w:rsidRDefault="002E16B4" w:rsidP="00520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16B4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غ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ر</w:t>
            </w:r>
            <w:r w:rsidRPr="00292155">
              <w:rPr>
                <w:rtl/>
                <w:lang w:bidi="fa-IR"/>
              </w:rPr>
              <w:t xml:space="preserve"> از شب مطالعه و روز درس ن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ست</w:t>
            </w:r>
            <w:r w:rsidRPr="00292155">
              <w:rPr>
                <w:rtl/>
                <w:lang w:bidi="fa-IR"/>
              </w:rPr>
              <w:t xml:space="preserve"> </w:t>
            </w:r>
            <w:r w:rsidRPr="005F6160">
              <w:rPr>
                <w:rStyle w:val="libFootnotenumChar"/>
                <w:rtl/>
              </w:rPr>
              <w:t>(2)</w:t>
            </w:r>
            <w:r w:rsidRPr="00292155">
              <w:rPr>
                <w:rtl/>
                <w:lang w:bidi="fa-IR"/>
              </w:rPr>
              <w:t>.</w:t>
            </w:r>
            <w:r w:rsidR="002E16B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92155" w:rsidRPr="00292155" w:rsidRDefault="005F6160" w:rsidP="00292155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 xml:space="preserve"> </w:t>
      </w:r>
      <w:r w:rsidR="00292155" w:rsidRPr="00292155">
        <w:rPr>
          <w:rtl/>
          <w:lang w:bidi="fa-IR"/>
        </w:rPr>
        <w:t>(س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حس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بروجرد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) در (نخبه المقال ) تار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ولادت ومدّت عمر خواجه را بحساب ابجد در ضمن شعر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چن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گفته است 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9"/>
        <w:gridCol w:w="268"/>
        <w:gridCol w:w="3285"/>
      </w:tblGrid>
      <w:tr w:rsidR="005F6160" w:rsidTr="0052021D">
        <w:trPr>
          <w:trHeight w:val="350"/>
        </w:trPr>
        <w:tc>
          <w:tcPr>
            <w:tcW w:w="3920" w:type="dxa"/>
            <w:shd w:val="clear" w:color="auto" w:fill="auto"/>
          </w:tcPr>
          <w:p w:rsidR="005F6160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ثمّ</w:t>
            </w:r>
            <w:r w:rsidRPr="00292155">
              <w:rPr>
                <w:rtl/>
                <w:lang w:bidi="fa-IR"/>
              </w:rPr>
              <w:t xml:space="preserve"> نص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رُالدّ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ن</w:t>
            </w:r>
            <w:r w:rsidRPr="00292155">
              <w:rPr>
                <w:rtl/>
                <w:lang w:bidi="fa-IR"/>
              </w:rPr>
              <w:t xml:space="preserve"> جدّهُ الحسنْ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F6160" w:rsidRDefault="005F6160" w:rsidP="00520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F6160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العالمُ</w:t>
            </w:r>
            <w:r w:rsidRPr="00292155">
              <w:rPr>
                <w:rtl/>
                <w:lang w:bidi="fa-IR"/>
              </w:rPr>
              <w:t xml:space="preserve"> النّحْر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رُ</w:t>
            </w:r>
            <w:r w:rsidRPr="00292155">
              <w:rPr>
                <w:rtl/>
                <w:lang w:bidi="fa-IR"/>
              </w:rPr>
              <w:t xml:space="preserve"> قُدْوَهُ الزَّمنْ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160" w:rsidTr="0052021D">
        <w:trPr>
          <w:trHeight w:val="350"/>
        </w:trPr>
        <w:tc>
          <w:tcPr>
            <w:tcW w:w="3920" w:type="dxa"/>
          </w:tcPr>
          <w:p w:rsidR="005F6160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م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لادهُ</w:t>
            </w:r>
            <w:r w:rsidRPr="00292155">
              <w:rPr>
                <w:rtl/>
                <w:lang w:bidi="fa-IR"/>
              </w:rPr>
              <w:t xml:space="preserve"> (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ا</w:t>
            </w:r>
            <w:r w:rsidRPr="00292155">
              <w:rPr>
                <w:rtl/>
                <w:lang w:bidi="fa-IR"/>
              </w:rPr>
              <w:t xml:space="preserve"> حِرز مَنْ لا حِرزَ له 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F6160" w:rsidRDefault="005F6160" w:rsidP="0052021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F6160" w:rsidRDefault="005F6160" w:rsidP="0052021D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وبعدُ</w:t>
            </w:r>
            <w:r w:rsidRPr="00292155">
              <w:rPr>
                <w:rtl/>
                <w:lang w:bidi="fa-IR"/>
              </w:rPr>
              <w:t xml:space="preserve"> (داع ) قد اَجابَ سائلَه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جمله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احرز</w:t>
      </w:r>
      <w:r w:rsidRPr="00292155">
        <w:rPr>
          <w:rtl/>
          <w:lang w:bidi="fa-IR"/>
        </w:rPr>
        <w:t xml:space="preserve"> من لاحرز له بحساب ابجد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597 که حاک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تولد اوست و کلمه (داع ) بحساب ابجد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شود</w:t>
      </w:r>
      <w:r w:rsidRPr="00292155">
        <w:rPr>
          <w:rtl/>
          <w:lang w:bidi="fa-IR"/>
        </w:rPr>
        <w:t xml:space="preserve"> 75 سال که مدّت عمر اوست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5F6160" w:rsidP="005F616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501022085"/>
      <w:r w:rsidR="00292155" w:rsidRPr="00292155">
        <w:rPr>
          <w:rFonts w:hint="eastAsia"/>
          <w:rtl/>
          <w:lang w:bidi="fa-IR"/>
        </w:rPr>
        <w:lastRenderedPageBreak/>
        <w:t>دنبال</w:t>
      </w:r>
      <w:r w:rsidR="00292155" w:rsidRPr="00292155">
        <w:rPr>
          <w:rtl/>
          <w:lang w:bidi="fa-IR"/>
        </w:rPr>
        <w:t xml:space="preserve"> علم</w:t>
      </w:r>
      <w:bookmarkEnd w:id="2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زمان (داوود پاشا) که باعث اضطراب خاطر و نگران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علماء شد عدّه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کاظم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مهاجرت کردند. سرانجام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غائله عراق 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(مرتض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به زادگاه خود مراجعت فرمود و دو سال تمام مشغول درس و بحث شد و دو مرتبه عازم کربلا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آنگاه</w:t>
      </w:r>
      <w:r w:rsidRPr="00292155">
        <w:rPr>
          <w:rtl/>
          <w:lang w:bidi="fa-IR"/>
        </w:rPr>
        <w:t xml:space="preserve"> راه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نجف شد و در آنجا گمشده خود را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کرد،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: مرحوم (آ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اللّه کاشف الغطاء).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سال تمام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بحر موّاج غوطه خورد وباز به زادگاهش برگشت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مجتهد نابغه و استاد زبردست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 بود.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دفعه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تصم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که از حوزه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ک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واز علوم آنها استفاده کند و به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(ثامن الا ئمّه 7) شرف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اب</w:t>
      </w:r>
      <w:r w:rsidRPr="00292155">
        <w:rPr>
          <w:rtl/>
          <w:lang w:bidi="fa-IR"/>
        </w:rPr>
        <w:t xml:space="preserve"> شود،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 در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پس از شش سال مفارقت ، به جدائ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فرزندش طاقت ندارد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هم اصرار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تواند مادر را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عاقبت قرار شد به استخاره عمل کند.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5F6160" w:rsidP="005F616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92155" w:rsidRPr="00292155">
        <w:rPr>
          <w:rFonts w:hint="eastAsia"/>
          <w:rtl/>
          <w:lang w:bidi="fa-IR"/>
        </w:rPr>
        <w:lastRenderedPageBreak/>
        <w:t>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قرآن</w:t>
      </w:r>
      <w:r>
        <w:rPr>
          <w:lang w:bidi="fa-IR"/>
        </w:rPr>
        <w:t xml:space="preserve"> </w:t>
      </w:r>
      <w:r w:rsidR="00292155" w:rsidRPr="00292155">
        <w:rPr>
          <w:rFonts w:hint="eastAsia"/>
          <w:rtl/>
          <w:lang w:bidi="fa-IR"/>
        </w:rPr>
        <w:t>را</w:t>
      </w:r>
      <w:r w:rsidR="00292155" w:rsidRPr="00292155">
        <w:rPr>
          <w:rtl/>
          <w:lang w:bidi="fa-IR"/>
        </w:rPr>
        <w:t xml:space="preserve"> برداشت و استخاره کرد قرآن را باز کرد 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آ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ه</w:t>
      </w:r>
      <w:r w:rsidR="00292155" w:rsidRPr="00292155">
        <w:rPr>
          <w:rtl/>
          <w:lang w:bidi="fa-IR"/>
        </w:rPr>
        <w:t xml:space="preserve"> را 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: </w:t>
      </w:r>
      <w:r w:rsidR="00292155" w:rsidRPr="005F6160">
        <w:rPr>
          <w:rStyle w:val="libAlaemChar"/>
          <w:rtl/>
        </w:rPr>
        <w:t>(</w:t>
      </w:r>
      <w:r w:rsidR="00292155" w:rsidRPr="005F6160">
        <w:rPr>
          <w:rStyle w:val="libAieChar"/>
          <w:rtl/>
        </w:rPr>
        <w:t>لا تَخاف</w:t>
      </w:r>
      <w:r w:rsidR="00292155" w:rsidRPr="005F6160">
        <w:rPr>
          <w:rStyle w:val="libAieChar"/>
          <w:rFonts w:hint="cs"/>
          <w:rtl/>
        </w:rPr>
        <w:t>ی</w:t>
      </w:r>
      <w:r w:rsidR="00292155" w:rsidRPr="005F6160">
        <w:rPr>
          <w:rStyle w:val="libAieChar"/>
          <w:rtl/>
        </w:rPr>
        <w:t xml:space="preserve"> وَلا تَحْزَن</w:t>
      </w:r>
      <w:r w:rsidR="00292155" w:rsidRPr="005F6160">
        <w:rPr>
          <w:rStyle w:val="libAieChar"/>
          <w:rFonts w:hint="cs"/>
          <w:rtl/>
        </w:rPr>
        <w:t>ی</w:t>
      </w:r>
      <w:r w:rsidR="00292155" w:rsidRPr="005F6160">
        <w:rPr>
          <w:rStyle w:val="libAieChar"/>
          <w:rtl/>
        </w:rPr>
        <w:t xml:space="preserve"> اِنّا رادُّوُهُ اِلَ</w:t>
      </w:r>
      <w:r w:rsidR="00292155" w:rsidRPr="005F6160">
        <w:rPr>
          <w:rStyle w:val="libAieChar"/>
          <w:rFonts w:hint="cs"/>
          <w:rtl/>
        </w:rPr>
        <w:t>یْ</w:t>
      </w:r>
      <w:r w:rsidR="00292155" w:rsidRPr="005F6160">
        <w:rPr>
          <w:rStyle w:val="libAieChar"/>
          <w:rFonts w:hint="eastAsia"/>
          <w:rtl/>
        </w:rPr>
        <w:t>کِ</w:t>
      </w:r>
      <w:r w:rsidR="00292155" w:rsidRPr="005F6160">
        <w:rPr>
          <w:rStyle w:val="libAieChar"/>
          <w:rtl/>
        </w:rPr>
        <w:t xml:space="preserve"> وَجاعِلُوهُ مِنَ الْمُرْسَل</w:t>
      </w:r>
      <w:r w:rsidR="00292155" w:rsidRPr="005F6160">
        <w:rPr>
          <w:rStyle w:val="libAieChar"/>
          <w:rFonts w:hint="cs"/>
          <w:rtl/>
        </w:rPr>
        <w:t>ی</w:t>
      </w:r>
      <w:r w:rsidR="00292155" w:rsidRPr="005F6160">
        <w:rPr>
          <w:rStyle w:val="libAieChar"/>
          <w:rFonts w:hint="eastAsia"/>
          <w:rtl/>
        </w:rPr>
        <w:t>نَ</w:t>
      </w:r>
      <w:r w:rsidR="00292155" w:rsidRPr="005F6160">
        <w:rPr>
          <w:rStyle w:val="libAlaemChar"/>
          <w:rtl/>
        </w:rPr>
        <w:t>)</w:t>
      </w:r>
      <w:r w:rsidR="00292155"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F6160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مادر</w:t>
      </w:r>
      <w:r w:rsidRPr="00292155">
        <w:rPr>
          <w:rtl/>
          <w:lang w:bidi="fa-IR"/>
        </w:rPr>
        <w:t xml:space="preserve">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بشارت خداوند خوشحال شد، عاقبت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مسافرت فرزند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شد.</w:t>
      </w:r>
      <w:r w:rsidR="005F6160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 همراه برادرش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منصور عازم سفر شدند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قبل از سفر،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منصور هم با قرآن تفّال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آمد: </w:t>
      </w:r>
      <w:r w:rsidRPr="005F6160">
        <w:rPr>
          <w:rStyle w:val="libAlaemChar"/>
          <w:rtl/>
        </w:rPr>
        <w:t>(</w:t>
      </w:r>
      <w:r w:rsidRPr="005F6160">
        <w:rPr>
          <w:rStyle w:val="libAieChar"/>
          <w:rtl/>
        </w:rPr>
        <w:t>سَنَشُدُّ عَضُدَکَ بِاَخ</w:t>
      </w:r>
      <w:r w:rsidRPr="005F6160">
        <w:rPr>
          <w:rStyle w:val="libAieChar"/>
          <w:rFonts w:hint="cs"/>
          <w:rtl/>
        </w:rPr>
        <w:t>ی</w:t>
      </w:r>
      <w:r w:rsidRPr="005F6160">
        <w:rPr>
          <w:rStyle w:val="libAieChar"/>
          <w:rFonts w:hint="eastAsia"/>
          <w:rtl/>
        </w:rPr>
        <w:t>کَ</w:t>
      </w:r>
      <w:r w:rsidRPr="005F6160">
        <w:rPr>
          <w:rStyle w:val="libAlaemChar"/>
          <w:rtl/>
        </w:rPr>
        <w:t>).</w:t>
      </w:r>
      <w:r w:rsidRPr="00292155">
        <w:rPr>
          <w:rtl/>
          <w:lang w:bidi="fa-IR"/>
        </w:rPr>
        <w:t xml:space="preserve"> اول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مقصد، شهر بروجرد بود که در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حجره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مدرسه که معمولاً مسافر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از طلاّب وارد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شوند وارد شدند و روز استراحت نمودند.</w:t>
      </w:r>
    </w:p>
    <w:p w:rsidR="00292155" w:rsidRPr="00292155" w:rsidRDefault="00292155" w:rsidP="005F6160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روز</w:t>
      </w:r>
      <w:r w:rsidRPr="00292155">
        <w:rPr>
          <w:rtl/>
          <w:lang w:bidi="fa-IR"/>
        </w:rPr>
        <w:t xml:space="preserve"> بعد در مَدْرَس مدرسه ،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عال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قدر حضرت (آ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اللّه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اسد اللّه بروجرد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زع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حوزه علم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بروجرد وارد جلسه درس شدند،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اسداللّه پس از درس با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دو نفر طلبه غر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مصافحه و احوال پرس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نمودند، پس از ساعت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تقاضا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ماندن در بروجرد نمود که در ضم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مُدَرِّس فرزندانش هم باشد.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نگاه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برادرش کرد و گفت : برادر درسها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را که در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خواند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ونوشته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</w:t>
      </w:r>
      <w:r w:rsidRPr="00292155">
        <w:rPr>
          <w:rtl/>
          <w:lang w:bidi="fa-IR"/>
        </w:rPr>
        <w:t xml:space="preserve"> و به نظر مبارک آقا هم برسان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نوشته</w:t>
      </w:r>
      <w:r w:rsidRPr="00292155">
        <w:rPr>
          <w:rtl/>
          <w:lang w:bidi="fa-IR"/>
        </w:rPr>
        <w:t xml:space="preserve"> ها حاضر شد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اسد اللّه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="005F6160">
        <w:rPr>
          <w:rFonts w:hint="cs"/>
          <w:rtl/>
          <w:lang w:bidi="fa-IR"/>
        </w:rPr>
        <w:t>د</w:t>
      </w:r>
      <w:r w:rsidRPr="00292155">
        <w:rPr>
          <w:rFonts w:hint="eastAsia"/>
          <w:rtl/>
          <w:lang w:bidi="fa-IR"/>
        </w:rPr>
        <w:t>داشتها</w:t>
      </w:r>
      <w:r w:rsidRPr="00292155">
        <w:rPr>
          <w:rtl/>
          <w:lang w:bidi="fa-IR"/>
        </w:rPr>
        <w:t xml:space="preserve"> را مطالعه نمود هنوز چند صفحه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بود که گوئ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را برق گرفت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ادداشتها</w:t>
      </w:r>
      <w:r w:rsidRPr="00292155">
        <w:rPr>
          <w:rtl/>
          <w:lang w:bidi="fa-IR"/>
        </w:rPr>
        <w:t xml:space="preserve"> از دست او افتاد و به حالت تعظ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در برابر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ستاد</w:t>
      </w:r>
      <w:r w:rsidRPr="00292155">
        <w:rPr>
          <w:rtl/>
          <w:lang w:bidi="fa-IR"/>
        </w:rPr>
        <w:t xml:space="preserve"> و از گفته قبل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پش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مان</w:t>
      </w:r>
      <w:r w:rsidRPr="00292155">
        <w:rPr>
          <w:rtl/>
          <w:lang w:bidi="fa-IR"/>
        </w:rPr>
        <w:t xml:space="preserve"> شد و شروع به معذرت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آن دو بزرگوار را به خانه اش دعوت کرد و پذ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</w:t>
      </w:r>
      <w:r w:rsidRPr="005F6160">
        <w:rPr>
          <w:rStyle w:val="libFootnotenumChar"/>
          <w:rtl/>
        </w:rPr>
        <w:t>.(3)</w:t>
      </w:r>
    </w:p>
    <w:p w:rsidR="00292155" w:rsidRPr="00292155" w:rsidRDefault="005F6160" w:rsidP="005F616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501022086"/>
      <w:r w:rsidR="00292155" w:rsidRPr="00292155">
        <w:rPr>
          <w:rFonts w:hint="eastAsia"/>
          <w:rtl/>
          <w:lang w:bidi="fa-IR"/>
        </w:rPr>
        <w:lastRenderedPageBreak/>
        <w:t>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چن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فته</w:t>
      </w:r>
      <w:r w:rsidR="00292155" w:rsidRPr="00292155">
        <w:rPr>
          <w:rtl/>
          <w:lang w:bidi="fa-IR"/>
        </w:rPr>
        <w:t xml:space="preserve"> علم بودند</w:t>
      </w:r>
      <w:bookmarkEnd w:id="3"/>
    </w:p>
    <w:p w:rsidR="00292155" w:rsidRPr="00292155" w:rsidRDefault="00292155" w:rsidP="005F6160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شب</w:t>
      </w:r>
      <w:r w:rsidRPr="00292155">
        <w:rPr>
          <w:rtl/>
          <w:lang w:bidi="fa-IR"/>
        </w:rPr>
        <w:t xml:space="preserve"> زفاف مرحوم (س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محمد باقر اصفهان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بود، زنها وارد اطاق عروس و داماد شدند.</w:t>
      </w:r>
      <w:r w:rsidR="005F6160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فوراً از اطاق خارج شد و</w:t>
      </w:r>
      <w:r w:rsidR="005F6160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اطاق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رفتند،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مطالعه موقع مناسب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فرصت را غن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tl/>
          <w:lang w:bidi="fa-IR"/>
        </w:rPr>
        <w:t xml:space="preserve"> شمرده بدون تاءمّل مشغول مطالعه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F6160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اواخر</w:t>
      </w:r>
      <w:r w:rsidRPr="00292155">
        <w:rPr>
          <w:rtl/>
          <w:lang w:bidi="fa-IR"/>
        </w:rPr>
        <w:t xml:space="preserve"> شب زنها از اطاق عروس خارج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 xml:space="preserve"> و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خانه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رفتند و عروس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چاره</w:t>
      </w:r>
      <w:r w:rsidRPr="00292155">
        <w:rPr>
          <w:rtl/>
          <w:lang w:bidi="fa-IR"/>
        </w:rPr>
        <w:t xml:space="preserve"> ، تنها ماند، و هر چه منتظر ماند که 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امد،</w:t>
      </w:r>
      <w:r w:rsidRPr="00292155">
        <w:rPr>
          <w:rtl/>
          <w:lang w:bidi="fa-IR"/>
        </w:rPr>
        <w:t xml:space="preserve"> تا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وقت متوجّه شد که صبح شده .</w:t>
      </w:r>
      <w:r w:rsidR="005F6160" w:rsidRPr="00292155">
        <w:rPr>
          <w:rFonts w:hint="cs"/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: جاذبه علم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مرد را 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خود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شب زفاف و عروس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را فراموش کرد.(ا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حسّ علاقه به علم کم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در همه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هست البتّه مثل همه حسّها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شدّت و ضعف دارد)</w:t>
      </w:r>
      <w:r w:rsidRPr="005F6160">
        <w:rPr>
          <w:rStyle w:val="libFootnotenumChar"/>
          <w:rtl/>
        </w:rPr>
        <w:t>(4).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5F6160" w:rsidP="005F6160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" w:name="_Toc501022087"/>
      <w:r w:rsidR="00292155" w:rsidRPr="00292155">
        <w:rPr>
          <w:rFonts w:hint="eastAsia"/>
          <w:rtl/>
          <w:lang w:bidi="fa-IR"/>
        </w:rPr>
        <w:lastRenderedPageBreak/>
        <w:t>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سال سفر در جستجو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علم</w:t>
      </w:r>
      <w:bookmarkEnd w:id="4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>(ش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گذشته از سفر 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زمان 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پدر خود به اتفاق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: سفر از بعلبک به جبل عامل در زمان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خوارگ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سفر حج در جوان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پس از مرگ پدر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سفر 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است که عمده آنها عبارتند از سفر حج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دوّم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بار انجام داد و سفر عراق و شا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 مصر و دمشق و حلب و آس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صغ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المقدّس ، ون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پس از انتصاب به مقام (ش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الاسلام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اصفهان ) مسافرتهائ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باتفاق شاه عباس نمود که مشهورتر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آنها سفر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اده</w:t>
      </w:r>
      <w:r w:rsidRPr="00292155">
        <w:rPr>
          <w:rtl/>
          <w:lang w:bidi="fa-IR"/>
        </w:rPr>
        <w:t xml:space="preserve"> از اصفهان به مشهد رفت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صاحب</w:t>
      </w:r>
      <w:r w:rsidRPr="00292155">
        <w:rPr>
          <w:rtl/>
          <w:lang w:bidi="fa-IR"/>
        </w:rPr>
        <w:t xml:space="preserve">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(عالم آرا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عباس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پس از فوت (س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منشار) (پدر زن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منصب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الاسلام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وکالت حلال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و تصدّ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امور شرع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اصفهان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5F6160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مدّت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شوق کعبه و بازگشت به زنگ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ساده بر او غلبه کرد و با درو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سفر کرد و مدّت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عراق و</w:t>
      </w:r>
      <w:r w:rsidR="005F6160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شام</w:t>
      </w:r>
      <w:r w:rsidRPr="00292155">
        <w:rPr>
          <w:rtl/>
          <w:lang w:bidi="fa-IR"/>
        </w:rPr>
        <w:t xml:space="preserve"> و مصر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المقدّس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گشت و در سفر به خدمت دانشمندان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="005F6160"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سپس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در زمان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عالم ظاهر و باطن سرآمد روزگار بود از مصر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 و جامه جهان گردان به تن داشت و خو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شتن</w:t>
      </w:r>
      <w:r w:rsidRPr="00292155">
        <w:rPr>
          <w:rtl/>
          <w:lang w:bidi="fa-IR"/>
        </w:rPr>
        <w:t xml:space="preserve"> را پنهان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فروتن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نمود، از او خواستم که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آموزم ، گفت :</w:t>
      </w:r>
      <w:r w:rsidR="005F6160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شرط آنکه نهفته بماند و هندسه و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ئت</w:t>
      </w:r>
      <w:r w:rsidRPr="00292155">
        <w:rPr>
          <w:rtl/>
          <w:lang w:bidi="fa-IR"/>
        </w:rPr>
        <w:t xml:space="preserve"> را بر او خواندم و سپس به شام و از آنجا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رفت و چون به دمشق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در محلّه (خراب ) در سرا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بازرگانان بزرگ فرود آمد و (حافظ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کربلائ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قزو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ساکن دمشق مؤ لف روضات نزد او رفت و شعر خود را برو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دار</w:t>
      </w:r>
      <w:r w:rsidRPr="00292155">
        <w:rPr>
          <w:rtl/>
          <w:lang w:bidi="fa-IR"/>
        </w:rPr>
        <w:t xml:space="preserve"> (حس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بور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را داشت و آن بازرگان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به خانه خود خواند عدّه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دانشمندان شهر را در آن مهمان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دعوت کرد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آن مجلس لباس جهانگردان پوش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بود و بر ب</w:t>
      </w:r>
      <w:r w:rsidR="005F6160">
        <w:rPr>
          <w:rFonts w:hint="cs"/>
          <w:rtl/>
          <w:lang w:bidi="fa-IR"/>
        </w:rPr>
        <w:t>ا</w:t>
      </w:r>
      <w:r w:rsidRPr="00292155">
        <w:rPr>
          <w:rtl/>
          <w:lang w:bidi="fa-IR"/>
        </w:rPr>
        <w:t>لا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مجلس نشسته و همه او را گرام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داشتند و به او احترام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گذاشتند و بور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شناخت از او به شگفت آمد و چون پ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دانش او برد بزرگش داشت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او خواست که آمدنش را پنهان دارد و از آنجا به حلب رفت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>(صاحب سلافه العصر)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که 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سال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احت</w:t>
      </w:r>
      <w:r w:rsidRPr="00292155">
        <w:rPr>
          <w:rtl/>
          <w:lang w:bidi="fa-IR"/>
        </w:rPr>
        <w:t xml:space="preserve"> کرد و به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دار</w:t>
      </w:r>
      <w:r w:rsidRPr="00292155">
        <w:rPr>
          <w:rtl/>
          <w:lang w:bidi="fa-IR"/>
        </w:rPr>
        <w:t xml:space="preserve"> دانشمندان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سپس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بازگشت و به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کتب پرداخت و آوازه اش در جهان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علماء از هرد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نزد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خود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کتاب</w:t>
      </w:r>
      <w:r w:rsidR="006D3A2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کشکول</w:t>
      </w:r>
      <w:r w:rsidRPr="00292155">
        <w:rPr>
          <w:rtl/>
          <w:lang w:bidi="fa-IR"/>
        </w:rPr>
        <w:t xml:space="preserve"> در مورد سفرها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اشارات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: در قحط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سال 988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شهر تبر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بار در ماه صفر سال 993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تبر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بوده و در ماه ذ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القعده سال 1007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شهر مشهد و در ماه محرّم سال 1008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حال بازگشت از سفر مشهد بوده است و چن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کاشان و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مدت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در هرات گذران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و در اشعار خود از اوضاع هرات توص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کرده </w:t>
      </w:r>
      <w:r w:rsidRPr="006D3A2A">
        <w:rPr>
          <w:rStyle w:val="libFootnotenumChar"/>
          <w:rtl/>
        </w:rPr>
        <w:t>.(5)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6D3A2A" w:rsidP="006D3A2A">
      <w:pPr>
        <w:pStyle w:val="Heading1"/>
        <w:rPr>
          <w:rtl/>
          <w:lang w:bidi="fa-IR"/>
        </w:rPr>
      </w:pPr>
      <w:r>
        <w:rPr>
          <w:rtl/>
          <w:lang w:bidi="fa-IR"/>
        </w:rPr>
        <w:br w:type="column"/>
      </w:r>
      <w:bookmarkStart w:id="5" w:name="_Toc501022088"/>
      <w:r w:rsidR="00292155" w:rsidRPr="00292155">
        <w:rPr>
          <w:rFonts w:hint="eastAsia"/>
          <w:rtl/>
          <w:lang w:bidi="fa-IR"/>
        </w:rPr>
        <w:lastRenderedPageBreak/>
        <w:t>آقا</w:t>
      </w:r>
      <w:r w:rsidR="00292155" w:rsidRPr="00292155">
        <w:rPr>
          <w:rtl/>
          <w:lang w:bidi="fa-IR"/>
        </w:rPr>
        <w:t xml:space="preserve"> جمال خوانسار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وتحص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علم</w:t>
      </w:r>
      <w:bookmarkEnd w:id="5"/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سال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(ملا محسن 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tl/>
          <w:lang w:bidi="fa-IR"/>
        </w:rPr>
        <w:t xml:space="preserve"> ) در سفر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(ب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الحرام ) در شهر اصفهان بر آقا (س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خوانسار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وارد شد.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جمال فرزند آقا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در مجلس بود، ملا محسن مساءله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آقا جمال سؤ ال کرد، آقا جمال نتوانست درست جواب بدهد.</w:t>
      </w:r>
      <w:r w:rsidRPr="00292155">
        <w:rPr>
          <w:rFonts w:hint="eastAsia"/>
          <w:rtl/>
          <w:lang w:bidi="fa-IR"/>
        </w:rPr>
        <w:t>ملا</w:t>
      </w:r>
      <w:r w:rsidRPr="00292155">
        <w:rPr>
          <w:rtl/>
          <w:lang w:bidi="fa-IR"/>
        </w:rPr>
        <w:t xml:space="preserve"> محسن دست بر دست زده و گفت : 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که درِ خانه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بسته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جمال که تا آن وقت اوقات خود را به بطالت و تفر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tl/>
          <w:lang w:bidi="fa-IR"/>
        </w:rPr>
        <w:t xml:space="preserve"> ضا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کرد،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حرف را از ملا محسن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متاءثّر شد از آن روز با جدّ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و کوشش شبانه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مشغول خواندن درس شد تا آنکه پس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سال ملامحسن از مکه مراجعت کرد و در اصفهان وارد منزل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باز</w:t>
      </w:r>
      <w:r w:rsidRPr="00292155">
        <w:rPr>
          <w:rtl/>
          <w:lang w:bidi="fa-IR"/>
        </w:rPr>
        <w:t xml:space="preserve"> با آقا جمال مشغول صحبت شد،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آقا جمال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صاحب فض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لت</w:t>
      </w:r>
      <w:r w:rsidRPr="00292155">
        <w:rPr>
          <w:rtl/>
          <w:lang w:bidi="fa-IR"/>
        </w:rPr>
        <w:t xml:space="preserve"> و علم شده و مسائل را خوب جواب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دهد.</w:t>
      </w: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گفت</w:t>
      </w:r>
      <w:r w:rsidRPr="00292155">
        <w:rPr>
          <w:rtl/>
          <w:lang w:bidi="fa-IR"/>
        </w:rPr>
        <w:t xml:space="preserve"> :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آقا جمال آن آقا جمال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که من پارسال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. بالا خره آقا جمال خوانسار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تلاش و کوشش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و در مطالعه به حدّ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بود</w:t>
      </w:r>
      <w:r w:rsidR="006D3A2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که</w:t>
      </w:r>
      <w:r w:rsidRPr="00292155">
        <w:rPr>
          <w:rtl/>
          <w:lang w:bidi="fa-IR"/>
        </w:rPr>
        <w:t xml:space="preserve"> شب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شام آوردند در موقع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آقا مشغول مطالعه بود سفره را در کنار او گذارده و رفتند آقا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ملتفت غذا نشد، تا آنکه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کدفعه</w:t>
      </w:r>
      <w:r w:rsidRPr="00292155">
        <w:rPr>
          <w:rtl/>
          <w:lang w:bidi="fa-IR"/>
        </w:rPr>
        <w:t xml:space="preserve">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اذان صبح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ند،</w:t>
      </w:r>
      <w:r w:rsidRPr="00292155">
        <w:rPr>
          <w:rtl/>
          <w:lang w:bidi="fa-IR"/>
        </w:rPr>
        <w:t xml:space="preserve"> آقا سر برداشت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شام حاضر است گفت : چرا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رآورد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گفتند: ما آن را در اول شب آورد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 شما ملتفت ن</w:t>
      </w:r>
      <w:r w:rsidRPr="00292155">
        <w:rPr>
          <w:rFonts w:hint="eastAsia"/>
          <w:rtl/>
          <w:lang w:bidi="fa-IR"/>
        </w:rPr>
        <w:t>شده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Pr="006D3A2A">
        <w:rPr>
          <w:rStyle w:val="libFootnotenumChar"/>
          <w:rtl/>
        </w:rPr>
        <w:t>(6)</w:t>
      </w:r>
    </w:p>
    <w:p w:rsidR="00292155" w:rsidRPr="00292155" w:rsidRDefault="006D3A2A" w:rsidP="006D3A2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" w:name="_Toc501022089"/>
      <w:r w:rsidR="00292155" w:rsidRPr="00292155">
        <w:rPr>
          <w:rFonts w:hint="eastAsia"/>
          <w:rtl/>
          <w:lang w:bidi="fa-IR"/>
        </w:rPr>
        <w:lastRenderedPageBreak/>
        <w:t>شه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اول</w:t>
      </w:r>
      <w:bookmarkEnd w:id="6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اول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جام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مس داشت که شبها در کنار آتش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نهاد و داغ بود، چون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را خواب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گرفت آن جام را بالا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سر خود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نهاد به نحو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سرش احساس درد و ناراحت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خواب از سرش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 آن وقت مشغول مطالعه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آخر</w:t>
      </w:r>
      <w:r w:rsidRPr="00292155">
        <w:rPr>
          <w:rtl/>
          <w:lang w:bidi="fa-IR"/>
        </w:rPr>
        <w:t xml:space="preserve"> الامر به نحو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 بود که سرش صاف شده بود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مو بر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اورد</w:t>
      </w:r>
      <w:r w:rsidR="006D3A2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گفتن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آن عالم ربّان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کتاب (لمعه دمشق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) را در حبس در مدّت هفت روز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نمود</w:t>
      </w:r>
      <w:r w:rsidRPr="006D3A2A">
        <w:rPr>
          <w:rStyle w:val="libFootnotenumChar"/>
          <w:rtl/>
        </w:rPr>
        <w:t>(7)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6D3A2A" w:rsidP="006D3A2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" w:name="_Toc501022090"/>
      <w:r w:rsidR="00292155" w:rsidRPr="00292155">
        <w:rPr>
          <w:rFonts w:hint="eastAsia"/>
          <w:rtl/>
          <w:lang w:bidi="fa-IR"/>
        </w:rPr>
        <w:lastRenderedPageBreak/>
        <w:t>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محمد حس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بن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هاشم العامل</w:t>
      </w:r>
      <w:r w:rsidR="00292155" w:rsidRPr="00292155">
        <w:rPr>
          <w:rFonts w:hint="cs"/>
          <w:rtl/>
          <w:lang w:bidi="fa-IR"/>
        </w:rPr>
        <w:t>ی</w:t>
      </w:r>
      <w:bookmarkEnd w:id="7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اشتغال به تحصل علم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بن هاشم العامل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داماد صاحب جواهر که مرجع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او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آورده اند:</w:t>
      </w: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پدرش</w:t>
      </w:r>
      <w:r w:rsidRPr="00292155">
        <w:rPr>
          <w:rtl/>
          <w:lang w:bidi="fa-IR"/>
        </w:rPr>
        <w:t xml:space="preserve">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حال بود که در کاظم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دکّان</w:t>
      </w:r>
      <w:r w:rsidRPr="00292155">
        <w:rPr>
          <w:rFonts w:hint="cs"/>
          <w:rtl/>
          <w:lang w:bidi="fa-IR"/>
        </w:rPr>
        <w:t>ی</w:t>
      </w:r>
      <w:r w:rsidR="006D3A2A">
        <w:rPr>
          <w:rtl/>
          <w:lang w:bidi="fa-IR"/>
        </w:rPr>
        <w:t xml:space="preserve"> داشت</w:t>
      </w:r>
      <w:r w:rsidR="006D3A2A" w:rsidRPr="00292155">
        <w:rPr>
          <w:rtl/>
          <w:lang w:bidi="fa-IR"/>
        </w:rPr>
        <w:t xml:space="preserve"> </w:t>
      </w: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بعد</w:t>
      </w:r>
      <w:r w:rsidRPr="00292155">
        <w:rPr>
          <w:rtl/>
          <w:lang w:bidi="fa-IR"/>
        </w:rPr>
        <w:t xml:space="preserve"> از آنکه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قرائت قرآن را فرا گرفت او را نزد خود آورد تا در اداره دکّان و کسب معاش به او کمک کند.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به طلب علم متما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شد و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اهل علم راه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را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او گفت : اوّل 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(اجروم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) را (که کتاب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علم نحو بوده ) حفظ کند و او از آن مرد عالم خواست که آن</w:t>
      </w:r>
      <w:r w:rsidR="006D3A2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کتاب</w:t>
      </w:r>
      <w:r w:rsidRPr="00292155">
        <w:rPr>
          <w:rtl/>
          <w:lang w:bidi="fa-IR"/>
        </w:rPr>
        <w:t xml:space="preserve">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بنو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سد</w:t>
      </w:r>
      <w:r w:rsidRPr="00292155">
        <w:rPr>
          <w:rtl/>
          <w:lang w:bidi="fa-IR"/>
        </w:rPr>
        <w:t xml:space="preserve"> و او نوشت و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در دکّان پدر به خواندن آن مشغول شد تا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نکه</w:t>
      </w:r>
      <w:r w:rsidRPr="00292155">
        <w:rPr>
          <w:rtl/>
          <w:lang w:bidi="fa-IR"/>
        </w:rPr>
        <w:t xml:space="preserve"> پدرش متوجّه شد و خشمگ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او را بزد که خواندن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کتاب تو را از کسب و کار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دارد.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بعد</w:t>
      </w:r>
      <w:r w:rsidRPr="00292155">
        <w:rPr>
          <w:rtl/>
          <w:lang w:bidi="fa-IR"/>
        </w:rPr>
        <w:t xml:space="preserve"> از آن دور از چشم پدر آن را خواند و تمام کرد. سپس از همان اهل علم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حالا چکار کنم ؟</w:t>
      </w:r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او</w:t>
      </w:r>
      <w:r w:rsidRPr="00292155">
        <w:rPr>
          <w:rtl/>
          <w:lang w:bidi="fa-IR"/>
        </w:rPr>
        <w:t xml:space="preserve"> گفت : به نجف برو. چهار پائ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کرد و بدون آنکه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از مقدار کرا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پول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داشته باشد راه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نجف شد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از زوائد خوراک هم سفران ، خود را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 چون به نجف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وارد صحن 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شد و در آنجا نشست تا شب شد و همه مردم از صحن خارج گشتند. دربانان آمدند </w:t>
      </w:r>
      <w:r w:rsidRPr="00292155">
        <w:rPr>
          <w:rFonts w:hint="eastAsia"/>
          <w:rtl/>
          <w:lang w:bidi="fa-IR"/>
        </w:rPr>
        <w:t>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رونش</w:t>
      </w:r>
      <w:r w:rsidRPr="00292155">
        <w:rPr>
          <w:rtl/>
          <w:lang w:bidi="fa-IR"/>
        </w:rPr>
        <w:t xml:space="preserve"> کنند، شرح حال خود را گفت و آنها به او حجره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دادند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غذا آوردند و در آنجا اقامت کرد و با طلاّب آشنا شد و نزد آنان درس خواند و در آن حجره بود و با استفاده از نور چراغ مستراح ها مطالعه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تا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نکه</w:t>
      </w:r>
      <w:r w:rsidRPr="00292155">
        <w:rPr>
          <w:rtl/>
          <w:lang w:bidi="fa-IR"/>
        </w:rPr>
        <w:t xml:space="preserve"> فضلش ظاهر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آوازه اش بلند شد و به مرج</w:t>
      </w:r>
      <w:r w:rsidRPr="00292155">
        <w:rPr>
          <w:rFonts w:hint="eastAsia"/>
          <w:rtl/>
          <w:lang w:bidi="fa-IR"/>
        </w:rPr>
        <w:t>ع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واموال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فرستاده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و او </w:t>
      </w:r>
      <w:r w:rsidRPr="00292155">
        <w:rPr>
          <w:rtl/>
          <w:lang w:bidi="fa-IR"/>
        </w:rPr>
        <w:lastRenderedPageBreak/>
        <w:t>همه را به طلاّب علم ون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ازمندان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رساند و خود لباس زبر و خشن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پوش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طعام ناگوار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خورد.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بعد از مرگش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مال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ارث نگذاشت .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مانع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موانع معمول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را از درس باز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و موجب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درس او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بطور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حتّ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روز وفات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درس خود</w:t>
      </w:r>
      <w:r w:rsidR="006D3A2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نکرد و در جواب پرسندگان گفت 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درس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 ثواب آن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قرار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 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ادت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ماران</w:t>
      </w:r>
      <w:r w:rsidRPr="00292155">
        <w:rPr>
          <w:rtl/>
          <w:lang w:bidi="fa-IR"/>
        </w:rPr>
        <w:t xml:space="preserve"> ، تش</w:t>
      </w:r>
      <w:r w:rsidRPr="00292155">
        <w:rPr>
          <w:rFonts w:hint="cs"/>
          <w:rtl/>
          <w:lang w:bidi="fa-IR"/>
        </w:rPr>
        <w:t>یی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جنازه ها،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دار</w:t>
      </w:r>
      <w:r w:rsidRPr="00292155">
        <w:rPr>
          <w:rtl/>
          <w:lang w:bidi="fa-IR"/>
        </w:rPr>
        <w:t xml:space="preserve"> وارد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 بدرقه مسافر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از او فوت و ترک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و اهل نجف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گفتند: قبل از آنکه خانواده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خبردار شود،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از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خبردار است !</w:t>
      </w:r>
      <w:r w:rsidRPr="006D3A2A">
        <w:rPr>
          <w:rStyle w:val="libFootnotenumChar"/>
          <w:rtl/>
        </w:rPr>
        <w:t>(8)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6D3A2A" w:rsidP="006D3A2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501022091"/>
      <w:r w:rsidR="00292155" w:rsidRPr="00292155">
        <w:rPr>
          <w:rFonts w:hint="eastAsia"/>
          <w:rtl/>
          <w:lang w:bidi="fa-IR"/>
        </w:rPr>
        <w:lastRenderedPageBreak/>
        <w:t>شه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ثان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، ز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الد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ابن اسماع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جزائر</w:t>
      </w:r>
      <w:r w:rsidR="00292155" w:rsidRPr="00292155">
        <w:rPr>
          <w:rFonts w:hint="cs"/>
          <w:rtl/>
          <w:lang w:bidi="fa-IR"/>
        </w:rPr>
        <w:t>ی</w:t>
      </w:r>
      <w:bookmarkEnd w:id="8"/>
    </w:p>
    <w:p w:rsidR="00292155" w:rsidRPr="00292155" w:rsidRDefault="00292155" w:rsidP="006D3A2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امر</w:t>
      </w:r>
      <w:r w:rsidRPr="00292155">
        <w:rPr>
          <w:rtl/>
          <w:lang w:bidi="fa-IR"/>
        </w:rPr>
        <w:t xml:space="preserve"> آن جناب در علم و فضل و زهد و عبادت و تحق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و تبحّر و جلالت قدر و کرامت بلکه در جم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کمالات و فضائل اشهر از آنست که ذکر گردد.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صاحب</w:t>
      </w:r>
      <w:r w:rsidRPr="00292155">
        <w:rPr>
          <w:rtl/>
          <w:lang w:bidi="fa-IR"/>
        </w:rPr>
        <w:t xml:space="preserve"> روضات الجنات در وصف آن جناب گفته : نزد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است که در تخلّق به اخلاق تال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تلو معصوم </w:t>
      </w:r>
      <w:r w:rsidR="006D3A2A" w:rsidRPr="006D3A2A">
        <w:rPr>
          <w:rStyle w:val="libAlaemChar"/>
          <w:rFonts w:eastAsiaTheme="minorHAnsi"/>
          <w:rtl/>
        </w:rPr>
        <w:t>عليهم‌السلام</w:t>
      </w:r>
      <w:r w:rsidR="006D3A2A" w:rsidRPr="00292155">
        <w:rPr>
          <w:rtl/>
          <w:lang w:bidi="fa-IR"/>
        </w:rPr>
        <w:t xml:space="preserve"> </w:t>
      </w:r>
      <w:r w:rsidRPr="00292155">
        <w:rPr>
          <w:rtl/>
          <w:lang w:bidi="fa-IR"/>
        </w:rPr>
        <w:t>بوده باشد.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</w:t>
      </w:r>
      <w:r w:rsidRPr="00292155">
        <w:rPr>
          <w:rtl/>
          <w:lang w:bidi="fa-IR"/>
        </w:rPr>
        <w:t xml:space="preserve"> بزرگوار در بعلبک اقامت نمود و در مذاهب خمسه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فرمود، 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علمش مشهور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مرجع انام و مفت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هر فرقه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بعد از 5 سال به جبع برگشت و در بلد خو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به تدر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و تصن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مشغول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نخست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مصنّفات آن جناب روض وآخرش روضه است که در مدت شش ماه و شش روز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فرموده واز عج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امر آن بزرگوار آن بود که قلم را که به دوات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کدفعه</w:t>
      </w:r>
      <w:r w:rsidRPr="00292155">
        <w:rPr>
          <w:rtl/>
          <w:lang w:bidi="fa-IR"/>
        </w:rPr>
        <w:t xml:space="preserve"> با آن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تا 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سطر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 آن وقت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باره به مرکب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زد.</w:t>
      </w:r>
      <w:r w:rsidR="006D3A2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دو</w:t>
      </w:r>
      <w:r w:rsidRPr="00292155">
        <w:rPr>
          <w:rtl/>
          <w:lang w:bidi="fa-IR"/>
        </w:rPr>
        <w:t xml:space="preserve"> هزار عدد کتاب از آن جناب باق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 که 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جلد از آنها به خط خودش بود.</w:t>
      </w:r>
      <w:r w:rsidRPr="00292155">
        <w:rPr>
          <w:rFonts w:hint="eastAsia"/>
          <w:rtl/>
          <w:lang w:bidi="fa-IR"/>
        </w:rPr>
        <w:t>شبها</w:t>
      </w:r>
      <w:r w:rsidRPr="00292155">
        <w:rPr>
          <w:rtl/>
          <w:lang w:bidi="fa-IR"/>
        </w:rPr>
        <w:t xml:space="preserve"> که داخل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حمار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تاءم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مخارج 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ال</w:t>
      </w:r>
      <w:r w:rsidRPr="00292155">
        <w:rPr>
          <w:rtl/>
          <w:lang w:bidi="fa-IR"/>
        </w:rPr>
        <w:t xml:space="preserve"> خو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زم</w:t>
      </w:r>
      <w:r w:rsidRPr="00292155">
        <w:rPr>
          <w:rtl/>
          <w:lang w:bidi="fa-IR"/>
        </w:rPr>
        <w:t xml:space="preserve"> نقل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نماز صبح را در مسجد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گذاشت</w:t>
      </w:r>
      <w:r w:rsidRPr="00292155">
        <w:rPr>
          <w:rtl/>
          <w:lang w:bidi="fa-IR"/>
        </w:rPr>
        <w:t xml:space="preserve"> و مشغول به تدر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و بحث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مانند 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بود و غالب اوقات خائف و ترسان واز منافقان و دشمنان پنهان بود.</w:t>
      </w:r>
      <w:r w:rsidR="002F1EB3" w:rsidRPr="00292155">
        <w:rPr>
          <w:rtl/>
          <w:lang w:bidi="fa-IR"/>
        </w:rPr>
        <w:t xml:space="preserve"> </w:t>
      </w: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سنه 965 دو نفر نزد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 مرافعه آمدند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 نفع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حکم فرمود، آن شخص محکوم عل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غضب کرد و نزد قاض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رفت و از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سعا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کرد.</w:t>
      </w:r>
      <w:r w:rsidR="002F1EB3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قاض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به طلب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فرستاد،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اهل بلد گفتند که مدت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مسافرت کرده است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در آن وقت از مردم کناره گرفته و مشغول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شرح لمعه بود. پس به خاطر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گذشت که به حج مشرف </w:t>
      </w:r>
      <w:r w:rsidRPr="00292155">
        <w:rPr>
          <w:rtl/>
          <w:lang w:bidi="fa-IR"/>
        </w:rPr>
        <w:lastRenderedPageBreak/>
        <w:t>شود. پس در محمل روپوش دار که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را نب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و شناخته نشود به قصد حج حرک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کرد.</w:t>
      </w:r>
      <w:r w:rsidR="002F1EB3" w:rsidRPr="00292155">
        <w:rPr>
          <w:rtl/>
          <w:lang w:bidi="fa-IR"/>
        </w:rPr>
        <w:t xml:space="preserve"> 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قاض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به سلطان نوشت که در بلاد شام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شده از اهل بدعت و خارج از مذاهب اربعه سنت ، سلطان ، سل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مان</w:t>
      </w:r>
      <w:r w:rsidRPr="00292155">
        <w:rPr>
          <w:rtl/>
          <w:lang w:bidi="fa-IR"/>
        </w:rPr>
        <w:t xml:space="preserve"> رستم پاشا را به طلب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فرستاد و گفت : او را زنده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تا با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نجا</w:t>
      </w:r>
      <w:r w:rsidRPr="00292155">
        <w:rPr>
          <w:rtl/>
          <w:lang w:bidi="fa-IR"/>
        </w:rPr>
        <w:t xml:space="preserve"> مباحثه کند و علما بر مذهب او مطلع شوند تا آنچه مذهب ما اقتضا دارد بدان ن</w:t>
      </w:r>
      <w:r w:rsidRPr="00292155">
        <w:rPr>
          <w:rFonts w:hint="eastAsia"/>
          <w:rtl/>
          <w:lang w:bidi="fa-IR"/>
        </w:rPr>
        <w:t>حو</w:t>
      </w:r>
      <w:r w:rsidRPr="00292155">
        <w:rPr>
          <w:rtl/>
          <w:lang w:bidi="fa-IR"/>
        </w:rPr>
        <w:t xml:space="preserve"> با او عمل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پس آن شخص آمد و از او استفسار نمود گفتند: او به مکه رفته است ، پس در طلب او روان شد و در اثنا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راه مکه به او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</w:t>
      </w:r>
      <w:r w:rsidRPr="00292155">
        <w:rPr>
          <w:rtl/>
          <w:lang w:bidi="fa-IR"/>
        </w:rPr>
        <w:t xml:space="preserve"> جناب فرمود: با من باش تا من حج بجا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آورم از آن پس هر چه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بکن . آن شخص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شد، پس چون از حج فراغت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او را به روم (ترک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فعل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برد.</w:t>
      </w:r>
      <w:r w:rsidR="002F1EB3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روم شخص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آن</w:t>
      </w:r>
      <w:r w:rsidR="002F1EB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ماءمور</w:t>
      </w:r>
      <w:r w:rsidRPr="00292155">
        <w:rPr>
          <w:rtl/>
          <w:lang w:bidi="fa-IR"/>
        </w:rPr>
        <w:t xml:space="preserve"> گفت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چه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با توست . گفت : او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از علماء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امام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خواهم او را به نزد سلطان ببرم . آن شخص گفت : تو در اثناء راه نسبت به او تقص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خدمت کرده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آزارش نموده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بترس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او به پادشاه از تو شکا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کند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هم در آن</w:t>
      </w:r>
      <w:r w:rsidRPr="00292155">
        <w:rPr>
          <w:rFonts w:hint="eastAsia"/>
          <w:rtl/>
          <w:lang w:bidi="fa-IR"/>
        </w:rPr>
        <w:t>جا</w:t>
      </w:r>
      <w:r w:rsidRPr="00292155">
        <w:rPr>
          <w:rtl/>
          <w:lang w:bidi="fa-IR"/>
        </w:rPr>
        <w:t xml:space="preserve"> دارد آنها هم به او کمک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ند،</w:t>
      </w:r>
      <w:r w:rsidRPr="00292155">
        <w:rPr>
          <w:rtl/>
          <w:lang w:bidi="fa-IR"/>
        </w:rPr>
        <w:t xml:space="preserve"> پس باعث هلاک تو خواهد شد، پس بهتر آن است که سرش را جدا کن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به نزد سلطان ببر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آن ماءمور ملعون در کنار 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آن جناب را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کرد.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جماعت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ترکمانان در آنجا بودند در آن شب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 xml:space="preserve"> که نورها از آسمان به آن مکان نزول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بالا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رود پس ترکمانها آن بدن 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را در آن مکان مدفون ساختند وقبه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 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بنا کردند.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پس</w:t>
      </w:r>
      <w:r w:rsidRPr="00292155">
        <w:rPr>
          <w:rtl/>
          <w:lang w:bidi="fa-IR"/>
        </w:rPr>
        <w:t xml:space="preserve"> چون قاتل آن سر مبارک را به نزد سلطان رسان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سلطان از کشتن او ناراحت شد، گفت : من امر کرده بودم تو را که او را زنده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چرا او را کشت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عبدالرح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عباس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با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دوست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سع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قتل آن ملعون نمود پس سلطان او را کشت .</w:t>
      </w:r>
      <w:r w:rsidRPr="002F1EB3">
        <w:rPr>
          <w:rStyle w:val="libFootnotenumChar"/>
          <w:rtl/>
        </w:rPr>
        <w:t>(9)</w:t>
      </w: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</w:t>
      </w:r>
      <w:r w:rsidR="002F1EB3" w:rsidRPr="002F1EB3">
        <w:rPr>
          <w:rStyle w:val="libAlaemChar"/>
          <w:rtl/>
        </w:rPr>
        <w:t>رحمه‌الله</w:t>
      </w:r>
      <w:r w:rsidR="002F1EB3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292155">
        <w:rPr>
          <w:rtl/>
          <w:lang w:bidi="fa-IR"/>
        </w:rPr>
        <w:t>نقل کرده که خبر داد مرا پدرم که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وارد شدم بر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خود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ثان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او را متفکر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. سبب تفکر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: فرمود: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برادر گمان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کنم که من دوم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باشم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که شب گذشته در خواب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که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عَلَم الهد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علما</w:t>
      </w:r>
      <w:r w:rsidRPr="00292155">
        <w:rPr>
          <w:rFonts w:hint="cs"/>
          <w:rtl/>
          <w:lang w:bidi="fa-IR"/>
        </w:rPr>
        <w:t>ی</w:t>
      </w:r>
      <w:r w:rsidR="002F1EB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امام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را مهمان نموده چون من وارد شدم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به من فرمود: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فلان بنش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پهلو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اوّل ، پس من در کنار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اول نشستم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خواب دلالت دارد که من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بعد از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اوّل خواهم بود.</w:t>
      </w:r>
      <w:r w:rsidR="002F1EB3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کرامات</w:t>
      </w:r>
      <w:r w:rsidRPr="00292155">
        <w:rPr>
          <w:rtl/>
          <w:lang w:bidi="fa-IR"/>
        </w:rPr>
        <w:t xml:space="preserve">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و ارزنده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آن بزرگوار سر زده که مقام را گنجا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درج آنها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روضات الجنات نوشته که آن بزرگوار در سفرش از دمشق به </w:t>
      </w:r>
      <w:r w:rsidR="002F1EB3">
        <w:rPr>
          <w:rFonts w:hint="cs"/>
          <w:rtl/>
          <w:lang w:bidi="fa-IR"/>
        </w:rPr>
        <w:t>مص</w:t>
      </w:r>
      <w:r w:rsidRPr="00292155">
        <w:rPr>
          <w:rtl/>
          <w:lang w:bidi="fa-IR"/>
        </w:rPr>
        <w:t>ر، به منزله رمله که در آن جا مسجد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که در آن قبور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انب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اء</w:t>
      </w:r>
      <w:r w:rsidRPr="00292155">
        <w:rPr>
          <w:rtl/>
          <w:lang w:bidi="fa-IR"/>
        </w:rPr>
        <w:t xml:space="preserve"> بود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پس به قصد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تشر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برد چون شب بود و در مسجد قفل بود،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دست خود را بقفل گذاشت و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قفل باز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پس</w:t>
      </w:r>
      <w:r w:rsidRPr="00292155">
        <w:rPr>
          <w:rtl/>
          <w:lang w:bidi="fa-IR"/>
        </w:rPr>
        <w:t xml:space="preserve"> وارد شد و مشغول دعا و نماز گشت آن چنانکه قافله حرکت کرد و رفت و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همچنان آن مکان مقدس را غن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tl/>
          <w:lang w:bidi="fa-IR"/>
        </w:rPr>
        <w:t xml:space="preserve"> شمرده به عبادت پروردگار عالم مشغول بود.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مدّت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بلند شده به شهر آمد متوجه شد که قافله رفته واو جا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مانده است ، پس متح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و سرگردان مانده بود که چه کار کند ناچار شروع کرد به راه رفتن ، با آنکه قدرت راه رفتن هم نداشت مقدار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راه رفت سخت خسته شد، پس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هنگام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ناراحت بود. ناگهان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سوار بر استر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از راه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گفت :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با من سوار شو،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سوار شد او مثل برق حرکت کرد، چندان نکش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به قافله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اده</w:t>
      </w:r>
      <w:r w:rsidRPr="00292155">
        <w:rPr>
          <w:rtl/>
          <w:lang w:bidi="fa-IR"/>
        </w:rPr>
        <w:t xml:space="preserve"> کرد و گفت : برو به همراهانت برس .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من هر چه نگاه کردم که دوباره او را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نم</w:t>
      </w:r>
      <w:r w:rsidRPr="00292155">
        <w:rPr>
          <w:rtl/>
          <w:lang w:bidi="fa-IR"/>
        </w:rPr>
        <w:t xml:space="preserve"> ممکنم نشد.</w:t>
      </w:r>
      <w:r w:rsidRPr="002F1EB3">
        <w:rPr>
          <w:rStyle w:val="libFootnotenumChar"/>
          <w:rtl/>
        </w:rPr>
        <w:t>(10)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F1EB3" w:rsidP="002F1E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501022092"/>
      <w:r w:rsidR="00292155" w:rsidRPr="00292155">
        <w:rPr>
          <w:rFonts w:hint="eastAsia"/>
          <w:rtl/>
          <w:lang w:bidi="fa-IR"/>
        </w:rPr>
        <w:lastRenderedPageBreak/>
        <w:t>خواجه</w:t>
      </w:r>
      <w:r w:rsidR="00292155" w:rsidRPr="00292155">
        <w:rPr>
          <w:rtl/>
          <w:lang w:bidi="fa-IR"/>
        </w:rPr>
        <w:t xml:space="preserve"> عبداللّه انصار</w:t>
      </w:r>
      <w:r w:rsidR="00292155" w:rsidRPr="00292155">
        <w:rPr>
          <w:rFonts w:hint="cs"/>
          <w:rtl/>
          <w:lang w:bidi="fa-IR"/>
        </w:rPr>
        <w:t>ی</w:t>
      </w:r>
      <w:bookmarkEnd w:id="9"/>
    </w:p>
    <w:p w:rsidR="00292155" w:rsidRPr="00292155" w:rsidRDefault="00292155" w:rsidP="002F1E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خواجه عبداللّه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نقل است که او گفته است : آنچه من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ام در طلب حد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مصطف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2F1EB3" w:rsidRPr="002F1EB3">
        <w:rPr>
          <w:rStyle w:val="libAlaemChar"/>
          <w:rFonts w:eastAsiaTheme="minorHAnsi"/>
          <w:rtl/>
        </w:rPr>
        <w:t>صلى‌الله‌عليه‌وآله‌وسلم</w:t>
      </w:r>
      <w:r w:rsidRPr="00292155">
        <w:rPr>
          <w:rtl/>
          <w:lang w:bidi="fa-IR"/>
        </w:rPr>
        <w:t xml:space="preserve"> هرگز احد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است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منزل از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شابور</w:t>
      </w:r>
      <w:r w:rsidRPr="00292155">
        <w:rPr>
          <w:rtl/>
          <w:lang w:bidi="fa-IR"/>
        </w:rPr>
        <w:t xml:space="preserve"> تا ذرباد باران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 در حال رکوع راه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رفتم و جزوه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را در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شکم نهاده بودم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وگفته</w:t>
      </w:r>
      <w:r w:rsidRPr="00292155">
        <w:rPr>
          <w:rtl/>
          <w:lang w:bidi="fa-IR"/>
        </w:rPr>
        <w:t xml:space="preserve"> است که شب در پا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چراغ حد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نوشتم و فراغت نان خوردن نداشتم مادرم نان ، پاره و لقمه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در دهان من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نهاد.</w:t>
      </w:r>
      <w:r w:rsidRPr="002F1EB3">
        <w:rPr>
          <w:rStyle w:val="libFootnotenumChar"/>
          <w:rtl/>
        </w:rPr>
        <w:t>(11)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F1EB3" w:rsidP="002F1E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501022093"/>
      <w:r w:rsidR="00292155" w:rsidRPr="00292155">
        <w:rPr>
          <w:rFonts w:hint="eastAsia"/>
          <w:rtl/>
          <w:lang w:bidi="fa-IR"/>
        </w:rPr>
        <w:lastRenderedPageBreak/>
        <w:t>محمد</w:t>
      </w:r>
      <w:r w:rsidR="00292155" w:rsidRPr="00292155">
        <w:rPr>
          <w:rtl/>
          <w:lang w:bidi="fa-IR"/>
        </w:rPr>
        <w:t xml:space="preserve"> جواد بلاغ</w:t>
      </w:r>
      <w:r w:rsidR="00292155" w:rsidRPr="00292155">
        <w:rPr>
          <w:rFonts w:hint="cs"/>
          <w:rtl/>
          <w:lang w:bidi="fa-IR"/>
        </w:rPr>
        <w:t>ی</w:t>
      </w:r>
      <w:bookmarkEnd w:id="10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اواسط</w:t>
      </w:r>
      <w:r w:rsidRPr="00292155">
        <w:rPr>
          <w:rtl/>
          <w:lang w:bidi="fa-IR"/>
        </w:rPr>
        <w:t xml:space="preserve"> قرن چهاردهم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دشمنان قسم خورده اسلام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متزلزل نمودن ارکان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اسلام با تمام وسائل اعم از کتاب ، جزوه و نشر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به زبانها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مختلف : عرب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فارس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انگل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و... هجوم آورده بودند.</w:t>
      </w:r>
    </w:p>
    <w:p w:rsidR="00292155" w:rsidRPr="00292155" w:rsidRDefault="002F1EB3" w:rsidP="002F1EB3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 xml:space="preserve"> </w:t>
      </w:r>
      <w:r w:rsidR="00292155" w:rsidRPr="00292155">
        <w:rPr>
          <w:rtl/>
          <w:lang w:bidi="fa-IR"/>
        </w:rPr>
        <w:t>(مرحوم آ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اللّه علامه حاج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محمد جواد بلاغ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) تنها به نوشتن به زبان مادر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(عرب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) را کاف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ندانسته و با همت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خستگ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ناپذ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ر،</w:t>
      </w:r>
      <w:r w:rsidR="00292155" w:rsidRPr="00292155">
        <w:rPr>
          <w:rtl/>
          <w:lang w:bidi="fa-IR"/>
        </w:rPr>
        <w:t xml:space="preserve"> عزم جزم نموده و به آموختن زبانها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گانه</w:t>
      </w:r>
      <w:r w:rsidR="00292155" w:rsidRPr="00292155">
        <w:rPr>
          <w:rtl/>
          <w:lang w:bidi="fa-IR"/>
        </w:rPr>
        <w:t xml:space="preserve"> پرداخت و در اندک مدت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، فارس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، انگل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و عبر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را آموخت و گو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</w:t>
      </w:r>
      <w:r w:rsidR="00292155" w:rsidRPr="00292155">
        <w:rPr>
          <w:rtl/>
          <w:lang w:bidi="fa-IR"/>
        </w:rPr>
        <w:t xml:space="preserve"> بعض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از آثار گرانسنگ خود را 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ز</w:t>
      </w:r>
      <w:r w:rsidR="00292155" w:rsidRPr="00292155">
        <w:rPr>
          <w:rtl/>
          <w:lang w:bidi="fa-IR"/>
        </w:rPr>
        <w:t xml:space="preserve"> بد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زبانها ترجمه کرده و منتشر نمود.</w:t>
      </w:r>
      <w:r w:rsidRPr="00292155">
        <w:rPr>
          <w:rFonts w:hint="eastAsia"/>
          <w:rtl/>
          <w:lang w:bidi="fa-IR"/>
        </w:rPr>
        <w:t xml:space="preserve"> </w:t>
      </w:r>
      <w:r w:rsidR="00292155" w:rsidRPr="00292155">
        <w:rPr>
          <w:rFonts w:hint="eastAsia"/>
          <w:rtl/>
          <w:lang w:bidi="fa-IR"/>
        </w:rPr>
        <w:t>تاکنون</w:t>
      </w:r>
      <w:r w:rsidR="00292155" w:rsidRPr="00292155">
        <w:rPr>
          <w:rtl/>
          <w:lang w:bidi="fa-IR"/>
        </w:rPr>
        <w:t xml:space="preserve"> معلوم نشده است که بلاغ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تلاشگر زبان انگل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را از کجا و از که آموخته است ، اما در مورد آموزش عبر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، استاد محمد رضا حک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گو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>: در آن روزگار گروه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هود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در شهرها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عراق زندگ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کردند که مقدار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جنس پارچه و امثال آن بر دوش داشتند و در کوچه و بازار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گ</w:t>
      </w:r>
      <w:r w:rsidR="00292155" w:rsidRPr="00292155">
        <w:rPr>
          <w:rFonts w:hint="eastAsia"/>
          <w:rtl/>
          <w:lang w:bidi="fa-IR"/>
        </w:rPr>
        <w:t>شتند</w:t>
      </w:r>
      <w:r w:rsidR="00292155" w:rsidRPr="00292155">
        <w:rPr>
          <w:rtl/>
          <w:lang w:bidi="fa-IR"/>
        </w:rPr>
        <w:t xml:space="preserve"> و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فروختند بلاغ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از 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فرصت استفاده نموده و درباره مفردات و جمله بند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زبان عبر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از آنان 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زهائ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م</w:t>
      </w:r>
      <w:r w:rsidR="00292155" w:rsidRPr="00292155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292155" w:rsidRPr="00292155">
        <w:rPr>
          <w:rFonts w:hint="eastAsia"/>
          <w:rtl/>
          <w:lang w:bidi="fa-IR"/>
        </w:rPr>
        <w:t>پرس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د،</w:t>
      </w:r>
      <w:r w:rsidR="00292155" w:rsidRPr="00292155">
        <w:rPr>
          <w:rtl/>
          <w:lang w:bidi="fa-IR"/>
        </w:rPr>
        <w:t xml:space="preserve"> گاه مجبور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شد همه اجناس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ک</w:t>
      </w:r>
      <w:r w:rsidR="00292155" w:rsidRPr="00292155">
        <w:rPr>
          <w:rtl/>
          <w:lang w:bidi="fa-IR"/>
        </w:rPr>
        <w:t xml:space="preserve">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هود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را بخرد تا از او درباره واژه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</w:t>
      </w:r>
      <w:r w:rsidR="00292155" w:rsidRPr="00292155">
        <w:rPr>
          <w:rtl/>
          <w:lang w:bidi="fa-IR"/>
        </w:rPr>
        <w:t xml:space="preserve"> ترک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سخن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بشنود (ز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را</w:t>
      </w:r>
      <w:r w:rsidR="00292155" w:rsidRPr="00292155">
        <w:rPr>
          <w:rtl/>
          <w:lang w:bidi="fa-IR"/>
        </w:rPr>
        <w:t xml:space="preserve">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هود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ان</w:t>
      </w:r>
      <w:r w:rsidR="00292155" w:rsidRPr="00292155">
        <w:rPr>
          <w:rtl/>
          <w:lang w:bidi="fa-IR"/>
        </w:rPr>
        <w:t xml:space="preserve"> در آموزش زبانشان به 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گران</w:t>
      </w:r>
      <w:r w:rsidR="00292155" w:rsidRPr="00292155">
        <w:rPr>
          <w:rtl/>
          <w:lang w:bidi="fa-IR"/>
        </w:rPr>
        <w:t xml:space="preserve"> بس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ار</w:t>
      </w:r>
      <w:r w:rsidR="00292155" w:rsidRPr="00292155">
        <w:rPr>
          <w:rtl/>
          <w:lang w:bidi="fa-IR"/>
        </w:rPr>
        <w:t xml:space="preserve"> بخ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لند</w:t>
      </w:r>
      <w:r w:rsidR="00292155" w:rsidRPr="00292155">
        <w:rPr>
          <w:rtl/>
          <w:lang w:bidi="fa-IR"/>
        </w:rPr>
        <w:t>) گاه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و شکلات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خر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تا بچه 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هود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را 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ده</w:t>
      </w:r>
      <w:r w:rsidR="00292155" w:rsidRPr="00292155">
        <w:rPr>
          <w:rtl/>
          <w:lang w:bidi="fa-IR"/>
        </w:rPr>
        <w:t xml:space="preserve"> و با دادن آنها به او 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ز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اموزد</w:t>
      </w:r>
      <w:r w:rsidR="00292155" w:rsidRPr="00292155">
        <w:rPr>
          <w:rtl/>
          <w:lang w:bidi="fa-IR"/>
        </w:rPr>
        <w:t>.</w:t>
      </w:r>
      <w:r w:rsidR="00292155" w:rsidRPr="000F2DE3">
        <w:rPr>
          <w:rStyle w:val="libFootnotenumChar"/>
          <w:rtl/>
        </w:rPr>
        <w:t>(12)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نزد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هود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در نهان به آموختن زبان عبر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پرداخت و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چنان کوش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دانشمندان زبان عبر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شناخته شده بود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هود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و ترسا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گفتارش را در ترجمه از زبان عبر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عج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دانسته و او را استاد مسلم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خواندند. </w:t>
      </w:r>
      <w:r w:rsidRPr="000F2DE3">
        <w:rPr>
          <w:rStyle w:val="libFootnotenumChar"/>
          <w:rtl/>
        </w:rPr>
        <w:t>(13)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0F2DE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او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رد 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راد</w:t>
      </w:r>
      <w:r w:rsidRPr="00292155">
        <w:rPr>
          <w:rtl/>
          <w:lang w:bidi="fa-IR"/>
        </w:rPr>
        <w:t xml:space="preserve"> مذاهب باطل با صبر و پشتکار فراوان ابتدا کتب و نوشته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آنان را ساعتها و سالها مطالعه نموده وبا همت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فتورناپذ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ر،</w:t>
      </w:r>
      <w:r w:rsidRPr="00292155">
        <w:rPr>
          <w:rtl/>
          <w:lang w:bidi="fa-IR"/>
        </w:rPr>
        <w:t xml:space="preserve"> از عقا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دشان</w:t>
      </w:r>
      <w:r w:rsidRPr="00292155">
        <w:rPr>
          <w:rtl/>
          <w:lang w:bidi="fa-IR"/>
        </w:rPr>
        <w:t xml:space="preserve"> آگاه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کسب کرده و با استفاده از معلوماتش تمام سخنان آنها را رد کرده و پوچ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سست بودن دل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لشان</w:t>
      </w:r>
      <w:r w:rsidRPr="00292155">
        <w:rPr>
          <w:rtl/>
          <w:lang w:bidi="fa-IR"/>
        </w:rPr>
        <w:t xml:space="preserve"> را هو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نمود.</w:t>
      </w:r>
      <w:r w:rsidR="000F2DE3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: همواره کتابها در برابرش باز بود و قلم لابلا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انگشتانش و کاغذ در کنارش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 ، از فرصتها استفاده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کرد، از کوشش باز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 از مطالعه و نوشتن خسته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سبب دانش 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نش</w:t>
      </w:r>
      <w:r w:rsidRPr="00292155">
        <w:rPr>
          <w:rtl/>
          <w:lang w:bidi="fa-IR"/>
        </w:rPr>
        <w:t xml:space="preserve"> عم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فقه ، اصول ، کلام ،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فلسفه ، درا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، حد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، نجوم ،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، شعر، رجال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علوم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Pr="000F2DE3">
        <w:rPr>
          <w:rStyle w:val="libFootnotenumChar"/>
          <w:rtl/>
        </w:rPr>
        <w:t>(14)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0F2DE3" w:rsidP="000F2D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501022094"/>
      <w:r w:rsidR="00292155" w:rsidRPr="00292155">
        <w:rPr>
          <w:rFonts w:hint="eastAsia"/>
          <w:rtl/>
          <w:lang w:bidi="fa-IR"/>
        </w:rPr>
        <w:lastRenderedPageBreak/>
        <w:t>زکر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راز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در راه 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علم</w:t>
      </w:r>
      <w:bookmarkEnd w:id="11"/>
    </w:p>
    <w:p w:rsidR="00292155" w:rsidRPr="00292155" w:rsidRDefault="00292155" w:rsidP="000F2DE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زکر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: در اوا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علاقه به زرگر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سپس به علم 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داشته و در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به واسطه نزد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آتش و بوها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تند چشمها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در معرض عوارض و آفات قرار</w:t>
      </w:r>
      <w:r w:rsidR="000F2DE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گرفت</w:t>
      </w:r>
      <w:r w:rsidRPr="00292155">
        <w:rPr>
          <w:rtl/>
          <w:lang w:bidi="fa-IR"/>
        </w:rPr>
        <w:t xml:space="preserve"> و او به معالجه و مداوا و سپس به طب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: او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آنکه درد چشم خود را درمان کند نزد کحال (چشم پزشک ) رفت . کحال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درمان او پانصد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نار</w:t>
      </w:r>
      <w:r w:rsidRPr="00292155">
        <w:rPr>
          <w:rtl/>
          <w:lang w:bidi="fa-IR"/>
        </w:rPr>
        <w:t xml:space="preserve"> از او درخواست کرد</w:t>
      </w:r>
      <w:r w:rsidR="000F2DE3">
        <w:rPr>
          <w:rFonts w:hint="cs"/>
          <w:rtl/>
          <w:lang w:bidi="fa-IR"/>
        </w:rPr>
        <w:t xml:space="preserve"> </w:t>
      </w:r>
      <w:r w:rsidRPr="00292155">
        <w:rPr>
          <w:rtl/>
          <w:lang w:bidi="fa-IR"/>
        </w:rPr>
        <w:t>و او ناچار شد که بپردازد، سپس با خود گفت : (ک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واقع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 طب است نه آن که تو بدان مشغول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پس از آن از علم 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جستو به علم </w:t>
      </w:r>
      <w:r w:rsidRPr="00292155">
        <w:rPr>
          <w:rFonts w:hint="eastAsia"/>
          <w:rtl/>
          <w:lang w:bidi="fa-IR"/>
        </w:rPr>
        <w:t>طلب</w:t>
      </w:r>
      <w:r w:rsidRPr="00292155">
        <w:rPr>
          <w:rtl/>
          <w:lang w:bidi="fa-IR"/>
        </w:rPr>
        <w:t xml:space="preserve"> پرداخت .</w:t>
      </w:r>
      <w:r w:rsidRPr="000F2DE3">
        <w:rPr>
          <w:rStyle w:val="libFootnotenumChar"/>
          <w:rtl/>
        </w:rPr>
        <w:t>(15)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0F2DE3" w:rsidP="000F2D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2" w:name="_Toc501022095"/>
      <w:r w:rsidR="00292155" w:rsidRPr="00292155">
        <w:rPr>
          <w:rFonts w:hint="eastAsia"/>
          <w:rtl/>
          <w:lang w:bidi="fa-IR"/>
        </w:rPr>
        <w:lastRenderedPageBreak/>
        <w:t>کوشش</w:t>
      </w:r>
      <w:r w:rsidR="00292155" w:rsidRPr="00292155">
        <w:rPr>
          <w:rtl/>
          <w:lang w:bidi="fa-IR"/>
        </w:rPr>
        <w:t xml:space="preserve"> ام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="00292155" w:rsidRPr="00292155">
        <w:rPr>
          <w:rtl/>
          <w:lang w:bidi="fa-IR"/>
        </w:rPr>
        <w:t xml:space="preserve"> کب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="00292155" w:rsidRPr="00292155">
        <w:rPr>
          <w:rtl/>
          <w:lang w:bidi="fa-IR"/>
        </w:rPr>
        <w:t xml:space="preserve"> در 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علم</w:t>
      </w:r>
      <w:bookmarkEnd w:id="12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که :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کب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در کودک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(هنگام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) ناهار اولاد قائم مقام (فراهان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آورد، در حجره معلمشان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ستاده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بردن ظروف ، آنچه معلم به آنها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آموخت او هم فرا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گرفت ، تا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قائم مقام به آزما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پسرانش آمده بود هر چه از آنها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ندانستند و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جواب</w:t>
      </w:r>
      <w:r w:rsidRPr="00292155">
        <w:rPr>
          <w:rtl/>
          <w:lang w:bidi="fa-IR"/>
        </w:rPr>
        <w:t xml:space="preserve"> داد. قائم مقام از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تو کجا درس خوانده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 عرض نمود: روزها که غذا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آقازاده ها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آوردم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ستاده</w:t>
      </w:r>
      <w:r w:rsidRPr="00292155">
        <w:rPr>
          <w:rtl/>
          <w:lang w:bidi="fa-IR"/>
        </w:rPr>
        <w:t xml:space="preserve"> گوش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. قائم مقام انعام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او داد. نگرفت و 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کرد. بدو گفت : چرا 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 عرض کرد: به معلم امر بفرمائ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درس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که به آقازاده ها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 به من هم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اموزد</w:t>
      </w:r>
      <w:r w:rsidRPr="00292155">
        <w:rPr>
          <w:rtl/>
          <w:lang w:bidi="fa-IR"/>
        </w:rPr>
        <w:t xml:space="preserve"> قائم مقام دلش به حال او سوخت به معلم فرمود تا به او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اموزد</w:t>
      </w:r>
      <w:r w:rsidRPr="00292155">
        <w:rPr>
          <w:rtl/>
          <w:lang w:bidi="fa-IR"/>
        </w:rPr>
        <w:t>.</w:t>
      </w:r>
    </w:p>
    <w:p w:rsidR="00292155" w:rsidRPr="00292155" w:rsidRDefault="00292155" w:rsidP="000F2DE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نامه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سالها بعد قائم مقام به برادرزاده اش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اسحاق نوشت حد مراقبت او را در تعل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کربلا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روز و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رکب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سالها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بعد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رساند، در حق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قت</w:t>
      </w:r>
      <w:r w:rsidRPr="00292155">
        <w:rPr>
          <w:rtl/>
          <w:lang w:bidi="fa-IR"/>
        </w:rPr>
        <w:t xml:space="preserve"> کربلا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کب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>) را (مثال کامل شاگرد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درسخوان) آورده ، به پسران خود و برادرزاده اش سرکوفت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زد. بخش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نامه چن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است :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روز</w:t>
      </w:r>
      <w:r w:rsidRPr="00292155">
        <w:rPr>
          <w:rtl/>
          <w:lang w:bidi="fa-IR"/>
        </w:rPr>
        <w:t xml:space="preserve"> از کربلا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کاغذ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موجب 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رت</w:t>
      </w:r>
      <w:r w:rsidRPr="00292155">
        <w:rPr>
          <w:rtl/>
          <w:lang w:bidi="fa-IR"/>
        </w:rPr>
        <w:t xml:space="preserve"> حاضران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همه تحس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کردند و آفر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گفتند. الحق (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کاد</w:t>
      </w:r>
      <w:r w:rsidRPr="00292155">
        <w:rPr>
          <w:rtl/>
          <w:lang w:bidi="fa-IR"/>
        </w:rPr>
        <w:t xml:space="preserve">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تها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ء) در حق قوه مدرکه اش صادق است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آن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سر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آورده تحس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نات</w:t>
      </w:r>
      <w:r w:rsidRPr="00292155">
        <w:rPr>
          <w:rtl/>
          <w:lang w:bidi="fa-IR"/>
        </w:rPr>
        <w:t xml:space="preserve"> او را به شاءن شما وارد کرد که در واقع 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شخند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من بود گفت 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درخت</w:t>
      </w:r>
      <w:r w:rsidRPr="00292155">
        <w:rPr>
          <w:rtl/>
          <w:lang w:bidi="fa-IR"/>
        </w:rPr>
        <w:t xml:space="preserve"> گردکان با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درشت</w:t>
      </w:r>
      <w:r w:rsidRPr="00292155">
        <w:rPr>
          <w:rFonts w:hint="cs"/>
          <w:rtl/>
          <w:lang w:bidi="fa-IR"/>
        </w:rPr>
        <w:t>ی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درخت</w:t>
      </w:r>
      <w:r w:rsidRPr="00292155">
        <w:rPr>
          <w:rtl/>
          <w:lang w:bidi="fa-IR"/>
        </w:rPr>
        <w:t xml:space="preserve"> خربزه اللّه اکبر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نوکر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طور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بنو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سد</w:t>
      </w:r>
      <w:r w:rsidRPr="00292155">
        <w:rPr>
          <w:rtl/>
          <w:lang w:bidi="fa-IR"/>
        </w:rPr>
        <w:t xml:space="preserve"> آقا جا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دارد...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بار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قتاً</w:t>
      </w:r>
      <w:r w:rsidRPr="00292155">
        <w:rPr>
          <w:rtl/>
          <w:lang w:bidi="fa-IR"/>
        </w:rPr>
        <w:t xml:space="preserve"> من به کربلا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قربان (پدر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کب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>) حسد بردم و بر پسرش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ترسم ... خلاصه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پسر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دارد. و قوان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بزرگ به روزگار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گذارد. باش تا صبح دولتش بدمد.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خان در حدود سال 1222 ه، ق در (هزاوه فراهان ) متولد شد. پدرش کربلا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محمد قربان آشپز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قائم مقام اول بود و پس از او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شغل را دردستگاه پسرش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ابوالقاسم قائم مقام ثان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.</w:t>
      </w:r>
      <w:r w:rsidRPr="000F2DE3">
        <w:rPr>
          <w:rStyle w:val="libFootnotenumChar"/>
          <w:rtl/>
        </w:rPr>
        <w:t>(16)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0F2DE3" w:rsidP="000F2D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501022096"/>
      <w:r w:rsidR="00292155" w:rsidRPr="00292155">
        <w:rPr>
          <w:rFonts w:hint="eastAsia"/>
          <w:rtl/>
          <w:lang w:bidi="fa-IR"/>
        </w:rPr>
        <w:lastRenderedPageBreak/>
        <w:t>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رزا</w:t>
      </w:r>
      <w:r w:rsidR="00292155" w:rsidRPr="00292155">
        <w:rPr>
          <w:rtl/>
          <w:lang w:bidi="fa-IR"/>
        </w:rPr>
        <w:t xml:space="preserve"> جهانگ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="00292155" w:rsidRPr="00292155">
        <w:rPr>
          <w:rtl/>
          <w:lang w:bidi="fa-IR"/>
        </w:rPr>
        <w:t xml:space="preserve"> خان</w:t>
      </w:r>
      <w:bookmarkEnd w:id="13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بزرگ اسلام مرحوم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جهانگ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خان قشقائ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. مرحوم (محدث قم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در (فوائد الرضو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) او را چن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معرف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کند: (عالم جل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و فاضل نب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بزرگ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معقول و منقول و عرفان به کمال اتفاق نژادش از (ک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خا</w:t>
      </w:r>
      <w:r w:rsidRPr="00292155">
        <w:rPr>
          <w:rtl/>
          <w:lang w:bidi="fa-IR"/>
        </w:rPr>
        <w:t xml:space="preserve"> زادگان ) و (هاقان ) و به چهل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پرداخت شغ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خود به شهر اصفهان آمد.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0F2DE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هوا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مدرسه (صدر) و عزت علم را قدر دانسته ترک شغل مرجوع را نموده و تعلم حکمت و فقه و 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اضت</w:t>
      </w:r>
      <w:r w:rsidRPr="00292155">
        <w:rPr>
          <w:rtl/>
          <w:lang w:bidi="fa-IR"/>
        </w:rPr>
        <w:t xml:space="preserve"> را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شه</w:t>
      </w:r>
      <w:r w:rsidRPr="00292155">
        <w:rPr>
          <w:rtl/>
          <w:lang w:bidi="fa-IR"/>
        </w:rPr>
        <w:t xml:space="preserve"> گرفته وبه تجرد و تحفظ مراتب خود ساع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</w:t>
      </w:r>
      <w:r w:rsidR="000F2DE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در علم و عمل به جا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که از اقطار بلاد به حوزه درسش آمدند و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هشتاد سال عمر نمود.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گاه کلاه پوست را به عمامه تبد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نکرد مگر در امامت جماعت که شال بر سر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احقر در سنه 1319 ه، که از حج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الحرام مراجعت کردم به اصفهان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، چنان به خاطرم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رسد که به آن مدرسه رفتم آن مرحوم 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که با کلاه پوست در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حجرات نش</w:t>
      </w:r>
      <w:r w:rsidRPr="00292155">
        <w:rPr>
          <w:rFonts w:hint="eastAsia"/>
          <w:rtl/>
          <w:lang w:bidi="fa-IR"/>
        </w:rPr>
        <w:t>سته</w:t>
      </w:r>
      <w:r w:rsidRPr="00292155">
        <w:rPr>
          <w:rtl/>
          <w:lang w:bidi="fa-IR"/>
        </w:rPr>
        <w:t xml:space="preserve"> و فضلاء بر دور او احاطه کرده اند و مشغول تدر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است در سنه 1328 ه رحلت فرمودند</w:t>
      </w:r>
      <w:r w:rsidRPr="000F2DE3">
        <w:rPr>
          <w:rStyle w:val="libFootnotenumChar"/>
          <w:rtl/>
        </w:rPr>
        <w:t>(17)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مؤ</w:t>
      </w:r>
      <w:r w:rsidRPr="00292155">
        <w:rPr>
          <w:rtl/>
          <w:lang w:bidi="fa-IR"/>
        </w:rPr>
        <w:t xml:space="preserve"> لف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شغل اول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مرحوم (تارزن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بوده آمده بود در اصفهان تارش را اصلاح کند چون عبورش به مدرسه (صدر) افتاد شوق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او </w:t>
      </w:r>
      <w:r w:rsidRPr="00292155">
        <w:rPr>
          <w:rtl/>
          <w:lang w:bidi="fa-IR"/>
        </w:rPr>
        <w:lastRenderedPageBreak/>
        <w:t>را وادار کرد شغلش را ترک و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موفق گردد و استاد فلسفه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بروجرد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0F2DE3" w:rsidP="000F2DE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501022097"/>
      <w:r w:rsidR="00292155" w:rsidRPr="00292155">
        <w:rPr>
          <w:rFonts w:hint="eastAsia"/>
          <w:rtl/>
          <w:lang w:bidi="fa-IR"/>
        </w:rPr>
        <w:lastRenderedPageBreak/>
        <w:t>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سلمان بن صالح در ضمن 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تجارت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کرد</w:t>
      </w:r>
      <w:bookmarkEnd w:id="14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اشاره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وسف</w:t>
      </w:r>
      <w:r w:rsidRPr="00292155">
        <w:rPr>
          <w:rtl/>
          <w:lang w:bidi="fa-IR"/>
        </w:rPr>
        <w:t xml:space="preserve"> بحران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آورده که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سل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مان</w:t>
      </w:r>
      <w:r w:rsidRPr="00292155">
        <w:rPr>
          <w:rtl/>
          <w:lang w:bidi="fa-IR"/>
        </w:rPr>
        <w:t xml:space="preserve"> بن صالح بن احمد بحران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عمو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جد من است او فاضل و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و محدث بود و در کنار برادر خود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احمد که پدر جد من بود پرورش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او</w:t>
      </w:r>
      <w:r w:rsidRPr="00292155">
        <w:rPr>
          <w:rtl/>
          <w:lang w:bidi="fa-IR"/>
        </w:rPr>
        <w:t xml:space="preserve">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اشتغال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و تدر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و ملازمت علم مشغول به امر تجارت بود و دارا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صفت بخشش و سخاوت بود و در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خود در مسجد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معروف به (مسجد القدم ) است امامت جمعه و جماعت داشت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حکا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کرده اند که : هرگاه وقت غوص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کشت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اهل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از غوص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آمدند،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سل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مان</w:t>
      </w:r>
      <w:r w:rsidRPr="00292155">
        <w:rPr>
          <w:rtl/>
          <w:lang w:bidi="fa-IR"/>
        </w:rPr>
        <w:t xml:space="preserve"> بن صالح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 و جم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آنچه غواصان از انواع (لؤ</w:t>
      </w:r>
      <w:r w:rsidRPr="00292155">
        <w:rPr>
          <w:rFonts w:hint="eastAsia"/>
          <w:rtl/>
          <w:lang w:bidi="fa-IR"/>
        </w:rPr>
        <w:t>لؤ</w:t>
      </w:r>
      <w:r w:rsidRPr="00292155">
        <w:rPr>
          <w:rtl/>
          <w:lang w:bidi="fa-IR"/>
        </w:rPr>
        <w:t xml:space="preserve"> ) و (اقمشه )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آوردند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تاجران بلاد (بحر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) همه از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(لؤ لؤ ) به خانه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آمدند؛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که اهل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غ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از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 کس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جنس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فروختند و او به تجار به نفع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فروخت و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تقس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شخص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اهل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لؤ لؤ 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بزرگ به 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اندک به دست او فروخت ناگاه به اصلاح آن امر نمود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خوب برآمد و به 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شتر</w:t>
      </w:r>
      <w:r w:rsidRPr="00292155">
        <w:rPr>
          <w:rtl/>
          <w:lang w:bidi="fa-IR"/>
        </w:rPr>
        <w:t xml:space="preserve"> فروخته شد پس چون شخص آمد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حال او را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فرمود و گفت : من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مت</w:t>
      </w:r>
      <w:r w:rsidRPr="00292155">
        <w:rPr>
          <w:rtl/>
          <w:lang w:bidi="fa-IR"/>
        </w:rPr>
        <w:t xml:space="preserve"> راءس مال خود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رم</w:t>
      </w:r>
      <w:r w:rsidRPr="00292155">
        <w:rPr>
          <w:rtl/>
          <w:lang w:bidi="fa-IR"/>
        </w:rPr>
        <w:t xml:space="preserve"> و باق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توست آن شخص قبول ن</w:t>
      </w:r>
      <w:r w:rsidRPr="00292155">
        <w:rPr>
          <w:rFonts w:hint="eastAsia"/>
          <w:rtl/>
          <w:lang w:bidi="fa-IR"/>
        </w:rPr>
        <w:t>کرد</w:t>
      </w:r>
      <w:r w:rsidRPr="00292155">
        <w:rPr>
          <w:rtl/>
          <w:lang w:bidi="fa-IR"/>
        </w:rPr>
        <w:t xml:space="preserve"> و گفت : اکنون آن همه مال توست ؛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که من او را به تو فروختم اگر فاسد ظاهر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نقصان بر تو بود پس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ادت</w:t>
      </w:r>
      <w:r w:rsidRPr="00292155">
        <w:rPr>
          <w:rtl/>
          <w:lang w:bidi="fa-IR"/>
        </w:rPr>
        <w:t xml:space="preserve"> هم از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نشد تا آن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گران</w:t>
      </w:r>
      <w:r w:rsidRPr="00292155">
        <w:rPr>
          <w:rtl/>
          <w:lang w:bidi="fa-IR"/>
        </w:rPr>
        <w:t xml:space="preserve"> چن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قرار دادند که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آن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ادت</w:t>
      </w:r>
      <w:r w:rsidRPr="00292155">
        <w:rPr>
          <w:rtl/>
          <w:lang w:bidi="fa-IR"/>
        </w:rPr>
        <w:t xml:space="preserve"> را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و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به آن شخص بدهد،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در سال هزار و هشتاد و پنج در کربلا مدفون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Pr="0052021D">
        <w:rPr>
          <w:rStyle w:val="libFootnotenumChar"/>
          <w:rtl/>
        </w:rPr>
        <w:t>(18)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52021D" w:rsidP="0052021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501022098"/>
      <w:r w:rsidR="00292155" w:rsidRPr="00292155">
        <w:rPr>
          <w:rFonts w:hint="eastAsia"/>
          <w:rtl/>
          <w:lang w:bidi="fa-IR"/>
        </w:rPr>
        <w:lastRenderedPageBreak/>
        <w:t>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محمد حس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r w:rsidR="00292155" w:rsidRPr="00292155">
        <w:rPr>
          <w:rtl/>
          <w:lang w:bidi="fa-IR"/>
        </w:rPr>
        <w:t xml:space="preserve"> اصفهان</w:t>
      </w:r>
      <w:r w:rsidR="00292155" w:rsidRPr="00292155">
        <w:rPr>
          <w:rFonts w:hint="cs"/>
          <w:rtl/>
          <w:lang w:bidi="fa-IR"/>
        </w:rPr>
        <w:t>ی</w:t>
      </w:r>
      <w:bookmarkEnd w:id="15"/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مدرس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چهارده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در مورد تق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مرحوم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اصفهان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(معروف به کمپان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نسبت به حضور در درس ، در کتاب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روابط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و عراق ص 136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سد</w:t>
      </w:r>
      <w:r w:rsidRPr="00292155">
        <w:rPr>
          <w:rtl/>
          <w:lang w:bidi="fa-IR"/>
        </w:rPr>
        <w:t>: خدا رحمت کند استاد علامه ما را که حکا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کرد: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مدت دوازده سال ، دو مرتبه به درس استاد خود نرفت 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: </w:t>
      </w:r>
      <w:r w:rsidRPr="00292155">
        <w:rPr>
          <w:rFonts w:hint="eastAsia"/>
          <w:rtl/>
          <w:lang w:bidi="fa-IR"/>
        </w:rPr>
        <w:t>آنکه</w:t>
      </w:r>
      <w:r w:rsidRPr="00292155">
        <w:rPr>
          <w:rtl/>
          <w:lang w:bidi="fa-IR"/>
        </w:rPr>
        <w:t xml:space="preserve"> گمان کرد محقق خراسان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درس نخواهد آمد، قضا را به حوزه</w:t>
      </w:r>
      <w:r w:rsidR="0052021D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درس</w:t>
      </w:r>
      <w:r w:rsidRPr="00292155">
        <w:rPr>
          <w:rtl/>
          <w:lang w:bidi="fa-IR"/>
        </w:rPr>
        <w:t xml:space="preserve"> آمد و درس گفت .</w:t>
      </w:r>
      <w:r w:rsidRPr="00292155">
        <w:rPr>
          <w:rFonts w:hint="eastAsia"/>
          <w:rtl/>
          <w:lang w:bidi="fa-IR"/>
        </w:rPr>
        <w:t>مرتبه</w:t>
      </w:r>
      <w:r w:rsidRPr="00292155">
        <w:rPr>
          <w:rtl/>
          <w:lang w:bidi="fa-IR"/>
        </w:rPr>
        <w:t xml:space="preserve"> دوم : ناگهان باران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نجف آمد که در شب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راه عبور و مرور تقر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باً</w:t>
      </w:r>
      <w:r w:rsidRPr="00292155">
        <w:rPr>
          <w:rtl/>
          <w:lang w:bidi="fa-IR"/>
        </w:rPr>
        <w:t xml:space="preserve"> بسته شده بود گمان کرد که آخوند خراسان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درس نخواهد آمد، از قضا استاد به درس رفته بود.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مؤ</w:t>
      </w:r>
      <w:r w:rsidRPr="00292155">
        <w:rPr>
          <w:rtl/>
          <w:lang w:bidi="fa-IR"/>
        </w:rPr>
        <w:t xml:space="preserve"> لف شعراء الغر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درباره مرحوم اصفهان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نوشته است : هنگام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او 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آثار ناش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مطالعه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در چشمها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بود بطور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چشمها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حالت طب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را نداشت .</w:t>
      </w:r>
      <w:r w:rsidRPr="0052021D">
        <w:rPr>
          <w:rStyle w:val="libFootnotenumChar"/>
          <w:rtl/>
        </w:rPr>
        <w:t>(19)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سخن</w:t>
      </w:r>
      <w:r w:rsidRPr="00292155">
        <w:rPr>
          <w:rtl/>
          <w:lang w:bidi="fa-IR"/>
        </w:rPr>
        <w:t xml:space="preserve"> جالب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مرحوم علامه شعران</w:t>
      </w:r>
      <w:r w:rsidRPr="00292155">
        <w:rPr>
          <w:rFonts w:hint="cs"/>
          <w:rtl/>
          <w:lang w:bidi="fa-IR"/>
        </w:rPr>
        <w:t>ی</w:t>
      </w: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استاد</w:t>
      </w:r>
      <w:r w:rsidRPr="00292155">
        <w:rPr>
          <w:rtl/>
          <w:lang w:bidi="fa-IR"/>
        </w:rPr>
        <w:t xml:space="preserve"> حسن زاده عامل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درباره مرحوم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ابوالحسن شعران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52021D" w:rsidRPr="0052021D">
        <w:rPr>
          <w:rStyle w:val="libAlaemChar"/>
          <w:rtl/>
        </w:rPr>
        <w:t>رضي‌الله‌عنه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خدمت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که بودم در سال دو روز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روز عاشورا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روز شهادت حضرت امام مجتب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52021D" w:rsidRPr="0052021D">
        <w:rPr>
          <w:rStyle w:val="libAlaemChar"/>
          <w:rFonts w:eastAsiaTheme="minorHAnsi"/>
          <w:rtl/>
        </w:rPr>
        <w:t>عليه‌السلام</w:t>
      </w:r>
      <w:r w:rsidR="0052021D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و بق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روزها را درس خواند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سپس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: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خاطرات خوش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از محضر 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دارم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که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زمستان که برف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سنگ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آمده بود من از حجره (مدرسه مرو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آمدم برف را نگاه کردم مردد بودم که به کلاس درس بروم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نروم . اگر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رفتم ، دل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بر تنبل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و عدم عشق و شوق من بود به هر حال </w:t>
      </w:r>
      <w:r w:rsidRPr="00292155">
        <w:rPr>
          <w:rtl/>
          <w:lang w:bidi="fa-IR"/>
        </w:rPr>
        <w:lastRenderedPageBreak/>
        <w:t>تصم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گرفتم بروم رفتم تا در خانه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در سه راه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روس</w:t>
      </w:r>
      <w:r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،</w:t>
      </w:r>
      <w:r w:rsidRPr="00292155">
        <w:rPr>
          <w:rtl/>
          <w:lang w:bidi="fa-IR"/>
        </w:rPr>
        <w:t xml:space="preserve"> خواستم در بزنم با آن برف سنگ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آمده بود خجالت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مدت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ستادم</w:t>
      </w:r>
      <w:r w:rsidRPr="00292155">
        <w:rPr>
          <w:rtl/>
          <w:lang w:bidi="fa-IR"/>
        </w:rPr>
        <w:t xml:space="preserve"> که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اما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امد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وقت درس هم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گذرد در هر صورت در زدم آقا زاده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در را باز کرد، وارد شدم سلام کردم و به محض نشستن عذر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گفتم : آقا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برف مزا</w:t>
      </w:r>
      <w:r w:rsidRPr="00292155">
        <w:rPr>
          <w:rFonts w:hint="eastAsia"/>
          <w:rtl/>
          <w:lang w:bidi="fa-IR"/>
        </w:rPr>
        <w:t>حم</w:t>
      </w:r>
      <w:r w:rsidRPr="00292155">
        <w:rPr>
          <w:rtl/>
          <w:lang w:bidi="fa-IR"/>
        </w:rPr>
        <w:t xml:space="preserve"> شدم ،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خواستم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گفتند</w:t>
      </w:r>
      <w:r w:rsidRPr="00292155">
        <w:rPr>
          <w:rtl/>
          <w:lang w:bidi="fa-IR"/>
        </w:rPr>
        <w:t>: چرا؟ گفتم :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برف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خواستم مزاحم شوم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فرمود: گداها در سر راهها ننشسته بودند و گدائ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کردند؟ گفتم : چرا.</w:t>
      </w:r>
      <w:r w:rsidR="0052021D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گفتند</w:t>
      </w:r>
      <w:r w:rsidRPr="00292155">
        <w:rPr>
          <w:rtl/>
          <w:lang w:bidi="fa-IR"/>
        </w:rPr>
        <w:t xml:space="preserve">: امروز آنها بودند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نبودند؟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گفتم</w:t>
      </w:r>
      <w:r w:rsidRPr="00292155">
        <w:rPr>
          <w:rtl/>
          <w:lang w:bidi="fa-IR"/>
        </w:rPr>
        <w:t xml:space="preserve"> : چرا بودند امروز روز کسب و کار آنهاست ، گفتند: خوب آنها که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نکردند، ما چرا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</w:t>
      </w:r>
      <w:r w:rsidRPr="0052021D">
        <w:rPr>
          <w:rStyle w:val="libFootnotenumChar"/>
          <w:rtl/>
        </w:rPr>
        <w:t>(20)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52021D" w:rsidP="0052021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501022099"/>
      <w:r w:rsidR="00292155" w:rsidRPr="00292155">
        <w:rPr>
          <w:rFonts w:hint="eastAsia"/>
          <w:rtl/>
          <w:lang w:bidi="fa-IR"/>
        </w:rPr>
        <w:lastRenderedPageBreak/>
        <w:t>محمد</w:t>
      </w:r>
      <w:r w:rsidR="00292155" w:rsidRPr="00292155">
        <w:rPr>
          <w:rtl/>
          <w:lang w:bidi="fa-IR"/>
        </w:rPr>
        <w:t xml:space="preserve"> تق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بروجرد</w:t>
      </w:r>
      <w:r w:rsidR="00292155" w:rsidRPr="00292155">
        <w:rPr>
          <w:rFonts w:hint="cs"/>
          <w:rtl/>
          <w:lang w:bidi="fa-IR"/>
        </w:rPr>
        <w:t>ی</w:t>
      </w:r>
      <w:bookmarkEnd w:id="16"/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حج</w:t>
      </w:r>
      <w:r w:rsidR="0052021D">
        <w:rPr>
          <w:rFonts w:hint="cs"/>
          <w:rtl/>
          <w:lang w:bidi="fa-IR"/>
        </w:rPr>
        <w:t>ت</w:t>
      </w:r>
      <w:r w:rsidRPr="00292155">
        <w:rPr>
          <w:rtl/>
          <w:lang w:bidi="fa-IR"/>
        </w:rPr>
        <w:t xml:space="preserve"> الاسلام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بروجرد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مؤ لف کتاب العشرات در خاتمه آن کتاب نوشته است : تا سن هفده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مشغول کسب بودم و درس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نخوانده بودم ، لکن از کثرت اشت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اق</w:t>
      </w:r>
      <w:r w:rsidRPr="00292155">
        <w:rPr>
          <w:rtl/>
          <w:lang w:bidi="fa-IR"/>
        </w:rPr>
        <w:t xml:space="preserve">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شروع نمودم به خواندن قرآن در ضمن کسب هم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و بعد شروع به خواندن کتاب گلستان سع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و با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شنهاد</w:t>
      </w:r>
      <w:r w:rsidRPr="00292155">
        <w:rPr>
          <w:rtl/>
          <w:lang w:bidi="fa-IR"/>
        </w:rPr>
        <w:t xml:space="preserve">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کاظم ساکن مسجد شاه بروجرد مشغول خواندن صرف و نحو شدم ، 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کشب</w:t>
      </w:r>
      <w:r w:rsidRPr="00292155">
        <w:rPr>
          <w:rtl/>
          <w:lang w:bidi="fa-IR"/>
        </w:rPr>
        <w:t xml:space="preserve"> حضرت رسول </w:t>
      </w:r>
      <w:r w:rsidR="0052021D" w:rsidRPr="0052021D">
        <w:rPr>
          <w:rStyle w:val="libAlaemChar"/>
          <w:rFonts w:eastAsiaTheme="minorHAnsi"/>
          <w:rtl/>
        </w:rPr>
        <w:t>صلى‌الله‌عليه‌وآله‌وسلم</w:t>
      </w:r>
      <w:r w:rsidRPr="00292155">
        <w:rPr>
          <w:rtl/>
          <w:lang w:bidi="fa-IR"/>
        </w:rPr>
        <w:t xml:space="preserve"> را در خواب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و عرض کردم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رسول اللّه من طالب علمم و دوست دارم عالم باشم حضرت تبسم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فرمودند درست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انشاء اللّه پس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خواب شروع به خواندن درس عرب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کتاب جامع المقدمات کردم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پدرم مرا از خواندن درس منع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طلاب غالباً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بضاعتند و اغلب در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به جائ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رسند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حرفها در من اثر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علاقه ام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شتر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نفر عالم سؤ ال کردم : اگر پدر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نباشد درس خواندن من چه صورت دارد؟ گفت : اگر در خود استعداد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اجازه لازم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، لذا فردا که خواستم به بازار بروم از شهر بروجرد خارج</w:t>
      </w:r>
      <w:r w:rsidR="0052021D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گشته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اده</w:t>
      </w:r>
      <w:r w:rsidRPr="00292155">
        <w:rPr>
          <w:rtl/>
          <w:lang w:bidi="fa-IR"/>
        </w:rPr>
        <w:t xml:space="preserve"> راه دولت آباد را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گرفتم در حال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که</w:t>
      </w:r>
      <w:r w:rsidRPr="00292155">
        <w:rPr>
          <w:rtl/>
          <w:lang w:bidi="fa-IR"/>
        </w:rPr>
        <w:t xml:space="preserve"> پانزده قران پول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کتاب جامع المقدمات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نداشتم وارد مدرسه دولت آباد شده لب حوض پاها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را شسته و وضو گرفتم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کنفر</w:t>
      </w:r>
      <w:r w:rsidRPr="00292155">
        <w:rPr>
          <w:rtl/>
          <w:lang w:bidi="fa-IR"/>
        </w:rPr>
        <w:t xml:space="preserve"> آقا آنجا به من نگاه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کرد، نزد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رفته درس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تصر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گرفتم سپس شرح حال خود را به او گفتم . فرمود: حال که فرار اخت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کرد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طرف نجف برو.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صبح</w:t>
      </w:r>
      <w:r w:rsidRPr="00292155">
        <w:rPr>
          <w:rtl/>
          <w:lang w:bidi="fa-IR"/>
        </w:rPr>
        <w:t xml:space="preserve"> همان شب روانه نهاوند شده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ماه در نهاوند بودم و در حجره به سر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بردم 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آقا زاده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نهاوند که با چند تن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عازم کرمانشاه بودند بنده را همراه خودشان بردند و با آنها لقمه غذائ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صرف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نمودم تا وارد کرمانشاه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آنها</w:t>
      </w:r>
      <w:r w:rsidR="0052021D">
        <w:rPr>
          <w:rFonts w:hint="cs"/>
          <w:rtl/>
          <w:lang w:bidi="fa-IR"/>
        </w:rPr>
        <w:t xml:space="preserve"> </w:t>
      </w:r>
      <w:r w:rsidRPr="00292155">
        <w:rPr>
          <w:rtl/>
          <w:lang w:bidi="fa-IR"/>
        </w:rPr>
        <w:t>به منزلها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رفتند ول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کن</w:t>
      </w:r>
      <w:r w:rsidRPr="00292155">
        <w:rPr>
          <w:rtl/>
          <w:lang w:bidi="fa-IR"/>
        </w:rPr>
        <w:t xml:space="preserve"> من که نه پول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نه آشنائ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داشتم شب را در پشت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وار</w:t>
      </w:r>
      <w:r w:rsidRPr="00292155">
        <w:rPr>
          <w:rtl/>
          <w:lang w:bidi="fa-IR"/>
        </w:rPr>
        <w:t xml:space="preserve"> مسجد جمعه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ابان</w:t>
      </w:r>
      <w:r w:rsidRPr="00292155">
        <w:rPr>
          <w:rtl/>
          <w:lang w:bidi="fa-IR"/>
        </w:rPr>
        <w:t xml:space="preserve"> 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خاک خواب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و با خدا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راز و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داشتم و عرض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: خدا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من بساط خودم را بهم زدم و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صدمات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شدم پس تو مرا موفق گردان و راه را آسان نما، بالاخره آشنائ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اهل شهر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شد چند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من پذ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</w:t>
      </w: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عصرها</w:t>
      </w:r>
      <w:r w:rsidRPr="00292155">
        <w:rPr>
          <w:rtl/>
          <w:lang w:bidi="fa-IR"/>
        </w:rPr>
        <w:t xml:space="preserve"> که به مدرسه رفته و عوامل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خواندم معلم من که از حال من با اطلاع شد دلش به حال من سوخت و مرا به نزد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محمد مهد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 و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معرف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 آن بزرگوار دستور داد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کدست</w:t>
      </w:r>
      <w:r w:rsidRPr="00292155">
        <w:rPr>
          <w:rtl/>
          <w:lang w:bidi="fa-IR"/>
        </w:rPr>
        <w:t xml:space="preserve"> لباس از اندرون آورده باسلام و صلوات عمامه را بر سر گذاشتند وفرمودند: لقم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نان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نجا</w:t>
      </w:r>
      <w:r w:rsidRPr="00292155">
        <w:rPr>
          <w:rtl/>
          <w:lang w:bidi="fa-IR"/>
        </w:rPr>
        <w:t xml:space="preserve"> هست که با هم بخور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آنگاه در</w:t>
      </w:r>
      <w:r w:rsidR="0052021D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اطاق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من دادند و غذا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آماده از اندرون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آوردند و خود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متکفل درس من بودند.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استقرار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شهر نامه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پدرم نوشتم : که من از شما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خواهم فقط اجازه ده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درس بخوانم . او در جوابم نوشت : اگر تو مقدس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ستم</w:t>
      </w:r>
      <w:r w:rsidRPr="00292155">
        <w:rPr>
          <w:rtl/>
          <w:lang w:bidi="fa-IR"/>
        </w:rPr>
        <w:t xml:space="preserve"> 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به بروجرد برگرد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 کاغذ را به آقا نشان دادم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فرمودند: شما گر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خته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گفتم</w:t>
      </w:r>
      <w:r w:rsidRPr="00292155">
        <w:rPr>
          <w:rtl/>
          <w:lang w:bidi="fa-IR"/>
        </w:rPr>
        <w:t xml:space="preserve"> : بل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 آن وقت خودش به پدرم نامه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پدرم فرستاد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، جواب آمد که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هستم ، خلاصه مدت چهار سال خدمت آقا بودم و تا </w:t>
      </w:r>
      <w:r w:rsidRPr="00292155">
        <w:rPr>
          <w:rtl/>
          <w:lang w:bidi="fa-IR"/>
        </w:rPr>
        <w:lastRenderedPageBreak/>
        <w:t>شرح لمعه و قوان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خواندم آن وقت آقا مرا با دو نفر به بروجرد نزد پدرم و به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اقوام فرستادند.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52021D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متاءسفانه</w:t>
      </w:r>
      <w:r w:rsidRPr="00292155">
        <w:rPr>
          <w:rtl/>
          <w:lang w:bidi="fa-IR"/>
        </w:rPr>
        <w:t xml:space="preserve"> در آن شهر مرض وبا آمده بود و در آن چند روز که من در آنجا بودم پدرم با آن مرض از دن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رفت به جهت فرار از مرض وبا پس از دو روز از فوت پدرم از شهر حرکت کرده به کرمانشاه آمد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 آنچه پدرم از مال دن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داشت همه را جز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جلد قرآن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جلد 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الح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و کتاب دعا به برادرها و خواهرها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بخش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1A2071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اتفاقاً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مرض وبا به کرمانشاه هم سرا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کرده و آقا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tl/>
          <w:lang w:bidi="fa-IR"/>
        </w:rPr>
        <w:t xml:space="preserve"> شده بود، مردم متوسل به ختم (امّن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ج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) شدند تا آقا شفا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و مشغول درس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تا آنکه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آقازاده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کاظم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عده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قصد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الحرام وارد کرمانشاه شدند و</w:t>
      </w:r>
      <w:r w:rsidR="0052021D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چند روز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بنده انس گرفتند و فرمودند با من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به نجف برو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 من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خوشحال شدم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آقا خجالت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، خودآقا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آقا اجازه گرفت و بنده را همراه خود به نجف بردند و در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هم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tl/>
          <w:lang w:bidi="fa-IR"/>
        </w:rPr>
        <w:t xml:space="preserve"> شدند و من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توجه کردم .</w:t>
      </w: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ازده</w:t>
      </w:r>
      <w:r w:rsidRPr="00292155">
        <w:rPr>
          <w:rtl/>
          <w:lang w:bidi="fa-IR"/>
        </w:rPr>
        <w:t xml:space="preserve"> روز توقف در کاظم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حال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بهبود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آن وقت به نجف اشرف مشرف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روز</w:t>
      </w:r>
      <w:r w:rsidRPr="00292155">
        <w:rPr>
          <w:rtl/>
          <w:lang w:bidi="fa-IR"/>
        </w:rPr>
        <w:t xml:space="preserve"> ورود حضرت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به استقبال آمده و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بنده را به آقا معرف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نمودند و آقا هم اظهار امتنان کرده به اتفاق </w:t>
      </w:r>
      <w:r w:rsidRPr="00292155">
        <w:rPr>
          <w:rtl/>
          <w:lang w:bidi="fa-IR"/>
        </w:rPr>
        <w:lastRenderedPageBreak/>
        <w:t>همگ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وارد منزل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 در همان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اطاق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بنده داده شد تا آنکه به خواهش خودم حجره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مدرسه </w:t>
      </w: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مهد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کردند.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1A2071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اول ورودم به نجف 1324 ه بود و در سنه 1330 ه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مراجعت کردم و در همان اوان که در نجف بودم مرتب به درس فقه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کاظم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اصول حضرت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آخوند ملا کاظم خراسان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و اخلاق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آقا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رضا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ترک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رفتم و به ماد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علاقه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نداشتم .</w:t>
      </w: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مراجعت از نجف در کرمانشاه چند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خدمت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محمد مهد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بودم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فرمودند: درس خواندن فلان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خارق عادت بود...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1A2071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بالاخره</w:t>
      </w:r>
      <w:r w:rsidRPr="00292155">
        <w:rPr>
          <w:rtl/>
          <w:lang w:bidi="fa-IR"/>
        </w:rPr>
        <w:t xml:space="preserve"> پس از فوت والده مرحوم پدرم را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شب در عالم خواب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و 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خوب نبود، پدرم اظهار کرد پسرجان ما هنوز از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="001A2071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ودار</w:t>
      </w:r>
      <w:r w:rsidRPr="00292155">
        <w:rPr>
          <w:rtl/>
          <w:lang w:bidi="fa-IR"/>
        </w:rPr>
        <w:t xml:space="preserve"> آن حرفها که به شما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(و به شما اجازه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) هنوز فارغ نشده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ما از تو عذر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 هر دو محتاج به توا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</w:t>
      </w:r>
      <w:r w:rsidRPr="001A2071">
        <w:rPr>
          <w:rStyle w:val="libFootnotenumChar"/>
          <w:rtl/>
        </w:rPr>
        <w:t>(21)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D446BF" w:rsidRDefault="00D446BF" w:rsidP="00D446BF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7" w:name="_Toc501022100"/>
      <w:r w:rsidR="00292155" w:rsidRPr="00292155">
        <w:rPr>
          <w:rFonts w:hint="eastAsia"/>
          <w:rtl/>
          <w:lang w:bidi="fa-IR"/>
        </w:rPr>
        <w:lastRenderedPageBreak/>
        <w:t>با</w:t>
      </w:r>
      <w:r w:rsidR="00292155" w:rsidRPr="00292155">
        <w:rPr>
          <w:rtl/>
          <w:lang w:bidi="fa-IR"/>
        </w:rPr>
        <w:t xml:space="preserve"> بستر ب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مار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به درس مرحوم حائر</w:t>
      </w:r>
      <w:r w:rsidR="00292155" w:rsidRPr="00292155">
        <w:rPr>
          <w:rFonts w:hint="cs"/>
          <w:rtl/>
          <w:lang w:bidi="fa-IR"/>
        </w:rPr>
        <w:t>ی</w:t>
      </w:r>
      <w:bookmarkEnd w:id="17"/>
      <w:r>
        <w:rPr>
          <w:rFonts w:hint="cs"/>
          <w:rtl/>
          <w:lang w:bidi="fa-IR"/>
        </w:rPr>
        <w:t xml:space="preserve"> </w:t>
      </w:r>
    </w:p>
    <w:p w:rsidR="00292155" w:rsidRPr="00292155" w:rsidRDefault="00292155" w:rsidP="00D446BF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حجت</w:t>
      </w:r>
      <w:r w:rsidRPr="00292155">
        <w:rPr>
          <w:rtl/>
          <w:lang w:bidi="fa-IR"/>
        </w:rPr>
        <w:t xml:space="preserve"> الاسلام والمسلم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آقا سع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اشراق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نقل کرد که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العظم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</w:t>
      </w:r>
      <w:r w:rsidRPr="00292155">
        <w:rPr>
          <w:rFonts w:hint="eastAsia"/>
          <w:rtl/>
          <w:lang w:bidi="fa-IR"/>
        </w:rPr>
        <w:t>من</w:t>
      </w:r>
      <w:r w:rsidRPr="00292155">
        <w:rPr>
          <w:rtl/>
          <w:lang w:bidi="fa-IR"/>
        </w:rPr>
        <w:t xml:space="preserve"> بقدر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درس مرحوم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العظم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عبدالکر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اللّه مقامه عاشق و حر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ص</w:t>
      </w:r>
      <w:r w:rsidRPr="00292155">
        <w:rPr>
          <w:rtl/>
          <w:lang w:bidi="fa-IR"/>
        </w:rPr>
        <w:t xml:space="preserve"> بودم که حت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tl/>
          <w:lang w:bidi="fa-IR"/>
        </w:rPr>
        <w:t xml:space="preserve"> و بستر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 بودم دستور دادم در هنگام درس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بسترم را بردند، و من در بستر به درس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گوش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دادم و استفاده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</w:t>
      </w:r>
      <w:r w:rsidRPr="00D446BF">
        <w:rPr>
          <w:rStyle w:val="libFootnotenumChar"/>
          <w:rtl/>
        </w:rPr>
        <w:t>.(22)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446BF" w:rsidP="00D446B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8" w:name="_Toc501022101"/>
      <w:r w:rsidR="00292155" w:rsidRPr="00292155">
        <w:rPr>
          <w:rFonts w:hint="eastAsia"/>
          <w:rtl/>
          <w:lang w:bidi="fa-IR"/>
        </w:rPr>
        <w:lastRenderedPageBreak/>
        <w:t>کوشش</w:t>
      </w:r>
      <w:r w:rsidR="00292155" w:rsidRPr="00292155">
        <w:rPr>
          <w:rtl/>
          <w:lang w:bidi="fa-IR"/>
        </w:rPr>
        <w:t xml:space="preserve"> استاد 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جعفر شه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در 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bookmarkEnd w:id="18"/>
    </w:p>
    <w:p w:rsidR="00292155" w:rsidRPr="00292155" w:rsidRDefault="00292155" w:rsidP="00D446BF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استاد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جعفر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گفته است : آنچه طالب علم را به مدرسه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کشاند قربه 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اللّه است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عشق به فراگ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علوم آل محمد </w:t>
      </w:r>
      <w:r w:rsidR="00D446BF" w:rsidRPr="00D446BF">
        <w:rPr>
          <w:rStyle w:val="libAlaemChar"/>
          <w:rFonts w:eastAsiaTheme="minorHAnsi"/>
          <w:rtl/>
        </w:rPr>
        <w:t>عليهم‌السلام</w:t>
      </w:r>
      <w:r w:rsidR="00D446BF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است ، بنابرا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طالب علم از آغاز خود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عالم شدن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تحمل هرگونه مشقت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آماده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چنانکه خود من چون عازم نجف بودم چن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>ن تصم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گرفتم .</w:t>
      </w:r>
    </w:p>
    <w:p w:rsidR="00292155" w:rsidRPr="00292155" w:rsidRDefault="00292155" w:rsidP="00D446BF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من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گفتند: در نجف حجره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اگر حجره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نکن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چه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کرد؟</w:t>
      </w:r>
      <w:r w:rsidR="00D446BF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گفتم</w:t>
      </w:r>
      <w:r w:rsidRPr="00292155">
        <w:rPr>
          <w:rtl/>
          <w:lang w:bidi="fa-IR"/>
        </w:rPr>
        <w:t xml:space="preserve"> : در صحن بارگاه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المؤ من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</w:t>
      </w:r>
      <w:r w:rsidR="00D446BF" w:rsidRPr="00D446BF">
        <w:rPr>
          <w:rStyle w:val="libAlaemChar"/>
          <w:rFonts w:eastAsiaTheme="minorHAnsi"/>
          <w:rtl/>
        </w:rPr>
        <w:t>عليهم‌السلام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خوابم ، البته در صحن نخواب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هنگام ورود به مدرسه قزو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tl/>
          <w:lang w:bidi="fa-IR"/>
        </w:rPr>
        <w:t xml:space="preserve"> حجره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به من دادند که درب آن به پله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طبقه بالا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شد،</w:t>
      </w:r>
      <w:r w:rsidRPr="00292155">
        <w:rPr>
          <w:rtl/>
          <w:lang w:bidi="fa-IR"/>
        </w:rPr>
        <w:t xml:space="preserve"> حجره نبود انبار بود، روز که در را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تنها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توانستم اجسام را تم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بدهم ناچار ب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مطالعه به پشت بام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رفتم از گرما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پنجاه درجه تابستان و گرسنه ماندن روزها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درپ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بودند با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حال درسها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ساعت به اذان صبح تا دو ساعت از شب گذشته برقرار بود.</w:t>
      </w:r>
      <w:r w:rsidR="00D446BF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رفتم</w:t>
      </w:r>
      <w:r w:rsidRPr="00292155">
        <w:rPr>
          <w:rtl/>
          <w:lang w:bidi="fa-IR"/>
        </w:rPr>
        <w:t xml:space="preserve"> خدمت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صدرا بادکوبه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 درس شوارق بگو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="00D446BF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فرمود</w:t>
      </w:r>
      <w:r w:rsidRPr="00292155">
        <w:rPr>
          <w:rtl/>
          <w:lang w:bidi="fa-IR"/>
        </w:rPr>
        <w:t>: وقت ندارم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 اصرار کرد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قرار شد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ساعت به اذان صبح مانده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 درس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Pr="00D446BF">
        <w:rPr>
          <w:rStyle w:val="libFootnotenumChar"/>
          <w:rtl/>
        </w:rPr>
        <w:t>(23)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446BF" w:rsidP="00D446B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501022102"/>
      <w:r w:rsidR="00292155" w:rsidRPr="00292155">
        <w:rPr>
          <w:rFonts w:hint="eastAsia"/>
          <w:rtl/>
          <w:lang w:bidi="fa-IR"/>
        </w:rPr>
        <w:lastRenderedPageBreak/>
        <w:t>روح</w:t>
      </w:r>
      <w:r w:rsidR="00292155" w:rsidRPr="00292155">
        <w:rPr>
          <w:rtl/>
          <w:lang w:bidi="fa-IR"/>
        </w:rPr>
        <w:t xml:space="preserve"> اللّه واقعاً روح اللّه است</w:t>
      </w:r>
      <w:bookmarkEnd w:id="19"/>
    </w:p>
    <w:p w:rsidR="00292155" w:rsidRPr="00292155" w:rsidRDefault="00292155" w:rsidP="00D446BF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معروف</w:t>
      </w:r>
      <w:r w:rsidRPr="00292155">
        <w:rPr>
          <w:rtl/>
          <w:lang w:bidi="fa-IR"/>
        </w:rPr>
        <w:t xml:space="preserve"> است امام خم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دوران طلبگ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منظم و به موقع در جلسات درس اسات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حاضر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شد، مرحوم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شاه آباد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(استاد اخلاق امام ) در رابطه با نظم و حضور امام در جلسات درس گفته بود: روح اللّه واقعاً روح اللّه است ، نشد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روز بب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نم</w:t>
      </w:r>
      <w:r w:rsidRPr="00292155">
        <w:rPr>
          <w:rtl/>
          <w:lang w:bidi="fa-IR"/>
        </w:rPr>
        <w:t xml:space="preserve">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بعد از بسم ا</w:t>
      </w:r>
      <w:r w:rsidRPr="00292155">
        <w:rPr>
          <w:rFonts w:hint="eastAsia"/>
          <w:rtl/>
          <w:lang w:bidi="fa-IR"/>
        </w:rPr>
        <w:t>للّه</w:t>
      </w:r>
      <w:r w:rsidRPr="00292155">
        <w:rPr>
          <w:rtl/>
          <w:lang w:bidi="fa-IR"/>
        </w:rPr>
        <w:t xml:space="preserve"> در درس حاضر باشد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شه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از آنکه بسم اللّه درس را بگو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در درس حاضر بوده است .</w:t>
      </w:r>
      <w:r w:rsidRPr="00D446BF">
        <w:rPr>
          <w:rStyle w:val="libFootnotenumChar"/>
          <w:rtl/>
        </w:rPr>
        <w:t>(24)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446BF" w:rsidP="00D446B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0" w:name="_Toc501022103"/>
      <w:r w:rsidR="00292155" w:rsidRPr="00292155">
        <w:rPr>
          <w:rFonts w:hint="eastAsia"/>
          <w:rtl/>
          <w:lang w:bidi="fa-IR"/>
        </w:rPr>
        <w:lastRenderedPageBreak/>
        <w:t>آ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اللّه گلپا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گان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از مکتب تا مرجع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bookmarkEnd w:id="20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پسر عمو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نقل شده است که : در سن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کودک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هم به مکتب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کوتاه شدن راه از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کشتزارها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گذشتم و هر چه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اصرار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که شما هم به دنبال من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ائ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رفت</w:t>
      </w:r>
      <w:r w:rsidRPr="00292155">
        <w:rPr>
          <w:rtl/>
          <w:lang w:bidi="fa-IR"/>
        </w:rPr>
        <w:t xml:space="preserve"> 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صاحبان آنها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نباشند و لذا 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>رتر از ما به مکتب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مورد اعتراض معلم قرار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گرفت و او هم علت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دنش</w:t>
      </w:r>
      <w:r w:rsidRPr="00292155">
        <w:rPr>
          <w:rtl/>
          <w:lang w:bidi="fa-IR"/>
        </w:rPr>
        <w:t xml:space="preserve">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سن 9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پدر را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از دست داد،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پس از سپر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ساختن دوران کودک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پشت سر نهادن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لات</w:t>
      </w:r>
      <w:r w:rsidRPr="00292155">
        <w:rPr>
          <w:rtl/>
          <w:lang w:bidi="fa-IR"/>
        </w:rPr>
        <w:t xml:space="preserve"> مکتب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شوق فراگ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علوم اسلام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شرر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جانش برانگ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خت</w:t>
      </w:r>
      <w:r w:rsidRPr="00292155">
        <w:rPr>
          <w:rtl/>
          <w:lang w:bidi="fa-IR"/>
        </w:rPr>
        <w:t xml:space="preserve">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درنگ را 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و بدون فوت وقت محضر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دانشمندان (گوکد) از توابع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tl/>
          <w:lang w:bidi="fa-IR"/>
        </w:rPr>
        <w:t xml:space="preserve"> ، مرحوم آخوند ملا محمد </w:t>
      </w:r>
      <w:r w:rsidRPr="00292155">
        <w:rPr>
          <w:rFonts w:hint="eastAsia"/>
          <w:rtl/>
          <w:lang w:bidi="fa-IR"/>
        </w:rPr>
        <w:t>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گوکد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مغتنم شمرده و نزد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همراه با فرزند استاد به خواندن نصاب الص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پردازد...</w:t>
      </w:r>
    </w:p>
    <w:p w:rsidR="00292155" w:rsidRPr="00292155" w:rsidRDefault="00292155" w:rsidP="00D446BF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آن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ادامه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راه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tl/>
          <w:lang w:bidi="fa-IR"/>
        </w:rPr>
        <w:t xml:space="preserve"> شده نزد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شهر ادامه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دهد. خود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فرموده است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دوران زمان سخت</w:t>
      </w:r>
      <w:r w:rsidRPr="00292155">
        <w:rPr>
          <w:rFonts w:hint="cs"/>
          <w:rtl/>
          <w:lang w:bidi="fa-IR"/>
        </w:rPr>
        <w:t>ی</w:t>
      </w:r>
      <w:r w:rsidR="00D446BF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ابتلائات مختلف بود، از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سو پدرم را از دست داده بودم و از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گران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مرا و بستگان را تحت فشار قرار داده بود، عصر جمعه مقدار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نان محل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برداشته و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اده</w:t>
      </w:r>
      <w:r w:rsidRPr="00292155">
        <w:rPr>
          <w:rtl/>
          <w:lang w:bidi="fa-IR"/>
        </w:rPr>
        <w:t xml:space="preserve"> روانه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شدم و در منزل خو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ماندم و در طول هفته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خواندم و عصر چهارشنبه به </w:t>
      </w:r>
      <w:r w:rsidRPr="00292155">
        <w:rPr>
          <w:rFonts w:hint="eastAsia"/>
          <w:rtl/>
          <w:lang w:bidi="fa-IR"/>
        </w:rPr>
        <w:t>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گوکد مراجعت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...</w:t>
      </w:r>
      <w:r w:rsidR="00D446BF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خواندن سطوح بود که آوازه حوزه علم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اراک و مؤ سس آن مرحوم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العظم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همه جا طن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افکن شد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دن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شور و شوق در اوائل سال 1336 ق که نوزده ساله بود بسو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اراک حرکت کرد. و در مدرسه آقا ض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اء</w:t>
      </w:r>
      <w:r w:rsidRPr="00292155">
        <w:rPr>
          <w:rtl/>
          <w:lang w:bidi="fa-IR"/>
        </w:rPr>
        <w:t xml:space="preserve"> عراق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فراگرفتن دانش اسلام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پرداخت و </w:t>
      </w: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فراگ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tl/>
          <w:lang w:bidi="fa-IR"/>
        </w:rPr>
        <w:lastRenderedPageBreak/>
        <w:t>سطوح عال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در سال 1337 در درس مرحوم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عبدالکر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مشرف شد. و با مهاجرت مرحوم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قم در سال 1340 ق وانتقال حوزه علم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شهر ودعوت مخصوص استاد از شاگرد سخت کوش خود،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به قم مشرف شده و در مدرسه 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ساکن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شود.</w:t>
      </w:r>
      <w:r w:rsidRPr="00292155">
        <w:rPr>
          <w:rFonts w:hint="eastAsia"/>
          <w:rtl/>
          <w:lang w:bidi="fa-IR"/>
        </w:rPr>
        <w:t>استاد</w:t>
      </w:r>
      <w:r w:rsidRPr="00292155">
        <w:rPr>
          <w:rtl/>
          <w:lang w:bidi="fa-IR"/>
        </w:rPr>
        <w:t>: با مشاهده نبوغ و استعداد و فهم و هوش شاگرد 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خود بدو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علاقه مند شده واو را جزو حوار</w:t>
      </w:r>
      <w:r w:rsidRPr="00292155">
        <w:rPr>
          <w:rFonts w:hint="cs"/>
          <w:rtl/>
          <w:lang w:bidi="fa-IR"/>
        </w:rPr>
        <w:t>یی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اصحاب خود قرار داده و توجه مخصوص به او نشان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دهد.</w:t>
      </w: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خط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مرحوم حج</w:t>
      </w:r>
      <w:r w:rsidR="00D446BF">
        <w:rPr>
          <w:rFonts w:hint="cs"/>
          <w:rtl/>
          <w:lang w:bidi="fa-IR"/>
        </w:rPr>
        <w:t>ت</w:t>
      </w:r>
      <w:r w:rsidRPr="00292155">
        <w:rPr>
          <w:rtl/>
          <w:lang w:bidi="fa-IR"/>
        </w:rPr>
        <w:t xml:space="preserve"> الاسلام والمسلم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D91872" w:rsidRPr="00D91872">
        <w:rPr>
          <w:rStyle w:val="libAlaemChar"/>
          <w:rtl/>
        </w:rPr>
        <w:t>قدس‌سره</w:t>
      </w:r>
      <w:r w:rsidRPr="00292155">
        <w:rPr>
          <w:rtl/>
          <w:lang w:bidi="fa-IR"/>
        </w:rPr>
        <w:t xml:space="preserve"> فرموده بودند: زمان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اراک</w:t>
      </w:r>
      <w:r w:rsidRPr="00292155">
        <w:rPr>
          <w:rFonts w:hint="cs"/>
          <w:rtl/>
          <w:lang w:bidi="fa-IR"/>
        </w:rPr>
        <w:t>ی</w:t>
      </w:r>
      <w:r w:rsidR="00D91872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tl/>
          <w:lang w:bidi="fa-IR"/>
        </w:rPr>
        <w:t xml:space="preserve"> آمده بودند و از مرحوم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درخواست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کردند که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اداره امور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تاءس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حوزه علم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به اراک اعزام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ند،</w:t>
      </w:r>
      <w:r w:rsidRPr="00292155">
        <w:rPr>
          <w:rtl/>
          <w:lang w:bidi="fa-IR"/>
        </w:rPr>
        <w:t xml:space="preserve"> اما در جوابشان فرموده بود: من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او را</w:t>
      </w:r>
      <w:r w:rsidR="00D91872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کنم شما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او را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اراکش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خود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حجره بودم کسالت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کردم مرحوم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از منزل خودشان جوشانده درست کرده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در حجره آوردند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از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گران</w:t>
      </w:r>
      <w:r w:rsidRPr="00292155">
        <w:rPr>
          <w:rtl/>
          <w:lang w:bidi="fa-IR"/>
        </w:rPr>
        <w:t xml:space="preserve"> شهر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دادند.</w:t>
      </w:r>
      <w:r w:rsidRPr="00292155">
        <w:rPr>
          <w:rFonts w:hint="eastAsia"/>
          <w:rtl/>
          <w:lang w:bidi="fa-IR"/>
        </w:rPr>
        <w:t>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اردکان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(صاحب غن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الطالب 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شرح المکاسب ) نقل کردند که مرحوم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با پدرم آشنائ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کامل داشت و به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جهت با من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لطف داشتند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حضورشان بودم که دو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جوان وارد شدند و آقا نسبت به آن دو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احترام نمود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د</w:t>
      </w: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رفتند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نها</w:t>
      </w:r>
      <w:r w:rsidRPr="00292155">
        <w:rPr>
          <w:rtl/>
          <w:lang w:bidi="fa-IR"/>
        </w:rPr>
        <w:t xml:space="preserve"> چه کسان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بودند؟ فرمودند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نها</w:t>
      </w:r>
      <w:r w:rsidRPr="00292155">
        <w:rPr>
          <w:rtl/>
          <w:lang w:bidi="fa-IR"/>
        </w:rPr>
        <w:t xml:space="preserve"> دو نفر مجتهد عادل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باشند،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احمد خوانسار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آقا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محمد رضا گلپا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کوشش</w:t>
      </w:r>
      <w:r w:rsidRPr="00292155">
        <w:rPr>
          <w:rtl/>
          <w:lang w:bidi="fa-IR"/>
        </w:rPr>
        <w:t xml:space="preserve"> در امر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و شدت علاقه استاد باعث شد که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جزو اصحاب استفتاء خود قرار دهد...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معظم</w:t>
      </w:r>
      <w:r w:rsidRPr="00292155">
        <w:rPr>
          <w:rtl/>
          <w:lang w:bidi="fa-IR"/>
        </w:rPr>
        <w:t xml:space="preserve"> له در سفر چند ماهه خو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به نجف اشرف در درسها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اسات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بزرگ نجف شرکت کرده و استفاده ها کرد و در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مدت کوتاه مورد علاقه اسات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نجف قرار گرفته و توجه همه را به خود جلب کرده بود به 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مرحوم اصفهان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مرحوم حاج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مهد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بروجرد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گفته بود:</w:t>
      </w:r>
      <w:r w:rsidR="00D91872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آقا از نوابغ فقه است و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خواسته بود که در وس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له</w:t>
      </w:r>
      <w:r w:rsidRPr="00292155">
        <w:rPr>
          <w:rtl/>
          <w:lang w:bidi="fa-IR"/>
        </w:rPr>
        <w:t xml:space="preserve"> النجاه نظر افکند و موارد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به اصلاح دارد تذکر دهد.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اوج مقام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رساند.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سفر بود که معظم له مورد عنا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و توجه حضرت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المؤ من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D91872" w:rsidRPr="00D91872">
        <w:rPr>
          <w:rStyle w:val="libAlaemChar"/>
          <w:rFonts w:eastAsiaTheme="minorHAnsi"/>
          <w:rtl/>
        </w:rPr>
        <w:t>عليه‌السلام</w:t>
      </w:r>
      <w:r w:rsidRPr="00292155">
        <w:rPr>
          <w:rtl/>
          <w:lang w:bidi="fa-IR"/>
        </w:rPr>
        <w:t xml:space="preserve"> قرار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گرفت</w:t>
      </w:r>
      <w:r w:rsidRPr="00292155">
        <w:rPr>
          <w:rtl/>
          <w:lang w:bidi="fa-IR"/>
        </w:rPr>
        <w:t xml:space="preserve"> </w:t>
      </w:r>
      <w:r w:rsidRPr="00D91872">
        <w:rPr>
          <w:rStyle w:val="libFootnotenumChar"/>
          <w:rtl/>
        </w:rPr>
        <w:t>(25)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91872" w:rsidP="00D9187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501022104"/>
      <w:r w:rsidR="00292155" w:rsidRPr="00292155">
        <w:rPr>
          <w:rFonts w:hint="eastAsia"/>
          <w:rtl/>
          <w:lang w:bidi="fa-IR"/>
        </w:rPr>
        <w:lastRenderedPageBreak/>
        <w:t>آ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اللّه بروجرد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غرق در مطالعه</w:t>
      </w:r>
      <w:bookmarkEnd w:id="21"/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بروجرد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D91872" w:rsidRPr="00D91872">
        <w:rPr>
          <w:rStyle w:val="libAlaemChar"/>
          <w:rtl/>
        </w:rPr>
        <w:t>قدس‌سره</w:t>
      </w:r>
      <w:r w:rsidR="00D91872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292155">
        <w:rPr>
          <w:rtl/>
          <w:lang w:bidi="fa-IR"/>
        </w:rPr>
        <w:t xml:space="preserve">گفت :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شب درباره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مسائل علم اصول ترتب فکر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نوشتم چنان سرگرم مطالعه و فکر نوشتن بودم که رنج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ملتفت نبودم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مرتبه صدا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مؤ ذن به گوشم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متوجه شدم که هوا روشن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و من از آغاز تا 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شب سرگرم کار بود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</w:t>
      </w:r>
      <w:r w:rsidRPr="00D91872">
        <w:rPr>
          <w:rStyle w:val="libFootnotenumChar"/>
          <w:rtl/>
        </w:rPr>
        <w:t>(26)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زندگان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پاستور دانشمند بزرگ فرانسو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که شعار او در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کار بود، گاه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چنان سرگرم کار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که سر و صدا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آزما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شگاه</w:t>
      </w:r>
      <w:r w:rsidRPr="00292155">
        <w:rPr>
          <w:rtl/>
          <w:lang w:bidi="fa-IR"/>
        </w:rPr>
        <w:t xml:space="preserve">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حت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هنگام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قوا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مهاجم آلمان شهر پار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</w:t>
      </w:r>
      <w:r w:rsidRPr="00292155">
        <w:rPr>
          <w:rtl/>
          <w:lang w:bidi="fa-IR"/>
        </w:rPr>
        <w:t xml:space="preserve"> را محاصره کردند و غر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</w:t>
      </w:r>
      <w:r w:rsidRPr="00292155">
        <w:rPr>
          <w:rtl/>
          <w:lang w:bidi="fa-IR"/>
        </w:rPr>
        <w:t xml:space="preserve"> توپها در آن کشور محشر بپا کرده بود متوجه نشد.</w:t>
      </w:r>
      <w:r w:rsidRPr="00D91872">
        <w:rPr>
          <w:rStyle w:val="libFootnotenumChar"/>
          <w:rtl/>
        </w:rPr>
        <w:t>(27)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91872" w:rsidP="00D9187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2" w:name="_Toc501022105"/>
      <w:r w:rsidR="00292155" w:rsidRPr="00292155">
        <w:rPr>
          <w:rFonts w:hint="eastAsia"/>
          <w:rtl/>
          <w:lang w:bidi="fa-IR"/>
        </w:rPr>
        <w:lastRenderedPageBreak/>
        <w:t>پدر</w:t>
      </w:r>
      <w:r w:rsidR="00292155" w:rsidRPr="00292155">
        <w:rPr>
          <w:rtl/>
          <w:lang w:bidi="fa-IR"/>
        </w:rPr>
        <w:t xml:space="preserve"> فخر المحقق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ن</w:t>
      </w:r>
      <w:bookmarkEnd w:id="22"/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علامه</w:t>
      </w:r>
      <w:r w:rsidRPr="00292155">
        <w:rPr>
          <w:rtl/>
          <w:lang w:bidi="fa-IR"/>
        </w:rPr>
        <w:t xml:space="preserve"> حل</w:t>
      </w:r>
      <w:r w:rsidRPr="00292155">
        <w:rPr>
          <w:rFonts w:hint="cs"/>
          <w:rtl/>
          <w:lang w:bidi="fa-IR"/>
        </w:rPr>
        <w:t>ی</w:t>
      </w:r>
      <w:r w:rsidR="00D91872" w:rsidRPr="00D91872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="00D91872" w:rsidRPr="00D91872">
        <w:rPr>
          <w:rStyle w:val="libAlaemChar"/>
          <w:rtl/>
        </w:rPr>
        <w:t>رحمه‌الله</w:t>
      </w:r>
      <w:r w:rsidR="00D91872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وقت به قصد استراحت چند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</w:t>
      </w:r>
      <w:r w:rsidRPr="00292155">
        <w:rPr>
          <w:rFonts w:hint="cs"/>
          <w:rtl/>
          <w:lang w:bidi="fa-IR"/>
        </w:rPr>
        <w:t>یی</w:t>
      </w:r>
      <w:r w:rsidRPr="00292155">
        <w:rPr>
          <w:rFonts w:hint="eastAsia"/>
          <w:rtl/>
          <w:lang w:bidi="fa-IR"/>
        </w:rPr>
        <w:t>لاقها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خوش آب و هوا مسافرت کرد پس از برگشتن به وطن مدت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گذشت که فرزند خودش فخرالمحقق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 در نماز جماعت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از علت آن جو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شد فخر المحقق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به پدر گفت : من در عدالت شما شک کرده ام .</w:t>
      </w:r>
      <w:r w:rsidRPr="00292155">
        <w:rPr>
          <w:rFonts w:hint="eastAsia"/>
          <w:rtl/>
          <w:lang w:bidi="fa-IR"/>
        </w:rPr>
        <w:t>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چرا؟ جواب داد شما چند روز از عمر خود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تفر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tl/>
          <w:lang w:bidi="fa-IR"/>
        </w:rPr>
        <w:t xml:space="preserve"> و استراحت گذراند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خدمت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انجام نداد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علامه</w:t>
      </w:r>
      <w:r w:rsidRPr="00292155">
        <w:rPr>
          <w:rtl/>
          <w:lang w:bidi="fa-IR"/>
        </w:rPr>
        <w:t xml:space="preserve"> در پاسخ فرمود: اتفاقاً من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چند روز کتاب تبصره المتعلم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 نوشته ام ، آنوقت فرزند از پدر عذر خواست .</w:t>
      </w:r>
      <w:r w:rsidR="00D91872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کتاب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مهمتر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متون فقه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دارا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هشت هزار مسئله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باشد.</w:t>
      </w:r>
      <w:r w:rsidRPr="00D91872">
        <w:rPr>
          <w:rStyle w:val="libFootnotenumChar"/>
          <w:rtl/>
        </w:rPr>
        <w:t>(28)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91872" w:rsidP="00D9187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3" w:name="_Toc501022106"/>
      <w:r w:rsidR="00292155" w:rsidRPr="00292155">
        <w:rPr>
          <w:rFonts w:hint="eastAsia"/>
          <w:rtl/>
          <w:lang w:bidi="fa-IR"/>
        </w:rPr>
        <w:lastRenderedPageBreak/>
        <w:t>تاءل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ف</w:t>
      </w:r>
      <w:r w:rsidR="00292155" w:rsidRPr="00292155">
        <w:rPr>
          <w:rtl/>
          <w:lang w:bidi="fa-IR"/>
        </w:rPr>
        <w:t xml:space="preserve"> کتاب عبقات واجب تر است</w:t>
      </w:r>
      <w:bookmarkEnd w:id="23"/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(م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حامد 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هند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را به تش</w:t>
      </w:r>
      <w:r w:rsidRPr="00292155">
        <w:rPr>
          <w:rFonts w:hint="cs"/>
          <w:rtl/>
          <w:lang w:bidi="fa-IR"/>
        </w:rPr>
        <w:t>یی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جنازه فرزندش دعوت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کنند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کتاب (عبقات الانوار) واجب تر از تش</w:t>
      </w:r>
      <w:r w:rsidRPr="00292155">
        <w:rPr>
          <w:rFonts w:hint="cs"/>
          <w:rtl/>
          <w:lang w:bidi="fa-IR"/>
        </w:rPr>
        <w:t>یی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جنازه فرزند جوانم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باشد، من فرصت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کار را ندارم شما از طرف من برو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وسائل کفن و دفن و سوگوار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جوانم را فراهم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مرا با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>ف کتاب خود تنها بگذار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تا حقان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D91872" w:rsidRPr="00D91872">
        <w:rPr>
          <w:rStyle w:val="libAlaemChar"/>
          <w:rFonts w:eastAsiaTheme="minorHAnsi"/>
          <w:rtl/>
        </w:rPr>
        <w:t>عليه‌السلام</w:t>
      </w:r>
      <w:r w:rsidR="00D91872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را از سخنان اهل سنت ثابت کنم .</w:t>
      </w:r>
      <w:r w:rsidRPr="00D91872">
        <w:rPr>
          <w:rStyle w:val="libFootnotenumChar"/>
          <w:rtl/>
        </w:rPr>
        <w:t>(29)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91872">
      <w:pPr>
        <w:pStyle w:val="Heading1"/>
        <w:rPr>
          <w:rtl/>
          <w:lang w:bidi="fa-IR"/>
        </w:rPr>
      </w:pPr>
      <w:bookmarkStart w:id="24" w:name="_Toc501022107"/>
      <w:r w:rsidRPr="00292155">
        <w:rPr>
          <w:rFonts w:hint="eastAsia"/>
          <w:rtl/>
          <w:lang w:bidi="fa-IR"/>
        </w:rPr>
        <w:t>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کتاب در کنار نعش جوان خود</w:t>
      </w:r>
      <w:bookmarkEnd w:id="24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صاحب جواهر در شب وفات فرزندش در کنار نعش جوانش پس از خواندن مقدار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قرآن به مطالعه و نوشتن کتاب جواهر پرداخت و نوشت ثواب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چند صفحه کتاب را هد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روح او کردم </w:t>
      </w:r>
      <w:r w:rsidRPr="00D91872">
        <w:rPr>
          <w:rStyle w:val="libFootnotenumChar"/>
          <w:rtl/>
        </w:rPr>
        <w:t>.(30)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91872" w:rsidP="00D9187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5" w:name="_Toc501022108"/>
      <w:r w:rsidR="00292155" w:rsidRPr="00292155">
        <w:rPr>
          <w:rFonts w:hint="eastAsia"/>
          <w:rtl/>
          <w:lang w:bidi="fa-IR"/>
        </w:rPr>
        <w:lastRenderedPageBreak/>
        <w:t>حج</w:t>
      </w:r>
      <w:r>
        <w:rPr>
          <w:rFonts w:hint="cs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الاسلام آخوند ملا قربانعل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زنجان</w:t>
      </w:r>
      <w:r w:rsidR="00292155" w:rsidRPr="00292155">
        <w:rPr>
          <w:rFonts w:hint="cs"/>
          <w:rtl/>
          <w:lang w:bidi="fa-IR"/>
        </w:rPr>
        <w:t>ی</w:t>
      </w:r>
      <w:bookmarkEnd w:id="25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عالم</w:t>
      </w:r>
      <w:r w:rsidRPr="00292155">
        <w:rPr>
          <w:rtl/>
          <w:lang w:bidi="fa-IR"/>
        </w:rPr>
        <w:t xml:space="preserve"> ربان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مرحوم ملا قربانعل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زنجان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تمام 24 ساعت از شبانه روز جز دو ساعت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اند و خود آن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سع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مفهوم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نداشت ... و درباره استراحتشان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فرمودند: باد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</w:t>
      </w:r>
      <w:r w:rsidRPr="00292155">
        <w:rPr>
          <w:rtl/>
          <w:lang w:bidi="fa-IR"/>
        </w:rPr>
        <w:t xml:space="preserve"> منفذدار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در حال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سوز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رش</w:t>
      </w:r>
      <w:r w:rsidRPr="00292155">
        <w:rPr>
          <w:rtl/>
          <w:lang w:bidi="fa-IR"/>
        </w:rPr>
        <w:t xml:space="preserve"> قرار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دادم و در مقابل خود قرار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دادم ، و مدت خواب من اختصاص به دقا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ساعت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که آن ظرف گرم گردد و مرا از خواب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دار</w:t>
      </w:r>
      <w:r w:rsidRPr="00292155">
        <w:rPr>
          <w:rtl/>
          <w:lang w:bidi="fa-IR"/>
        </w:rPr>
        <w:t xml:space="preserve"> سازد که باز </w:t>
      </w:r>
      <w:r w:rsidRPr="00292155">
        <w:rPr>
          <w:rFonts w:hint="eastAsia"/>
          <w:rtl/>
          <w:lang w:bidi="fa-IR"/>
        </w:rPr>
        <w:t>مطالعه</w:t>
      </w:r>
      <w:r w:rsidRPr="00292155">
        <w:rPr>
          <w:rtl/>
          <w:lang w:bidi="fa-IR"/>
        </w:rPr>
        <w:t xml:space="preserve"> ام آغاز شود.</w:t>
      </w:r>
      <w:r w:rsidR="00D91872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نجف روزها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را جائ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نرفته و در مدرسه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ماندم ،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از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روز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در طول هفته ضمن درس و بحث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داشتم مواظب طلاب بودم و دقت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که آنان چه کتاب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کدام قسمت آن را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رند؟</w:t>
      </w:r>
      <w:r w:rsidRPr="00292155">
        <w:rPr>
          <w:rtl/>
          <w:lang w:bidi="fa-IR"/>
        </w:rPr>
        <w:t xml:space="preserve"> آنگاه روزها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همان قسمتها را بدقت مرور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تا اگر در روزها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اشکال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سؤ 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من شد در جواب عاجز نمانم .</w:t>
      </w:r>
      <w:r w:rsidRPr="00292155">
        <w:rPr>
          <w:rFonts w:hint="eastAsia"/>
          <w:rtl/>
          <w:lang w:bidi="fa-IR"/>
        </w:rPr>
        <w:t>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تلاش و کوشش در حال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که به نوشته مرحوم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الاسلام زنجان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وضع آخوند از 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معاش در نها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سخت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و تنها به وجه اندک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از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بستگان او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اکتفا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کرد. و خود آن مرحوم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فرمودند: در غربت سال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دراز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نها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تنگدست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و از خ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زها</w:t>
      </w:r>
      <w:r w:rsidRPr="00292155">
        <w:rPr>
          <w:rtl/>
          <w:lang w:bidi="fa-IR"/>
        </w:rPr>
        <w:t xml:space="preserve"> محروم بودم</w:t>
      </w:r>
      <w:r w:rsidRPr="00292155">
        <w:rPr>
          <w:rFonts w:hint="eastAsia"/>
          <w:rtl/>
          <w:lang w:bidi="fa-IR"/>
        </w:rPr>
        <w:t>،</w:t>
      </w:r>
      <w:r w:rsidRPr="00292155">
        <w:rPr>
          <w:rtl/>
          <w:lang w:bidi="fa-IR"/>
        </w:rPr>
        <w:t xml:space="preserve"> شب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زمستان مشغول مطالعه بودم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از طبقه دوم مدرسه پوست هندوانه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توسط برخ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طلاب به صحن مدرسه پرتاب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و پوست هندوانه را برداشته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به دندان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کشد تا به نفس خود پاسخ گفته باشد.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با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همه رنج فقر و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قادر نبود کمتر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خلل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عزم استوار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مودن</w:t>
      </w:r>
      <w:r w:rsidRPr="00292155">
        <w:rPr>
          <w:rtl/>
          <w:lang w:bidi="fa-IR"/>
        </w:rPr>
        <w:t xml:space="preserve"> راه دشوار اجتهاد بود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فکند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</w:t>
      </w:r>
      <w:r w:rsidRPr="00292155">
        <w:rPr>
          <w:rtl/>
          <w:lang w:bidi="fa-IR"/>
        </w:rPr>
        <w:t xml:space="preserve"> مرحوم همانگونه که در (تحص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) گرم و پرکار بوده در (تزک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نفس و روح ) و (سلوک معنو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کوشش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داشت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91872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اصولاً</w:t>
      </w:r>
      <w:r w:rsidRPr="00292155">
        <w:rPr>
          <w:rtl/>
          <w:lang w:bidi="fa-IR"/>
        </w:rPr>
        <w:t xml:space="preserve"> دقت در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حج</w:t>
      </w:r>
      <w:r w:rsidR="00D91872">
        <w:rPr>
          <w:rFonts w:hint="cs"/>
          <w:rtl/>
          <w:lang w:bidi="fa-IR"/>
        </w:rPr>
        <w:t>ت</w:t>
      </w:r>
      <w:r w:rsidRPr="00292155">
        <w:rPr>
          <w:rtl/>
          <w:lang w:bidi="fa-IR"/>
        </w:rPr>
        <w:t xml:space="preserve"> الاسلام نشان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 که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هر جبهه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جبهات نظر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عمل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وارد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 تلاش و پشتکار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شگرف همراه با شهامت و شجاعت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شگفت از خود نشان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المثل در عصر پرآشوب مشروطه که به تعب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کودکان را جوان و جوانان را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ساخت ، از انجام تکل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شرع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حکم استقبال از مرگ را داشت ، باز نا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ستاد</w:t>
      </w:r>
      <w:r w:rsidRPr="00292155">
        <w:rPr>
          <w:rtl/>
          <w:lang w:bidi="fa-IR"/>
        </w:rPr>
        <w:t xml:space="preserve"> و شهر زنجان و حومه شاهد مبارزات سخت آن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استوار و دوراند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بود به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من</w:t>
      </w:r>
      <w:r w:rsidRPr="00292155">
        <w:rPr>
          <w:rtl/>
          <w:lang w:bidi="fa-IR"/>
        </w:rPr>
        <w:t xml:space="preserve">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همت بود که منطقه حساس زنجان را در کشاکش سخت مشروطه دست کم تا سقوط پا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تخت</w:t>
      </w:r>
      <w:r w:rsidRPr="00292155">
        <w:rPr>
          <w:rtl/>
          <w:lang w:bidi="fa-IR"/>
        </w:rPr>
        <w:t xml:space="preserve"> از رخنه آنچه که به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اسلام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انگاشت حفظ کرد.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</w:t>
      </w:r>
      <w:r w:rsidRPr="00292155">
        <w:rPr>
          <w:rtl/>
          <w:lang w:bidi="fa-IR"/>
        </w:rPr>
        <w:t xml:space="preserve"> باب لزوم جد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طلاب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علوم تا مقام عال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اجتهاد و ضرورت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گران</w:t>
      </w:r>
      <w:r w:rsidRPr="00292155">
        <w:rPr>
          <w:rtl/>
          <w:lang w:bidi="fa-IR"/>
        </w:rPr>
        <w:t xml:space="preserve"> به آنان در رساله عمل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خود فرموده اند: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3B76A6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بدان</w:t>
      </w:r>
      <w:r w:rsidRPr="00292155">
        <w:rPr>
          <w:rtl/>
          <w:lang w:bidi="fa-IR"/>
        </w:rPr>
        <w:t xml:space="preserve"> که اجتهاد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زمان ظاهراً واجب 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شده به جهت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نکه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نقدر</w:t>
      </w:r>
      <w:r w:rsidRPr="00292155">
        <w:rPr>
          <w:rtl/>
          <w:lang w:bidi="fa-IR"/>
        </w:rPr>
        <w:t xml:space="preserve"> مجتهد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زمان که کفا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="003B76A6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مردم</w:t>
      </w:r>
      <w:r w:rsidRPr="00292155">
        <w:rPr>
          <w:rtl/>
          <w:lang w:bidi="fa-IR"/>
        </w:rPr>
        <w:t xml:space="preserve"> کند...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پس</w:t>
      </w:r>
      <w:r w:rsidRPr="00292155">
        <w:rPr>
          <w:rtl/>
          <w:lang w:bidi="fa-IR"/>
        </w:rPr>
        <w:t xml:space="preserve"> اکثر طلاب که در خودشان صلاح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استعداد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دانند لازم است که مسامحه در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و بلکه بر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گران</w:t>
      </w:r>
      <w:r w:rsidRPr="00292155">
        <w:rPr>
          <w:rtl/>
          <w:lang w:bidi="fa-IR"/>
        </w:rPr>
        <w:t xml:space="preserve"> از غ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مشتغل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هم لازم است که اعانت آنها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در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که آنها هستند حافظ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 مروج 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عت</w:t>
      </w:r>
      <w:r w:rsidRPr="00292155">
        <w:rPr>
          <w:rtl/>
          <w:lang w:bidi="fa-IR"/>
        </w:rPr>
        <w:t xml:space="preserve"> ...</w:t>
      </w:r>
      <w:r w:rsidRPr="003B76A6">
        <w:rPr>
          <w:rStyle w:val="libFootnotenumChar"/>
          <w:rtl/>
        </w:rPr>
        <w:t>(31)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3B76A6" w:rsidP="003B76A6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6" w:name="_Toc501022109"/>
      <w:r w:rsidR="00292155" w:rsidRPr="00292155">
        <w:rPr>
          <w:rFonts w:hint="eastAsia"/>
          <w:rtl/>
          <w:lang w:bidi="fa-IR"/>
        </w:rPr>
        <w:lastRenderedPageBreak/>
        <w:t>آ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اللّه حاج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ح</w:t>
      </w:r>
      <w:r w:rsidR="00292155" w:rsidRPr="00292155">
        <w:rPr>
          <w:rFonts w:hint="cs"/>
          <w:rtl/>
          <w:lang w:bidi="fa-IR"/>
        </w:rPr>
        <w:t>یی</w:t>
      </w:r>
      <w:r w:rsidR="00292155" w:rsidRPr="00292155">
        <w:rPr>
          <w:rtl/>
          <w:lang w:bidi="fa-IR"/>
        </w:rPr>
        <w:t xml:space="preserve"> طارم</w:t>
      </w:r>
      <w:r w:rsidR="00292155" w:rsidRPr="00292155">
        <w:rPr>
          <w:rFonts w:hint="cs"/>
          <w:rtl/>
          <w:lang w:bidi="fa-IR"/>
        </w:rPr>
        <w:t>ی</w:t>
      </w:r>
      <w:bookmarkEnd w:id="26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طارم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از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مرحوم آخوند ملا قربانعل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زنجان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پس از مراجعت از نجف اشرف علاوه بر ترو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ج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 اقامه نماز جماعت و وعظ،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را با اجاره کردن باغ و کسب در بازار سپر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ساخته و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در کنار درب مسجد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مغازه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کوچک </w:t>
      </w:r>
      <w:r w:rsidRPr="00292155">
        <w:rPr>
          <w:rFonts w:hint="eastAsia"/>
          <w:rtl/>
          <w:lang w:bidi="fa-IR"/>
        </w:rPr>
        <w:t>عطار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داشته و اکثراً با کلاه معمول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بدون عمامه در پشت ترازو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نشسته است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3B76A6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عده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هر چه اصرار به برچ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مغازه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کنند قبول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من با خدا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عهد کرده ام که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را از راه کسب تاءم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کنم و هر کس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خواهد در نماز به من اقتدا کند اخت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دارد.</w:t>
      </w:r>
      <w:r w:rsidR="003B76A6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مسئله را به عرض آخوند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رسانند 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که : مطابق شئون فلان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که در پشت ترازو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در قپاندار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رود و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فروشد.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آخوند</w:t>
      </w:r>
      <w:r w:rsidRPr="00292155">
        <w:rPr>
          <w:rtl/>
          <w:lang w:bidi="fa-IR"/>
        </w:rPr>
        <w:t xml:space="preserve"> مرحوم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عجب تقاضائ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من به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خواهد ترازو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tl/>
          <w:lang w:bidi="fa-IR"/>
        </w:rPr>
        <w:t xml:space="preserve"> بکشد بگو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عمل صح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tl/>
          <w:lang w:bidi="fa-IR"/>
        </w:rPr>
        <w:t xml:space="preserve"> خود دست بردار، نعوذ باللّه نه تنها چن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کنم بلکه او را تشو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tl/>
          <w:lang w:bidi="fa-IR"/>
        </w:rPr>
        <w:t xml:space="preserve"> هم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کنم .</w:t>
      </w:r>
    </w:p>
    <w:p w:rsidR="00292155" w:rsidRPr="00292155" w:rsidRDefault="00292155" w:rsidP="003B76A6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</w:t>
      </w:r>
      <w:r w:rsidRPr="00292155">
        <w:rPr>
          <w:rtl/>
          <w:lang w:bidi="fa-IR"/>
        </w:rPr>
        <w:t xml:space="preserve"> مرحوم بعدها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تا آخر عمر به کسب و فلاحت و گله 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آب بر طارم</w:t>
      </w:r>
      <w:r w:rsidR="003B76A6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عل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ادامه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 و شخصاً درمزارع کار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و امرار معاش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تبه ترو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ج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مشغول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گردد.</w:t>
      </w:r>
      <w:r w:rsidRPr="00292155">
        <w:rPr>
          <w:rFonts w:hint="eastAsia"/>
          <w:rtl/>
          <w:lang w:bidi="fa-IR"/>
        </w:rPr>
        <w:t>او</w:t>
      </w:r>
      <w:r w:rsidRPr="00292155">
        <w:rPr>
          <w:rtl/>
          <w:lang w:bidi="fa-IR"/>
        </w:rPr>
        <w:t xml:space="preserve"> که در سال 1295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نجف متولد شده بود در 57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دوازده ماه شوال 1352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زنجان دار فان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وداع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هنوز که هنوز است در اکثر مساجد مردم او را با سلام ، و صلوات و فاتحه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کنند</w:t>
      </w:r>
      <w:r w:rsidRPr="00D1430A">
        <w:rPr>
          <w:rStyle w:val="libFootnotenumChar"/>
          <w:rtl/>
        </w:rPr>
        <w:t>.(32)</w:t>
      </w:r>
    </w:p>
    <w:p w:rsidR="00292155" w:rsidRPr="00292155" w:rsidRDefault="00292155" w:rsidP="00D1430A">
      <w:pPr>
        <w:pStyle w:val="Heading1"/>
        <w:rPr>
          <w:rtl/>
          <w:lang w:bidi="fa-IR"/>
        </w:rPr>
      </w:pPr>
      <w:bookmarkStart w:id="27" w:name="_Toc501022110"/>
      <w:r w:rsidRPr="00292155">
        <w:rPr>
          <w:rFonts w:hint="eastAsia"/>
          <w:rtl/>
          <w:lang w:bidi="fa-IR"/>
        </w:rPr>
        <w:lastRenderedPageBreak/>
        <w:t>عالم</w:t>
      </w:r>
      <w:r w:rsidRPr="00292155">
        <w:rPr>
          <w:rtl/>
          <w:lang w:bidi="fa-IR"/>
        </w:rPr>
        <w:t xml:space="preserve"> 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بانه</w:t>
      </w:r>
      <w:r w:rsidRPr="00292155">
        <w:rPr>
          <w:rtl/>
          <w:lang w:bidi="fa-IR"/>
        </w:rPr>
        <w:t xml:space="preserve"> سخن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bookmarkEnd w:id="27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خالد</w:t>
      </w:r>
      <w:r w:rsidRPr="00292155">
        <w:rPr>
          <w:rtl/>
          <w:lang w:bidi="fa-IR"/>
        </w:rPr>
        <w:t xml:space="preserve"> بن صفوان که در بلاغت شهرت دارد بر بلال بن اب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برده که قاض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بصره بود وارد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و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حد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ث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،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سخن گفتن غلط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داشت 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روز بلال به او گفت : تو سخن از خلفا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وقت مانند زنان سقّا که مردان را آب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دهند عبارات غلط بکار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خالد</w:t>
      </w:r>
      <w:r w:rsidRPr="00292155">
        <w:rPr>
          <w:rtl/>
          <w:lang w:bidi="fa-IR"/>
        </w:rPr>
        <w:t xml:space="preserve"> از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سخن به هوش آمده و از آن پس در مسجد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ادگرفتن</w:t>
      </w:r>
      <w:r w:rsidRPr="00292155">
        <w:rPr>
          <w:rtl/>
          <w:lang w:bidi="fa-IR"/>
        </w:rPr>
        <w:t xml:space="preserve"> علم حاضر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 و آنقدر کوشش کرد در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ادگرفتن</w:t>
      </w:r>
      <w:r w:rsidRPr="00292155">
        <w:rPr>
          <w:rtl/>
          <w:lang w:bidi="fa-IR"/>
        </w:rPr>
        <w:t xml:space="preserve"> قواعد عرب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که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علم به جائ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فصاحت شهرت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</w:t>
      </w:r>
      <w:r w:rsidRPr="00D1430A">
        <w:rPr>
          <w:rStyle w:val="libFootnotenumChar"/>
          <w:rtl/>
        </w:rPr>
        <w:t>.(33)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1430A" w:rsidP="00D143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501022111"/>
      <w:r w:rsidR="00292155" w:rsidRPr="00292155">
        <w:rPr>
          <w:rFonts w:hint="eastAsia"/>
          <w:rtl/>
          <w:lang w:bidi="fa-IR"/>
        </w:rPr>
        <w:lastRenderedPageBreak/>
        <w:t>حاج</w:t>
      </w:r>
      <w:r w:rsidR="00292155" w:rsidRPr="00292155">
        <w:rPr>
          <w:rtl/>
          <w:lang w:bidi="fa-IR"/>
        </w:rPr>
        <w:t xml:space="preserve"> ملا هاد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سبزوار</w:t>
      </w:r>
      <w:r w:rsidR="00292155" w:rsidRPr="00292155">
        <w:rPr>
          <w:rFonts w:hint="cs"/>
          <w:rtl/>
          <w:lang w:bidi="fa-IR"/>
        </w:rPr>
        <w:t>ی</w:t>
      </w:r>
      <w:bookmarkEnd w:id="28"/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: (حاج ملا هاد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سبزوار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ا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و سلوک خود به کرمان رفت و بدون آنکه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را بشناسد وارد مدرسه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شد.</w:t>
      </w:r>
      <w:r w:rsidR="00D1430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متوّل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مدرسه درخواست حجره نمود متولّ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حاج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شناخت ، گفت :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طلبه هست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 حاج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جواب گفت : نه . متولّ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ما حجره را به طلبه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. بالا خره متولّ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که در گوشه حجره او استراحت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بشرط</w:t>
      </w:r>
      <w:r w:rsidRPr="00292155">
        <w:rPr>
          <w:rtl/>
          <w:lang w:bidi="fa-IR"/>
        </w:rPr>
        <w:t xml:space="preserve"> آنکه در کارها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مدرسه به خادم کمک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سبزوار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گاه گاه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هم در مباحثه طلبه ها شرکت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تا پس از چند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دختر همان خادم مدرسه ازدواج نمود و بعد از چند سال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 زن و بچه به سبزوار برگشت و سالها گذشت که شهرت حاج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روز به روز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ادتر</w:t>
      </w:r>
      <w:r w:rsidRPr="00292155">
        <w:rPr>
          <w:rtl/>
          <w:lang w:bidi="fa-IR"/>
        </w:rPr>
        <w:t xml:space="preserve">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از اطراف </w:t>
      </w:r>
      <w:r w:rsidRPr="00292155">
        <w:rPr>
          <w:rFonts w:hint="eastAsia"/>
          <w:rtl/>
          <w:lang w:bidi="fa-IR"/>
        </w:rPr>
        <w:t>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حکمت و فلسفه به سبزوار هجوم آوردند، طلاّب کرمان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درس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حاضر شدند و در</w:t>
      </w:r>
      <w:r w:rsidR="00D1430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مدرسه</w:t>
      </w:r>
      <w:r w:rsidRPr="00292155">
        <w:rPr>
          <w:rtl/>
          <w:lang w:bidi="fa-IR"/>
        </w:rPr>
        <w:t xml:space="preserve"> منتظر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بودند که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تشر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آورده منبر رفت و مشغول درس شدند طلاّب کرمان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او 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 xml:space="preserve"> فهم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 xml:space="preserve"> که او همان داماد خادم مدرسه کرمان است از آن که او را در آن مدّت مد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نشناخته و از مقام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خبر بوده اند متاءثر شده با هم بلند بلند حرف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زدند ب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حواس سا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طلاّب را پراکنده ساختند.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پس</w:t>
      </w:r>
      <w:r w:rsidRPr="00292155">
        <w:rPr>
          <w:rtl/>
          <w:lang w:bidi="fa-IR"/>
        </w:rPr>
        <w:t xml:space="preserve"> از آنکه درس تمام شد و استاد از مدرسه تشر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برد، طلاب سبزوار به طلاّب کرمان اعتراض کردند، طلاّب کرمان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داستان را از اوّل نقل کردند همه دانستند که آن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بزرگوار مدّت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در حالت گمنام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سپر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است </w:t>
      </w:r>
      <w:r w:rsidRPr="00D1430A">
        <w:rPr>
          <w:rStyle w:val="libFootnotenumChar"/>
          <w:rtl/>
        </w:rPr>
        <w:t>(34).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1430A" w:rsidP="00D143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501022112"/>
      <w:r w:rsidR="00292155" w:rsidRPr="00292155">
        <w:rPr>
          <w:rFonts w:hint="eastAsia"/>
          <w:rtl/>
          <w:lang w:bidi="fa-IR"/>
        </w:rPr>
        <w:lastRenderedPageBreak/>
        <w:t>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خ</w:t>
      </w:r>
      <w:r w:rsidR="00292155" w:rsidRPr="00292155">
        <w:rPr>
          <w:rtl/>
          <w:lang w:bidi="fa-IR"/>
        </w:rPr>
        <w:t xml:space="preserve"> اعظم انصار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، در جستجو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علم</w:t>
      </w:r>
      <w:bookmarkEnd w:id="29"/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نامش</w:t>
      </w:r>
      <w:r w:rsidRPr="00292155">
        <w:rPr>
          <w:rtl/>
          <w:lang w:bidi="fa-IR"/>
        </w:rPr>
        <w:t xml:space="preserve"> (مرتض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پدرش (ش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)، مجتهد؛ مادرش (حئون ) دانشمند؛ جدش (ش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عقوب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)، علاّمه ؛ عمّش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(حس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)، عالم و فاضل ؛ زمان ولادتش 18 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حجّه</w:t>
      </w:r>
      <w:r w:rsidRPr="00292155">
        <w:rPr>
          <w:rtl/>
          <w:lang w:bidi="fa-IR"/>
        </w:rPr>
        <w:t xml:space="preserve"> 1214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شهر دزفول ، در سن پنج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قرآن را کاملاً آموخته ، سپس علوم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را با سر</w:t>
      </w:r>
      <w:r w:rsidRPr="00292155">
        <w:rPr>
          <w:rFonts w:hint="eastAsia"/>
          <w:rtl/>
          <w:lang w:bidi="fa-IR"/>
        </w:rPr>
        <w:t>عت</w:t>
      </w:r>
      <w:r w:rsidRPr="00292155">
        <w:rPr>
          <w:rtl/>
          <w:lang w:bidi="fa-IR"/>
        </w:rPr>
        <w:t xml:space="preserve"> فرا گرفته و در هر کدام استاد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زبر دست و دارا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قوه استنباط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گردد.</w:t>
      </w: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جده</w:t>
      </w:r>
      <w:r w:rsidRPr="00292155">
        <w:rPr>
          <w:rtl/>
          <w:lang w:bidi="fa-IR"/>
        </w:rPr>
        <w:t xml:space="preserve"> سال داشت که همراه پدرش عازم کربلا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از حوزه قدرتمند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برخوردار گردد و از وجود پر بار اسات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مانند (آ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الله وح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بهبهان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و (ش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وسف</w:t>
      </w:r>
      <w:r w:rsidRPr="00292155">
        <w:rPr>
          <w:rtl/>
          <w:lang w:bidi="fa-IR"/>
        </w:rPr>
        <w:t xml:space="preserve"> بحران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وصاحب 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اض</w:t>
      </w:r>
      <w:r w:rsidRPr="00292155">
        <w:rPr>
          <w:rtl/>
          <w:lang w:bidi="fa-IR"/>
        </w:rPr>
        <w:t xml:space="preserve"> وامثال آنان بهره جست . در آن روز زع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حوزه علم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کربلا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بزرگوار (س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محمد مجاهد) </w:t>
      </w:r>
      <w:r w:rsidR="00D1430A" w:rsidRPr="00D1430A">
        <w:rPr>
          <w:rStyle w:val="libAlaemChar"/>
          <w:rtl/>
        </w:rPr>
        <w:t>رضي‌الله‌عنه</w:t>
      </w:r>
      <w:r w:rsidR="00D1430A" w:rsidRPr="005100D5">
        <w:rPr>
          <w:rFonts w:ascii="Traditional Arabic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بود.</w:t>
      </w: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پدرش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همان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شدند. در اول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روز ورودشان با جلسه درس خارج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مصادف شدند. پدر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دعوت</w:t>
      </w:r>
      <w:r w:rsidR="00D1430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در صدر مجلس درس نشست و خود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به اقتضا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سنّ کمش در انتها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مجلس نشست ، پس از خوش آمد گوئ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مشغول درس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درباره</w:t>
      </w:r>
      <w:r w:rsidRPr="00292155">
        <w:rPr>
          <w:rtl/>
          <w:lang w:bidi="fa-IR"/>
        </w:rPr>
        <w:t xml:space="preserve"> حرمت نماز جمعه در زمان غ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بت</w:t>
      </w:r>
      <w:r w:rsidRPr="00292155">
        <w:rPr>
          <w:rtl/>
          <w:lang w:bidi="fa-IR"/>
        </w:rPr>
        <w:t xml:space="preserve"> (امام زمان )</w:t>
      </w:r>
      <w:r w:rsidR="00D1430A" w:rsidRPr="00D1430A">
        <w:rPr>
          <w:rFonts w:ascii="Traditional Arabic" w:eastAsiaTheme="minorHAnsi" w:hAnsi="Traditional Arabic" w:cs="Traditional Arabic"/>
          <w:rtl/>
        </w:rPr>
        <w:t xml:space="preserve"> </w:t>
      </w:r>
      <w:r w:rsidR="00D1430A" w:rsidRPr="00D1430A">
        <w:rPr>
          <w:rStyle w:val="libAlaemChar"/>
          <w:rFonts w:eastAsiaTheme="minorHAnsi"/>
          <w:rtl/>
        </w:rPr>
        <w:t>عليه‌السلام</w:t>
      </w:r>
      <w:r w:rsidRPr="00292155">
        <w:rPr>
          <w:rtl/>
          <w:lang w:bidi="fa-IR"/>
        </w:rPr>
        <w:t xml:space="preserve"> بحث طولان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کردند و در آخر ب</w:t>
      </w:r>
      <w:r w:rsidR="00D1430A">
        <w:rPr>
          <w:rFonts w:hint="cs"/>
          <w:rtl/>
          <w:lang w:bidi="fa-IR"/>
        </w:rPr>
        <w:t xml:space="preserve">ه </w:t>
      </w:r>
      <w:r w:rsidRPr="00292155">
        <w:rPr>
          <w:rtl/>
          <w:lang w:bidi="fa-IR"/>
        </w:rPr>
        <w:t>حرمت نماز جمعه قائل شدند پس از تمام شدن حرفها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با کمال متانت و آرام عرض کرد: حضرت آقا ادلّه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نجا</w:t>
      </w:r>
      <w:r w:rsidRPr="00292155">
        <w:rPr>
          <w:rtl/>
          <w:lang w:bidi="fa-IR"/>
        </w:rPr>
        <w:t xml:space="preserve"> افاده وجوب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نه حرمت ! وفوراً شروع کرد به اقامه دل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و برهان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وجوب نماز جمعه در عصر غ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بت</w:t>
      </w:r>
      <w:r w:rsidRPr="00292155">
        <w:rPr>
          <w:rtl/>
          <w:lang w:bidi="fa-IR"/>
        </w:rPr>
        <w:t xml:space="preserve"> امام زمان </w:t>
      </w:r>
      <w:r w:rsidR="00D1430A" w:rsidRPr="00D1430A">
        <w:rPr>
          <w:rStyle w:val="libAlaemChar"/>
          <w:rFonts w:eastAsiaTheme="minorHAnsi"/>
          <w:rtl/>
        </w:rPr>
        <w:t>عليه‌السلام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جالب</w:t>
      </w:r>
      <w:r w:rsidRPr="00292155">
        <w:rPr>
          <w:rtl/>
          <w:lang w:bidi="fa-IR"/>
        </w:rPr>
        <w:t xml:space="preserve"> آنکه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که قائل به حرمت شده بود تنظر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را پسند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و از راء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برگشت وقائل به وجوب شد. ناگهان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نظر خود را عوض کرد وادلّه محکمتر از اول اقامه کرد دالّ بر حرمت نماز جمعه ، به 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حاضر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همه متح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ماندند و جوّ جلسه عوض شد و همه س</w:t>
      </w:r>
      <w:r w:rsidRPr="00292155">
        <w:rPr>
          <w:rFonts w:hint="eastAsia"/>
          <w:rtl/>
          <w:lang w:bidi="fa-IR"/>
        </w:rPr>
        <w:t>رها</w:t>
      </w:r>
      <w:r w:rsidRPr="00292155">
        <w:rPr>
          <w:rtl/>
          <w:lang w:bidi="fa-IR"/>
        </w:rPr>
        <w:t xml:space="preserve"> را بطرف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کج کردند.</w:t>
      </w:r>
      <w:r w:rsidR="00D1430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س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پس از لحظه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چند به حال طب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برگشت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جوان 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گونه برمبان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فقه واصول مسلّط است 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پدر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فرمود: فرزندم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.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فرمود: چشمت روشن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در چهره تابناک فرزندت تابندگ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عج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نم</w:t>
      </w:r>
      <w:r w:rsidRPr="00292155">
        <w:rPr>
          <w:rtl/>
          <w:lang w:bidi="fa-IR"/>
        </w:rPr>
        <w:t xml:space="preserve"> که در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نده</w:t>
      </w:r>
      <w:r w:rsidRPr="00292155">
        <w:rPr>
          <w:rtl/>
          <w:lang w:bidi="fa-IR"/>
        </w:rPr>
        <w:t xml:space="preserve"> اُفق حوزه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بدان منوّر است ، پدر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در خواست را پذ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رفته</w:t>
      </w:r>
      <w:r w:rsidRPr="00292155">
        <w:rPr>
          <w:rtl/>
          <w:lang w:bidi="fa-IR"/>
        </w:rPr>
        <w:t xml:space="preserve"> خود تنها برگشت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با آن استعداد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داشت شب و روز در خدمت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مجاهد بود و هم در محضر 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العلماء با جد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مشغول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شد.</w:t>
      </w:r>
      <w:r w:rsidRPr="00D1430A">
        <w:rPr>
          <w:rStyle w:val="libFootnotenumChar"/>
          <w:rtl/>
        </w:rPr>
        <w:t>(35)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1430A" w:rsidP="00D1430A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0" w:name="_Toc501022113"/>
      <w:r w:rsidR="00292155" w:rsidRPr="00292155">
        <w:rPr>
          <w:rFonts w:hint="eastAsia"/>
          <w:rtl/>
          <w:lang w:bidi="fa-IR"/>
        </w:rPr>
        <w:lastRenderedPageBreak/>
        <w:t>نوشتن</w:t>
      </w:r>
      <w:r w:rsidR="00292155" w:rsidRPr="00292155">
        <w:rPr>
          <w:rtl/>
          <w:lang w:bidi="fa-IR"/>
        </w:rPr>
        <w:t xml:space="preserve"> تفس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="00292155" w:rsidRPr="00292155">
        <w:rPr>
          <w:rtl/>
          <w:lang w:bidi="fa-IR"/>
        </w:rPr>
        <w:t xml:space="preserve"> قرآن در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دان</w:t>
      </w:r>
      <w:r w:rsidR="00292155" w:rsidRPr="00292155">
        <w:rPr>
          <w:rtl/>
          <w:lang w:bidi="fa-IR"/>
        </w:rPr>
        <w:t xml:space="preserve"> جنگ</w:t>
      </w:r>
      <w:bookmarkEnd w:id="30"/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حضرت</w:t>
      </w:r>
      <w:r w:rsidRPr="00292155">
        <w:rPr>
          <w:rtl/>
          <w:lang w:bidi="fa-IR"/>
        </w:rPr>
        <w:t xml:space="preserve"> (آ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الله</w:t>
      </w:r>
      <w:r w:rsidR="00D1430A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اراک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)؛ در وصف مرحوم (آقا نورالدّ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عراق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)؛ نقل فرموده است :</w:t>
      </w: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اهل</w:t>
      </w:r>
      <w:r w:rsidRPr="00292155">
        <w:rPr>
          <w:rtl/>
          <w:lang w:bidi="fa-IR"/>
        </w:rPr>
        <w:t xml:space="preserve"> کشف و کرامت بود، چون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اهل حق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قت</w:t>
      </w:r>
      <w:r w:rsidRPr="00292155">
        <w:rPr>
          <w:rtl/>
          <w:lang w:bidi="fa-IR"/>
        </w:rPr>
        <w:t xml:space="preserve"> بود. وکف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کرامت او که در جبهه جنگ با آنکه در بالا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سرش آلت نار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که صدا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گوش فلک را کر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آتش از آسمان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و هر آن احتمال داشت تو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نه</w:t>
      </w:r>
      <w:r w:rsidRPr="00292155">
        <w:rPr>
          <w:rtl/>
          <w:lang w:bidi="fa-IR"/>
        </w:rPr>
        <w:t xml:space="preserve"> انسان بنش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ند،</w:t>
      </w:r>
      <w:r w:rsidRPr="00292155">
        <w:rPr>
          <w:rtl/>
          <w:lang w:bidi="fa-IR"/>
        </w:rPr>
        <w:t xml:space="preserve"> قلم کاغذ برداشته و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قرآن نوشت ! هر کس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باشد، در حرف زدن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وم</w:t>
      </w:r>
      <w:r w:rsidRPr="00292155">
        <w:rPr>
          <w:rFonts w:hint="cs"/>
          <w:rtl/>
          <w:lang w:bidi="fa-IR"/>
        </w:rPr>
        <w:t>یّ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اش اشتباه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و از حواس پرت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مبتداء و خبر را درست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</w:t>
      </w:r>
      <w:r w:rsidR="00D1430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تو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جبهه جنگ چطور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حواس انسان جمع باشد، 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شخص با کمال دقت کانّه تو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اطاق خلوت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نشسته و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کس با او کار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ندارد خودش هست و خودش ، بر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دارد و همچو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سد</w:t>
      </w:r>
      <w:r w:rsidRPr="00292155">
        <w:rPr>
          <w:rtl/>
          <w:lang w:bidi="fa-IR"/>
        </w:rPr>
        <w:t xml:space="preserve"> (کف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بذلِکَ کرامتا)...</w:t>
      </w:r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در اراک بود با تمام شهر و مضافاتش اهل سؤ ال و استفتائات از اطراف و اکناف و دهات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آمدند و به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مراجعه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کردند.</w:t>
      </w:r>
      <w:r w:rsidR="00D1430A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آقا نورالدّ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، در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مساءله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محتاج به مراجعه به کتاب نبود.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همه استفتاآت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آوردند،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دفعه نشد که بگو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کتاب را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نم</w:t>
      </w:r>
      <w:r w:rsidRPr="00292155">
        <w:rPr>
          <w:rtl/>
          <w:lang w:bidi="fa-IR"/>
        </w:rPr>
        <w:t xml:space="preserve"> ، قلمدان حاضر بود و فور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جواب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نوشت . حاضر جواب بود. آن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نوشته بب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! در آنجا کتاب لغت ،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و </w:t>
      </w:r>
      <w:r w:rsidRPr="00292155">
        <w:rPr>
          <w:rFonts w:hint="eastAsia"/>
          <w:rtl/>
          <w:lang w:bidi="fa-IR"/>
        </w:rPr>
        <w:t>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نبود، فقط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کتاب معالم در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شش</w:t>
      </w:r>
      <w:r w:rsidRPr="00292155">
        <w:rPr>
          <w:rtl/>
          <w:lang w:bidi="fa-IR"/>
        </w:rPr>
        <w:t xml:space="preserve"> بود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پسرش آقا عطاء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(معالم ) کجا و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کجا؟! بهم مربوط نبود. خودش به عقل و محفوظاتش نوشته است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،</w:t>
      </w:r>
      <w:r w:rsidRPr="00292155">
        <w:rPr>
          <w:rtl/>
          <w:lang w:bidi="fa-IR"/>
        </w:rPr>
        <w:t xml:space="preserve"> چه محفوظات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داشته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را نوشته است !!</w:t>
      </w:r>
      <w:r w:rsidRPr="00D1430A">
        <w:rPr>
          <w:rStyle w:val="libFootnotenumChar"/>
          <w:rtl/>
        </w:rPr>
        <w:t>(36)</w:t>
      </w:r>
    </w:p>
    <w:p w:rsidR="00292155" w:rsidRPr="00292155" w:rsidRDefault="00292155" w:rsidP="00D1430A">
      <w:pPr>
        <w:pStyle w:val="Heading1"/>
        <w:rPr>
          <w:rtl/>
          <w:lang w:bidi="fa-IR"/>
        </w:rPr>
      </w:pPr>
      <w:bookmarkStart w:id="31" w:name="_Toc501022114"/>
      <w:r w:rsidRPr="00292155">
        <w:rPr>
          <w:rFonts w:hint="eastAsia"/>
          <w:rtl/>
          <w:lang w:bidi="fa-IR"/>
        </w:rPr>
        <w:lastRenderedPageBreak/>
        <w:t>کوشش</w:t>
      </w:r>
      <w:r w:rsidRPr="00292155">
        <w:rPr>
          <w:rtl/>
          <w:lang w:bidi="fa-IR"/>
        </w:rPr>
        <w:t xml:space="preserve"> ملا صالح مازندران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</w:t>
      </w:r>
      <w:bookmarkEnd w:id="31"/>
    </w:p>
    <w:p w:rsidR="00292155" w:rsidRPr="00292155" w:rsidRDefault="00292155" w:rsidP="00D1430A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(محدث قم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</w:t>
      </w:r>
      <w:r w:rsidR="00D1430A" w:rsidRPr="00D1430A">
        <w:rPr>
          <w:rStyle w:val="libAlaemChar"/>
          <w:rtl/>
        </w:rPr>
        <w:t>رحمه‌الله</w:t>
      </w:r>
      <w:r w:rsidR="00D1430A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292155">
        <w:rPr>
          <w:rtl/>
          <w:lang w:bidi="fa-IR"/>
        </w:rPr>
        <w:t>نقل کرده از استادش مرحوم (محدث نور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اعل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الله مقامه که گفت : (مولا صالح مازندران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من از جانب خداوند بر طلاب علوم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حجت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باشم به علت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طالب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چون من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نبود. مدت زمان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 من گذشت که وس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له</w:t>
      </w:r>
      <w:r w:rsidRPr="00292155">
        <w:rPr>
          <w:rtl/>
          <w:lang w:bidi="fa-IR"/>
        </w:rPr>
        <w:t xml:space="preserve"> روشنا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جز</w:t>
      </w:r>
      <w:r w:rsidRPr="00292155">
        <w:rPr>
          <w:rtl/>
          <w:lang w:bidi="fa-IR"/>
        </w:rPr>
        <w:t xml:space="preserve"> روشنا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چراغ مستراح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فراهم نبود. و اما از نظر هوش و حافظه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من کم هوش تر نبود به حد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منزل خود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رفتم در مراجعت راه منزلم را فراموش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کردم ون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اسام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فرزندانم را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دانستم در سن 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سالگ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تعل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حروف تهج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شروع کردم در اثر کوشش و جد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و تلاش فراوان خداوند تبارک و تعال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 من منت گذارد و به من آنچه خواستم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ونص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بم</w:t>
      </w:r>
      <w:r w:rsidRPr="00292155">
        <w:rPr>
          <w:rtl/>
          <w:lang w:bidi="fa-IR"/>
        </w:rPr>
        <w:t xml:space="preserve"> کرد.)</w:t>
      </w:r>
      <w:r w:rsidRPr="00D1430A">
        <w:rPr>
          <w:rStyle w:val="libFootnotenumChar"/>
          <w:rtl/>
        </w:rPr>
        <w:t>(37)</w:t>
      </w:r>
    </w:p>
    <w:p w:rsidR="00292155" w:rsidRPr="00292155" w:rsidRDefault="00D1430A" w:rsidP="0012470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2" w:name="_Toc501022115"/>
      <w:r w:rsidR="00292155" w:rsidRPr="00292155">
        <w:rPr>
          <w:rFonts w:hint="eastAsia"/>
          <w:rtl/>
          <w:lang w:bidi="fa-IR"/>
        </w:rPr>
        <w:lastRenderedPageBreak/>
        <w:t>س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هاشم بحران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و تفاءل او به 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وان</w:t>
      </w:r>
      <w:r w:rsidR="00292155" w:rsidRPr="00292155">
        <w:rPr>
          <w:rtl/>
          <w:lang w:bidi="fa-IR"/>
        </w:rPr>
        <w:t xml:space="preserve"> ام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</w:t>
      </w:r>
      <w:r w:rsidRPr="00D1430A">
        <w:rPr>
          <w:rStyle w:val="libAlaemChar"/>
          <w:rFonts w:eastAsiaTheme="minorHAnsi"/>
          <w:rtl/>
        </w:rPr>
        <w:t>عليه‌السلام</w:t>
      </w:r>
      <w:bookmarkEnd w:id="32"/>
    </w:p>
    <w:p w:rsidR="00292155" w:rsidRPr="00292155" w:rsidRDefault="00292155" w:rsidP="00D20A09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آنچه</w:t>
      </w:r>
      <w:r w:rsidRPr="00292155">
        <w:rPr>
          <w:rtl/>
          <w:lang w:bidi="fa-IR"/>
        </w:rPr>
        <w:t xml:space="preserve"> دلالت بر بزرگوار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دارد اشعار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وان</w:t>
      </w:r>
      <w:r w:rsidRPr="00292155">
        <w:rPr>
          <w:rtl/>
          <w:lang w:bidi="fa-IR"/>
        </w:rPr>
        <w:t xml:space="preserve"> حضرت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المؤ من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</w:t>
      </w:r>
      <w:r w:rsidR="00D20A09" w:rsidRPr="00D20A09">
        <w:rPr>
          <w:rStyle w:val="libAlaemChar"/>
          <w:rFonts w:eastAsiaTheme="minorHAnsi"/>
          <w:rtl/>
        </w:rPr>
        <w:t>عليه‌السلام</w:t>
      </w:r>
      <w:r w:rsidRPr="00292155">
        <w:rPr>
          <w:rtl/>
          <w:lang w:bidi="fa-IR"/>
        </w:rPr>
        <w:t xml:space="preserve"> است که در وقت تفاءل گرفتن (ملا محسن 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ض</w:t>
      </w:r>
      <w:r w:rsidRPr="00292155">
        <w:rPr>
          <w:rtl/>
          <w:lang w:bidi="fa-IR"/>
        </w:rPr>
        <w:t xml:space="preserve"> ) کاشان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عزم مهاجرت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آمد، تفص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اجمال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ملا محسن کاشان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تلم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ذ</w:t>
      </w:r>
      <w:r w:rsidRPr="00292155">
        <w:rPr>
          <w:rtl/>
          <w:lang w:bidi="fa-IR"/>
        </w:rPr>
        <w:t xml:space="preserve"> جناب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ماجد مذکور است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موصوف در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tl/>
          <w:lang w:bidi="fa-IR"/>
        </w:rPr>
        <w:t xml:space="preserve"> تشر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آورده است </w:t>
      </w:r>
      <w:r w:rsidRPr="00292155">
        <w:rPr>
          <w:rFonts w:hint="eastAsia"/>
          <w:rtl/>
          <w:lang w:bidi="fa-IR"/>
        </w:rPr>
        <w:t>خواست</w:t>
      </w:r>
      <w:r w:rsidRPr="00292155">
        <w:rPr>
          <w:rtl/>
          <w:lang w:bidi="fa-IR"/>
        </w:rPr>
        <w:t xml:space="preserve">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علوم از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موصوف ،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tl/>
          <w:lang w:bidi="fa-IR"/>
        </w:rPr>
        <w:t xml:space="preserve"> سفر کند والد ملا محسن در رخصت دادن او تاءمل کرد آخر کار بنا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رخصت و عدم آن بر استخاره قرار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و چون قرآن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استخاره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باره گشادند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آمد: </w:t>
      </w:r>
      <w:r w:rsidRPr="00D20A09">
        <w:rPr>
          <w:rStyle w:val="libAlaemChar"/>
          <w:rtl/>
        </w:rPr>
        <w:t>(</w:t>
      </w:r>
      <w:r w:rsidR="00D20A09" w:rsidRPr="00D20A09">
        <w:rPr>
          <w:rStyle w:val="libAieChar"/>
          <w:rFonts w:hint="cs"/>
          <w:rtl/>
        </w:rPr>
        <w:t>وَمَا كَانَ الْمُؤْمِنُونَ لِيَنفِرُوا كَافَّةً</w:t>
      </w:r>
      <w:r w:rsidR="00D20A09" w:rsidRPr="00D20A09">
        <w:rPr>
          <w:rStyle w:val="libAieChar"/>
          <w:rFonts w:ascii="Times New Roman" w:hAnsi="Times New Roman" w:cs="Times New Roman" w:hint="cs"/>
          <w:rtl/>
        </w:rPr>
        <w:t> ۚ</w:t>
      </w:r>
      <w:r w:rsidR="00D20A09" w:rsidRPr="00D20A09">
        <w:rPr>
          <w:rStyle w:val="libAieChar"/>
          <w:rFonts w:ascii="Times New Roman" w:hAnsi="Times New Roman" w:cs="Times New Roman"/>
        </w:rPr>
        <w:t> </w:t>
      </w:r>
      <w:r w:rsidR="00D20A09" w:rsidRPr="00D20A09">
        <w:rPr>
          <w:rStyle w:val="libAieChar"/>
          <w:rFonts w:hint="cs"/>
          <w:rtl/>
        </w:rPr>
        <w:t>فَلَوْلَا نَفَرَ مِن كُلِّ فِرْقَةٍ مِّنْهُمْ طَائِفَةٌ لِّيَتَفَقَّهُوا فِي الدِّينِ وَلِيُنذِرُوا قَوْمَهُمْ إِذَا رَجَعُوا إِلَيْهِمْ لَعَلَّهُمْ يَحْذَرُونَ</w:t>
      </w:r>
      <w:r w:rsidRPr="00D20A09">
        <w:rPr>
          <w:rStyle w:val="libAlaemChar"/>
          <w:rtl/>
        </w:rPr>
        <w:t>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20A09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>(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چرا</w:t>
      </w:r>
      <w:r w:rsidR="00D20A09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سفر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روند از هر فرقه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گروه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علوم فقه در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تفقه کنند وبترسانند قوم خود را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مراجعت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ند،</w:t>
      </w:r>
      <w:r w:rsidRPr="00292155">
        <w:rPr>
          <w:rtl/>
          <w:lang w:bidi="fa-IR"/>
        </w:rPr>
        <w:t xml:space="preserve"> 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قوم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از منه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اله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حذر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.)و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="00D20A09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تر</w:t>
      </w:r>
      <w:r w:rsidRPr="00292155">
        <w:rPr>
          <w:rtl/>
          <w:lang w:bidi="fa-IR"/>
        </w:rPr>
        <w:t xml:space="preserve"> از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مذکوره بر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مطلب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بعد از آن ملا محسن تفاءل </w:t>
      </w:r>
      <w:r w:rsidRPr="00292155">
        <w:rPr>
          <w:rFonts w:hint="eastAsia"/>
          <w:rtl/>
          <w:lang w:bidi="fa-IR"/>
        </w:rPr>
        <w:t>گرفت</w:t>
      </w:r>
      <w:r w:rsidRPr="00292155">
        <w:rPr>
          <w:rtl/>
          <w:lang w:bidi="fa-IR"/>
        </w:rPr>
        <w:t xml:space="preserve"> به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وان</w:t>
      </w:r>
      <w:r w:rsidRPr="00292155">
        <w:rPr>
          <w:rtl/>
          <w:lang w:bidi="fa-IR"/>
        </w:rPr>
        <w:t xml:space="preserve"> اشعار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منسوب به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المؤ من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</w:t>
      </w:r>
      <w:r w:rsidR="00D20A09" w:rsidRPr="00D20A09">
        <w:rPr>
          <w:rStyle w:val="libAlaemChar"/>
          <w:rFonts w:eastAsiaTheme="minorHAnsi"/>
          <w:rtl/>
        </w:rPr>
        <w:t>عليه‌السلام</w:t>
      </w:r>
      <w:r w:rsidRPr="00292155">
        <w:rPr>
          <w:rtl/>
          <w:lang w:bidi="fa-IR"/>
        </w:rPr>
        <w:t xml:space="preserve"> است ، پس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برآمد: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8"/>
        <w:gridCol w:w="268"/>
        <w:gridCol w:w="3296"/>
      </w:tblGrid>
      <w:tr w:rsidR="00D20A09" w:rsidTr="007A1D37">
        <w:trPr>
          <w:trHeight w:val="350"/>
        </w:trPr>
        <w:tc>
          <w:tcPr>
            <w:tcW w:w="3920" w:type="dxa"/>
            <w:shd w:val="clear" w:color="auto" w:fill="auto"/>
          </w:tcPr>
          <w:p w:rsidR="00D20A09" w:rsidRDefault="00D20A09" w:rsidP="007A1D37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تغرب</w:t>
            </w:r>
            <w:r w:rsidRPr="00292155">
              <w:rPr>
                <w:rtl/>
                <w:lang w:bidi="fa-IR"/>
              </w:rPr>
              <w:t xml:space="preserve"> عن الاوطان ف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tl/>
                <w:lang w:bidi="fa-IR"/>
              </w:rPr>
              <w:t xml:space="preserve"> طلب العل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20A09" w:rsidRDefault="00D20A09" w:rsidP="007A1D37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20A09" w:rsidRDefault="00D20A09" w:rsidP="007A1D37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وسافر</w:t>
            </w:r>
            <w:r w:rsidRPr="00292155">
              <w:rPr>
                <w:rtl/>
                <w:lang w:bidi="fa-IR"/>
              </w:rPr>
              <w:t xml:space="preserve"> فف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tl/>
                <w:lang w:bidi="fa-IR"/>
              </w:rPr>
              <w:t xml:space="preserve"> الاسفار خمس فوائد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0A09" w:rsidTr="007A1D37">
        <w:trPr>
          <w:trHeight w:val="350"/>
        </w:trPr>
        <w:tc>
          <w:tcPr>
            <w:tcW w:w="3920" w:type="dxa"/>
          </w:tcPr>
          <w:p w:rsidR="00D20A09" w:rsidRDefault="00D20A09" w:rsidP="007A1D37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تفرج</w:t>
            </w:r>
            <w:r w:rsidRPr="00292155">
              <w:rPr>
                <w:rtl/>
                <w:lang w:bidi="fa-IR"/>
              </w:rPr>
              <w:t xml:space="preserve"> هم واکتساب مع</w:t>
            </w:r>
            <w:r w:rsidRPr="00292155">
              <w:rPr>
                <w:rFonts w:hint="cs"/>
                <w:rtl/>
                <w:lang w:bidi="fa-IR"/>
              </w:rPr>
              <w:t>ی</w:t>
            </w:r>
            <w:r w:rsidRPr="00292155">
              <w:rPr>
                <w:rFonts w:hint="eastAsia"/>
                <w:rtl/>
                <w:lang w:bidi="fa-IR"/>
              </w:rPr>
              <w:t>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0A09" w:rsidRDefault="00D20A09" w:rsidP="007A1D37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0A09" w:rsidRDefault="00D20A09" w:rsidP="007A1D37">
            <w:pPr>
              <w:pStyle w:val="libPoem"/>
            </w:pPr>
            <w:r w:rsidRPr="00292155">
              <w:rPr>
                <w:rFonts w:hint="eastAsia"/>
                <w:rtl/>
                <w:lang w:bidi="fa-IR"/>
              </w:rPr>
              <w:t>وعلم</w:t>
            </w:r>
            <w:r w:rsidRPr="00292155">
              <w:rPr>
                <w:rtl/>
                <w:lang w:bidi="fa-IR"/>
              </w:rPr>
              <w:t xml:space="preserve"> وآداب و صحبه ماجد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: غربت اخت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کن از وطن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طلب مدارج عال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و سفر کن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که در سفرها پنج فا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است : 1 گشا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اندوه . 2 کسب معاش 3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. 4 آداب 5 و صحبت ماجد که صحبت با بزرگان و بزرگواران است . 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هم به مطلوب مناسبت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دارند خصوصاً صحبت ماجد که در </w:t>
      </w:r>
      <w:r w:rsidRPr="00292155">
        <w:rPr>
          <w:rFonts w:hint="eastAsia"/>
          <w:rtl/>
          <w:lang w:bidi="fa-IR"/>
        </w:rPr>
        <w:t>آخر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دوم </w:t>
      </w:r>
      <w:r w:rsidRPr="00292155">
        <w:rPr>
          <w:rtl/>
          <w:lang w:bidi="fa-IR"/>
        </w:rPr>
        <w:lastRenderedPageBreak/>
        <w:t>واقع است پس ملا محسن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tl/>
          <w:lang w:bidi="fa-IR"/>
        </w:rPr>
        <w:t xml:space="preserve"> به خدمت جناب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علوم شرع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از او نمود چنانچه او در اوا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کتاب (واف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گفته است که : من کتب اربعه را از استاد خود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ماجد بن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هاشم صادق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بحران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دارم و آن کس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استناد من در علوم شرع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اوست و او از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(بهاء الد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عامل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روا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داشت </w:t>
      </w:r>
      <w:r w:rsidRPr="00D20A09">
        <w:rPr>
          <w:rStyle w:val="libFootnotenumChar"/>
          <w:rtl/>
        </w:rPr>
        <w:t>.(38)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20A09" w:rsidP="00D20A0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" w:name="_Toc501022116"/>
      <w:r w:rsidR="00292155" w:rsidRPr="00292155">
        <w:rPr>
          <w:rFonts w:hint="eastAsia"/>
          <w:rtl/>
          <w:lang w:bidi="fa-IR"/>
        </w:rPr>
        <w:lastRenderedPageBreak/>
        <w:t>علاقه</w:t>
      </w:r>
      <w:r w:rsidR="00292155" w:rsidRPr="00292155">
        <w:rPr>
          <w:rtl/>
          <w:lang w:bidi="fa-IR"/>
        </w:rPr>
        <w:t xml:space="preserve"> شد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د</w:t>
      </w:r>
      <w:r w:rsidR="00292155" w:rsidRPr="00292155">
        <w:rPr>
          <w:rtl/>
          <w:lang w:bidi="fa-IR"/>
        </w:rPr>
        <w:t xml:space="preserve">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رزا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ش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راز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به علم</w:t>
      </w:r>
      <w:bookmarkEnd w:id="33"/>
    </w:p>
    <w:p w:rsidR="00292155" w:rsidRPr="00292155" w:rsidRDefault="00292155" w:rsidP="00D20A09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اللّه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رض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فرمودند: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حالش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بد بود معلوم نبود در حال اغماست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حادثه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آمده است ؟ از مرحوم آقا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(فرزند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>) پرس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>: از کجا معلوم که او در حال اغما است ؟ 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چاره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و گفت :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مسئله فقه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عنوان کن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اگ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او در حال اغما نباشد جواب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 لذا از هم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پرسند: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خوردن سوخته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نان 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است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نه ؟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جواب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دهد: به نظر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رسد چون از خبائث است خوردنش جا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نباشد.</w:t>
      </w:r>
      <w:r w:rsidRPr="00D20A09">
        <w:rPr>
          <w:rStyle w:val="libFootnotenumChar"/>
          <w:rtl/>
        </w:rPr>
        <w:t>(40)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رزا</w:t>
      </w:r>
      <w:r w:rsidRPr="00292155">
        <w:rPr>
          <w:rtl/>
          <w:lang w:bidi="fa-IR"/>
        </w:rPr>
        <w:t xml:space="preserve"> علاوه بر عنا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کامل به آموزش و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شرفت</w:t>
      </w:r>
      <w:r w:rsidRPr="00292155">
        <w:rPr>
          <w:rtl/>
          <w:lang w:bidi="fa-IR"/>
        </w:rPr>
        <w:t xml:space="preserve"> شاگردانش توجه آنها را به مسائل عرف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جامعه و معاشرت و برخورد 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سته</w:t>
      </w:r>
      <w:r w:rsidRPr="00292155">
        <w:rPr>
          <w:rtl/>
          <w:lang w:bidi="fa-IR"/>
        </w:rPr>
        <w:t xml:space="preserve"> با مردم جلب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خصوص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اجتماع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عرف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لازم 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دانشمند مذهب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کنار تخصصها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خصوص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را در شخص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شاگردا</w:t>
      </w:r>
      <w:r w:rsidRPr="00292155">
        <w:rPr>
          <w:rFonts w:hint="eastAsia"/>
          <w:rtl/>
          <w:lang w:bidi="fa-IR"/>
        </w:rPr>
        <w:t>نش</w:t>
      </w:r>
      <w:r w:rsidRPr="00292155">
        <w:rPr>
          <w:rtl/>
          <w:lang w:bidi="fa-IR"/>
        </w:rPr>
        <w:t xml:space="preserve"> بوجود آورده و پرورش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داد.</w:t>
      </w:r>
      <w:r w:rsidRPr="00D20A09">
        <w:rPr>
          <w:rStyle w:val="libFootnotenumChar"/>
          <w:rtl/>
        </w:rPr>
        <w:t>(41)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D20A09" w:rsidP="00D20A09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" w:name="_Toc501022117"/>
      <w:r w:rsidR="00292155" w:rsidRPr="00292155">
        <w:rPr>
          <w:rFonts w:hint="eastAsia"/>
          <w:rtl/>
          <w:lang w:bidi="fa-IR"/>
        </w:rPr>
        <w:lastRenderedPageBreak/>
        <w:t>داستان</w:t>
      </w:r>
      <w:r w:rsidR="00292155" w:rsidRPr="00292155">
        <w:rPr>
          <w:rtl/>
          <w:lang w:bidi="fa-IR"/>
        </w:rPr>
        <w:t xml:space="preserve"> تحص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ل</w:t>
      </w:r>
      <w:r w:rsidR="00292155" w:rsidRPr="00292155">
        <w:rPr>
          <w:rtl/>
          <w:lang w:bidi="fa-IR"/>
        </w:rPr>
        <w:t xml:space="preserve"> مرحوم حاج آخوند</w:t>
      </w:r>
      <w:bookmarkEnd w:id="34"/>
    </w:p>
    <w:p w:rsidR="00292155" w:rsidRPr="00292155" w:rsidRDefault="00292155" w:rsidP="00D20A09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مرحوم</w:t>
      </w:r>
      <w:r w:rsidRPr="00292155">
        <w:rPr>
          <w:rtl/>
          <w:lang w:bidi="fa-IR"/>
        </w:rPr>
        <w:t xml:space="preserve"> راشد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: ولادت پدرم (مرحوم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عباس معروف به حاج آخوند) در سال 1288 قمر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1251 هجر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شمس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 و چون به سن شش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هفت سال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رسد پدرش او را نخست به مکتب ده و سپس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ادامه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به شهر تربت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فرستد در تربت مقدمات صرف و نحو را به دقت تمام فرا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>. پس از ط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دوره مقدمات و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سطح فقه و اصول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پردازد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زمان که بالغ و رش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گشته بود چون پدرش در کار زراعت احت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اج</w:t>
      </w:r>
      <w:r w:rsidRPr="00292155">
        <w:rPr>
          <w:rtl/>
          <w:lang w:bidi="fa-IR"/>
        </w:rPr>
        <w:t xml:space="preserve"> به کمک داشته و هم دلش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خواسته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زن بگ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="00D20A09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او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خواهد که به ده برگردد و زن بگ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به طور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از گفته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پدرم مستفاد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گشت شوق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علم به حد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غلبه داشته نه مخالف امر پدر و نه مخالفت امر اله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روا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داشته و نه حاضر بوده که ازدواج کند و نه به ده باز گردد و درا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باره با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ترب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مشورت بلکه اجازه ندهد اگر بدون اذن پدر ادامه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بدهد خلاف شرع کرده است 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آن</w:t>
      </w:r>
      <w:r w:rsidRPr="00292155">
        <w:rPr>
          <w:rtl/>
          <w:lang w:bidi="fa-IR"/>
        </w:rPr>
        <w:t xml:space="preserve"> آقا گفته اگر آن جوان شما باش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خلاف شرع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بلکه واجب است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کار را بکند. 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از جهت شرع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مسئله مطمئن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 تصم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ادامه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به مشهد برود و از پدرش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چگونه</w:t>
      </w:r>
      <w:r w:rsidRPr="00292155">
        <w:rPr>
          <w:rtl/>
          <w:lang w:bidi="fa-IR"/>
        </w:rPr>
        <w:t xml:space="preserve"> کمک نخواهد و با آنکه در آن زمان در مشهد علمائ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بودند و مدرسه ها و موق</w:t>
      </w:r>
      <w:r w:rsidRPr="00292155">
        <w:rPr>
          <w:rFonts w:hint="eastAsia"/>
          <w:rtl/>
          <w:lang w:bidi="fa-IR"/>
        </w:rPr>
        <w:t>وفه</w:t>
      </w:r>
      <w:r w:rsidRPr="00292155">
        <w:rPr>
          <w:rtl/>
          <w:lang w:bidi="fa-IR"/>
        </w:rPr>
        <w:t xml:space="preserve"> 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طلاب علوم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بوده و اگر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خواست هر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از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تربت حاضر بوده اند 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به علما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مشهد توص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کنند او ابداً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فکر را نکرده بود که نزد عالم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برود وتوص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بگ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کمک بخواهد بلکه تصم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و به مشهد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او</w:t>
      </w:r>
      <w:r w:rsidRPr="00292155">
        <w:rPr>
          <w:rtl/>
          <w:lang w:bidi="fa-IR"/>
        </w:rPr>
        <w:t xml:space="preserve"> شبها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و روزها به کارگر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 تا آنکه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حرم مشغول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ارت</w:t>
      </w:r>
      <w:r w:rsidRPr="00292155">
        <w:rPr>
          <w:rtl/>
          <w:lang w:bidi="fa-IR"/>
        </w:rPr>
        <w:t xml:space="preserve"> بودم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دست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پشت به شانه ام خورد برگشتم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پدرم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باشد 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بردن من آمده است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دقت کردم چون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رمرد</w:t>
      </w:r>
      <w:r w:rsidRPr="00292155">
        <w:rPr>
          <w:rtl/>
          <w:lang w:bidi="fa-IR"/>
        </w:rPr>
        <w:t xml:space="preserve"> تنها بود و دست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نداشت و فرزند پسر تنها من بودم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بو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باهمه آن شوق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که داشتم همراه پدرم بازگشتم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D20A09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اتفاقاً</w:t>
      </w:r>
      <w:r w:rsidR="00D20A09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هنگام بازگشتن در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راه به همان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عالم که از او استفتاء کرده بودم برخورد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که عازم مشهد بود چون ما 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مطلب را فهم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تاءسف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خورد و به پدرم گفت : 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است که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جوان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او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کپارچه</w:t>
      </w:r>
      <w:r w:rsidRPr="00292155">
        <w:rPr>
          <w:rtl/>
          <w:lang w:bidi="fa-IR"/>
        </w:rPr>
        <w:t xml:space="preserve"> عشق و شوق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است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پدرم به محل خود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 و به کار زراعت مشغول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ودر هنگام فراغت به گفتن مسائل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 موعظه کردن مردم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پردازد. تا آنکه به راهنمائ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آخوند حاج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محمد مزگرد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از هم</w:t>
      </w:r>
      <w:r w:rsidR="00D20A09">
        <w:rPr>
          <w:rFonts w:hint="cs"/>
          <w:rtl/>
          <w:lang w:bidi="fa-IR"/>
        </w:rPr>
        <w:t xml:space="preserve"> </w:t>
      </w:r>
      <w:r w:rsidRPr="00292155">
        <w:rPr>
          <w:rtl/>
          <w:lang w:bidi="fa-IR"/>
        </w:rPr>
        <w:t>دوره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مدرسه اش بوده با مادرم ازدواج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پدرم</w:t>
      </w:r>
      <w:r w:rsidRPr="00292155">
        <w:rPr>
          <w:rtl/>
          <w:lang w:bidi="fa-IR"/>
        </w:rPr>
        <w:t xml:space="preserve"> پس از ازدواج با مادرم وآسوده گردان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</w:t>
      </w:r>
      <w:r w:rsidRPr="00292155">
        <w:rPr>
          <w:rtl/>
          <w:lang w:bidi="fa-IR"/>
        </w:rPr>
        <w:t xml:space="preserve"> خ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ال</w:t>
      </w:r>
      <w:r w:rsidRPr="00292155">
        <w:rPr>
          <w:rtl/>
          <w:lang w:bidi="fa-IR"/>
        </w:rPr>
        <w:t xml:space="preserve"> پدرش در کار زراعت ،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آنکه بتواند به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خود ادامه بدهد تدب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شد</w:t>
      </w:r>
      <w:r w:rsidRPr="00292155">
        <w:rPr>
          <w:rtl/>
          <w:lang w:bidi="fa-IR"/>
        </w:rPr>
        <w:t xml:space="preserve"> که اگر همه مقصود حاصل نشود اقلاً به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آن نائل گردد. او پنج روز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هفته را به کار زراعت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پردازد و هر روز پنج شنبه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رسد صبحگاهان مادرم خم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و چند گرده نان فط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روغن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باروغن کره اعلائ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خودشان ته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کردند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پزد و پدرم آنها را در سفره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بندد و در توبره پشت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اش </w:t>
      </w:r>
      <w:r w:rsidRPr="00292155">
        <w:rPr>
          <w:rtl/>
          <w:lang w:bidi="fa-IR"/>
        </w:rPr>
        <w:lastRenderedPageBreak/>
        <w:t>بدوش کش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و کتابها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را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بغل گرفته اول ظهر نماز ظهر و عصرش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و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اده</w:t>
      </w:r>
      <w:r w:rsidRPr="00292155">
        <w:rPr>
          <w:rtl/>
          <w:lang w:bidi="fa-IR"/>
        </w:rPr>
        <w:t xml:space="preserve"> به راه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افتد به خانه آقا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عالم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متن کتابها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فقه و اصول را در نزد او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رود و فط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روغن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که فرزندان آقا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دوست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داشته اند وا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هفته روز شمار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کرده اند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تا</w:t>
      </w:r>
      <w:r w:rsidRPr="00292155">
        <w:rPr>
          <w:rtl/>
          <w:lang w:bidi="fa-IR"/>
        </w:rPr>
        <w:t xml:space="preserve"> شب جمعه و روز جمعه تاظهر به اندازه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هفته از کتابهائ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مانند معالم و (قوان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) در اصول و (شرح لمعه ) و (شرا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) در فقه درس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رد</w:t>
      </w:r>
      <w:r w:rsidRPr="00292155">
        <w:rPr>
          <w:rtl/>
          <w:lang w:bidi="fa-IR"/>
        </w:rPr>
        <w:t xml:space="preserve"> وظهر جمعه پس از ادا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نماز به سو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ده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 و از فردا به کار زراعت و در ضمن آن به حاضر کردن درسها تا پنجشنبه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eastAsia"/>
          <w:rtl/>
          <w:lang w:bidi="fa-IR"/>
        </w:rPr>
        <w:t>ردازد</w:t>
      </w:r>
      <w:r w:rsidRPr="00292155">
        <w:rPr>
          <w:rtl/>
          <w:lang w:bidi="fa-IR"/>
        </w:rPr>
        <w:t>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مادرم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پدرت مرا با خودش به مزرعه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 و کتاب را به دست من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 که از 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آنچه را که از بر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گوش بکنم و او متن بعض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کتابها را همچنان که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زد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کار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ومن از 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کتاب گوش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دادم گاه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مطلب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چنانکه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(هم مباحثه ) 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تقر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کنند برا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تقد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تا در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خودش بماند. از آن جمله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ونجه</w:t>
      </w:r>
      <w:r w:rsidRPr="00292155">
        <w:rPr>
          <w:rtl/>
          <w:lang w:bidi="fa-IR"/>
        </w:rPr>
        <w:t xml:space="preserve"> </w:t>
      </w:r>
      <w:r w:rsidR="004D62B3">
        <w:rPr>
          <w:rFonts w:hint="cs"/>
          <w:rtl/>
          <w:lang w:bidi="fa-IR"/>
        </w:rPr>
        <w:t>د</w:t>
      </w:r>
      <w:r w:rsidRPr="00292155">
        <w:rPr>
          <w:rtl/>
          <w:lang w:bidi="fa-IR"/>
        </w:rPr>
        <w:t>رو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واشعار (الف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ابن مالک ) را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کبار</w:t>
      </w:r>
      <w:r w:rsidRPr="00292155">
        <w:rPr>
          <w:rtl/>
          <w:lang w:bidi="fa-IR"/>
        </w:rPr>
        <w:t xml:space="preserve"> از اول تا به آخر و بار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از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آخر وارونه تا به اول خواند و من از رو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کتاب گوش دادم و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اشتباه نکرد. چنانکه قبلاً گفته شد تمام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</w:t>
      </w:r>
      <w:r w:rsidRPr="00292155">
        <w:rPr>
          <w:rtl/>
          <w:lang w:bidi="fa-IR"/>
        </w:rPr>
        <w:t xml:space="preserve"> تهجد و نماز شبش و نمازها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خواند و روزه هائ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گرفت ترک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کارها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نحو ادامه داشت تا زمان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مرحوم (حاج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اکبر تربت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که از شاگردان مجتهد حوزه درس (آخوند ملا محمد خراسان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بوده از نجف به بتربت باز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گردد و مرحوم آخوند خراسان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را به عنوان</w:t>
      </w:r>
    </w:p>
    <w:p w:rsidR="00292155" w:rsidRPr="00292155" w:rsidRDefault="004D62B3" w:rsidP="00292155">
      <w:pPr>
        <w:pStyle w:val="libNormal"/>
        <w:rPr>
          <w:rtl/>
          <w:lang w:bidi="fa-IR"/>
        </w:rPr>
      </w:pPr>
      <w:r w:rsidRPr="00292155">
        <w:rPr>
          <w:rtl/>
          <w:lang w:bidi="fa-IR"/>
        </w:rPr>
        <w:t xml:space="preserve"> </w:t>
      </w:r>
      <w:r w:rsidR="00292155" w:rsidRPr="00292155">
        <w:rPr>
          <w:rtl/>
          <w:lang w:bidi="fa-IR"/>
        </w:rPr>
        <w:t>(مجتهد جامع الشرا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ط</w:t>
      </w:r>
      <w:r w:rsidR="00292155" w:rsidRPr="00292155">
        <w:rPr>
          <w:rtl/>
          <w:lang w:bidi="fa-IR"/>
        </w:rPr>
        <w:t>) معرف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کند.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lastRenderedPageBreak/>
        <w:t>مرحوم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اکبر پس از آنکه به احوال پدرم آشنا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عق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مفرط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درباره او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و به او اصرار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که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tl/>
          <w:lang w:bidi="fa-IR"/>
        </w:rPr>
        <w:t xml:space="preserve"> را به شهر تربت منتقل کند. اما پدرم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رعا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حال پدرش عذر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آورد. پس از آنکه پدرش فوت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کند مرحوم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بر اصرار خود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افزا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تا آنکه بالاخره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من به عنوان حاکم شرع حکم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کنم که بر شما واجب است که به تربت منتقل شو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گرنه آدم با شتر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فرستم که اثاث شما را بار کنندو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اورند</w:t>
      </w:r>
      <w:r w:rsidRPr="00292155">
        <w:rPr>
          <w:rtl/>
          <w:lang w:bidi="fa-IR"/>
        </w:rPr>
        <w:t xml:space="preserve"> و مطلب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و آن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نکه</w:t>
      </w:r>
      <w:r w:rsidRPr="00292155">
        <w:rPr>
          <w:rtl/>
          <w:lang w:bidi="fa-IR"/>
        </w:rPr>
        <w:t xml:space="preserve"> ترو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ج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بر شما واجب است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کار در شهر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شتر</w:t>
      </w:r>
      <w:r w:rsidRPr="00292155">
        <w:rPr>
          <w:rtl/>
          <w:lang w:bidi="fa-IR"/>
        </w:rPr>
        <w:t xml:space="preserve"> مؤ ثر است و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حرف در پدرم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مؤ ثر واقع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 و دستور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را قبول کرده به شهر تربت منتقل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شود</w:t>
      </w:r>
      <w:r w:rsidRPr="004D62B3">
        <w:rPr>
          <w:rStyle w:val="libFootnotenumChar"/>
          <w:rtl/>
        </w:rPr>
        <w:t>.(42)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4D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501022118"/>
      <w:r w:rsidR="00292155" w:rsidRPr="00292155">
        <w:rPr>
          <w:rFonts w:hint="eastAsia"/>
          <w:rtl/>
          <w:lang w:bidi="fa-IR"/>
        </w:rPr>
        <w:lastRenderedPageBreak/>
        <w:t>شور</w:t>
      </w:r>
      <w:r w:rsidR="00292155" w:rsidRPr="00292155">
        <w:rPr>
          <w:rtl/>
          <w:lang w:bidi="fa-IR"/>
        </w:rPr>
        <w:t xml:space="preserve"> وشوق دانش</w:t>
      </w:r>
      <w:bookmarkEnd w:id="35"/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عباس</w:t>
      </w:r>
      <w:r w:rsidRPr="00292155">
        <w:rPr>
          <w:rtl/>
          <w:lang w:bidi="fa-IR"/>
        </w:rPr>
        <w:t xml:space="preserve"> اقبال نو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سنده</w:t>
      </w:r>
      <w:r w:rsidRPr="00292155">
        <w:rPr>
          <w:rtl/>
          <w:lang w:bidi="fa-IR"/>
        </w:rPr>
        <w:t xml:space="preserve"> و دانشمند معاصر در کودک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نجار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راه زندگ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کرد، شور و شوق دانش آموختن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کودک باهوش را به مکتب خانه کشان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ساعت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کار کم کرد و به مزد اندک قناعت نمود تا بتواند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شتر</w:t>
      </w:r>
      <w:r w:rsidRPr="00292155">
        <w:rPr>
          <w:rtl/>
          <w:lang w:bidi="fa-IR"/>
        </w:rPr>
        <w:t xml:space="preserve"> به درس بپردازد کم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بعد از مکتب خانه به دب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رستان</w:t>
      </w:r>
      <w:r w:rsidRPr="00292155">
        <w:rPr>
          <w:rtl/>
          <w:lang w:bidi="fa-IR"/>
        </w:rPr>
        <w:t xml:space="preserve"> دار</w:t>
      </w:r>
      <w:r w:rsidRPr="00292155">
        <w:rPr>
          <w:rFonts w:hint="eastAsia"/>
          <w:rtl/>
          <w:lang w:bidi="fa-IR"/>
        </w:rPr>
        <w:t>الفنون</w:t>
      </w:r>
      <w:r w:rsidRPr="00292155">
        <w:rPr>
          <w:rtl/>
          <w:lang w:bidi="fa-IR"/>
        </w:rPr>
        <w:t xml:space="preserve"> و سپس به دانشگاه راه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افت</w:t>
      </w:r>
      <w:r w:rsidRPr="00292155">
        <w:rPr>
          <w:rtl/>
          <w:lang w:bidi="fa-IR"/>
        </w:rPr>
        <w:t xml:space="preserve"> و 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گونه جوان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گمنام و فق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در اندک مدت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استاد دانشگاه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4D62B3">
        <w:rPr>
          <w:rStyle w:val="libFootnotenumChar"/>
          <w:rtl/>
        </w:rPr>
        <w:t>.(43)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4D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501022119"/>
      <w:r w:rsidR="00292155" w:rsidRPr="00292155">
        <w:rPr>
          <w:rFonts w:hint="eastAsia"/>
          <w:rtl/>
          <w:lang w:bidi="fa-IR"/>
        </w:rPr>
        <w:lastRenderedPageBreak/>
        <w:t>طالب</w:t>
      </w:r>
      <w:r w:rsidR="00292155" w:rsidRPr="00292155">
        <w:rPr>
          <w:rtl/>
          <w:lang w:bidi="fa-IR"/>
        </w:rPr>
        <w:t xml:space="preserve"> علم</w:t>
      </w:r>
      <w:bookmarkEnd w:id="36"/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حضرت</w:t>
      </w:r>
      <w:r w:rsidRPr="00292155">
        <w:rPr>
          <w:rtl/>
          <w:lang w:bidi="fa-IR"/>
        </w:rPr>
        <w:t xml:space="preserve"> امام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العابد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</w:t>
      </w:r>
      <w:r w:rsidR="004D62B3" w:rsidRPr="004D62B3">
        <w:rPr>
          <w:rStyle w:val="libAlaemChar"/>
          <w:rFonts w:eastAsiaTheme="minorHAnsi"/>
          <w:rtl/>
        </w:rPr>
        <w:t>عليه‌السلام</w:t>
      </w:r>
      <w:r w:rsidR="004D62B3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هر وقت جوان ها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در طلب علم ودانشند به نزد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آنان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رفت و به آنها مرحبا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وتشو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قشان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 وم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(شما ود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دانش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امروز کوچکان قوم ودر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نده</w:t>
      </w:r>
      <w:r w:rsidRPr="00292155">
        <w:rPr>
          <w:rtl/>
          <w:lang w:bidi="fa-IR"/>
        </w:rPr>
        <w:t xml:space="preserve"> نزد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از بزرگان قوم وگروه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وهرگاه</w:t>
      </w:r>
      <w:r w:rsidRPr="00292155">
        <w:rPr>
          <w:rtl/>
          <w:lang w:bidi="fa-IR"/>
        </w:rPr>
        <w:t xml:space="preserve"> طالب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به نزد او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آمد او را ترح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تکر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کرد وم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 (تو وص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امبر</w:t>
      </w:r>
      <w:r w:rsidRPr="00292155">
        <w:rPr>
          <w:rtl/>
          <w:lang w:bidi="fa-IR"/>
        </w:rPr>
        <w:t xml:space="preserve"> خدا هست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وطالب علم قدم به خشک وتر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زم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گذارد جز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زم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تا هفت طبقه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او تسب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ح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.)</w:t>
      </w:r>
      <w:r w:rsidRPr="004D62B3">
        <w:rPr>
          <w:rStyle w:val="libFootnotenumChar"/>
          <w:rtl/>
        </w:rPr>
        <w:t>(44)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4D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501022120"/>
      <w:r w:rsidR="00292155" w:rsidRPr="00292155">
        <w:rPr>
          <w:rFonts w:hint="eastAsia"/>
          <w:rtl/>
          <w:lang w:bidi="fa-IR"/>
        </w:rPr>
        <w:lastRenderedPageBreak/>
        <w:t>ابن</w:t>
      </w:r>
      <w:r w:rsidR="00292155" w:rsidRPr="00292155">
        <w:rPr>
          <w:rtl/>
          <w:lang w:bidi="fa-IR"/>
        </w:rPr>
        <w:t xml:space="preserve"> انباز</w:t>
      </w:r>
      <w:r w:rsidR="00292155" w:rsidRPr="00292155">
        <w:rPr>
          <w:rFonts w:hint="cs"/>
          <w:rtl/>
          <w:lang w:bidi="fa-IR"/>
        </w:rPr>
        <w:t>ی</w:t>
      </w:r>
      <w:bookmarkEnd w:id="37"/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ابوبکر</w:t>
      </w:r>
      <w:r w:rsidRPr="00292155">
        <w:rPr>
          <w:rtl/>
          <w:lang w:bidi="fa-IR"/>
        </w:rPr>
        <w:t xml:space="preserve"> محمد بن قاسم نحو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(معروف به ابن انباز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صد</w:t>
      </w:r>
      <w:r w:rsidRPr="00292155">
        <w:rPr>
          <w:rtl/>
          <w:lang w:bidi="fa-IR"/>
        </w:rPr>
        <w:t xml:space="preserve"> هزار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شاهد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قرآن در حفظ داشته و به او گفتند مردم در باب حافظه تو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سخن گفتند، بگو چقدر در حفظ 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؟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زده</w:t>
      </w:r>
      <w:r w:rsidRPr="00292155">
        <w:rPr>
          <w:rtl/>
          <w:lang w:bidi="fa-IR"/>
        </w:rPr>
        <w:t xml:space="preserve"> صندوق حفظ دارم . وگفته شده که صدوب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تفس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قرآن را حفظ داشت وبه جهت حفظ قوه حافظه ،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غذاها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لذ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ذه</w:t>
      </w:r>
      <w:r w:rsidRPr="00292155">
        <w:rPr>
          <w:rtl/>
          <w:lang w:bidi="fa-IR"/>
        </w:rPr>
        <w:t xml:space="preserve"> را که ضرر به قوه حافظه داشت ترک کرد، رطب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گرفت وم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گفت : تو 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کن</w:t>
      </w:r>
      <w:r w:rsidRPr="00292155">
        <w:rPr>
          <w:rtl/>
          <w:lang w:bidi="fa-IR"/>
        </w:rPr>
        <w:t xml:space="preserve"> اط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ب</w:t>
      </w:r>
      <w:r w:rsidRPr="00292155">
        <w:rPr>
          <w:rtl/>
          <w:lang w:bidi="fa-IR"/>
        </w:rPr>
        <w:t xml:space="preserve"> از تو حفظ کردن آن 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 که خدا بخش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ده</w:t>
      </w:r>
      <w:r w:rsidRPr="00292155">
        <w:rPr>
          <w:rtl/>
          <w:lang w:bidi="fa-IR"/>
        </w:rPr>
        <w:t xml:space="preserve"> به من از علم .</w:t>
      </w:r>
      <w:r w:rsidR="004D62B3" w:rsidRPr="00292155">
        <w:rPr>
          <w:rFonts w:hint="eastAsia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: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بازار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گذشت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خوشرو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را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طالب او شد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خبر به (راض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باللّه ) خل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فه</w:t>
      </w:r>
      <w:r w:rsidRPr="00292155">
        <w:rPr>
          <w:rtl/>
          <w:lang w:bidi="fa-IR"/>
        </w:rPr>
        <w:t xml:space="preserve"> عباس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امر کرد او را خر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دند</w:t>
      </w:r>
      <w:r w:rsidRPr="00292155">
        <w:rPr>
          <w:rtl/>
          <w:lang w:bidi="fa-IR"/>
        </w:rPr>
        <w:t xml:space="preserve"> وبرا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ابن انبار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بردند ابن انباز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را امر به صبر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استبراء نمود.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: من در طلب حل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مساءله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بودم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وقت ناگهان قلبم متوجه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شد واز فکر در آن</w:t>
      </w:r>
      <w:r w:rsidR="004D62B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مساءله</w:t>
      </w:r>
      <w:r w:rsidRPr="00292155">
        <w:rPr>
          <w:rtl/>
          <w:lang w:bidi="fa-IR"/>
        </w:rPr>
        <w:t xml:space="preserve">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افتادم گفتم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را ببر من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خواهم ونم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ارزد به خاطر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از طلب علم بازمانم . غلام خواست او را ببرد جار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گفت : تو مرد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عالم وعاقل وصاحب مقام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اگر مرا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رون</w:t>
      </w:r>
      <w:r w:rsidRPr="00292155">
        <w:rPr>
          <w:rtl/>
          <w:lang w:bidi="fa-IR"/>
        </w:rPr>
        <w:t xml:space="preserve"> کن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وگناه مرا مع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نکن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مردم گمان بد در حق من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برند، گفتم که : از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 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چ</w:t>
      </w:r>
      <w:r w:rsidRPr="00292155">
        <w:rPr>
          <w:rtl/>
          <w:lang w:bidi="fa-IR"/>
        </w:rPr>
        <w:t xml:space="preserve"> تقص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جز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با وجود تو از علمم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مانم گفت :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سهل است ؛ چون خبر به (راض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)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گفت : سزاوار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که علم در قلب احد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تر باشد از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قلب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مرد است </w:t>
      </w:r>
      <w:r w:rsidRPr="007B4292">
        <w:rPr>
          <w:rStyle w:val="libFootnotenumChar"/>
          <w:rtl/>
        </w:rPr>
        <w:t>.(45)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4D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8" w:name="_Toc501022121"/>
      <w:r w:rsidR="00292155" w:rsidRPr="00292155">
        <w:rPr>
          <w:rFonts w:hint="eastAsia"/>
          <w:rtl/>
          <w:lang w:bidi="fa-IR"/>
        </w:rPr>
        <w:lastRenderedPageBreak/>
        <w:t>اهم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Fonts w:hint="eastAsia"/>
          <w:rtl/>
          <w:lang w:bidi="fa-IR"/>
        </w:rPr>
        <w:t>ت</w:t>
      </w:r>
      <w:r w:rsidR="00292155" w:rsidRPr="00292155">
        <w:rPr>
          <w:rtl/>
          <w:lang w:bidi="fa-IR"/>
        </w:rPr>
        <w:t xml:space="preserve"> به درس</w:t>
      </w:r>
      <w:bookmarkEnd w:id="38"/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آقازاده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الله العظم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حاج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عبداللّه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="004D62B3" w:rsidRPr="004D62B3">
        <w:rPr>
          <w:rStyle w:val="libAlaemChar"/>
          <w:rtl/>
        </w:rPr>
        <w:t>رحمه‌الله</w:t>
      </w:r>
      <w:r w:rsidR="004D62B3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Pr="00292155">
        <w:rPr>
          <w:rtl/>
          <w:lang w:bidi="fa-IR"/>
        </w:rPr>
        <w:t>اظهار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دارد: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از شبها به هنگام بازگشت از نماز مغرب وعشاء ضعف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عارض آقا شده بود و</w:t>
      </w:r>
      <w:r w:rsidR="004D62B3">
        <w:rPr>
          <w:rFonts w:hint="cs"/>
          <w:rtl/>
          <w:lang w:bidi="fa-IR"/>
        </w:rPr>
        <w:t xml:space="preserve"> </w:t>
      </w:r>
      <w:r w:rsidRPr="00292155">
        <w:rPr>
          <w:rtl/>
          <w:lang w:bidi="fa-IR"/>
        </w:rPr>
        <w:t>وضع پاها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به حد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راه رفتن نداشتند واز در اتومب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با کمک چند نفر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را به اتاق </w:t>
      </w:r>
      <w:r w:rsidRPr="00292155">
        <w:rPr>
          <w:rFonts w:hint="eastAsia"/>
          <w:rtl/>
          <w:lang w:bidi="fa-IR"/>
        </w:rPr>
        <w:t>رساند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وضع موجب نگران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افراد داخل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گرد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من که وضع آقا را چن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مطمئن شدم که امشب درس نخواهد بود از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رو گفتم : به آقا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طلاب اعلام نمائ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امشب درس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است ، لحظات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بعد که وارد اتاق آقا شدم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دم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طبق معمول آماده وضو گرفتن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</w:t>
      </w:r>
      <w:r w:rsidRPr="00292155">
        <w:rPr>
          <w:rFonts w:hint="eastAsia"/>
          <w:rtl/>
          <w:lang w:bidi="fa-IR"/>
        </w:rPr>
        <w:t>رس</w:t>
      </w:r>
      <w:r w:rsidRPr="00292155">
        <w:rPr>
          <w:rtl/>
          <w:lang w:bidi="fa-IR"/>
        </w:rPr>
        <w:t xml:space="preserve"> هستند، باتعجب سؤ ال نمودم :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چه وضو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د؟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فرمودند</w:t>
      </w:r>
      <w:r w:rsidRPr="00292155">
        <w:rPr>
          <w:rtl/>
          <w:lang w:bidi="fa-IR"/>
        </w:rPr>
        <w:t>: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درس ، عرض کردم شما با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وضع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درس بگوئ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ما به آقا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اعلام کرد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که امشب درس تعط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است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آقا</w:t>
      </w:r>
      <w:r w:rsidRPr="00292155">
        <w:rPr>
          <w:rtl/>
          <w:lang w:bidi="fa-IR"/>
        </w:rPr>
        <w:t xml:space="preserve"> با کمال تاءثر وتند</w:t>
      </w:r>
      <w:r w:rsidRPr="00292155">
        <w:rPr>
          <w:rFonts w:hint="cs"/>
          <w:rtl/>
          <w:lang w:bidi="fa-IR"/>
        </w:rPr>
        <w:t>ی</w:t>
      </w:r>
      <w:r w:rsidR="004D62B3">
        <w:rPr>
          <w:rFonts w:hint="cs"/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فرمود</w:t>
      </w:r>
      <w:r w:rsidRPr="00292155">
        <w:rPr>
          <w:rtl/>
          <w:lang w:bidi="fa-IR"/>
        </w:rPr>
        <w:t>: شما 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خود کرد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گفت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درس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غلط کرد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د،</w:t>
      </w:r>
      <w:r w:rsidRPr="00292155">
        <w:rPr>
          <w:rtl/>
          <w:lang w:bidi="fa-IR"/>
        </w:rPr>
        <w:t xml:space="preserve"> پا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از کار افتاده فکر من زبان من که از کار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فتاده</w:t>
      </w:r>
      <w:r w:rsidRPr="00292155">
        <w:rPr>
          <w:rtl/>
          <w:lang w:bidi="fa-IR"/>
        </w:rPr>
        <w:t xml:space="preserve"> ، من تا لحظه آخر عمرم درس را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گو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ولو به مقدار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کلمه ،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وظ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فه</w:t>
      </w:r>
      <w:r w:rsidRPr="00292155">
        <w:rPr>
          <w:rtl/>
          <w:lang w:bidi="fa-IR"/>
        </w:rPr>
        <w:t xml:space="preserve"> من است که آنچه را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</w:t>
      </w:r>
      <w:r w:rsidRPr="00292155">
        <w:rPr>
          <w:rtl/>
          <w:lang w:bidi="fa-IR"/>
        </w:rPr>
        <w:t xml:space="preserve"> گرفته ام به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گران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اموزم</w:t>
      </w:r>
      <w:r w:rsidRPr="00292155">
        <w:rPr>
          <w:rtl/>
          <w:lang w:bidi="fa-IR"/>
        </w:rPr>
        <w:t xml:space="preserve"> ولو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فرع فقه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tl/>
          <w:lang w:bidi="fa-IR"/>
        </w:rPr>
        <w:t xml:space="preserve"> مبنا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اص</w:t>
      </w:r>
      <w:r w:rsidRPr="00292155">
        <w:rPr>
          <w:rFonts w:hint="eastAsia"/>
          <w:rtl/>
          <w:lang w:bidi="fa-IR"/>
        </w:rPr>
        <w:t>ول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من با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با درس دادنم با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حال ضعف وب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وکسالت به طلاب عملاً بفهمانم که درس خواندن اهم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بس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ار</w:t>
      </w:r>
      <w:r w:rsidRPr="00292155">
        <w:rPr>
          <w:rtl/>
          <w:lang w:bidi="fa-IR"/>
        </w:rPr>
        <w:t xml:space="preserve"> دارد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وجوان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وضع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وقوت ندارد.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شان</w:t>
      </w:r>
      <w:r w:rsidRPr="00292155">
        <w:rPr>
          <w:rtl/>
          <w:lang w:bidi="fa-IR"/>
        </w:rPr>
        <w:t xml:space="preserve"> مکرر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 (ا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را که طلاب استفاده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 xml:space="preserve"> نان امام زمان </w:t>
      </w:r>
      <w:r w:rsidR="004D62B3" w:rsidRPr="004D62B3">
        <w:rPr>
          <w:rStyle w:val="libAlaemChar"/>
          <w:rFonts w:eastAsiaTheme="minorHAnsi"/>
          <w:rtl/>
        </w:rPr>
        <w:t>عليه‌السلام</w:t>
      </w:r>
      <w:r w:rsidR="004D62B3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است وبرا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 است که طلاب درس بخوانند ودر خواندنشان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اهتمام وجد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داشته باشند وصرف الحضور هم نباشد وحق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قتاً</w:t>
      </w:r>
      <w:r w:rsidRPr="00292155">
        <w:rPr>
          <w:rtl/>
          <w:lang w:bidi="fa-IR"/>
        </w:rPr>
        <w:t xml:space="preserve">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استفاده باشد،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</w:t>
      </w:r>
      <w:r w:rsidRPr="00292155">
        <w:rPr>
          <w:rtl/>
          <w:lang w:bidi="fa-IR"/>
        </w:rPr>
        <w:t xml:space="preserve"> کسان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که در جلسات درس شرکت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کنند و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جد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در تحص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tl/>
          <w:lang w:bidi="fa-IR"/>
        </w:rPr>
        <w:t xml:space="preserve"> ندارند 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درس را حاضر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شوند که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دانند نم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فهمند، کارشان دو اشکال دارد: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استفاده نمودن از سهم امام </w:t>
      </w:r>
      <w:r w:rsidR="004D62B3" w:rsidRPr="004D62B3">
        <w:rPr>
          <w:rStyle w:val="libAlaemChar"/>
          <w:rFonts w:eastAsiaTheme="minorHAnsi"/>
          <w:rtl/>
        </w:rPr>
        <w:t>عليه‌السلام</w:t>
      </w:r>
      <w:r w:rsidR="004D62B3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292155">
        <w:rPr>
          <w:rtl/>
          <w:lang w:bidi="fa-IR"/>
        </w:rPr>
        <w:t>بدون مجوز شرع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گر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تلف کردن وقت خودشان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292155" w:rsidP="00292155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ون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ز</w:t>
      </w:r>
      <w:r w:rsidRPr="00292155">
        <w:rPr>
          <w:rtl/>
          <w:lang w:bidi="fa-IR"/>
        </w:rPr>
        <w:t xml:space="preserve"> 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فرمود: مهمتر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امت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از</w:t>
      </w:r>
      <w:r w:rsidRPr="00292155">
        <w:rPr>
          <w:rtl/>
          <w:lang w:bidi="fa-IR"/>
        </w:rPr>
        <w:t xml:space="preserve"> روحان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قوّت واستحکام ز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ربنا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آنان است وبا قوّت علم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توانسته اند از اسلام ومذهب تش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پاسدار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نما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ند</w:t>
      </w:r>
      <w:r w:rsidRPr="00292155">
        <w:rPr>
          <w:rtl/>
          <w:lang w:bidi="fa-IR"/>
        </w:rPr>
        <w:t>.</w:t>
      </w:r>
      <w:r w:rsidRPr="004D62B3">
        <w:rPr>
          <w:rStyle w:val="libFootnotenumChar"/>
          <w:rtl/>
        </w:rPr>
        <w:t>(46)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29215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92155" w:rsidRPr="00292155">
        <w:rPr>
          <w:rFonts w:hint="eastAsia"/>
          <w:rtl/>
          <w:lang w:bidi="fa-IR"/>
        </w:rPr>
        <w:lastRenderedPageBreak/>
        <w:t>بِسْمِ</w:t>
      </w:r>
      <w:r w:rsidR="00292155" w:rsidRPr="00292155">
        <w:rPr>
          <w:rtl/>
          <w:lang w:bidi="fa-IR"/>
        </w:rPr>
        <w:t xml:space="preserve"> اللّهِ الْرَّحْمنِ الرَّح</w:t>
      </w:r>
      <w:r w:rsidR="00292155" w:rsidRPr="00292155">
        <w:rPr>
          <w:rFonts w:hint="cs"/>
          <w:rtl/>
          <w:lang w:bidi="fa-IR"/>
        </w:rPr>
        <w:t>یْ</w:t>
      </w:r>
      <w:r w:rsidR="00292155" w:rsidRPr="00292155">
        <w:rPr>
          <w:rFonts w:hint="eastAsia"/>
          <w:rtl/>
          <w:lang w:bidi="fa-IR"/>
        </w:rPr>
        <w:t>مِ</w:t>
      </w:r>
    </w:p>
    <w:p w:rsidR="00292155" w:rsidRPr="00292155" w:rsidRDefault="00292155" w:rsidP="004D62B3">
      <w:pPr>
        <w:pStyle w:val="libNormal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اللّهُمَّ</w:t>
      </w:r>
      <w:r w:rsidRPr="00292155">
        <w:rPr>
          <w:rtl/>
          <w:lang w:bidi="fa-IR"/>
        </w:rPr>
        <w:t xml:space="preserve"> کُنْ لِوَلِ</w:t>
      </w:r>
      <w:r w:rsidRPr="00292155">
        <w:rPr>
          <w:rFonts w:hint="cs"/>
          <w:rtl/>
          <w:lang w:bidi="fa-IR"/>
        </w:rPr>
        <w:t>یِّ</w:t>
      </w:r>
      <w:r w:rsidRPr="00292155">
        <w:rPr>
          <w:rFonts w:hint="eastAsia"/>
          <w:rtl/>
          <w:lang w:bidi="fa-IR"/>
        </w:rPr>
        <w:t>کَ</w:t>
      </w:r>
      <w:r w:rsidRPr="00292155">
        <w:rPr>
          <w:rtl/>
          <w:lang w:bidi="fa-IR"/>
        </w:rPr>
        <w:t xml:space="preserve"> الْحُجَّهِ ابْنِ الْحَسَنْ صَلَواتُکَ عَلَ</w:t>
      </w:r>
      <w:r w:rsidRPr="00292155">
        <w:rPr>
          <w:rFonts w:hint="cs"/>
          <w:rtl/>
          <w:lang w:bidi="fa-IR"/>
        </w:rPr>
        <w:t>یْ</w:t>
      </w:r>
      <w:r w:rsidRPr="00292155">
        <w:rPr>
          <w:rFonts w:hint="eastAsia"/>
          <w:rtl/>
          <w:lang w:bidi="fa-IR"/>
        </w:rPr>
        <w:t>هِ</w:t>
      </w:r>
      <w:r w:rsidRPr="00292155">
        <w:rPr>
          <w:rtl/>
          <w:lang w:bidi="fa-IR"/>
        </w:rPr>
        <w:t xml:space="preserve"> وَعَل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آبائِه 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هذِهِ السّاعَهِ وَف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کُلِّ السَّاعَه وَلِ</w:t>
      </w:r>
      <w:r w:rsidRPr="00292155">
        <w:rPr>
          <w:rFonts w:hint="cs"/>
          <w:rtl/>
          <w:lang w:bidi="fa-IR"/>
        </w:rPr>
        <w:t>یَّ</w:t>
      </w:r>
      <w:r w:rsidRPr="00292155">
        <w:rPr>
          <w:rFonts w:hint="eastAsia"/>
          <w:rtl/>
          <w:lang w:bidi="fa-IR"/>
        </w:rPr>
        <w:t>اً</w:t>
      </w:r>
      <w:r w:rsidRPr="00292155">
        <w:rPr>
          <w:rtl/>
          <w:lang w:bidi="fa-IR"/>
        </w:rPr>
        <w:t xml:space="preserve"> وَحافِظاً وقاعِداً وَناصِراً وَدَل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لاً</w:t>
      </w:r>
      <w:r w:rsidRPr="00292155">
        <w:rPr>
          <w:rtl/>
          <w:lang w:bidi="fa-IR"/>
        </w:rPr>
        <w:t xml:space="preserve"> وَعَ</w:t>
      </w:r>
      <w:r w:rsidRPr="00292155">
        <w:rPr>
          <w:rFonts w:hint="cs"/>
          <w:rtl/>
          <w:lang w:bidi="fa-IR"/>
        </w:rPr>
        <w:t>یْ</w:t>
      </w:r>
      <w:r w:rsidRPr="00292155">
        <w:rPr>
          <w:rFonts w:hint="eastAsia"/>
          <w:rtl/>
          <w:lang w:bidi="fa-IR"/>
        </w:rPr>
        <w:t>ناً</w:t>
      </w:r>
      <w:r w:rsidRPr="00292155">
        <w:rPr>
          <w:rtl/>
          <w:lang w:bidi="fa-IR"/>
        </w:rPr>
        <w:t xml:space="preserve"> حَت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تُسْکِنَهُ ارْضَکَ طَوْعاً.</w:t>
      </w:r>
      <w:r w:rsidR="004D62B3" w:rsidRPr="00292155">
        <w:rPr>
          <w:rtl/>
          <w:lang w:bidi="fa-IR"/>
        </w:rPr>
        <w:t xml:space="preserve"> </w:t>
      </w:r>
      <w:r w:rsidRPr="00292155">
        <w:rPr>
          <w:rFonts w:hint="eastAsia"/>
          <w:rtl/>
          <w:lang w:bidi="fa-IR"/>
        </w:rPr>
        <w:t>وتُمَتِعَهُ</w:t>
      </w:r>
      <w:r w:rsidRPr="00292155">
        <w:rPr>
          <w:rtl/>
          <w:lang w:bidi="fa-IR"/>
        </w:rPr>
        <w:t xml:space="preserve"> 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ها</w:t>
      </w:r>
      <w:r w:rsidRPr="00292155">
        <w:rPr>
          <w:rtl/>
          <w:lang w:bidi="fa-IR"/>
        </w:rPr>
        <w:t xml:space="preserve"> طَو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لا</w:t>
      </w:r>
      <w:r w:rsidRPr="00292155">
        <w:rPr>
          <w:rtl/>
          <w:lang w:bidi="fa-IR"/>
        </w:rPr>
        <w:t>.</w:t>
      </w:r>
      <w:r w:rsidRPr="00292155">
        <w:rPr>
          <w:rFonts w:hint="eastAsia"/>
          <w:rtl/>
          <w:lang w:bidi="fa-IR"/>
        </w:rPr>
        <w:t>بِرَحْمَتِکَ</w:t>
      </w:r>
      <w:r w:rsidRPr="00292155">
        <w:rPr>
          <w:rtl/>
          <w:lang w:bidi="fa-IR"/>
        </w:rPr>
        <w:t xml:space="preserve">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</w:t>
      </w:r>
      <w:r w:rsidRPr="00292155">
        <w:rPr>
          <w:rtl/>
          <w:lang w:bidi="fa-IR"/>
        </w:rPr>
        <w:t xml:space="preserve"> اَرْحَمَ الرّاحم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292155">
      <w:pPr>
        <w:pStyle w:val="libNormal"/>
        <w:rPr>
          <w:rtl/>
          <w:lang w:bidi="fa-IR"/>
        </w:rPr>
      </w:pPr>
    </w:p>
    <w:p w:rsidR="00292155" w:rsidRPr="00292155" w:rsidRDefault="004D62B3" w:rsidP="004D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501022122"/>
      <w:r w:rsidR="00292155" w:rsidRPr="00292155">
        <w:rPr>
          <w:rFonts w:hint="eastAsia"/>
          <w:rtl/>
          <w:lang w:bidi="fa-IR"/>
        </w:rPr>
        <w:lastRenderedPageBreak/>
        <w:t>پ</w:t>
      </w:r>
      <w:r w:rsidR="00292155" w:rsidRPr="00292155">
        <w:rPr>
          <w:rFonts w:hint="cs"/>
          <w:rtl/>
          <w:lang w:bidi="fa-IR"/>
        </w:rPr>
        <w:t>ی</w:t>
      </w:r>
      <w:r w:rsidR="00292155" w:rsidRPr="00292155">
        <w:rPr>
          <w:rtl/>
          <w:lang w:bidi="fa-IR"/>
        </w:rPr>
        <w:t xml:space="preserve"> نوشتها</w:t>
      </w:r>
      <w:bookmarkEnd w:id="39"/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1. مردان علم در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عمل ص 80، ج 6.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2. شخص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وزندگان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خواجه نص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tl/>
          <w:lang w:bidi="fa-IR"/>
        </w:rPr>
        <w:t xml:space="preserve"> الد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نوشته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کاظم روان بخش . ص 14.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3. زندگان</w:t>
      </w:r>
      <w:r w:rsidRPr="00292155">
        <w:rPr>
          <w:rFonts w:hint="cs"/>
          <w:rtl/>
          <w:lang w:bidi="fa-IR"/>
        </w:rPr>
        <w:t>ی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4. حکا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تها</w:t>
      </w:r>
      <w:r w:rsidRPr="00292155">
        <w:rPr>
          <w:rtl/>
          <w:lang w:bidi="fa-IR"/>
        </w:rPr>
        <w:t xml:space="preserve"> و هدا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تها</w:t>
      </w:r>
      <w:r w:rsidRPr="00292155">
        <w:rPr>
          <w:rtl/>
          <w:lang w:bidi="fa-IR"/>
        </w:rPr>
        <w:t xml:space="preserve"> گردآور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صاحب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5. فقها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نامدار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نوشته عق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بخشا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ش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 ص 219.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6. قصص العلماء. ص 266.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7. قصص العلماء. ص 266.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8. اع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الش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، ج 9، ص 257.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9. س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عبدالرح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که از مر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بود و منصب ، مستوف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الممالک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داشت وقت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شهادت شه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را شن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قلمدانش را برد در نزد سلطان به زم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انداخت و گفت مرا از خدمت معاف دار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>. سلطان گفت چرا؟ عرض کرد شما ماءمور فرستاد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که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را زنده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اورند</w:t>
      </w:r>
      <w:r w:rsidRPr="00292155">
        <w:rPr>
          <w:rtl/>
          <w:lang w:bidi="fa-IR"/>
        </w:rPr>
        <w:t xml:space="preserve"> و با او درباره مذهب مباح</w:t>
      </w:r>
      <w:r w:rsidRPr="00292155">
        <w:rPr>
          <w:rFonts w:hint="eastAsia"/>
          <w:rtl/>
          <w:lang w:bidi="fa-IR"/>
        </w:rPr>
        <w:t>ثه</w:t>
      </w:r>
      <w:r w:rsidRPr="00292155">
        <w:rPr>
          <w:rtl/>
          <w:lang w:bidi="fa-IR"/>
        </w:rPr>
        <w:t xml:space="preserve"> کنند ماءمور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تو رفته سر او را آورده اند شا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</w:t>
      </w:r>
      <w:r w:rsidRPr="00292155">
        <w:rPr>
          <w:rtl/>
          <w:lang w:bidi="fa-IR"/>
        </w:rPr>
        <w:t xml:space="preserve"> 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هم بدنبال من فرستاد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ماءمور سر مرا برا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تو آورد پس در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دولت خدمت صلاح 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</w:t>
      </w:r>
      <w:r w:rsidRPr="00292155">
        <w:rPr>
          <w:rtl/>
          <w:lang w:bidi="fa-IR"/>
        </w:rPr>
        <w:t xml:space="preserve"> شاه را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حرف خوش آمد دستور داد ماءمورها را که هفت نفر بودند کشتند. قصص العلماء ص 262.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10. روضات الجنات ، جلد سوّم ، ص 357).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11. مردان علم در 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دان</w:t>
      </w:r>
      <w:r w:rsidRPr="00292155">
        <w:rPr>
          <w:rtl/>
          <w:lang w:bidi="fa-IR"/>
        </w:rPr>
        <w:t xml:space="preserve"> عمل ج 2 / 243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12.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دار</w:t>
      </w:r>
      <w:r w:rsidRPr="00292155">
        <w:rPr>
          <w:rtl/>
          <w:lang w:bidi="fa-IR"/>
        </w:rPr>
        <w:t xml:space="preserve"> گران اقال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tl/>
          <w:lang w:bidi="fa-IR"/>
        </w:rPr>
        <w:t xml:space="preserve"> قبله ص 204.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13.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روابط اجتماع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و عراق ص 321.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14. مجله نور علم ، دوره چهارم ، شماره پنجم 41، ص 63 64.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15. 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لسوف</w:t>
      </w:r>
      <w:r w:rsidRPr="00292155">
        <w:rPr>
          <w:rtl/>
          <w:lang w:bidi="fa-IR"/>
        </w:rPr>
        <w:t xml:space="preserve"> 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ص 8.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16. داستانها</w:t>
      </w:r>
      <w:r w:rsidRPr="00292155">
        <w:rPr>
          <w:rFonts w:hint="cs"/>
          <w:rtl/>
          <w:lang w:bidi="fa-IR"/>
        </w:rPr>
        <w:t>یی</w:t>
      </w:r>
      <w:r w:rsidRPr="00292155">
        <w:rPr>
          <w:rtl/>
          <w:lang w:bidi="fa-IR"/>
        </w:rPr>
        <w:t xml:space="preserve"> از زندگان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رکب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ر،</w:t>
      </w:r>
      <w:r w:rsidRPr="00292155">
        <w:rPr>
          <w:rtl/>
          <w:lang w:bidi="fa-IR"/>
        </w:rPr>
        <w:t xml:space="preserve"> حک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ص 36.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17. فوائد الرضو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، ص 88.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18. ترجمه نجوم السماء، ص 109.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19. مجله نور علم ، دوره چهارم شماره چهارم 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 xml:space="preserve">20. مجله نور علم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ادنامه</w:t>
      </w:r>
      <w:r w:rsidRPr="00292155">
        <w:rPr>
          <w:rtl/>
          <w:lang w:bidi="fa-IR"/>
        </w:rPr>
        <w:t xml:space="preserve"> ب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ستم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سال درگذشت علامه شعران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شماره 50 51. ص 93.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21 خاتمه کتاب العشرات تاءل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ف</w:t>
      </w:r>
      <w:r w:rsidRPr="00292155">
        <w:rPr>
          <w:rtl/>
          <w:lang w:bidi="fa-IR"/>
        </w:rPr>
        <w:t xml:space="preserve"> حاج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محمد تق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بروجرد</w:t>
      </w:r>
      <w:r w:rsidRPr="00292155">
        <w:rPr>
          <w:rFonts w:hint="cs"/>
          <w:rtl/>
          <w:lang w:bidi="fa-IR"/>
        </w:rPr>
        <w:t>ی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22. مردان علم 4/105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23. مجله حوزه شماره 24 ص 150.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24. بزرگان را مسر نوشته محمد سمام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حائر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 170 171.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25. روزنامه جمهور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اسلام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Fonts w:hint="eastAsia"/>
          <w:rtl/>
          <w:lang w:bidi="fa-IR"/>
        </w:rPr>
        <w:t>به</w:t>
      </w:r>
      <w:r w:rsidRPr="00292155">
        <w:rPr>
          <w:rtl/>
          <w:lang w:bidi="fa-IR"/>
        </w:rPr>
        <w:t xml:space="preserve"> مناسبت اول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سالروز رحلت آن بزرگوار.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26. رمز پ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روز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مردان بزرگ نوشته استاد جعفر سبحان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 21.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27. آدرس فوق ص 19.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28. روحان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بقلم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اسماع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پور ص 49.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29. تار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روابط ا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ران</w:t>
      </w:r>
      <w:r w:rsidRPr="00292155">
        <w:rPr>
          <w:rtl/>
          <w:lang w:bidi="fa-IR"/>
        </w:rPr>
        <w:t xml:space="preserve"> و عراق بنقل روحان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ص 50.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30. روحان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ص 46.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31. سلطنت علم و دولت فقر نوشته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ابوالحسن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(منذر) دفتر اول ص 48 45.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32. سلطنت علم 645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33. وف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ات</w:t>
      </w:r>
      <w:r w:rsidRPr="00292155">
        <w:rPr>
          <w:rtl/>
          <w:lang w:bidi="fa-IR"/>
        </w:rPr>
        <w:t xml:space="preserve"> الاع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ان</w:t>
      </w:r>
      <w:r w:rsidRPr="00292155">
        <w:rPr>
          <w:rtl/>
          <w:lang w:bidi="fa-IR"/>
        </w:rPr>
        <w:t xml:space="preserve"> ج 3 ص 11.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34. حاج ملا هاد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سبزوار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35. زندگان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خ</w:t>
      </w:r>
      <w:r w:rsidRPr="00292155">
        <w:rPr>
          <w:rtl/>
          <w:lang w:bidi="fa-IR"/>
        </w:rPr>
        <w:t xml:space="preserve"> مرتض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انصار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36. (مصاحبه با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الله اراک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در مجلّه (حوزه) شماره 12).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37. فوائد الرضو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. ص 545.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38. نجوم السماء ف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تراجم العلماء، محمد عل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کشم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ص 35.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39. جزوه مصاحبه ، ص 9.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40. مجله نور علم دوره چهارم شماره هفتم و هشتم 44 43.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41. مجله نور علم دوره چهارم شماره هفتم و هشتم 44 43.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42. فض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لتها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فراموش شده ، ص 160 164.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43. از کتاب احل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من العسل .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44 الش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عه</w:t>
      </w:r>
      <w:r w:rsidRPr="00292155">
        <w:rPr>
          <w:rtl/>
          <w:lang w:bidi="fa-IR"/>
        </w:rPr>
        <w:t xml:space="preserve"> والتش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ع</w:t>
      </w:r>
      <w:r w:rsidRPr="00292155">
        <w:rPr>
          <w:rtl/>
          <w:lang w:bidi="fa-IR"/>
        </w:rPr>
        <w:t xml:space="preserve"> ، محمد جواد مغن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، ص 244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>45 مردان علم : ج 2، ص 279</w:t>
      </w:r>
    </w:p>
    <w:p w:rsidR="00292155" w:rsidRPr="00292155" w:rsidRDefault="00292155" w:rsidP="004D62B3">
      <w:pPr>
        <w:pStyle w:val="libFootnote0"/>
        <w:rPr>
          <w:rtl/>
          <w:lang w:bidi="fa-IR"/>
        </w:rPr>
      </w:pPr>
    </w:p>
    <w:p w:rsidR="00292155" w:rsidRPr="00292155" w:rsidRDefault="00292155" w:rsidP="004D62B3">
      <w:pPr>
        <w:pStyle w:val="libFootnote0"/>
        <w:rPr>
          <w:rtl/>
          <w:lang w:bidi="fa-IR"/>
        </w:rPr>
      </w:pPr>
      <w:r w:rsidRPr="00292155">
        <w:rPr>
          <w:rtl/>
          <w:lang w:bidi="fa-IR"/>
        </w:rPr>
        <w:t xml:space="preserve">46 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ادواره</w:t>
      </w:r>
      <w:r w:rsidRPr="00292155">
        <w:rPr>
          <w:rtl/>
          <w:lang w:bidi="fa-IR"/>
        </w:rPr>
        <w:t xml:space="preserve"> آ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ت</w:t>
      </w:r>
      <w:r w:rsidRPr="00292155">
        <w:rPr>
          <w:rtl/>
          <w:lang w:bidi="fa-IR"/>
        </w:rPr>
        <w:t xml:space="preserve"> الله العظم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ش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راز</w:t>
      </w:r>
      <w:r w:rsidRPr="00292155">
        <w:rPr>
          <w:rFonts w:hint="cs"/>
          <w:rtl/>
          <w:lang w:bidi="fa-IR"/>
        </w:rPr>
        <w:t>ی</w:t>
      </w:r>
      <w:r w:rsidRPr="00292155">
        <w:rPr>
          <w:rtl/>
          <w:lang w:bidi="fa-IR"/>
        </w:rPr>
        <w:t xml:space="preserve"> ، ته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شده دفتر علم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ه</w:t>
      </w:r>
      <w:r w:rsidRPr="00292155">
        <w:rPr>
          <w:rtl/>
          <w:lang w:bidi="fa-IR"/>
        </w:rPr>
        <w:t xml:space="preserve"> امام ام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رالمؤ</w:t>
      </w:r>
      <w:r w:rsidRPr="00292155">
        <w:rPr>
          <w:rtl/>
          <w:lang w:bidi="fa-IR"/>
        </w:rPr>
        <w:t xml:space="preserve"> من</w:t>
      </w:r>
      <w:r w:rsidRPr="00292155">
        <w:rPr>
          <w:rFonts w:hint="cs"/>
          <w:rtl/>
          <w:lang w:bidi="fa-IR"/>
        </w:rPr>
        <w:t>ی</w:t>
      </w:r>
      <w:r w:rsidRPr="00292155">
        <w:rPr>
          <w:rFonts w:hint="eastAsia"/>
          <w:rtl/>
          <w:lang w:bidi="fa-IR"/>
        </w:rPr>
        <w:t>ن</w:t>
      </w:r>
      <w:r w:rsidRPr="00292155">
        <w:rPr>
          <w:rtl/>
          <w:lang w:bidi="fa-IR"/>
        </w:rPr>
        <w:t xml:space="preserve"> ص 277. مردان علم ج 3 ص 106.</w:t>
      </w:r>
    </w:p>
    <w:p w:rsidR="004D62B3" w:rsidRDefault="002E16B4" w:rsidP="00292155">
      <w:pPr>
        <w:pStyle w:val="libNormal"/>
        <w:rPr>
          <w:lang w:bidi="fa-IR"/>
        </w:rPr>
      </w:pPr>
      <w:r>
        <w:rPr>
          <w:lang w:bidi="fa-IR"/>
        </w:rPr>
        <w:t>.</w:t>
      </w:r>
    </w:p>
    <w:p w:rsidR="00292155" w:rsidRDefault="004D62B3" w:rsidP="004D62B3">
      <w:pPr>
        <w:pStyle w:val="Heading1Center"/>
        <w:rPr>
          <w:rFonts w:hint="cs"/>
          <w:rtl/>
          <w:lang w:bidi="fa-IR"/>
        </w:rPr>
      </w:pPr>
      <w:r>
        <w:rPr>
          <w:lang w:bidi="fa-IR"/>
        </w:rPr>
        <w:br w:type="page"/>
      </w:r>
      <w:bookmarkStart w:id="40" w:name="_Toc501022123"/>
      <w:r>
        <w:rPr>
          <w:rFonts w:hint="cs"/>
          <w:rtl/>
          <w:lang w:bidi="fa-IR"/>
        </w:rPr>
        <w:lastRenderedPageBreak/>
        <w:t>فهرست مطالب</w:t>
      </w:r>
      <w:bookmarkEnd w:id="40"/>
    </w:p>
    <w:sdt>
      <w:sdtPr>
        <w:id w:val="27226101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030294" w:rsidRDefault="00030294" w:rsidP="00030294">
          <w:pPr>
            <w:pStyle w:val="TOCHeading"/>
          </w:pPr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022083" w:history="1">
            <w:r w:rsidRPr="00AF0C48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4" w:history="1">
            <w:r w:rsidRPr="00AF0C48">
              <w:rPr>
                <w:rStyle w:val="Hyperlink"/>
                <w:noProof/>
                <w:rtl/>
                <w:lang w:bidi="fa-IR"/>
              </w:rPr>
              <w:t>شدّت علاقه به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5" w:history="1">
            <w:r w:rsidRPr="00AF0C48">
              <w:rPr>
                <w:rStyle w:val="Hyperlink"/>
                <w:noProof/>
                <w:rtl/>
                <w:lang w:bidi="fa-IR"/>
              </w:rPr>
              <w:t>دنبال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6" w:history="1">
            <w:r w:rsidRPr="00AF0C48">
              <w:rPr>
                <w:rStyle w:val="Hyperlink"/>
                <w:noProof/>
                <w:rtl/>
                <w:lang w:bidi="fa-IR"/>
              </w:rPr>
              <w:t>ا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چن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فته علم بودند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7" w:history="1">
            <w:r w:rsidRPr="00AF0C48">
              <w:rPr>
                <w:rStyle w:val="Hyperlink"/>
                <w:noProof/>
                <w:rtl/>
                <w:lang w:bidi="fa-IR"/>
              </w:rPr>
              <w:t>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سال سفر در جستجو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8" w:history="1">
            <w:r w:rsidRPr="00AF0C48">
              <w:rPr>
                <w:rStyle w:val="Hyperlink"/>
                <w:noProof/>
                <w:rtl/>
                <w:lang w:bidi="fa-IR"/>
              </w:rPr>
              <w:t>آقا جمال خوانسار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وتحص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89" w:history="1">
            <w:r w:rsidRPr="00AF0C48">
              <w:rPr>
                <w:rStyle w:val="Hyperlink"/>
                <w:noProof/>
                <w:rtl/>
                <w:lang w:bidi="fa-IR"/>
              </w:rPr>
              <w:t>شه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0" w:history="1">
            <w:r w:rsidRPr="00AF0C48">
              <w:rPr>
                <w:rStyle w:val="Hyperlink"/>
                <w:noProof/>
                <w:rtl/>
                <w:lang w:bidi="fa-IR"/>
              </w:rPr>
              <w:t>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خ محمد حس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بن 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خ هاشم العامل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1" w:history="1">
            <w:r w:rsidRPr="00AF0C48">
              <w:rPr>
                <w:rStyle w:val="Hyperlink"/>
                <w:noProof/>
                <w:rtl/>
                <w:lang w:bidi="fa-IR"/>
              </w:rPr>
              <w:t>شه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ثان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، ز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الد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ابن اسماع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جزائر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2" w:history="1">
            <w:r w:rsidRPr="00AF0C48">
              <w:rPr>
                <w:rStyle w:val="Hyperlink"/>
                <w:noProof/>
                <w:rtl/>
                <w:lang w:bidi="fa-IR"/>
              </w:rPr>
              <w:t>خواجه عبداللّه انصار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3" w:history="1">
            <w:r w:rsidRPr="00AF0C48">
              <w:rPr>
                <w:rStyle w:val="Hyperlink"/>
                <w:noProof/>
                <w:rtl/>
                <w:lang w:bidi="fa-IR"/>
              </w:rPr>
              <w:t>محمد جواد بلاغ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4" w:history="1">
            <w:r w:rsidRPr="00AF0C48">
              <w:rPr>
                <w:rStyle w:val="Hyperlink"/>
                <w:noProof/>
                <w:rtl/>
                <w:lang w:bidi="fa-IR"/>
              </w:rPr>
              <w:t>زکر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ا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راز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در راه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5" w:history="1">
            <w:r w:rsidRPr="00AF0C48">
              <w:rPr>
                <w:rStyle w:val="Hyperlink"/>
                <w:noProof/>
                <w:rtl/>
                <w:lang w:bidi="fa-IR"/>
              </w:rPr>
              <w:t>کوشش ام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 کب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 در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6" w:history="1">
            <w:r w:rsidRPr="00AF0C48">
              <w:rPr>
                <w:rStyle w:val="Hyperlink"/>
                <w:noProof/>
                <w:rtl/>
                <w:lang w:bidi="fa-IR"/>
              </w:rPr>
              <w:t>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رزا جهانگ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 خان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7" w:history="1">
            <w:r w:rsidRPr="00AF0C48">
              <w:rPr>
                <w:rStyle w:val="Hyperlink"/>
                <w:noProof/>
                <w:rtl/>
                <w:lang w:bidi="fa-IR"/>
              </w:rPr>
              <w:t>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خ سلمان بن صالح در ضمن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تجارت 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کرد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8" w:history="1">
            <w:r w:rsidRPr="00AF0C48">
              <w:rPr>
                <w:rStyle w:val="Hyperlink"/>
                <w:noProof/>
                <w:rtl/>
                <w:lang w:bidi="fa-IR"/>
              </w:rPr>
              <w:t>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خ محمد حس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 اصفهان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099" w:history="1">
            <w:r w:rsidRPr="00AF0C48">
              <w:rPr>
                <w:rStyle w:val="Hyperlink"/>
                <w:noProof/>
                <w:rtl/>
                <w:lang w:bidi="fa-IR"/>
              </w:rPr>
              <w:t>محمد تق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بروجرد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0" w:history="1">
            <w:r w:rsidRPr="00AF0C48">
              <w:rPr>
                <w:rStyle w:val="Hyperlink"/>
                <w:noProof/>
                <w:rtl/>
                <w:lang w:bidi="fa-IR"/>
              </w:rPr>
              <w:t>با بستر ب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مار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به درس مرحوم حائر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1" w:history="1">
            <w:r w:rsidRPr="00AF0C48">
              <w:rPr>
                <w:rStyle w:val="Hyperlink"/>
                <w:noProof/>
                <w:rtl/>
                <w:lang w:bidi="fa-IR"/>
              </w:rPr>
              <w:t>کوشش استاد 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جعفر شه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در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2" w:history="1">
            <w:r w:rsidRPr="00AF0C48">
              <w:rPr>
                <w:rStyle w:val="Hyperlink"/>
                <w:noProof/>
                <w:rtl/>
                <w:lang w:bidi="fa-IR"/>
              </w:rPr>
              <w:t>روح اللّه واقعاً روح اللّه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3" w:history="1">
            <w:r w:rsidRPr="00AF0C48">
              <w:rPr>
                <w:rStyle w:val="Hyperlink"/>
                <w:noProof/>
                <w:rtl/>
                <w:lang w:bidi="fa-IR"/>
              </w:rPr>
              <w:t>آ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ت اللّه گلپا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گان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از مکتب تا مرجع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4" w:history="1">
            <w:r w:rsidRPr="00AF0C48">
              <w:rPr>
                <w:rStyle w:val="Hyperlink"/>
                <w:noProof/>
                <w:rtl/>
                <w:lang w:bidi="fa-IR"/>
              </w:rPr>
              <w:t>آ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ت اللّه بروجرد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غرق در مطالعه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5" w:history="1">
            <w:r w:rsidRPr="00AF0C48">
              <w:rPr>
                <w:rStyle w:val="Hyperlink"/>
                <w:noProof/>
                <w:rtl/>
                <w:lang w:bidi="fa-IR"/>
              </w:rPr>
              <w:t>پدر فخر المحقق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6" w:history="1">
            <w:r w:rsidRPr="00AF0C48">
              <w:rPr>
                <w:rStyle w:val="Hyperlink"/>
                <w:noProof/>
                <w:rtl/>
                <w:lang w:bidi="fa-IR"/>
              </w:rPr>
              <w:t>تاءل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ف کتاب عبقات واجب تر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7" w:history="1">
            <w:r w:rsidRPr="00AF0C48">
              <w:rPr>
                <w:rStyle w:val="Hyperlink"/>
                <w:noProof/>
                <w:rtl/>
                <w:lang w:bidi="fa-IR"/>
              </w:rPr>
              <w:t>تاءل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ف کتاب در کنار نعش جوان 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8" w:history="1">
            <w:r w:rsidRPr="00AF0C48">
              <w:rPr>
                <w:rStyle w:val="Hyperlink"/>
                <w:noProof/>
                <w:rtl/>
                <w:lang w:bidi="fa-IR"/>
              </w:rPr>
              <w:t>حجت الاسلام آخوند ملا قربانعل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زنجان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09" w:history="1">
            <w:r w:rsidRPr="00AF0C48">
              <w:rPr>
                <w:rStyle w:val="Hyperlink"/>
                <w:noProof/>
                <w:rtl/>
                <w:lang w:bidi="fa-IR"/>
              </w:rPr>
              <w:t>آ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ت اللّه حاج 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خ 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ح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طارم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0" w:history="1">
            <w:r w:rsidRPr="00AF0C48">
              <w:rPr>
                <w:rStyle w:val="Hyperlink"/>
                <w:noProof/>
                <w:rtl/>
                <w:lang w:bidi="fa-IR"/>
              </w:rPr>
              <w:t>عالم با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اد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بانه سخن گو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1" w:history="1">
            <w:r w:rsidRPr="00AF0C48">
              <w:rPr>
                <w:rStyle w:val="Hyperlink"/>
                <w:noProof/>
                <w:rtl/>
                <w:lang w:bidi="fa-IR"/>
              </w:rPr>
              <w:t>حاج ملا هاد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سبزوار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2" w:history="1">
            <w:r w:rsidRPr="00AF0C48">
              <w:rPr>
                <w:rStyle w:val="Hyperlink"/>
                <w:noProof/>
                <w:rtl/>
                <w:lang w:bidi="fa-IR"/>
              </w:rPr>
              <w:t>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خ اعظم انصار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، در جستجو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3" w:history="1">
            <w:r w:rsidRPr="00AF0C48">
              <w:rPr>
                <w:rStyle w:val="Hyperlink"/>
                <w:noProof/>
                <w:rtl/>
                <w:lang w:bidi="fa-IR"/>
              </w:rPr>
              <w:t>نوشتن تفس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 قرآن در 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دان جنگ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4" w:history="1">
            <w:r w:rsidRPr="00AF0C48">
              <w:rPr>
                <w:rStyle w:val="Hyperlink"/>
                <w:noProof/>
                <w:rtl/>
                <w:lang w:bidi="fa-IR"/>
              </w:rPr>
              <w:t>کوشش ملا صالح مازندران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در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5" w:history="1">
            <w:r w:rsidRPr="00AF0C48">
              <w:rPr>
                <w:rStyle w:val="Hyperlink"/>
                <w:noProof/>
                <w:rtl/>
                <w:lang w:bidi="fa-IR"/>
              </w:rPr>
              <w:t>س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هاشم بحران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و تفاءل او به 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وان ام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</w:t>
            </w:r>
            <w:r w:rsidRPr="00AF0C48">
              <w:rPr>
                <w:rStyle w:val="Hyperlink"/>
                <w:rFonts w:eastAsiaTheme="minorHAnsi"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6" w:history="1">
            <w:r w:rsidRPr="00AF0C48">
              <w:rPr>
                <w:rStyle w:val="Hyperlink"/>
                <w:noProof/>
                <w:rtl/>
                <w:lang w:bidi="fa-IR"/>
              </w:rPr>
              <w:t>علاقه شد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د 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رزا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راز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به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7" w:history="1">
            <w:r w:rsidRPr="00AF0C48">
              <w:rPr>
                <w:rStyle w:val="Hyperlink"/>
                <w:noProof/>
                <w:rtl/>
                <w:lang w:bidi="fa-IR"/>
              </w:rPr>
              <w:t>داستان تحص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ل مرحوم حاج آخوند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8" w:history="1">
            <w:r w:rsidRPr="00AF0C48">
              <w:rPr>
                <w:rStyle w:val="Hyperlink"/>
                <w:noProof/>
                <w:rtl/>
                <w:lang w:bidi="fa-IR"/>
              </w:rPr>
              <w:t>شور وشوق دانش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19" w:history="1">
            <w:r w:rsidRPr="00AF0C48">
              <w:rPr>
                <w:rStyle w:val="Hyperlink"/>
                <w:noProof/>
                <w:rtl/>
                <w:lang w:bidi="fa-IR"/>
              </w:rPr>
              <w:t>طالب 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20" w:history="1">
            <w:r w:rsidRPr="00AF0C48">
              <w:rPr>
                <w:rStyle w:val="Hyperlink"/>
                <w:noProof/>
                <w:rtl/>
                <w:lang w:bidi="fa-IR"/>
              </w:rPr>
              <w:t>ابن انباز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21" w:history="1">
            <w:r w:rsidRPr="00AF0C48">
              <w:rPr>
                <w:rStyle w:val="Hyperlink"/>
                <w:noProof/>
                <w:rtl/>
                <w:lang w:bidi="fa-IR"/>
              </w:rPr>
              <w:t>اهم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>ت به درس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22" w:history="1">
            <w:r w:rsidRPr="00AF0C48">
              <w:rPr>
                <w:rStyle w:val="Hyperlink"/>
                <w:noProof/>
                <w:rtl/>
                <w:lang w:bidi="fa-IR"/>
              </w:rPr>
              <w:t>پ</w:t>
            </w:r>
            <w:r w:rsidRPr="00AF0C4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0C48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022123" w:history="1">
            <w:r w:rsidRPr="00AF0C48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Toc501022123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30294" w:rsidRDefault="00030294">
          <w:r>
            <w:fldChar w:fldCharType="end"/>
          </w:r>
        </w:p>
      </w:sdtContent>
    </w:sdt>
    <w:p w:rsidR="00124703" w:rsidRPr="002E16B4" w:rsidRDefault="00124703" w:rsidP="00124703">
      <w:pPr>
        <w:pStyle w:val="libNormal"/>
      </w:pPr>
    </w:p>
    <w:sectPr w:rsidR="00124703" w:rsidRPr="002E16B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414" w:rsidRDefault="00852414">
      <w:r>
        <w:separator/>
      </w:r>
    </w:p>
  </w:endnote>
  <w:endnote w:type="continuationSeparator" w:id="0">
    <w:p w:rsidR="00852414" w:rsidRDefault="00852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1D" w:rsidRDefault="0052021D">
    <w:pPr>
      <w:pStyle w:val="Footer"/>
    </w:pPr>
    <w:fldSimple w:instr=" PAGE   \* MERGEFORMAT ">
      <w:r w:rsidR="007B4292">
        <w:rPr>
          <w:noProof/>
          <w:rtl/>
        </w:rPr>
        <w:t>64</w:t>
      </w:r>
    </w:fldSimple>
  </w:p>
  <w:p w:rsidR="0052021D" w:rsidRDefault="005202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1D" w:rsidRDefault="0052021D">
    <w:pPr>
      <w:pStyle w:val="Footer"/>
    </w:pPr>
    <w:fldSimple w:instr=" PAGE   \* MERGEFORMAT ">
      <w:r w:rsidR="007B4292">
        <w:rPr>
          <w:noProof/>
          <w:rtl/>
        </w:rPr>
        <w:t>63</w:t>
      </w:r>
    </w:fldSimple>
  </w:p>
  <w:p w:rsidR="0052021D" w:rsidRDefault="0052021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1D" w:rsidRDefault="0052021D">
    <w:pPr>
      <w:pStyle w:val="Footer"/>
    </w:pPr>
    <w:fldSimple w:instr=" PAGE   \* MERGEFORMAT ">
      <w:r w:rsidR="00723AD4">
        <w:rPr>
          <w:noProof/>
          <w:rtl/>
        </w:rPr>
        <w:t>1</w:t>
      </w:r>
    </w:fldSimple>
  </w:p>
  <w:p w:rsidR="0052021D" w:rsidRDefault="005202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414" w:rsidRDefault="00852414">
      <w:r>
        <w:separator/>
      </w:r>
    </w:p>
  </w:footnote>
  <w:footnote w:type="continuationSeparator" w:id="0">
    <w:p w:rsidR="00852414" w:rsidRDefault="00852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6B4"/>
    <w:rsid w:val="00005A19"/>
    <w:rsid w:val="00010942"/>
    <w:rsid w:val="000217A6"/>
    <w:rsid w:val="00024AA0"/>
    <w:rsid w:val="000267FE"/>
    <w:rsid w:val="00030294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2DE3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703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2071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3C3E"/>
    <w:rsid w:val="002818EF"/>
    <w:rsid w:val="0028271F"/>
    <w:rsid w:val="00292155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6B4"/>
    <w:rsid w:val="002E19EE"/>
    <w:rsid w:val="002E4D3D"/>
    <w:rsid w:val="002E5CA1"/>
    <w:rsid w:val="002E6022"/>
    <w:rsid w:val="002F1EB3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6A6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2B3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21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5F6160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3A2A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AD4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292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2414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1430A"/>
    <w:rsid w:val="00D20A09"/>
    <w:rsid w:val="00D20EAE"/>
    <w:rsid w:val="00D212D5"/>
    <w:rsid w:val="00D24B24"/>
    <w:rsid w:val="00D24EB0"/>
    <w:rsid w:val="00D25987"/>
    <w:rsid w:val="00D33A32"/>
    <w:rsid w:val="00D40BA9"/>
    <w:rsid w:val="00D446BF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872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0A0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sign">
    <w:name w:val="sign"/>
    <w:basedOn w:val="DefaultParagraphFont"/>
    <w:rsid w:val="00D20A09"/>
  </w:style>
  <w:style w:type="paragraph" w:customStyle="1" w:styleId="libnotice0">
    <w:name w:val="libnotice"/>
    <w:basedOn w:val="Normal"/>
    <w:rsid w:val="00723AD4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rab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35146-FAA2-42C2-8E49-7FD6BB24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136</TotalTime>
  <Pages>72</Pages>
  <Words>9173</Words>
  <Characters>52290</Characters>
  <Application>Microsoft Office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1601-01-01T00:00:00Z</cp:lastPrinted>
  <dcterms:created xsi:type="dcterms:W3CDTF">2017-12-14T07:52:00Z</dcterms:created>
  <dcterms:modified xsi:type="dcterms:W3CDTF">2017-12-14T10:11:00Z</dcterms:modified>
</cp:coreProperties>
</file>