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300" w:rsidRPr="00CE69A0" w:rsidRDefault="00910300" w:rsidP="00CE69A0">
      <w:pPr>
        <w:pStyle w:val="libCenterBold1"/>
        <w:rPr>
          <w:rtl/>
        </w:rPr>
      </w:pPr>
      <w:r w:rsidRPr="00CE69A0">
        <w:rPr>
          <w:rtl/>
        </w:rPr>
        <w:t>آثار و بركات صلوات</w:t>
      </w:r>
    </w:p>
    <w:p w:rsidR="00910300" w:rsidRPr="00CE69A0" w:rsidRDefault="00910300" w:rsidP="006F3A4C">
      <w:pPr>
        <w:pStyle w:val="libCenterBold2"/>
        <w:rPr>
          <w:rtl/>
        </w:rPr>
      </w:pPr>
      <w:r w:rsidRPr="00CE69A0">
        <w:rPr>
          <w:rtl/>
        </w:rPr>
        <w:t>نام نويسنده : عباس عزيزى</w:t>
      </w:r>
    </w:p>
    <w:p w:rsidR="006F3A4C" w:rsidRDefault="006F3A4C" w:rsidP="006F3A4C">
      <w:pPr>
        <w:pStyle w:val="libCenterBold2"/>
        <w:rPr>
          <w:rtl/>
        </w:rPr>
      </w:pPr>
      <w:r>
        <w:rPr>
          <w:rtl/>
        </w:rPr>
        <w:t>تذکرا</w:t>
      </w:r>
      <w:r>
        <w:rPr>
          <w:rFonts w:hint="cs"/>
          <w:rtl/>
        </w:rPr>
        <w:t>ی</w:t>
      </w:r>
      <w:r>
        <w:rPr>
          <w:rFonts w:hint="eastAsia"/>
          <w:rtl/>
        </w:rPr>
        <w:t>ن</w:t>
      </w:r>
      <w:r>
        <w:rPr>
          <w:rtl/>
        </w:rPr>
        <w:t xml:space="preserve"> کتاب توسط مؤسسه فرهنگ</w:t>
      </w:r>
      <w:r>
        <w:rPr>
          <w:rFonts w:hint="cs"/>
          <w:rtl/>
        </w:rPr>
        <w:t>ی</w:t>
      </w:r>
      <w:r>
        <w:rPr>
          <w:rtl/>
        </w:rPr>
        <w:t xml:space="preserve"> - اسلام</w:t>
      </w:r>
      <w:r>
        <w:rPr>
          <w:rFonts w:hint="cs"/>
          <w:rtl/>
        </w:rPr>
        <w:t>ی</w:t>
      </w:r>
      <w:r>
        <w:rPr>
          <w:rtl/>
        </w:rPr>
        <w:t xml:space="preserve"> شبکة الامام</w:t>
      </w:r>
      <w:r>
        <w:rPr>
          <w:rFonts w:hint="cs"/>
          <w:rtl/>
        </w:rPr>
        <w:t>ی</w:t>
      </w:r>
      <w:r>
        <w:rPr>
          <w:rFonts w:hint="eastAsia"/>
          <w:rtl/>
        </w:rPr>
        <w:t>ن</w:t>
      </w:r>
      <w:r>
        <w:rPr>
          <w:rtl/>
        </w:rPr>
        <w:t xml:space="preserve"> الحسن</w:t>
      </w:r>
      <w:r>
        <w:rPr>
          <w:rFonts w:hint="cs"/>
          <w:rtl/>
        </w:rPr>
        <w:t>ی</w:t>
      </w:r>
      <w:r>
        <w:rPr>
          <w:rFonts w:hint="eastAsia"/>
          <w:rtl/>
        </w:rPr>
        <w:t>ن</w:t>
      </w:r>
      <w:r>
        <w:rPr>
          <w:rtl/>
        </w:rPr>
        <w:t xml:space="preserve"> </w:t>
      </w:r>
      <w:r w:rsidRPr="006F3A4C">
        <w:rPr>
          <w:rStyle w:val="libAlaemChar"/>
          <w:rtl/>
        </w:rPr>
        <w:t>عليهما‌السلام</w:t>
      </w:r>
      <w:r>
        <w:rPr>
          <w:rtl/>
        </w:rPr>
        <w:t xml:space="preserve"> بصورت الکترون</w:t>
      </w:r>
      <w:r>
        <w:rPr>
          <w:rFonts w:hint="cs"/>
          <w:rtl/>
        </w:rPr>
        <w:t>ی</w:t>
      </w:r>
      <w:r>
        <w:rPr>
          <w:rFonts w:hint="eastAsia"/>
          <w:rtl/>
        </w:rPr>
        <w:t>ک</w:t>
      </w:r>
      <w:r>
        <w:rPr>
          <w:rFonts w:hint="cs"/>
          <w:rtl/>
        </w:rPr>
        <w:t>ی</w:t>
      </w:r>
      <w:r>
        <w:rPr>
          <w:rtl/>
        </w:rPr>
        <w:t xml:space="preserve"> برا</w:t>
      </w:r>
      <w:r>
        <w:rPr>
          <w:rFonts w:hint="cs"/>
          <w:rtl/>
        </w:rPr>
        <w:t>ی</w:t>
      </w:r>
      <w:r>
        <w:rPr>
          <w:rtl/>
        </w:rPr>
        <w:t xml:space="preserve"> مخاطب</w:t>
      </w:r>
      <w:r>
        <w:rPr>
          <w:rFonts w:hint="cs"/>
          <w:rtl/>
        </w:rPr>
        <w:t>ی</w:t>
      </w:r>
      <w:r>
        <w:rPr>
          <w:rFonts w:hint="eastAsia"/>
          <w:rtl/>
        </w:rPr>
        <w:t>ن</w:t>
      </w:r>
      <w:r>
        <w:rPr>
          <w:rtl/>
        </w:rPr>
        <w:t xml:space="preserve"> گرام</w:t>
      </w:r>
      <w:r>
        <w:rPr>
          <w:rFonts w:hint="cs"/>
          <w:rtl/>
        </w:rPr>
        <w:t>ی</w:t>
      </w:r>
      <w:r>
        <w:rPr>
          <w:rtl/>
        </w:rPr>
        <w:t xml:space="preserve"> منتشر شده است.</w:t>
      </w:r>
    </w:p>
    <w:p w:rsidR="006F3A4C" w:rsidRDefault="006F3A4C" w:rsidP="006F3A4C">
      <w:pPr>
        <w:pStyle w:val="libCenterBold2"/>
      </w:pPr>
      <w:r>
        <w:rPr>
          <w:rFonts w:hint="eastAsia"/>
          <w:rtl/>
        </w:rPr>
        <w:t>لازم</w:t>
      </w:r>
      <w:r>
        <w:rPr>
          <w:rtl/>
        </w:rPr>
        <w:t xml:space="preserve"> به ذکر است تصح</w:t>
      </w:r>
      <w:r>
        <w:rPr>
          <w:rFonts w:hint="cs"/>
          <w:rtl/>
        </w:rPr>
        <w:t>ی</w:t>
      </w:r>
      <w:r>
        <w:rPr>
          <w:rFonts w:hint="eastAsia"/>
          <w:rtl/>
        </w:rPr>
        <w:t>ح</w:t>
      </w:r>
      <w:r>
        <w:rPr>
          <w:rtl/>
        </w:rPr>
        <w:t xml:space="preserve"> اشتباهات تا</w:t>
      </w:r>
      <w:r>
        <w:rPr>
          <w:rFonts w:hint="cs"/>
          <w:rtl/>
        </w:rPr>
        <w:t>ی</w:t>
      </w:r>
      <w:r>
        <w:rPr>
          <w:rFonts w:hint="eastAsia"/>
          <w:rtl/>
        </w:rPr>
        <w:t>پ</w:t>
      </w:r>
      <w:r>
        <w:rPr>
          <w:rFonts w:hint="cs"/>
          <w:rtl/>
        </w:rPr>
        <w:t>ی</w:t>
      </w:r>
      <w:r>
        <w:rPr>
          <w:rtl/>
        </w:rPr>
        <w:t xml:space="preserve"> احتمال</w:t>
      </w:r>
      <w:r>
        <w:rPr>
          <w:rFonts w:hint="cs"/>
          <w:rtl/>
        </w:rPr>
        <w:t>ی</w:t>
      </w:r>
      <w:r>
        <w:rPr>
          <w:rFonts w:hint="eastAsia"/>
          <w:rtl/>
        </w:rPr>
        <w:t>،</w:t>
      </w:r>
      <w:r>
        <w:rPr>
          <w:rtl/>
        </w:rPr>
        <w:t xml:space="preserve"> رو</w:t>
      </w:r>
      <w:r>
        <w:rPr>
          <w:rFonts w:hint="cs"/>
          <w:rtl/>
        </w:rPr>
        <w:t>ی</w:t>
      </w:r>
      <w:r>
        <w:rPr>
          <w:rtl/>
        </w:rPr>
        <w:t xml:space="preserve"> ا</w:t>
      </w:r>
      <w:r>
        <w:rPr>
          <w:rFonts w:hint="cs"/>
          <w:rtl/>
        </w:rPr>
        <w:t>ی</w:t>
      </w:r>
      <w:r>
        <w:rPr>
          <w:rFonts w:hint="eastAsia"/>
          <w:rtl/>
        </w:rPr>
        <w:t>ن</w:t>
      </w:r>
      <w:r>
        <w:rPr>
          <w:rtl/>
        </w:rPr>
        <w:t xml:space="preserve"> کتاب انجام گرد</w:t>
      </w:r>
      <w:r>
        <w:rPr>
          <w:rFonts w:hint="cs"/>
          <w:rtl/>
        </w:rPr>
        <w:t>ی</w:t>
      </w:r>
      <w:r>
        <w:rPr>
          <w:rFonts w:hint="eastAsia"/>
          <w:rtl/>
        </w:rPr>
        <w:t>ده</w:t>
      </w:r>
      <w:r>
        <w:rPr>
          <w:rtl/>
        </w:rPr>
        <w:t xml:space="preserve"> است.</w:t>
      </w:r>
    </w:p>
    <w:p w:rsidR="00910300" w:rsidRDefault="00CE69A0" w:rsidP="00910300">
      <w:pPr>
        <w:pStyle w:val="libNormal"/>
        <w:rPr>
          <w:rtl/>
        </w:rPr>
      </w:pPr>
      <w:r>
        <w:rPr>
          <w:rtl/>
        </w:rPr>
        <w:br w:type="page"/>
      </w:r>
    </w:p>
    <w:p w:rsidR="00910300" w:rsidRDefault="00910300" w:rsidP="00910300">
      <w:pPr>
        <w:pStyle w:val="libNormal"/>
        <w:rPr>
          <w:rtl/>
        </w:rPr>
      </w:pPr>
      <w:r>
        <w:rPr>
          <w:rtl/>
        </w:rPr>
        <w:t>بخش مقدمه صلوات يعنى چه ؟</w:t>
      </w:r>
    </w:p>
    <w:p w:rsidR="00910300" w:rsidRDefault="00910300" w:rsidP="00910300">
      <w:pPr>
        <w:pStyle w:val="libNormal"/>
        <w:rPr>
          <w:rtl/>
        </w:rPr>
      </w:pPr>
      <w:r>
        <w:rPr>
          <w:rtl/>
        </w:rPr>
        <w:t>صلوات چه اثرى در روح انسان دارد؟</w:t>
      </w:r>
    </w:p>
    <w:p w:rsidR="00910300" w:rsidRDefault="00910300" w:rsidP="00910300">
      <w:pPr>
        <w:pStyle w:val="libNormal"/>
        <w:rPr>
          <w:rtl/>
        </w:rPr>
      </w:pPr>
      <w:r>
        <w:rPr>
          <w:rtl/>
        </w:rPr>
        <w:t>صلوات چه ذكرى است ؟</w:t>
      </w:r>
    </w:p>
    <w:p w:rsidR="00910300" w:rsidRDefault="00910300" w:rsidP="00910300">
      <w:pPr>
        <w:pStyle w:val="libNormal"/>
        <w:rPr>
          <w:rtl/>
        </w:rPr>
      </w:pPr>
      <w:r>
        <w:rPr>
          <w:rtl/>
        </w:rPr>
        <w:t>صلوات چه آثارى در دنيا و برزخ و قيامت دارد؟</w:t>
      </w:r>
    </w:p>
    <w:p w:rsidR="00910300" w:rsidRDefault="00910300" w:rsidP="00910300">
      <w:pPr>
        <w:pStyle w:val="libNormal"/>
        <w:rPr>
          <w:rtl/>
        </w:rPr>
      </w:pPr>
      <w:r>
        <w:rPr>
          <w:rtl/>
        </w:rPr>
        <w:t>صلوات يعنى پيامبر و آل او.</w:t>
      </w:r>
    </w:p>
    <w:p w:rsidR="00910300" w:rsidRDefault="00910300" w:rsidP="00910300">
      <w:pPr>
        <w:pStyle w:val="libNormal"/>
        <w:rPr>
          <w:rtl/>
        </w:rPr>
      </w:pPr>
      <w:r>
        <w:rPr>
          <w:rtl/>
        </w:rPr>
        <w:t>صلوات بهترين هديه از طرف خداوند براى انسان است .</w:t>
      </w:r>
    </w:p>
    <w:p w:rsidR="00910300" w:rsidRDefault="00910300" w:rsidP="00910300">
      <w:pPr>
        <w:pStyle w:val="libNormal"/>
        <w:rPr>
          <w:rtl/>
        </w:rPr>
      </w:pPr>
      <w:r>
        <w:rPr>
          <w:rtl/>
        </w:rPr>
        <w:t>صلوات تحفه اى از بهشت است .</w:t>
      </w:r>
    </w:p>
    <w:p w:rsidR="00910300" w:rsidRDefault="00910300" w:rsidP="00910300">
      <w:pPr>
        <w:pStyle w:val="libNormal"/>
        <w:rPr>
          <w:rtl/>
        </w:rPr>
      </w:pPr>
      <w:r>
        <w:rPr>
          <w:rtl/>
        </w:rPr>
        <w:t>صلوات روح جلا مى دهد.</w:t>
      </w:r>
    </w:p>
    <w:p w:rsidR="00910300" w:rsidRDefault="00910300" w:rsidP="00910300">
      <w:pPr>
        <w:pStyle w:val="libNormal"/>
        <w:rPr>
          <w:rtl/>
        </w:rPr>
      </w:pPr>
      <w:r>
        <w:rPr>
          <w:rtl/>
        </w:rPr>
        <w:t>صلوات عطرى است كه دهان انسان را خوشبو مى كند.</w:t>
      </w:r>
    </w:p>
    <w:p w:rsidR="00910300" w:rsidRDefault="00910300" w:rsidP="00910300">
      <w:pPr>
        <w:pStyle w:val="libNormal"/>
        <w:rPr>
          <w:rtl/>
        </w:rPr>
      </w:pPr>
      <w:r>
        <w:rPr>
          <w:rtl/>
        </w:rPr>
        <w:t>صلوات نورى در بهشت است .</w:t>
      </w:r>
    </w:p>
    <w:p w:rsidR="00910300" w:rsidRDefault="00910300" w:rsidP="00910300">
      <w:pPr>
        <w:pStyle w:val="libNormal"/>
        <w:rPr>
          <w:rtl/>
        </w:rPr>
      </w:pPr>
      <w:r>
        <w:rPr>
          <w:rtl/>
        </w:rPr>
        <w:t>صلوات نورى پل صراط است .</w:t>
      </w:r>
    </w:p>
    <w:p w:rsidR="00910300" w:rsidRDefault="00910300" w:rsidP="00910300">
      <w:pPr>
        <w:pStyle w:val="libNormal"/>
        <w:rPr>
          <w:rtl/>
        </w:rPr>
      </w:pPr>
      <w:r>
        <w:rPr>
          <w:rtl/>
        </w:rPr>
        <w:t>صلوات شفيع انسان است .</w:t>
      </w:r>
    </w:p>
    <w:p w:rsidR="00910300" w:rsidRDefault="00910300" w:rsidP="00910300">
      <w:pPr>
        <w:pStyle w:val="libNormal"/>
        <w:rPr>
          <w:rtl/>
        </w:rPr>
      </w:pPr>
      <w:r>
        <w:rPr>
          <w:rtl/>
        </w:rPr>
        <w:t>صلوات ذكر الهى است .</w:t>
      </w:r>
    </w:p>
    <w:p w:rsidR="00910300" w:rsidRDefault="00910300" w:rsidP="00910300">
      <w:pPr>
        <w:pStyle w:val="libNormal"/>
        <w:rPr>
          <w:rtl/>
        </w:rPr>
      </w:pPr>
      <w:r>
        <w:rPr>
          <w:rtl/>
        </w:rPr>
        <w:t>صلوات موجب كمال نماز مى شود.</w:t>
      </w:r>
    </w:p>
    <w:p w:rsidR="00910300" w:rsidRDefault="00910300" w:rsidP="00910300">
      <w:pPr>
        <w:pStyle w:val="libNormal"/>
        <w:rPr>
          <w:rtl/>
        </w:rPr>
      </w:pPr>
      <w:r>
        <w:rPr>
          <w:rtl/>
        </w:rPr>
        <w:t>صلوات موجب كمال دعا و استجابت آن مى شود.</w:t>
      </w:r>
    </w:p>
    <w:p w:rsidR="00910300" w:rsidRDefault="00910300" w:rsidP="00910300">
      <w:pPr>
        <w:pStyle w:val="libNormal"/>
        <w:rPr>
          <w:rtl/>
        </w:rPr>
      </w:pPr>
      <w:r>
        <w:rPr>
          <w:rtl/>
        </w:rPr>
        <w:t>صلوات موجب تقرب انسان است .</w:t>
      </w:r>
    </w:p>
    <w:p w:rsidR="00910300" w:rsidRDefault="00910300" w:rsidP="00910300">
      <w:pPr>
        <w:pStyle w:val="libNormal"/>
        <w:rPr>
          <w:rtl/>
        </w:rPr>
      </w:pPr>
      <w:r>
        <w:rPr>
          <w:rtl/>
        </w:rPr>
        <w:t>صلوات سپرى در مقابل آتش جهنم است .</w:t>
      </w:r>
    </w:p>
    <w:p w:rsidR="00910300" w:rsidRDefault="00910300" w:rsidP="00910300">
      <w:pPr>
        <w:pStyle w:val="libNormal"/>
        <w:rPr>
          <w:rtl/>
        </w:rPr>
      </w:pPr>
      <w:r>
        <w:rPr>
          <w:rtl/>
        </w:rPr>
        <w:t>صلوات انيس انسان در عالم برزخ و قيامت است .</w:t>
      </w:r>
    </w:p>
    <w:p w:rsidR="00910300" w:rsidRDefault="00910300" w:rsidP="00910300">
      <w:pPr>
        <w:pStyle w:val="libNormal"/>
        <w:rPr>
          <w:rtl/>
        </w:rPr>
      </w:pPr>
      <w:r>
        <w:rPr>
          <w:rtl/>
        </w:rPr>
        <w:t>صلوات جواز عبور انسان به بهشت است .</w:t>
      </w:r>
    </w:p>
    <w:p w:rsidR="00910300" w:rsidRDefault="00910300" w:rsidP="00910300">
      <w:pPr>
        <w:pStyle w:val="libNormal"/>
        <w:rPr>
          <w:rtl/>
        </w:rPr>
      </w:pPr>
      <w:r>
        <w:rPr>
          <w:rtl/>
        </w:rPr>
        <w:t>صلوات انسان را در سه عالم بيمه مى كند.</w:t>
      </w:r>
    </w:p>
    <w:p w:rsidR="00910300" w:rsidRDefault="00910300" w:rsidP="00910300">
      <w:pPr>
        <w:pStyle w:val="libNormal"/>
        <w:rPr>
          <w:rtl/>
        </w:rPr>
      </w:pPr>
      <w:r>
        <w:rPr>
          <w:rtl/>
        </w:rPr>
        <w:lastRenderedPageBreak/>
        <w:t>صلوات از جانب خداوند رحمت است و از سوى فرشتگان پاك كردن گناهان و از طرف مردم دعا است .</w:t>
      </w:r>
    </w:p>
    <w:p w:rsidR="00910300" w:rsidRDefault="00910300" w:rsidP="00910300">
      <w:pPr>
        <w:pStyle w:val="libNormal"/>
        <w:rPr>
          <w:rtl/>
        </w:rPr>
      </w:pPr>
      <w:r>
        <w:rPr>
          <w:rtl/>
        </w:rPr>
        <w:t>صلوات برترين عمل در روز قيامت است .</w:t>
      </w:r>
    </w:p>
    <w:p w:rsidR="00910300" w:rsidRDefault="00910300" w:rsidP="00910300">
      <w:pPr>
        <w:pStyle w:val="libNormal"/>
        <w:rPr>
          <w:rtl/>
        </w:rPr>
      </w:pPr>
      <w:r>
        <w:rPr>
          <w:rtl/>
        </w:rPr>
        <w:t>صلوات سنگين ترين چيزى است كه در قيامت بر ميزان عرضه مى شود.</w:t>
      </w:r>
    </w:p>
    <w:p w:rsidR="00910300" w:rsidRDefault="00910300" w:rsidP="00910300">
      <w:pPr>
        <w:pStyle w:val="libNormal"/>
        <w:rPr>
          <w:rtl/>
        </w:rPr>
      </w:pPr>
      <w:r>
        <w:rPr>
          <w:rtl/>
        </w:rPr>
        <w:t>صلوات محبوب ترين عمل است .</w:t>
      </w:r>
    </w:p>
    <w:p w:rsidR="00910300" w:rsidRDefault="00910300" w:rsidP="00910300">
      <w:pPr>
        <w:pStyle w:val="libNormal"/>
        <w:rPr>
          <w:rtl/>
        </w:rPr>
      </w:pPr>
      <w:r>
        <w:rPr>
          <w:rtl/>
        </w:rPr>
        <w:t>صلوات آتش جهنم را خاموش مى كند.</w:t>
      </w:r>
    </w:p>
    <w:p w:rsidR="00910300" w:rsidRDefault="00910300" w:rsidP="00910300">
      <w:pPr>
        <w:pStyle w:val="libNormal"/>
        <w:rPr>
          <w:rtl/>
        </w:rPr>
      </w:pPr>
      <w:r>
        <w:rPr>
          <w:rtl/>
        </w:rPr>
        <w:t>صلوات زينت نماز است .</w:t>
      </w:r>
    </w:p>
    <w:p w:rsidR="00910300" w:rsidRDefault="00910300" w:rsidP="00910300">
      <w:pPr>
        <w:pStyle w:val="libNormal"/>
        <w:rPr>
          <w:rtl/>
        </w:rPr>
      </w:pPr>
      <w:r>
        <w:rPr>
          <w:rtl/>
        </w:rPr>
        <w:t>صلوات گناهان را از بين مى برد.</w:t>
      </w:r>
    </w:p>
    <w:p w:rsidR="00910300" w:rsidRDefault="00910300" w:rsidP="00910300">
      <w:pPr>
        <w:pStyle w:val="libNormal"/>
        <w:rPr>
          <w:rtl/>
        </w:rPr>
      </w:pPr>
      <w:r>
        <w:rPr>
          <w:rtl/>
        </w:rPr>
        <w:t>صلوات فقر و نفاق را از بين مى برد.</w:t>
      </w:r>
    </w:p>
    <w:p w:rsidR="00910300" w:rsidRDefault="00910300" w:rsidP="00910300">
      <w:pPr>
        <w:pStyle w:val="libNormal"/>
        <w:rPr>
          <w:rtl/>
        </w:rPr>
      </w:pPr>
      <w:r>
        <w:rPr>
          <w:rtl/>
        </w:rPr>
        <w:t>صلوات بهترين داروى معنوى است .</w:t>
      </w:r>
    </w:p>
    <w:p w:rsidR="00910300" w:rsidRDefault="00910300" w:rsidP="00910300">
      <w:pPr>
        <w:pStyle w:val="libNormal"/>
        <w:rPr>
          <w:rtl/>
        </w:rPr>
      </w:pPr>
      <w:r>
        <w:rPr>
          <w:rtl/>
        </w:rPr>
        <w:t>چه خوب است كه انسان دائم الصلوات باشد؛چرا كه پيامبر نيز دائم الصوات است .</w:t>
      </w:r>
    </w:p>
    <w:p w:rsidR="00910300" w:rsidRDefault="00910300" w:rsidP="00910300">
      <w:pPr>
        <w:pStyle w:val="libNormal"/>
        <w:rPr>
          <w:rtl/>
        </w:rPr>
      </w:pPr>
      <w:r>
        <w:rPr>
          <w:rtl/>
        </w:rPr>
        <w:t>چه خوب است هميشه زبان انسان مشغول ذكر صلوات باشد.</w:t>
      </w:r>
    </w:p>
    <w:p w:rsidR="00910300" w:rsidRDefault="00910300" w:rsidP="00910300">
      <w:pPr>
        <w:pStyle w:val="libNormal"/>
        <w:rPr>
          <w:rtl/>
        </w:rPr>
      </w:pPr>
      <w:r>
        <w:rPr>
          <w:rtl/>
        </w:rPr>
        <w:t>چه خوب است كه فضاى جامعه و محيط كار خود را معطر به صلوات كنيم .</w:t>
      </w:r>
    </w:p>
    <w:p w:rsidR="00910300" w:rsidRDefault="00910300" w:rsidP="00910300">
      <w:pPr>
        <w:pStyle w:val="libNormal"/>
        <w:rPr>
          <w:rtl/>
        </w:rPr>
      </w:pPr>
      <w:r>
        <w:rPr>
          <w:rtl/>
        </w:rPr>
        <w:t xml:space="preserve">چه قدر از عمر مى گذرد و حرف هاى بيهوده از زبان ما خارج مى شود كه دل انسان را سياه مى كند، صلوات فرستادن بهتر از سكوت و خيال بافى هاى بيهود و سخنان بى ارزش است . پس اگر زبان مشغول صلوات باشد هم به عمر خود ارزش داده ايم و هم روح خود را جلا و و فضاى محيط خود را نورانى كرده ايم .. بياييم دنيا و عالم برزخ و قيامت خود را با صلوات بيمه كنيم .. و با اين صلوات خداوند و اهل بيت </w:t>
      </w:r>
      <w:r w:rsidR="007560B2" w:rsidRPr="007560B2">
        <w:rPr>
          <w:rStyle w:val="libAlaemChar"/>
          <w:rtl/>
        </w:rPr>
        <w:t>عليهم‌السلام</w:t>
      </w:r>
      <w:r>
        <w:rPr>
          <w:rtl/>
        </w:rPr>
        <w:t xml:space="preserve"> را خوشحال كنيم .</w:t>
      </w:r>
    </w:p>
    <w:p w:rsidR="00910300" w:rsidRDefault="007560B2" w:rsidP="007560B2">
      <w:pPr>
        <w:pStyle w:val="Heading1"/>
        <w:rPr>
          <w:rtl/>
        </w:rPr>
      </w:pPr>
      <w:r>
        <w:rPr>
          <w:rtl/>
        </w:rPr>
        <w:br w:type="page"/>
      </w:r>
      <w:bookmarkStart w:id="0" w:name="_Toc33993597"/>
      <w:bookmarkStart w:id="1" w:name="_Toc33993879"/>
      <w:bookmarkStart w:id="2" w:name="_Toc33994161"/>
      <w:bookmarkStart w:id="3" w:name="_Toc33994444"/>
      <w:bookmarkStart w:id="4" w:name="_Toc33994727"/>
      <w:r w:rsidR="00910300">
        <w:rPr>
          <w:rtl/>
        </w:rPr>
        <w:lastRenderedPageBreak/>
        <w:t>فصل اول : آثار و بركات صلوات در دنيا.</w:t>
      </w:r>
      <w:bookmarkEnd w:id="0"/>
      <w:bookmarkEnd w:id="1"/>
      <w:bookmarkEnd w:id="2"/>
      <w:bookmarkEnd w:id="3"/>
      <w:bookmarkEnd w:id="4"/>
    </w:p>
    <w:p w:rsidR="007560B2" w:rsidRDefault="007560B2" w:rsidP="00910300">
      <w:pPr>
        <w:pStyle w:val="libNormal"/>
        <w:rPr>
          <w:rtl/>
        </w:rPr>
      </w:pPr>
    </w:p>
    <w:p w:rsidR="00910300" w:rsidRDefault="00910300" w:rsidP="007560B2">
      <w:pPr>
        <w:pStyle w:val="Heading2"/>
      </w:pPr>
      <w:bookmarkStart w:id="5" w:name="_Toc33993598"/>
      <w:bookmarkStart w:id="6" w:name="_Toc33993880"/>
      <w:bookmarkStart w:id="7" w:name="_Toc33994162"/>
      <w:bookmarkStart w:id="8" w:name="_Toc33994445"/>
      <w:bookmarkStart w:id="9" w:name="_Toc33994728"/>
      <w:r>
        <w:rPr>
          <w:rtl/>
        </w:rPr>
        <w:t>بخش اول : استعانت پيامبران از صلوات</w:t>
      </w:r>
      <w:bookmarkEnd w:id="5"/>
      <w:bookmarkEnd w:id="6"/>
      <w:bookmarkEnd w:id="7"/>
      <w:bookmarkEnd w:id="8"/>
      <w:bookmarkEnd w:id="9"/>
    </w:p>
    <w:p w:rsidR="007560B2" w:rsidRPr="007560B2" w:rsidRDefault="007560B2" w:rsidP="007560B2">
      <w:pPr>
        <w:pStyle w:val="libNormal"/>
        <w:rPr>
          <w:rtl/>
        </w:rPr>
      </w:pPr>
    </w:p>
    <w:p w:rsidR="007560B2" w:rsidRDefault="007560B2" w:rsidP="007560B2">
      <w:pPr>
        <w:pStyle w:val="Heading3"/>
      </w:pPr>
      <w:bookmarkStart w:id="10" w:name="_Toc33993599"/>
      <w:bookmarkStart w:id="11" w:name="_Toc33993881"/>
      <w:bookmarkStart w:id="12" w:name="_Toc33994163"/>
      <w:bookmarkStart w:id="13" w:name="_Toc33994446"/>
      <w:bookmarkStart w:id="14" w:name="_Toc33994729"/>
      <w:r>
        <w:rPr>
          <w:rtl/>
        </w:rPr>
        <w:t>١</w:t>
      </w:r>
      <w:r w:rsidR="00910300">
        <w:rPr>
          <w:rtl/>
        </w:rPr>
        <w:t>. زنده شدن جوان مقتول :</w:t>
      </w:r>
      <w:bookmarkEnd w:id="10"/>
      <w:bookmarkEnd w:id="11"/>
      <w:bookmarkEnd w:id="12"/>
      <w:bookmarkEnd w:id="13"/>
      <w:bookmarkEnd w:id="14"/>
    </w:p>
    <w:p w:rsidR="00910300" w:rsidRDefault="00910300" w:rsidP="007560B2">
      <w:pPr>
        <w:pStyle w:val="libNormal"/>
        <w:rPr>
          <w:rtl/>
        </w:rPr>
      </w:pPr>
      <w:r>
        <w:rPr>
          <w:rtl/>
        </w:rPr>
        <w:t xml:space="preserve"> در ميان بنى اسراييل ،شخصى كشته شد كه قاتل او معلوم نبود. خداوند وحى فرستاد كه گاوى را با صفات مخصوصى كشته ،يكى از اعضاى او را بر بدن مقتول بزنند تا او قاتل خود دهد. آن گاه و نزد جوانى از بنى اسراييل بود كه خداوند به اين جوان عنايت كرد و صلوات را تعليم داده بود.</w:t>
      </w:r>
    </w:p>
    <w:p w:rsidR="00910300" w:rsidRDefault="00910300" w:rsidP="00910300">
      <w:pPr>
        <w:pStyle w:val="libNormal"/>
        <w:rPr>
          <w:rtl/>
        </w:rPr>
      </w:pPr>
      <w:r>
        <w:rPr>
          <w:rtl/>
        </w:rPr>
        <w:t>آن جوان در خواب ديد كه به او امر شد كه گاوش را نفروشد،مگر به امر مادرش . آن جوان از خواب برخاست ،بنى اسراييل نزد او آمدند تا گاو را از او بخرند،مادر جوان گفت : بايد پوست اين گاو را پر از طلا كنيد تا آن را به شما بفروشيم . آن ها راضى شده ،گاو را خريدند،سپس او را كشته و يكى از عضوهاى بدنش را بر پيكر مرده زدند. آن مرده زنده شد و خبر داد كه قاتل او پسر عمويش است .</w:t>
      </w:r>
    </w:p>
    <w:p w:rsidR="00910300" w:rsidRDefault="00910300" w:rsidP="00910300">
      <w:pPr>
        <w:pStyle w:val="libNormal"/>
        <w:rPr>
          <w:rtl/>
        </w:rPr>
      </w:pPr>
      <w:r>
        <w:rPr>
          <w:rtl/>
        </w:rPr>
        <w:t>بنى اسراييل گفتند: نمى دانيم كه كدام عجيب تر است : زنده شدن اين جوان يا ثروتمند شدن اين مرد.</w:t>
      </w:r>
    </w:p>
    <w:p w:rsidR="00910300" w:rsidRDefault="00910300" w:rsidP="00910300">
      <w:pPr>
        <w:pStyle w:val="libNormal"/>
        <w:rPr>
          <w:rtl/>
        </w:rPr>
      </w:pPr>
      <w:r>
        <w:rPr>
          <w:rtl/>
        </w:rPr>
        <w:t xml:space="preserve">خداوند به حضرت موسى </w:t>
      </w:r>
      <w:r w:rsidR="00745C10" w:rsidRPr="00745C10">
        <w:rPr>
          <w:rStyle w:val="libAlaemChar"/>
          <w:rtl/>
        </w:rPr>
        <w:t xml:space="preserve">عليها‌السلام </w:t>
      </w:r>
      <w:r w:rsidR="007560B2" w:rsidRPr="007560B2">
        <w:rPr>
          <w:rStyle w:val="libAlaemChar"/>
          <w:rtl/>
        </w:rPr>
        <w:t xml:space="preserve"> </w:t>
      </w:r>
      <w:r>
        <w:rPr>
          <w:rtl/>
        </w:rPr>
        <w:t xml:space="preserve">وحى كرد كه :به بنى اسراييل بگو كه اگر مى خواهند زندگى دنيايى آنها نيكو گردد و در آخرت نيز بهشت نصيب آن ها گردد، ذكرى را بگويند كه اين جوان بدان تمسك جست و آن صلوات بر محمد و آل محمد </w:t>
      </w:r>
      <w:r w:rsidR="007560B2" w:rsidRPr="007560B2">
        <w:rPr>
          <w:rStyle w:val="libAlaemChar"/>
          <w:rtl/>
        </w:rPr>
        <w:t xml:space="preserve">عليه‌السلام </w:t>
      </w:r>
      <w:r>
        <w:rPr>
          <w:rtl/>
        </w:rPr>
        <w:t xml:space="preserve"> مى باشد.</w:t>
      </w:r>
    </w:p>
    <w:p w:rsidR="00910300" w:rsidRDefault="00910300" w:rsidP="00910300">
      <w:pPr>
        <w:pStyle w:val="libNormal"/>
        <w:rPr>
          <w:rtl/>
        </w:rPr>
      </w:pPr>
      <w:r>
        <w:rPr>
          <w:rtl/>
        </w:rPr>
        <w:lastRenderedPageBreak/>
        <w:t xml:space="preserve">آن جوان به موسى </w:t>
      </w:r>
      <w:r w:rsidR="00745C10" w:rsidRPr="00745C10">
        <w:rPr>
          <w:rStyle w:val="libAlaemChar"/>
          <w:rtl/>
        </w:rPr>
        <w:t xml:space="preserve">عليها‌السلام </w:t>
      </w:r>
      <w:r w:rsidR="007560B2" w:rsidRPr="007560B2">
        <w:rPr>
          <w:rStyle w:val="libAlaemChar"/>
          <w:rtl/>
        </w:rPr>
        <w:t xml:space="preserve"> </w:t>
      </w:r>
      <w:r>
        <w:rPr>
          <w:rtl/>
        </w:rPr>
        <w:t>گفت : من چگونه اين اموال را از شر حسودانم و دشمنانم حفظ نمايم ؟</w:t>
      </w:r>
    </w:p>
    <w:p w:rsidR="00910300" w:rsidRDefault="00910300" w:rsidP="00910300">
      <w:pPr>
        <w:pStyle w:val="libNormal"/>
        <w:rPr>
          <w:rtl/>
        </w:rPr>
      </w:pPr>
      <w:r>
        <w:rPr>
          <w:rtl/>
        </w:rPr>
        <w:t>موسى گفت :بر اموالت صلوات بر محمد و اهل بيت طاهرينش بفرست تا خداوند ضرر هر دشمن را از تو دفع نمايد.</w:t>
      </w:r>
    </w:p>
    <w:p w:rsidR="00910300" w:rsidRDefault="00910300" w:rsidP="00910300">
      <w:pPr>
        <w:pStyle w:val="libNormal"/>
        <w:rPr>
          <w:rtl/>
        </w:rPr>
      </w:pPr>
      <w:r>
        <w:rPr>
          <w:rtl/>
        </w:rPr>
        <w:t>بنى اسراييل نزد موسى آمدند و گفتند: ما همه اموال خود را به اين جوان بخشيديم ،دعايى كن كه خداوند نيز به ما روزى گسترده عنايت فرمايد.</w:t>
      </w:r>
    </w:p>
    <w:p w:rsidR="00910300" w:rsidRDefault="00910300" w:rsidP="00910300">
      <w:pPr>
        <w:pStyle w:val="libNormal"/>
        <w:rPr>
          <w:rtl/>
        </w:rPr>
      </w:pPr>
      <w:r>
        <w:rPr>
          <w:rtl/>
        </w:rPr>
        <w:t xml:space="preserve">موسى گفت :شمانيز به انوار مقدس اهل بيت توسل جوييد و بر محمد و اهل بيت او صلوات بفرستيد.آن ها نيز چنين كردند،سپس حق تعالى وحى فرستاد به موسى </w:t>
      </w:r>
      <w:r w:rsidR="00745C10" w:rsidRPr="00745C10">
        <w:rPr>
          <w:rStyle w:val="libAlaemChar"/>
          <w:rtl/>
        </w:rPr>
        <w:t xml:space="preserve">عليها‌السلام </w:t>
      </w:r>
      <w:r w:rsidR="007560B2" w:rsidRPr="007560B2">
        <w:rPr>
          <w:rStyle w:val="libAlaemChar"/>
          <w:rtl/>
        </w:rPr>
        <w:t xml:space="preserve"> </w:t>
      </w:r>
      <w:r>
        <w:rPr>
          <w:rtl/>
        </w:rPr>
        <w:t>كه :در فلان خرابه هزاران دينار طلا وجود دارد،آن را ميان خود قسمت نماييد.</w:t>
      </w:r>
    </w:p>
    <w:p w:rsidR="007560B2" w:rsidRDefault="00910300" w:rsidP="00910300">
      <w:pPr>
        <w:pStyle w:val="libNormal"/>
        <w:rPr>
          <w:rtl/>
        </w:rPr>
      </w:pPr>
      <w:r>
        <w:rPr>
          <w:rtl/>
        </w:rPr>
        <w:t>اين فراوانى مال ،به سبب بركت صلوات بر محمد و اهل بيت او حاصل شد.</w:t>
      </w:r>
    </w:p>
    <w:p w:rsidR="007560B2" w:rsidRDefault="007560B2" w:rsidP="007560B2">
      <w:pPr>
        <w:pStyle w:val="Heading3"/>
      </w:pPr>
      <w:r>
        <w:rPr>
          <w:rtl/>
        </w:rPr>
        <w:br w:type="page"/>
      </w:r>
      <w:bookmarkStart w:id="15" w:name="_Toc33993600"/>
      <w:bookmarkStart w:id="16" w:name="_Toc33993882"/>
      <w:bookmarkStart w:id="17" w:name="_Toc33994164"/>
      <w:bookmarkStart w:id="18" w:name="_Toc33994447"/>
      <w:bookmarkStart w:id="19" w:name="_Toc33994730"/>
      <w:r w:rsidR="00910300">
        <w:rPr>
          <w:rtl/>
        </w:rPr>
        <w:lastRenderedPageBreak/>
        <w:t xml:space="preserve">٢. سه بار بر محمد </w:t>
      </w:r>
      <w:r w:rsidRPr="007560B2">
        <w:rPr>
          <w:rStyle w:val="libAlaemChar"/>
          <w:rtl/>
        </w:rPr>
        <w:t>صلى‌الله‌عليه‌وآله‌وسلم</w:t>
      </w:r>
      <w:r w:rsidR="00910300">
        <w:rPr>
          <w:rtl/>
        </w:rPr>
        <w:t xml:space="preserve"> صلوات بفرست !</w:t>
      </w:r>
      <w:bookmarkEnd w:id="15"/>
      <w:bookmarkEnd w:id="16"/>
      <w:bookmarkEnd w:id="17"/>
      <w:bookmarkEnd w:id="18"/>
      <w:bookmarkEnd w:id="19"/>
      <w:r w:rsidR="00910300">
        <w:rPr>
          <w:rtl/>
        </w:rPr>
        <w:t xml:space="preserve"> </w:t>
      </w:r>
    </w:p>
    <w:p w:rsidR="00910300" w:rsidRDefault="00910300" w:rsidP="007560B2">
      <w:pPr>
        <w:pStyle w:val="libNormal"/>
        <w:rPr>
          <w:rtl/>
        </w:rPr>
      </w:pPr>
      <w:r>
        <w:rPr>
          <w:rtl/>
        </w:rPr>
        <w:t xml:space="preserve">وقتى حضرت آدم </w:t>
      </w:r>
      <w:r w:rsidR="00745C10" w:rsidRPr="00745C10">
        <w:rPr>
          <w:rStyle w:val="libAlaemChar"/>
          <w:rtl/>
        </w:rPr>
        <w:t xml:space="preserve">عليها‌السلام </w:t>
      </w:r>
      <w:r w:rsidR="007560B2" w:rsidRPr="007560B2">
        <w:rPr>
          <w:rStyle w:val="libAlaemChar"/>
          <w:rtl/>
        </w:rPr>
        <w:t xml:space="preserve"> </w:t>
      </w:r>
      <w:r>
        <w:rPr>
          <w:rtl/>
        </w:rPr>
        <w:t>وارد بهشت شد،در بهشت حوران پاكيزه سرشت بسيار بودند؛اما حضرت آدم با آن ها الفتى نداشت . وقتى حضرت حوا آفريده شد و آدم بر او نگريست از او پرسيد: تو چه كسى هستى ؟</w:t>
      </w:r>
    </w:p>
    <w:p w:rsidR="00910300" w:rsidRDefault="00910300" w:rsidP="00910300">
      <w:pPr>
        <w:pStyle w:val="libNormal"/>
        <w:rPr>
          <w:rtl/>
        </w:rPr>
      </w:pPr>
      <w:r>
        <w:rPr>
          <w:rtl/>
        </w:rPr>
        <w:t>حوا شرمگين شد و چيزى نگفت ،جبرييل به آدم گفت :اين حواست ،او را براى آفريده اند و او محرم و همدم توست .</w:t>
      </w:r>
    </w:p>
    <w:p w:rsidR="00910300" w:rsidRDefault="00910300" w:rsidP="00910300">
      <w:pPr>
        <w:pStyle w:val="libNormal"/>
        <w:rPr>
          <w:rtl/>
        </w:rPr>
      </w:pPr>
      <w:r>
        <w:rPr>
          <w:rtl/>
        </w:rPr>
        <w:t>حضرت آدم وقتى فهميد كه حوا متعلق به اوست خواست به سوى او دست دراز كند جبريل گفت :اى آدم !اگر او را مى خواهى ، بايد او را عقد</w:t>
      </w:r>
    </w:p>
    <w:p w:rsidR="00910300" w:rsidRDefault="00910300" w:rsidP="00910300">
      <w:pPr>
        <w:pStyle w:val="libNormal"/>
        <w:rPr>
          <w:rtl/>
        </w:rPr>
      </w:pPr>
      <w:r>
        <w:rPr>
          <w:rtl/>
        </w:rPr>
        <w:t>كرده و برايش مهريه تعيين كنى ؟</w:t>
      </w:r>
    </w:p>
    <w:p w:rsidR="00910300" w:rsidRDefault="00910300" w:rsidP="00910300">
      <w:pPr>
        <w:pStyle w:val="libNormal"/>
        <w:rPr>
          <w:rtl/>
        </w:rPr>
      </w:pPr>
      <w:r>
        <w:rPr>
          <w:rtl/>
        </w:rPr>
        <w:t>آدم فرمود:اى برادر! تو مى دانى كه من پولى و نقدى ندارم چگونه او را عقد كنم ؟</w:t>
      </w:r>
    </w:p>
    <w:p w:rsidR="007560B2" w:rsidRDefault="00910300" w:rsidP="00910300">
      <w:pPr>
        <w:pStyle w:val="libNormal"/>
        <w:rPr>
          <w:rtl/>
        </w:rPr>
      </w:pPr>
      <w:r>
        <w:rPr>
          <w:rtl/>
        </w:rPr>
        <w:t xml:space="preserve">جبرييل گفت :سه بار حبيب خدا محمد مصطفى </w:t>
      </w:r>
      <w:r w:rsidR="007560B2" w:rsidRPr="007560B2">
        <w:rPr>
          <w:rStyle w:val="libAlaemChar"/>
          <w:rtl/>
        </w:rPr>
        <w:t>صلى‌الله‌عليه‌وآله‌وسلم</w:t>
      </w:r>
      <w:r>
        <w:rPr>
          <w:rtl/>
        </w:rPr>
        <w:t xml:space="preserve"> صلوات بفروشى تا حوا بر تو حلال شود.***</w:t>
      </w:r>
    </w:p>
    <w:p w:rsidR="00910300" w:rsidRDefault="007560B2" w:rsidP="00910300">
      <w:pPr>
        <w:pStyle w:val="libNormal"/>
        <w:rPr>
          <w:rtl/>
        </w:rPr>
      </w:pPr>
      <w:r>
        <w:rPr>
          <w:rtl/>
        </w:rPr>
        <w:br w:type="page"/>
      </w:r>
    </w:p>
    <w:p w:rsidR="007560B2" w:rsidRDefault="00910300" w:rsidP="007560B2">
      <w:pPr>
        <w:pStyle w:val="Heading3"/>
      </w:pPr>
      <w:bookmarkStart w:id="20" w:name="_Toc33993601"/>
      <w:bookmarkStart w:id="21" w:name="_Toc33993883"/>
      <w:bookmarkStart w:id="22" w:name="_Toc33994165"/>
      <w:bookmarkStart w:id="23" w:name="_Toc33994448"/>
      <w:bookmarkStart w:id="24" w:name="_Toc33994731"/>
      <w:r>
        <w:rPr>
          <w:rtl/>
        </w:rPr>
        <w:t>٣. نجات بنى اسراييل .</w:t>
      </w:r>
      <w:bookmarkEnd w:id="20"/>
      <w:bookmarkEnd w:id="21"/>
      <w:bookmarkEnd w:id="22"/>
      <w:bookmarkEnd w:id="23"/>
      <w:bookmarkEnd w:id="24"/>
      <w:r>
        <w:rPr>
          <w:rtl/>
        </w:rPr>
        <w:t xml:space="preserve"> </w:t>
      </w:r>
    </w:p>
    <w:p w:rsidR="00910300" w:rsidRDefault="00910300" w:rsidP="00910300">
      <w:pPr>
        <w:pStyle w:val="libNormal"/>
        <w:rPr>
          <w:rtl/>
        </w:rPr>
      </w:pPr>
      <w:r>
        <w:rPr>
          <w:rtl/>
        </w:rPr>
        <w:t xml:space="preserve">در تفسير امام حسن عسكرى - </w:t>
      </w:r>
      <w:r w:rsidR="007560B2" w:rsidRPr="007560B2">
        <w:rPr>
          <w:rStyle w:val="libAlaemChar"/>
          <w:rtl/>
        </w:rPr>
        <w:t xml:space="preserve">عليه‌السلام </w:t>
      </w:r>
      <w:r>
        <w:rPr>
          <w:rtl/>
        </w:rPr>
        <w:t xml:space="preserve"> </w:t>
      </w:r>
      <w:r w:rsidRPr="007560B2">
        <w:rPr>
          <w:rStyle w:val="libFootnotenumChar"/>
          <w:rtl/>
        </w:rPr>
        <w:t>(١)</w:t>
      </w:r>
      <w:r>
        <w:rPr>
          <w:rtl/>
        </w:rPr>
        <w:t xml:space="preserve"> در بيان آيه :</w:t>
      </w:r>
    </w:p>
    <w:p w:rsidR="00910300" w:rsidRDefault="007560B2" w:rsidP="00910300">
      <w:pPr>
        <w:pStyle w:val="libNormal"/>
        <w:rPr>
          <w:rtl/>
        </w:rPr>
      </w:pPr>
      <w:r w:rsidRPr="007560B2">
        <w:rPr>
          <w:rStyle w:val="libAlaemChar"/>
        </w:rPr>
        <w:t>)</w:t>
      </w:r>
      <w:r w:rsidR="00910300" w:rsidRPr="007560B2">
        <w:rPr>
          <w:rStyle w:val="libAieChar"/>
          <w:rtl/>
        </w:rPr>
        <w:t>واذانجيناكم من آل فرعون يسومونكم سوء العذاب يدبحون ابناء كم و يستحيون نساء كم و فى ذلكم بلا من ربكم عظيم</w:t>
      </w:r>
      <w:r w:rsidR="00910300">
        <w:rPr>
          <w:rtl/>
        </w:rPr>
        <w:t xml:space="preserve"> </w:t>
      </w:r>
      <w:r w:rsidRPr="007560B2">
        <w:rPr>
          <w:rStyle w:val="libAlaemChar"/>
        </w:rPr>
        <w:t>(</w:t>
      </w:r>
      <w:r w:rsidR="00910300" w:rsidRPr="00745C10">
        <w:rPr>
          <w:rStyle w:val="libFootnotenumChar"/>
          <w:rtl/>
        </w:rPr>
        <w:t>(٢)</w:t>
      </w:r>
    </w:p>
    <w:p w:rsidR="00910300" w:rsidRDefault="00910300" w:rsidP="00910300">
      <w:pPr>
        <w:pStyle w:val="libNormal"/>
        <w:rPr>
          <w:rtl/>
        </w:rPr>
      </w:pPr>
      <w:r>
        <w:rPr>
          <w:rtl/>
        </w:rPr>
        <w:t>اى گروه بنى اسراييل !به ياد آوريد وقتى را كه نجات داديم ما،شما را از آل فرعون كه عذاب مى كردند شما را،به عذاب سخت مى كشتند پسران شما را،به عذاب مى كشتند شما را،و زنده مى گذاشتند زنان شما را. در اين ، امتحان عظيمى بود از جانب پروردگار شما.</w:t>
      </w:r>
    </w:p>
    <w:p w:rsidR="00910300" w:rsidRDefault="00910300" w:rsidP="00910300">
      <w:pPr>
        <w:pStyle w:val="libNormal"/>
        <w:rPr>
          <w:rtl/>
        </w:rPr>
      </w:pPr>
      <w:r>
        <w:rPr>
          <w:rtl/>
        </w:rPr>
        <w:t>مذكوراست كه : از جمله عذاب شديد آن قوم ،يكى آن بود كه بنى اسراييل را براى عمل بنايى مى بردند و مى ترسيدند كه بگريزيد. و به اين سبب ،پاهاى ايشان را در بند مى گذاشتند. و به ايشان مى گفتند كه گل را برداشته ،بر نردبان بالا بريد،و بسا بود كه مى افتادند و مى مردند،يا زمين گير مى شدند.</w:t>
      </w:r>
    </w:p>
    <w:p w:rsidR="00910300" w:rsidRDefault="00910300" w:rsidP="00910300">
      <w:pPr>
        <w:pStyle w:val="libNormal"/>
        <w:rPr>
          <w:rtl/>
        </w:rPr>
      </w:pPr>
      <w:r>
        <w:rPr>
          <w:rtl/>
        </w:rPr>
        <w:t xml:space="preserve">تا آن كه حق تعالى به موسى - </w:t>
      </w:r>
      <w:r w:rsidR="007560B2" w:rsidRPr="007560B2">
        <w:rPr>
          <w:rStyle w:val="libAlaemChar"/>
          <w:rtl/>
        </w:rPr>
        <w:t xml:space="preserve">عليه‌السلام </w:t>
      </w:r>
      <w:r>
        <w:rPr>
          <w:rtl/>
        </w:rPr>
        <w:t xml:space="preserve"> - وحى كرد:</w:t>
      </w:r>
    </w:p>
    <w:p w:rsidR="00910300" w:rsidRDefault="00910300" w:rsidP="00910300">
      <w:pPr>
        <w:pStyle w:val="libNormal"/>
        <w:rPr>
          <w:rtl/>
        </w:rPr>
      </w:pPr>
      <w:r>
        <w:rPr>
          <w:rtl/>
        </w:rPr>
        <w:t xml:space="preserve">به ايشان بگو،كه پيش از شروع در عمل ،بر محمد و آل طيبين آن حضرت - </w:t>
      </w:r>
      <w:r w:rsidR="007560B2" w:rsidRPr="007560B2">
        <w:rPr>
          <w:rStyle w:val="libAlaemChar"/>
          <w:rtl/>
        </w:rPr>
        <w:t xml:space="preserve">عليه‌السلام </w:t>
      </w:r>
      <w:r>
        <w:rPr>
          <w:rtl/>
        </w:rPr>
        <w:t xml:space="preserve"> - صلوات فرستند تا آن كه برايشان سبك و آسان گردد. وچنان كردند،و بر ايشان آسان گرديد.</w:t>
      </w:r>
    </w:p>
    <w:p w:rsidR="00910300" w:rsidRDefault="00910300" w:rsidP="00910300">
      <w:pPr>
        <w:pStyle w:val="libNormal"/>
        <w:rPr>
          <w:rtl/>
        </w:rPr>
      </w:pPr>
      <w:r>
        <w:rPr>
          <w:rtl/>
        </w:rPr>
        <w:t>و امر نمود به آن كسانى كه در اول عمل فراموش مى كردند،و مى افتادند و زمين گير مى شدند كه صلوات بخوانند و اگر خود نمى توانستند بخوانند، ديگرى برايشان بخواند. و چون چنين مى كردند،شفا مى يافتند.</w:t>
      </w:r>
    </w:p>
    <w:p w:rsidR="00910300" w:rsidRDefault="00910300" w:rsidP="00910300">
      <w:pPr>
        <w:pStyle w:val="libNormal"/>
        <w:rPr>
          <w:rtl/>
        </w:rPr>
      </w:pPr>
      <w:r>
        <w:rPr>
          <w:rtl/>
        </w:rPr>
        <w:t xml:space="preserve">و سبب كشتن پسران بنى اسراييل ،اين بود كه به فرعون گفته بودند: در ميان بنى اسراييل ،مولودى خواهد آمد كه هلاك تو بر دست او واقع خواهد شد. و فرعون امر نمود كه پسران ايشان را بكشند،و زنان ايشان را حيله ها مى كردند </w:t>
      </w:r>
      <w:r>
        <w:rPr>
          <w:rtl/>
        </w:rPr>
        <w:lastRenderedPageBreak/>
        <w:t>كه حامله نشود. و اگر حامله مى شدند فرزند خود را مى بردند،و در صحراها و زمين هاى گود پنهان مى كردند،و ده مرتبه صلوات بر محمد و آل او - صلوات الله عليكم - مى فرستادند. و حق تعالى ملكى را مى فرستاد كه آن كودك را ترتيب نمايد؛ و از انگشت او شير جارى مى كرد كه آن را بمكد؛و از انگشت ديگرش ،طعام كه ملايم آن بود، جارى مى ساخت . و از فرزندان بنى اسراييل آن چه سالم ماندند بيشتر بودند از آن چه كشته شدند. و زنان بنى اسراييل را كه زنده مى گذاشتند،آنها را كنيزان خود قرار مى دادند.</w:t>
      </w:r>
    </w:p>
    <w:p w:rsidR="00910300" w:rsidRDefault="00910300" w:rsidP="00910300">
      <w:pPr>
        <w:pStyle w:val="libNormal"/>
        <w:rPr>
          <w:rtl/>
        </w:rPr>
      </w:pPr>
      <w:r>
        <w:rPr>
          <w:rtl/>
        </w:rPr>
        <w:t xml:space="preserve">پس بنى اسراييل به نزد موسى - </w:t>
      </w:r>
      <w:r w:rsidR="007560B2" w:rsidRPr="007560B2">
        <w:rPr>
          <w:rStyle w:val="libAlaemChar"/>
          <w:rtl/>
        </w:rPr>
        <w:t xml:space="preserve">عليه‌السلام </w:t>
      </w:r>
      <w:r>
        <w:rPr>
          <w:rtl/>
        </w:rPr>
        <w:t xml:space="preserve"> - رفتند،و گفتند: اين گروه بر دختران و خواهران ما قرعه مى اندازند.</w:t>
      </w:r>
    </w:p>
    <w:p w:rsidR="00745C10" w:rsidRDefault="00910300" w:rsidP="00910300">
      <w:pPr>
        <w:pStyle w:val="libNormal"/>
        <w:rPr>
          <w:rtl/>
        </w:rPr>
      </w:pPr>
      <w:r>
        <w:rPr>
          <w:rtl/>
        </w:rPr>
        <w:t>موسى به آنها امر كرد كه وقتى مردى از آن گروه ،قصد شما نمايد،بر محمد و آل طاهرين آن حضرت - صلوات الله عليكم - صلوات فرستيد. و آن زنان ،صلوات مى فرستادند. و خدا هر كه را كه قصد ايشان كرده بود،از ايشان باز مى داشت به اين كه مشغول شغل مى گرديد،يا به مرضى گرفتار مى شد،يا زمين گير مى گرديد،يا اين كه بر آن زن رحم مى كرد،و از آن زن مى گذشت . و اتفاق نشد كه مردى از قوم فرعون ،بر زنى از بنى اسراييل برسد،و حق تعالى به واسطه صلوات ايشان را نجات ندهد.</w:t>
      </w:r>
    </w:p>
    <w:p w:rsidR="00745C10" w:rsidRDefault="00745C10" w:rsidP="00745C10">
      <w:pPr>
        <w:pStyle w:val="Heading3"/>
        <w:rPr>
          <w:rtl/>
        </w:rPr>
      </w:pPr>
      <w:r>
        <w:rPr>
          <w:rtl/>
        </w:rPr>
        <w:br w:type="page"/>
      </w:r>
      <w:bookmarkStart w:id="25" w:name="_Toc33993602"/>
      <w:bookmarkStart w:id="26" w:name="_Toc33993884"/>
      <w:bookmarkStart w:id="27" w:name="_Toc33994166"/>
      <w:bookmarkStart w:id="28" w:name="_Toc33994449"/>
      <w:bookmarkStart w:id="29" w:name="_Toc33994732"/>
      <w:r w:rsidR="00910300">
        <w:rPr>
          <w:rtl/>
        </w:rPr>
        <w:lastRenderedPageBreak/>
        <w:t>٤. توصيه خدا به موسى به صلوات زياد:</w:t>
      </w:r>
      <w:bookmarkEnd w:id="25"/>
      <w:bookmarkEnd w:id="26"/>
      <w:bookmarkEnd w:id="27"/>
      <w:bookmarkEnd w:id="28"/>
      <w:bookmarkEnd w:id="29"/>
      <w:r w:rsidR="00910300">
        <w:rPr>
          <w:rtl/>
        </w:rPr>
        <w:t xml:space="preserve"> </w:t>
      </w:r>
    </w:p>
    <w:p w:rsidR="00910300" w:rsidRDefault="00910300" w:rsidP="00910300">
      <w:pPr>
        <w:pStyle w:val="libNormal"/>
        <w:rPr>
          <w:rtl/>
        </w:rPr>
      </w:pPr>
      <w:r>
        <w:rPr>
          <w:rtl/>
        </w:rPr>
        <w:t>حق تعالى به موسى پيامبر خطاب نمود:</w:t>
      </w:r>
    </w:p>
    <w:p w:rsidR="00745C10" w:rsidRDefault="00910300" w:rsidP="00745C10">
      <w:pPr>
        <w:pStyle w:val="libNormal"/>
        <w:rPr>
          <w:rtl/>
        </w:rPr>
      </w:pPr>
      <w:r>
        <w:rPr>
          <w:rtl/>
        </w:rPr>
        <w:t xml:space="preserve">مى خواهى من به تو نزديك تر باشم از كلام تو به زبان تو و از ديدن تو به چشم تو واز روح تو به بدن تو و از انديشه تو به دل تو،به حبيب من محمد مصطفى - </w:t>
      </w:r>
      <w:r w:rsidR="00745C10" w:rsidRPr="00745C10">
        <w:rPr>
          <w:rStyle w:val="libAlaemChar"/>
          <w:rtl/>
        </w:rPr>
        <w:t>صلى‌الله‌عليه‌وآله‌وسلم</w:t>
      </w:r>
      <w:r>
        <w:rPr>
          <w:rtl/>
        </w:rPr>
        <w:t xml:space="preserve">- صلوات بسيار فرست </w:t>
      </w:r>
    </w:p>
    <w:p w:rsidR="00745C10" w:rsidRDefault="00745C10" w:rsidP="00745C10">
      <w:pPr>
        <w:pStyle w:val="Heading3"/>
        <w:rPr>
          <w:rtl/>
        </w:rPr>
      </w:pPr>
      <w:r>
        <w:rPr>
          <w:rtl/>
        </w:rPr>
        <w:br w:type="page"/>
      </w:r>
      <w:bookmarkStart w:id="30" w:name="_Toc33993603"/>
      <w:bookmarkStart w:id="31" w:name="_Toc33993885"/>
      <w:bookmarkStart w:id="32" w:name="_Toc33994167"/>
      <w:bookmarkStart w:id="33" w:name="_Toc33994450"/>
      <w:bookmarkStart w:id="34" w:name="_Toc33994733"/>
      <w:r w:rsidR="00910300">
        <w:rPr>
          <w:rtl/>
        </w:rPr>
        <w:lastRenderedPageBreak/>
        <w:t>٥. غلبه يهود به بركت صلوات</w:t>
      </w:r>
      <w:bookmarkEnd w:id="30"/>
      <w:bookmarkEnd w:id="31"/>
      <w:bookmarkEnd w:id="32"/>
      <w:bookmarkEnd w:id="33"/>
      <w:bookmarkEnd w:id="34"/>
      <w:r w:rsidR="00910300">
        <w:rPr>
          <w:rtl/>
        </w:rPr>
        <w:t xml:space="preserve"> </w:t>
      </w:r>
    </w:p>
    <w:p w:rsidR="00910300" w:rsidRDefault="00910300" w:rsidP="00745C10">
      <w:pPr>
        <w:pStyle w:val="libNormal"/>
        <w:rPr>
          <w:rtl/>
        </w:rPr>
      </w:pPr>
      <w:r>
        <w:rPr>
          <w:rtl/>
        </w:rPr>
        <w:t>خداوند به يهوديان وحى فرمود كه :</w:t>
      </w:r>
    </w:p>
    <w:p w:rsidR="00910300" w:rsidRDefault="00910300" w:rsidP="00910300">
      <w:pPr>
        <w:pStyle w:val="libNormal"/>
        <w:rPr>
          <w:rtl/>
        </w:rPr>
      </w:pPr>
      <w:r>
        <w:rPr>
          <w:rtl/>
        </w:rPr>
        <w:t xml:space="preserve">هرگاه دچار مصيبتى شدند،با صلوات بر پيامبر </w:t>
      </w:r>
      <w:r w:rsidR="00745C10" w:rsidRPr="00745C10">
        <w:rPr>
          <w:rStyle w:val="libAlaemChar"/>
          <w:rtl/>
        </w:rPr>
        <w:t>صلى‌الله‌عليه‌وآله‌وسلم</w:t>
      </w:r>
      <w:r>
        <w:rPr>
          <w:rtl/>
        </w:rPr>
        <w:t>و اهل بيت آن حضرت خود را نجات دهند.</w:t>
      </w:r>
    </w:p>
    <w:p w:rsidR="00910300" w:rsidRDefault="00910300" w:rsidP="00910300">
      <w:pPr>
        <w:pStyle w:val="libNormal"/>
        <w:rPr>
          <w:rtl/>
        </w:rPr>
      </w:pPr>
      <w:r>
        <w:rPr>
          <w:rtl/>
        </w:rPr>
        <w:t>ده سال قبل از ظهور پيامبر اسلام ،دو قبيلهاسدوغطفانبا گروهى از مشتركان ،به يهوديان حمله كردند،يهوديان خدا را با صلوات بر پيامبر صدا زده و مشتركان را شكست دادند.</w:t>
      </w:r>
    </w:p>
    <w:p w:rsidR="00910300" w:rsidRDefault="00910300" w:rsidP="00910300">
      <w:pPr>
        <w:pStyle w:val="libNormal"/>
        <w:rPr>
          <w:rtl/>
        </w:rPr>
      </w:pPr>
      <w:r>
        <w:rPr>
          <w:rtl/>
        </w:rPr>
        <w:t>پس از اين شكست دو قبيله</w:t>
      </w:r>
      <w:r w:rsidR="00745C10">
        <w:rPr>
          <w:rFonts w:hint="cs"/>
          <w:rtl/>
        </w:rPr>
        <w:t xml:space="preserve"> </w:t>
      </w:r>
      <w:r>
        <w:rPr>
          <w:rtl/>
        </w:rPr>
        <w:t>اسدوغطفان،سپاهى در حد سى هزار نفر را تشكسل داد و به جنگ يهويان كه سيصد تن بيش نبود آمدند،مشركان ،آب غذا را از يهوديان منع كردند و به آنها گفتند: ما همه شما را كشته ،فرزندان و زنان شما را اسير نموده و اموال تان را غارت مى كنيم .</w:t>
      </w:r>
    </w:p>
    <w:p w:rsidR="00910300" w:rsidRDefault="00910300" w:rsidP="00910300">
      <w:pPr>
        <w:pStyle w:val="libNormal"/>
        <w:rPr>
          <w:rtl/>
        </w:rPr>
      </w:pPr>
      <w:r>
        <w:rPr>
          <w:rtl/>
        </w:rPr>
        <w:t xml:space="preserve">يهوديان اين بار نيز با صلوات بر محمد و اهل بيت او </w:t>
      </w:r>
      <w:r w:rsidR="00745C10" w:rsidRPr="00745C10">
        <w:rPr>
          <w:rStyle w:val="libAlaemChar"/>
          <w:rtl/>
        </w:rPr>
        <w:t xml:space="preserve">عليها‌السلام </w:t>
      </w:r>
      <w:r>
        <w:rPr>
          <w:rtl/>
        </w:rPr>
        <w:t xml:space="preserve"> خود را نجات دادند،به اين ترتيب كه پس از فرستادن صلوات ،با وجودى كه فصل تابستان بود باران باريد،و كاروانى كه حامل آذوقه بود نيز مخفيانه وارد قلعه يهويان شد. در حالى كه مشركان در خواب بودند.</w:t>
      </w:r>
    </w:p>
    <w:p w:rsidR="00910300" w:rsidRDefault="00910300" w:rsidP="00910300">
      <w:pPr>
        <w:pStyle w:val="libNormal"/>
        <w:rPr>
          <w:rtl/>
        </w:rPr>
      </w:pPr>
      <w:r>
        <w:rPr>
          <w:rtl/>
        </w:rPr>
        <w:t>پس از آن كه از خواب بيدار شدند،گفتند: جنگ را زودتر آغاز كنيم ؛زيرا يهوديان هم تشنه و هم گرسنه اند.</w:t>
      </w:r>
    </w:p>
    <w:p w:rsidR="00910300" w:rsidRDefault="00910300" w:rsidP="00910300">
      <w:pPr>
        <w:pStyle w:val="libNormal"/>
        <w:rPr>
          <w:rtl/>
        </w:rPr>
      </w:pPr>
      <w:r>
        <w:rPr>
          <w:rtl/>
        </w:rPr>
        <w:t>يهوديان گفتند: خداوند به ما هم طعام رسانيد و هم آب و ما قادر بوديم وقتى كه شما در خواب بوديد شما را بكشيم ؛امااين كار را نكرديم .</w:t>
      </w:r>
    </w:p>
    <w:p w:rsidR="00910300" w:rsidRDefault="00910300" w:rsidP="00910300">
      <w:pPr>
        <w:pStyle w:val="libNormal"/>
        <w:rPr>
          <w:rtl/>
        </w:rPr>
      </w:pPr>
      <w:r>
        <w:rPr>
          <w:rtl/>
        </w:rPr>
        <w:t xml:space="preserve">مشركان كه جريان را اين گونه ديدند،باز هم بر عناد خود افزودند و به يهوديان پيشنهاد مبارزه دادند،يهوديان اين بار با تمسك به صلوات بر پيامبر </w:t>
      </w:r>
      <w:r w:rsidR="00745C10" w:rsidRPr="00745C10">
        <w:rPr>
          <w:rStyle w:val="libAlaemChar"/>
          <w:rtl/>
        </w:rPr>
        <w:lastRenderedPageBreak/>
        <w:t>صلى‌الله‌عليه‌وآله‌وسلم</w:t>
      </w:r>
      <w:r>
        <w:rPr>
          <w:rtl/>
        </w:rPr>
        <w:t>بر سى هزار مشرك پيروز شدند،در حالى كه تعداد آن ها سى صد نفر بيش نبود.</w:t>
      </w:r>
    </w:p>
    <w:p w:rsidR="00745C10" w:rsidRDefault="00910300" w:rsidP="00910300">
      <w:pPr>
        <w:pStyle w:val="libNormal"/>
        <w:rPr>
          <w:rtl/>
        </w:rPr>
      </w:pPr>
      <w:r>
        <w:rPr>
          <w:rtl/>
        </w:rPr>
        <w:t>اين بود يارى كردن حق تعالى ،يهود را بر مشركان ،به سبب آن كه بر محمد و اهل بيت آن حضرت صلوات فرستادند.</w:t>
      </w:r>
    </w:p>
    <w:p w:rsidR="00745C10" w:rsidRDefault="00745C10" w:rsidP="00745C10">
      <w:pPr>
        <w:pStyle w:val="Heading3"/>
        <w:rPr>
          <w:rtl/>
        </w:rPr>
      </w:pPr>
      <w:r>
        <w:rPr>
          <w:rtl/>
        </w:rPr>
        <w:br w:type="page"/>
      </w:r>
      <w:bookmarkStart w:id="35" w:name="_Toc33993604"/>
      <w:bookmarkStart w:id="36" w:name="_Toc33993886"/>
      <w:bookmarkStart w:id="37" w:name="_Toc33994168"/>
      <w:bookmarkStart w:id="38" w:name="_Toc33994451"/>
      <w:bookmarkStart w:id="39" w:name="_Toc33994734"/>
      <w:r w:rsidR="00910300">
        <w:rPr>
          <w:rtl/>
        </w:rPr>
        <w:lastRenderedPageBreak/>
        <w:t>٦. صلوات ،علت خليل شدن ابراهيم</w:t>
      </w:r>
      <w:bookmarkEnd w:id="35"/>
      <w:bookmarkEnd w:id="36"/>
      <w:bookmarkEnd w:id="37"/>
      <w:bookmarkEnd w:id="38"/>
      <w:bookmarkEnd w:id="39"/>
      <w:r w:rsidR="00910300">
        <w:rPr>
          <w:rtl/>
        </w:rPr>
        <w:t xml:space="preserve"> </w:t>
      </w:r>
    </w:p>
    <w:p w:rsidR="00910300" w:rsidRDefault="00910300" w:rsidP="00745C10">
      <w:pPr>
        <w:pStyle w:val="libNormal"/>
        <w:rPr>
          <w:rtl/>
        </w:rPr>
      </w:pPr>
      <w:r>
        <w:rPr>
          <w:rtl/>
        </w:rPr>
        <w:t xml:space="preserve"> امام حسن عسكرى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 xml:space="preserve">انما اتخذ الله ابراهيم - </w:t>
      </w:r>
      <w:r w:rsidR="007560B2" w:rsidRPr="007560B2">
        <w:rPr>
          <w:rStyle w:val="libAlaemChar"/>
          <w:rtl/>
        </w:rPr>
        <w:t xml:space="preserve">عليه‌السلام </w:t>
      </w:r>
      <w:r>
        <w:rPr>
          <w:rtl/>
        </w:rPr>
        <w:t xml:space="preserve"> - خليلا لكثرة صلواته على محمد و اهل بيته صلواة الله عليكم اجمعين ؛</w:t>
      </w:r>
    </w:p>
    <w:p w:rsidR="00910300" w:rsidRDefault="00910300" w:rsidP="00910300">
      <w:pPr>
        <w:pStyle w:val="libNormal"/>
        <w:rPr>
          <w:rtl/>
        </w:rPr>
      </w:pPr>
      <w:r>
        <w:rPr>
          <w:rtl/>
        </w:rPr>
        <w:t xml:space="preserve">خداوند حضرت ابراهيم - </w:t>
      </w:r>
      <w:r w:rsidR="007560B2" w:rsidRPr="007560B2">
        <w:rPr>
          <w:rStyle w:val="libAlaemChar"/>
          <w:rtl/>
        </w:rPr>
        <w:t xml:space="preserve">عليه‌السلام </w:t>
      </w:r>
      <w:r>
        <w:rPr>
          <w:rtl/>
        </w:rPr>
        <w:t xml:space="preserve"> - راخليل خود انتخاب كرد؛براى اين كه او بر محمد- </w:t>
      </w:r>
      <w:r w:rsidR="00745C10" w:rsidRPr="00745C10">
        <w:rPr>
          <w:rStyle w:val="libAlaemChar"/>
          <w:rtl/>
        </w:rPr>
        <w:t>صلى‌الله‌عليه‌وآله‌وسلم</w:t>
      </w:r>
      <w:r>
        <w:rPr>
          <w:rtl/>
        </w:rPr>
        <w:t>-. خاندانش كه درود خدا بر آنان باد،زياد صلوات مى فرستاد.</w:t>
      </w:r>
      <w:r w:rsidRPr="00745C10">
        <w:rPr>
          <w:rStyle w:val="libFootnotenumChar"/>
          <w:rtl/>
        </w:rPr>
        <w:t xml:space="preserve"> (٣)</w:t>
      </w:r>
    </w:p>
    <w:p w:rsidR="00910300" w:rsidRDefault="00745C10" w:rsidP="00745C10">
      <w:pPr>
        <w:pStyle w:val="Heading2"/>
        <w:rPr>
          <w:rtl/>
        </w:rPr>
      </w:pPr>
      <w:r>
        <w:rPr>
          <w:rtl/>
        </w:rPr>
        <w:br w:type="page"/>
      </w:r>
      <w:bookmarkStart w:id="40" w:name="_Toc33993605"/>
      <w:bookmarkStart w:id="41" w:name="_Toc33993887"/>
      <w:bookmarkStart w:id="42" w:name="_Toc33994169"/>
      <w:bookmarkStart w:id="43" w:name="_Toc33994452"/>
      <w:bookmarkStart w:id="44" w:name="_Toc33994735"/>
      <w:r w:rsidR="00910300">
        <w:rPr>
          <w:rtl/>
        </w:rPr>
        <w:lastRenderedPageBreak/>
        <w:t>بخش دوم : سيره معصومين در فرستادن صلوات</w:t>
      </w:r>
      <w:bookmarkEnd w:id="40"/>
      <w:bookmarkEnd w:id="41"/>
      <w:bookmarkEnd w:id="42"/>
      <w:bookmarkEnd w:id="43"/>
      <w:bookmarkEnd w:id="44"/>
      <w:r w:rsidR="00910300">
        <w:rPr>
          <w:rtl/>
        </w:rPr>
        <w:t xml:space="preserve"> </w:t>
      </w:r>
    </w:p>
    <w:p w:rsidR="00745C10" w:rsidRDefault="00745C10" w:rsidP="00745C10">
      <w:pPr>
        <w:pStyle w:val="libNormal"/>
        <w:rPr>
          <w:rtl/>
        </w:rPr>
      </w:pPr>
    </w:p>
    <w:p w:rsidR="00745C10" w:rsidRDefault="00910300" w:rsidP="00745C10">
      <w:pPr>
        <w:pStyle w:val="Heading3"/>
        <w:rPr>
          <w:rtl/>
        </w:rPr>
      </w:pPr>
      <w:bookmarkStart w:id="45" w:name="_Toc33993606"/>
      <w:bookmarkStart w:id="46" w:name="_Toc33993888"/>
      <w:bookmarkStart w:id="47" w:name="_Toc33994170"/>
      <w:bookmarkStart w:id="48" w:name="_Toc33994453"/>
      <w:bookmarkStart w:id="49" w:name="_Toc33994736"/>
      <w:r>
        <w:rPr>
          <w:rtl/>
        </w:rPr>
        <w:t>٧. چگونگى صلوات فرستادن</w:t>
      </w:r>
      <w:bookmarkEnd w:id="45"/>
      <w:bookmarkEnd w:id="46"/>
      <w:bookmarkEnd w:id="47"/>
      <w:bookmarkEnd w:id="48"/>
      <w:bookmarkEnd w:id="49"/>
      <w:r>
        <w:rPr>
          <w:rtl/>
        </w:rPr>
        <w:t xml:space="preserve"> </w:t>
      </w:r>
    </w:p>
    <w:p w:rsidR="00910300" w:rsidRDefault="00910300" w:rsidP="00745C10">
      <w:pPr>
        <w:pStyle w:val="libNormal"/>
        <w:rPr>
          <w:rtl/>
        </w:rPr>
      </w:pPr>
      <w:r>
        <w:rPr>
          <w:rtl/>
        </w:rPr>
        <w:t xml:space="preserve"> عبدالرحمن بن كثير مى گويد: به امام صادق </w:t>
      </w:r>
      <w:r w:rsidR="007560B2" w:rsidRPr="007560B2">
        <w:rPr>
          <w:rStyle w:val="libAlaemChar"/>
          <w:rtl/>
        </w:rPr>
        <w:t xml:space="preserve">عليه‌السلام </w:t>
      </w:r>
      <w:r>
        <w:rPr>
          <w:rtl/>
        </w:rPr>
        <w:t xml:space="preserve"> - عرض كردم : ما در وقت صلوات فرستادن چه بگوييم ؟</w:t>
      </w:r>
    </w:p>
    <w:p w:rsidR="00910300" w:rsidRDefault="00910300" w:rsidP="00910300">
      <w:pPr>
        <w:pStyle w:val="libNormal"/>
        <w:rPr>
          <w:rtl/>
        </w:rPr>
      </w:pPr>
      <w:r>
        <w:rPr>
          <w:rtl/>
        </w:rPr>
        <w:t>فرمودبگوييد:</w:t>
      </w:r>
    </w:p>
    <w:p w:rsidR="00910300" w:rsidRDefault="00910300" w:rsidP="00910300">
      <w:pPr>
        <w:pStyle w:val="libNormal"/>
        <w:rPr>
          <w:rtl/>
        </w:rPr>
      </w:pPr>
      <w:r>
        <w:rPr>
          <w:rtl/>
        </w:rPr>
        <w:t>اللهم انانصلى على محمد نبيك و على آل محمد كما امرتنا به وكما انت صليت عليه</w:t>
      </w:r>
    </w:p>
    <w:p w:rsidR="00745C10" w:rsidRDefault="00910300" w:rsidP="00745C10">
      <w:pPr>
        <w:pStyle w:val="libNormal"/>
        <w:rPr>
          <w:rtl/>
        </w:rPr>
      </w:pPr>
      <w:r>
        <w:rPr>
          <w:rtl/>
        </w:rPr>
        <w:t xml:space="preserve">سپس فرمود:ما نيز چنين صلوات مى فرسيم </w:t>
      </w:r>
    </w:p>
    <w:p w:rsidR="00745C10" w:rsidRDefault="00745C10" w:rsidP="00745C10">
      <w:pPr>
        <w:pStyle w:val="Heading3"/>
        <w:rPr>
          <w:rtl/>
        </w:rPr>
      </w:pPr>
      <w:r>
        <w:rPr>
          <w:rtl/>
        </w:rPr>
        <w:br w:type="page"/>
      </w:r>
      <w:bookmarkStart w:id="50" w:name="_Toc33993607"/>
      <w:bookmarkStart w:id="51" w:name="_Toc33993889"/>
      <w:bookmarkStart w:id="52" w:name="_Toc33994171"/>
      <w:bookmarkStart w:id="53" w:name="_Toc33994454"/>
      <w:bookmarkStart w:id="54" w:name="_Toc33994737"/>
      <w:r w:rsidR="00910300">
        <w:rPr>
          <w:rtl/>
        </w:rPr>
        <w:lastRenderedPageBreak/>
        <w:t>٨. شرط استجابت دعاى امت پيامبر</w:t>
      </w:r>
      <w:bookmarkEnd w:id="50"/>
      <w:bookmarkEnd w:id="51"/>
      <w:bookmarkEnd w:id="52"/>
      <w:bookmarkEnd w:id="53"/>
      <w:bookmarkEnd w:id="54"/>
      <w:r w:rsidR="00910300">
        <w:rPr>
          <w:rtl/>
        </w:rPr>
        <w:t xml:space="preserve"> </w:t>
      </w:r>
    </w:p>
    <w:p w:rsidR="00910300" w:rsidRDefault="00910300" w:rsidP="00745C10">
      <w:pPr>
        <w:pStyle w:val="libNormal"/>
        <w:rPr>
          <w:rtl/>
        </w:rPr>
      </w:pPr>
      <w:r>
        <w:rPr>
          <w:rtl/>
        </w:rPr>
        <w:t xml:space="preserve"> شخص يهودى خدمت اميرالمؤ منين على - </w:t>
      </w:r>
      <w:r w:rsidR="007560B2" w:rsidRPr="007560B2">
        <w:rPr>
          <w:rStyle w:val="libAlaemChar"/>
          <w:rtl/>
        </w:rPr>
        <w:t xml:space="preserve">عليه‌السلام </w:t>
      </w:r>
      <w:r>
        <w:rPr>
          <w:rtl/>
        </w:rPr>
        <w:t xml:space="preserve"> - آمد،و از فضل خاتم الانبياء- </w:t>
      </w:r>
      <w:r w:rsidR="00745C10" w:rsidRPr="00745C10">
        <w:rPr>
          <w:rStyle w:val="libAlaemChar"/>
          <w:rtl/>
        </w:rPr>
        <w:t>صلى‌الله‌عليه‌وآله‌وسلم</w:t>
      </w:r>
      <w:r>
        <w:rPr>
          <w:rtl/>
        </w:rPr>
        <w:t xml:space="preserve">- بر ساير انبياء - </w:t>
      </w:r>
      <w:r w:rsidR="007560B2" w:rsidRPr="007560B2">
        <w:rPr>
          <w:rStyle w:val="libAlaemChar"/>
          <w:rtl/>
        </w:rPr>
        <w:t>عليهم‌السلام</w:t>
      </w:r>
      <w:r>
        <w:rPr>
          <w:rtl/>
        </w:rPr>
        <w:t xml:space="preserve"> - سؤ ال نمود،و گفت كه حق تعالى ملايكه را به سجده آدم - </w:t>
      </w:r>
      <w:r w:rsidR="007560B2" w:rsidRPr="007560B2">
        <w:rPr>
          <w:rStyle w:val="libAlaemChar"/>
          <w:rtl/>
        </w:rPr>
        <w:t xml:space="preserve">عليه‌السلام </w:t>
      </w:r>
      <w:r>
        <w:rPr>
          <w:rtl/>
        </w:rPr>
        <w:t xml:space="preserve"> - امر كرد.</w:t>
      </w:r>
    </w:p>
    <w:p w:rsidR="00910300" w:rsidRDefault="00910300" w:rsidP="00745C10">
      <w:pPr>
        <w:pStyle w:val="libNormal"/>
        <w:rPr>
          <w:rtl/>
        </w:rPr>
      </w:pPr>
      <w:r>
        <w:rPr>
          <w:rtl/>
        </w:rPr>
        <w:t xml:space="preserve">آن حضرت فرمود: افضل از آن را به محمد - </w:t>
      </w:r>
      <w:r w:rsidR="00745C10" w:rsidRPr="00745C10">
        <w:rPr>
          <w:rStyle w:val="libAlaemChar"/>
          <w:rtl/>
        </w:rPr>
        <w:t>صلى‌الله‌عليه‌وآله‌وسلم</w:t>
      </w:r>
      <w:r>
        <w:rPr>
          <w:rtl/>
        </w:rPr>
        <w:t xml:space="preserve">- كرامت نموده ؛زيرا خود بر او صلوات فرستاد،و به ملايكه امر فرمود كه بر او صلوات فرستند،و عبادت عباد را تا روز قيامت ،در صلوات بر آن حضرت قرار داد،و فرمود كه </w:t>
      </w:r>
      <w:r w:rsidR="00745C10" w:rsidRPr="00745C10">
        <w:rPr>
          <w:rStyle w:val="libAlaemChar"/>
          <w:rFonts w:hint="cs"/>
          <w:rtl/>
        </w:rPr>
        <w:t>(</w:t>
      </w:r>
      <w:r w:rsidRPr="00745C10">
        <w:rPr>
          <w:rStyle w:val="libAieChar"/>
          <w:rtl/>
        </w:rPr>
        <w:t>ان الله و ملائكته يصلون على النبى يا ايها الذين امنوا صلوا عليه و سلموا تسليما</w:t>
      </w:r>
      <w:r w:rsidR="00745C10" w:rsidRPr="00745C10">
        <w:rPr>
          <w:rStyle w:val="libAlaemChar"/>
          <w:rFonts w:hint="cs"/>
          <w:rtl/>
        </w:rPr>
        <w:t>)</w:t>
      </w:r>
      <w:r>
        <w:rPr>
          <w:rtl/>
        </w:rPr>
        <w:t>و هر كه در حال حيات يا بعد از وفات آن حضرت ،بر او صلوات مى فرستد،حق تعالى به هر صلواتى ده صلوات بر آن كس مى فرستد،و ده حسنه به او عطا مى فرمايد.</w:t>
      </w:r>
    </w:p>
    <w:p w:rsidR="00745C10" w:rsidRDefault="00910300" w:rsidP="00910300">
      <w:pPr>
        <w:pStyle w:val="libNormal"/>
        <w:rPr>
          <w:rtl/>
        </w:rPr>
      </w:pPr>
      <w:r>
        <w:rPr>
          <w:rtl/>
        </w:rPr>
        <w:t xml:space="preserve">و هر كه بعد از وفات آن جناب ،بر او صلوات فرستد،آن حضرت مطلع مى شود و بر آن كس صلوات و سلام مى فرستد،مثل صلواتى كه فرستاده است و حق سبحانه و تعالى ،دعاى امت او را،در هر چه از پروردگار سؤ ال نمايند،موقوف مى دارد و به اجابت نمى رساند،تاآن كه بر آن حضرت صلوات فرستند. و اين بزرگ تر و عظيم تر است از آن كه بر آن حضرت صلوات فرستند. و اين بزرگ تر و عظيم تر است از آن چه به آدم - </w:t>
      </w:r>
      <w:r w:rsidR="007560B2" w:rsidRPr="007560B2">
        <w:rPr>
          <w:rStyle w:val="libAlaemChar"/>
          <w:rtl/>
        </w:rPr>
        <w:t xml:space="preserve">عليه‌السلام </w:t>
      </w:r>
      <w:r>
        <w:rPr>
          <w:rtl/>
        </w:rPr>
        <w:t xml:space="preserve"> عطا فرمود.</w:t>
      </w:r>
    </w:p>
    <w:p w:rsidR="00745C10" w:rsidRDefault="00745C10" w:rsidP="00745C10">
      <w:pPr>
        <w:pStyle w:val="Heading3"/>
        <w:rPr>
          <w:rtl/>
        </w:rPr>
      </w:pPr>
      <w:r>
        <w:rPr>
          <w:rtl/>
        </w:rPr>
        <w:br w:type="page"/>
      </w:r>
      <w:bookmarkStart w:id="55" w:name="_Toc33993608"/>
      <w:bookmarkStart w:id="56" w:name="_Toc33993890"/>
      <w:bookmarkStart w:id="57" w:name="_Toc33994172"/>
      <w:bookmarkStart w:id="58" w:name="_Toc33994455"/>
      <w:bookmarkStart w:id="59" w:name="_Toc33994738"/>
      <w:r w:rsidR="00910300">
        <w:rPr>
          <w:rtl/>
        </w:rPr>
        <w:lastRenderedPageBreak/>
        <w:t xml:space="preserve">٩.سيره امام سجاد </w:t>
      </w:r>
      <w:r w:rsidRPr="00745C10">
        <w:rPr>
          <w:rStyle w:val="libAlaemChar"/>
          <w:rtl/>
        </w:rPr>
        <w:t>عليها‌السلام</w:t>
      </w:r>
      <w:bookmarkEnd w:id="55"/>
      <w:bookmarkEnd w:id="56"/>
      <w:bookmarkEnd w:id="57"/>
      <w:bookmarkEnd w:id="58"/>
      <w:bookmarkEnd w:id="59"/>
      <w:r w:rsidRPr="00745C10">
        <w:rPr>
          <w:rStyle w:val="libAlaemChar"/>
          <w:rtl/>
        </w:rPr>
        <w:t xml:space="preserve"> </w:t>
      </w:r>
      <w:r w:rsidR="007560B2" w:rsidRPr="007560B2">
        <w:rPr>
          <w:rStyle w:val="libAlaemChar"/>
          <w:rtl/>
        </w:rPr>
        <w:t xml:space="preserve"> </w:t>
      </w:r>
    </w:p>
    <w:p w:rsidR="00910300" w:rsidRDefault="00910300" w:rsidP="00745C10">
      <w:pPr>
        <w:pStyle w:val="libNormal"/>
        <w:rPr>
          <w:rtl/>
        </w:rPr>
      </w:pPr>
      <w:r>
        <w:rPr>
          <w:rtl/>
        </w:rPr>
        <w:t xml:space="preserve"> اللهم صل على محمد و آله ،فى كل اوان وقت وكل و على كل حال عدد ما صليت على من صليت عليه ،واضعاف ذلك كله بالا ضعاف التى لا يحصيها غيرك ،انك فعال لما تريد.</w:t>
      </w:r>
    </w:p>
    <w:p w:rsidR="00745C10" w:rsidRDefault="00910300" w:rsidP="00910300">
      <w:pPr>
        <w:pStyle w:val="libNormal"/>
        <w:rPr>
          <w:rStyle w:val="libFootnotenumChar"/>
          <w:rtl/>
        </w:rPr>
      </w:pPr>
      <w:r>
        <w:rPr>
          <w:rtl/>
        </w:rPr>
        <w:t xml:space="preserve">بار خدايا!بر محمد آل او درود فرست ،در هر هنگام و هر زمان و بر هر حال ،به شماره درودى كه فرستاده اى بر هر كه درود فرستاده اى . و چندان برابر همه آنها،به چندان برابرى كه جز تو آنها را نتواند شمرد؛زيرا تو هر چه بخواهى ،به جا آورنده اى . </w:t>
      </w:r>
      <w:r w:rsidRPr="00745C10">
        <w:rPr>
          <w:rStyle w:val="libFootnotenumChar"/>
          <w:rtl/>
        </w:rPr>
        <w:t>(٤)</w:t>
      </w:r>
    </w:p>
    <w:p w:rsidR="00745C10" w:rsidRDefault="00745C10" w:rsidP="00745C10">
      <w:pPr>
        <w:pStyle w:val="Heading3"/>
        <w:rPr>
          <w:rtl/>
        </w:rPr>
      </w:pPr>
      <w:r>
        <w:rPr>
          <w:rStyle w:val="libFootnotenumChar"/>
          <w:rtl/>
        </w:rPr>
        <w:br w:type="page"/>
      </w:r>
      <w:bookmarkStart w:id="60" w:name="_Toc33993609"/>
      <w:bookmarkStart w:id="61" w:name="_Toc33993891"/>
      <w:bookmarkStart w:id="62" w:name="_Toc33994173"/>
      <w:bookmarkStart w:id="63" w:name="_Toc33994456"/>
      <w:bookmarkStart w:id="64" w:name="_Toc33994739"/>
      <w:r w:rsidR="00910300">
        <w:rPr>
          <w:rtl/>
        </w:rPr>
        <w:lastRenderedPageBreak/>
        <w:t>١٠. صلوات هم وزن عرش</w:t>
      </w:r>
      <w:bookmarkEnd w:id="60"/>
      <w:bookmarkEnd w:id="61"/>
      <w:bookmarkEnd w:id="62"/>
      <w:bookmarkEnd w:id="63"/>
      <w:bookmarkEnd w:id="64"/>
      <w:r w:rsidR="00910300">
        <w:rPr>
          <w:rtl/>
        </w:rPr>
        <w:t xml:space="preserve"> </w:t>
      </w:r>
    </w:p>
    <w:p w:rsidR="00910300" w:rsidRDefault="00910300" w:rsidP="00745C10">
      <w:pPr>
        <w:pStyle w:val="libNormal"/>
        <w:rPr>
          <w:rtl/>
        </w:rPr>
      </w:pPr>
      <w:r>
        <w:rPr>
          <w:rtl/>
        </w:rPr>
        <w:t xml:space="preserve"> رب صل عليكم زنه عرشك و مادونه ،و ملا سمواتك و ما فوقهن ،و عدد ارضيك و ما تحتهن و مابينهن ، صلوة تقربهم منك زلفى ،و تكون لك و لهم رضى ،متصلة بنظائرهن ابدا.</w:t>
      </w:r>
    </w:p>
    <w:p w:rsidR="00745C10" w:rsidRDefault="00910300" w:rsidP="00910300">
      <w:pPr>
        <w:pStyle w:val="libNormal"/>
        <w:rPr>
          <w:rStyle w:val="libFootnotenumChar"/>
          <w:rtl/>
        </w:rPr>
      </w:pPr>
      <w:r>
        <w:rPr>
          <w:rtl/>
        </w:rPr>
        <w:t xml:space="preserve">پروردگارا!برايشان درود فرست ،هم وزن عرش خود و آن چه زير عرش است (همه عالم )؛و مقدار آن چه آسمان هايت و آن چه در بالاى آن هاست را پرگرداند؛و به مقدار شماره زمين هايت و آن چه در زير آنها و ميان آنهاست (را پر سازد)؛درودى كه ايشان را به كمال قرب تو رساند؛و براى تو و ايشان خوشنودى ؛و هميشه به مانندهاى آن ،درودها پيوسته باشد. </w:t>
      </w:r>
      <w:r w:rsidRPr="00745C10">
        <w:rPr>
          <w:rStyle w:val="libFootnotenumChar"/>
          <w:rtl/>
        </w:rPr>
        <w:t>(٥)</w:t>
      </w:r>
    </w:p>
    <w:p w:rsidR="00745C10" w:rsidRDefault="00745C10" w:rsidP="00745C10">
      <w:pPr>
        <w:pStyle w:val="Heading3"/>
        <w:rPr>
          <w:rtl/>
        </w:rPr>
      </w:pPr>
      <w:r>
        <w:rPr>
          <w:rStyle w:val="libFootnotenumChar"/>
          <w:rtl/>
        </w:rPr>
        <w:br w:type="page"/>
      </w:r>
      <w:bookmarkStart w:id="65" w:name="_Toc33993610"/>
      <w:bookmarkStart w:id="66" w:name="_Toc33993892"/>
      <w:bookmarkStart w:id="67" w:name="_Toc33994174"/>
      <w:bookmarkStart w:id="68" w:name="_Toc33994457"/>
      <w:bookmarkStart w:id="69" w:name="_Toc33994740"/>
      <w:r w:rsidR="00910300">
        <w:rPr>
          <w:rtl/>
        </w:rPr>
        <w:lastRenderedPageBreak/>
        <w:t>١١. صلوات شفاعت كننده</w:t>
      </w:r>
      <w:bookmarkEnd w:id="65"/>
      <w:bookmarkEnd w:id="66"/>
      <w:bookmarkEnd w:id="67"/>
      <w:bookmarkEnd w:id="68"/>
      <w:bookmarkEnd w:id="69"/>
      <w:r w:rsidR="00910300">
        <w:rPr>
          <w:rtl/>
        </w:rPr>
        <w:t xml:space="preserve"> </w:t>
      </w:r>
    </w:p>
    <w:p w:rsidR="00910300" w:rsidRDefault="00910300" w:rsidP="00745C10">
      <w:pPr>
        <w:pStyle w:val="libNormal"/>
        <w:rPr>
          <w:rtl/>
        </w:rPr>
      </w:pPr>
      <w:r>
        <w:rPr>
          <w:rtl/>
        </w:rPr>
        <w:t xml:space="preserve"> اللهم صل على محمد و آله ،كما هديتنا به ،وصل على محمد و آله ،كما استقنذ تنابه ،وصل على محمد و آله صلوة تشفع لنا يوم القيمة و يوم الفاقة اليك ، انك على كل شى ء قدير،و هو عليك يسير؛</w:t>
      </w:r>
    </w:p>
    <w:p w:rsidR="00745C10" w:rsidRDefault="00910300" w:rsidP="00910300">
      <w:pPr>
        <w:pStyle w:val="libNormal"/>
        <w:rPr>
          <w:rtl/>
        </w:rPr>
      </w:pPr>
      <w:r>
        <w:rPr>
          <w:rtl/>
        </w:rPr>
        <w:t xml:space="preserve">بار خدايا!بر محمد و آل او درود فرست ،چنان كه ما را به سبب او (به راه حق ) هدايت نمودى . و بر محمد و آل او درود فرست ،چنان كه ما را به وسيله آن حضرت از (جهل و نادانى ) رهانيدى و بر محمد و آل او درود فرست ،درودى كه ما را روز رستاخيز و روز نيازمندى به تو شفاعت نمايد؛ زيرا تو بر هر چيز تواناى ،و آن بر تو آسان است . </w:t>
      </w:r>
      <w:r w:rsidRPr="00745C10">
        <w:rPr>
          <w:rStyle w:val="libFootnotenumChar"/>
          <w:rtl/>
        </w:rPr>
        <w:t>(٦)</w:t>
      </w:r>
    </w:p>
    <w:p w:rsidR="00745C10" w:rsidRDefault="00745C10" w:rsidP="00745C10">
      <w:pPr>
        <w:pStyle w:val="Heading3"/>
        <w:rPr>
          <w:rtl/>
        </w:rPr>
      </w:pPr>
      <w:r>
        <w:rPr>
          <w:rtl/>
        </w:rPr>
        <w:br w:type="page"/>
      </w:r>
      <w:bookmarkStart w:id="70" w:name="_Toc33993611"/>
      <w:bookmarkStart w:id="71" w:name="_Toc33993893"/>
      <w:bookmarkStart w:id="72" w:name="_Toc33994175"/>
      <w:bookmarkStart w:id="73" w:name="_Toc33994458"/>
      <w:bookmarkStart w:id="74" w:name="_Toc33994741"/>
      <w:r w:rsidR="00910300">
        <w:rPr>
          <w:rtl/>
        </w:rPr>
        <w:lastRenderedPageBreak/>
        <w:t xml:space="preserve">١٢. شادكردن رسول خدا </w:t>
      </w:r>
      <w:r w:rsidR="007560B2" w:rsidRPr="007560B2">
        <w:rPr>
          <w:rStyle w:val="libAlaemChar"/>
          <w:rtl/>
        </w:rPr>
        <w:t>صلى‌الله‌عليه‌وآله‌وسلم</w:t>
      </w:r>
      <w:bookmarkEnd w:id="70"/>
      <w:bookmarkEnd w:id="71"/>
      <w:bookmarkEnd w:id="72"/>
      <w:bookmarkEnd w:id="73"/>
      <w:bookmarkEnd w:id="74"/>
      <w:r w:rsidR="00910300">
        <w:rPr>
          <w:rtl/>
        </w:rPr>
        <w:t xml:space="preserve"> </w:t>
      </w:r>
    </w:p>
    <w:p w:rsidR="00910300" w:rsidRDefault="00910300" w:rsidP="00745C10">
      <w:pPr>
        <w:pStyle w:val="libNormal"/>
        <w:rPr>
          <w:rtl/>
        </w:rPr>
      </w:pPr>
      <w:r>
        <w:rPr>
          <w:rtl/>
        </w:rPr>
        <w:t xml:space="preserve"> از حضرت امام صادق - </w:t>
      </w:r>
      <w:r w:rsidR="007560B2" w:rsidRPr="007560B2">
        <w:rPr>
          <w:rStyle w:val="libAlaemChar"/>
          <w:rtl/>
        </w:rPr>
        <w:t xml:space="preserve">عليه‌السلام </w:t>
      </w:r>
      <w:r>
        <w:rPr>
          <w:rtl/>
        </w:rPr>
        <w:t xml:space="preserve"> - روايت شده كه :</w:t>
      </w:r>
    </w:p>
    <w:p w:rsidR="00910300" w:rsidRDefault="00910300" w:rsidP="00910300">
      <w:pPr>
        <w:pStyle w:val="libNormal"/>
        <w:rPr>
          <w:rtl/>
        </w:rPr>
      </w:pPr>
      <w:r>
        <w:rPr>
          <w:rtl/>
        </w:rPr>
        <w:t>هر كه خواهد كه شاد گرداند محمد و آل آن حضرت را - صلوات الله عليهم - به اين نحو،به ايشان صلوات فرستد:</w:t>
      </w:r>
    </w:p>
    <w:p w:rsidR="00745C10" w:rsidRDefault="00910300" w:rsidP="00910300">
      <w:pPr>
        <w:pStyle w:val="libNormal"/>
        <w:rPr>
          <w:rtl/>
        </w:rPr>
      </w:pPr>
      <w:r>
        <w:rPr>
          <w:rtl/>
        </w:rPr>
        <w:t xml:space="preserve">اللهم يا اجود من اعطى و يا خير من سئل و يا ارحم من استرحم اللهم صل على محمد و آله فى الاولين و صل على محمد و آله فى الاخرين و صل على محمد و آله فى الملا الاعلى و صل على محمد و آله فى الملا.والا على و صل على محمد و آله فى المرسلين اعط اللهم محمدا و آله الوسيله و الفضيلة و الشرف والذفعه و الدرجه الكبيرة اللهم انى امنت بمحمد - </w:t>
      </w:r>
      <w:r w:rsidR="00745C10" w:rsidRPr="00745C10">
        <w:rPr>
          <w:rStyle w:val="libAlaemChar"/>
          <w:rtl/>
        </w:rPr>
        <w:t>صلى‌الله‌عليه‌وآله‌وسلم</w:t>
      </w:r>
      <w:r>
        <w:rPr>
          <w:rtl/>
        </w:rPr>
        <w:t xml:space="preserve">- و لم اءره فلا تحرمنى يوم القيامه رويته و ارزقنى صحبته و توفنى على ملته و اسقينى من حوضه مشربا رويا سائغا هنيئا لا اظماء بعده ابدا انك على كل شى ء قدير. اللهم انى امنت بمحمد </w:t>
      </w:r>
      <w:r w:rsidR="00745C10" w:rsidRPr="00745C10">
        <w:rPr>
          <w:rStyle w:val="libAlaemChar"/>
          <w:rtl/>
        </w:rPr>
        <w:t>صلى‌الله‌عليه‌وآله‌وسلم</w:t>
      </w:r>
      <w:r>
        <w:rPr>
          <w:rtl/>
        </w:rPr>
        <w:t xml:space="preserve">و لم اءره فعرفنى فى الاجنان وجهنه . اللهم بلغ محمدا </w:t>
      </w:r>
      <w:r w:rsidR="00745C10" w:rsidRPr="00745C10">
        <w:rPr>
          <w:rStyle w:val="libAlaemChar"/>
          <w:rtl/>
        </w:rPr>
        <w:t>صلى‌الله‌عليه‌وآله‌وسلم</w:t>
      </w:r>
      <w:r>
        <w:rPr>
          <w:rtl/>
        </w:rPr>
        <w:t>منى تحتيه و سلاما.</w:t>
      </w:r>
    </w:p>
    <w:p w:rsidR="00745C10" w:rsidRDefault="00745C10" w:rsidP="00745C10">
      <w:pPr>
        <w:pStyle w:val="Heading3"/>
        <w:rPr>
          <w:rtl/>
        </w:rPr>
      </w:pPr>
      <w:r>
        <w:rPr>
          <w:rtl/>
        </w:rPr>
        <w:br w:type="page"/>
      </w:r>
      <w:bookmarkStart w:id="75" w:name="_Toc33993612"/>
      <w:bookmarkStart w:id="76" w:name="_Toc33993894"/>
      <w:bookmarkStart w:id="77" w:name="_Toc33994176"/>
      <w:bookmarkStart w:id="78" w:name="_Toc33994459"/>
      <w:bookmarkStart w:id="79" w:name="_Toc33994742"/>
      <w:r w:rsidR="00910300">
        <w:rPr>
          <w:rtl/>
        </w:rPr>
        <w:lastRenderedPageBreak/>
        <w:t xml:space="preserve">١٣. وقت صلوات امام رضا </w:t>
      </w:r>
      <w:r w:rsidRPr="00745C10">
        <w:rPr>
          <w:rStyle w:val="libAlaemChar"/>
          <w:rtl/>
        </w:rPr>
        <w:t>عليها‌السلام</w:t>
      </w:r>
      <w:bookmarkEnd w:id="75"/>
      <w:bookmarkEnd w:id="76"/>
      <w:bookmarkEnd w:id="77"/>
      <w:bookmarkEnd w:id="78"/>
      <w:bookmarkEnd w:id="79"/>
      <w:r w:rsidRPr="00745C10">
        <w:rPr>
          <w:rStyle w:val="libAlaemChar"/>
          <w:rtl/>
        </w:rPr>
        <w:t xml:space="preserve"> </w:t>
      </w:r>
      <w:r w:rsidR="007560B2" w:rsidRPr="007560B2">
        <w:rPr>
          <w:rStyle w:val="libAlaemChar"/>
          <w:rtl/>
        </w:rPr>
        <w:t xml:space="preserve"> </w:t>
      </w:r>
    </w:p>
    <w:p w:rsidR="00745C10" w:rsidRDefault="00910300" w:rsidP="00745C10">
      <w:pPr>
        <w:pStyle w:val="libNormal"/>
        <w:rPr>
          <w:rStyle w:val="libFootnotenumChar"/>
          <w:rtl/>
        </w:rPr>
      </w:pPr>
      <w:r>
        <w:rPr>
          <w:rtl/>
        </w:rPr>
        <w:t xml:space="preserve"> آمام رضا - </w:t>
      </w:r>
      <w:r w:rsidR="007560B2" w:rsidRPr="007560B2">
        <w:rPr>
          <w:rStyle w:val="libAlaemChar"/>
          <w:rtl/>
        </w:rPr>
        <w:t xml:space="preserve">عليه‌السلام </w:t>
      </w:r>
      <w:r>
        <w:rPr>
          <w:rtl/>
        </w:rPr>
        <w:t xml:space="preserve"> - هنگام صبح پس از نماز و پس از اسلام ،در جايگاه نماز مى نشست و به تسبيح و حمد و تكبير و تهليل خدا مشغول مى شد،و به پيامبر و آل او صلوات مى فرستاد تا اين كه خورشيد طلوع مى كرد. </w:t>
      </w:r>
      <w:r w:rsidRPr="00745C10">
        <w:rPr>
          <w:rStyle w:val="libFootnotenumChar"/>
          <w:rtl/>
        </w:rPr>
        <w:t>(٧)</w:t>
      </w:r>
    </w:p>
    <w:p w:rsidR="00745C10" w:rsidRDefault="00745C10" w:rsidP="00745C10">
      <w:pPr>
        <w:pStyle w:val="Heading3"/>
        <w:rPr>
          <w:rtl/>
        </w:rPr>
      </w:pPr>
      <w:r>
        <w:rPr>
          <w:rStyle w:val="libFootnotenumChar"/>
          <w:rtl/>
        </w:rPr>
        <w:br w:type="page"/>
      </w:r>
      <w:bookmarkStart w:id="80" w:name="_Toc33993613"/>
      <w:bookmarkStart w:id="81" w:name="_Toc33993895"/>
      <w:bookmarkStart w:id="82" w:name="_Toc33994177"/>
      <w:bookmarkStart w:id="83" w:name="_Toc33994460"/>
      <w:bookmarkStart w:id="84" w:name="_Toc33994743"/>
      <w:r w:rsidR="00910300">
        <w:rPr>
          <w:rtl/>
        </w:rPr>
        <w:lastRenderedPageBreak/>
        <w:t>١٤. مناظره امام هشتم</w:t>
      </w:r>
      <w:bookmarkEnd w:id="80"/>
      <w:bookmarkEnd w:id="81"/>
      <w:bookmarkEnd w:id="82"/>
      <w:bookmarkEnd w:id="83"/>
      <w:bookmarkEnd w:id="84"/>
      <w:r w:rsidR="00910300">
        <w:rPr>
          <w:rtl/>
        </w:rPr>
        <w:t xml:space="preserve"> </w:t>
      </w:r>
    </w:p>
    <w:p w:rsidR="00910300" w:rsidRDefault="00910300" w:rsidP="00745C10">
      <w:pPr>
        <w:pStyle w:val="libNormal"/>
        <w:rPr>
          <w:rtl/>
        </w:rPr>
      </w:pPr>
      <w:r>
        <w:rPr>
          <w:rtl/>
        </w:rPr>
        <w:t xml:space="preserve"> در مجلس ماءمون در حضور اما هشتم ،سخن از مسئله اى به ميان آمد كه به پيامبر گفته بودند كه سلام دادن به شما را مى دانيم ؛ولى صلوات بر شما چگونه است ؟</w:t>
      </w:r>
    </w:p>
    <w:p w:rsidR="00910300" w:rsidRDefault="00910300" w:rsidP="00910300">
      <w:pPr>
        <w:pStyle w:val="libNormal"/>
        <w:rPr>
          <w:rtl/>
        </w:rPr>
      </w:pPr>
      <w:r>
        <w:rPr>
          <w:rtl/>
        </w:rPr>
        <w:t>پيامبر پاسخ فرمود:تقولون اللهم صل على محمد و آل محمد كما صليت و باركت على ابراهيم و آل ابراهيم انك حميد مجيد</w:t>
      </w:r>
    </w:p>
    <w:p w:rsidR="00910300" w:rsidRDefault="00910300" w:rsidP="00910300">
      <w:pPr>
        <w:pStyle w:val="libNormal"/>
        <w:rPr>
          <w:rtl/>
        </w:rPr>
      </w:pPr>
      <w:r>
        <w:rPr>
          <w:rtl/>
        </w:rPr>
        <w:t>ماءمون به اهل مجلس خود كه همه از علماى مذاهب اسلامى بودند گفت : آيا در اين باره (صلوات بر پيامبر به صورت فوق ) اختلافى به چشم مى خورد؟</w:t>
      </w:r>
    </w:p>
    <w:p w:rsidR="00910300" w:rsidRDefault="00910300" w:rsidP="00910300">
      <w:pPr>
        <w:pStyle w:val="libNormal"/>
        <w:rPr>
          <w:rtl/>
        </w:rPr>
      </w:pPr>
      <w:r>
        <w:rPr>
          <w:rtl/>
        </w:rPr>
        <w:t>آنها گفتند: نه و در اين باره همه امت (مذاهب ) متفق اند ماءمون به امام هشتم گفت : آيا دربارهآل پيامبرتوضيحى داريد؟</w:t>
      </w:r>
    </w:p>
    <w:p w:rsidR="00745C10" w:rsidRDefault="00910300" w:rsidP="00910300">
      <w:pPr>
        <w:pStyle w:val="libNormal"/>
        <w:rPr>
          <w:rStyle w:val="libFootnotenumChar"/>
          <w:rtl/>
        </w:rPr>
      </w:pPr>
      <w:r>
        <w:rPr>
          <w:rtl/>
        </w:rPr>
        <w:t xml:space="preserve">امام فرمود:به من بگوييد مراد ازيس و القران الحكيمكيست ؟آنان گفتند: شكى نيست كه منظور ازيسمحمد </w:t>
      </w:r>
      <w:r w:rsidR="00745C10" w:rsidRPr="00745C10">
        <w:rPr>
          <w:rStyle w:val="libAlaemChar"/>
          <w:rtl/>
        </w:rPr>
        <w:t>صلى‌الله‌عليه‌وآله‌وسلم</w:t>
      </w:r>
      <w:r>
        <w:rPr>
          <w:rtl/>
        </w:rPr>
        <w:t xml:space="preserve">است . </w:t>
      </w:r>
      <w:r w:rsidRPr="00745C10">
        <w:rPr>
          <w:rStyle w:val="libFootnotenumChar"/>
          <w:rtl/>
        </w:rPr>
        <w:t>(٨)</w:t>
      </w:r>
    </w:p>
    <w:p w:rsidR="00745C10" w:rsidRDefault="00745C10" w:rsidP="00745C10">
      <w:pPr>
        <w:pStyle w:val="Heading3"/>
        <w:rPr>
          <w:rtl/>
        </w:rPr>
      </w:pPr>
      <w:r>
        <w:rPr>
          <w:rStyle w:val="libFootnotenumChar"/>
          <w:rtl/>
        </w:rPr>
        <w:br w:type="page"/>
      </w:r>
      <w:bookmarkStart w:id="85" w:name="_Toc33993614"/>
      <w:bookmarkStart w:id="86" w:name="_Toc33993896"/>
      <w:bookmarkStart w:id="87" w:name="_Toc33994178"/>
      <w:bookmarkStart w:id="88" w:name="_Toc33994461"/>
      <w:bookmarkStart w:id="89" w:name="_Toc33994744"/>
      <w:r w:rsidR="00910300">
        <w:rPr>
          <w:rtl/>
        </w:rPr>
        <w:lastRenderedPageBreak/>
        <w:t xml:space="preserve">١٥. عبادت امام </w:t>
      </w:r>
      <w:r w:rsidRPr="00745C10">
        <w:rPr>
          <w:rStyle w:val="libAlaemChar"/>
          <w:rtl/>
        </w:rPr>
        <w:t xml:space="preserve">عليها‌السلام </w:t>
      </w:r>
      <w:r w:rsidR="007560B2" w:rsidRPr="007560B2">
        <w:rPr>
          <w:rStyle w:val="libAlaemChar"/>
          <w:rtl/>
        </w:rPr>
        <w:t xml:space="preserve"> </w:t>
      </w:r>
      <w:r w:rsidR="00910300">
        <w:rPr>
          <w:rtl/>
        </w:rPr>
        <w:t xml:space="preserve"> در سفر</w:t>
      </w:r>
      <w:bookmarkEnd w:id="85"/>
      <w:bookmarkEnd w:id="86"/>
      <w:bookmarkEnd w:id="87"/>
      <w:bookmarkEnd w:id="88"/>
      <w:bookmarkEnd w:id="89"/>
      <w:r w:rsidR="00910300">
        <w:rPr>
          <w:rtl/>
        </w:rPr>
        <w:t xml:space="preserve"> </w:t>
      </w:r>
    </w:p>
    <w:p w:rsidR="00910300" w:rsidRDefault="00910300" w:rsidP="00745C10">
      <w:pPr>
        <w:pStyle w:val="libNormal"/>
        <w:rPr>
          <w:rtl/>
        </w:rPr>
      </w:pPr>
      <w:r>
        <w:rPr>
          <w:rtl/>
        </w:rPr>
        <w:t xml:space="preserve"> رجاء ابى ضحاك ،فرمانده ماءمران براى آوردن امام رضا - </w:t>
      </w:r>
      <w:r w:rsidR="007560B2" w:rsidRPr="007560B2">
        <w:rPr>
          <w:rStyle w:val="libAlaemChar"/>
          <w:rtl/>
        </w:rPr>
        <w:t xml:space="preserve">عليه‌السلام </w:t>
      </w:r>
      <w:r>
        <w:rPr>
          <w:rtl/>
        </w:rPr>
        <w:t xml:space="preserve"> - در ضمن شرح عبادت هاى شبانه روزى امام مى گويد:</w:t>
      </w:r>
    </w:p>
    <w:p w:rsidR="00745C10" w:rsidRDefault="00910300" w:rsidP="00910300">
      <w:pPr>
        <w:pStyle w:val="libNormal"/>
        <w:rPr>
          <w:rStyle w:val="libFootnotenumChar"/>
          <w:rtl/>
        </w:rPr>
      </w:pPr>
      <w:r>
        <w:rPr>
          <w:rtl/>
        </w:rPr>
        <w:t xml:space="preserve">امام رضا - </w:t>
      </w:r>
      <w:r w:rsidR="007560B2" w:rsidRPr="007560B2">
        <w:rPr>
          <w:rStyle w:val="libAlaemChar"/>
          <w:rtl/>
        </w:rPr>
        <w:t xml:space="preserve">عليه‌السلام </w:t>
      </w:r>
      <w:r>
        <w:rPr>
          <w:rtl/>
        </w:rPr>
        <w:t xml:space="preserve"> - هنگامى كه صبح مى كردند،نماز را مى خواند،پس از اسلام ،در جايگاه نماز مى نشست و به تسبيح و حمد و تكبير و تهليل خدا مشغول مى شد،و به پيامبر و آل او صلوات مى فرستاد تا اين كه خورشيد طلوع مى كرد. </w:t>
      </w:r>
      <w:r w:rsidRPr="00745C10">
        <w:rPr>
          <w:rStyle w:val="libFootnotenumChar"/>
          <w:rtl/>
        </w:rPr>
        <w:t>(٩)</w:t>
      </w:r>
    </w:p>
    <w:p w:rsidR="00745C10" w:rsidRDefault="00745C10" w:rsidP="00745C10">
      <w:pPr>
        <w:pStyle w:val="Heading3"/>
        <w:rPr>
          <w:rtl/>
        </w:rPr>
      </w:pPr>
      <w:r>
        <w:rPr>
          <w:rStyle w:val="libFootnotenumChar"/>
          <w:rtl/>
        </w:rPr>
        <w:br w:type="page"/>
      </w:r>
      <w:bookmarkStart w:id="90" w:name="_Toc33993615"/>
      <w:bookmarkStart w:id="91" w:name="_Toc33993897"/>
      <w:bookmarkStart w:id="92" w:name="_Toc33994179"/>
      <w:bookmarkStart w:id="93" w:name="_Toc33994462"/>
      <w:bookmarkStart w:id="94" w:name="_Toc33994745"/>
      <w:r w:rsidR="00910300">
        <w:rPr>
          <w:rtl/>
        </w:rPr>
        <w:lastRenderedPageBreak/>
        <w:t xml:space="preserve">١٦. صلوات و دعاى امام جواد </w:t>
      </w:r>
      <w:r w:rsidRPr="00745C10">
        <w:rPr>
          <w:rStyle w:val="libAlaemChar"/>
          <w:rtl/>
        </w:rPr>
        <w:t>عليها‌السلام</w:t>
      </w:r>
      <w:bookmarkEnd w:id="90"/>
      <w:bookmarkEnd w:id="91"/>
      <w:bookmarkEnd w:id="92"/>
      <w:bookmarkEnd w:id="93"/>
      <w:bookmarkEnd w:id="94"/>
      <w:r w:rsidRPr="00745C10">
        <w:rPr>
          <w:rStyle w:val="libAlaemChar"/>
          <w:rtl/>
        </w:rPr>
        <w:t xml:space="preserve"> </w:t>
      </w:r>
      <w:r w:rsidR="007560B2" w:rsidRPr="007560B2">
        <w:rPr>
          <w:rStyle w:val="libAlaemChar"/>
          <w:rtl/>
        </w:rPr>
        <w:t xml:space="preserve"> </w:t>
      </w:r>
    </w:p>
    <w:p w:rsidR="00910300" w:rsidRDefault="00910300" w:rsidP="00745C10">
      <w:pPr>
        <w:pStyle w:val="libNormal"/>
        <w:rPr>
          <w:rtl/>
        </w:rPr>
      </w:pPr>
      <w:r>
        <w:rPr>
          <w:rtl/>
        </w:rPr>
        <w:t xml:space="preserve"> امام جواد - </w:t>
      </w:r>
      <w:r w:rsidR="007560B2" w:rsidRPr="007560B2">
        <w:rPr>
          <w:rStyle w:val="libAlaemChar"/>
          <w:rtl/>
        </w:rPr>
        <w:t xml:space="preserve">عليه‌السلام </w:t>
      </w:r>
      <w:r>
        <w:rPr>
          <w:rtl/>
        </w:rPr>
        <w:t xml:space="preserve"> - در دعاى هر روزه ماه مبارك رمضان عرضه مى دارد :</w:t>
      </w:r>
    </w:p>
    <w:p w:rsidR="00910300" w:rsidRDefault="00910300" w:rsidP="00910300">
      <w:pPr>
        <w:pStyle w:val="libNormal"/>
        <w:rPr>
          <w:rtl/>
        </w:rPr>
      </w:pPr>
      <w:r>
        <w:rPr>
          <w:rtl/>
        </w:rPr>
        <w:t>اى آن كه پيش از همه چيز بوده ؛ سپس همه چيز را آفريده ؛سپس باقى مى ماند،در حالى كه همه چيز فانى مى شود.</w:t>
      </w:r>
    </w:p>
    <w:p w:rsidR="00910300" w:rsidRDefault="00910300" w:rsidP="00910300">
      <w:pPr>
        <w:pStyle w:val="libNormal"/>
        <w:rPr>
          <w:rtl/>
        </w:rPr>
      </w:pPr>
      <w:r>
        <w:rPr>
          <w:rtl/>
        </w:rPr>
        <w:t>اى آن كه چيزى مانندش نيست ؛و اى آن كه نه در آسمان هاى فراتر،و نه در زمين هاى فروتر،و نه روى آنها،و نه زير آنها،و نه در ميان آنها معبودى جز او نيست ،كه پرستيده شود.</w:t>
      </w:r>
    </w:p>
    <w:p w:rsidR="00910300" w:rsidRDefault="00910300" w:rsidP="00910300">
      <w:pPr>
        <w:pStyle w:val="libNormal"/>
        <w:rPr>
          <w:rtl/>
        </w:rPr>
      </w:pPr>
      <w:r>
        <w:rPr>
          <w:rtl/>
        </w:rPr>
        <w:t>تو را حمد مى كنم ،حمدى كه هيچ كس - جز تو - را يارى شمردن آن نباشد</w:t>
      </w:r>
    </w:p>
    <w:p w:rsidR="006916DF" w:rsidRDefault="00910300" w:rsidP="00910300">
      <w:pPr>
        <w:pStyle w:val="libNormal"/>
        <w:rPr>
          <w:rStyle w:val="libFootnotenumChar"/>
          <w:rtl/>
        </w:rPr>
      </w:pPr>
      <w:r>
        <w:rPr>
          <w:rtl/>
        </w:rPr>
        <w:t xml:space="preserve">پس درود فرست بر محمد و آل محمد،درودى كه هيچ كس - جز تو - را ياراى شمردن آن نباشد. </w:t>
      </w:r>
      <w:r w:rsidRPr="006916DF">
        <w:rPr>
          <w:rStyle w:val="libFootnotenumChar"/>
          <w:rtl/>
        </w:rPr>
        <w:t>(١٠)</w:t>
      </w:r>
    </w:p>
    <w:p w:rsidR="006916DF" w:rsidRDefault="006916DF" w:rsidP="006916DF">
      <w:pPr>
        <w:pStyle w:val="Heading3"/>
        <w:rPr>
          <w:rtl/>
        </w:rPr>
      </w:pPr>
      <w:r>
        <w:rPr>
          <w:rStyle w:val="libFootnotenumChar"/>
          <w:rtl/>
        </w:rPr>
        <w:br w:type="page"/>
      </w:r>
      <w:bookmarkStart w:id="95" w:name="_Toc33993616"/>
      <w:bookmarkStart w:id="96" w:name="_Toc33993898"/>
      <w:bookmarkStart w:id="97" w:name="_Toc33994180"/>
      <w:bookmarkStart w:id="98" w:name="_Toc33994463"/>
      <w:bookmarkStart w:id="99" w:name="_Toc33994746"/>
      <w:r w:rsidR="00910300">
        <w:rPr>
          <w:rtl/>
        </w:rPr>
        <w:lastRenderedPageBreak/>
        <w:t>١٧. دعاى قبل از طلوع خورشيد</w:t>
      </w:r>
      <w:bookmarkEnd w:id="95"/>
      <w:bookmarkEnd w:id="96"/>
      <w:bookmarkEnd w:id="97"/>
      <w:bookmarkEnd w:id="98"/>
      <w:bookmarkEnd w:id="99"/>
      <w:r w:rsidR="00910300">
        <w:rPr>
          <w:rtl/>
        </w:rPr>
        <w:t xml:space="preserve"> </w:t>
      </w:r>
    </w:p>
    <w:p w:rsidR="00910300" w:rsidRDefault="00910300" w:rsidP="006916DF">
      <w:pPr>
        <w:pStyle w:val="libNormal"/>
        <w:rPr>
          <w:rtl/>
        </w:rPr>
      </w:pPr>
      <w:r>
        <w:rPr>
          <w:rtl/>
        </w:rPr>
        <w:t xml:space="preserve"> امام عسگرى </w:t>
      </w:r>
      <w:r w:rsidR="007560B2" w:rsidRPr="007560B2">
        <w:rPr>
          <w:rStyle w:val="libAlaemChar"/>
          <w:rtl/>
        </w:rPr>
        <w:t xml:space="preserve">عليه‌السلام </w:t>
      </w:r>
      <w:r>
        <w:rPr>
          <w:rtl/>
        </w:rPr>
        <w:t xml:space="preserve"> قبل از طلوع خورشيد اين دعا را مى خواند:</w:t>
      </w:r>
    </w:p>
    <w:p w:rsidR="00910300" w:rsidRDefault="00910300" w:rsidP="00910300">
      <w:pPr>
        <w:pStyle w:val="libNormal"/>
        <w:rPr>
          <w:rtl/>
        </w:rPr>
      </w:pPr>
      <w:r>
        <w:rPr>
          <w:rtl/>
        </w:rPr>
        <w:t>اى اولى كه قبل از او اولى نيست ،واى آخرى كه غير او آخرى نيست ،اى قيومى كه انتهايى براى قدمتش نيست ،اى عزيزى كه براى عزتش انقطاعى نيست ،اى چيره و قادرى كه در سلطنتش ضعفى نيست ،اى كريمى كه نعمتش دايمى است .</w:t>
      </w:r>
    </w:p>
    <w:p w:rsidR="00910300" w:rsidRDefault="00910300" w:rsidP="00910300">
      <w:pPr>
        <w:pStyle w:val="libNormal"/>
        <w:rPr>
          <w:rtl/>
        </w:rPr>
      </w:pPr>
      <w:r>
        <w:rPr>
          <w:rtl/>
        </w:rPr>
        <w:t xml:space="preserve">در پيشگاه تو نيازهايم را تقديم مى دارم و مى خواهم كه بر محمد و اهل بيتش </w:t>
      </w:r>
      <w:r w:rsidR="007560B2" w:rsidRPr="007560B2">
        <w:rPr>
          <w:rStyle w:val="libAlaemChar"/>
          <w:rtl/>
        </w:rPr>
        <w:t xml:space="preserve">عليه‌السلام </w:t>
      </w:r>
      <w:r>
        <w:rPr>
          <w:rtl/>
        </w:rPr>
        <w:t xml:space="preserve"> درود فرستى . </w:t>
      </w:r>
      <w:r w:rsidRPr="006916DF">
        <w:rPr>
          <w:rStyle w:val="libFootnotenumChar"/>
          <w:rtl/>
        </w:rPr>
        <w:t>(١١)</w:t>
      </w:r>
    </w:p>
    <w:p w:rsidR="00910300" w:rsidRDefault="006916DF" w:rsidP="006916DF">
      <w:pPr>
        <w:pStyle w:val="Heading2"/>
        <w:rPr>
          <w:rtl/>
        </w:rPr>
      </w:pPr>
      <w:r>
        <w:rPr>
          <w:rtl/>
        </w:rPr>
        <w:br w:type="page"/>
      </w:r>
      <w:bookmarkStart w:id="100" w:name="_Toc33993617"/>
      <w:bookmarkStart w:id="101" w:name="_Toc33993899"/>
      <w:bookmarkStart w:id="102" w:name="_Toc33994181"/>
      <w:bookmarkStart w:id="103" w:name="_Toc33994464"/>
      <w:bookmarkStart w:id="104" w:name="_Toc33994747"/>
      <w:r w:rsidR="00910300">
        <w:rPr>
          <w:rtl/>
        </w:rPr>
        <w:lastRenderedPageBreak/>
        <w:t>بخش سوم : ثوات صلوات :</w:t>
      </w:r>
      <w:bookmarkEnd w:id="100"/>
      <w:bookmarkEnd w:id="101"/>
      <w:bookmarkEnd w:id="102"/>
      <w:bookmarkEnd w:id="103"/>
      <w:bookmarkEnd w:id="104"/>
    </w:p>
    <w:p w:rsidR="006916DF" w:rsidRPr="006916DF" w:rsidRDefault="006916DF" w:rsidP="006916DF">
      <w:pPr>
        <w:pStyle w:val="libNormal"/>
        <w:rPr>
          <w:rtl/>
        </w:rPr>
      </w:pPr>
    </w:p>
    <w:p w:rsidR="006916DF" w:rsidRDefault="00910300" w:rsidP="006916DF">
      <w:pPr>
        <w:pStyle w:val="Heading3"/>
        <w:rPr>
          <w:rtl/>
        </w:rPr>
      </w:pPr>
      <w:bookmarkStart w:id="105" w:name="_Toc33993618"/>
      <w:bookmarkStart w:id="106" w:name="_Toc33993900"/>
      <w:bookmarkStart w:id="107" w:name="_Toc33994182"/>
      <w:bookmarkStart w:id="108" w:name="_Toc33994465"/>
      <w:bookmarkStart w:id="109" w:name="_Toc33994748"/>
      <w:r>
        <w:rPr>
          <w:rtl/>
        </w:rPr>
        <w:t>١٨. صلوات در كلام الهى</w:t>
      </w:r>
      <w:bookmarkEnd w:id="105"/>
      <w:bookmarkEnd w:id="106"/>
      <w:bookmarkEnd w:id="107"/>
      <w:bookmarkEnd w:id="108"/>
      <w:bookmarkEnd w:id="109"/>
      <w:r>
        <w:rPr>
          <w:rtl/>
        </w:rPr>
        <w:t xml:space="preserve"> </w:t>
      </w:r>
    </w:p>
    <w:p w:rsidR="00910300" w:rsidRDefault="006916DF" w:rsidP="006916DF">
      <w:pPr>
        <w:pStyle w:val="libNormal"/>
        <w:rPr>
          <w:rtl/>
        </w:rPr>
      </w:pPr>
      <w:r w:rsidRPr="006916DF">
        <w:rPr>
          <w:rStyle w:val="libAlaemChar"/>
          <w:rFonts w:hint="cs"/>
          <w:rtl/>
        </w:rPr>
        <w:t>(</w:t>
      </w:r>
      <w:r w:rsidR="00910300">
        <w:rPr>
          <w:rtl/>
        </w:rPr>
        <w:t xml:space="preserve"> </w:t>
      </w:r>
      <w:r w:rsidR="00910300" w:rsidRPr="006916DF">
        <w:rPr>
          <w:rStyle w:val="libAieChar"/>
          <w:rtl/>
        </w:rPr>
        <w:t>ان الله و ملائكته يصلون على النبى ،يا ايها الذين امنوا صلوا عليه سلمواتسليما</w:t>
      </w:r>
      <w:r w:rsidRPr="006916DF">
        <w:rPr>
          <w:rStyle w:val="libAlaemChar"/>
          <w:rFonts w:hint="cs"/>
          <w:rtl/>
        </w:rPr>
        <w:t>)</w:t>
      </w:r>
      <w:r w:rsidR="00910300">
        <w:rPr>
          <w:rtl/>
        </w:rPr>
        <w:t>؛</w:t>
      </w:r>
    </w:p>
    <w:p w:rsidR="00910300" w:rsidRDefault="00910300" w:rsidP="00910300">
      <w:pPr>
        <w:pStyle w:val="libNormal"/>
        <w:rPr>
          <w:rtl/>
        </w:rPr>
      </w:pPr>
      <w:r>
        <w:rPr>
          <w:rtl/>
        </w:rPr>
        <w:t xml:space="preserve">خدا و فرشتگان بر پيامبر درود مى فرستد،اى كسانى كه ايمان آورده اند،بر او درود فرستيد و سلام گوييد و كاملا تسليم فرمان او باشد. </w:t>
      </w:r>
      <w:r w:rsidRPr="006916DF">
        <w:rPr>
          <w:rStyle w:val="libFootnotenumChar"/>
          <w:rtl/>
        </w:rPr>
        <w:t>(١٢)</w:t>
      </w:r>
    </w:p>
    <w:p w:rsidR="00910300" w:rsidRDefault="00910300" w:rsidP="00910300">
      <w:pPr>
        <w:pStyle w:val="libNormal"/>
        <w:rPr>
          <w:rtl/>
        </w:rPr>
      </w:pPr>
      <w:r>
        <w:rPr>
          <w:rtl/>
        </w:rPr>
        <w:t xml:space="preserve">از امام كاظم </w:t>
      </w:r>
      <w:r w:rsidR="007560B2" w:rsidRPr="007560B2">
        <w:rPr>
          <w:rStyle w:val="libAlaemChar"/>
          <w:rtl/>
        </w:rPr>
        <w:t xml:space="preserve">عليه‌السلام </w:t>
      </w:r>
      <w:r>
        <w:rPr>
          <w:rtl/>
        </w:rPr>
        <w:t xml:space="preserve"> درباره معناى درود خدا و فرشتگان و مومنان در آيه</w:t>
      </w:r>
      <w:r w:rsidR="006916DF">
        <w:rPr>
          <w:rFonts w:hint="cs"/>
          <w:rtl/>
        </w:rPr>
        <w:t xml:space="preserve"> </w:t>
      </w:r>
      <w:r>
        <w:rPr>
          <w:rtl/>
        </w:rPr>
        <w:t>خداوند و فرشتگان او بر پيامبر درود مى فرستند، اى كسانى كه ايمان آورده ايد! بر او درود فرستادن خدا، نوعى رحمت از جانب اوست و درود فرشتگان ستايشى است از آنها نسبت به رسول خدا و درود مومنان ، دعايى است از آنها براى پيامبر.</w:t>
      </w:r>
    </w:p>
    <w:p w:rsidR="006916DF" w:rsidRDefault="00910300" w:rsidP="00910300">
      <w:pPr>
        <w:pStyle w:val="libNormal"/>
        <w:rPr>
          <w:rtl/>
        </w:rPr>
      </w:pPr>
      <w:r>
        <w:rPr>
          <w:rtl/>
        </w:rPr>
        <w:t xml:space="preserve">امام صادق </w:t>
      </w:r>
      <w:r w:rsidR="007560B2" w:rsidRPr="007560B2">
        <w:rPr>
          <w:rStyle w:val="libAlaemChar"/>
          <w:rtl/>
        </w:rPr>
        <w:t xml:space="preserve">عليه‌السلام </w:t>
      </w:r>
      <w:r>
        <w:rPr>
          <w:rtl/>
        </w:rPr>
        <w:t xml:space="preserve"> نيز درباره همين آيه مى فرمايد:پيامبر را ثنا گوييد و به او سلام فرستيد!(يا به فرمانش گردن نهيد)</w:t>
      </w:r>
    </w:p>
    <w:p w:rsidR="006916DF" w:rsidRDefault="006916DF" w:rsidP="006916DF">
      <w:pPr>
        <w:pStyle w:val="Heading3"/>
        <w:rPr>
          <w:rtl/>
        </w:rPr>
      </w:pPr>
      <w:r>
        <w:rPr>
          <w:rtl/>
        </w:rPr>
        <w:br w:type="page"/>
      </w:r>
      <w:bookmarkStart w:id="110" w:name="_Toc33993619"/>
      <w:bookmarkStart w:id="111" w:name="_Toc33993901"/>
      <w:bookmarkStart w:id="112" w:name="_Toc33994183"/>
      <w:bookmarkStart w:id="113" w:name="_Toc33994466"/>
      <w:bookmarkStart w:id="114" w:name="_Toc33994749"/>
      <w:r w:rsidR="00910300">
        <w:rPr>
          <w:rtl/>
        </w:rPr>
        <w:lastRenderedPageBreak/>
        <w:t>١٩. من از محاسبه ثواب عاجزم</w:t>
      </w:r>
      <w:bookmarkEnd w:id="110"/>
      <w:bookmarkEnd w:id="111"/>
      <w:bookmarkEnd w:id="112"/>
      <w:bookmarkEnd w:id="113"/>
      <w:bookmarkEnd w:id="114"/>
      <w:r w:rsidR="00910300">
        <w:rPr>
          <w:rtl/>
        </w:rPr>
        <w:t xml:space="preserve"> </w:t>
      </w:r>
    </w:p>
    <w:p w:rsidR="00910300" w:rsidRDefault="00910300" w:rsidP="006916DF">
      <w:pPr>
        <w:pStyle w:val="libNormal"/>
        <w:rPr>
          <w:rtl/>
        </w:rPr>
      </w:pPr>
      <w:r>
        <w:rPr>
          <w:rtl/>
        </w:rPr>
        <w:t xml:space="preserve">رسول خدا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وقتى به معراج رفتم ديدم ملكى را كه هزار هزار دست دارديك ميليونو هر دستى هزار هزار انگشت دارد و هر انگشتى هزار هزار بند دارد.</w:t>
      </w:r>
    </w:p>
    <w:p w:rsidR="00910300" w:rsidRDefault="00910300" w:rsidP="00910300">
      <w:pPr>
        <w:pStyle w:val="libNormal"/>
        <w:rPr>
          <w:rtl/>
        </w:rPr>
      </w:pPr>
      <w:r>
        <w:rPr>
          <w:rtl/>
        </w:rPr>
        <w:t>آن ملك گفت : من حساب دانه هاى قطرات باران رامى دانم كه چند تا در صحرا و چند دانه در دريا مى بارد، وعرض كرد: تعداد قطرات باران را از ابتداى خلقت تا حال را مى دانم آن وقت عرض كرد: حسابى است كه من از محاسبه آن عاجزم .فرمود:چيست ؟.</w:t>
      </w:r>
    </w:p>
    <w:p w:rsidR="006916DF" w:rsidRDefault="00910300" w:rsidP="00910300">
      <w:pPr>
        <w:pStyle w:val="libNormal"/>
        <w:rPr>
          <w:rtl/>
        </w:rPr>
      </w:pPr>
      <w:r>
        <w:rPr>
          <w:rtl/>
        </w:rPr>
        <w:t>عرض كرد: هرگاه جماعتى از امت تو با هم باشند و با هم برتو صلوات بفرستند، من از محاسبه ثواب صلوات عاجزماللهم صل على محمد و آل محمد</w:t>
      </w:r>
    </w:p>
    <w:p w:rsidR="006916DF" w:rsidRDefault="006916DF" w:rsidP="006916DF">
      <w:pPr>
        <w:pStyle w:val="Heading3"/>
        <w:rPr>
          <w:rtl/>
        </w:rPr>
      </w:pPr>
      <w:r>
        <w:rPr>
          <w:rtl/>
        </w:rPr>
        <w:br w:type="page"/>
      </w:r>
      <w:bookmarkStart w:id="115" w:name="_Toc33993620"/>
      <w:bookmarkStart w:id="116" w:name="_Toc33993902"/>
      <w:bookmarkStart w:id="117" w:name="_Toc33994184"/>
      <w:bookmarkStart w:id="118" w:name="_Toc33994467"/>
      <w:bookmarkStart w:id="119" w:name="_Toc33994750"/>
      <w:r w:rsidR="00910300">
        <w:rPr>
          <w:rtl/>
        </w:rPr>
        <w:lastRenderedPageBreak/>
        <w:t>٢٠. صلوات خدا بر صلوات فرستنده</w:t>
      </w:r>
      <w:bookmarkEnd w:id="115"/>
      <w:bookmarkEnd w:id="116"/>
      <w:bookmarkEnd w:id="117"/>
      <w:bookmarkEnd w:id="118"/>
      <w:bookmarkEnd w:id="119"/>
    </w:p>
    <w:p w:rsidR="00910300" w:rsidRDefault="00910300" w:rsidP="006916DF">
      <w:pPr>
        <w:pStyle w:val="libNormal"/>
        <w:rPr>
          <w:rtl/>
        </w:rPr>
      </w:pPr>
      <w:r>
        <w:rPr>
          <w:rtl/>
        </w:rPr>
        <w:t>احمد حنبل ، در مسند خود، از عبدالرحمن بن عوف روايت كرده است :</w:t>
      </w:r>
    </w:p>
    <w:p w:rsidR="00910300" w:rsidRDefault="00910300" w:rsidP="00910300">
      <w:pPr>
        <w:pStyle w:val="libNormal"/>
        <w:rPr>
          <w:rtl/>
        </w:rPr>
      </w:pPr>
      <w:r>
        <w:rPr>
          <w:rtl/>
        </w:rPr>
        <w:t xml:space="preserve">روزى رسول خدا - </w:t>
      </w:r>
      <w:r w:rsidR="00745C10" w:rsidRPr="00745C10">
        <w:rPr>
          <w:rStyle w:val="libAlaemChar"/>
          <w:rtl/>
        </w:rPr>
        <w:t>صلى‌الله‌عليه‌وآله‌وسلم</w:t>
      </w:r>
      <w:r>
        <w:rPr>
          <w:rtl/>
        </w:rPr>
        <w:t>- از مدينه بيرون رفت ، وارد نخلستان شد، به سجده رفت . سجده آن جناب ، آن قدر طول كشيد كه من ترسيدم مبادا آن حضرت ، وفات كرده باشد. آمدم به آن حضرت نگريستم . سر مبارك را از سجده برداشت ، و فرمود:تو را چه مى شود؟</w:t>
      </w:r>
    </w:p>
    <w:p w:rsidR="006916DF" w:rsidRDefault="00910300" w:rsidP="00910300">
      <w:pPr>
        <w:pStyle w:val="libNormal"/>
        <w:rPr>
          <w:rtl/>
        </w:rPr>
      </w:pPr>
      <w:r>
        <w:rPr>
          <w:rtl/>
        </w:rPr>
        <w:t>من صورت حال را به عرض رسانيدم فرمود:جبرييل بر من نازل شد، و گفت مى خواهى تو را بشارت دهم ؟ به درستى كه حق تعالى فرمود: هر كه بر تو صلوات فرستد، من بر او صلوات مى فرستم . و هر كه بر تو سلام گويد من بر او سلام مى گويم .</w:t>
      </w:r>
    </w:p>
    <w:p w:rsidR="006916DF" w:rsidRDefault="006916DF" w:rsidP="006916DF">
      <w:pPr>
        <w:pStyle w:val="Heading3"/>
        <w:rPr>
          <w:rtl/>
        </w:rPr>
      </w:pPr>
      <w:r>
        <w:rPr>
          <w:rtl/>
        </w:rPr>
        <w:br w:type="page"/>
      </w:r>
      <w:bookmarkStart w:id="120" w:name="_Toc33993621"/>
      <w:bookmarkStart w:id="121" w:name="_Toc33993903"/>
      <w:bookmarkStart w:id="122" w:name="_Toc33994185"/>
      <w:bookmarkStart w:id="123" w:name="_Toc33994468"/>
      <w:bookmarkStart w:id="124" w:name="_Toc33994751"/>
      <w:r w:rsidR="00910300">
        <w:rPr>
          <w:rtl/>
        </w:rPr>
        <w:lastRenderedPageBreak/>
        <w:t>٢١. سؤ ال از ثواب صلوات در خواب</w:t>
      </w:r>
      <w:bookmarkEnd w:id="120"/>
      <w:bookmarkEnd w:id="121"/>
      <w:bookmarkEnd w:id="122"/>
      <w:bookmarkEnd w:id="123"/>
      <w:bookmarkEnd w:id="124"/>
      <w:r w:rsidR="00910300">
        <w:rPr>
          <w:rtl/>
        </w:rPr>
        <w:t xml:space="preserve"> </w:t>
      </w:r>
    </w:p>
    <w:p w:rsidR="00910300" w:rsidRDefault="00910300" w:rsidP="006916DF">
      <w:pPr>
        <w:pStyle w:val="libNormal"/>
        <w:rPr>
          <w:rtl/>
        </w:rPr>
      </w:pPr>
      <w:r>
        <w:rPr>
          <w:rtl/>
        </w:rPr>
        <w:t xml:space="preserve"> در دارالسلام محدث نورى رحمه الله عليه مى فرمايد:</w:t>
      </w:r>
    </w:p>
    <w:p w:rsidR="00910300" w:rsidRDefault="00910300" w:rsidP="00910300">
      <w:pPr>
        <w:pStyle w:val="libNormal"/>
        <w:rPr>
          <w:rtl/>
        </w:rPr>
      </w:pPr>
      <w:r>
        <w:rPr>
          <w:rtl/>
        </w:rPr>
        <w:t xml:space="preserve">در خواب ديدم گويا سوار بر اسب با جمعيت بسيارى از بالاى كوه بلندى پايين مى آييم ، ناگهان متوجه شدم كه رسول خدا </w:t>
      </w:r>
      <w:r w:rsidR="00745C10" w:rsidRPr="00745C10">
        <w:rPr>
          <w:rStyle w:val="libAlaemChar"/>
          <w:rtl/>
        </w:rPr>
        <w:t>صلى‌الله‌عليه‌وآله‌وسلم</w:t>
      </w:r>
      <w:r>
        <w:rPr>
          <w:rtl/>
        </w:rPr>
        <w:t xml:space="preserve">- سواره در پيش روى ماست و ما پشت سر آن حضرت - </w:t>
      </w:r>
      <w:r w:rsidR="00745C10" w:rsidRPr="00745C10">
        <w:rPr>
          <w:rStyle w:val="libAlaemChar"/>
          <w:rtl/>
        </w:rPr>
        <w:t>صلى‌الله‌عليه‌وآله‌وسلم</w:t>
      </w:r>
      <w:r>
        <w:rPr>
          <w:rtl/>
        </w:rPr>
        <w:t xml:space="preserve">- حركت مى كنيم و بين ما و آن بزرگوار- </w:t>
      </w:r>
      <w:r w:rsidR="00745C10" w:rsidRPr="00745C10">
        <w:rPr>
          <w:rStyle w:val="libAlaemChar"/>
          <w:rtl/>
        </w:rPr>
        <w:t>صلى‌الله‌عليه‌وآله‌وسلم</w:t>
      </w:r>
      <w:r>
        <w:rPr>
          <w:rtl/>
        </w:rPr>
        <w:t xml:space="preserve">- اندكى فاصله هست ، و كسى با آن حضرت - </w:t>
      </w:r>
      <w:r w:rsidR="00745C10" w:rsidRPr="00745C10">
        <w:rPr>
          <w:rStyle w:val="libAlaemChar"/>
          <w:rtl/>
        </w:rPr>
        <w:t>صلى‌الله‌عليه‌وآله‌وسلم</w:t>
      </w:r>
      <w:r>
        <w:rPr>
          <w:rtl/>
        </w:rPr>
        <w:t>- نيست .</w:t>
      </w:r>
    </w:p>
    <w:p w:rsidR="00910300" w:rsidRDefault="00910300" w:rsidP="00910300">
      <w:pPr>
        <w:pStyle w:val="libNormal"/>
        <w:rPr>
          <w:rtl/>
        </w:rPr>
      </w:pPr>
      <w:r>
        <w:rPr>
          <w:rtl/>
        </w:rPr>
        <w:t xml:space="preserve">در اين موقع از اسب پياده شده و از جمعيت جلو افتادم خود را به آن حضرت رساندم ، مهار اسبش را گرفتم ، و بر او سلام نمودم ، و عرضه داشتم : ثواب كسى كه بگويد - و يكى از اذكار معروف از تهليل </w:t>
      </w:r>
      <w:r w:rsidRPr="006916DF">
        <w:rPr>
          <w:rStyle w:val="libFootnotenumChar"/>
          <w:rtl/>
        </w:rPr>
        <w:t>(١٣)</w:t>
      </w:r>
      <w:r>
        <w:rPr>
          <w:rtl/>
        </w:rPr>
        <w:t xml:space="preserve"> و حولقه </w:t>
      </w:r>
      <w:r w:rsidRPr="006916DF">
        <w:rPr>
          <w:rStyle w:val="libFootnotenumChar"/>
          <w:rtl/>
        </w:rPr>
        <w:t>(١٤)</w:t>
      </w:r>
      <w:r>
        <w:rPr>
          <w:rtl/>
        </w:rPr>
        <w:t xml:space="preserve"> و صلوات را بيان داشتيم كه پس از بيدارى آن را فراموش كردم - چيست ؟</w:t>
      </w:r>
    </w:p>
    <w:p w:rsidR="00910300" w:rsidRDefault="00910300" w:rsidP="00910300">
      <w:pPr>
        <w:pStyle w:val="libNormal"/>
        <w:rPr>
          <w:rtl/>
        </w:rPr>
      </w:pPr>
      <w:r>
        <w:rPr>
          <w:rtl/>
        </w:rPr>
        <w:t xml:space="preserve">رسول خدا - </w:t>
      </w:r>
      <w:r w:rsidR="00745C10" w:rsidRPr="00745C10">
        <w:rPr>
          <w:rStyle w:val="libAlaemChar"/>
          <w:rtl/>
        </w:rPr>
        <w:t>صلى‌الله‌عليه‌وآله‌وسلم</w:t>
      </w:r>
      <w:r>
        <w:rPr>
          <w:rtl/>
        </w:rPr>
        <w:t>-با تبسم به من ، توجه نمود و فرمود:درباره چه كسى ؟</w:t>
      </w:r>
    </w:p>
    <w:p w:rsidR="00910300" w:rsidRDefault="00910300" w:rsidP="00910300">
      <w:pPr>
        <w:pStyle w:val="libNormal"/>
        <w:rPr>
          <w:rtl/>
        </w:rPr>
      </w:pPr>
      <w:r>
        <w:rPr>
          <w:rtl/>
        </w:rPr>
        <w:t xml:space="preserve">دريافتم كه مقصود آن حضرت - </w:t>
      </w:r>
      <w:r w:rsidR="00745C10" w:rsidRPr="00745C10">
        <w:rPr>
          <w:rStyle w:val="libAlaemChar"/>
          <w:rtl/>
        </w:rPr>
        <w:t>صلى‌الله‌عليه‌وآله‌وسلم</w:t>
      </w:r>
      <w:r>
        <w:rPr>
          <w:rtl/>
        </w:rPr>
        <w:t xml:space="preserve">اين است كه ثواب براى هر گوينده اى نيست عرضه داشتم : كسى كه ايمان به خدا و شما و - ائمه </w:t>
      </w:r>
      <w:r w:rsidR="007560B2" w:rsidRPr="007560B2">
        <w:rPr>
          <w:rStyle w:val="libAlaemChar"/>
          <w:rtl/>
        </w:rPr>
        <w:t>عليهم‌السلام</w:t>
      </w:r>
      <w:r>
        <w:rPr>
          <w:rtl/>
        </w:rPr>
        <w:t xml:space="preserve"> - داشته باشد.</w:t>
      </w:r>
    </w:p>
    <w:p w:rsidR="00910300" w:rsidRDefault="00910300" w:rsidP="00910300">
      <w:pPr>
        <w:pStyle w:val="libNormal"/>
        <w:rPr>
          <w:rtl/>
        </w:rPr>
      </w:pPr>
      <w:r>
        <w:rPr>
          <w:rtl/>
        </w:rPr>
        <w:t>فرمود:خداوند به او پنج گنج عطا ميكند معدن كبريت كه از آن طلا بيرون مى آيد، و دوم معدن ياقوت ، و آن گاه بقيه را مشابه آن دو بيان فرمود</w:t>
      </w:r>
    </w:p>
    <w:p w:rsidR="00910300" w:rsidRDefault="00910300" w:rsidP="00910300">
      <w:pPr>
        <w:pStyle w:val="libNormal"/>
        <w:rPr>
          <w:rtl/>
        </w:rPr>
      </w:pPr>
      <w:r>
        <w:rPr>
          <w:rtl/>
        </w:rPr>
        <w:t xml:space="preserve">و من ترتيب آنها را فراموش كردم و آنگاه سكوتى كرد و در حالى كه ما پشت سر آن حضرت </w:t>
      </w:r>
      <w:r w:rsidR="00745C10" w:rsidRPr="00745C10">
        <w:rPr>
          <w:rStyle w:val="libAlaemChar"/>
          <w:rtl/>
        </w:rPr>
        <w:t>صلى‌الله‌عليه‌وآله‌وسلم</w:t>
      </w:r>
      <w:r>
        <w:rPr>
          <w:rtl/>
        </w:rPr>
        <w:t>حركت كرديم دوباره به من نگاه كرد و با تبسم فرمود:اما معدن اول منم . و باقى معادن را به ساير پنج تن آل عبا تاءويل نمود.</w:t>
      </w:r>
    </w:p>
    <w:p w:rsidR="006916DF" w:rsidRDefault="00910300" w:rsidP="00910300">
      <w:pPr>
        <w:pStyle w:val="libNormal"/>
        <w:rPr>
          <w:rtl/>
        </w:rPr>
      </w:pPr>
      <w:r>
        <w:rPr>
          <w:rtl/>
        </w:rPr>
        <w:t xml:space="preserve">در اين موقع چنان سرور و خوشحالى به من دست داد كه جز خدا كسى نمى داند، تا اين كه به پايين رسيديم ، و آن گاه آن حضرت </w:t>
      </w:r>
      <w:r w:rsidR="00745C10" w:rsidRPr="00745C10">
        <w:rPr>
          <w:rStyle w:val="libAlaemChar"/>
          <w:rtl/>
        </w:rPr>
        <w:t>صلى‌الله‌عليه‌وآله‌وسلم</w:t>
      </w:r>
      <w:r>
        <w:rPr>
          <w:rtl/>
        </w:rPr>
        <w:t xml:space="preserve">- از كوه ديگرى </w:t>
      </w:r>
      <w:r>
        <w:rPr>
          <w:rtl/>
        </w:rPr>
        <w:lastRenderedPageBreak/>
        <w:t xml:space="preserve">بالا رفت و من همراه جمعيت بازگشتم . و پس از يك ماه خداوند زيارت خانه اش و زيارت قبر پيامبرش </w:t>
      </w:r>
      <w:r w:rsidR="00745C10" w:rsidRPr="00745C10">
        <w:rPr>
          <w:rStyle w:val="libAlaemChar"/>
          <w:rtl/>
        </w:rPr>
        <w:t>صلى‌الله‌عليه‌وآله‌وسلم</w:t>
      </w:r>
      <w:r>
        <w:rPr>
          <w:rtl/>
        </w:rPr>
        <w:t>را نصيب من فرمود.</w:t>
      </w:r>
    </w:p>
    <w:p w:rsidR="006916DF" w:rsidRDefault="006916DF" w:rsidP="006916DF">
      <w:pPr>
        <w:pStyle w:val="Heading3"/>
        <w:rPr>
          <w:rtl/>
        </w:rPr>
      </w:pPr>
      <w:r>
        <w:rPr>
          <w:rtl/>
        </w:rPr>
        <w:br w:type="page"/>
      </w:r>
      <w:bookmarkStart w:id="125" w:name="_Toc33993622"/>
      <w:bookmarkStart w:id="126" w:name="_Toc33993904"/>
      <w:bookmarkStart w:id="127" w:name="_Toc33994186"/>
      <w:bookmarkStart w:id="128" w:name="_Toc33994469"/>
      <w:bookmarkStart w:id="129" w:name="_Toc33994752"/>
      <w:r w:rsidR="00910300">
        <w:rPr>
          <w:rtl/>
        </w:rPr>
        <w:lastRenderedPageBreak/>
        <w:t>٢٢ - ثواب ده هزار بار صلوات</w:t>
      </w:r>
      <w:bookmarkEnd w:id="125"/>
      <w:bookmarkEnd w:id="126"/>
      <w:bookmarkEnd w:id="127"/>
      <w:bookmarkEnd w:id="128"/>
      <w:bookmarkEnd w:id="129"/>
      <w:r w:rsidR="00910300">
        <w:rPr>
          <w:rtl/>
        </w:rPr>
        <w:t xml:space="preserve"> </w:t>
      </w:r>
    </w:p>
    <w:p w:rsidR="00910300" w:rsidRDefault="00910300" w:rsidP="006916DF">
      <w:pPr>
        <w:pStyle w:val="libNormal"/>
        <w:rPr>
          <w:rtl/>
        </w:rPr>
      </w:pPr>
      <w:r>
        <w:rPr>
          <w:rtl/>
        </w:rPr>
        <w:t xml:space="preserve">شخصى نزد سلطان محمود سبكتكين آمد و گفت : مدتى بود كه مى خواستم رسول خدا - </w:t>
      </w:r>
      <w:r w:rsidR="00745C10" w:rsidRPr="00745C10">
        <w:rPr>
          <w:rStyle w:val="libAlaemChar"/>
          <w:rtl/>
        </w:rPr>
        <w:t>صلى‌الله‌عليه‌وآله‌وسلم</w:t>
      </w:r>
      <w:r>
        <w:rPr>
          <w:rtl/>
        </w:rPr>
        <w:t>- را در خواب ببينم ، و عرضى كه دارم به آن غمخوار بگويم . قضا را، سعادت مساعدت نمود و در شب گذشته ، به اين دولت رسيدم و جمال با كمال آن عديم المثال را در خواب ديدم . وقتى چون آن جناب را خوشحال يافتم ، قدم در بساط جراءت گذاشتم و گفتم : يا رسول الله ! هزار درهم قرض دارم ، و بر اداى آن قادر نيستم ، و مى ترسم كه اجل در رسد، و آن وام در گردن من بماند.</w:t>
      </w:r>
    </w:p>
    <w:p w:rsidR="00910300" w:rsidRDefault="00910300" w:rsidP="00910300">
      <w:pPr>
        <w:pStyle w:val="libNormal"/>
        <w:rPr>
          <w:rtl/>
        </w:rPr>
      </w:pPr>
      <w:r>
        <w:rPr>
          <w:rtl/>
        </w:rPr>
        <w:t>آن حضرت فرمود: برو به نزد محمود سبكتكين و آن مبلغ را از او بستان . عرض كردم : شايد از من باور نكند و نشان طلبد.</w:t>
      </w:r>
    </w:p>
    <w:p w:rsidR="00910300" w:rsidRDefault="00910300" w:rsidP="00910300">
      <w:pPr>
        <w:pStyle w:val="libNormal"/>
        <w:rPr>
          <w:rtl/>
        </w:rPr>
      </w:pPr>
      <w:r>
        <w:rPr>
          <w:rtl/>
        </w:rPr>
        <w:t>فرمود: به او بگو به آن نشان كه در اول شب چون تكيه مى كنى ، سى هزار مرتبه به من صلوات مى فرستى و در آخر شب كه بيدار مى شوى ، سى هزار مرتبه ديگر بر من صلوات مى فرستى .</w:t>
      </w:r>
    </w:p>
    <w:p w:rsidR="00910300" w:rsidRDefault="00910300" w:rsidP="00910300">
      <w:pPr>
        <w:pStyle w:val="libNormal"/>
        <w:rPr>
          <w:rtl/>
        </w:rPr>
      </w:pPr>
      <w:r>
        <w:rPr>
          <w:rtl/>
        </w:rPr>
        <w:t>سلطان از شنيدن اين داستان گريه كرد و آن مرد را تصديق نمود و قرض او را ادا كرد و هزار درهم ديگر نيز به او بخشيد.</w:t>
      </w:r>
    </w:p>
    <w:p w:rsidR="00910300" w:rsidRDefault="00910300" w:rsidP="00910300">
      <w:pPr>
        <w:pStyle w:val="libNormal"/>
        <w:rPr>
          <w:rtl/>
        </w:rPr>
      </w:pPr>
      <w:r>
        <w:rPr>
          <w:rtl/>
        </w:rPr>
        <w:t>اركان دولت ، تعجب نموده گفتند: اى سلطان اين مرد را در اين سخن محال تصديق مى كنى ؛ و حال آن كه ما در اول شب و آخر شب با توييم .</w:t>
      </w:r>
    </w:p>
    <w:p w:rsidR="00910300" w:rsidRDefault="00910300" w:rsidP="00910300">
      <w:pPr>
        <w:pStyle w:val="libNormal"/>
        <w:rPr>
          <w:rtl/>
        </w:rPr>
      </w:pPr>
      <w:r>
        <w:rPr>
          <w:rtl/>
        </w:rPr>
        <w:t xml:space="preserve">نمى بينيم كه به فرستادن صلوات اشتغال نمايى ، و اگر كسى در تمام اوقات شبانه روزى به فرستادن صلوات اشتغال نمايد، نمى تواند كه شصت هزار مرتبه صلوات فرستد. پس چگونه در اين صورت در اول و آخر شب ميسر مى گردد؟ سلطان گفت كه : من از علما شنيده ام كه هر كه يك بار به صلوات مذكوره صلوات فرستد چنان است كه ده هزاربار صلوات فرستاده و من در اول شب سه </w:t>
      </w:r>
      <w:r>
        <w:rPr>
          <w:rtl/>
        </w:rPr>
        <w:lastRenderedPageBreak/>
        <w:t>مرتبه و در آخرشب سه مرتبه اين صلوات را مى خوانم و چنان مى دانم كه شصت هزار بار صلوات فرستاده ام . پس پس از اين درويش كه پيغام آن حضرت را آورده است ، راست مى گويد و اين گريه من از شادى است .</w:t>
      </w:r>
    </w:p>
    <w:p w:rsidR="006916DF" w:rsidRDefault="006916DF" w:rsidP="006916DF">
      <w:pPr>
        <w:pStyle w:val="Heading3"/>
        <w:rPr>
          <w:rtl/>
        </w:rPr>
      </w:pPr>
      <w:r>
        <w:rPr>
          <w:rtl/>
        </w:rPr>
        <w:br w:type="page"/>
      </w:r>
      <w:bookmarkStart w:id="130" w:name="_Toc33993623"/>
      <w:bookmarkStart w:id="131" w:name="_Toc33993905"/>
      <w:bookmarkStart w:id="132" w:name="_Toc33994187"/>
      <w:bookmarkStart w:id="133" w:name="_Toc33994470"/>
      <w:bookmarkStart w:id="134" w:name="_Toc33994753"/>
      <w:r w:rsidR="00910300">
        <w:rPr>
          <w:rtl/>
        </w:rPr>
        <w:lastRenderedPageBreak/>
        <w:t>٢٣ - صلوات بهترين دعا</w:t>
      </w:r>
      <w:bookmarkEnd w:id="130"/>
      <w:bookmarkEnd w:id="131"/>
      <w:bookmarkEnd w:id="132"/>
      <w:bookmarkEnd w:id="133"/>
      <w:bookmarkEnd w:id="134"/>
    </w:p>
    <w:p w:rsidR="006916DF" w:rsidRDefault="00910300" w:rsidP="006916DF">
      <w:pPr>
        <w:pStyle w:val="libNormal"/>
        <w:rPr>
          <w:rStyle w:val="libFootnotenumChar"/>
          <w:rtl/>
        </w:rPr>
      </w:pPr>
      <w:r>
        <w:rPr>
          <w:rtl/>
        </w:rPr>
        <w:t xml:space="preserve"> عبدالسلام (بن عبدالرحمن ) بن نعيم گويد: به امام صادق </w:t>
      </w:r>
      <w:r w:rsidR="007560B2" w:rsidRPr="007560B2">
        <w:rPr>
          <w:rStyle w:val="libAlaemChar"/>
          <w:rtl/>
        </w:rPr>
        <w:t xml:space="preserve">عليه‌السلام </w:t>
      </w:r>
      <w:r>
        <w:rPr>
          <w:rtl/>
        </w:rPr>
        <w:t xml:space="preserve"> عرض كردم : من داخل كعبه شدم و دعايى به خاطرم نيامد جز صلوات بر محمد </w:t>
      </w:r>
      <w:r w:rsidR="00745C10" w:rsidRPr="00745C10">
        <w:rPr>
          <w:rStyle w:val="libAlaemChar"/>
          <w:rtl/>
        </w:rPr>
        <w:t>صلى‌الله‌عليه‌وآله‌وسلم</w:t>
      </w:r>
      <w:r>
        <w:rPr>
          <w:rtl/>
        </w:rPr>
        <w:t>فرمود:آگاه باش مانند تو در فضيلت و ثواب كسى از خانه خدا بيرون نيامده است</w:t>
      </w:r>
      <w:r w:rsidRPr="006916DF">
        <w:rPr>
          <w:rStyle w:val="libFootnotenumChar"/>
          <w:rtl/>
        </w:rPr>
        <w:t xml:space="preserve"> (١٥)</w:t>
      </w:r>
    </w:p>
    <w:p w:rsidR="006916DF" w:rsidRDefault="006916DF" w:rsidP="006916DF">
      <w:pPr>
        <w:pStyle w:val="Heading3"/>
        <w:rPr>
          <w:rtl/>
        </w:rPr>
      </w:pPr>
      <w:r>
        <w:rPr>
          <w:rStyle w:val="libFootnotenumChar"/>
          <w:rtl/>
        </w:rPr>
        <w:br w:type="page"/>
      </w:r>
      <w:bookmarkStart w:id="135" w:name="_Toc33993624"/>
      <w:bookmarkStart w:id="136" w:name="_Toc33993906"/>
      <w:bookmarkStart w:id="137" w:name="_Toc33994188"/>
      <w:bookmarkStart w:id="138" w:name="_Toc33994471"/>
      <w:bookmarkStart w:id="139" w:name="_Toc33994754"/>
      <w:r w:rsidR="00910300">
        <w:rPr>
          <w:rtl/>
        </w:rPr>
        <w:lastRenderedPageBreak/>
        <w:t>٢٤ - صلوات فرستادن بر محمد و اهل بيت</w:t>
      </w:r>
      <w:bookmarkEnd w:id="135"/>
      <w:bookmarkEnd w:id="136"/>
      <w:bookmarkEnd w:id="137"/>
      <w:bookmarkEnd w:id="138"/>
      <w:bookmarkEnd w:id="139"/>
      <w:r w:rsidR="00910300">
        <w:rPr>
          <w:rtl/>
        </w:rPr>
        <w:t xml:space="preserve"> </w:t>
      </w:r>
    </w:p>
    <w:p w:rsidR="00910300" w:rsidRDefault="00910300" w:rsidP="006916DF">
      <w:pPr>
        <w:pStyle w:val="libNormal"/>
        <w:rPr>
          <w:rtl/>
        </w:rPr>
      </w:pPr>
      <w:r>
        <w:rPr>
          <w:rtl/>
        </w:rPr>
        <w:t xml:space="preserve">او امام صادق </w:t>
      </w:r>
      <w:r w:rsidR="007560B2" w:rsidRPr="007560B2">
        <w:rPr>
          <w:rStyle w:val="libAlaemChar"/>
          <w:rtl/>
        </w:rPr>
        <w:t xml:space="preserve">عليه‌السلام </w:t>
      </w:r>
      <w:r>
        <w:rPr>
          <w:rtl/>
        </w:rPr>
        <w:t xml:space="preserve"> فرمود:در پاره اى از كتاب ها يافتم كه هر كس بر محمد و آل محمد </w:t>
      </w:r>
      <w:r w:rsidR="007560B2" w:rsidRPr="007560B2">
        <w:rPr>
          <w:rStyle w:val="libAlaemChar"/>
          <w:rtl/>
        </w:rPr>
        <w:t xml:space="preserve">عليه‌السلام </w:t>
      </w:r>
      <w:r>
        <w:rPr>
          <w:rtl/>
        </w:rPr>
        <w:t xml:space="preserve"> صلوات بفرستد، خداوند يك صد حسنه در نامه عملش بنويسد، و هر كس (بر محمد و اهل بينش صلوات فرستد به اين طريق كه ) بگويد:</w:t>
      </w:r>
    </w:p>
    <w:p w:rsidR="00910300" w:rsidRDefault="00910300" w:rsidP="00910300">
      <w:pPr>
        <w:pStyle w:val="libNormal"/>
        <w:rPr>
          <w:rtl/>
        </w:rPr>
      </w:pPr>
      <w:r>
        <w:rPr>
          <w:rtl/>
        </w:rPr>
        <w:t>صلى الله على محمد و اءهل بيته</w:t>
      </w:r>
    </w:p>
    <w:p w:rsidR="006916DF" w:rsidRDefault="00910300" w:rsidP="00910300">
      <w:pPr>
        <w:pStyle w:val="libNormal"/>
        <w:rPr>
          <w:rStyle w:val="libFootnotenumChar"/>
          <w:rtl/>
        </w:rPr>
      </w:pPr>
      <w:r>
        <w:rPr>
          <w:rtl/>
        </w:rPr>
        <w:t xml:space="preserve">خداوند براى او هزار حسنه بنويسد. </w:t>
      </w:r>
      <w:r w:rsidRPr="006916DF">
        <w:rPr>
          <w:rStyle w:val="libFootnotenumChar"/>
          <w:rtl/>
        </w:rPr>
        <w:t>(١٦)</w:t>
      </w:r>
    </w:p>
    <w:p w:rsidR="006916DF" w:rsidRDefault="006916DF" w:rsidP="006916DF">
      <w:pPr>
        <w:pStyle w:val="Heading3"/>
        <w:rPr>
          <w:rtl/>
        </w:rPr>
      </w:pPr>
      <w:r>
        <w:rPr>
          <w:rStyle w:val="libFootnotenumChar"/>
          <w:rtl/>
        </w:rPr>
        <w:br w:type="page"/>
      </w:r>
      <w:bookmarkStart w:id="140" w:name="_Toc33993625"/>
      <w:bookmarkStart w:id="141" w:name="_Toc33993907"/>
      <w:bookmarkStart w:id="142" w:name="_Toc33994189"/>
      <w:bookmarkStart w:id="143" w:name="_Toc33994472"/>
      <w:bookmarkStart w:id="144" w:name="_Toc33994755"/>
      <w:r w:rsidR="00910300">
        <w:rPr>
          <w:rtl/>
        </w:rPr>
        <w:lastRenderedPageBreak/>
        <w:t>٢٥. يكبار صلوات فرستادن</w:t>
      </w:r>
      <w:bookmarkEnd w:id="140"/>
      <w:bookmarkEnd w:id="141"/>
      <w:bookmarkEnd w:id="142"/>
      <w:bookmarkEnd w:id="143"/>
      <w:bookmarkEnd w:id="144"/>
      <w:r w:rsidR="00910300">
        <w:rPr>
          <w:rtl/>
        </w:rPr>
        <w:t xml:space="preserve"> </w:t>
      </w:r>
    </w:p>
    <w:p w:rsidR="00910300" w:rsidRDefault="00910300" w:rsidP="006916DF">
      <w:pPr>
        <w:pStyle w:val="libNormal"/>
        <w:rPr>
          <w:rtl/>
        </w:rPr>
      </w:pPr>
      <w:r>
        <w:rPr>
          <w:rtl/>
        </w:rPr>
        <w:t xml:space="preserve"> امام صادق - </w:t>
      </w:r>
      <w:r w:rsidR="007560B2" w:rsidRPr="007560B2">
        <w:rPr>
          <w:rStyle w:val="libAlaemChar"/>
          <w:rtl/>
        </w:rPr>
        <w:t xml:space="preserve">عليه‌السلام </w:t>
      </w:r>
      <w:r>
        <w:rPr>
          <w:rtl/>
        </w:rPr>
        <w:t xml:space="preserve"> فرمود:</w:t>
      </w:r>
    </w:p>
    <w:p w:rsidR="00910300" w:rsidRDefault="00910300" w:rsidP="00910300">
      <w:pPr>
        <w:pStyle w:val="libNormal"/>
        <w:rPr>
          <w:rtl/>
        </w:rPr>
      </w:pPr>
      <w:r>
        <w:rPr>
          <w:rtl/>
        </w:rPr>
        <w:t xml:space="preserve">هنگامى كه نام پيغمبر - </w:t>
      </w:r>
      <w:r w:rsidR="00745C10" w:rsidRPr="00745C10">
        <w:rPr>
          <w:rStyle w:val="libAlaemChar"/>
          <w:rtl/>
        </w:rPr>
        <w:t>صلى‌الله‌عليه‌وآله‌وسلم</w:t>
      </w:r>
      <w:r>
        <w:rPr>
          <w:rtl/>
        </w:rPr>
        <w:t>- برده مى شود بر آن حضرت بسيار صلوات بفرستيد؛ زيرا هركس يك بار بر او صلوات فرستد خداوند هزاربار در هزار صف از فرشتگان بر وى صلوات فرستد، و هيچ مخلوقى باقى نمايد مگر اين كه بر آن بنده صلوات فرستد از جهت صلوات خداوند و فرشتگانش بر او، و دست نكشيد از اين ثواب ها و بى رغبتى ننمايد؛ مگر نادان خود بين كه خدا و رسول از وى بيزارند.</w:t>
      </w:r>
    </w:p>
    <w:p w:rsidR="006916DF" w:rsidRDefault="00910300" w:rsidP="00910300">
      <w:pPr>
        <w:pStyle w:val="libNormal"/>
        <w:rPr>
          <w:rtl/>
        </w:rPr>
      </w:pPr>
      <w:r>
        <w:rPr>
          <w:rtl/>
        </w:rPr>
        <w:t>شرح : مراد از صلوات خداوند و فرشتگان فروريختن رحمت و بركت و لطف و كرامت و نعمت خدا است بربنده خويش .</w:t>
      </w:r>
    </w:p>
    <w:p w:rsidR="006916DF" w:rsidRDefault="006916DF" w:rsidP="006916DF">
      <w:pPr>
        <w:pStyle w:val="Heading3"/>
        <w:rPr>
          <w:rtl/>
        </w:rPr>
      </w:pPr>
      <w:r>
        <w:rPr>
          <w:rtl/>
        </w:rPr>
        <w:br w:type="page"/>
      </w:r>
      <w:bookmarkStart w:id="145" w:name="_Toc33993626"/>
      <w:bookmarkStart w:id="146" w:name="_Toc33993908"/>
      <w:bookmarkStart w:id="147" w:name="_Toc33994190"/>
      <w:bookmarkStart w:id="148" w:name="_Toc33994473"/>
      <w:bookmarkStart w:id="149" w:name="_Toc33994756"/>
      <w:r w:rsidR="00910300">
        <w:rPr>
          <w:rtl/>
        </w:rPr>
        <w:lastRenderedPageBreak/>
        <w:t>٢٦. درود فرشتگان بر صلوات فرستنده</w:t>
      </w:r>
      <w:bookmarkEnd w:id="145"/>
      <w:bookmarkEnd w:id="146"/>
      <w:bookmarkEnd w:id="147"/>
      <w:bookmarkEnd w:id="148"/>
      <w:bookmarkEnd w:id="149"/>
      <w:r w:rsidR="00910300">
        <w:rPr>
          <w:rtl/>
        </w:rPr>
        <w:t xml:space="preserve"> </w:t>
      </w:r>
    </w:p>
    <w:p w:rsidR="00910300" w:rsidRDefault="00910300" w:rsidP="006916DF">
      <w:pPr>
        <w:pStyle w:val="libNormal"/>
        <w:rPr>
          <w:rtl/>
        </w:rPr>
      </w:pPr>
      <w:r>
        <w:rPr>
          <w:rtl/>
        </w:rPr>
        <w:t xml:space="preserve"> رسول خدا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من صلى على صلى الله عليه و ملائكته فمن شاء فليقل و من شاء فليكثر.</w:t>
      </w:r>
    </w:p>
    <w:p w:rsidR="006916DF" w:rsidRDefault="00910300" w:rsidP="00910300">
      <w:pPr>
        <w:pStyle w:val="libNormal"/>
        <w:rPr>
          <w:rtl/>
        </w:rPr>
      </w:pPr>
      <w:r>
        <w:rPr>
          <w:rtl/>
        </w:rPr>
        <w:t>هر كس بر من صلوات و درود فرستد، خدا و فرشتگانش بر وى صلوات و درود مى فرستند. هر كه خواهد كم و هر كه خواهد بسيار اين عمل را انجام دهد.</w:t>
      </w:r>
    </w:p>
    <w:p w:rsidR="006916DF" w:rsidRDefault="006916DF" w:rsidP="006916DF">
      <w:pPr>
        <w:pStyle w:val="Heading3"/>
        <w:rPr>
          <w:rtl/>
        </w:rPr>
      </w:pPr>
      <w:r>
        <w:rPr>
          <w:rtl/>
        </w:rPr>
        <w:br w:type="page"/>
      </w:r>
      <w:bookmarkStart w:id="150" w:name="_Toc33993627"/>
      <w:bookmarkStart w:id="151" w:name="_Toc33993909"/>
      <w:bookmarkStart w:id="152" w:name="_Toc33994191"/>
      <w:bookmarkStart w:id="153" w:name="_Toc33994474"/>
      <w:bookmarkStart w:id="154" w:name="_Toc33994757"/>
      <w:r w:rsidR="00910300">
        <w:rPr>
          <w:rtl/>
        </w:rPr>
        <w:lastRenderedPageBreak/>
        <w:t>٢٧. صلوات و درود فرشتگان</w:t>
      </w:r>
      <w:bookmarkEnd w:id="150"/>
      <w:bookmarkEnd w:id="151"/>
      <w:bookmarkEnd w:id="152"/>
      <w:bookmarkEnd w:id="153"/>
      <w:bookmarkEnd w:id="154"/>
    </w:p>
    <w:p w:rsidR="00910300" w:rsidRDefault="00910300" w:rsidP="006916DF">
      <w:pPr>
        <w:pStyle w:val="libNormal"/>
        <w:rPr>
          <w:rtl/>
        </w:rPr>
      </w:pPr>
      <w:r>
        <w:rPr>
          <w:rtl/>
        </w:rPr>
        <w:t xml:space="preserve">اسحاق بن فروغ از امام صادق - </w:t>
      </w:r>
      <w:r w:rsidR="007560B2" w:rsidRPr="007560B2">
        <w:rPr>
          <w:rStyle w:val="libAlaemChar"/>
          <w:rtl/>
        </w:rPr>
        <w:t xml:space="preserve">عليه‌السلام </w:t>
      </w:r>
      <w:r>
        <w:rPr>
          <w:rtl/>
        </w:rPr>
        <w:t xml:space="preserve"> - فرمود:</w:t>
      </w:r>
    </w:p>
    <w:p w:rsidR="006916DF" w:rsidRDefault="00910300" w:rsidP="00910300">
      <w:pPr>
        <w:pStyle w:val="libNormal"/>
        <w:rPr>
          <w:rStyle w:val="libFootnotenumChar"/>
          <w:rtl/>
        </w:rPr>
      </w:pPr>
      <w:r>
        <w:rPr>
          <w:rtl/>
        </w:rPr>
        <w:t xml:space="preserve">اى اسحاق بن فروخ ! هر كه ده بار بر محمد و آل محمد صلوات فرستد، خدا و فرشته ها صدبار بر او صلوات بفرستد و هر كه صدبار بر محمد و آل محمد صلوات فرستد، خدا و فرشته ها هزاربار بر او صلوات فرستند، آيا نشنيده اى گفته خداى عزوجل را (سوره احزاب ، آيه ، ٤٣):اوست آن خداوندى كه رحمت مى فرستند بر شما و هم فرشته ايى كه رحمت مى خواهند براى شما تا بيرون آورند شماها را از تاريكى ها و تيرگى ها به سوى روشنى و خدا درباره مؤ منان مهربان است . </w:t>
      </w:r>
      <w:r w:rsidRPr="006916DF">
        <w:rPr>
          <w:rStyle w:val="libFootnotenumChar"/>
          <w:rtl/>
        </w:rPr>
        <w:t>(١٧)</w:t>
      </w:r>
    </w:p>
    <w:p w:rsidR="006916DF" w:rsidRDefault="006916DF" w:rsidP="006916DF">
      <w:pPr>
        <w:pStyle w:val="Heading3"/>
        <w:rPr>
          <w:rtl/>
        </w:rPr>
      </w:pPr>
      <w:r>
        <w:rPr>
          <w:rStyle w:val="libFootnotenumChar"/>
          <w:rtl/>
        </w:rPr>
        <w:br w:type="page"/>
      </w:r>
      <w:bookmarkStart w:id="155" w:name="_Toc33993628"/>
      <w:bookmarkStart w:id="156" w:name="_Toc33993910"/>
      <w:bookmarkStart w:id="157" w:name="_Toc33994192"/>
      <w:bookmarkStart w:id="158" w:name="_Toc33994475"/>
      <w:bookmarkStart w:id="159" w:name="_Toc33994758"/>
      <w:r w:rsidR="00910300">
        <w:rPr>
          <w:rtl/>
        </w:rPr>
        <w:lastRenderedPageBreak/>
        <w:t>٢٨. پاداش صلوات</w:t>
      </w:r>
      <w:bookmarkEnd w:id="155"/>
      <w:bookmarkEnd w:id="156"/>
      <w:bookmarkEnd w:id="157"/>
      <w:bookmarkEnd w:id="158"/>
      <w:bookmarkEnd w:id="159"/>
      <w:r w:rsidR="00910300">
        <w:rPr>
          <w:rtl/>
        </w:rPr>
        <w:t xml:space="preserve"> </w:t>
      </w:r>
    </w:p>
    <w:p w:rsidR="00910300" w:rsidRDefault="00910300" w:rsidP="006916DF">
      <w:pPr>
        <w:pStyle w:val="libNormal"/>
        <w:rPr>
          <w:rtl/>
        </w:rPr>
      </w:pPr>
      <w:r>
        <w:rPr>
          <w:rtl/>
        </w:rPr>
        <w:t xml:space="preserve"> امام رضا - </w:t>
      </w:r>
      <w:r w:rsidR="007560B2" w:rsidRPr="007560B2">
        <w:rPr>
          <w:rStyle w:val="libAlaemChar"/>
          <w:rtl/>
        </w:rPr>
        <w:t xml:space="preserve">عليه‌السلام </w:t>
      </w:r>
      <w:r>
        <w:rPr>
          <w:rtl/>
        </w:rPr>
        <w:t xml:space="preserve"> - فرمودند:صلوات بر محمد و آل او، معادن با پاداش و ثواب تسبيح و تكبير گفتن است .</w:t>
      </w:r>
    </w:p>
    <w:p w:rsidR="006916DF" w:rsidRDefault="00910300" w:rsidP="006916DF">
      <w:pPr>
        <w:pStyle w:val="Heading3"/>
        <w:rPr>
          <w:rtl/>
        </w:rPr>
      </w:pPr>
      <w:bookmarkStart w:id="160" w:name="_Toc33993629"/>
      <w:bookmarkStart w:id="161" w:name="_Toc33993911"/>
      <w:bookmarkStart w:id="162" w:name="_Toc33994193"/>
      <w:bookmarkStart w:id="163" w:name="_Toc33994476"/>
      <w:bookmarkStart w:id="164" w:name="_Toc33994759"/>
      <w:r>
        <w:rPr>
          <w:rtl/>
        </w:rPr>
        <w:t>٢٩. يك بار صلوات و بخشش ده خطا</w:t>
      </w:r>
      <w:bookmarkEnd w:id="160"/>
      <w:bookmarkEnd w:id="161"/>
      <w:bookmarkEnd w:id="162"/>
      <w:bookmarkEnd w:id="163"/>
      <w:bookmarkEnd w:id="164"/>
    </w:p>
    <w:p w:rsidR="00910300" w:rsidRDefault="00910300" w:rsidP="006916DF">
      <w:pPr>
        <w:pStyle w:val="libNormal"/>
        <w:rPr>
          <w:rtl/>
        </w:rPr>
      </w:pPr>
      <w:r>
        <w:rPr>
          <w:rtl/>
        </w:rPr>
        <w:t xml:space="preserve"> رسول خدا </w:t>
      </w:r>
      <w:r w:rsidR="00745C10" w:rsidRPr="00745C10">
        <w:rPr>
          <w:rStyle w:val="libAlaemChar"/>
          <w:rtl/>
        </w:rPr>
        <w:t>صلى‌الله‌عليه‌وآله‌وسلم</w:t>
      </w:r>
      <w:r>
        <w:rPr>
          <w:rtl/>
        </w:rPr>
        <w:t>- فرمود:هركس بر من يك بار درود فرستد، خدا بر او ده بار درود خواهد فرستاد و ده خطا را از او برطرف خواهد ساخت و ده درجه را برايش بالا خواهد برد.</w:t>
      </w:r>
    </w:p>
    <w:p w:rsidR="006916DF" w:rsidRDefault="006916DF" w:rsidP="006916DF">
      <w:pPr>
        <w:pStyle w:val="libNormal"/>
        <w:rPr>
          <w:rtl/>
        </w:rPr>
      </w:pPr>
    </w:p>
    <w:p w:rsidR="006916DF" w:rsidRDefault="00910300" w:rsidP="006916DF">
      <w:pPr>
        <w:pStyle w:val="Heading3"/>
        <w:rPr>
          <w:rtl/>
        </w:rPr>
      </w:pPr>
      <w:bookmarkStart w:id="165" w:name="_Toc33993630"/>
      <w:bookmarkStart w:id="166" w:name="_Toc33993912"/>
      <w:bookmarkStart w:id="167" w:name="_Toc33994194"/>
      <w:bookmarkStart w:id="168" w:name="_Toc33994477"/>
      <w:bookmarkStart w:id="169" w:name="_Toc33994760"/>
      <w:r>
        <w:rPr>
          <w:rtl/>
        </w:rPr>
        <w:t>٣٠. كامل ترين ذكر</w:t>
      </w:r>
      <w:bookmarkEnd w:id="165"/>
      <w:bookmarkEnd w:id="166"/>
      <w:bookmarkEnd w:id="167"/>
      <w:bookmarkEnd w:id="168"/>
      <w:bookmarkEnd w:id="169"/>
    </w:p>
    <w:p w:rsidR="00910300" w:rsidRDefault="00910300" w:rsidP="006916DF">
      <w:pPr>
        <w:pStyle w:val="libNormal"/>
        <w:rPr>
          <w:rtl/>
        </w:rPr>
      </w:pPr>
      <w:r>
        <w:rPr>
          <w:rtl/>
        </w:rPr>
        <w:t xml:space="preserve"> امام رضا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صلوات بر محمد و آل او، معادل است به ذكرسبحان الله والحمدلله و لا اله الا الله و الله اكبر..</w:t>
      </w:r>
    </w:p>
    <w:p w:rsidR="006916DF" w:rsidRDefault="00910300" w:rsidP="006916DF">
      <w:pPr>
        <w:pStyle w:val="Heading3"/>
        <w:rPr>
          <w:rtl/>
        </w:rPr>
      </w:pPr>
      <w:bookmarkStart w:id="170" w:name="_Toc33993631"/>
      <w:bookmarkStart w:id="171" w:name="_Toc33993913"/>
      <w:bookmarkStart w:id="172" w:name="_Toc33994195"/>
      <w:bookmarkStart w:id="173" w:name="_Toc33994478"/>
      <w:bookmarkStart w:id="174" w:name="_Toc33994761"/>
      <w:r>
        <w:rPr>
          <w:rtl/>
        </w:rPr>
        <w:t>٣١. صلوات در آغاز دعا</w:t>
      </w:r>
      <w:bookmarkEnd w:id="170"/>
      <w:bookmarkEnd w:id="171"/>
      <w:bookmarkEnd w:id="172"/>
      <w:bookmarkEnd w:id="173"/>
      <w:bookmarkEnd w:id="174"/>
    </w:p>
    <w:p w:rsidR="00910300" w:rsidRDefault="00910300" w:rsidP="006916DF">
      <w:pPr>
        <w:pStyle w:val="libNormal"/>
        <w:rPr>
          <w:rtl/>
        </w:rPr>
      </w:pPr>
      <w:r>
        <w:rPr>
          <w:rtl/>
        </w:rPr>
        <w:t xml:space="preserve"> امام صادق </w:t>
      </w:r>
      <w:r w:rsidR="007560B2" w:rsidRPr="007560B2">
        <w:rPr>
          <w:rStyle w:val="libAlaemChar"/>
          <w:rtl/>
        </w:rPr>
        <w:t xml:space="preserve">عليه‌السلام </w:t>
      </w:r>
      <w:r>
        <w:rPr>
          <w:rtl/>
        </w:rPr>
        <w:t xml:space="preserve"> فرمود:</w:t>
      </w:r>
    </w:p>
    <w:p w:rsidR="00910300" w:rsidRDefault="00910300" w:rsidP="00910300">
      <w:pPr>
        <w:pStyle w:val="libNormal"/>
        <w:rPr>
          <w:rStyle w:val="libFootnotenumChar"/>
          <w:rtl/>
        </w:rPr>
      </w:pPr>
      <w:r>
        <w:rPr>
          <w:rtl/>
        </w:rPr>
        <w:t xml:space="preserve">لازم است بر هر يك از شما كه هنگام اظهار حاجت در پيشگاه خداوند بزرگ با ستايش الهى آغاز كند و به تمجيد پيامبر و آل او بپردازد و سپس به تقصيرها و گناهان خود اعتراف كند و پس از آنحاجتخود را در ميان نهد. </w:t>
      </w:r>
      <w:r w:rsidRPr="006916DF">
        <w:rPr>
          <w:rStyle w:val="libFootnotenumChar"/>
          <w:rtl/>
        </w:rPr>
        <w:t>(١٨)</w:t>
      </w:r>
    </w:p>
    <w:p w:rsidR="006916DF" w:rsidRDefault="006916DF" w:rsidP="006916DF">
      <w:pPr>
        <w:pStyle w:val="Heading3"/>
        <w:rPr>
          <w:rtl/>
        </w:rPr>
      </w:pPr>
      <w:r>
        <w:rPr>
          <w:rStyle w:val="libFootnotenumChar"/>
          <w:rtl/>
        </w:rPr>
        <w:br w:type="page"/>
      </w:r>
      <w:bookmarkStart w:id="175" w:name="_Toc33993632"/>
      <w:bookmarkStart w:id="176" w:name="_Toc33993914"/>
      <w:bookmarkStart w:id="177" w:name="_Toc33994196"/>
      <w:bookmarkStart w:id="178" w:name="_Toc33994479"/>
      <w:bookmarkStart w:id="179" w:name="_Toc33994762"/>
      <w:r w:rsidR="00910300">
        <w:rPr>
          <w:rtl/>
        </w:rPr>
        <w:lastRenderedPageBreak/>
        <w:t>٣٢. محبوب ترين عمل</w:t>
      </w:r>
      <w:bookmarkEnd w:id="175"/>
      <w:bookmarkEnd w:id="176"/>
      <w:bookmarkEnd w:id="177"/>
      <w:bookmarkEnd w:id="178"/>
      <w:bookmarkEnd w:id="179"/>
      <w:r w:rsidR="00910300">
        <w:rPr>
          <w:rtl/>
        </w:rPr>
        <w:t xml:space="preserve"> </w:t>
      </w:r>
    </w:p>
    <w:p w:rsidR="00910300" w:rsidRDefault="00910300" w:rsidP="006916DF">
      <w:pPr>
        <w:pStyle w:val="libNormal"/>
        <w:rPr>
          <w:rtl/>
        </w:rPr>
      </w:pPr>
      <w:r>
        <w:rPr>
          <w:rtl/>
        </w:rPr>
        <w:t xml:space="preserve"> پيامبر اكرم - </w:t>
      </w:r>
      <w:r w:rsidR="00745C10" w:rsidRPr="00745C10">
        <w:rPr>
          <w:rStyle w:val="libAlaemChar"/>
          <w:rtl/>
        </w:rPr>
        <w:t>صلى‌الله‌عليه‌وآله‌وسلم</w:t>
      </w:r>
      <w:r>
        <w:rPr>
          <w:rtl/>
        </w:rPr>
        <w:t>- فرمود:از جبرييل پرسيدم : محبوب ترين اعمال كدام است ؟ پاسخ داد:صلوات و درود بر شما اى محمد! و محبت على بن ابى طالب .</w:t>
      </w:r>
    </w:p>
    <w:p w:rsidR="006916DF" w:rsidRDefault="00910300" w:rsidP="006916DF">
      <w:pPr>
        <w:pStyle w:val="Heading3"/>
        <w:rPr>
          <w:rtl/>
        </w:rPr>
      </w:pPr>
      <w:bookmarkStart w:id="180" w:name="_Toc33993633"/>
      <w:bookmarkStart w:id="181" w:name="_Toc33993915"/>
      <w:bookmarkStart w:id="182" w:name="_Toc33994197"/>
      <w:bookmarkStart w:id="183" w:name="_Toc33994480"/>
      <w:bookmarkStart w:id="184" w:name="_Toc33994763"/>
      <w:r>
        <w:rPr>
          <w:rtl/>
        </w:rPr>
        <w:t>٣٣. بهترين اعمال در آخرت</w:t>
      </w:r>
      <w:bookmarkEnd w:id="180"/>
      <w:bookmarkEnd w:id="181"/>
      <w:bookmarkEnd w:id="182"/>
      <w:bookmarkEnd w:id="183"/>
      <w:bookmarkEnd w:id="184"/>
      <w:r>
        <w:rPr>
          <w:rtl/>
        </w:rPr>
        <w:t xml:space="preserve"> </w:t>
      </w:r>
    </w:p>
    <w:p w:rsidR="00910300" w:rsidRDefault="00910300" w:rsidP="006916DF">
      <w:pPr>
        <w:pStyle w:val="libNormal"/>
        <w:rPr>
          <w:rtl/>
        </w:rPr>
      </w:pPr>
      <w:r>
        <w:rPr>
          <w:rtl/>
        </w:rPr>
        <w:t xml:space="preserve"> رسول خدا </w:t>
      </w:r>
      <w:r w:rsidR="00745C10" w:rsidRPr="00745C10">
        <w:rPr>
          <w:rStyle w:val="libAlaemChar"/>
          <w:rtl/>
        </w:rPr>
        <w:t>صلى‌الله‌عليه‌وآله‌وسلم</w:t>
      </w:r>
      <w:r>
        <w:rPr>
          <w:rtl/>
        </w:rPr>
        <w:t>فرمودند:</w:t>
      </w:r>
    </w:p>
    <w:p w:rsidR="00910300" w:rsidRDefault="00910300" w:rsidP="00910300">
      <w:pPr>
        <w:pStyle w:val="libNormal"/>
        <w:rPr>
          <w:rtl/>
        </w:rPr>
      </w:pPr>
      <w:r>
        <w:rPr>
          <w:rtl/>
        </w:rPr>
        <w:t>بهترين اعمال در آخرت سه چيز است :</w:t>
      </w:r>
    </w:p>
    <w:p w:rsidR="00910300" w:rsidRDefault="00910300" w:rsidP="00910300">
      <w:pPr>
        <w:pStyle w:val="libNormal"/>
        <w:rPr>
          <w:rtl/>
        </w:rPr>
      </w:pPr>
      <w:r>
        <w:rPr>
          <w:rtl/>
        </w:rPr>
        <w:t>١. صلوات بر محمد و آل محمد.</w:t>
      </w:r>
    </w:p>
    <w:p w:rsidR="00910300" w:rsidRDefault="00910300" w:rsidP="00910300">
      <w:pPr>
        <w:pStyle w:val="libNormal"/>
        <w:rPr>
          <w:rtl/>
        </w:rPr>
      </w:pPr>
      <w:r>
        <w:rPr>
          <w:rtl/>
        </w:rPr>
        <w:t>٢. آبرسانى به تشنه ها.</w:t>
      </w:r>
    </w:p>
    <w:p w:rsidR="00910300" w:rsidRDefault="00910300" w:rsidP="00910300">
      <w:pPr>
        <w:pStyle w:val="libNormal"/>
        <w:rPr>
          <w:rtl/>
        </w:rPr>
      </w:pPr>
      <w:r>
        <w:rPr>
          <w:rtl/>
        </w:rPr>
        <w:t>٣. حب و دوستى على بن ابى طالب</w:t>
      </w:r>
    </w:p>
    <w:p w:rsidR="006D6C37" w:rsidRDefault="006D6C37" w:rsidP="00910300">
      <w:pPr>
        <w:pStyle w:val="libNormal"/>
        <w:rPr>
          <w:rtl/>
        </w:rPr>
      </w:pPr>
    </w:p>
    <w:p w:rsidR="006D6C37" w:rsidRDefault="00910300" w:rsidP="006D6C37">
      <w:pPr>
        <w:pStyle w:val="Heading3"/>
        <w:rPr>
          <w:rtl/>
        </w:rPr>
      </w:pPr>
      <w:bookmarkStart w:id="185" w:name="_Toc33993634"/>
      <w:bookmarkStart w:id="186" w:name="_Toc33993916"/>
      <w:bookmarkStart w:id="187" w:name="_Toc33994198"/>
      <w:bookmarkStart w:id="188" w:name="_Toc33994481"/>
      <w:bookmarkStart w:id="189" w:name="_Toc33994764"/>
      <w:r>
        <w:rPr>
          <w:rtl/>
        </w:rPr>
        <w:t>٣٤. صلوات هنگام يادآورى نام پروردگار.</w:t>
      </w:r>
      <w:bookmarkEnd w:id="185"/>
      <w:bookmarkEnd w:id="186"/>
      <w:bookmarkEnd w:id="187"/>
      <w:bookmarkEnd w:id="188"/>
      <w:bookmarkEnd w:id="189"/>
    </w:p>
    <w:p w:rsidR="006D6C37" w:rsidRDefault="00910300" w:rsidP="00910300">
      <w:pPr>
        <w:pStyle w:val="libNormal"/>
        <w:rPr>
          <w:rStyle w:val="libFootnotenumChar"/>
          <w:rtl/>
        </w:rPr>
      </w:pPr>
      <w:r>
        <w:rPr>
          <w:rtl/>
        </w:rPr>
        <w:t xml:space="preserve"> مردى از امام هشتم </w:t>
      </w:r>
      <w:r w:rsidR="007560B2" w:rsidRPr="007560B2">
        <w:rPr>
          <w:rStyle w:val="libAlaemChar"/>
          <w:rtl/>
        </w:rPr>
        <w:t xml:space="preserve">عليه‌السلام </w:t>
      </w:r>
      <w:r>
        <w:rPr>
          <w:rtl/>
        </w:rPr>
        <w:t xml:space="preserve"> از تفسير آيهو ذكر اسم ربه فصلىسؤ ال كرد فرمود:مراد اين است كه هرگاه نام پروردگار متعال بر زبان آمد، بر محمد و آل محمد درود و صلوات ، تقديم شود. </w:t>
      </w:r>
      <w:r w:rsidRPr="006D6C37">
        <w:rPr>
          <w:rStyle w:val="libFootnotenumChar"/>
          <w:rtl/>
        </w:rPr>
        <w:t>(١٩)</w:t>
      </w:r>
    </w:p>
    <w:p w:rsidR="006D6C37" w:rsidRDefault="006D6C37" w:rsidP="006D6C37">
      <w:pPr>
        <w:pStyle w:val="Heading3"/>
        <w:rPr>
          <w:rtl/>
        </w:rPr>
      </w:pPr>
      <w:r>
        <w:rPr>
          <w:rStyle w:val="libFootnotenumChar"/>
          <w:rtl/>
        </w:rPr>
        <w:br w:type="page"/>
      </w:r>
      <w:bookmarkStart w:id="190" w:name="_Toc33993635"/>
      <w:bookmarkStart w:id="191" w:name="_Toc33993917"/>
      <w:bookmarkStart w:id="192" w:name="_Toc33994199"/>
      <w:bookmarkStart w:id="193" w:name="_Toc33994482"/>
      <w:bookmarkStart w:id="194" w:name="_Toc33994765"/>
      <w:r w:rsidR="00910300">
        <w:rPr>
          <w:rtl/>
        </w:rPr>
        <w:lastRenderedPageBreak/>
        <w:t>٣٥. همراهى ملايك</w:t>
      </w:r>
      <w:bookmarkEnd w:id="190"/>
      <w:bookmarkEnd w:id="191"/>
      <w:bookmarkEnd w:id="192"/>
      <w:bookmarkEnd w:id="193"/>
      <w:bookmarkEnd w:id="194"/>
      <w:r w:rsidR="00910300">
        <w:rPr>
          <w:rtl/>
        </w:rPr>
        <w:t xml:space="preserve"> </w:t>
      </w:r>
    </w:p>
    <w:p w:rsidR="00910300" w:rsidRDefault="00910300" w:rsidP="006D6C37">
      <w:pPr>
        <w:pStyle w:val="libNormal"/>
        <w:rPr>
          <w:rtl/>
        </w:rPr>
      </w:pPr>
      <w:r>
        <w:rPr>
          <w:rtl/>
        </w:rPr>
        <w:t xml:space="preserve"> پيامبر اكرم </w:t>
      </w:r>
      <w:r w:rsidR="00745C10" w:rsidRPr="00745C10">
        <w:rPr>
          <w:rStyle w:val="libAlaemChar"/>
          <w:rtl/>
        </w:rPr>
        <w:t>صلى‌الله‌عليه‌وآله‌وسلم</w:t>
      </w:r>
      <w:r>
        <w:rPr>
          <w:rtl/>
        </w:rPr>
        <w:t>فرمود:هميشه كاروانى از ملايك به امر الهى در عالم در حركت اند و هنگامى كه به جلسه ذكر و صلوات مى رسند، به يكديگر مى گويند: فرود آييد!وقتى كه فرود آمدند اهل جلسه را در هنگام دعا با آمين گفتن و در هنگام صلوات نيز با صلوات ، همراهى مى كنند و در پايان به يكديگر مى گويند: خوشا به حال افراد اين جلسه كه خدا آنان را آمرزيد!</w:t>
      </w:r>
    </w:p>
    <w:p w:rsidR="006D6C37" w:rsidRDefault="00910300" w:rsidP="006D6C37">
      <w:pPr>
        <w:pStyle w:val="Heading3"/>
        <w:rPr>
          <w:rtl/>
        </w:rPr>
      </w:pPr>
      <w:bookmarkStart w:id="195" w:name="_Toc33993636"/>
      <w:bookmarkStart w:id="196" w:name="_Toc33993918"/>
      <w:bookmarkStart w:id="197" w:name="_Toc33994200"/>
      <w:bookmarkStart w:id="198" w:name="_Toc33994483"/>
      <w:bookmarkStart w:id="199" w:name="_Toc33994766"/>
      <w:r>
        <w:rPr>
          <w:rtl/>
        </w:rPr>
        <w:t xml:space="preserve">٣٦. رهنمود پيامبر </w:t>
      </w:r>
      <w:r w:rsidR="007560B2" w:rsidRPr="007560B2">
        <w:rPr>
          <w:rStyle w:val="libAlaemChar"/>
          <w:rtl/>
        </w:rPr>
        <w:t>صلى‌الله‌عليه‌وآله‌وسلم</w:t>
      </w:r>
      <w:bookmarkEnd w:id="195"/>
      <w:bookmarkEnd w:id="196"/>
      <w:bookmarkEnd w:id="197"/>
      <w:bookmarkEnd w:id="198"/>
      <w:bookmarkEnd w:id="199"/>
    </w:p>
    <w:p w:rsidR="006D6C37" w:rsidRDefault="00910300" w:rsidP="006D6C37">
      <w:pPr>
        <w:pStyle w:val="libNormal"/>
        <w:rPr>
          <w:rStyle w:val="libFootnotenumChar"/>
          <w:rtl/>
        </w:rPr>
      </w:pPr>
      <w:r>
        <w:rPr>
          <w:rtl/>
        </w:rPr>
        <w:t xml:space="preserve"> ابوسعد خدرى مى گويد: عمار ياسر به پيامبر </w:t>
      </w:r>
      <w:r w:rsidR="00745C10" w:rsidRPr="00745C10">
        <w:rPr>
          <w:rStyle w:val="libAlaemChar"/>
          <w:rtl/>
        </w:rPr>
        <w:t>صلى‌الله‌عليه‌وآله‌وسلم</w:t>
      </w:r>
      <w:r>
        <w:rPr>
          <w:rtl/>
        </w:rPr>
        <w:t xml:space="preserve">گفت : دوست دارم تا به قدر عمر نوح در ميان ما زندگى كنى ! پيامبر </w:t>
      </w:r>
      <w:r w:rsidR="00745C10" w:rsidRPr="00745C10">
        <w:rPr>
          <w:rStyle w:val="libAlaemChar"/>
          <w:rtl/>
        </w:rPr>
        <w:t>صلى‌الله‌عليه‌وآله‌وسلم</w:t>
      </w:r>
      <w:r>
        <w:rPr>
          <w:rtl/>
        </w:rPr>
        <w:t xml:space="preserve">فرمود:اى عمار!زندگى من در ميان شما خير است و فوت من نيزشرنخواهد بود؛ چرا كه در حال حيات من ، پيش من مى آيند و عرض حال مى كنند و من هم از خدا براى شما طلب غفران مى كنم ؛ ولى پس از وفات من ، تقواى الهى را پيشه خود سازيد و به بهترين وجهى بر من و اهل بيت منصلواتبفرستيد؛ زيرا اسم هاى شما، پدر و مادرتان و اقوام تان بر من عرضه خواهد شد، اگر در آن ليست اسامى ، اعمال نيك شما ضبط شده باشد، خدا را سپاس مى گويم و اگر غير آن باشد از خداوند متعال براى شما، طلب غفران از گناهان شما را دارم . </w:t>
      </w:r>
      <w:r w:rsidRPr="006D6C37">
        <w:rPr>
          <w:rStyle w:val="libFootnotenumChar"/>
          <w:rtl/>
        </w:rPr>
        <w:t>(٢٠)</w:t>
      </w:r>
    </w:p>
    <w:p w:rsidR="006D6C37" w:rsidRDefault="006D6C37" w:rsidP="006D6C37">
      <w:pPr>
        <w:pStyle w:val="Heading3"/>
        <w:rPr>
          <w:rtl/>
        </w:rPr>
      </w:pPr>
      <w:r>
        <w:rPr>
          <w:rStyle w:val="libFootnotenumChar"/>
          <w:rtl/>
        </w:rPr>
        <w:br w:type="page"/>
      </w:r>
      <w:bookmarkStart w:id="200" w:name="_Toc33993637"/>
      <w:bookmarkStart w:id="201" w:name="_Toc33993919"/>
      <w:bookmarkStart w:id="202" w:name="_Toc33994201"/>
      <w:bookmarkStart w:id="203" w:name="_Toc33994484"/>
      <w:bookmarkStart w:id="204" w:name="_Toc33994767"/>
      <w:r w:rsidR="00910300">
        <w:rPr>
          <w:rtl/>
        </w:rPr>
        <w:lastRenderedPageBreak/>
        <w:t>٣٧. هنگام از دست دادن و يا نابودى چيزى</w:t>
      </w:r>
      <w:bookmarkEnd w:id="200"/>
      <w:bookmarkEnd w:id="201"/>
      <w:bookmarkEnd w:id="202"/>
      <w:bookmarkEnd w:id="203"/>
      <w:bookmarkEnd w:id="204"/>
      <w:r w:rsidR="00910300">
        <w:rPr>
          <w:rtl/>
        </w:rPr>
        <w:t xml:space="preserve"> </w:t>
      </w:r>
    </w:p>
    <w:p w:rsidR="00910300" w:rsidRDefault="00910300" w:rsidP="006D6C37">
      <w:pPr>
        <w:pStyle w:val="libNormal"/>
        <w:rPr>
          <w:rtl/>
        </w:rPr>
      </w:pPr>
      <w:r>
        <w:rPr>
          <w:rtl/>
        </w:rPr>
        <w:t xml:space="preserve"> پيامبر </w:t>
      </w:r>
      <w:r w:rsidR="00745C10" w:rsidRPr="00745C10">
        <w:rPr>
          <w:rStyle w:val="libAlaemChar"/>
          <w:rtl/>
        </w:rPr>
        <w:t>صلى‌الله‌عليه‌وآله‌وسلم</w:t>
      </w:r>
      <w:r>
        <w:rPr>
          <w:rtl/>
        </w:rPr>
        <w:t>فرمود:هنگامى كه چيزى از بين رفت بگو:اللهم صل على محمد و آل محمد.</w:t>
      </w:r>
    </w:p>
    <w:p w:rsidR="006D6C37" w:rsidRDefault="00910300" w:rsidP="006D6C37">
      <w:pPr>
        <w:pStyle w:val="Heading3"/>
        <w:rPr>
          <w:rtl/>
        </w:rPr>
      </w:pPr>
      <w:bookmarkStart w:id="205" w:name="_Toc33993638"/>
      <w:bookmarkStart w:id="206" w:name="_Toc33993920"/>
      <w:bookmarkStart w:id="207" w:name="_Toc33994202"/>
      <w:bookmarkStart w:id="208" w:name="_Toc33994485"/>
      <w:bookmarkStart w:id="209" w:name="_Toc33994768"/>
      <w:r>
        <w:rPr>
          <w:rtl/>
        </w:rPr>
        <w:t>٣٨. صلوات خدا</w:t>
      </w:r>
      <w:bookmarkEnd w:id="205"/>
      <w:bookmarkEnd w:id="206"/>
      <w:bookmarkEnd w:id="207"/>
      <w:bookmarkEnd w:id="208"/>
      <w:bookmarkEnd w:id="209"/>
    </w:p>
    <w:p w:rsidR="00910300" w:rsidRDefault="00910300" w:rsidP="006D6C37">
      <w:pPr>
        <w:pStyle w:val="libNormal"/>
        <w:rPr>
          <w:rtl/>
        </w:rPr>
      </w:pPr>
      <w:r>
        <w:rPr>
          <w:rtl/>
        </w:rPr>
        <w:t xml:space="preserve"> رسول خدا </w:t>
      </w:r>
      <w:r w:rsidR="00745C10" w:rsidRPr="00745C10">
        <w:rPr>
          <w:rStyle w:val="libAlaemChar"/>
          <w:rtl/>
        </w:rPr>
        <w:t>صلى‌الله‌عليه‌وآله‌وسلم</w:t>
      </w:r>
      <w:r>
        <w:rPr>
          <w:rtl/>
        </w:rPr>
        <w:t>فرمود:جبرييل بر من نازل شد و گفت : خداوند متعال مى فرمايد: هر كس كه بر تو صلوات بفرستد، من و فرشتگانم ده بار بر او صلوات مى فرستيم و كسى كه بر تو سلام دهد من و فرشتگانم ده بار بر او سلام مى دهيم .</w:t>
      </w:r>
    </w:p>
    <w:p w:rsidR="006D6C37" w:rsidRDefault="006D6C37" w:rsidP="006D6C37">
      <w:pPr>
        <w:pStyle w:val="libNormal"/>
        <w:rPr>
          <w:rtl/>
        </w:rPr>
      </w:pPr>
    </w:p>
    <w:p w:rsidR="006D6C37" w:rsidRDefault="00910300" w:rsidP="006D6C37">
      <w:pPr>
        <w:pStyle w:val="Heading3"/>
        <w:rPr>
          <w:rtl/>
        </w:rPr>
      </w:pPr>
      <w:bookmarkStart w:id="210" w:name="_Toc33993639"/>
      <w:bookmarkStart w:id="211" w:name="_Toc33993921"/>
      <w:bookmarkStart w:id="212" w:name="_Toc33994203"/>
      <w:bookmarkStart w:id="213" w:name="_Toc33994486"/>
      <w:bookmarkStart w:id="214" w:name="_Toc33994769"/>
      <w:r>
        <w:rPr>
          <w:rtl/>
        </w:rPr>
        <w:t>٣٩. صلوات به معناى عهد</w:t>
      </w:r>
      <w:bookmarkEnd w:id="210"/>
      <w:bookmarkEnd w:id="211"/>
      <w:bookmarkEnd w:id="212"/>
      <w:bookmarkEnd w:id="213"/>
      <w:bookmarkEnd w:id="214"/>
    </w:p>
    <w:p w:rsidR="00910300" w:rsidRDefault="00910300" w:rsidP="006D6C37">
      <w:pPr>
        <w:pStyle w:val="libNormal"/>
        <w:rPr>
          <w:rtl/>
        </w:rPr>
      </w:pPr>
      <w:r>
        <w:rPr>
          <w:rtl/>
        </w:rPr>
        <w:t xml:space="preserve"> حضرت موسى بن جعفر از پدر بزرگوار خود </w:t>
      </w:r>
      <w:r w:rsidR="007560B2" w:rsidRPr="007560B2">
        <w:rPr>
          <w:rStyle w:val="libAlaemChar"/>
          <w:rtl/>
        </w:rPr>
        <w:t xml:space="preserve">عليه‌السلام </w:t>
      </w:r>
      <w:r>
        <w:rPr>
          <w:rtl/>
        </w:rPr>
        <w:t xml:space="preserve"> نقل فرموده :</w:t>
      </w:r>
    </w:p>
    <w:p w:rsidR="00910300" w:rsidRDefault="00910300" w:rsidP="00910300">
      <w:pPr>
        <w:pStyle w:val="libNormal"/>
        <w:rPr>
          <w:rtl/>
        </w:rPr>
      </w:pPr>
      <w:r>
        <w:rPr>
          <w:rtl/>
        </w:rPr>
        <w:t>هر كه بر پيامبر صلوات مى فرستد، به معنى است كه من بر عهد و پيمان خود هستم آن عهد و پيمانى كه وقتى خداوند در عالم ذر فرمود:آيا من پروردگار شما نيستم ، همه گفتند: بلى .</w:t>
      </w:r>
    </w:p>
    <w:p w:rsidR="006D6C37" w:rsidRDefault="006D6C37" w:rsidP="006D6C37">
      <w:pPr>
        <w:pStyle w:val="libNormal"/>
        <w:rPr>
          <w:rtl/>
        </w:rPr>
      </w:pPr>
      <w:r>
        <w:rPr>
          <w:rtl/>
        </w:rPr>
        <w:br w:type="page"/>
      </w:r>
      <w:bookmarkStart w:id="215" w:name="_Toc33993640"/>
      <w:bookmarkStart w:id="216" w:name="_Toc33993922"/>
      <w:bookmarkStart w:id="217" w:name="_Toc33994204"/>
      <w:bookmarkStart w:id="218" w:name="_Toc33994487"/>
      <w:bookmarkStart w:id="219" w:name="_Toc33994770"/>
      <w:r w:rsidR="00910300" w:rsidRPr="006D6C37">
        <w:rPr>
          <w:rStyle w:val="Heading2Char"/>
          <w:rtl/>
        </w:rPr>
        <w:lastRenderedPageBreak/>
        <w:t>بخش چهارم : بركت صلوات</w:t>
      </w:r>
      <w:bookmarkEnd w:id="215"/>
      <w:bookmarkEnd w:id="216"/>
      <w:bookmarkEnd w:id="217"/>
      <w:bookmarkEnd w:id="218"/>
      <w:bookmarkEnd w:id="219"/>
      <w:r w:rsidR="00910300">
        <w:rPr>
          <w:rtl/>
        </w:rPr>
        <w:t xml:space="preserve"> </w:t>
      </w:r>
    </w:p>
    <w:p w:rsidR="006D6C37" w:rsidRDefault="006D6C37" w:rsidP="006D6C37">
      <w:pPr>
        <w:pStyle w:val="libNormal"/>
        <w:rPr>
          <w:rtl/>
        </w:rPr>
      </w:pPr>
    </w:p>
    <w:p w:rsidR="006D6C37" w:rsidRDefault="00910300" w:rsidP="006D6C37">
      <w:pPr>
        <w:pStyle w:val="Heading3"/>
        <w:rPr>
          <w:rtl/>
        </w:rPr>
      </w:pPr>
      <w:bookmarkStart w:id="220" w:name="_Toc33993641"/>
      <w:bookmarkStart w:id="221" w:name="_Toc33993923"/>
      <w:bookmarkStart w:id="222" w:name="_Toc33994205"/>
      <w:bookmarkStart w:id="223" w:name="_Toc33994488"/>
      <w:bookmarkStart w:id="224" w:name="_Toc33994771"/>
      <w:r>
        <w:rPr>
          <w:rtl/>
        </w:rPr>
        <w:t>٤٠. باريدن طلا از آسمان</w:t>
      </w:r>
      <w:bookmarkEnd w:id="220"/>
      <w:bookmarkEnd w:id="221"/>
      <w:bookmarkEnd w:id="222"/>
      <w:bookmarkEnd w:id="223"/>
      <w:bookmarkEnd w:id="224"/>
      <w:r>
        <w:rPr>
          <w:rtl/>
        </w:rPr>
        <w:t xml:space="preserve"> </w:t>
      </w:r>
    </w:p>
    <w:p w:rsidR="00910300" w:rsidRDefault="00910300" w:rsidP="006D6C37">
      <w:pPr>
        <w:pStyle w:val="libNormal"/>
        <w:rPr>
          <w:rtl/>
        </w:rPr>
      </w:pPr>
      <w:r>
        <w:rPr>
          <w:rtl/>
        </w:rPr>
        <w:t xml:space="preserve"> درحكايات الصالحين</w:t>
      </w:r>
      <w:r w:rsidR="006D6C37">
        <w:rPr>
          <w:rFonts w:hint="cs"/>
          <w:rtl/>
        </w:rPr>
        <w:t xml:space="preserve"> </w:t>
      </w:r>
      <w:r>
        <w:rPr>
          <w:rtl/>
        </w:rPr>
        <w:t>آوردند كه :</w:t>
      </w:r>
    </w:p>
    <w:p w:rsidR="00910300" w:rsidRDefault="00910300" w:rsidP="00910300">
      <w:pPr>
        <w:pStyle w:val="libNormal"/>
        <w:rPr>
          <w:rtl/>
        </w:rPr>
      </w:pPr>
      <w:r>
        <w:rPr>
          <w:rtl/>
        </w:rPr>
        <w:t>فقيرى محتاج و عيالوار، براى طلب پول از خانه بيرون آمد، نمى دانست كه به كجا برود. ناگاه گذارش به كنار مجلس واعظى افتاد كه حاضران را به فرستادن صلوات ترغيب مى فرمود. آن فقير در آن جا ايستاد و شنيد كه واعظ مى گفت : در فرستادن صلوات ، تقصير ميكند كه اگر توانگر بر آن سرور صلوات فرستد، در مالش بركت به هم مى رسد و اگر فقير صلوات فرستد، حق تعالى از آسمان روزى بر او مى فرستد.</w:t>
      </w:r>
    </w:p>
    <w:p w:rsidR="00910300" w:rsidRDefault="00910300" w:rsidP="00910300">
      <w:pPr>
        <w:pStyle w:val="libNormal"/>
        <w:rPr>
          <w:rtl/>
        </w:rPr>
      </w:pPr>
      <w:r>
        <w:rPr>
          <w:rtl/>
        </w:rPr>
        <w:t>آن فقير، از آن مجلس بيرون رفت و به فرستادن صلوات مشغول شد؛ بعد سه روز، از ويرانه اى مى گذشت ، پايش به سنگى خورد. آن سنگ كنده شد و سبوى پر از زر، در زير آن سنگ ظاهر گرديد.</w:t>
      </w:r>
    </w:p>
    <w:p w:rsidR="00910300" w:rsidRDefault="00910300" w:rsidP="00910300">
      <w:pPr>
        <w:pStyle w:val="libNormal"/>
        <w:rPr>
          <w:rtl/>
        </w:rPr>
      </w:pPr>
      <w:r>
        <w:rPr>
          <w:rtl/>
        </w:rPr>
        <w:t xml:space="preserve">آن مرد گفت : وعده روزى من از آسمان است ، و روزى زمين را نمى خواهيم ، و آن سنگ را در جاى خود گذاشت و به خانه آمد، صورت حال را با زن خود گفت . آن مرد، همسايه اى داشت كه يهودى بود. قضا را، در آن وقت ، آن يهودى بر بام خانه خود بود؛ و حكايت آن مرد را كه با زنش مى گفت ، شنيد. و فى الحال ، از بام فرود آمده ، به ويرانه رفت ، آن سبو را برداشته ، به خانه آمد. وقتى سر آن را گشود، ديد كه سبو، پر از مار و عقرب است . به اطرافيان خود گفت :اين همسايه مسلمانان ، دشمن ما است . وقتى كه من در بام بودم ، فهميدم ، و آن سخن را براى اين گفت كه در طمع افتم ، و آن سبو را به خانه آورم ، و از آن ضروى به من رسد. پس بهتر آن است كه آن را به بام برده </w:t>
      </w:r>
      <w:r>
        <w:rPr>
          <w:rtl/>
        </w:rPr>
        <w:lastRenderedPageBreak/>
        <w:t>از راه روزنه ، در خانه او ريزم ، تا آن كه براى من مى خواست ، به خودش برگردد</w:t>
      </w:r>
    </w:p>
    <w:p w:rsidR="00910300" w:rsidRDefault="00910300" w:rsidP="00910300">
      <w:pPr>
        <w:pStyle w:val="libNormal"/>
        <w:rPr>
          <w:rtl/>
        </w:rPr>
      </w:pPr>
      <w:r>
        <w:rPr>
          <w:rtl/>
        </w:rPr>
        <w:t>به بام آمد، در وقتى كه زن آن فقير، به شوهر خود مى گفت : روا باشد كه تو سبوى پر از زر بيابى و آن را بگذارى و ما در فقر و تنگدستى باشم ؟</w:t>
      </w:r>
    </w:p>
    <w:p w:rsidR="00910300" w:rsidRDefault="00910300" w:rsidP="00910300">
      <w:pPr>
        <w:pStyle w:val="libNormal"/>
        <w:rPr>
          <w:rtl/>
        </w:rPr>
      </w:pPr>
      <w:r>
        <w:rPr>
          <w:rtl/>
        </w:rPr>
        <w:t>آن مرد مى گفت : اميدوارم كه روزى ما از آسمان نازل شود.</w:t>
      </w:r>
    </w:p>
    <w:p w:rsidR="00910300" w:rsidRDefault="00910300" w:rsidP="00910300">
      <w:pPr>
        <w:pStyle w:val="libNormal"/>
        <w:rPr>
          <w:rtl/>
        </w:rPr>
      </w:pPr>
      <w:r>
        <w:rPr>
          <w:rtl/>
        </w:rPr>
        <w:t>ناگاه يهودى ، سر سبو را گشود و آن را سرنوشت ساخت ؛ آن مرد، آوازى شنيده سر را بالا كرده ديد كه از روزنه خانه او، زر فرو ريخت .فرياد زد: اى زن ! اين زر است كه از آسمان فرو مى ريزد، و آن زرها را بر مى داشت ، و صلوات مى فرستاد.</w:t>
      </w:r>
    </w:p>
    <w:p w:rsidR="006D6C37" w:rsidRDefault="00910300" w:rsidP="00910300">
      <w:pPr>
        <w:pStyle w:val="libNormal"/>
        <w:rPr>
          <w:rtl/>
        </w:rPr>
      </w:pPr>
      <w:r>
        <w:rPr>
          <w:rtl/>
        </w:rPr>
        <w:t xml:space="preserve">وقتى يهودى ديد كه از سبو زر مى ريزد، آن را برداشت ، در آن مكان ، ديد كه همان مار و عقرب است . باقى را نيز، در خانه درويش ريخت ، و همه زر سرخ بود. آن يهودى دانست كه اين سرى است از اسرار غيبى كه به ظهور مى رسد. در خاطرش گذشت كه اين همان حكم آب نيل دارد، كه در زمان حضرت موسىعلى نبينا و آله و </w:t>
      </w:r>
      <w:r w:rsidR="007560B2" w:rsidRPr="007560B2">
        <w:rPr>
          <w:rStyle w:val="libAlaemChar"/>
          <w:rtl/>
        </w:rPr>
        <w:t xml:space="preserve">عليه‌السلام </w:t>
      </w:r>
      <w:r>
        <w:rPr>
          <w:rtl/>
        </w:rPr>
        <w:t>در نظر قبطى خون مى نمود، و در نظر سبطى آب بود. و فى الحال ، آن درويش را به بام طلبيده ، به دست او مسلمانان شد و از بركت صلوات بر آن حضرت ، مسلمانان را دولت غناء، و يهودى را سعادت اسلام روزى شد.</w:t>
      </w:r>
    </w:p>
    <w:p w:rsidR="006D6C37" w:rsidRDefault="006D6C37" w:rsidP="006D6C37">
      <w:pPr>
        <w:pStyle w:val="Heading3"/>
        <w:rPr>
          <w:rtl/>
        </w:rPr>
      </w:pPr>
      <w:r>
        <w:rPr>
          <w:rtl/>
        </w:rPr>
        <w:br w:type="page"/>
      </w:r>
      <w:bookmarkStart w:id="225" w:name="_Toc33993642"/>
      <w:bookmarkStart w:id="226" w:name="_Toc33993924"/>
      <w:bookmarkStart w:id="227" w:name="_Toc33994206"/>
      <w:bookmarkStart w:id="228" w:name="_Toc33994489"/>
      <w:bookmarkStart w:id="229" w:name="_Toc33994772"/>
      <w:r w:rsidR="00910300">
        <w:rPr>
          <w:rtl/>
        </w:rPr>
        <w:lastRenderedPageBreak/>
        <w:t>٤١. سه صلوات و شيرين شدن عسل</w:t>
      </w:r>
      <w:bookmarkEnd w:id="225"/>
      <w:bookmarkEnd w:id="226"/>
      <w:bookmarkEnd w:id="227"/>
      <w:bookmarkEnd w:id="228"/>
      <w:bookmarkEnd w:id="229"/>
      <w:r w:rsidR="00910300">
        <w:rPr>
          <w:rtl/>
        </w:rPr>
        <w:t xml:space="preserve"> </w:t>
      </w:r>
    </w:p>
    <w:p w:rsidR="00910300" w:rsidRDefault="00910300" w:rsidP="006D6C37">
      <w:pPr>
        <w:pStyle w:val="libNormal"/>
        <w:rPr>
          <w:rtl/>
        </w:rPr>
      </w:pPr>
      <w:r>
        <w:rPr>
          <w:rtl/>
        </w:rPr>
        <w:t xml:space="preserve"> روزى رسول خدا - </w:t>
      </w:r>
      <w:r w:rsidR="00745C10" w:rsidRPr="00745C10">
        <w:rPr>
          <w:rStyle w:val="libAlaemChar"/>
          <w:rtl/>
        </w:rPr>
        <w:t>صلى‌الله‌عليه‌وآله‌وسلم</w:t>
      </w:r>
      <w:r>
        <w:rPr>
          <w:rtl/>
        </w:rPr>
        <w:t xml:space="preserve">- در نخلستان نشسته بود، و اميرالمؤ منين </w:t>
      </w:r>
      <w:r w:rsidR="007560B2" w:rsidRPr="007560B2">
        <w:rPr>
          <w:rStyle w:val="libAlaemChar"/>
          <w:rtl/>
        </w:rPr>
        <w:t xml:space="preserve">عليه‌السلام </w:t>
      </w:r>
      <w:r>
        <w:rPr>
          <w:rtl/>
        </w:rPr>
        <w:t xml:space="preserve"> در خدمت آن جناب بود ناگاه زنبور عسلى به نزد آن حضرت آمد، گرد آن حضرت مى گرديد. آن جناب - </w:t>
      </w:r>
      <w:r w:rsidR="00745C10" w:rsidRPr="00745C10">
        <w:rPr>
          <w:rStyle w:val="libAlaemChar"/>
          <w:rtl/>
        </w:rPr>
        <w:t>صلى‌الله‌عليه‌وآله‌وسلم</w:t>
      </w:r>
      <w:r>
        <w:rPr>
          <w:rtl/>
        </w:rPr>
        <w:t xml:space="preserve">و سلم ؛ به اميرالمومنين - </w:t>
      </w:r>
      <w:r w:rsidR="007560B2" w:rsidRPr="007560B2">
        <w:rPr>
          <w:rStyle w:val="libAlaemChar"/>
          <w:rtl/>
        </w:rPr>
        <w:t xml:space="preserve">عليه‌السلام </w:t>
      </w:r>
      <w:r>
        <w:rPr>
          <w:rtl/>
        </w:rPr>
        <w:t xml:space="preserve"> - فرموداين زنبور مى خواهد كه ما را ضيافت . مى گويد كه قدرى عسل در فلان موضع گذاشته ام . اميرالمومنين - </w:t>
      </w:r>
      <w:r w:rsidR="007560B2" w:rsidRPr="007560B2">
        <w:rPr>
          <w:rStyle w:val="libAlaemChar"/>
          <w:rtl/>
        </w:rPr>
        <w:t xml:space="preserve">عليه‌السلام </w:t>
      </w:r>
      <w:r>
        <w:rPr>
          <w:rtl/>
        </w:rPr>
        <w:t xml:space="preserve"> - را بفرست كه آن را بياورد.</w:t>
      </w:r>
    </w:p>
    <w:p w:rsidR="00910300" w:rsidRDefault="00910300" w:rsidP="00910300">
      <w:pPr>
        <w:pStyle w:val="libNormal"/>
        <w:rPr>
          <w:rtl/>
        </w:rPr>
      </w:pPr>
      <w:r>
        <w:rPr>
          <w:rtl/>
        </w:rPr>
        <w:t xml:space="preserve">اميرالمؤ منين - </w:t>
      </w:r>
      <w:r w:rsidR="007560B2" w:rsidRPr="007560B2">
        <w:rPr>
          <w:rStyle w:val="libAlaemChar"/>
          <w:rtl/>
        </w:rPr>
        <w:t xml:space="preserve">عليه‌السلام </w:t>
      </w:r>
      <w:r>
        <w:rPr>
          <w:rtl/>
        </w:rPr>
        <w:t xml:space="preserve"> - رفت ، و آن عسل را حضور پيامبر آورد.</w:t>
      </w:r>
    </w:p>
    <w:p w:rsidR="00910300" w:rsidRDefault="00910300" w:rsidP="00910300">
      <w:pPr>
        <w:pStyle w:val="libNormal"/>
        <w:rPr>
          <w:rtl/>
        </w:rPr>
      </w:pPr>
      <w:r>
        <w:rPr>
          <w:rtl/>
        </w:rPr>
        <w:t xml:space="preserve">رسول خدا - </w:t>
      </w:r>
      <w:r w:rsidR="00745C10" w:rsidRPr="00745C10">
        <w:rPr>
          <w:rStyle w:val="libAlaemChar"/>
          <w:rtl/>
        </w:rPr>
        <w:t>صلى‌الله‌عليه‌وآله‌وسلم</w:t>
      </w:r>
      <w:r>
        <w:rPr>
          <w:rtl/>
        </w:rPr>
        <w:t>- از آن زنبور پرسيد:خورش شما شكوفه تلخ است ، به چه سبب در درون شما شيرين مى گردد؟</w:t>
      </w:r>
    </w:p>
    <w:p w:rsidR="00910300" w:rsidRDefault="00910300" w:rsidP="00910300">
      <w:pPr>
        <w:pStyle w:val="libNormal"/>
        <w:rPr>
          <w:rtl/>
        </w:rPr>
      </w:pPr>
      <w:r>
        <w:rPr>
          <w:rtl/>
        </w:rPr>
        <w:t>عرض كرد: آن به بركت جناب شماست ؛ زيرا كه هرگاه كه قدرى از شكوفه در درون ما، در مى آيد، فى الحال الهام الهى به ما مى رسد كه سه نوبت بر شما صلوات فرستيم و به بركت آن صلوات ، شكوفه تلخ در درون ما شيرين مى شود.</w:t>
      </w:r>
    </w:p>
    <w:p w:rsidR="006D6C37" w:rsidRDefault="006D6C37" w:rsidP="006D6C37">
      <w:pPr>
        <w:pStyle w:val="Heading3"/>
        <w:rPr>
          <w:rtl/>
        </w:rPr>
      </w:pPr>
      <w:r>
        <w:rPr>
          <w:rtl/>
        </w:rPr>
        <w:br w:type="page"/>
      </w:r>
      <w:bookmarkStart w:id="230" w:name="_Toc33993643"/>
      <w:bookmarkStart w:id="231" w:name="_Toc33993925"/>
      <w:bookmarkStart w:id="232" w:name="_Toc33994207"/>
      <w:bookmarkStart w:id="233" w:name="_Toc33994490"/>
      <w:bookmarkStart w:id="234" w:name="_Toc33994773"/>
      <w:r w:rsidR="00910300">
        <w:rPr>
          <w:rtl/>
        </w:rPr>
        <w:lastRenderedPageBreak/>
        <w:t>٤٢. پر و پال ملك به واسطه صلوات</w:t>
      </w:r>
      <w:bookmarkEnd w:id="230"/>
      <w:bookmarkEnd w:id="231"/>
      <w:bookmarkEnd w:id="232"/>
      <w:bookmarkEnd w:id="233"/>
      <w:bookmarkEnd w:id="234"/>
      <w:r w:rsidR="00910300">
        <w:rPr>
          <w:rtl/>
        </w:rPr>
        <w:t xml:space="preserve"> </w:t>
      </w:r>
    </w:p>
    <w:p w:rsidR="00910300" w:rsidRDefault="00910300" w:rsidP="006D6C37">
      <w:pPr>
        <w:pStyle w:val="libNormal"/>
        <w:rPr>
          <w:rtl/>
        </w:rPr>
      </w:pPr>
      <w:r>
        <w:rPr>
          <w:rtl/>
        </w:rPr>
        <w:t xml:space="preserve"> حق - سبحانه و تعالى - به ملكى فرمود كه فلان شهر را ويران كن .</w:t>
      </w:r>
    </w:p>
    <w:p w:rsidR="00910300" w:rsidRDefault="00910300" w:rsidP="00910300">
      <w:pPr>
        <w:pStyle w:val="libNormal"/>
        <w:rPr>
          <w:rtl/>
        </w:rPr>
      </w:pPr>
      <w:r>
        <w:rPr>
          <w:rtl/>
        </w:rPr>
        <w:t>وقتى آن ملك به آن شهر آمد، گريه كودكان و ناله زنان و فرياد چهارپايان را شنيد، برايشان رحم نموده و بر ويرانى آن شهر اقدام نكرد. تند باد قهر، از مهيت جلال ورزيده ، پر و بال آن ملك را در هم شكست ؛ و از بالا رفتن بر افلاك ، محروم و مهجور ماند.</w:t>
      </w:r>
    </w:p>
    <w:p w:rsidR="00910300" w:rsidRDefault="00910300" w:rsidP="00910300">
      <w:pPr>
        <w:pStyle w:val="libNormal"/>
        <w:rPr>
          <w:rtl/>
        </w:rPr>
      </w:pPr>
      <w:r>
        <w:rPr>
          <w:rtl/>
        </w:rPr>
        <w:t xml:space="preserve">روزى جبرييل - </w:t>
      </w:r>
      <w:r w:rsidR="007560B2" w:rsidRPr="007560B2">
        <w:rPr>
          <w:rStyle w:val="libAlaemChar"/>
          <w:rtl/>
        </w:rPr>
        <w:t xml:space="preserve">عليه‌السلام </w:t>
      </w:r>
      <w:r>
        <w:rPr>
          <w:rtl/>
        </w:rPr>
        <w:t xml:space="preserve"> - او را گريان و نالان بر روى خاك افتاده ديد.</w:t>
      </w:r>
    </w:p>
    <w:p w:rsidR="00910300" w:rsidRDefault="00910300" w:rsidP="00910300">
      <w:pPr>
        <w:pStyle w:val="libNormal"/>
        <w:rPr>
          <w:rtl/>
        </w:rPr>
      </w:pPr>
      <w:r>
        <w:rPr>
          <w:rtl/>
        </w:rPr>
        <w:t>دلش بر پريشان حالى و شكسته بالى آن ملك سوخت . حال عجز و بيچارگى و ضعف و آوارگى او را به بارگاه جلال عرض كرد.</w:t>
      </w:r>
    </w:p>
    <w:p w:rsidR="00910300" w:rsidRDefault="00910300" w:rsidP="00910300">
      <w:pPr>
        <w:pStyle w:val="libNormal"/>
        <w:rPr>
          <w:rtl/>
        </w:rPr>
      </w:pPr>
      <w:r>
        <w:rPr>
          <w:rtl/>
        </w:rPr>
        <w:t xml:space="preserve">خطاب آمد به او بگو: بر حبيب من محمد - </w:t>
      </w:r>
      <w:r w:rsidR="00745C10" w:rsidRPr="00745C10">
        <w:rPr>
          <w:rStyle w:val="libAlaemChar"/>
          <w:rtl/>
        </w:rPr>
        <w:t>صلى‌الله‌عليه‌وآله‌وسلم</w:t>
      </w:r>
      <w:r>
        <w:rPr>
          <w:rtl/>
        </w:rPr>
        <w:t>و سلم - صلوات فرستد تا به بركت آن پر و بال به او برگردد. به او گفته شد. آن ملك به وظايف صلوات قيام نمود. و بال اقيال باز يافته به فراغ بال به جانب آشيانه خود پرواز نمود.</w:t>
      </w:r>
    </w:p>
    <w:p w:rsidR="006D6C37" w:rsidRDefault="006D6C37" w:rsidP="006D6C37">
      <w:pPr>
        <w:pStyle w:val="Heading3"/>
        <w:rPr>
          <w:rtl/>
        </w:rPr>
      </w:pPr>
      <w:r>
        <w:rPr>
          <w:rtl/>
        </w:rPr>
        <w:br w:type="page"/>
      </w:r>
      <w:bookmarkStart w:id="235" w:name="_Toc33993644"/>
      <w:bookmarkStart w:id="236" w:name="_Toc33993926"/>
      <w:bookmarkStart w:id="237" w:name="_Toc33994208"/>
      <w:bookmarkStart w:id="238" w:name="_Toc33994491"/>
      <w:bookmarkStart w:id="239" w:name="_Toc33994774"/>
      <w:r w:rsidR="00910300">
        <w:rPr>
          <w:rtl/>
        </w:rPr>
        <w:lastRenderedPageBreak/>
        <w:t>٤٣. رفع فقر</w:t>
      </w:r>
      <w:bookmarkEnd w:id="235"/>
      <w:bookmarkEnd w:id="236"/>
      <w:bookmarkEnd w:id="237"/>
      <w:bookmarkEnd w:id="238"/>
      <w:bookmarkEnd w:id="239"/>
    </w:p>
    <w:p w:rsidR="00910300" w:rsidRDefault="00910300" w:rsidP="006D6C37">
      <w:pPr>
        <w:pStyle w:val="libNormal"/>
        <w:rPr>
          <w:rtl/>
        </w:rPr>
      </w:pPr>
      <w:r>
        <w:rPr>
          <w:rtl/>
        </w:rPr>
        <w:t xml:space="preserve"> رسول خدا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صلوات فرستادن فقر را بر طرف مى كند.</w:t>
      </w:r>
    </w:p>
    <w:p w:rsidR="00910300" w:rsidRDefault="00910300" w:rsidP="00910300">
      <w:pPr>
        <w:pStyle w:val="libNormal"/>
        <w:rPr>
          <w:rtl/>
        </w:rPr>
      </w:pPr>
      <w:r>
        <w:rPr>
          <w:rtl/>
        </w:rPr>
        <w:t xml:space="preserve">٤٤. اداى قرض : در تاريخ مدينه دهلويست كه يك مرد نيك سه هزار اشرفى وام داشت و بستانكار از او شكايت كرد او را نزد قاضى برد، و يك ماه مهلت گرفت و رفت به درگاه خداى تعالى و بر پيغمبر - </w:t>
      </w:r>
      <w:r w:rsidR="00745C10" w:rsidRPr="00745C10">
        <w:rPr>
          <w:rStyle w:val="libAlaemChar"/>
          <w:rtl/>
        </w:rPr>
        <w:t>صلى‌الله‌عليه‌وآله‌وسلم</w:t>
      </w:r>
      <w:r>
        <w:rPr>
          <w:rtl/>
        </w:rPr>
        <w:t xml:space="preserve">- زارى كرد. شب ٢٧ ماه در خواب ديد كه يكى مى گويد: خدا وام تو را مى پردازد! برو نزد ابن عيساى وزير و بگو رسول خدا - </w:t>
      </w:r>
      <w:r w:rsidR="00745C10" w:rsidRPr="00745C10">
        <w:rPr>
          <w:rStyle w:val="libAlaemChar"/>
          <w:rtl/>
        </w:rPr>
        <w:t>صلى‌الله‌عليه‌وآله‌وسلم</w:t>
      </w:r>
      <w:r>
        <w:rPr>
          <w:rtl/>
        </w:rPr>
        <w:t>- مى فرمايد سه هزار و امم را بپرداز.</w:t>
      </w:r>
    </w:p>
    <w:p w:rsidR="00910300" w:rsidRDefault="00910300" w:rsidP="00910300">
      <w:pPr>
        <w:pStyle w:val="libNormal"/>
        <w:rPr>
          <w:rtl/>
        </w:rPr>
      </w:pPr>
      <w:r>
        <w:rPr>
          <w:rtl/>
        </w:rPr>
        <w:t>بيدار شد و شاد بود و با خود انديشه كه اگر گفت : نشانه اين واقعه چيست ؟ چه گويم ؟ آن روز خودارى كرد و شب دوم هم همين خواب را ديد و شادمان بيدار شد و باز هم شرمش آمد و آن روز هم نزد وزير نرفت .</w:t>
      </w:r>
    </w:p>
    <w:p w:rsidR="00910300" w:rsidRDefault="00910300" w:rsidP="00910300">
      <w:pPr>
        <w:pStyle w:val="libNormal"/>
        <w:rPr>
          <w:rtl/>
        </w:rPr>
      </w:pPr>
      <w:r>
        <w:rPr>
          <w:rtl/>
        </w:rPr>
        <w:t>شب سوم باز پيغمبر را خواب ديد كه سبب نرفتن را از او پرسيد و گفت : از شما نشانى راستى اين واقعه را مى خواهم ؟</w:t>
      </w:r>
    </w:p>
    <w:p w:rsidR="00910300" w:rsidRDefault="00910300" w:rsidP="00910300">
      <w:pPr>
        <w:pStyle w:val="libNormal"/>
        <w:rPr>
          <w:rtl/>
        </w:rPr>
      </w:pPr>
      <w:r>
        <w:rPr>
          <w:rtl/>
        </w:rPr>
        <w:t>پيغمبر آن را پسنديد و فرمود:به او بگو تو پس از نماز سپيده دم تا بر آمدن خورشيد پيش از آن كه با كسى سخن گويى پنج هزار باربر من صلوات مى فرستى و جز خدا و كرام الكاتبين آن را ندانند.</w:t>
      </w:r>
    </w:p>
    <w:p w:rsidR="00910300" w:rsidRDefault="00910300" w:rsidP="00910300">
      <w:pPr>
        <w:pStyle w:val="libNormal"/>
        <w:rPr>
          <w:rtl/>
        </w:rPr>
      </w:pPr>
      <w:r>
        <w:rPr>
          <w:rtl/>
        </w:rPr>
        <w:t xml:space="preserve">روز سوم و خوابش را با نشانى گفت ، وزير شاد شد و گفت : مرحبا به رسول خدا - </w:t>
      </w:r>
      <w:r w:rsidR="00745C10" w:rsidRPr="00745C10">
        <w:rPr>
          <w:rStyle w:val="libAlaemChar"/>
          <w:rtl/>
        </w:rPr>
        <w:t>صلى‌الله‌عليه‌وآله‌وسلم</w:t>
      </w:r>
      <w:r>
        <w:rPr>
          <w:rtl/>
        </w:rPr>
        <w:t>- و سه هزار اشرافى براى هزينه عيال و سه هزار براى سرمايه كار از من خواست پيوند دوستى از او نبرم و هر نيازى را به او پيشنهاد كنم .سه هزار را نزد قاضى بردم و بستانكار را با افسوس و آه نزد او ديدم و پول ها را شمردم و داستان را گفتم</w:t>
      </w:r>
    </w:p>
    <w:p w:rsidR="00910300" w:rsidRDefault="00910300" w:rsidP="00910300">
      <w:pPr>
        <w:pStyle w:val="libNormal"/>
        <w:rPr>
          <w:rtl/>
        </w:rPr>
      </w:pPr>
      <w:r>
        <w:rPr>
          <w:rtl/>
        </w:rPr>
        <w:lastRenderedPageBreak/>
        <w:t>قاضى گفت : چرا همه كرم از وزير باشد، من خود وام تو را مى پردازيم .</w:t>
      </w:r>
    </w:p>
    <w:p w:rsidR="006D6C37" w:rsidRDefault="00910300" w:rsidP="00910300">
      <w:pPr>
        <w:pStyle w:val="libNormal"/>
        <w:rPr>
          <w:rStyle w:val="libFootnotenumChar"/>
          <w:rtl/>
        </w:rPr>
      </w:pPr>
      <w:r>
        <w:rPr>
          <w:rtl/>
        </w:rPr>
        <w:t xml:space="preserve">بستانگر گفت : من سزوارترم كه بگذاريم و گفت من براى خدا و رسول خدا از اين پول گذشتم . قاضى گفت : من آن چه در راه خدادام پس نگيرم و همه اموال را با خود آوردم شكرگزار خدا و مصلى بر پيغمبرش . </w:t>
      </w:r>
      <w:r w:rsidRPr="006D6C37">
        <w:rPr>
          <w:rStyle w:val="libFootnotenumChar"/>
          <w:rtl/>
        </w:rPr>
        <w:t>(٢١)</w:t>
      </w:r>
    </w:p>
    <w:p w:rsidR="006D6C37" w:rsidRDefault="006D6C37" w:rsidP="006D6C37">
      <w:pPr>
        <w:pStyle w:val="Heading3"/>
        <w:rPr>
          <w:rtl/>
        </w:rPr>
      </w:pPr>
      <w:r>
        <w:rPr>
          <w:rStyle w:val="libFootnotenumChar"/>
          <w:rtl/>
        </w:rPr>
        <w:br w:type="page"/>
      </w:r>
      <w:bookmarkStart w:id="240" w:name="_Toc33993645"/>
      <w:bookmarkStart w:id="241" w:name="_Toc33993927"/>
      <w:bookmarkStart w:id="242" w:name="_Toc33994209"/>
      <w:bookmarkStart w:id="243" w:name="_Toc33994492"/>
      <w:bookmarkStart w:id="244" w:name="_Toc33994775"/>
      <w:r w:rsidR="00910300">
        <w:rPr>
          <w:rtl/>
        </w:rPr>
        <w:lastRenderedPageBreak/>
        <w:t>٤٥. خوشبو شدن روى به بركت صلوات</w:t>
      </w:r>
      <w:bookmarkEnd w:id="240"/>
      <w:bookmarkEnd w:id="241"/>
      <w:bookmarkEnd w:id="242"/>
      <w:bookmarkEnd w:id="243"/>
      <w:bookmarkEnd w:id="244"/>
      <w:r w:rsidR="00910300">
        <w:rPr>
          <w:rtl/>
        </w:rPr>
        <w:t xml:space="preserve"> </w:t>
      </w:r>
    </w:p>
    <w:p w:rsidR="00910300" w:rsidRDefault="00910300" w:rsidP="006D6C37">
      <w:pPr>
        <w:pStyle w:val="libNormal"/>
        <w:rPr>
          <w:rtl/>
        </w:rPr>
      </w:pPr>
      <w:r>
        <w:rPr>
          <w:rtl/>
        </w:rPr>
        <w:t xml:space="preserve"> در شفاءالاسقام است محمد بن سعيد</w:t>
      </w:r>
    </w:p>
    <w:p w:rsidR="00910300" w:rsidRDefault="00910300" w:rsidP="00910300">
      <w:pPr>
        <w:pStyle w:val="libNormal"/>
        <w:rPr>
          <w:rtl/>
        </w:rPr>
      </w:pPr>
      <w:r>
        <w:rPr>
          <w:rtl/>
        </w:rPr>
        <w:t xml:space="preserve">روايت شده كه و گفت : با خود عهد بستم پيش از خواب به شمار معين صلوات بر پيغمبر - </w:t>
      </w:r>
      <w:r w:rsidR="00745C10" w:rsidRPr="00745C10">
        <w:rPr>
          <w:rStyle w:val="libAlaemChar"/>
          <w:rtl/>
        </w:rPr>
        <w:t>صلى‌الله‌عليه‌وآله‌وسلم</w:t>
      </w:r>
      <w:r>
        <w:rPr>
          <w:rtl/>
        </w:rPr>
        <w:t>- فرستم و شبى با خاندانم در غرفه اى خوابيدم و در خواب ديدم كه آن حضرت وارد شد و ديوارهاى خانه به نور جمالش روشن گرديد و فرمود:آن دهانى كه بر من صلوات مى فرستاد كجاست تا آن را ببوسم ؟</w:t>
      </w:r>
    </w:p>
    <w:p w:rsidR="00910300" w:rsidRDefault="00910300" w:rsidP="00910300">
      <w:pPr>
        <w:pStyle w:val="libNormal"/>
        <w:rPr>
          <w:rtl/>
        </w:rPr>
      </w:pPr>
      <w:r>
        <w:rPr>
          <w:rtl/>
        </w:rPr>
        <w:t>من شرم كردم دهانم را جلو ببرم ، صورتم را جلو بردم ، آن را بوسد. از شادى بيدار شدم و خاندانم را بيدار كردم و بوى خوشش در غرفه پيچيده و گويا پر از مشك اذفر بود.</w:t>
      </w:r>
    </w:p>
    <w:p w:rsidR="006D6C37" w:rsidRDefault="00910300" w:rsidP="00910300">
      <w:pPr>
        <w:pStyle w:val="libNormal"/>
        <w:rPr>
          <w:rStyle w:val="libFootnotenumChar"/>
          <w:rtl/>
        </w:rPr>
      </w:pPr>
      <w:r>
        <w:rPr>
          <w:rtl/>
        </w:rPr>
        <w:t xml:space="preserve">آن بو تا هشت روز از رخسارم مى ورزيد و هر كسى آن را مى بوييد. </w:t>
      </w:r>
      <w:r w:rsidRPr="006D6C37">
        <w:rPr>
          <w:rStyle w:val="libFootnotenumChar"/>
          <w:rtl/>
        </w:rPr>
        <w:t>(٢٢)</w:t>
      </w:r>
    </w:p>
    <w:p w:rsidR="006D6C37" w:rsidRDefault="006D6C37" w:rsidP="006D6C37">
      <w:pPr>
        <w:pStyle w:val="Heading3"/>
        <w:rPr>
          <w:rtl/>
        </w:rPr>
      </w:pPr>
      <w:r>
        <w:rPr>
          <w:rStyle w:val="libFootnotenumChar"/>
          <w:rtl/>
        </w:rPr>
        <w:br w:type="page"/>
      </w:r>
      <w:bookmarkStart w:id="245" w:name="_Toc33993646"/>
      <w:bookmarkStart w:id="246" w:name="_Toc33993928"/>
      <w:bookmarkStart w:id="247" w:name="_Toc33994210"/>
      <w:bookmarkStart w:id="248" w:name="_Toc33994493"/>
      <w:bookmarkStart w:id="249" w:name="_Toc33994776"/>
      <w:r w:rsidR="00910300">
        <w:rPr>
          <w:rtl/>
        </w:rPr>
        <w:lastRenderedPageBreak/>
        <w:t>٤٦. بوى خوش دهان فقير</w:t>
      </w:r>
      <w:bookmarkEnd w:id="245"/>
      <w:bookmarkEnd w:id="246"/>
      <w:bookmarkEnd w:id="247"/>
      <w:bookmarkEnd w:id="248"/>
      <w:bookmarkEnd w:id="249"/>
    </w:p>
    <w:p w:rsidR="00910300" w:rsidRDefault="00910300" w:rsidP="006D6C37">
      <w:pPr>
        <w:pStyle w:val="libNormal"/>
        <w:rPr>
          <w:rtl/>
        </w:rPr>
      </w:pPr>
      <w:r>
        <w:rPr>
          <w:rtl/>
        </w:rPr>
        <w:t xml:space="preserve"> از يكى از مشايخ حكايت كرده اند كه گفت : شبى در اصفهان ، در زاويه يكى از فقرا ماندم ؛ و هنگام نصف شب ، از خواب بيدار گرديدم و بوى خوشى به مشام من رسيد كه هرگز از آن خوش تر بويى نشنيده بودم .</w:t>
      </w:r>
    </w:p>
    <w:p w:rsidR="006D6C37" w:rsidRDefault="00910300" w:rsidP="00910300">
      <w:pPr>
        <w:pStyle w:val="libNormal"/>
        <w:rPr>
          <w:rStyle w:val="libFootnotenumChar"/>
          <w:rtl/>
        </w:rPr>
      </w:pPr>
      <w:r>
        <w:rPr>
          <w:rtl/>
        </w:rPr>
        <w:t xml:space="preserve">برخاستم و در جستجوى آن برآمدم كه آن بوى از كجاست و به هر طرف دويدم ، آخر ديدم كه آن بوى ، از داخل زاويه است . و چون نگاه كرم ، فقيرى را ديدم كه در كنج زاويه ، زمزمه مى كرد. وقتى گوش دادم ، شنيدم كه صلوات مى فرستاد؛ و آن رايحه جان افزا، از دهان او مى ورزيد. </w:t>
      </w:r>
      <w:r w:rsidRPr="006D6C37">
        <w:rPr>
          <w:rStyle w:val="libFootnotenumChar"/>
          <w:rtl/>
        </w:rPr>
        <w:t>(٢٣)</w:t>
      </w:r>
    </w:p>
    <w:p w:rsidR="006D6C37" w:rsidRDefault="006D6C37" w:rsidP="006D6C37">
      <w:pPr>
        <w:pStyle w:val="Heading3"/>
        <w:rPr>
          <w:rtl/>
        </w:rPr>
      </w:pPr>
      <w:r>
        <w:rPr>
          <w:rStyle w:val="libFootnotenumChar"/>
          <w:rtl/>
        </w:rPr>
        <w:br w:type="page"/>
      </w:r>
      <w:bookmarkStart w:id="250" w:name="_Toc33993647"/>
      <w:bookmarkStart w:id="251" w:name="_Toc33993929"/>
      <w:bookmarkStart w:id="252" w:name="_Toc33994211"/>
      <w:bookmarkStart w:id="253" w:name="_Toc33994494"/>
      <w:bookmarkStart w:id="254" w:name="_Toc33994777"/>
      <w:r w:rsidR="00910300">
        <w:rPr>
          <w:rtl/>
        </w:rPr>
        <w:lastRenderedPageBreak/>
        <w:t>٤٧. صلواتى از اسرار</w:t>
      </w:r>
      <w:bookmarkEnd w:id="250"/>
      <w:bookmarkEnd w:id="251"/>
      <w:bookmarkEnd w:id="252"/>
      <w:bookmarkEnd w:id="253"/>
      <w:bookmarkEnd w:id="254"/>
    </w:p>
    <w:p w:rsidR="00910300" w:rsidRDefault="00910300" w:rsidP="006D6C37">
      <w:pPr>
        <w:pStyle w:val="libNormal"/>
        <w:rPr>
          <w:rtl/>
        </w:rPr>
      </w:pPr>
      <w:r>
        <w:rPr>
          <w:rtl/>
        </w:rPr>
        <w:t xml:space="preserve"> اين صلوات از اسرار مى باشد كه اگر براى آخرت بخواند، معنويات به دست آورد و مشهور است اگر براى دنيا بخواند گنج پيدا خواهد كرد. ده مرتبه صبح ، ده مرتبه عصر، نزديك مغرب و عشاء بخواند و براى ختم نودونه مرتبه لازم است .</w:t>
      </w:r>
    </w:p>
    <w:p w:rsidR="006D6C37" w:rsidRDefault="00910300" w:rsidP="00910300">
      <w:pPr>
        <w:pStyle w:val="libNormal"/>
        <w:rPr>
          <w:rtl/>
        </w:rPr>
      </w:pPr>
      <w:r>
        <w:rPr>
          <w:rtl/>
        </w:rPr>
        <w:t>اللهم صل على سيدنا و حبيبنا و شفيعنا محمد حاء الرحمه و ميمى الملك و دال الداوام اسيد الكامل الفاتح الخاتم كلما ذكرك و ذكره الذا كرون و كلما سهى و غفل عن ذكرك و ذكره الغافلون صلواة دائمه بدوامك باقيه ببقائك لا منتهى لها ذلك و على اله و اصحابه كذلك انك على كل شى قدير و بالاجابة جدير..</w:t>
      </w:r>
    </w:p>
    <w:p w:rsidR="006D6C37" w:rsidRDefault="006D6C37" w:rsidP="006D6C37">
      <w:pPr>
        <w:pStyle w:val="Heading3"/>
        <w:rPr>
          <w:rtl/>
        </w:rPr>
      </w:pPr>
      <w:r>
        <w:rPr>
          <w:rtl/>
        </w:rPr>
        <w:br w:type="page"/>
      </w:r>
      <w:bookmarkStart w:id="255" w:name="_Toc33993648"/>
      <w:bookmarkStart w:id="256" w:name="_Toc33993930"/>
      <w:bookmarkStart w:id="257" w:name="_Toc33994212"/>
      <w:bookmarkStart w:id="258" w:name="_Toc33994495"/>
      <w:bookmarkStart w:id="259" w:name="_Toc33994778"/>
      <w:r w:rsidR="00910300">
        <w:rPr>
          <w:rtl/>
        </w:rPr>
        <w:lastRenderedPageBreak/>
        <w:t>٤٨ - درمان فراموشى</w:t>
      </w:r>
      <w:bookmarkEnd w:id="255"/>
      <w:bookmarkEnd w:id="256"/>
      <w:bookmarkEnd w:id="257"/>
      <w:bookmarkEnd w:id="258"/>
      <w:bookmarkEnd w:id="259"/>
      <w:r w:rsidR="00910300">
        <w:rPr>
          <w:rtl/>
        </w:rPr>
        <w:t xml:space="preserve"> </w:t>
      </w:r>
    </w:p>
    <w:p w:rsidR="00910300" w:rsidRDefault="00910300" w:rsidP="006D6C37">
      <w:pPr>
        <w:pStyle w:val="libNormal"/>
        <w:rPr>
          <w:rtl/>
        </w:rPr>
      </w:pPr>
      <w:r>
        <w:rPr>
          <w:rtl/>
        </w:rPr>
        <w:t xml:space="preserve"> رسول خدا - </w:t>
      </w:r>
      <w:r w:rsidR="00745C10" w:rsidRPr="00745C10">
        <w:rPr>
          <w:rStyle w:val="libAlaemChar"/>
          <w:rtl/>
        </w:rPr>
        <w:t>صلى‌الله‌عليه‌وآله‌وسلم</w:t>
      </w:r>
      <w:r>
        <w:rPr>
          <w:rtl/>
        </w:rPr>
        <w:t>و سلم - فرمود:</w:t>
      </w:r>
    </w:p>
    <w:p w:rsidR="00910300" w:rsidRDefault="00910300" w:rsidP="00910300">
      <w:pPr>
        <w:pStyle w:val="libNormal"/>
        <w:rPr>
          <w:rtl/>
        </w:rPr>
      </w:pPr>
      <w:r>
        <w:rPr>
          <w:rtl/>
        </w:rPr>
        <w:t>وقتى چيزى را فراموش كرديد بر من صلوات بفرستيد كه موجب ياد آمدن آن چيزى خواهد شد، ان شاءالله تعالى .</w:t>
      </w:r>
    </w:p>
    <w:p w:rsidR="006D6C37" w:rsidRDefault="006D6C37" w:rsidP="00910300">
      <w:pPr>
        <w:pStyle w:val="libNormal"/>
        <w:rPr>
          <w:rtl/>
        </w:rPr>
      </w:pPr>
    </w:p>
    <w:p w:rsidR="006D6C37" w:rsidRDefault="00910300" w:rsidP="006D6C37">
      <w:pPr>
        <w:pStyle w:val="Heading3"/>
        <w:rPr>
          <w:rtl/>
        </w:rPr>
      </w:pPr>
      <w:bookmarkStart w:id="260" w:name="_Toc33993649"/>
      <w:bookmarkStart w:id="261" w:name="_Toc33993931"/>
      <w:bookmarkStart w:id="262" w:name="_Toc33994213"/>
      <w:bookmarkStart w:id="263" w:name="_Toc33994496"/>
      <w:bookmarkStart w:id="264" w:name="_Toc33994779"/>
      <w:r>
        <w:rPr>
          <w:rtl/>
        </w:rPr>
        <w:t>٤٩ - اين از بركات صلوات است</w:t>
      </w:r>
      <w:bookmarkEnd w:id="260"/>
      <w:bookmarkEnd w:id="261"/>
      <w:bookmarkEnd w:id="262"/>
      <w:bookmarkEnd w:id="263"/>
      <w:bookmarkEnd w:id="264"/>
    </w:p>
    <w:p w:rsidR="00910300" w:rsidRDefault="00910300" w:rsidP="00910300">
      <w:pPr>
        <w:pStyle w:val="libNormal"/>
        <w:rPr>
          <w:rtl/>
        </w:rPr>
      </w:pPr>
      <w:r>
        <w:rPr>
          <w:rtl/>
        </w:rPr>
        <w:t xml:space="preserve"> زنى حامله بود، تنها از مكه به مدينه مهاجرت نمود و به اين سبب او رامهاجرمى گفتند ناگاه پسرى زاييد مانند قطعه اى از گوشت كه دست و پا نداشت .</w:t>
      </w:r>
    </w:p>
    <w:p w:rsidR="00910300" w:rsidRDefault="00910300" w:rsidP="00910300">
      <w:pPr>
        <w:pStyle w:val="libNormal"/>
        <w:rPr>
          <w:rtl/>
        </w:rPr>
      </w:pPr>
      <w:r>
        <w:rPr>
          <w:rtl/>
        </w:rPr>
        <w:t>مهاجره غمناك شده به قابله گفت : من به حكم خدا راضيم اما به جهت شماتت دشمنان يعنى كفار مكه بگويند كه فلانه از شهرما رفت و دين اسلام قبول نمود و بتان ما دست و پاى فرزند او را گرفتند دغدغه به خاطر مى رسد،</w:t>
      </w:r>
    </w:p>
    <w:p w:rsidR="00910300" w:rsidRDefault="00910300" w:rsidP="00910300">
      <w:pPr>
        <w:pStyle w:val="libNormal"/>
        <w:rPr>
          <w:rtl/>
        </w:rPr>
      </w:pPr>
      <w:r>
        <w:rPr>
          <w:rtl/>
        </w:rPr>
        <w:t xml:space="preserve">قابله گفت ، بايد در اين قضيه رجوع به محكمه عليه نبويه </w:t>
      </w:r>
      <w:r w:rsidR="00745C10" w:rsidRPr="00745C10">
        <w:rPr>
          <w:rStyle w:val="libAlaemChar"/>
          <w:rtl/>
        </w:rPr>
        <w:t>صلى‌الله‌عليه‌وآله‌وسلم</w:t>
      </w:r>
      <w:r>
        <w:rPr>
          <w:rtl/>
        </w:rPr>
        <w:t>نمود مهاجره خدمت آن سرور آمد صورت حال را به عرض رسانيد آن جناب كه فرمود كه بگو:اللهم صل عليه محمد و ال محمد كما باركت على ابراهيم .</w:t>
      </w:r>
    </w:p>
    <w:p w:rsidR="00910300" w:rsidRDefault="00910300" w:rsidP="00910300">
      <w:pPr>
        <w:pStyle w:val="libNormal"/>
        <w:rPr>
          <w:rtl/>
        </w:rPr>
      </w:pPr>
      <w:r>
        <w:rPr>
          <w:rtl/>
        </w:rPr>
        <w:t>مهاجره اين كلمات را بر زبان راند، به خانه خود برگشت ، فرزند خود را با دست و پاى درست ديده در حال ، خبر به سيد ابرار رسانيد، آن حضرت فرمود:اين ، از بركت صلوات فرستادن بر من بود.</w:t>
      </w:r>
    </w:p>
    <w:p w:rsidR="00910300" w:rsidRDefault="00910300" w:rsidP="00910300">
      <w:pPr>
        <w:pStyle w:val="libNormal"/>
        <w:rPr>
          <w:rtl/>
        </w:rPr>
      </w:pPr>
      <w:r>
        <w:rPr>
          <w:rtl/>
        </w:rPr>
        <w:t xml:space="preserve">٥٠. روييدن پر و بال به بركت صلوات : ** روزى جبرييل - </w:t>
      </w:r>
      <w:r w:rsidR="007560B2" w:rsidRPr="007560B2">
        <w:rPr>
          <w:rStyle w:val="libAlaemChar"/>
          <w:rtl/>
        </w:rPr>
        <w:t xml:space="preserve">عليه‌السلام </w:t>
      </w:r>
      <w:r>
        <w:rPr>
          <w:rtl/>
        </w:rPr>
        <w:t xml:space="preserve"> - نزد رسول اكرم جليل (</w:t>
      </w:r>
      <w:r w:rsidR="00745C10" w:rsidRPr="00745C10">
        <w:rPr>
          <w:rStyle w:val="libAlaemChar"/>
          <w:rtl/>
        </w:rPr>
        <w:t>صلى‌الله‌عليه‌وآله‌وسلم</w:t>
      </w:r>
      <w:r>
        <w:rPr>
          <w:rtl/>
        </w:rPr>
        <w:t xml:space="preserve">) آمد، و گفت :يا رسول الله ! امروز امر غريبى مشاهده نمودم ، آن امر اين است كه در وقت پايين آمدن از آسمان گذارم به كوه قاف افتاد، در آن جا آواز ناله دلخراش و فرياد جگرسوزى به گوش من رسيد، </w:t>
      </w:r>
      <w:r>
        <w:rPr>
          <w:rtl/>
        </w:rPr>
        <w:lastRenderedPageBreak/>
        <w:t xml:space="preserve">دانستم كه داغ ديده اى كه به آن زارى مى نالد، و درمانده اى است كه به آن نيازمندى مى خروشد.از عقب آن ناله رفتم ، فرشته اى ديدم ؛ كه پيش از آن ، او را در آسمان ، با عظيمتى هر چه تمام تر ديده بودم كه بر تختى از نور مى نشست و هفتاد هزار فرشته در خدمت او صف زده مى ايستادند؛ وقتى نفس مى زد، ملايكه از نفس او مخلوق مى شدند؛ او را ديدم كه با دلى خسته و بالى شكسته ، بر زمين افتاده . از حالش پرسيدم گفت : در شب معراج مصطفى </w:t>
      </w:r>
      <w:r w:rsidR="00745C10" w:rsidRPr="00745C10">
        <w:rPr>
          <w:rStyle w:val="libAlaemChar"/>
          <w:rtl/>
        </w:rPr>
        <w:t>صلى‌الله‌عليه‌وآله‌وسلم</w:t>
      </w:r>
      <w:r>
        <w:rPr>
          <w:rtl/>
        </w:rPr>
        <w:t>- من بر تخت خود نشسته بودم ، و به تعليم آن حضرت نپرداختيم ، و شرايط تجليل و تكريم را - چنان كه شايسته بود - به جا نياوردم ، به اين عقوبت مبتلا شدم ، و از ذروه افلاك ، تبه حضيض خاك افتادم ، الحال تو شفيع من شو، و از حضرت ذوالجلال ، عفو مرا درخواست كن .</w:t>
      </w:r>
    </w:p>
    <w:p w:rsidR="00910300" w:rsidRDefault="00910300" w:rsidP="00910300">
      <w:pPr>
        <w:pStyle w:val="libNormal"/>
        <w:rPr>
          <w:rtl/>
        </w:rPr>
      </w:pPr>
      <w:r>
        <w:rPr>
          <w:rtl/>
        </w:rPr>
        <w:t>من در درگاه احديت ، تضرع بسيار كرده ، و مغفرت او را درخواست نمودم . خطاب از رب الارباب رسيد كه :</w:t>
      </w:r>
    </w:p>
    <w:p w:rsidR="00910300" w:rsidRDefault="00910300" w:rsidP="00910300">
      <w:pPr>
        <w:pStyle w:val="libNormal"/>
        <w:rPr>
          <w:rtl/>
        </w:rPr>
      </w:pPr>
      <w:r>
        <w:rPr>
          <w:rtl/>
        </w:rPr>
        <w:t>به او بگو كه اگر مغفرت لغزش ، و عفو گناه خود رامى خواهى ، بر حبيب من صلوات فرست ، تا به مقام اكرام خود برگردى .</w:t>
      </w:r>
    </w:p>
    <w:p w:rsidR="006D6C37" w:rsidRDefault="00910300" w:rsidP="00910300">
      <w:pPr>
        <w:pStyle w:val="libNormal"/>
        <w:rPr>
          <w:rtl/>
        </w:rPr>
      </w:pPr>
      <w:r>
        <w:rPr>
          <w:rtl/>
        </w:rPr>
        <w:t>من صورت حال را، به آن شكسته بال گفتم ، و او بر حضرت شما صلوات فرستاد، فى الحال ، بال هاى اقبال و كرامت او روييد، و از مركز خاك به محيط افلاك پرواز كرده ، به بركت اين خدمت ، به محل قرب رسيد.</w:t>
      </w:r>
    </w:p>
    <w:p w:rsidR="006D6C37" w:rsidRDefault="006D6C37" w:rsidP="006D6C37">
      <w:pPr>
        <w:pStyle w:val="Heading3"/>
        <w:rPr>
          <w:rtl/>
        </w:rPr>
      </w:pPr>
      <w:r>
        <w:rPr>
          <w:rtl/>
        </w:rPr>
        <w:br w:type="page"/>
      </w:r>
      <w:bookmarkStart w:id="265" w:name="_Toc33993650"/>
      <w:bookmarkStart w:id="266" w:name="_Toc33993932"/>
      <w:bookmarkStart w:id="267" w:name="_Toc33994214"/>
      <w:bookmarkStart w:id="268" w:name="_Toc33994497"/>
      <w:bookmarkStart w:id="269" w:name="_Toc33994780"/>
      <w:r w:rsidR="00910300">
        <w:rPr>
          <w:rtl/>
        </w:rPr>
        <w:lastRenderedPageBreak/>
        <w:t>٥١. رفع فقر به واسطه صلوا</w:t>
      </w:r>
      <w:r>
        <w:rPr>
          <w:rFonts w:hint="cs"/>
          <w:rtl/>
        </w:rPr>
        <w:t>ت</w:t>
      </w:r>
      <w:bookmarkEnd w:id="265"/>
      <w:bookmarkEnd w:id="266"/>
      <w:bookmarkEnd w:id="267"/>
      <w:bookmarkEnd w:id="268"/>
      <w:bookmarkEnd w:id="269"/>
    </w:p>
    <w:p w:rsidR="00910300" w:rsidRDefault="00910300" w:rsidP="006D6C37">
      <w:pPr>
        <w:pStyle w:val="libNormal"/>
        <w:rPr>
          <w:rtl/>
        </w:rPr>
      </w:pPr>
      <w:r>
        <w:rPr>
          <w:rtl/>
        </w:rPr>
        <w:t>ت : سهل بن سعد روايت شده است كه :</w:t>
      </w:r>
    </w:p>
    <w:p w:rsidR="00910300" w:rsidRDefault="00910300" w:rsidP="006D6C37">
      <w:pPr>
        <w:pStyle w:val="libNormal"/>
        <w:rPr>
          <w:rtl/>
        </w:rPr>
      </w:pPr>
      <w:r>
        <w:rPr>
          <w:rtl/>
        </w:rPr>
        <w:t xml:space="preserve">مردى خدمت رسول خدا - </w:t>
      </w:r>
      <w:r w:rsidR="00745C10" w:rsidRPr="00745C10">
        <w:rPr>
          <w:rStyle w:val="libAlaemChar"/>
          <w:rtl/>
        </w:rPr>
        <w:t>صلى‌الله‌عليه‌وآله‌</w:t>
      </w:r>
      <w:r>
        <w:rPr>
          <w:rtl/>
        </w:rPr>
        <w:t>آمد، و از فقر شكايت كرد، آن حضرت فرمود:</w:t>
      </w:r>
    </w:p>
    <w:p w:rsidR="00910300" w:rsidRDefault="00910300" w:rsidP="00910300">
      <w:pPr>
        <w:pStyle w:val="libNormal"/>
        <w:rPr>
          <w:rtl/>
        </w:rPr>
      </w:pPr>
      <w:r>
        <w:rPr>
          <w:rtl/>
        </w:rPr>
        <w:t>وقتى داخل خانه خود شدى سلام كن - خواه كسى در خانه باشد و خواه نباشد - و بر من سلام فرست ، و بعد از آن سوره اخلاص بخوان .</w:t>
      </w:r>
    </w:p>
    <w:p w:rsidR="00910300" w:rsidRDefault="00910300" w:rsidP="00910300">
      <w:pPr>
        <w:pStyle w:val="libNormal"/>
        <w:rPr>
          <w:rtl/>
        </w:rPr>
      </w:pPr>
      <w:r>
        <w:rPr>
          <w:rtl/>
        </w:rPr>
        <w:t>و آن مرد، چنان كرد و در اندك روزى توانگر گرديد، چنان كه بر همسايگان و خويشان خود اقاضه مى نمود.</w:t>
      </w:r>
    </w:p>
    <w:p w:rsidR="006D6C37" w:rsidRDefault="006D6C37" w:rsidP="00910300">
      <w:pPr>
        <w:pStyle w:val="libNormal"/>
        <w:rPr>
          <w:rtl/>
        </w:rPr>
      </w:pPr>
    </w:p>
    <w:p w:rsidR="006D6C37" w:rsidRDefault="00910300" w:rsidP="006D6C37">
      <w:pPr>
        <w:pStyle w:val="Heading3"/>
        <w:rPr>
          <w:rtl/>
        </w:rPr>
      </w:pPr>
      <w:bookmarkStart w:id="270" w:name="_Toc33993651"/>
      <w:bookmarkStart w:id="271" w:name="_Toc33993933"/>
      <w:bookmarkStart w:id="272" w:name="_Toc33994215"/>
      <w:bookmarkStart w:id="273" w:name="_Toc33994498"/>
      <w:bookmarkStart w:id="274" w:name="_Toc33994781"/>
      <w:r>
        <w:rPr>
          <w:rtl/>
        </w:rPr>
        <w:t>٥٢. رفع نفاق</w:t>
      </w:r>
      <w:bookmarkEnd w:id="270"/>
      <w:bookmarkEnd w:id="271"/>
      <w:bookmarkEnd w:id="272"/>
      <w:bookmarkEnd w:id="273"/>
      <w:bookmarkEnd w:id="274"/>
      <w:r>
        <w:rPr>
          <w:rtl/>
        </w:rPr>
        <w:t xml:space="preserve"> </w:t>
      </w:r>
    </w:p>
    <w:p w:rsidR="00910300" w:rsidRDefault="00910300" w:rsidP="006D6C37">
      <w:pPr>
        <w:pStyle w:val="libNormal"/>
        <w:rPr>
          <w:rtl/>
        </w:rPr>
      </w:pPr>
      <w:r>
        <w:rPr>
          <w:rtl/>
        </w:rPr>
        <w:t xml:space="preserve"> رسول خدا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الصلاه على و على اهل بيتى تذهب بالنفاق؛صلوات و دورد بر من و خاندان من نفاق را از بين مى برد.</w:t>
      </w:r>
    </w:p>
    <w:p w:rsidR="006D6C37" w:rsidRDefault="006D6C37" w:rsidP="00910300">
      <w:pPr>
        <w:pStyle w:val="libNormal"/>
        <w:rPr>
          <w:rtl/>
        </w:rPr>
      </w:pPr>
    </w:p>
    <w:p w:rsidR="006D6C37" w:rsidRDefault="00910300" w:rsidP="006D6C37">
      <w:pPr>
        <w:pStyle w:val="Heading3"/>
        <w:rPr>
          <w:rtl/>
        </w:rPr>
      </w:pPr>
      <w:bookmarkStart w:id="275" w:name="_Toc33993652"/>
      <w:bookmarkStart w:id="276" w:name="_Toc33993934"/>
      <w:bookmarkStart w:id="277" w:name="_Toc33994216"/>
      <w:bookmarkStart w:id="278" w:name="_Toc33994499"/>
      <w:bookmarkStart w:id="279" w:name="_Toc33994782"/>
      <w:r>
        <w:rPr>
          <w:rtl/>
        </w:rPr>
        <w:t>٥٣. رواشدن حاجت</w:t>
      </w:r>
      <w:bookmarkEnd w:id="275"/>
      <w:bookmarkEnd w:id="276"/>
      <w:bookmarkEnd w:id="277"/>
      <w:bookmarkEnd w:id="278"/>
      <w:bookmarkEnd w:id="279"/>
      <w:r>
        <w:rPr>
          <w:rtl/>
        </w:rPr>
        <w:t xml:space="preserve"> </w:t>
      </w:r>
    </w:p>
    <w:p w:rsidR="00910300" w:rsidRDefault="00910300" w:rsidP="006D6C37">
      <w:pPr>
        <w:pStyle w:val="libNormal"/>
        <w:rPr>
          <w:rtl/>
        </w:rPr>
      </w:pPr>
      <w:r>
        <w:rPr>
          <w:rtl/>
        </w:rPr>
        <w:t xml:space="preserve"> از امام صادق - </w:t>
      </w:r>
      <w:r w:rsidR="007560B2" w:rsidRPr="007560B2">
        <w:rPr>
          <w:rStyle w:val="libAlaemChar"/>
          <w:rtl/>
        </w:rPr>
        <w:t xml:space="preserve">عليه‌السلام </w:t>
      </w:r>
      <w:r>
        <w:rPr>
          <w:rtl/>
        </w:rPr>
        <w:t xml:space="preserve"> - روايت شده است كه رسول خدا - </w:t>
      </w:r>
      <w:r w:rsidR="00745C10" w:rsidRPr="00745C10">
        <w:rPr>
          <w:rStyle w:val="libAlaemChar"/>
          <w:rtl/>
        </w:rPr>
        <w:t>صلى‌الله‌عليه‌وآله‌وسلم</w:t>
      </w:r>
      <w:r>
        <w:rPr>
          <w:rtl/>
        </w:rPr>
        <w:t>- فرمود:صلوات فرستادن شما بر من ، باعث روا شدن حاجت هاى شمااست و خدا را از شما راضى كرده و اعمال شما را پاكيزه مى گرداند.</w:t>
      </w:r>
    </w:p>
    <w:p w:rsidR="006D6C37" w:rsidRDefault="006D6C37" w:rsidP="006D6C37">
      <w:pPr>
        <w:pStyle w:val="libNormal"/>
        <w:rPr>
          <w:rtl/>
        </w:rPr>
      </w:pPr>
    </w:p>
    <w:p w:rsidR="006D6C37" w:rsidRDefault="00910300" w:rsidP="006D6C37">
      <w:pPr>
        <w:pStyle w:val="Heading3"/>
        <w:rPr>
          <w:rtl/>
        </w:rPr>
      </w:pPr>
      <w:bookmarkStart w:id="280" w:name="_Toc33993653"/>
      <w:bookmarkStart w:id="281" w:name="_Toc33993935"/>
      <w:bookmarkStart w:id="282" w:name="_Toc33994217"/>
      <w:bookmarkStart w:id="283" w:name="_Toc33994500"/>
      <w:bookmarkStart w:id="284" w:name="_Toc33994783"/>
      <w:r>
        <w:rPr>
          <w:rtl/>
        </w:rPr>
        <w:t>٥٤. يك صد بار صلوات</w:t>
      </w:r>
      <w:bookmarkEnd w:id="280"/>
      <w:bookmarkEnd w:id="281"/>
      <w:bookmarkEnd w:id="282"/>
      <w:bookmarkEnd w:id="283"/>
      <w:bookmarkEnd w:id="284"/>
      <w:r>
        <w:rPr>
          <w:rtl/>
        </w:rPr>
        <w:t xml:space="preserve"> </w:t>
      </w:r>
    </w:p>
    <w:p w:rsidR="00910300" w:rsidRDefault="00910300" w:rsidP="006D6C37">
      <w:pPr>
        <w:pStyle w:val="libNormal"/>
        <w:rPr>
          <w:rtl/>
        </w:rPr>
      </w:pPr>
      <w:r>
        <w:rPr>
          <w:rtl/>
        </w:rPr>
        <w:t xml:space="preserve"> رسول خدا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من صلى على محمد و على آل محمد مئة مرة قضى الله تعالى له مئة حاجة .</w:t>
      </w:r>
    </w:p>
    <w:p w:rsidR="006D6C37" w:rsidRDefault="00910300" w:rsidP="00910300">
      <w:pPr>
        <w:pStyle w:val="libNormal"/>
        <w:rPr>
          <w:rtl/>
        </w:rPr>
      </w:pPr>
      <w:r>
        <w:rPr>
          <w:rtl/>
        </w:rPr>
        <w:lastRenderedPageBreak/>
        <w:t xml:space="preserve">هر كس يك صدبار بر محمد و آل محمد </w:t>
      </w:r>
      <w:r w:rsidR="007560B2" w:rsidRPr="007560B2">
        <w:rPr>
          <w:rStyle w:val="libAlaemChar"/>
          <w:rtl/>
        </w:rPr>
        <w:t xml:space="preserve">عليه‌السلام </w:t>
      </w:r>
      <w:r>
        <w:rPr>
          <w:rtl/>
        </w:rPr>
        <w:t xml:space="preserve"> صلوات و درود بفرستد خداوند يك صد حاجت او را برآورده سازد.</w:t>
      </w:r>
    </w:p>
    <w:p w:rsidR="006D6C37" w:rsidRDefault="006D6C37" w:rsidP="006D6C37">
      <w:pPr>
        <w:pStyle w:val="Heading3"/>
        <w:rPr>
          <w:rtl/>
        </w:rPr>
      </w:pPr>
      <w:r>
        <w:rPr>
          <w:rtl/>
        </w:rPr>
        <w:br w:type="page"/>
      </w:r>
      <w:bookmarkStart w:id="285" w:name="_Toc33993654"/>
      <w:bookmarkStart w:id="286" w:name="_Toc33993936"/>
      <w:bookmarkStart w:id="287" w:name="_Toc33994218"/>
      <w:bookmarkStart w:id="288" w:name="_Toc33994501"/>
      <w:bookmarkStart w:id="289" w:name="_Toc33994784"/>
      <w:r w:rsidR="00910300">
        <w:rPr>
          <w:rtl/>
        </w:rPr>
        <w:lastRenderedPageBreak/>
        <w:t>٥٥. خلاصى از دشوارى ها</w:t>
      </w:r>
      <w:bookmarkEnd w:id="285"/>
      <w:bookmarkEnd w:id="286"/>
      <w:bookmarkEnd w:id="287"/>
      <w:bookmarkEnd w:id="288"/>
      <w:bookmarkEnd w:id="289"/>
    </w:p>
    <w:p w:rsidR="00910300" w:rsidRDefault="00910300" w:rsidP="007E6735">
      <w:pPr>
        <w:pStyle w:val="libNormal"/>
        <w:rPr>
          <w:rtl/>
        </w:rPr>
      </w:pPr>
      <w:r>
        <w:rPr>
          <w:rtl/>
        </w:rPr>
        <w:t xml:space="preserve"> در ذيل تفسير آيه</w:t>
      </w:r>
      <w:r w:rsidR="006D6C37">
        <w:rPr>
          <w:rFonts w:hint="cs"/>
          <w:rtl/>
        </w:rPr>
        <w:t xml:space="preserve"> </w:t>
      </w:r>
      <w:r w:rsidR="006D6C37" w:rsidRPr="006D6C37">
        <w:rPr>
          <w:rStyle w:val="libAlaemChar"/>
          <w:rFonts w:hint="cs"/>
          <w:rtl/>
        </w:rPr>
        <w:t>(</w:t>
      </w:r>
      <w:r w:rsidRPr="006D6C37">
        <w:rPr>
          <w:rStyle w:val="libAieChar"/>
          <w:rtl/>
        </w:rPr>
        <w:t>و اذ نجينا من آل فرعون</w:t>
      </w:r>
      <w:r w:rsidR="006D6C37">
        <w:rPr>
          <w:rFonts w:hint="cs"/>
          <w:rtl/>
        </w:rPr>
        <w:t xml:space="preserve"> </w:t>
      </w:r>
      <w:r w:rsidR="007E6735" w:rsidRPr="006D6C37">
        <w:rPr>
          <w:rStyle w:val="libAlaemChar"/>
          <w:rFonts w:hint="cs"/>
          <w:rtl/>
        </w:rPr>
        <w:t>)</w:t>
      </w:r>
      <w:r>
        <w:rPr>
          <w:rtl/>
        </w:rPr>
        <w:t>آمده است:</w:t>
      </w:r>
    </w:p>
    <w:p w:rsidR="007E6735" w:rsidRDefault="00910300" w:rsidP="00910300">
      <w:pPr>
        <w:pStyle w:val="libNormal"/>
        <w:rPr>
          <w:rStyle w:val="libFootnotenumChar"/>
          <w:rtl/>
        </w:rPr>
      </w:pPr>
      <w:r>
        <w:rPr>
          <w:rtl/>
        </w:rPr>
        <w:t xml:space="preserve">بنى اسراييل با ذكر صلوات برمحمد و آل اواز مشكلات و دشوارى هاى فرعون ، از سختى و بيگارى هايى كه از سوى عمال فرعون مقرر شده بود نجات مى يافتند، بنى اسراييل بر اثر كار اجبارى فرعون ، از پاى در مى آمدند تا آن كه از سوى خدا، به موسى وحى شد كه به آنان (بنى اسراييل ) صلوات بر محمد و آل محمد را تعليم ده تا موجب تخفيف در سخنى هاى آنان شود. </w:t>
      </w:r>
      <w:r w:rsidRPr="007E6735">
        <w:rPr>
          <w:rStyle w:val="libFootnotenumChar"/>
          <w:rtl/>
        </w:rPr>
        <w:t>(٢٤)</w:t>
      </w:r>
    </w:p>
    <w:p w:rsidR="007E6735" w:rsidRDefault="007E6735" w:rsidP="007E6735">
      <w:pPr>
        <w:pStyle w:val="Heading3"/>
        <w:rPr>
          <w:rtl/>
        </w:rPr>
      </w:pPr>
      <w:r>
        <w:rPr>
          <w:rStyle w:val="libFootnotenumChar"/>
          <w:rtl/>
        </w:rPr>
        <w:br w:type="page"/>
      </w:r>
      <w:bookmarkStart w:id="290" w:name="_Toc33993655"/>
      <w:bookmarkStart w:id="291" w:name="_Toc33993937"/>
      <w:bookmarkStart w:id="292" w:name="_Toc33994219"/>
      <w:bookmarkStart w:id="293" w:name="_Toc33994502"/>
      <w:bookmarkStart w:id="294" w:name="_Toc33994785"/>
      <w:r w:rsidR="00910300">
        <w:rPr>
          <w:rtl/>
        </w:rPr>
        <w:lastRenderedPageBreak/>
        <w:t>٥٦. هنگام فراموشى</w:t>
      </w:r>
      <w:bookmarkEnd w:id="290"/>
      <w:bookmarkEnd w:id="291"/>
      <w:bookmarkEnd w:id="292"/>
      <w:bookmarkEnd w:id="293"/>
      <w:bookmarkEnd w:id="294"/>
      <w:r w:rsidR="00910300">
        <w:rPr>
          <w:rtl/>
        </w:rPr>
        <w:t xml:space="preserve"> </w:t>
      </w:r>
    </w:p>
    <w:p w:rsidR="00910300" w:rsidRDefault="00910300" w:rsidP="007E6735">
      <w:pPr>
        <w:pStyle w:val="libNormal"/>
        <w:rPr>
          <w:rtl/>
        </w:rPr>
      </w:pPr>
      <w:r>
        <w:rPr>
          <w:rtl/>
        </w:rPr>
        <w:t xml:space="preserve"> امام صادق </w:t>
      </w:r>
      <w:r w:rsidR="007560B2" w:rsidRPr="007560B2">
        <w:rPr>
          <w:rStyle w:val="libAlaemChar"/>
          <w:rtl/>
        </w:rPr>
        <w:t xml:space="preserve">عليه‌السلام </w:t>
      </w:r>
      <w:r>
        <w:rPr>
          <w:rtl/>
        </w:rPr>
        <w:t xml:space="preserve"> فرمود:</w:t>
      </w:r>
    </w:p>
    <w:p w:rsidR="00910300" w:rsidRDefault="00910300" w:rsidP="00910300">
      <w:pPr>
        <w:pStyle w:val="libNormal"/>
        <w:rPr>
          <w:rtl/>
        </w:rPr>
      </w:pPr>
      <w:r>
        <w:rPr>
          <w:rtl/>
        </w:rPr>
        <w:t>شيطان يكى از ياران خود را بر آدمى مى گمارد تا آن چه را كه در خاطر دارد از وى بگيرد و او را به فراموشى و نسيان و دارد و همكار شيطان كهخلاسنام دارد به مسئوليت مربوطه ، همت مى گمارد. پس هرگاه كسى خواست مطلبى را به نظر آورد و احساس كرد كه آن را فراموش كرده است ،</w:t>
      </w:r>
    </w:p>
    <w:p w:rsidR="00910300" w:rsidRDefault="00910300" w:rsidP="00910300">
      <w:pPr>
        <w:pStyle w:val="libNormal"/>
        <w:rPr>
          <w:rtl/>
        </w:rPr>
      </w:pPr>
      <w:r>
        <w:rPr>
          <w:rtl/>
        </w:rPr>
        <w:t xml:space="preserve">دست به دعا بردارد و حضور آن را از خدا بخواهد و بر محمد و آل او درود بفرستد وخلاس(شيطان ) را لعنت كند اين عمل موجب ذكر و به ياد آمدن آن مساءله مى گردد و اگر به يادش نيامد ذكر و ياد خدا و صلواتى را كه بر زبان آورده است به جاى همان مطلب فراموشى شده پاداش الهى دارد. </w:t>
      </w:r>
      <w:r w:rsidRPr="007E6735">
        <w:rPr>
          <w:rStyle w:val="libFootnotenumChar"/>
          <w:rtl/>
        </w:rPr>
        <w:t>(٢٥)</w:t>
      </w:r>
    </w:p>
    <w:p w:rsidR="007E6735" w:rsidRDefault="007E6735" w:rsidP="007E6735">
      <w:pPr>
        <w:pStyle w:val="Heading3"/>
        <w:rPr>
          <w:rtl/>
        </w:rPr>
      </w:pPr>
      <w:r>
        <w:rPr>
          <w:rtl/>
        </w:rPr>
        <w:br w:type="page"/>
      </w:r>
      <w:bookmarkStart w:id="295" w:name="_Toc33993656"/>
      <w:bookmarkStart w:id="296" w:name="_Toc33993938"/>
      <w:bookmarkStart w:id="297" w:name="_Toc33994220"/>
      <w:bookmarkStart w:id="298" w:name="_Toc33994503"/>
      <w:bookmarkStart w:id="299" w:name="_Toc33994786"/>
      <w:r w:rsidR="00910300">
        <w:rPr>
          <w:rtl/>
        </w:rPr>
        <w:lastRenderedPageBreak/>
        <w:t>٥٧. قبول شدن حاجت</w:t>
      </w:r>
      <w:bookmarkEnd w:id="295"/>
      <w:bookmarkEnd w:id="296"/>
      <w:bookmarkEnd w:id="297"/>
      <w:bookmarkEnd w:id="298"/>
      <w:bookmarkEnd w:id="299"/>
      <w:r w:rsidR="00910300">
        <w:rPr>
          <w:rtl/>
        </w:rPr>
        <w:t xml:space="preserve"> </w:t>
      </w:r>
    </w:p>
    <w:p w:rsidR="00910300" w:rsidRDefault="00910300" w:rsidP="007E6735">
      <w:pPr>
        <w:pStyle w:val="libNormal"/>
        <w:rPr>
          <w:rtl/>
        </w:rPr>
      </w:pPr>
      <w:r>
        <w:rPr>
          <w:rtl/>
        </w:rPr>
        <w:t xml:space="preserve"> اميرالمؤ منين على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من قال : ثلاث مرات اللهم صل على محمد و آل محمد قضى الله حاجته؛</w:t>
      </w:r>
    </w:p>
    <w:p w:rsidR="00910300" w:rsidRDefault="00910300" w:rsidP="00910300">
      <w:pPr>
        <w:pStyle w:val="libNormal"/>
        <w:rPr>
          <w:rtl/>
        </w:rPr>
      </w:pPr>
      <w:r>
        <w:rPr>
          <w:rtl/>
        </w:rPr>
        <w:t>هركس سه بار بگويداللهم صل على محمد و آل محمد، خدا حاجتش را روا فرمايد.</w:t>
      </w:r>
    </w:p>
    <w:p w:rsidR="007E6735" w:rsidRDefault="007E6735" w:rsidP="00910300">
      <w:pPr>
        <w:pStyle w:val="libNormal"/>
        <w:rPr>
          <w:rtl/>
        </w:rPr>
      </w:pPr>
    </w:p>
    <w:p w:rsidR="007E6735" w:rsidRDefault="00910300" w:rsidP="007E6735">
      <w:pPr>
        <w:pStyle w:val="Heading3"/>
        <w:rPr>
          <w:rtl/>
        </w:rPr>
      </w:pPr>
      <w:bookmarkStart w:id="300" w:name="_Toc33993657"/>
      <w:bookmarkStart w:id="301" w:name="_Toc33993939"/>
      <w:bookmarkStart w:id="302" w:name="_Toc33994221"/>
      <w:bookmarkStart w:id="303" w:name="_Toc33994504"/>
      <w:bookmarkStart w:id="304" w:name="_Toc33994787"/>
      <w:r>
        <w:rPr>
          <w:rtl/>
        </w:rPr>
        <w:t>٥٨. نورانيت دل</w:t>
      </w:r>
      <w:bookmarkEnd w:id="300"/>
      <w:bookmarkEnd w:id="301"/>
      <w:bookmarkEnd w:id="302"/>
      <w:bookmarkEnd w:id="303"/>
      <w:bookmarkEnd w:id="304"/>
      <w:r>
        <w:rPr>
          <w:rtl/>
        </w:rPr>
        <w:t xml:space="preserve"> </w:t>
      </w:r>
    </w:p>
    <w:p w:rsidR="00910300" w:rsidRDefault="00910300" w:rsidP="007E6735">
      <w:pPr>
        <w:pStyle w:val="libNormal"/>
        <w:rPr>
          <w:rtl/>
        </w:rPr>
      </w:pPr>
      <w:r>
        <w:rPr>
          <w:rtl/>
        </w:rPr>
        <w:t xml:space="preserve"> خضر پيامبر </w:t>
      </w:r>
      <w:r w:rsidR="007560B2" w:rsidRPr="007560B2">
        <w:rPr>
          <w:rStyle w:val="libAlaemChar"/>
          <w:rtl/>
        </w:rPr>
        <w:t xml:space="preserve">عليه‌السلام </w:t>
      </w:r>
      <w:r>
        <w:rPr>
          <w:rtl/>
        </w:rPr>
        <w:t xml:space="preserve"> در محضر امام حسن مجتبى </w:t>
      </w:r>
      <w:r w:rsidR="007560B2" w:rsidRPr="007560B2">
        <w:rPr>
          <w:rStyle w:val="libAlaemChar"/>
          <w:rtl/>
        </w:rPr>
        <w:t xml:space="preserve">عليه‌السلام </w:t>
      </w:r>
      <w:r>
        <w:rPr>
          <w:rtl/>
        </w:rPr>
        <w:t xml:space="preserve"> حاضر شد و سوالاتى را با وى در ميان نهاد، و از جمله پرسيد:</w:t>
      </w:r>
    </w:p>
    <w:p w:rsidR="00910300" w:rsidRDefault="00910300" w:rsidP="00910300">
      <w:pPr>
        <w:pStyle w:val="libNormal"/>
        <w:rPr>
          <w:rtl/>
        </w:rPr>
      </w:pPr>
      <w:r>
        <w:rPr>
          <w:rtl/>
        </w:rPr>
        <w:t>چرا آدمى گاهى مطالبى را كه مى داند به ياد نمى آورد.</w:t>
      </w:r>
    </w:p>
    <w:p w:rsidR="007E6735" w:rsidRDefault="00910300" w:rsidP="00910300">
      <w:pPr>
        <w:pStyle w:val="libNormal"/>
        <w:rPr>
          <w:rStyle w:val="libFootnotenumChar"/>
          <w:rtl/>
        </w:rPr>
      </w:pPr>
      <w:r>
        <w:rPr>
          <w:rtl/>
        </w:rPr>
        <w:t>امام پاسخ فرمود:قلب بشر برحقاستوار است و باحق</w:t>
      </w:r>
      <w:r w:rsidR="007E6735">
        <w:rPr>
          <w:rFonts w:hint="cs"/>
          <w:rtl/>
        </w:rPr>
        <w:t xml:space="preserve"> </w:t>
      </w:r>
      <w:r>
        <w:rPr>
          <w:rtl/>
        </w:rPr>
        <w:t xml:space="preserve">عجين گشته و روىحقروپوش نهاده شده است ، پس اگر بر محمد و آل محمد سلام و درود كامل بفرستد،قلباو نورانيت خاصى پيدا مى كند، و آن چه كه از ياد برده به خاطرش مى آيد و اگر صلوات بر محمد و آلش نفرستد و يا آن كه صلوات ناقص بفرستد، آن روپوش همچنان بر روى حق بر قرار خواهد بود و در اين صورت است كه انسان آن چه را كه چه را كه به ياد دارد نيز فراموش مى كند. </w:t>
      </w:r>
      <w:r w:rsidRPr="007E6735">
        <w:rPr>
          <w:rStyle w:val="libFootnotenumChar"/>
          <w:rtl/>
        </w:rPr>
        <w:t>(٢٦)</w:t>
      </w:r>
    </w:p>
    <w:p w:rsidR="007E6735" w:rsidRDefault="007E6735" w:rsidP="007E6735">
      <w:pPr>
        <w:pStyle w:val="Heading3"/>
        <w:rPr>
          <w:rtl/>
        </w:rPr>
      </w:pPr>
      <w:r>
        <w:rPr>
          <w:rStyle w:val="libFootnotenumChar"/>
          <w:rtl/>
        </w:rPr>
        <w:br w:type="page"/>
      </w:r>
      <w:bookmarkStart w:id="305" w:name="_Toc33993658"/>
      <w:bookmarkStart w:id="306" w:name="_Toc33993940"/>
      <w:bookmarkStart w:id="307" w:name="_Toc33994222"/>
      <w:bookmarkStart w:id="308" w:name="_Toc33994505"/>
      <w:bookmarkStart w:id="309" w:name="_Toc33994788"/>
      <w:r w:rsidR="00910300">
        <w:rPr>
          <w:rtl/>
        </w:rPr>
        <w:lastRenderedPageBreak/>
        <w:t>٥٩. تندرستى و عافيت</w:t>
      </w:r>
      <w:bookmarkEnd w:id="305"/>
      <w:bookmarkEnd w:id="306"/>
      <w:bookmarkEnd w:id="307"/>
      <w:bookmarkEnd w:id="308"/>
      <w:bookmarkEnd w:id="309"/>
      <w:r w:rsidR="00910300">
        <w:rPr>
          <w:rtl/>
        </w:rPr>
        <w:t xml:space="preserve"> </w:t>
      </w:r>
    </w:p>
    <w:p w:rsidR="00910300" w:rsidRDefault="00910300" w:rsidP="007E6735">
      <w:pPr>
        <w:pStyle w:val="libNormal"/>
        <w:rPr>
          <w:rtl/>
        </w:rPr>
      </w:pPr>
      <w:r>
        <w:rPr>
          <w:rtl/>
        </w:rPr>
        <w:t xml:space="preserve"> پيامبراكرم </w:t>
      </w:r>
      <w:r w:rsidR="00745C10" w:rsidRPr="00745C10">
        <w:rPr>
          <w:rStyle w:val="libAlaemChar"/>
          <w:rtl/>
        </w:rPr>
        <w:t>صلى‌الله‌عليه‌وآله‌وسلم</w:t>
      </w:r>
      <w:r>
        <w:rPr>
          <w:rtl/>
        </w:rPr>
        <w:t>فرمود:</w:t>
      </w:r>
    </w:p>
    <w:p w:rsidR="00910300" w:rsidRDefault="00910300" w:rsidP="00910300">
      <w:pPr>
        <w:pStyle w:val="libNormal"/>
        <w:rPr>
          <w:rStyle w:val="libFootnotenumChar"/>
          <w:rtl/>
        </w:rPr>
      </w:pPr>
      <w:r>
        <w:rPr>
          <w:rtl/>
        </w:rPr>
        <w:t xml:space="preserve">كسى كه يك بار بر من درود بفرستد، خدا ده بار او درود مى فرستد و كسى كه ده بار بر من درود بفرستد، خدا صدبار بر او درود مى فرستد و البته صد بار نيز، هزاربار درود خدا را در پى دارد و كسى كه هزار بار بر من درود فرستد، هيچ گاه عذاب نخواهد ديد (و افزود) كسى كه يك بار بر من درود بفرستد، خداوند درى از رحمت و عافيت را به روى او مى گشايد و نيز كسى كه بر من درود فرستد، گناهانش از بين خواهد رفت . </w:t>
      </w:r>
      <w:r w:rsidRPr="007E6735">
        <w:rPr>
          <w:rStyle w:val="libFootnotenumChar"/>
          <w:rtl/>
        </w:rPr>
        <w:t>(٢٧)</w:t>
      </w:r>
    </w:p>
    <w:p w:rsidR="007E6735" w:rsidRDefault="007E6735" w:rsidP="00910300">
      <w:pPr>
        <w:pStyle w:val="libNormal"/>
        <w:rPr>
          <w:rtl/>
        </w:rPr>
      </w:pPr>
    </w:p>
    <w:p w:rsidR="007E6735" w:rsidRDefault="00910300" w:rsidP="007E6735">
      <w:pPr>
        <w:pStyle w:val="Heading3"/>
        <w:rPr>
          <w:rtl/>
        </w:rPr>
      </w:pPr>
      <w:bookmarkStart w:id="310" w:name="_Toc33993659"/>
      <w:bookmarkStart w:id="311" w:name="_Toc33993941"/>
      <w:bookmarkStart w:id="312" w:name="_Toc33994223"/>
      <w:bookmarkStart w:id="313" w:name="_Toc33994506"/>
      <w:bookmarkStart w:id="314" w:name="_Toc33994789"/>
      <w:r>
        <w:rPr>
          <w:rtl/>
        </w:rPr>
        <w:t>٦٠. دعا قبل از طلوع خورشيد</w:t>
      </w:r>
      <w:bookmarkEnd w:id="310"/>
      <w:bookmarkEnd w:id="311"/>
      <w:bookmarkEnd w:id="312"/>
      <w:bookmarkEnd w:id="313"/>
      <w:bookmarkEnd w:id="314"/>
    </w:p>
    <w:p w:rsidR="007E6735" w:rsidRDefault="00910300" w:rsidP="007E6735">
      <w:pPr>
        <w:pStyle w:val="libNormal"/>
        <w:rPr>
          <w:rtl/>
        </w:rPr>
      </w:pPr>
      <w:r>
        <w:rPr>
          <w:rtl/>
        </w:rPr>
        <w:t xml:space="preserve"> امام عسگرى </w:t>
      </w:r>
      <w:r w:rsidR="00745C10" w:rsidRPr="00745C10">
        <w:rPr>
          <w:rStyle w:val="libAlaemChar"/>
          <w:rtl/>
        </w:rPr>
        <w:t xml:space="preserve">عليها‌السلام </w:t>
      </w:r>
      <w:r w:rsidR="007560B2" w:rsidRPr="007560B2">
        <w:rPr>
          <w:rStyle w:val="libAlaemChar"/>
          <w:rtl/>
        </w:rPr>
        <w:t xml:space="preserve"> </w:t>
      </w:r>
      <w:r>
        <w:rPr>
          <w:rtl/>
        </w:rPr>
        <w:t xml:space="preserve">قبل از طلوع خورشيد اين دعا را مى خواند:اى اولى كه قبل از او اولى نيست ، و اى آخرى كه غير كه براى عزتش انقطاعى نيست ، اى چيره و قادرى كه در سلطنتش ضعفى نيست ، اى كريمى كه نعمتش دايمى است . در پيشگاه تو نيازهايم را تقديم مى دارم و مى خواهم كه بر محمد و اهل بيتش </w:t>
      </w:r>
      <w:r w:rsidR="007560B2" w:rsidRPr="007560B2">
        <w:rPr>
          <w:rStyle w:val="libAlaemChar"/>
          <w:rtl/>
        </w:rPr>
        <w:t xml:space="preserve">عليه‌السلام </w:t>
      </w:r>
      <w:r>
        <w:rPr>
          <w:rtl/>
        </w:rPr>
        <w:t xml:space="preserve"> درود فرستى . </w:t>
      </w:r>
      <w:r w:rsidRPr="007E6735">
        <w:rPr>
          <w:rStyle w:val="libFootnotenumChar"/>
          <w:rtl/>
        </w:rPr>
        <w:t>(٢٨)</w:t>
      </w:r>
    </w:p>
    <w:p w:rsidR="007E6735" w:rsidRDefault="007E6735" w:rsidP="007E6735">
      <w:pPr>
        <w:pStyle w:val="Heading3"/>
        <w:rPr>
          <w:rtl/>
        </w:rPr>
      </w:pPr>
      <w:r>
        <w:rPr>
          <w:rtl/>
        </w:rPr>
        <w:br w:type="page"/>
      </w:r>
      <w:bookmarkStart w:id="315" w:name="_Toc33993660"/>
      <w:bookmarkStart w:id="316" w:name="_Toc33993942"/>
      <w:bookmarkStart w:id="317" w:name="_Toc33994224"/>
      <w:bookmarkStart w:id="318" w:name="_Toc33994507"/>
      <w:bookmarkStart w:id="319" w:name="_Toc33994790"/>
      <w:r w:rsidR="00910300">
        <w:rPr>
          <w:rtl/>
        </w:rPr>
        <w:lastRenderedPageBreak/>
        <w:t>٦١. به يمن بركت توست !</w:t>
      </w:r>
      <w:bookmarkEnd w:id="315"/>
      <w:bookmarkEnd w:id="316"/>
      <w:bookmarkEnd w:id="317"/>
      <w:bookmarkEnd w:id="318"/>
      <w:bookmarkEnd w:id="319"/>
    </w:p>
    <w:p w:rsidR="00910300" w:rsidRDefault="00910300" w:rsidP="007E6735">
      <w:pPr>
        <w:pStyle w:val="libNormal"/>
        <w:rPr>
          <w:rtl/>
        </w:rPr>
      </w:pPr>
      <w:r>
        <w:rPr>
          <w:rtl/>
        </w:rPr>
        <w:t xml:space="preserve"> مردى از بازار ماهى خريد، آن را به خانه آورد، و به زن خود داد. آن ها آتشى روشن نمودند وماهى را در ميان آتش انداختند تا كباب شود؛ اما آتش به ماهى اثر نكرد و ذره اى از ماهى نيز نسوخت . مرد و زن هر دو متعجب شدند و در حيرت فروماندند. آن مرد، ماهى را خدمت پيامبر </w:t>
      </w:r>
      <w:r w:rsidR="007560B2" w:rsidRPr="007560B2">
        <w:rPr>
          <w:rStyle w:val="libAlaemChar"/>
          <w:rtl/>
        </w:rPr>
        <w:t>صلى‌الله‌عليه‌وآله‌وسلم</w:t>
      </w:r>
      <w:r>
        <w:rPr>
          <w:rtl/>
        </w:rPr>
        <w:t xml:space="preserve"> آورد و ماجراى آن را نقل نمود.</w:t>
      </w:r>
    </w:p>
    <w:p w:rsidR="00910300" w:rsidRDefault="00910300" w:rsidP="00910300">
      <w:pPr>
        <w:pStyle w:val="libNormal"/>
        <w:rPr>
          <w:rtl/>
        </w:rPr>
      </w:pPr>
      <w:r>
        <w:rPr>
          <w:rtl/>
        </w:rPr>
        <w:t xml:space="preserve">حضرت </w:t>
      </w:r>
      <w:r w:rsidR="007560B2" w:rsidRPr="007560B2">
        <w:rPr>
          <w:rStyle w:val="libAlaemChar"/>
          <w:rtl/>
        </w:rPr>
        <w:t>صلى‌الله‌عليه‌وآله‌وسلم</w:t>
      </w:r>
      <w:r>
        <w:rPr>
          <w:rtl/>
        </w:rPr>
        <w:t xml:space="preserve"> به آن ماهى خطاب كرده و فرمودند:چرا آتش در تو اثر نمى كند و تو را نمى سوازند؟!</w:t>
      </w:r>
    </w:p>
    <w:p w:rsidR="00910300" w:rsidRDefault="00910300" w:rsidP="00910300">
      <w:pPr>
        <w:pStyle w:val="libNormal"/>
        <w:rPr>
          <w:rtl/>
        </w:rPr>
      </w:pPr>
      <w:r>
        <w:rPr>
          <w:rtl/>
        </w:rPr>
        <w:t>به قدرت كامله الهى ، آن ماهى به سخن آمده و وگفت : يا رسول الله ! از بركت شما و آل شماست كه آتش مرا نمى سوازند؛ زيرا من در فلان دريا بودم ، روزى كشتيى از آن دريا مى گذشت ، شخصى در آن كشتيى بود كه بر تو و اهل بيت تو صلوات مى فرستاد، من نيز تبعيت از او، به تو و اهل بيت صلوات فرستادم ، ندايى به من رسيد كه :</w:t>
      </w:r>
    </w:p>
    <w:p w:rsidR="00910300" w:rsidRDefault="00910300" w:rsidP="00910300">
      <w:pPr>
        <w:pStyle w:val="libNormal"/>
        <w:rPr>
          <w:rtl/>
        </w:rPr>
      </w:pPr>
      <w:r>
        <w:rPr>
          <w:rtl/>
        </w:rPr>
        <w:t xml:space="preserve">اى ماهى ! جسد تو بر آتش حرام شد و به بركت محمد و اهل بيت او، آتش در تو بى تاءثير است ! </w:t>
      </w:r>
      <w:r w:rsidRPr="007E6735">
        <w:rPr>
          <w:rStyle w:val="libFootnotenumChar"/>
          <w:rtl/>
        </w:rPr>
        <w:t>(٢٩)</w:t>
      </w:r>
    </w:p>
    <w:p w:rsidR="00910300" w:rsidRDefault="007E6735" w:rsidP="007E6735">
      <w:pPr>
        <w:pStyle w:val="libNormal"/>
        <w:rPr>
          <w:rtl/>
        </w:rPr>
      </w:pPr>
      <w:r>
        <w:rPr>
          <w:rtl/>
        </w:rPr>
        <w:br w:type="page"/>
      </w:r>
      <w:bookmarkStart w:id="320" w:name="_Toc33993661"/>
      <w:bookmarkStart w:id="321" w:name="_Toc33993943"/>
      <w:bookmarkStart w:id="322" w:name="_Toc33994225"/>
      <w:bookmarkStart w:id="323" w:name="_Toc33994508"/>
      <w:bookmarkStart w:id="324" w:name="_Toc33994791"/>
      <w:r w:rsidR="00910300" w:rsidRPr="007E6735">
        <w:rPr>
          <w:rStyle w:val="Heading2Char"/>
          <w:rtl/>
        </w:rPr>
        <w:lastRenderedPageBreak/>
        <w:t>بخش پنجم : صلوات و بخشش گناهان</w:t>
      </w:r>
      <w:bookmarkEnd w:id="320"/>
      <w:bookmarkEnd w:id="321"/>
      <w:bookmarkEnd w:id="322"/>
      <w:bookmarkEnd w:id="323"/>
      <w:bookmarkEnd w:id="324"/>
      <w:r w:rsidR="00910300">
        <w:rPr>
          <w:rtl/>
        </w:rPr>
        <w:t xml:space="preserve"> </w:t>
      </w:r>
    </w:p>
    <w:p w:rsidR="007E6735" w:rsidRDefault="007E6735" w:rsidP="007E6735">
      <w:pPr>
        <w:pStyle w:val="libNormal"/>
        <w:rPr>
          <w:rtl/>
        </w:rPr>
      </w:pPr>
    </w:p>
    <w:p w:rsidR="007E6735" w:rsidRDefault="00910300" w:rsidP="007E6735">
      <w:pPr>
        <w:pStyle w:val="Heading3"/>
        <w:rPr>
          <w:rtl/>
        </w:rPr>
      </w:pPr>
      <w:bookmarkStart w:id="325" w:name="_Toc33993662"/>
      <w:bookmarkStart w:id="326" w:name="_Toc33993944"/>
      <w:bookmarkStart w:id="327" w:name="_Toc33994226"/>
      <w:bookmarkStart w:id="328" w:name="_Toc33994509"/>
      <w:bookmarkStart w:id="329" w:name="_Toc33994792"/>
      <w:r>
        <w:rPr>
          <w:rtl/>
        </w:rPr>
        <w:t>٦٢. انهدام گناهان</w:t>
      </w:r>
      <w:bookmarkEnd w:id="325"/>
      <w:bookmarkEnd w:id="326"/>
      <w:bookmarkEnd w:id="327"/>
      <w:bookmarkEnd w:id="328"/>
      <w:bookmarkEnd w:id="329"/>
      <w:r>
        <w:rPr>
          <w:rtl/>
        </w:rPr>
        <w:t xml:space="preserve"> </w:t>
      </w:r>
    </w:p>
    <w:p w:rsidR="00910300" w:rsidRDefault="00910300" w:rsidP="007E6735">
      <w:pPr>
        <w:pStyle w:val="libNormal"/>
        <w:rPr>
          <w:rtl/>
        </w:rPr>
      </w:pPr>
      <w:r>
        <w:rPr>
          <w:rtl/>
        </w:rPr>
        <w:t xml:space="preserve"> امام رضا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 xml:space="preserve">هر كس نتواند كفاره گناهانش را بپردازد بايد بر محمد و آلش درود فراوان بفرستد چه آن گناهان را منهدم مى سازد. </w:t>
      </w:r>
      <w:r w:rsidRPr="007E6735">
        <w:rPr>
          <w:rStyle w:val="libFootnotenumChar"/>
          <w:rtl/>
        </w:rPr>
        <w:t>(٣٠)</w:t>
      </w:r>
    </w:p>
    <w:p w:rsidR="007E6735" w:rsidRDefault="00910300" w:rsidP="007E6735">
      <w:pPr>
        <w:pStyle w:val="Heading3"/>
        <w:rPr>
          <w:rtl/>
        </w:rPr>
      </w:pPr>
      <w:bookmarkStart w:id="330" w:name="_Toc33993663"/>
      <w:bookmarkStart w:id="331" w:name="_Toc33993945"/>
      <w:bookmarkStart w:id="332" w:name="_Toc33994227"/>
      <w:bookmarkStart w:id="333" w:name="_Toc33994510"/>
      <w:bookmarkStart w:id="334" w:name="_Toc33994793"/>
      <w:r>
        <w:rPr>
          <w:rtl/>
        </w:rPr>
        <w:t>٦٣. بخش</w:t>
      </w:r>
      <w:r w:rsidR="007E6735">
        <w:rPr>
          <w:rFonts w:hint="cs"/>
          <w:rtl/>
        </w:rPr>
        <w:t>ی</w:t>
      </w:r>
      <w:r>
        <w:rPr>
          <w:rtl/>
        </w:rPr>
        <w:t>ده شدن گناهان آينده و گذشته</w:t>
      </w:r>
      <w:bookmarkEnd w:id="330"/>
      <w:bookmarkEnd w:id="331"/>
      <w:bookmarkEnd w:id="332"/>
      <w:bookmarkEnd w:id="333"/>
      <w:bookmarkEnd w:id="334"/>
      <w:r>
        <w:rPr>
          <w:rtl/>
        </w:rPr>
        <w:t xml:space="preserve"> </w:t>
      </w:r>
    </w:p>
    <w:p w:rsidR="00910300" w:rsidRDefault="00910300" w:rsidP="007E6735">
      <w:pPr>
        <w:pStyle w:val="libNormal"/>
        <w:rPr>
          <w:rtl/>
        </w:rPr>
      </w:pPr>
      <w:r>
        <w:rPr>
          <w:rtl/>
        </w:rPr>
        <w:t xml:space="preserve">: رسول خدا - </w:t>
      </w:r>
      <w:r w:rsidR="00745C10" w:rsidRPr="00745C10">
        <w:rPr>
          <w:rStyle w:val="libAlaemChar"/>
          <w:rtl/>
        </w:rPr>
        <w:t>صلى‌الله‌عليه‌وآله‌وسلم</w:t>
      </w:r>
      <w:r>
        <w:rPr>
          <w:rtl/>
        </w:rPr>
        <w:t>- فرمود:هر دو بنده كه دوست يكديگر باشند براى خدا و با هم مصافحه نمايند و بر من صلوات فرستد، پيش از آن كه از هم جدا شوند، حق تعالى گناهان گذشته و آينده هر دو را مى آمرزد.</w:t>
      </w:r>
    </w:p>
    <w:p w:rsidR="007E6735" w:rsidRDefault="00910300" w:rsidP="00910300">
      <w:pPr>
        <w:pStyle w:val="libNormal"/>
        <w:rPr>
          <w:rtl/>
        </w:rPr>
      </w:pPr>
      <w:r>
        <w:rPr>
          <w:rtl/>
        </w:rPr>
        <w:t>ديگر آن كه آن حضرت فرمود:هر كه مصاحفه كند با مسلمانى ، و در وقت مصافحه بگويد:اللهم صل على محمد و آل محمد و سلماين عمل از گناهان او، چيزى باقى نمى گذارد.</w:t>
      </w:r>
    </w:p>
    <w:p w:rsidR="007E6735" w:rsidRDefault="007E6735" w:rsidP="007E6735">
      <w:pPr>
        <w:pStyle w:val="Heading3"/>
        <w:rPr>
          <w:rtl/>
        </w:rPr>
      </w:pPr>
      <w:r>
        <w:rPr>
          <w:rtl/>
        </w:rPr>
        <w:br w:type="page"/>
      </w:r>
      <w:bookmarkStart w:id="335" w:name="_Toc33993664"/>
      <w:bookmarkStart w:id="336" w:name="_Toc33993946"/>
      <w:bookmarkStart w:id="337" w:name="_Toc33994228"/>
      <w:bookmarkStart w:id="338" w:name="_Toc33994511"/>
      <w:bookmarkStart w:id="339" w:name="_Toc33994794"/>
      <w:r w:rsidR="00910300">
        <w:rPr>
          <w:rtl/>
        </w:rPr>
        <w:lastRenderedPageBreak/>
        <w:t>٦٤. درود ملايك بر صلوات فرستنده</w:t>
      </w:r>
      <w:bookmarkEnd w:id="335"/>
      <w:bookmarkEnd w:id="336"/>
      <w:bookmarkEnd w:id="337"/>
      <w:bookmarkEnd w:id="338"/>
      <w:bookmarkEnd w:id="339"/>
      <w:r w:rsidR="00910300">
        <w:rPr>
          <w:rtl/>
        </w:rPr>
        <w:t xml:space="preserve"> </w:t>
      </w:r>
    </w:p>
    <w:p w:rsidR="00910300" w:rsidRDefault="00910300" w:rsidP="007E6735">
      <w:pPr>
        <w:pStyle w:val="libNormal"/>
        <w:rPr>
          <w:rStyle w:val="libFootnotenumChar"/>
          <w:rtl/>
        </w:rPr>
      </w:pPr>
      <w:r>
        <w:rPr>
          <w:rtl/>
        </w:rPr>
        <w:t xml:space="preserve"> رسول خدا </w:t>
      </w:r>
      <w:r w:rsidR="00745C10" w:rsidRPr="00745C10">
        <w:rPr>
          <w:rStyle w:val="libAlaemChar"/>
          <w:rtl/>
        </w:rPr>
        <w:t>صلى‌الله‌عليه‌وآله‌وسلم</w:t>
      </w:r>
      <w:r>
        <w:rPr>
          <w:rtl/>
        </w:rPr>
        <w:t xml:space="preserve">- فرمود كه : حق تعالى ، ملكى آفريده است كه دو بال دارد: يكى در مشرق است و ديگرى در مغرب ، و پاى او در زمين هفتم است ، و سر او در زير عرش ؛ و براى آن ملك ، پرها است به عدد همه خلايق ، از انس و جن و حيوانات صحرايى و دريايى و به عدد انفاس ايشان ، و به شمار قطرات باران و برگ درختان و ستاره هاى آسمان و ريگ هاى بيابان ؛ و چون يكى از امت من بر من صلوات فرستد، چون تعالى به آن فرشته امر فرمايد كه در نهر نور - كه درياى است زير عرش - غوطه خورد و بيرون آيد، و خود را بفشاراند؛ و از هر پر وى ، قطره اى فرو ريزد؛ و حق تعالى ، آن قطره را ملكى گرداند، و جميع آنها را امر فرمايد كه تا روز قيامت براى آن بنده استغفار كند. </w:t>
      </w:r>
      <w:r w:rsidRPr="007E6735">
        <w:rPr>
          <w:rStyle w:val="libFootnotenumChar"/>
          <w:rtl/>
        </w:rPr>
        <w:t>(٣١)</w:t>
      </w:r>
    </w:p>
    <w:p w:rsidR="007E6735" w:rsidRDefault="007E6735" w:rsidP="007E6735">
      <w:pPr>
        <w:pStyle w:val="libNormal"/>
        <w:rPr>
          <w:rtl/>
        </w:rPr>
      </w:pPr>
    </w:p>
    <w:p w:rsidR="007E6735" w:rsidRDefault="00910300" w:rsidP="007E6735">
      <w:pPr>
        <w:pStyle w:val="Heading3"/>
        <w:rPr>
          <w:rtl/>
        </w:rPr>
      </w:pPr>
      <w:bookmarkStart w:id="340" w:name="_Toc33993665"/>
      <w:bookmarkStart w:id="341" w:name="_Toc33993947"/>
      <w:bookmarkStart w:id="342" w:name="_Toc33994229"/>
      <w:bookmarkStart w:id="343" w:name="_Toc33994512"/>
      <w:bookmarkStart w:id="344" w:name="_Toc33994795"/>
      <w:r>
        <w:rPr>
          <w:rtl/>
        </w:rPr>
        <w:t>٦٥. صلوات هنگام بوييدن گل</w:t>
      </w:r>
      <w:bookmarkEnd w:id="340"/>
      <w:bookmarkEnd w:id="341"/>
      <w:bookmarkEnd w:id="342"/>
      <w:bookmarkEnd w:id="343"/>
      <w:bookmarkEnd w:id="344"/>
      <w:r>
        <w:rPr>
          <w:rtl/>
        </w:rPr>
        <w:t xml:space="preserve"> </w:t>
      </w:r>
    </w:p>
    <w:p w:rsidR="00910300" w:rsidRDefault="00910300" w:rsidP="007E6735">
      <w:pPr>
        <w:pStyle w:val="libNormal"/>
        <w:rPr>
          <w:rtl/>
        </w:rPr>
      </w:pPr>
      <w:r>
        <w:rPr>
          <w:rtl/>
        </w:rPr>
        <w:t xml:space="preserve"> مالك جهنى ، مى گويد: كه گلى به حضرت امام جعفر صادق - </w:t>
      </w:r>
      <w:r w:rsidR="007560B2" w:rsidRPr="007560B2">
        <w:rPr>
          <w:rStyle w:val="libAlaemChar"/>
          <w:rtl/>
        </w:rPr>
        <w:t xml:space="preserve">عليه‌السلام </w:t>
      </w:r>
      <w:r>
        <w:rPr>
          <w:rtl/>
        </w:rPr>
        <w:t xml:space="preserve"> - دادم ، گرفتند و بوييدند. بر هر دو ديده گذاشتند، پس فرمودند:هر كه گلى را بگيرد و ببويد و بر ديده ها بگذاريد و بگويد:</w:t>
      </w:r>
    </w:p>
    <w:p w:rsidR="00910300" w:rsidRDefault="00910300" w:rsidP="00910300">
      <w:pPr>
        <w:pStyle w:val="libNormal"/>
        <w:rPr>
          <w:rtl/>
        </w:rPr>
      </w:pPr>
      <w:r>
        <w:rPr>
          <w:rtl/>
        </w:rPr>
        <w:t>اللهم صل على محمد و آل محمد.</w:t>
      </w:r>
    </w:p>
    <w:p w:rsidR="007E6735" w:rsidRDefault="00910300" w:rsidP="00910300">
      <w:pPr>
        <w:pStyle w:val="libNormal"/>
        <w:rPr>
          <w:rtl/>
        </w:rPr>
      </w:pPr>
      <w:r>
        <w:rPr>
          <w:rtl/>
        </w:rPr>
        <w:t>هنوز بر زمين نگذاشته باشد كه گناهانش آمرزيده شود.</w:t>
      </w:r>
    </w:p>
    <w:p w:rsidR="007E6735" w:rsidRDefault="007E6735" w:rsidP="007E6735">
      <w:pPr>
        <w:pStyle w:val="Heading3"/>
        <w:rPr>
          <w:rtl/>
        </w:rPr>
      </w:pPr>
      <w:r>
        <w:rPr>
          <w:rtl/>
        </w:rPr>
        <w:br w:type="page"/>
      </w:r>
      <w:bookmarkStart w:id="345" w:name="_Toc33993666"/>
      <w:bookmarkStart w:id="346" w:name="_Toc33993948"/>
      <w:bookmarkStart w:id="347" w:name="_Toc33994230"/>
      <w:bookmarkStart w:id="348" w:name="_Toc33994513"/>
      <w:bookmarkStart w:id="349" w:name="_Toc33994796"/>
      <w:r w:rsidR="00910300">
        <w:rPr>
          <w:rtl/>
        </w:rPr>
        <w:lastRenderedPageBreak/>
        <w:t>٦٦. بخشش گناه</w:t>
      </w:r>
      <w:bookmarkEnd w:id="345"/>
      <w:bookmarkEnd w:id="346"/>
      <w:bookmarkEnd w:id="347"/>
      <w:bookmarkEnd w:id="348"/>
      <w:bookmarkEnd w:id="349"/>
      <w:r w:rsidR="00910300">
        <w:rPr>
          <w:rtl/>
        </w:rPr>
        <w:t xml:space="preserve"> </w:t>
      </w:r>
    </w:p>
    <w:p w:rsidR="00910300" w:rsidRDefault="00910300" w:rsidP="007E6735">
      <w:pPr>
        <w:pStyle w:val="libNormal"/>
        <w:rPr>
          <w:rtl/>
        </w:rPr>
      </w:pPr>
      <w:r>
        <w:rPr>
          <w:rtl/>
        </w:rPr>
        <w:t xml:space="preserve"> در كتاب عيون المجالس - كه آن نيز از كتب عامه است - روايت است كه :</w:t>
      </w:r>
    </w:p>
    <w:p w:rsidR="00910300" w:rsidRDefault="00910300" w:rsidP="007E6735">
      <w:pPr>
        <w:pStyle w:val="libNormal"/>
        <w:rPr>
          <w:rtl/>
        </w:rPr>
      </w:pPr>
      <w:r>
        <w:rPr>
          <w:rtl/>
        </w:rPr>
        <w:t xml:space="preserve">وقتى يكى از بندگان بر رسول خدا - </w:t>
      </w:r>
      <w:r w:rsidR="00745C10" w:rsidRPr="00745C10">
        <w:rPr>
          <w:rStyle w:val="libAlaemChar"/>
          <w:rtl/>
        </w:rPr>
        <w:t>صلى‌الله‌عليه‌وآله‌وسلم</w:t>
      </w:r>
      <w:r>
        <w:rPr>
          <w:rtl/>
        </w:rPr>
        <w:t xml:space="preserve"> - صلوات فرستد، منادى از عالم غيب نداكند كه حق تعالى ، بر اين بنده ده بار صلوات فرستد؛ چون اين ندا به اهل آسمان اول رسد، هزار بار بر او صلوات فرستند؛ و چون به ساكنان آسمان دوم رسد، هزار بار بر آن افرايند؛ و هم چنين تا آن كه نزديك سدرة المنتهى مى رسد، به هفت هزار بار خواهد رسيد. پس حق تعالى به ملايكه خطاب نمايد كه : شما از عهده صلوات بنده من بيرون نمى توانيد آمد. آن را به من واگذاريد، تا آن كه من جزاى او را بدهيم ، و جزاى او آن است كه گناهان او را بيامرزم .</w:t>
      </w:r>
    </w:p>
    <w:p w:rsidR="007E6735" w:rsidRDefault="007E6735" w:rsidP="007E6735">
      <w:pPr>
        <w:pStyle w:val="libNormal"/>
        <w:rPr>
          <w:rtl/>
        </w:rPr>
      </w:pPr>
    </w:p>
    <w:p w:rsidR="007E6735" w:rsidRDefault="00910300" w:rsidP="007E6735">
      <w:pPr>
        <w:pStyle w:val="Heading3"/>
        <w:rPr>
          <w:rtl/>
        </w:rPr>
      </w:pPr>
      <w:bookmarkStart w:id="350" w:name="_Toc33993667"/>
      <w:bookmarkStart w:id="351" w:name="_Toc33993949"/>
      <w:bookmarkStart w:id="352" w:name="_Toc33994231"/>
      <w:bookmarkStart w:id="353" w:name="_Toc33994514"/>
      <w:bookmarkStart w:id="354" w:name="_Toc33994797"/>
      <w:r>
        <w:rPr>
          <w:rtl/>
        </w:rPr>
        <w:t>٦٧. طلب آمرزش با همه زبان</w:t>
      </w:r>
      <w:bookmarkEnd w:id="350"/>
      <w:bookmarkEnd w:id="351"/>
      <w:bookmarkEnd w:id="352"/>
      <w:bookmarkEnd w:id="353"/>
      <w:bookmarkEnd w:id="354"/>
      <w:r>
        <w:rPr>
          <w:rtl/>
        </w:rPr>
        <w:t xml:space="preserve"> </w:t>
      </w:r>
    </w:p>
    <w:p w:rsidR="007E6735" w:rsidRDefault="00910300" w:rsidP="007E6735">
      <w:pPr>
        <w:pStyle w:val="libNormal"/>
        <w:rPr>
          <w:rtl/>
        </w:rPr>
      </w:pPr>
      <w:r>
        <w:rPr>
          <w:rtl/>
        </w:rPr>
        <w:t xml:space="preserve"> در اخبار وارد شده است كه وقتى بنده اى بر رسول خدا - </w:t>
      </w:r>
      <w:r w:rsidR="00745C10" w:rsidRPr="00745C10">
        <w:rPr>
          <w:rStyle w:val="libAlaemChar"/>
          <w:rtl/>
        </w:rPr>
        <w:t>صلى‌الله‌عليه‌وآله‌وسلم</w:t>
      </w:r>
      <w:r>
        <w:rPr>
          <w:rtl/>
        </w:rPr>
        <w:t>- صلوات فرستد، حق تعالى از آن صلوات ، از نور، عمودى مى آفريند كه يك طرف آن بر زمين است ، و طرف ديگر آن در آسمان ، و آن عمود، هفتاد هزار شعبه دارد؛ و بر هر شعبه ، هفتاد هزار ملك نشسته است ؛ و هر ملكى هفتاد هزار سر دارد؛ و بر هر سرى هفتاد هزار دهان است ؛ و در هر دهانى هفتاد هزار زبان است ؛ و به هر زبانى هفتاد دهان است ؛ و در هر دهانى هفتاد هزار زبان است ؛ و به هر زبانى هفتاد هزار لغب تكلم مى نمايد، و جميع آن ملايكه با همه آن زبان ها و لغت ها براى آن صلوات فرستنده استغفار مى كنند، تا روز قيامت .</w:t>
      </w:r>
    </w:p>
    <w:p w:rsidR="007E6735" w:rsidRDefault="007E6735" w:rsidP="007E6735">
      <w:pPr>
        <w:pStyle w:val="Heading3"/>
        <w:rPr>
          <w:rtl/>
        </w:rPr>
      </w:pPr>
      <w:r>
        <w:rPr>
          <w:rtl/>
        </w:rPr>
        <w:br w:type="page"/>
      </w:r>
      <w:bookmarkStart w:id="355" w:name="_Toc33993668"/>
      <w:bookmarkStart w:id="356" w:name="_Toc33993950"/>
      <w:bookmarkStart w:id="357" w:name="_Toc33994232"/>
      <w:bookmarkStart w:id="358" w:name="_Toc33994515"/>
      <w:bookmarkStart w:id="359" w:name="_Toc33994798"/>
      <w:r w:rsidR="00910300">
        <w:rPr>
          <w:rtl/>
        </w:rPr>
        <w:lastRenderedPageBreak/>
        <w:t>٦٨. از بين برنده گناهان</w:t>
      </w:r>
      <w:bookmarkEnd w:id="355"/>
      <w:bookmarkEnd w:id="356"/>
      <w:bookmarkEnd w:id="357"/>
      <w:bookmarkEnd w:id="358"/>
      <w:bookmarkEnd w:id="359"/>
      <w:r w:rsidR="00910300">
        <w:rPr>
          <w:rtl/>
        </w:rPr>
        <w:t xml:space="preserve"> </w:t>
      </w:r>
    </w:p>
    <w:p w:rsidR="00910300" w:rsidRDefault="00910300" w:rsidP="007E6735">
      <w:pPr>
        <w:pStyle w:val="libNormal"/>
        <w:rPr>
          <w:rtl/>
        </w:rPr>
      </w:pPr>
      <w:r>
        <w:rPr>
          <w:rtl/>
        </w:rPr>
        <w:t xml:space="preserve"> اميرالمؤ منين - </w:t>
      </w:r>
      <w:r w:rsidR="007560B2" w:rsidRPr="007560B2">
        <w:rPr>
          <w:rStyle w:val="libAlaemChar"/>
          <w:rtl/>
        </w:rPr>
        <w:t xml:space="preserve">عليه‌السلام </w:t>
      </w:r>
      <w:r>
        <w:rPr>
          <w:rtl/>
        </w:rPr>
        <w:t xml:space="preserve"> - فرمود:فرستادن صلوات بر پيغمبر خدا - </w:t>
      </w:r>
      <w:r w:rsidR="00745C10" w:rsidRPr="00745C10">
        <w:rPr>
          <w:rStyle w:val="libAlaemChar"/>
          <w:rtl/>
        </w:rPr>
        <w:t>صلى‌الله‌عليه‌وآله‌وسلم</w:t>
      </w:r>
      <w:r>
        <w:rPr>
          <w:rtl/>
        </w:rPr>
        <w:t xml:space="preserve">- بهتر از آبى كه آتش را خاموش كند، گناهان را از بين مى برد و سلام بر آن حضرت اءفضل است از آزادكردن چند بنده از قيد بردگى ، و دوستى رسول خدا - </w:t>
      </w:r>
      <w:r w:rsidR="00745C10" w:rsidRPr="00745C10">
        <w:rPr>
          <w:rStyle w:val="libAlaemChar"/>
          <w:rtl/>
        </w:rPr>
        <w:t>صلى‌الله‌عليه‌وآله‌وسلم</w:t>
      </w:r>
      <w:r>
        <w:rPr>
          <w:rtl/>
        </w:rPr>
        <w:t>- افضل و برتر از جان نثارى و ريختن خون ها.</w:t>
      </w:r>
    </w:p>
    <w:p w:rsidR="00910300" w:rsidRDefault="00910300" w:rsidP="00910300">
      <w:pPr>
        <w:pStyle w:val="libNormal"/>
        <w:rPr>
          <w:rtl/>
        </w:rPr>
      </w:pPr>
      <w:r>
        <w:rPr>
          <w:rtl/>
        </w:rPr>
        <w:t>و همچنين فرمود:به كار بردن شمشيرها در راه خدا است .</w:t>
      </w:r>
    </w:p>
    <w:p w:rsidR="007E6735" w:rsidRDefault="00910300" w:rsidP="007E6735">
      <w:pPr>
        <w:pStyle w:val="Heading3"/>
        <w:rPr>
          <w:rtl/>
        </w:rPr>
      </w:pPr>
      <w:bookmarkStart w:id="360" w:name="_Toc33993669"/>
      <w:bookmarkStart w:id="361" w:name="_Toc33993951"/>
      <w:bookmarkStart w:id="362" w:name="_Toc33994233"/>
      <w:bookmarkStart w:id="363" w:name="_Toc33994516"/>
      <w:bookmarkStart w:id="364" w:name="_Toc33994799"/>
      <w:r>
        <w:rPr>
          <w:rtl/>
        </w:rPr>
        <w:t>٦٩. خوشا به حال شما كه آمرزيده شديد</w:t>
      </w:r>
      <w:bookmarkEnd w:id="360"/>
      <w:bookmarkEnd w:id="361"/>
      <w:bookmarkEnd w:id="362"/>
      <w:bookmarkEnd w:id="363"/>
      <w:bookmarkEnd w:id="364"/>
    </w:p>
    <w:p w:rsidR="00910300" w:rsidRDefault="00910300" w:rsidP="007E6735">
      <w:pPr>
        <w:pStyle w:val="libNormal"/>
        <w:rPr>
          <w:rtl/>
        </w:rPr>
      </w:pPr>
      <w:r>
        <w:rPr>
          <w:rtl/>
        </w:rPr>
        <w:t xml:space="preserve"> پيغمبر اكرم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همانا كاروانى از فرشتگان به امر خداوند بزرگ در جهان پراكنده اند هرگاه به جلسه ذكر خاندان عصمت و طهارت مى رسند به يكديگر مى گويند فرود آييد زمانى كه پياده شدند اهل محفل را با آمين گفتن و صلوات آنان همراهى مى كنند؛ و در پايان به يكديگر بر اهل ذكر گويند خوشا بر شما كه آمرزيده شديد!</w:t>
      </w:r>
    </w:p>
    <w:p w:rsidR="007E6735" w:rsidRDefault="007E6735" w:rsidP="00910300">
      <w:pPr>
        <w:pStyle w:val="libNormal"/>
        <w:rPr>
          <w:rtl/>
        </w:rPr>
      </w:pPr>
    </w:p>
    <w:p w:rsidR="007E6735" w:rsidRDefault="00910300" w:rsidP="007E6735">
      <w:pPr>
        <w:pStyle w:val="Heading3"/>
        <w:rPr>
          <w:rtl/>
        </w:rPr>
      </w:pPr>
      <w:bookmarkStart w:id="365" w:name="_Toc33993670"/>
      <w:bookmarkStart w:id="366" w:name="_Toc33993952"/>
      <w:bookmarkStart w:id="367" w:name="_Toc33994234"/>
      <w:bookmarkStart w:id="368" w:name="_Toc33994517"/>
      <w:bookmarkStart w:id="369" w:name="_Toc33994800"/>
      <w:r>
        <w:rPr>
          <w:rtl/>
        </w:rPr>
        <w:t>٧٠. نوشتن صلوات</w:t>
      </w:r>
      <w:bookmarkEnd w:id="365"/>
      <w:bookmarkEnd w:id="366"/>
      <w:bookmarkEnd w:id="367"/>
      <w:bookmarkEnd w:id="368"/>
      <w:bookmarkEnd w:id="369"/>
      <w:r>
        <w:rPr>
          <w:rtl/>
        </w:rPr>
        <w:t xml:space="preserve"> </w:t>
      </w:r>
    </w:p>
    <w:p w:rsidR="00910300" w:rsidRDefault="00910300" w:rsidP="007E6735">
      <w:pPr>
        <w:pStyle w:val="libNormal"/>
        <w:rPr>
          <w:rtl/>
        </w:rPr>
      </w:pPr>
      <w:r>
        <w:rPr>
          <w:rtl/>
        </w:rPr>
        <w:t xml:space="preserve"> پيامبر اكرم - </w:t>
      </w:r>
      <w:r w:rsidR="00745C10" w:rsidRPr="00745C10">
        <w:rPr>
          <w:rStyle w:val="libAlaemChar"/>
          <w:rtl/>
        </w:rPr>
        <w:t>صلى‌الله‌عليه‌وآله‌وسلم</w:t>
      </w:r>
      <w:r>
        <w:rPr>
          <w:rtl/>
        </w:rPr>
        <w:t>- فرمودند:</w:t>
      </w:r>
    </w:p>
    <w:p w:rsidR="00910300" w:rsidRDefault="00910300" w:rsidP="00910300">
      <w:pPr>
        <w:pStyle w:val="libNormal"/>
        <w:rPr>
          <w:rtl/>
        </w:rPr>
      </w:pPr>
      <w:r>
        <w:rPr>
          <w:rtl/>
        </w:rPr>
        <w:t>من صلى على فى كتاب لم تزل الملائكه تستعفر له مادام اسمى فى ذلك الكتاب</w:t>
      </w:r>
    </w:p>
    <w:p w:rsidR="007E6735" w:rsidRDefault="00910300" w:rsidP="00910300">
      <w:pPr>
        <w:pStyle w:val="libNormal"/>
        <w:rPr>
          <w:rtl/>
        </w:rPr>
      </w:pPr>
      <w:r>
        <w:rPr>
          <w:rtl/>
        </w:rPr>
        <w:t>هركس در نوشته اى بر من درود فرستد، تا زمانى كه نام من در آن نوشته موجود باشد، فرشتگان پيوسته براى او آمرزش طلبند.</w:t>
      </w:r>
    </w:p>
    <w:p w:rsidR="007E6735" w:rsidRDefault="007E6735" w:rsidP="007E6735">
      <w:pPr>
        <w:pStyle w:val="Heading3"/>
        <w:rPr>
          <w:rtl/>
        </w:rPr>
      </w:pPr>
      <w:r>
        <w:rPr>
          <w:rtl/>
        </w:rPr>
        <w:br w:type="page"/>
      </w:r>
      <w:bookmarkStart w:id="370" w:name="_Toc33993671"/>
      <w:bookmarkStart w:id="371" w:name="_Toc33993953"/>
      <w:bookmarkStart w:id="372" w:name="_Toc33994235"/>
      <w:bookmarkStart w:id="373" w:name="_Toc33994518"/>
      <w:bookmarkStart w:id="374" w:name="_Toc33994801"/>
      <w:r w:rsidR="00910300">
        <w:rPr>
          <w:rtl/>
        </w:rPr>
        <w:lastRenderedPageBreak/>
        <w:t>٧١. بخشش گناهان به اندازه ر</w:t>
      </w:r>
      <w:r>
        <w:rPr>
          <w:rFonts w:hint="cs"/>
          <w:rtl/>
        </w:rPr>
        <w:t>ی</w:t>
      </w:r>
      <w:r w:rsidR="00910300">
        <w:rPr>
          <w:rtl/>
        </w:rPr>
        <w:t>گ بيابان</w:t>
      </w:r>
      <w:bookmarkEnd w:id="370"/>
      <w:bookmarkEnd w:id="371"/>
      <w:bookmarkEnd w:id="372"/>
      <w:bookmarkEnd w:id="373"/>
      <w:bookmarkEnd w:id="374"/>
      <w:r w:rsidR="00910300">
        <w:rPr>
          <w:rtl/>
        </w:rPr>
        <w:t xml:space="preserve"> </w:t>
      </w:r>
    </w:p>
    <w:p w:rsidR="00910300" w:rsidRDefault="00910300" w:rsidP="007E6735">
      <w:pPr>
        <w:pStyle w:val="libNormal"/>
        <w:rPr>
          <w:rtl/>
        </w:rPr>
      </w:pPr>
      <w:r>
        <w:rPr>
          <w:rtl/>
        </w:rPr>
        <w:t xml:space="preserve">: از حضرت امام على نقى </w:t>
      </w:r>
      <w:r w:rsidR="007560B2" w:rsidRPr="007560B2">
        <w:rPr>
          <w:rStyle w:val="libAlaemChar"/>
          <w:rtl/>
        </w:rPr>
        <w:t xml:space="preserve">عليه‌السلام </w:t>
      </w:r>
      <w:r>
        <w:rPr>
          <w:rtl/>
        </w:rPr>
        <w:t xml:space="preserve"> منقول است :هر كه گلى را ببويد و بر ديده ها گذاشته ، صلوات بر محمد و ائمه </w:t>
      </w:r>
      <w:r w:rsidR="007560B2" w:rsidRPr="007560B2">
        <w:rPr>
          <w:rStyle w:val="libAlaemChar"/>
          <w:rtl/>
        </w:rPr>
        <w:t xml:space="preserve">عليه‌السلام </w:t>
      </w:r>
      <w:r>
        <w:rPr>
          <w:rtl/>
        </w:rPr>
        <w:t xml:space="preserve"> بفرستد، حق تعالى براى او از حسانت به قدر يك بيابانعالجكه در مابين مكه و شام و عراق كشيده است ، بنويسد و از گناهان او، به عدد ريگ بيابان محو نمايد.</w:t>
      </w:r>
    </w:p>
    <w:p w:rsidR="007E6735" w:rsidRDefault="00910300" w:rsidP="007E6735">
      <w:pPr>
        <w:pStyle w:val="Heading3"/>
        <w:rPr>
          <w:rtl/>
        </w:rPr>
      </w:pPr>
      <w:bookmarkStart w:id="375" w:name="_Toc33993672"/>
      <w:bookmarkStart w:id="376" w:name="_Toc33993954"/>
      <w:bookmarkStart w:id="377" w:name="_Toc33994236"/>
      <w:bookmarkStart w:id="378" w:name="_Toc33994519"/>
      <w:bookmarkStart w:id="379" w:name="_Toc33994802"/>
      <w:r>
        <w:rPr>
          <w:rtl/>
        </w:rPr>
        <w:t>٧٢. محو شدن ده گناه</w:t>
      </w:r>
      <w:bookmarkEnd w:id="375"/>
      <w:bookmarkEnd w:id="376"/>
      <w:bookmarkEnd w:id="377"/>
      <w:bookmarkEnd w:id="378"/>
      <w:bookmarkEnd w:id="379"/>
      <w:r>
        <w:rPr>
          <w:rtl/>
        </w:rPr>
        <w:t xml:space="preserve"> </w:t>
      </w:r>
    </w:p>
    <w:p w:rsidR="00910300" w:rsidRDefault="00910300" w:rsidP="007E6735">
      <w:pPr>
        <w:pStyle w:val="libNormal"/>
        <w:rPr>
          <w:rtl/>
        </w:rPr>
      </w:pPr>
      <w:r>
        <w:rPr>
          <w:rtl/>
        </w:rPr>
        <w:t xml:space="preserve"> رسول اكرم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هر كس بر من يك بار صلوات و درود فرستد، خدا به سبب آن ده بار بر وى درود فرستد و ده گناه از وى محو فرمايد و ده حسنه براى او ثبت كند و دو فرشته موكل بر او براى رساندن آن صلوات به روح من از يكديگر سبقت گيرند.</w:t>
      </w:r>
    </w:p>
    <w:p w:rsidR="007E6735" w:rsidRDefault="00910300" w:rsidP="007E6735">
      <w:pPr>
        <w:pStyle w:val="Heading3"/>
        <w:rPr>
          <w:rtl/>
        </w:rPr>
      </w:pPr>
      <w:bookmarkStart w:id="380" w:name="_Toc33993673"/>
      <w:bookmarkStart w:id="381" w:name="_Toc33993955"/>
      <w:bookmarkStart w:id="382" w:name="_Toc33994237"/>
      <w:bookmarkStart w:id="383" w:name="_Toc33994520"/>
      <w:bookmarkStart w:id="384" w:name="_Toc33994803"/>
      <w:r>
        <w:rPr>
          <w:rtl/>
        </w:rPr>
        <w:t>٧٣. آمرزش گناهان</w:t>
      </w:r>
      <w:bookmarkEnd w:id="380"/>
      <w:bookmarkEnd w:id="381"/>
      <w:bookmarkEnd w:id="382"/>
      <w:bookmarkEnd w:id="383"/>
      <w:bookmarkEnd w:id="384"/>
      <w:r>
        <w:rPr>
          <w:rtl/>
        </w:rPr>
        <w:t xml:space="preserve"> </w:t>
      </w:r>
    </w:p>
    <w:p w:rsidR="00910300" w:rsidRDefault="00910300" w:rsidP="007E6735">
      <w:pPr>
        <w:pStyle w:val="libNormal"/>
        <w:rPr>
          <w:rtl/>
        </w:rPr>
      </w:pPr>
      <w:r>
        <w:rPr>
          <w:rtl/>
        </w:rPr>
        <w:t xml:space="preserve"> پيغمبر گرامى اسلام </w:t>
      </w:r>
      <w:r w:rsidR="00745C10" w:rsidRPr="00745C10">
        <w:rPr>
          <w:rStyle w:val="libAlaemChar"/>
          <w:rtl/>
        </w:rPr>
        <w:t>صلى‌الله‌عليه‌وآله‌وسلم</w:t>
      </w:r>
      <w:r>
        <w:rPr>
          <w:rtl/>
        </w:rPr>
        <w:t>و سلم فرمودند:</w:t>
      </w:r>
    </w:p>
    <w:p w:rsidR="00910300" w:rsidRDefault="00910300" w:rsidP="00910300">
      <w:pPr>
        <w:pStyle w:val="libNormal"/>
        <w:rPr>
          <w:rtl/>
        </w:rPr>
      </w:pPr>
      <w:r>
        <w:rPr>
          <w:rtl/>
        </w:rPr>
        <w:t>من قال اللهم صل على محمد و آل محمد اءعطاه الله اءجر اثنين و سعين شهيداءو خرج من ذنوبه كيوم ولدته امه ؛</w:t>
      </w:r>
    </w:p>
    <w:p w:rsidR="007E6735" w:rsidRDefault="00910300" w:rsidP="00910300">
      <w:pPr>
        <w:pStyle w:val="libNormal"/>
        <w:rPr>
          <w:rtl/>
        </w:rPr>
      </w:pPr>
      <w:r>
        <w:rPr>
          <w:rtl/>
        </w:rPr>
        <w:t>هركس بگويداللهم صل على محمد و آل محمدخداوند به او پاداش هفتاد و دو شهيد خواهد داد و مانند روزى كه از مادر متولد گرديده است ازگناه بيرون خواهد گرديد.</w:t>
      </w:r>
    </w:p>
    <w:p w:rsidR="007E6735" w:rsidRDefault="007E6735" w:rsidP="007E6735">
      <w:pPr>
        <w:pStyle w:val="Heading3"/>
        <w:rPr>
          <w:rtl/>
        </w:rPr>
      </w:pPr>
      <w:r>
        <w:rPr>
          <w:rtl/>
        </w:rPr>
        <w:br w:type="page"/>
      </w:r>
      <w:bookmarkStart w:id="385" w:name="_Toc33993674"/>
      <w:bookmarkStart w:id="386" w:name="_Toc33993956"/>
      <w:bookmarkStart w:id="387" w:name="_Toc33994238"/>
      <w:bookmarkStart w:id="388" w:name="_Toc33994521"/>
      <w:bookmarkStart w:id="389" w:name="_Toc33994804"/>
      <w:r w:rsidR="00910300">
        <w:rPr>
          <w:rtl/>
        </w:rPr>
        <w:lastRenderedPageBreak/>
        <w:t>٧٤. باقى نماندن چيزى از گناه</w:t>
      </w:r>
      <w:bookmarkEnd w:id="385"/>
      <w:bookmarkEnd w:id="386"/>
      <w:bookmarkEnd w:id="387"/>
      <w:bookmarkEnd w:id="388"/>
      <w:bookmarkEnd w:id="389"/>
      <w:r w:rsidR="00910300">
        <w:rPr>
          <w:rtl/>
        </w:rPr>
        <w:t xml:space="preserve"> </w:t>
      </w:r>
    </w:p>
    <w:p w:rsidR="00910300" w:rsidRDefault="00910300" w:rsidP="007E6735">
      <w:pPr>
        <w:pStyle w:val="libNormal"/>
        <w:rPr>
          <w:rtl/>
        </w:rPr>
      </w:pPr>
      <w:r>
        <w:rPr>
          <w:rtl/>
        </w:rPr>
        <w:t xml:space="preserve"> رسول خدا </w:t>
      </w:r>
      <w:r w:rsidR="007560B2" w:rsidRPr="007560B2">
        <w:rPr>
          <w:rStyle w:val="libAlaemChar"/>
          <w:rtl/>
        </w:rPr>
        <w:t>صلى‌الله‌عليه‌وآله‌وسلم</w:t>
      </w:r>
      <w:r>
        <w:rPr>
          <w:rtl/>
        </w:rPr>
        <w:t xml:space="preserve"> فرمودند:</w:t>
      </w:r>
    </w:p>
    <w:p w:rsidR="00910300" w:rsidRDefault="00910300" w:rsidP="00910300">
      <w:pPr>
        <w:pStyle w:val="libNormal"/>
        <w:rPr>
          <w:rtl/>
        </w:rPr>
      </w:pPr>
      <w:r>
        <w:rPr>
          <w:rtl/>
        </w:rPr>
        <w:t>هركس بر من يك بار درود فرستد خدا به رويش درى از عافيت خواهد گشود و نيز روايت شده است كه آن حضزت فرمودند: هركس بر من يك بار درود فرستد چيزى از گناه برايش باقى نخواهد ماند.</w:t>
      </w:r>
    </w:p>
    <w:p w:rsidR="007E6735" w:rsidRDefault="00910300" w:rsidP="007E6735">
      <w:pPr>
        <w:pStyle w:val="Heading3"/>
        <w:rPr>
          <w:rtl/>
        </w:rPr>
      </w:pPr>
      <w:bookmarkStart w:id="390" w:name="_Toc33993675"/>
      <w:bookmarkStart w:id="391" w:name="_Toc33993957"/>
      <w:bookmarkStart w:id="392" w:name="_Toc33994239"/>
      <w:bookmarkStart w:id="393" w:name="_Toc33994522"/>
      <w:bookmarkStart w:id="394" w:name="_Toc33994805"/>
      <w:r>
        <w:rPr>
          <w:rtl/>
        </w:rPr>
        <w:t>٧٥. پاك شدن سهر روز از گناه</w:t>
      </w:r>
      <w:bookmarkEnd w:id="390"/>
      <w:bookmarkEnd w:id="391"/>
      <w:bookmarkEnd w:id="392"/>
      <w:bookmarkEnd w:id="393"/>
      <w:bookmarkEnd w:id="394"/>
      <w:r>
        <w:rPr>
          <w:rtl/>
        </w:rPr>
        <w:t xml:space="preserve"> </w:t>
      </w:r>
    </w:p>
    <w:p w:rsidR="00910300" w:rsidRDefault="00910300" w:rsidP="007E6735">
      <w:pPr>
        <w:pStyle w:val="libNormal"/>
        <w:rPr>
          <w:rtl/>
        </w:rPr>
      </w:pPr>
      <w:r>
        <w:rPr>
          <w:rtl/>
        </w:rPr>
        <w:t xml:space="preserve"> رسول اكرم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هر كه يك مرتبه بر من صلوات فرستد، آن دو ملكى كه حافظ اويند، تا سه روز، هيچ گناه براى او نمى نويسند.</w:t>
      </w:r>
    </w:p>
    <w:p w:rsidR="007E6735" w:rsidRDefault="00910300" w:rsidP="007E6735">
      <w:pPr>
        <w:pStyle w:val="Heading3"/>
        <w:rPr>
          <w:rtl/>
        </w:rPr>
      </w:pPr>
      <w:bookmarkStart w:id="395" w:name="_Toc33993676"/>
      <w:bookmarkStart w:id="396" w:name="_Toc33993958"/>
      <w:bookmarkStart w:id="397" w:name="_Toc33994240"/>
      <w:bookmarkStart w:id="398" w:name="_Toc33994523"/>
      <w:bookmarkStart w:id="399" w:name="_Toc33994806"/>
      <w:r>
        <w:rPr>
          <w:rtl/>
        </w:rPr>
        <w:t>٧٦. ريزش گناهان</w:t>
      </w:r>
      <w:bookmarkEnd w:id="395"/>
      <w:bookmarkEnd w:id="396"/>
      <w:bookmarkEnd w:id="397"/>
      <w:bookmarkEnd w:id="398"/>
      <w:bookmarkEnd w:id="399"/>
      <w:r>
        <w:rPr>
          <w:rtl/>
        </w:rPr>
        <w:t xml:space="preserve"> </w:t>
      </w:r>
    </w:p>
    <w:p w:rsidR="00910300" w:rsidRDefault="00910300" w:rsidP="007E6735">
      <w:pPr>
        <w:pStyle w:val="libNormal"/>
        <w:rPr>
          <w:rtl/>
        </w:rPr>
      </w:pPr>
      <w:r>
        <w:rPr>
          <w:rtl/>
        </w:rPr>
        <w:t xml:space="preserve"> رسول خدا </w:t>
      </w:r>
      <w:r w:rsidR="00745C10" w:rsidRPr="00745C10">
        <w:rPr>
          <w:rStyle w:val="libAlaemChar"/>
          <w:rtl/>
        </w:rPr>
        <w:t>صلى‌الله‌عليه‌وآله‌وسلم</w:t>
      </w:r>
      <w:r>
        <w:rPr>
          <w:rtl/>
        </w:rPr>
        <w:t>فرمودند:</w:t>
      </w:r>
    </w:p>
    <w:p w:rsidR="00910300" w:rsidRDefault="00910300" w:rsidP="00910300">
      <w:pPr>
        <w:pStyle w:val="libNormal"/>
        <w:rPr>
          <w:rtl/>
        </w:rPr>
      </w:pPr>
      <w:r>
        <w:rPr>
          <w:rtl/>
        </w:rPr>
        <w:t>هرگاه كسى از امت من بر صلوات فرستد و به دنبال آن بر اهل بيت من صلوات فرستد، براى او درهاى آسمان باز خواهد شد و بر او فرشتگان هفتاد بار صلوات مى فرستند؛ گرچه گنهكار بسيار خطاكار باشد. سپس از او گناهان مى يزد، چنان كه برگ از درخت مى ريزد.</w:t>
      </w:r>
    </w:p>
    <w:p w:rsidR="007E6735" w:rsidRDefault="00910300" w:rsidP="007E6735">
      <w:pPr>
        <w:pStyle w:val="Heading3"/>
        <w:rPr>
          <w:rtl/>
        </w:rPr>
      </w:pPr>
      <w:bookmarkStart w:id="400" w:name="_Toc33993677"/>
      <w:bookmarkStart w:id="401" w:name="_Toc33993959"/>
      <w:bookmarkStart w:id="402" w:name="_Toc33994241"/>
      <w:bookmarkStart w:id="403" w:name="_Toc33994524"/>
      <w:bookmarkStart w:id="404" w:name="_Toc33994807"/>
      <w:r>
        <w:rPr>
          <w:rtl/>
        </w:rPr>
        <w:t>٧٧. لطف الهى بكند كار خويش</w:t>
      </w:r>
      <w:bookmarkEnd w:id="400"/>
      <w:bookmarkEnd w:id="401"/>
      <w:bookmarkEnd w:id="402"/>
      <w:bookmarkEnd w:id="403"/>
      <w:bookmarkEnd w:id="404"/>
      <w:r>
        <w:rPr>
          <w:rtl/>
        </w:rPr>
        <w:t xml:space="preserve"> </w:t>
      </w:r>
    </w:p>
    <w:p w:rsidR="00910300" w:rsidRDefault="00910300" w:rsidP="007E6735">
      <w:pPr>
        <w:pStyle w:val="libNormal"/>
        <w:rPr>
          <w:rtl/>
        </w:rPr>
      </w:pPr>
      <w:r>
        <w:rPr>
          <w:rtl/>
        </w:rPr>
        <w:t xml:space="preserve"> در كتابجذب القلوب الى ديار المحبوبنوشته شيخ عبدالحق دهلوى آمده است كه :</w:t>
      </w:r>
    </w:p>
    <w:p w:rsidR="00910300" w:rsidRDefault="00910300" w:rsidP="00910300">
      <w:pPr>
        <w:pStyle w:val="libNormal"/>
        <w:rPr>
          <w:rtl/>
        </w:rPr>
      </w:pPr>
      <w:r>
        <w:rPr>
          <w:rtl/>
        </w:rPr>
        <w:t xml:space="preserve">مردى هنگام طواف ، غير از صلوات بر پيغمبر </w:t>
      </w:r>
      <w:r w:rsidR="007560B2" w:rsidRPr="007560B2">
        <w:rPr>
          <w:rStyle w:val="libAlaemChar"/>
          <w:rtl/>
        </w:rPr>
        <w:t>صلى‌الله‌عليه‌وآله‌وسلم</w:t>
      </w:r>
      <w:r>
        <w:rPr>
          <w:rtl/>
        </w:rPr>
        <w:t xml:space="preserve"> به ذكر ديگرى نمى پرداخت . از او پرسيدند: چرا غير از صلوات ذكر ديگرى نمى گويى ؟</w:t>
      </w:r>
    </w:p>
    <w:p w:rsidR="00910300" w:rsidRDefault="00910300" w:rsidP="00910300">
      <w:pPr>
        <w:pStyle w:val="libNormal"/>
        <w:rPr>
          <w:rtl/>
        </w:rPr>
      </w:pPr>
      <w:r>
        <w:rPr>
          <w:rtl/>
        </w:rPr>
        <w:t xml:space="preserve">گفت : من با خدا عهد كردم كه به وردى غير از صلوات بر محمد و آل محمد نپردازم ؛ زيرا پس از آن كه پدرم وفات نمود، او را ديدم كه صورتش مانند </w:t>
      </w:r>
      <w:r>
        <w:rPr>
          <w:rtl/>
        </w:rPr>
        <w:lastRenderedPageBreak/>
        <w:t xml:space="preserve">صورت خر شد، بسيار غمگين و ناراحت شدم و با غصه خوابيدم ، در خواب ، رسول خدا </w:t>
      </w:r>
      <w:r w:rsidR="007560B2" w:rsidRPr="007560B2">
        <w:rPr>
          <w:rStyle w:val="libAlaemChar"/>
          <w:rtl/>
        </w:rPr>
        <w:t>صلى‌الله‌عليه‌وآله‌وسلم</w:t>
      </w:r>
      <w:r>
        <w:rPr>
          <w:rtl/>
        </w:rPr>
        <w:t xml:space="preserve"> را ديدم ، دامن آن بزرگوار را گرفته و التماس نمودم و او را شفيع پدر خود قرار دادم و به آن حضرت گفتم : چرا صورت پدرم تغيير كرده ؟</w:t>
      </w:r>
    </w:p>
    <w:p w:rsidR="00910300" w:rsidRDefault="00910300" w:rsidP="00910300">
      <w:pPr>
        <w:pStyle w:val="libNormal"/>
        <w:rPr>
          <w:rtl/>
        </w:rPr>
      </w:pPr>
      <w:r>
        <w:rPr>
          <w:rtl/>
        </w:rPr>
        <w:t>آن حضرت فرمودند:پدرت رباخوار بود و كسى كه در دنيا رباخوارى كند، در آخرت صورت او تغيير كرده و به شكل حمار (خر) در مى آيد؛ اما از آن جا كه پدر تو هر شب به هنگام خواب ، صدبار برمن ، صلوات مى فرستاد، به همين خاطر، من شفاعت تو را درباره او قبول نموده و صورتش را به حالت اوليه برگردانيدم .</w:t>
      </w:r>
    </w:p>
    <w:p w:rsidR="00910300" w:rsidRDefault="00910300" w:rsidP="00910300">
      <w:pPr>
        <w:pStyle w:val="libNormal"/>
        <w:rPr>
          <w:rtl/>
        </w:rPr>
      </w:pPr>
      <w:r>
        <w:rPr>
          <w:rtl/>
        </w:rPr>
        <w:t xml:space="preserve">من از خواب بيدار شدم ، هنگامى كه به صورت پدرم نگاه كردم ، ديدم صورتش مثل ماه مى درخشد، او را دفن كردم و به هنگام تدفين او شنيدم كه هاتفى مى گفت :سبب عانيت بارى تعالى و غفران و آموزش او به پدر تو به اين خاطر بود كه او بر پيامبر صلوات مى فرستاد. </w:t>
      </w:r>
      <w:r w:rsidRPr="007E6735">
        <w:rPr>
          <w:rStyle w:val="libFootnotenumChar"/>
          <w:rtl/>
        </w:rPr>
        <w:t>(٣٢)</w:t>
      </w:r>
    </w:p>
    <w:p w:rsidR="007E6735" w:rsidRDefault="00910300" w:rsidP="007E6735">
      <w:pPr>
        <w:pStyle w:val="Heading3"/>
        <w:rPr>
          <w:rtl/>
        </w:rPr>
      </w:pPr>
      <w:bookmarkStart w:id="405" w:name="_Toc33993678"/>
      <w:bookmarkStart w:id="406" w:name="_Toc33993960"/>
      <w:bookmarkStart w:id="407" w:name="_Toc33994242"/>
      <w:bookmarkStart w:id="408" w:name="_Toc33994525"/>
      <w:bookmarkStart w:id="409" w:name="_Toc33994808"/>
      <w:r>
        <w:rPr>
          <w:rtl/>
        </w:rPr>
        <w:t>٧٨. ثوات هفتاد و دو شهيد</w:t>
      </w:r>
      <w:bookmarkEnd w:id="405"/>
      <w:bookmarkEnd w:id="406"/>
      <w:bookmarkEnd w:id="407"/>
      <w:bookmarkEnd w:id="408"/>
      <w:bookmarkEnd w:id="409"/>
    </w:p>
    <w:p w:rsidR="00910300" w:rsidRDefault="00910300" w:rsidP="007E6735">
      <w:pPr>
        <w:pStyle w:val="libNormal"/>
        <w:rPr>
          <w:rtl/>
        </w:rPr>
      </w:pPr>
      <w:r>
        <w:rPr>
          <w:rtl/>
        </w:rPr>
        <w:t xml:space="preserve"> رسول خدا </w:t>
      </w:r>
      <w:r w:rsidR="00745C10" w:rsidRPr="00745C10">
        <w:rPr>
          <w:rStyle w:val="libAlaemChar"/>
          <w:rtl/>
        </w:rPr>
        <w:t>صلى‌الله‌عليه‌وآله‌وسلم</w:t>
      </w:r>
      <w:r>
        <w:rPr>
          <w:rtl/>
        </w:rPr>
        <w:t>فرمودند:</w:t>
      </w:r>
    </w:p>
    <w:p w:rsidR="00910300" w:rsidRDefault="00910300" w:rsidP="00910300">
      <w:pPr>
        <w:pStyle w:val="libNormal"/>
        <w:rPr>
          <w:rStyle w:val="libFootnotenumChar"/>
          <w:rtl/>
        </w:rPr>
      </w:pPr>
      <w:r>
        <w:rPr>
          <w:rtl/>
        </w:rPr>
        <w:t xml:space="preserve">هركس بر محمد و آل او صلوات بفرستد، خداوند به او ثواب هفتاد و دوشهيد عنايت فرمايد و از گناهان بيرون مى آيد مانند روزى كه از مادر متولد شده باشد. </w:t>
      </w:r>
      <w:r w:rsidRPr="007E6735">
        <w:rPr>
          <w:rStyle w:val="libFootnotenumChar"/>
          <w:rtl/>
        </w:rPr>
        <w:t>(٣٣)</w:t>
      </w:r>
    </w:p>
    <w:p w:rsidR="007E6735" w:rsidRDefault="007E6735" w:rsidP="007E6735">
      <w:pPr>
        <w:pStyle w:val="Heading3"/>
        <w:rPr>
          <w:rtl/>
        </w:rPr>
      </w:pPr>
      <w:r>
        <w:rPr>
          <w:rtl/>
        </w:rPr>
        <w:br w:type="page"/>
      </w:r>
      <w:bookmarkStart w:id="410" w:name="_Toc33993679"/>
      <w:bookmarkStart w:id="411" w:name="_Toc33993961"/>
      <w:bookmarkStart w:id="412" w:name="_Toc33994243"/>
      <w:bookmarkStart w:id="413" w:name="_Toc33994526"/>
      <w:bookmarkStart w:id="414" w:name="_Toc33994809"/>
      <w:r w:rsidR="00910300">
        <w:rPr>
          <w:rtl/>
        </w:rPr>
        <w:lastRenderedPageBreak/>
        <w:t>٧٩. ثواب عادت به نوشتن ذكر صلوات</w:t>
      </w:r>
      <w:bookmarkEnd w:id="410"/>
      <w:bookmarkEnd w:id="411"/>
      <w:bookmarkEnd w:id="412"/>
      <w:bookmarkEnd w:id="413"/>
      <w:bookmarkEnd w:id="414"/>
      <w:r w:rsidR="00910300">
        <w:rPr>
          <w:rtl/>
        </w:rPr>
        <w:t xml:space="preserve"> </w:t>
      </w:r>
    </w:p>
    <w:p w:rsidR="00910300" w:rsidRDefault="00910300" w:rsidP="007E6735">
      <w:pPr>
        <w:pStyle w:val="libNormal"/>
        <w:rPr>
          <w:rtl/>
        </w:rPr>
      </w:pPr>
      <w:r>
        <w:rPr>
          <w:rtl/>
        </w:rPr>
        <w:t xml:space="preserve"> در كتاب</w:t>
      </w:r>
      <w:r w:rsidR="007E6735">
        <w:rPr>
          <w:rFonts w:hint="cs"/>
          <w:rtl/>
        </w:rPr>
        <w:t xml:space="preserve"> </w:t>
      </w:r>
      <w:r>
        <w:rPr>
          <w:rtl/>
        </w:rPr>
        <w:t>معراج النبوه</w:t>
      </w:r>
      <w:r w:rsidR="007E6735">
        <w:rPr>
          <w:rFonts w:hint="cs"/>
          <w:rtl/>
        </w:rPr>
        <w:t xml:space="preserve"> </w:t>
      </w:r>
      <w:r>
        <w:rPr>
          <w:rtl/>
        </w:rPr>
        <w:t xml:space="preserve">آمده است كه : مردى در كوفه براى مردم كتاب مى نوشت و عادت داشت كه هنگام نوشتن ، هرگاه به نام مبارك پيامبر </w:t>
      </w:r>
      <w:r w:rsidR="00745C10" w:rsidRPr="00745C10">
        <w:rPr>
          <w:rStyle w:val="libAlaemChar"/>
          <w:rtl/>
        </w:rPr>
        <w:t>صلى‌الله‌عليه‌وآله‌وسلم</w:t>
      </w:r>
      <w:r>
        <w:rPr>
          <w:rtl/>
        </w:rPr>
        <w:t>مى رسيد، صلوات را نيز همراه آن مى نوشت ، پس از اين كه وفات نمود، او را در خواب ديدند، از نوشتن نام پيامبر</w:t>
      </w:r>
      <w:r w:rsidR="007E6735">
        <w:rPr>
          <w:rFonts w:hint="cs"/>
          <w:rtl/>
        </w:rPr>
        <w:t xml:space="preserve"> </w:t>
      </w:r>
      <w:r w:rsidR="007E6735" w:rsidRPr="007E6735">
        <w:rPr>
          <w:rStyle w:val="libAlaemChar"/>
          <w:rtl/>
        </w:rPr>
        <w:t xml:space="preserve">صلى‌الله‌عليه‌وآله‌وسلم </w:t>
      </w:r>
      <w:r>
        <w:rPr>
          <w:rtl/>
        </w:rPr>
        <w:t xml:space="preserve">را نيز بنويسم به همين خاطر مرا آمرزيدند. </w:t>
      </w:r>
      <w:r w:rsidRPr="007E6735">
        <w:rPr>
          <w:rStyle w:val="libFootnotenumChar"/>
          <w:rtl/>
        </w:rPr>
        <w:t>(٣٤)</w:t>
      </w:r>
    </w:p>
    <w:p w:rsidR="00910300" w:rsidRDefault="00910300" w:rsidP="00910300">
      <w:pPr>
        <w:pStyle w:val="libNormal"/>
        <w:rPr>
          <w:rtl/>
        </w:rPr>
      </w:pPr>
      <w:r>
        <w:rPr>
          <w:rtl/>
        </w:rPr>
        <w:t xml:space="preserve">٨٠. رفع غيبت : روزى ، يكى از اولياء به الياس و خضر - </w:t>
      </w:r>
      <w:r w:rsidR="007560B2" w:rsidRPr="007560B2">
        <w:rPr>
          <w:rStyle w:val="libAlaemChar"/>
          <w:rtl/>
        </w:rPr>
        <w:t xml:space="preserve">عليه‌السلام </w:t>
      </w:r>
      <w:r>
        <w:rPr>
          <w:rtl/>
        </w:rPr>
        <w:t xml:space="preserve"> - شكايت كرد، كه مردم ، غيبت بسيار مى كنند و آن از گناهان كبيره است . هر چند كه ايشان را نصيحت مى كنم و از آن منع مى نمايم ، سخن من را نمى شنوند و آن عمل قبيح را ترك نمى كنند. حضرت الياس - </w:t>
      </w:r>
      <w:r w:rsidR="007560B2" w:rsidRPr="007560B2">
        <w:rPr>
          <w:rStyle w:val="libAlaemChar"/>
          <w:rtl/>
        </w:rPr>
        <w:t xml:space="preserve">عليه‌السلام </w:t>
      </w:r>
      <w:r>
        <w:rPr>
          <w:rtl/>
        </w:rPr>
        <w:t xml:space="preserve"> - فرمود: چاره اين كار، آن است كه چون كسى به مجلس درآيد، به او بگويد:بسم الله الرحمن الرحيم صلى الله على محمد و آل محمد،كه حق تعالى ، ملكى را بر اهل آن مجلس موكل مى گرداند، كه هرگاه كسى شروع در غيبت نمايد، آن را از آن باز دارد؛ و از حق تعالى سؤ ال نمايد، تا آن قوم را از غيبت كردن نگاه دارد.</w:t>
      </w:r>
    </w:p>
    <w:p w:rsidR="00910300" w:rsidRDefault="00910300" w:rsidP="00910300">
      <w:pPr>
        <w:pStyle w:val="libNormal"/>
        <w:rPr>
          <w:rtl/>
        </w:rPr>
      </w:pPr>
      <w:r>
        <w:rPr>
          <w:rtl/>
        </w:rPr>
        <w:t xml:space="preserve">پس حضرت خضر - </w:t>
      </w:r>
      <w:r w:rsidR="007560B2" w:rsidRPr="007560B2">
        <w:rPr>
          <w:rStyle w:val="libAlaemChar"/>
          <w:rtl/>
        </w:rPr>
        <w:t xml:space="preserve">عليه‌السلام </w:t>
      </w:r>
      <w:r>
        <w:rPr>
          <w:rtl/>
        </w:rPr>
        <w:t xml:space="preserve"> - فرمود كه : چون كسى در وقت بيرون رفتن از مجلس ، بگويد:بسم الله الرحمن الرحيم و صلى الله على محمد وآل محمد، حق تعالى ملكى را مى فرستد، تا آن كه نگذارد كه اهل آن مجلس ، غيبت او نمايند.</w:t>
      </w:r>
    </w:p>
    <w:p w:rsidR="00910300" w:rsidRDefault="007E6735" w:rsidP="007E6735">
      <w:pPr>
        <w:pStyle w:val="libNormal"/>
        <w:rPr>
          <w:rtl/>
        </w:rPr>
      </w:pPr>
      <w:r>
        <w:rPr>
          <w:rtl/>
        </w:rPr>
        <w:br w:type="page"/>
      </w:r>
      <w:bookmarkStart w:id="415" w:name="_Toc33993680"/>
      <w:bookmarkStart w:id="416" w:name="_Toc33993962"/>
      <w:bookmarkStart w:id="417" w:name="_Toc33994244"/>
      <w:bookmarkStart w:id="418" w:name="_Toc33994527"/>
      <w:bookmarkStart w:id="419" w:name="_Toc33994810"/>
      <w:r w:rsidR="00910300" w:rsidRPr="007E6735">
        <w:rPr>
          <w:rStyle w:val="Heading2Char"/>
          <w:rtl/>
        </w:rPr>
        <w:lastRenderedPageBreak/>
        <w:t>بخش ششم : حفاظت مال و جان</w:t>
      </w:r>
      <w:bookmarkEnd w:id="415"/>
      <w:bookmarkEnd w:id="416"/>
      <w:bookmarkEnd w:id="417"/>
      <w:bookmarkEnd w:id="418"/>
      <w:bookmarkEnd w:id="419"/>
      <w:r w:rsidR="00910300" w:rsidRPr="007E6735">
        <w:rPr>
          <w:rStyle w:val="Heading2Char"/>
          <w:rtl/>
        </w:rPr>
        <w:t xml:space="preserve"> </w:t>
      </w:r>
    </w:p>
    <w:p w:rsidR="007E6735" w:rsidRDefault="007E6735" w:rsidP="007E6735">
      <w:pPr>
        <w:pStyle w:val="libNormal"/>
        <w:rPr>
          <w:rtl/>
        </w:rPr>
      </w:pPr>
    </w:p>
    <w:p w:rsidR="007E6735" w:rsidRDefault="00910300" w:rsidP="007E6735">
      <w:pPr>
        <w:pStyle w:val="Heading3"/>
        <w:rPr>
          <w:rtl/>
        </w:rPr>
      </w:pPr>
      <w:bookmarkStart w:id="420" w:name="_Toc33993681"/>
      <w:bookmarkStart w:id="421" w:name="_Toc33993963"/>
      <w:bookmarkStart w:id="422" w:name="_Toc33994245"/>
      <w:bookmarkStart w:id="423" w:name="_Toc33994528"/>
      <w:bookmarkStart w:id="424" w:name="_Toc33994811"/>
      <w:r>
        <w:rPr>
          <w:rtl/>
        </w:rPr>
        <w:t>٨١. محفوظ ماندن عيال</w:t>
      </w:r>
      <w:bookmarkEnd w:id="420"/>
      <w:bookmarkEnd w:id="421"/>
      <w:bookmarkEnd w:id="422"/>
      <w:bookmarkEnd w:id="423"/>
      <w:bookmarkEnd w:id="424"/>
      <w:r>
        <w:rPr>
          <w:rtl/>
        </w:rPr>
        <w:t xml:space="preserve"> </w:t>
      </w:r>
    </w:p>
    <w:p w:rsidR="00910300" w:rsidRDefault="00910300" w:rsidP="007E6735">
      <w:pPr>
        <w:pStyle w:val="libNormal"/>
        <w:rPr>
          <w:rtl/>
        </w:rPr>
      </w:pPr>
      <w:r>
        <w:rPr>
          <w:rtl/>
        </w:rPr>
        <w:t xml:space="preserve"> امام حسن عسكرى - </w:t>
      </w:r>
      <w:r w:rsidR="007560B2" w:rsidRPr="007560B2">
        <w:rPr>
          <w:rStyle w:val="libAlaemChar"/>
          <w:rtl/>
        </w:rPr>
        <w:t xml:space="preserve">عليه‌السلام </w:t>
      </w:r>
      <w:r>
        <w:rPr>
          <w:rtl/>
        </w:rPr>
        <w:t xml:space="preserve"> - فرمودند:</w:t>
      </w:r>
    </w:p>
    <w:p w:rsidR="00910300" w:rsidRDefault="00910300" w:rsidP="00910300">
      <w:pPr>
        <w:pStyle w:val="libNormal"/>
        <w:rPr>
          <w:rtl/>
        </w:rPr>
      </w:pPr>
      <w:r>
        <w:rPr>
          <w:rtl/>
        </w:rPr>
        <w:t xml:space="preserve">مردى از دوستداران على - </w:t>
      </w:r>
      <w:r w:rsidR="007560B2" w:rsidRPr="007560B2">
        <w:rPr>
          <w:rStyle w:val="libAlaemChar"/>
          <w:rtl/>
        </w:rPr>
        <w:t xml:space="preserve">عليه‌السلام </w:t>
      </w:r>
      <w:r>
        <w:rPr>
          <w:rtl/>
        </w:rPr>
        <w:t xml:space="preserve"> - از شهر نامه اى خدمت ايشان نوشته كه : من مال زيادى دارم و داراى اهل و عيال هستم كه خدمت شما برسم .</w:t>
      </w:r>
    </w:p>
    <w:p w:rsidR="00910300" w:rsidRDefault="00910300" w:rsidP="00910300">
      <w:pPr>
        <w:pStyle w:val="libNormal"/>
        <w:rPr>
          <w:rtl/>
        </w:rPr>
      </w:pPr>
      <w:r>
        <w:rPr>
          <w:rtl/>
        </w:rPr>
        <w:t xml:space="preserve">حضرت پاسخ فرمودند: اموال خود را در جايى جمع كن و صلوات بر روح محمد - </w:t>
      </w:r>
      <w:r w:rsidR="00745C10" w:rsidRPr="00745C10">
        <w:rPr>
          <w:rStyle w:val="libAlaemChar"/>
          <w:rtl/>
        </w:rPr>
        <w:t>صلى‌الله‌عليه‌وآله‌وسلم</w:t>
      </w:r>
      <w:r>
        <w:rPr>
          <w:rtl/>
        </w:rPr>
        <w:t xml:space="preserve">- بفرست و بگو خدايا! اينها به امر بنده تو على بن ابى طالب - </w:t>
      </w:r>
      <w:r w:rsidR="007560B2" w:rsidRPr="007560B2">
        <w:rPr>
          <w:rStyle w:val="libAlaemChar"/>
          <w:rtl/>
        </w:rPr>
        <w:t xml:space="preserve">عليه‌السلام </w:t>
      </w:r>
      <w:r>
        <w:rPr>
          <w:rtl/>
        </w:rPr>
        <w:t xml:space="preserve"> - نزد تو امانت است .</w:t>
      </w:r>
    </w:p>
    <w:p w:rsidR="00910300" w:rsidRDefault="00910300" w:rsidP="00910300">
      <w:pPr>
        <w:pStyle w:val="libNormal"/>
        <w:rPr>
          <w:rtl/>
        </w:rPr>
      </w:pPr>
      <w:r>
        <w:rPr>
          <w:rtl/>
        </w:rPr>
        <w:t xml:space="preserve">آن مرد همان گونه كه حضرت فرموده بودند عمل نمود، به شهر كوفه رفت تا به خدمت حضرت على - </w:t>
      </w:r>
      <w:r w:rsidR="007560B2" w:rsidRPr="007560B2">
        <w:rPr>
          <w:rStyle w:val="libAlaemChar"/>
          <w:rtl/>
        </w:rPr>
        <w:t xml:space="preserve">عليه‌السلام </w:t>
      </w:r>
      <w:r>
        <w:rPr>
          <w:rtl/>
        </w:rPr>
        <w:t xml:space="preserve"> - رسيد.</w:t>
      </w:r>
    </w:p>
    <w:p w:rsidR="00910300" w:rsidRDefault="00910300" w:rsidP="00910300">
      <w:pPr>
        <w:pStyle w:val="libNormal"/>
        <w:rPr>
          <w:rtl/>
        </w:rPr>
      </w:pPr>
      <w:r>
        <w:rPr>
          <w:rtl/>
        </w:rPr>
        <w:t>خبر به معاويه رسيد و دستور داد بروند و تمام اموالش را غارت كنند و عيال او را به كنيزى بگيرند.</w:t>
      </w:r>
    </w:p>
    <w:p w:rsidR="00910300" w:rsidRDefault="00910300" w:rsidP="00910300">
      <w:pPr>
        <w:pStyle w:val="libNormal"/>
        <w:rPr>
          <w:rtl/>
        </w:rPr>
      </w:pPr>
      <w:r>
        <w:rPr>
          <w:rtl/>
        </w:rPr>
        <w:t>وقتى گماشتگان معاويه وارد خانه آن مرد شدند، هيچ كس را جز اهل و عيال معاويه و يزيد در آن محل نديدند. اهل و عيال معاويه و يزيد به گماشتگان گفتند: شما برگرديد؛ زيرا ما هر چه اموال بود گرفتم و اهل و عاليش را هم به بازار فرستاديم ، گماشتگان برگشتند و به اين گونه خداوند اهل و عيال آن مرد را حفظ نمود.</w:t>
      </w:r>
    </w:p>
    <w:p w:rsidR="00910300" w:rsidRDefault="00910300" w:rsidP="00910300">
      <w:pPr>
        <w:pStyle w:val="libNormal"/>
        <w:rPr>
          <w:rtl/>
        </w:rPr>
      </w:pPr>
      <w:r>
        <w:rPr>
          <w:rtl/>
        </w:rPr>
        <w:t xml:space="preserve">پس از چند روز دزدان شهر خبردار شدند كه آن مرد نيست و اموالش بى صاحب است . آنها آمدند تا هر چه دارد به غارت ببرند؛ اما به قدرت خداى متعال ، اموال آن مرد را به صورت مار و عقرب ديدند. بعضى از آنها مارگزيده شده و هلاك گشتند و بعضى هم بيمار شدند. تا اين كه يك روز اميرالمومنين </w:t>
      </w:r>
      <w:r>
        <w:rPr>
          <w:rtl/>
        </w:rPr>
        <w:lastRenderedPageBreak/>
        <w:t xml:space="preserve">على - </w:t>
      </w:r>
      <w:r w:rsidR="007560B2" w:rsidRPr="007560B2">
        <w:rPr>
          <w:rStyle w:val="libAlaemChar"/>
          <w:rtl/>
        </w:rPr>
        <w:t xml:space="preserve">عليه‌السلام </w:t>
      </w:r>
      <w:r>
        <w:rPr>
          <w:rtl/>
        </w:rPr>
        <w:t xml:space="preserve"> - به آن مرد فرمودند:آيا دارى اهل و عيال و اموالت در مقابل تو حاضر شوند؟</w:t>
      </w:r>
    </w:p>
    <w:p w:rsidR="00910300" w:rsidRDefault="00910300" w:rsidP="00910300">
      <w:pPr>
        <w:pStyle w:val="libNormal"/>
        <w:rPr>
          <w:rtl/>
        </w:rPr>
      </w:pPr>
      <w:r>
        <w:rPr>
          <w:rtl/>
        </w:rPr>
        <w:t>آن مرد گفت : آرى .</w:t>
      </w:r>
    </w:p>
    <w:p w:rsidR="00910300" w:rsidRDefault="00910300" w:rsidP="00910300">
      <w:pPr>
        <w:pStyle w:val="libNormal"/>
        <w:rPr>
          <w:rtl/>
        </w:rPr>
      </w:pPr>
      <w:r>
        <w:rPr>
          <w:rtl/>
        </w:rPr>
        <w:t>سپس تمام اموال و اهل و عيال ايشان به معجزه آن حضرت حاضر شدند و در اين حال وقايع پيش آمده را تعريف كردند كه چگونه اهل و عيال يزيد و معاويه آمدند و چگونه دزدان به دست مارها و عقرب ها گزيده شدند.</w:t>
      </w:r>
    </w:p>
    <w:p w:rsidR="00910300" w:rsidRDefault="00910300" w:rsidP="00910300">
      <w:pPr>
        <w:pStyle w:val="libNormal"/>
        <w:rPr>
          <w:rtl/>
        </w:rPr>
      </w:pPr>
      <w:r>
        <w:rPr>
          <w:rtl/>
        </w:rPr>
        <w:t>حضرت فرمودند:</w:t>
      </w:r>
    </w:p>
    <w:p w:rsidR="00910300" w:rsidRDefault="00910300" w:rsidP="00910300">
      <w:pPr>
        <w:pStyle w:val="libNormal"/>
        <w:rPr>
          <w:rtl/>
        </w:rPr>
      </w:pPr>
      <w:r>
        <w:rPr>
          <w:rtl/>
        </w:rPr>
        <w:t>ان الله ربما اظهر آيه لبعض المومنين ليزيد فى بصيرته ؛</w:t>
      </w:r>
    </w:p>
    <w:p w:rsidR="00910300" w:rsidRDefault="00910300" w:rsidP="00910300">
      <w:pPr>
        <w:pStyle w:val="libNormal"/>
        <w:rPr>
          <w:rtl/>
        </w:rPr>
      </w:pPr>
      <w:r>
        <w:rPr>
          <w:rtl/>
        </w:rPr>
        <w:t>يعنى :در بعضى از اوقات براى مؤ منين نشانه اى ظاهر مى شود تا ايمان آنها اضافه شود.</w:t>
      </w:r>
    </w:p>
    <w:p w:rsidR="00480DC8" w:rsidRDefault="00910300" w:rsidP="00480DC8">
      <w:pPr>
        <w:pStyle w:val="Heading3"/>
        <w:rPr>
          <w:rtl/>
        </w:rPr>
      </w:pPr>
      <w:bookmarkStart w:id="425" w:name="_Toc33993682"/>
      <w:bookmarkStart w:id="426" w:name="_Toc33993964"/>
      <w:bookmarkStart w:id="427" w:name="_Toc33994246"/>
      <w:bookmarkStart w:id="428" w:name="_Toc33994529"/>
      <w:bookmarkStart w:id="429" w:name="_Toc33994812"/>
      <w:r>
        <w:rPr>
          <w:rtl/>
        </w:rPr>
        <w:t>٨٢. نجات ملاحسين كاشفى</w:t>
      </w:r>
      <w:bookmarkEnd w:id="425"/>
      <w:bookmarkEnd w:id="426"/>
      <w:bookmarkEnd w:id="427"/>
      <w:bookmarkEnd w:id="428"/>
      <w:bookmarkEnd w:id="429"/>
      <w:r>
        <w:rPr>
          <w:rtl/>
        </w:rPr>
        <w:t xml:space="preserve"> </w:t>
      </w:r>
    </w:p>
    <w:p w:rsidR="00910300" w:rsidRDefault="00910300" w:rsidP="00480DC8">
      <w:pPr>
        <w:pStyle w:val="libNormal"/>
        <w:rPr>
          <w:rtl/>
        </w:rPr>
      </w:pPr>
      <w:r>
        <w:rPr>
          <w:rtl/>
        </w:rPr>
        <w:t xml:space="preserve"> ملاحسين كاشفى ، در يكى از تاءليفات خود ذكر كرده است كه :</w:t>
      </w:r>
    </w:p>
    <w:p w:rsidR="00910300" w:rsidRDefault="00910300" w:rsidP="00910300">
      <w:pPr>
        <w:pStyle w:val="libNormal"/>
        <w:rPr>
          <w:rtl/>
        </w:rPr>
      </w:pPr>
      <w:r>
        <w:rPr>
          <w:rtl/>
        </w:rPr>
        <w:t>وقتى ناچارا، با اهل و عيال ، از وطن به طرفى مى رفتم و از ياران و مددكاران كسى همراه ما نبود. ناگاه جمعى كثير به ما رسيدند، كه از صفحات آنان ، آثار خوف و اضطراب ظاهر بود. و بعد از جستجو گفتند: در اين راه ، قطاع الطريق هستند، همه مكمل و مسلح . ما با وجود كثرت ، به هزار زحمت از ايشان گذشتيم . و تو با اين تنهايى و بى نوايى ، چگونه از تعرض و آزارايشان رها مى شدى ؟ بهتر آن است كه بازگردى .</w:t>
      </w:r>
    </w:p>
    <w:p w:rsidR="00910300" w:rsidRDefault="00910300" w:rsidP="00910300">
      <w:pPr>
        <w:pStyle w:val="libNormal"/>
        <w:rPr>
          <w:rtl/>
        </w:rPr>
      </w:pPr>
      <w:r>
        <w:rPr>
          <w:rtl/>
        </w:rPr>
        <w:t>چمن بازگشتن مصلحت وقت نبود، حيرت عظيم به من دست داد. و در آن اثنا، خواب بر من غلبه كرد. و در خواب ديدم كه كسى به من مى گويد كه اين صلوات را بخوان :</w:t>
      </w:r>
    </w:p>
    <w:p w:rsidR="00910300" w:rsidRDefault="00910300" w:rsidP="00910300">
      <w:pPr>
        <w:pStyle w:val="libNormal"/>
        <w:rPr>
          <w:rtl/>
        </w:rPr>
      </w:pPr>
      <w:r>
        <w:rPr>
          <w:rtl/>
        </w:rPr>
        <w:lastRenderedPageBreak/>
        <w:t>اللهم صلى على النبى محمد و آله كما امرتنا ان نصلى عليهم و صل على محمد النبى و آله كما ينبغى ان نصلى عليهم و صل على محمد النبى و آله بعدد نت صلى عليهم و صل على محمد النبى و آله بعدد من لم يصل عليهم و صل على محمد النبى و آله كما تحب ان تصلى عليهم .</w:t>
      </w:r>
    </w:p>
    <w:p w:rsidR="00480DC8" w:rsidRDefault="00910300" w:rsidP="00910300">
      <w:pPr>
        <w:pStyle w:val="libNormal"/>
        <w:rPr>
          <w:rtl/>
        </w:rPr>
      </w:pPr>
      <w:r>
        <w:rPr>
          <w:rtl/>
        </w:rPr>
        <w:t>و من هرگز اين كلمات را در كتابى نديده ، و از كسى نشيدم . وقتى بيدار شدم ، اين كلمات بر زبان جارى بود و مى خواندم . آن دو سه نفر كه با من بودند، در خواندن آن با من موافقت كردند. و روانه شده ، به اندك فرصتى به گروه دزدان رسيده ؛ و ايشان را مى ديدم و سخن آنها را مى شنيديم ؛ و ايشان ما را نمى ديدند؛ تا اين كه گذشتيم . از بركت صلوات ، از چنان مهلكه اى ، كه بيم قتل و اسارت و غارت و جريح ، نجات يافته ، به قصد رسيديم .</w:t>
      </w:r>
    </w:p>
    <w:p w:rsidR="00480DC8" w:rsidRDefault="00480DC8" w:rsidP="00480DC8">
      <w:pPr>
        <w:pStyle w:val="Heading3"/>
        <w:rPr>
          <w:rtl/>
        </w:rPr>
      </w:pPr>
      <w:r>
        <w:rPr>
          <w:rtl/>
        </w:rPr>
        <w:br w:type="page"/>
      </w:r>
      <w:bookmarkStart w:id="430" w:name="_Toc33993683"/>
      <w:bookmarkStart w:id="431" w:name="_Toc33993965"/>
      <w:bookmarkStart w:id="432" w:name="_Toc33994247"/>
      <w:bookmarkStart w:id="433" w:name="_Toc33994530"/>
      <w:bookmarkStart w:id="434" w:name="_Toc33994813"/>
      <w:r w:rsidR="00910300">
        <w:rPr>
          <w:rtl/>
        </w:rPr>
        <w:lastRenderedPageBreak/>
        <w:t>٨٣. شهادت شتر</w:t>
      </w:r>
      <w:bookmarkEnd w:id="430"/>
      <w:bookmarkEnd w:id="431"/>
      <w:bookmarkEnd w:id="432"/>
      <w:bookmarkEnd w:id="433"/>
      <w:bookmarkEnd w:id="434"/>
    </w:p>
    <w:p w:rsidR="00910300" w:rsidRDefault="00910300" w:rsidP="00480DC8">
      <w:pPr>
        <w:pStyle w:val="libNormal"/>
        <w:rPr>
          <w:rtl/>
        </w:rPr>
      </w:pPr>
      <w:r>
        <w:rPr>
          <w:rtl/>
        </w:rPr>
        <w:t xml:space="preserve"> شيخ طوسى در كتاب</w:t>
      </w:r>
      <w:r w:rsidR="00480DC8">
        <w:rPr>
          <w:rFonts w:hint="cs"/>
          <w:rtl/>
        </w:rPr>
        <w:t xml:space="preserve"> </w:t>
      </w:r>
      <w:r>
        <w:rPr>
          <w:rtl/>
        </w:rPr>
        <w:t xml:space="preserve">امالى </w:t>
      </w:r>
      <w:r w:rsidRPr="00480DC8">
        <w:rPr>
          <w:rStyle w:val="libFootnotenumChar"/>
          <w:rtl/>
        </w:rPr>
        <w:t>(٣٥)</w:t>
      </w:r>
      <w:r>
        <w:rPr>
          <w:rtl/>
        </w:rPr>
        <w:t xml:space="preserve"> به سند خود از زيد بن ثابت روايت كرده كه : وقتى ، در خدمت رسول خدا - </w:t>
      </w:r>
      <w:r w:rsidR="00745C10" w:rsidRPr="00745C10">
        <w:rPr>
          <w:rStyle w:val="libAlaemChar"/>
          <w:rtl/>
        </w:rPr>
        <w:t>صلى‌الله‌عليه‌وآله‌وسلم</w:t>
      </w:r>
      <w:r>
        <w:rPr>
          <w:rtl/>
        </w:rPr>
        <w:t>-، به غزوه اى از غزوات مى رفتيم . در بين راه ، اعرابى پيدا شد، مهار شترى در دست گرفته آمد، و نزد آن حضرت ايستاد و گفت :السلام عليك يا رسول الله و رحمة الله و بركاته .</w:t>
      </w:r>
    </w:p>
    <w:p w:rsidR="00910300" w:rsidRDefault="00910300" w:rsidP="00910300">
      <w:pPr>
        <w:pStyle w:val="libNormal"/>
        <w:rPr>
          <w:rtl/>
        </w:rPr>
      </w:pPr>
      <w:r>
        <w:rPr>
          <w:rtl/>
        </w:rPr>
        <w:t>آن حضرت جواب سلام را داد.</w:t>
      </w:r>
    </w:p>
    <w:p w:rsidR="00910300" w:rsidRDefault="00910300" w:rsidP="00910300">
      <w:pPr>
        <w:pStyle w:val="libNormal"/>
        <w:rPr>
          <w:rtl/>
        </w:rPr>
      </w:pPr>
      <w:r>
        <w:rPr>
          <w:rtl/>
        </w:rPr>
        <w:t>آن اعرابى گفت : پدر و مادرم فداى تو باد، يا رسول الله ! چگونه است احوال تو؟</w:t>
      </w:r>
    </w:p>
    <w:p w:rsidR="00910300" w:rsidRDefault="00910300" w:rsidP="00910300">
      <w:pPr>
        <w:pStyle w:val="libNormal"/>
        <w:rPr>
          <w:rtl/>
        </w:rPr>
      </w:pPr>
      <w:r>
        <w:rPr>
          <w:rtl/>
        </w:rPr>
        <w:t>آن حضرت فرمود:خدا را حمد مى كنم . احوال تو چگونه است ؟</w:t>
      </w:r>
    </w:p>
    <w:p w:rsidR="00910300" w:rsidRDefault="00910300" w:rsidP="00910300">
      <w:pPr>
        <w:pStyle w:val="libNormal"/>
        <w:rPr>
          <w:rtl/>
        </w:rPr>
      </w:pPr>
      <w:r>
        <w:rPr>
          <w:rtl/>
        </w:rPr>
        <w:t>در عقب آن شتر، مردى ديگر بود، كه شتر را مى راند، آن مرد گفت : يا رسول الله ! اين اعرابى شتر من را دزديده است .</w:t>
      </w:r>
    </w:p>
    <w:p w:rsidR="00910300" w:rsidRDefault="00910300" w:rsidP="00910300">
      <w:pPr>
        <w:pStyle w:val="libNormal"/>
        <w:rPr>
          <w:rtl/>
        </w:rPr>
      </w:pPr>
      <w:r>
        <w:rPr>
          <w:rtl/>
        </w:rPr>
        <w:t xml:space="preserve">آن شتر آوازى مى كرد، و رسول خدا - </w:t>
      </w:r>
      <w:r w:rsidR="00745C10" w:rsidRPr="00745C10">
        <w:rPr>
          <w:rStyle w:val="libAlaemChar"/>
          <w:rtl/>
        </w:rPr>
        <w:t>صلى‌الله‌عليه‌وآله‌وسلم</w:t>
      </w:r>
      <w:r>
        <w:rPr>
          <w:rtl/>
        </w:rPr>
        <w:t>- ساكت بود، و گوش به آواز آن شتر داده بود. پس از ساعتى رو به جانب مرد كرد، و فرمود:برو، زيرا كه شتر شهادت داد كه تو دروغ مى گويى .</w:t>
      </w:r>
    </w:p>
    <w:p w:rsidR="00910300" w:rsidRDefault="00910300" w:rsidP="00910300">
      <w:pPr>
        <w:pStyle w:val="libNormal"/>
        <w:rPr>
          <w:rtl/>
        </w:rPr>
      </w:pPr>
      <w:r>
        <w:rPr>
          <w:rtl/>
        </w:rPr>
        <w:t>آن مرد رفت ، پس آن حضرت ، از آن اعرابى پرسيد:در آن وقت كه در نزد من آمدى ، چه مى گفتى ؟</w:t>
      </w:r>
    </w:p>
    <w:p w:rsidR="00910300" w:rsidRDefault="00910300" w:rsidP="00910300">
      <w:pPr>
        <w:pStyle w:val="libNormal"/>
        <w:rPr>
          <w:rtl/>
        </w:rPr>
      </w:pPr>
      <w:r>
        <w:rPr>
          <w:rtl/>
        </w:rPr>
        <w:t>گفت : مى گفتم :اللهم صل على محمد حتى لا تبقى صلوة . اللهم بارك على محمد حتى لا تبقى بركة . اللهم سلم على محمد حتى لا تبقى سلام اللهم ارحم محمدا حتى لا تبقى رحمة .</w:t>
      </w:r>
    </w:p>
    <w:p w:rsidR="00480DC8" w:rsidRDefault="00910300" w:rsidP="00910300">
      <w:pPr>
        <w:pStyle w:val="libNormal"/>
        <w:rPr>
          <w:rtl/>
        </w:rPr>
      </w:pPr>
      <w:r>
        <w:rPr>
          <w:rtl/>
        </w:rPr>
        <w:t xml:space="preserve">رسول خدا - </w:t>
      </w:r>
      <w:r w:rsidR="00745C10" w:rsidRPr="00745C10">
        <w:rPr>
          <w:rStyle w:val="libAlaemChar"/>
          <w:rtl/>
        </w:rPr>
        <w:t>صلى‌الله‌عليه‌وآله‌وسلم</w:t>
      </w:r>
      <w:r>
        <w:rPr>
          <w:rtl/>
        </w:rPr>
        <w:t>- فرمود:من گفتم كه سبب چيست كه شتر براى او شهادت مى دهد، و مى بينم كه ملايكه افق را پركرده اند!؟</w:t>
      </w:r>
    </w:p>
    <w:p w:rsidR="00910300" w:rsidRPr="00480DC8" w:rsidRDefault="00480DC8" w:rsidP="00480DC8">
      <w:pPr>
        <w:pStyle w:val="Heading3"/>
        <w:rPr>
          <w:rtl/>
        </w:rPr>
      </w:pPr>
      <w:r>
        <w:rPr>
          <w:rtl/>
        </w:rPr>
        <w:br w:type="page"/>
      </w:r>
      <w:bookmarkStart w:id="435" w:name="_Toc33993684"/>
      <w:bookmarkStart w:id="436" w:name="_Toc33993966"/>
      <w:bookmarkStart w:id="437" w:name="_Toc33994248"/>
      <w:bookmarkStart w:id="438" w:name="_Toc33994531"/>
      <w:bookmarkStart w:id="439" w:name="_Toc33994814"/>
      <w:r w:rsidR="00910300" w:rsidRPr="00480DC8">
        <w:rPr>
          <w:rtl/>
        </w:rPr>
        <w:lastRenderedPageBreak/>
        <w:t>٨٤. نورى در بهشت</w:t>
      </w:r>
      <w:bookmarkEnd w:id="435"/>
      <w:bookmarkEnd w:id="436"/>
      <w:bookmarkEnd w:id="437"/>
      <w:bookmarkEnd w:id="438"/>
      <w:bookmarkEnd w:id="439"/>
      <w:r w:rsidR="00910300" w:rsidRPr="00480DC8">
        <w:rPr>
          <w:rtl/>
        </w:rPr>
        <w:t xml:space="preserve"> </w:t>
      </w:r>
    </w:p>
    <w:p w:rsidR="00910300" w:rsidRDefault="00910300" w:rsidP="00910300">
      <w:pPr>
        <w:pStyle w:val="libNormal"/>
        <w:rPr>
          <w:rtl/>
        </w:rPr>
      </w:pPr>
      <w:r>
        <w:rPr>
          <w:rtl/>
        </w:rPr>
        <w:t>الصلاة على نور فى الجنة؛</w:t>
      </w:r>
    </w:p>
    <w:p w:rsidR="00910300" w:rsidRDefault="00910300" w:rsidP="00910300">
      <w:pPr>
        <w:pStyle w:val="libNormal"/>
        <w:rPr>
          <w:rtl/>
        </w:rPr>
      </w:pPr>
      <w:r>
        <w:rPr>
          <w:rtl/>
        </w:rPr>
        <w:t>صلوات بر من ، نورى در بهشت خواهد شد.</w:t>
      </w:r>
    </w:p>
    <w:p w:rsidR="00480DC8" w:rsidRDefault="00480DC8" w:rsidP="00910300">
      <w:pPr>
        <w:pStyle w:val="libNormal"/>
        <w:rPr>
          <w:rtl/>
        </w:rPr>
      </w:pPr>
    </w:p>
    <w:p w:rsidR="00480DC8" w:rsidRDefault="00910300" w:rsidP="00480DC8">
      <w:pPr>
        <w:pStyle w:val="Heading3"/>
        <w:rPr>
          <w:rtl/>
        </w:rPr>
      </w:pPr>
      <w:bookmarkStart w:id="440" w:name="_Toc33993685"/>
      <w:bookmarkStart w:id="441" w:name="_Toc33993967"/>
      <w:bookmarkStart w:id="442" w:name="_Toc33994249"/>
      <w:bookmarkStart w:id="443" w:name="_Toc33994532"/>
      <w:bookmarkStart w:id="444" w:name="_Toc33994815"/>
      <w:r>
        <w:rPr>
          <w:rtl/>
        </w:rPr>
        <w:t>٨٥. رفع غم</w:t>
      </w:r>
      <w:bookmarkEnd w:id="440"/>
      <w:bookmarkEnd w:id="441"/>
      <w:bookmarkEnd w:id="442"/>
      <w:bookmarkEnd w:id="443"/>
      <w:bookmarkEnd w:id="444"/>
      <w:r>
        <w:rPr>
          <w:rtl/>
        </w:rPr>
        <w:t xml:space="preserve"> </w:t>
      </w:r>
    </w:p>
    <w:p w:rsidR="00910300" w:rsidRDefault="00910300" w:rsidP="00480DC8">
      <w:pPr>
        <w:pStyle w:val="libNormal"/>
        <w:rPr>
          <w:rtl/>
        </w:rPr>
      </w:pPr>
      <w:r>
        <w:rPr>
          <w:rtl/>
        </w:rPr>
        <w:t xml:space="preserve"> رسول خدا - </w:t>
      </w:r>
      <w:r w:rsidR="00745C10" w:rsidRPr="00745C10">
        <w:rPr>
          <w:rStyle w:val="libAlaemChar"/>
          <w:rtl/>
        </w:rPr>
        <w:t>صلى‌الله‌عليه‌وآله‌وسلم</w:t>
      </w:r>
      <w:r>
        <w:rPr>
          <w:rtl/>
        </w:rPr>
        <w:t>- فرمود:</w:t>
      </w:r>
    </w:p>
    <w:p w:rsidR="00910300" w:rsidRDefault="00910300" w:rsidP="00910300">
      <w:pPr>
        <w:pStyle w:val="libNormal"/>
        <w:rPr>
          <w:rStyle w:val="libFootnotenumChar"/>
          <w:rtl/>
        </w:rPr>
      </w:pPr>
      <w:r>
        <w:rPr>
          <w:rtl/>
        </w:rPr>
        <w:t xml:space="preserve">اى على ! هرگاه امرى اندوهناك و محزونت كرد؛ بگو: بار خدايا! با چشم هايت كه به خواب نمى رود مرا نگهبان كن ،. مرا در سايه حمايت احاطه تو كه مورد تجاوز و دستبرد نگردد، قرار بده و دعا را (تا به آن جا كه فرمود كه ): از تو مساءلت مى دارم كه بر محمد و آل محمد - </w:t>
      </w:r>
      <w:r w:rsidR="007560B2" w:rsidRPr="007560B2">
        <w:rPr>
          <w:rStyle w:val="libAlaemChar"/>
          <w:rtl/>
        </w:rPr>
        <w:t xml:space="preserve">عليه‌السلام </w:t>
      </w:r>
      <w:r>
        <w:rPr>
          <w:rtl/>
        </w:rPr>
        <w:t xml:space="preserve"> - درود و صلوات بفرستى و با نيروى لايزال تو گلوگاه دشمنان و ستمكاران را مى شكافيم . </w:t>
      </w:r>
      <w:r w:rsidRPr="00480DC8">
        <w:rPr>
          <w:rStyle w:val="libFootnotenumChar"/>
          <w:rtl/>
        </w:rPr>
        <w:t>(٣٦)</w:t>
      </w:r>
    </w:p>
    <w:p w:rsidR="00480DC8" w:rsidRDefault="00910300" w:rsidP="00480DC8">
      <w:pPr>
        <w:pStyle w:val="Heading3"/>
        <w:rPr>
          <w:rtl/>
        </w:rPr>
      </w:pPr>
      <w:bookmarkStart w:id="445" w:name="_Toc33993686"/>
      <w:bookmarkStart w:id="446" w:name="_Toc33993968"/>
      <w:bookmarkStart w:id="447" w:name="_Toc33994250"/>
      <w:bookmarkStart w:id="448" w:name="_Toc33994533"/>
      <w:bookmarkStart w:id="449" w:name="_Toc33994816"/>
      <w:r>
        <w:rPr>
          <w:rtl/>
        </w:rPr>
        <w:t>٨٦. نجات اهل كشتى</w:t>
      </w:r>
      <w:bookmarkEnd w:id="445"/>
      <w:bookmarkEnd w:id="446"/>
      <w:bookmarkEnd w:id="447"/>
      <w:bookmarkEnd w:id="448"/>
      <w:bookmarkEnd w:id="449"/>
      <w:r>
        <w:rPr>
          <w:rtl/>
        </w:rPr>
        <w:t xml:space="preserve"> </w:t>
      </w:r>
    </w:p>
    <w:p w:rsidR="00910300" w:rsidRDefault="00910300" w:rsidP="00480DC8">
      <w:pPr>
        <w:pStyle w:val="libNormal"/>
        <w:rPr>
          <w:rtl/>
        </w:rPr>
      </w:pPr>
      <w:r>
        <w:rPr>
          <w:rtl/>
        </w:rPr>
        <w:t xml:space="preserve"> در كتاب</w:t>
      </w:r>
      <w:r w:rsidR="00480DC8">
        <w:rPr>
          <w:rFonts w:hint="cs"/>
          <w:rtl/>
        </w:rPr>
        <w:t xml:space="preserve"> </w:t>
      </w:r>
      <w:r>
        <w:rPr>
          <w:rtl/>
        </w:rPr>
        <w:t>معراج النبوه</w:t>
      </w:r>
      <w:r w:rsidR="00480DC8">
        <w:rPr>
          <w:rFonts w:hint="cs"/>
          <w:rtl/>
        </w:rPr>
        <w:t xml:space="preserve"> </w:t>
      </w:r>
      <w:r>
        <w:rPr>
          <w:rtl/>
        </w:rPr>
        <w:t>آمده است كه :</w:t>
      </w:r>
    </w:p>
    <w:p w:rsidR="00910300" w:rsidRDefault="00910300" w:rsidP="00910300">
      <w:pPr>
        <w:pStyle w:val="libNormal"/>
        <w:rPr>
          <w:rtl/>
        </w:rPr>
      </w:pPr>
      <w:r>
        <w:rPr>
          <w:rtl/>
        </w:rPr>
        <w:t xml:space="preserve">در دريا با جمعى در كشتى بوديم ، ناگاه طوفان شد و كشتى در ميان امواج متلاطم دريا سرگردان شد، آن چنان كه اهل كشتى ، به هلاكت خود يقين كردند و با يكديگر و داع نمودند. در همين هنگام خواب بر من غلبه كرد و چشم گرم شد، پيامبر </w:t>
      </w:r>
      <w:r w:rsidR="00745C10" w:rsidRPr="00745C10">
        <w:rPr>
          <w:rStyle w:val="libAlaemChar"/>
          <w:rtl/>
        </w:rPr>
        <w:t>صلى‌الله‌عليه‌وآله‌وسلم</w:t>
      </w:r>
      <w:r>
        <w:rPr>
          <w:rtl/>
        </w:rPr>
        <w:t xml:space="preserve">را در خواب ديدم ، آن حضرت </w:t>
      </w:r>
      <w:r w:rsidR="00745C10" w:rsidRPr="00745C10">
        <w:rPr>
          <w:rStyle w:val="libAlaemChar"/>
          <w:rtl/>
        </w:rPr>
        <w:t>صلى‌الله‌عليه‌وآله‌وسلم</w:t>
      </w:r>
      <w:r>
        <w:rPr>
          <w:rtl/>
        </w:rPr>
        <w:t>به من فرمودند:به اهل كشتى بگو: هر كدام شان هزار صلوات بر من بفرستند!</w:t>
      </w:r>
    </w:p>
    <w:p w:rsidR="00910300" w:rsidRDefault="00910300" w:rsidP="00910300">
      <w:pPr>
        <w:pStyle w:val="libNormal"/>
        <w:rPr>
          <w:rtl/>
        </w:rPr>
      </w:pPr>
      <w:r>
        <w:rPr>
          <w:rtl/>
        </w:rPr>
        <w:t>سپس به من آن صلوات را تعليم كردند. من از خواب بيدار شدم و به اهل كشتى خبر دادم ، آن ها نيز مشغول آن صلوات شدند، هنوز سيصد صلوات تمام نشده بود كه طوفان فرونشست .</w:t>
      </w:r>
    </w:p>
    <w:p w:rsidR="00910300" w:rsidRDefault="00910300" w:rsidP="00910300">
      <w:pPr>
        <w:pStyle w:val="libNormal"/>
        <w:rPr>
          <w:rtl/>
        </w:rPr>
      </w:pPr>
      <w:r>
        <w:rPr>
          <w:rtl/>
        </w:rPr>
        <w:lastRenderedPageBreak/>
        <w:t xml:space="preserve">آن صلوات اين است ؛اللهم صل على سيدنا و آله : صلواة تنجينا بهاا من جميع الاهوال و الافات و تطهرنا بها من جميع السيئات و ترفععنا بها عندك اعلى الدرجات و تبلغنا بها الغايات من جميع الخيرات فى الحيوة و بعد الممات . </w:t>
      </w:r>
      <w:r w:rsidRPr="00480DC8">
        <w:rPr>
          <w:rStyle w:val="libFootnotenumChar"/>
          <w:rtl/>
        </w:rPr>
        <w:t>(٣٧)</w:t>
      </w:r>
    </w:p>
    <w:p w:rsidR="00480DC8" w:rsidRDefault="00910300" w:rsidP="00480DC8">
      <w:pPr>
        <w:pStyle w:val="Heading3"/>
        <w:rPr>
          <w:rtl/>
        </w:rPr>
      </w:pPr>
      <w:bookmarkStart w:id="450" w:name="_Toc33993687"/>
      <w:bookmarkStart w:id="451" w:name="_Toc33993969"/>
      <w:bookmarkStart w:id="452" w:name="_Toc33994251"/>
      <w:bookmarkStart w:id="453" w:name="_Toc33994534"/>
      <w:bookmarkStart w:id="454" w:name="_Toc33994817"/>
      <w:r>
        <w:rPr>
          <w:rtl/>
        </w:rPr>
        <w:t>٧٨. درمان سرطان با صلوات !</w:t>
      </w:r>
      <w:bookmarkEnd w:id="450"/>
      <w:bookmarkEnd w:id="451"/>
      <w:bookmarkEnd w:id="452"/>
      <w:bookmarkEnd w:id="453"/>
      <w:bookmarkEnd w:id="454"/>
    </w:p>
    <w:p w:rsidR="00910300" w:rsidRDefault="00910300" w:rsidP="00910300">
      <w:pPr>
        <w:pStyle w:val="libNormal"/>
        <w:rPr>
          <w:rtl/>
        </w:rPr>
      </w:pPr>
      <w:r>
        <w:rPr>
          <w:rtl/>
        </w:rPr>
        <w:t xml:space="preserve"> پسربچه يك سال و نيمه اى مبتلا به سرطان خون شد، به خاطر شدت يافتن بيمارى ، ميزان تغذيه او بالا رفت به حدى كه به اندازه هشت نفر مى خورد. پزشكان ايرانى از معالجه او مايوس شدند، لذا پدر و مادر او، تصميم گرفتند او را به خارج از كشور ببرند.</w:t>
      </w:r>
    </w:p>
    <w:p w:rsidR="00910300" w:rsidRDefault="00910300" w:rsidP="00910300">
      <w:pPr>
        <w:pStyle w:val="libNormal"/>
        <w:rPr>
          <w:rtl/>
        </w:rPr>
      </w:pPr>
      <w:r>
        <w:rPr>
          <w:rtl/>
        </w:rPr>
        <w:t>يكى از سادات محترم به نام آقاىسيد رحيمىبه آن ها مى گويد:</w:t>
      </w:r>
    </w:p>
    <w:p w:rsidR="00910300" w:rsidRDefault="00910300" w:rsidP="00910300">
      <w:pPr>
        <w:pStyle w:val="libNormal"/>
        <w:rPr>
          <w:rtl/>
        </w:rPr>
      </w:pPr>
      <w:r>
        <w:rPr>
          <w:rtl/>
        </w:rPr>
        <w:t>شما نيازى به پزشكان و بيمارستان خارجى ندارند. تنها كارى كه مى توانيد انجام دهيد تا حال بجه خوب شود و شفا بگيرد توسل است .</w:t>
      </w:r>
    </w:p>
    <w:p w:rsidR="00910300" w:rsidRDefault="00910300" w:rsidP="00910300">
      <w:pPr>
        <w:pStyle w:val="libNormal"/>
        <w:rPr>
          <w:rtl/>
        </w:rPr>
      </w:pPr>
      <w:r>
        <w:rPr>
          <w:rtl/>
        </w:rPr>
        <w:t>والدين كودك بيمار با شنيدن اين سخن ، تسكين يافته و از او پرسيدند چه توسلى ؟</w:t>
      </w:r>
    </w:p>
    <w:p w:rsidR="00910300" w:rsidRDefault="00910300" w:rsidP="00910300">
      <w:pPr>
        <w:pStyle w:val="libNormal"/>
        <w:rPr>
          <w:rtl/>
        </w:rPr>
      </w:pPr>
      <w:r>
        <w:rPr>
          <w:rtl/>
        </w:rPr>
        <w:t xml:space="preserve">سيد بزرگوار مى گويد: شما ١٤٢ هزار صلوات فرستاده و ثواب آن را به روح مطهر حضرت على اصغر اهدا نماييد! آن ها شروع به انجام اين عمل نمودند. تا اين كه يك شب مادر آن بچه در خواب ديد كه دستى غيبى به او ليوانى آبى را داد و فرمود:امام زمان (عج ) و پنج تن آل عبا </w:t>
      </w:r>
      <w:r w:rsidR="00745C10" w:rsidRPr="00745C10">
        <w:rPr>
          <w:rStyle w:val="libAlaemChar"/>
          <w:rtl/>
        </w:rPr>
        <w:t xml:space="preserve">عليها‌السلام </w:t>
      </w:r>
      <w:r w:rsidR="007560B2" w:rsidRPr="007560B2">
        <w:rPr>
          <w:rStyle w:val="libAlaemChar"/>
          <w:rtl/>
        </w:rPr>
        <w:t xml:space="preserve"> </w:t>
      </w:r>
      <w:r>
        <w:rPr>
          <w:rtl/>
        </w:rPr>
        <w:t>بر اين آب دعا خوانده اند، آن را بگيرد و به فرزندت بخوران تا او شفا يابد!</w:t>
      </w:r>
    </w:p>
    <w:p w:rsidR="00910300" w:rsidRDefault="00910300" w:rsidP="00910300">
      <w:pPr>
        <w:pStyle w:val="libNormal"/>
        <w:rPr>
          <w:rtl/>
        </w:rPr>
      </w:pPr>
      <w:r>
        <w:rPr>
          <w:rtl/>
        </w:rPr>
        <w:t xml:space="preserve">مادر اين كار را انجام داد، صبح همان شب بود كه فرزندش شفا يافته ، و صحيح و سالم گرديد. </w:t>
      </w:r>
      <w:r w:rsidRPr="00480DC8">
        <w:rPr>
          <w:rStyle w:val="libFootnotenumChar"/>
          <w:rtl/>
        </w:rPr>
        <w:t>(٣٨)</w:t>
      </w:r>
    </w:p>
    <w:p w:rsidR="00910300" w:rsidRDefault="00480DC8" w:rsidP="00910300">
      <w:pPr>
        <w:pStyle w:val="libNormal"/>
        <w:rPr>
          <w:rtl/>
        </w:rPr>
      </w:pPr>
      <w:r>
        <w:rPr>
          <w:rtl/>
        </w:rPr>
        <w:br w:type="page"/>
      </w:r>
      <w:bookmarkStart w:id="455" w:name="_Toc33993688"/>
      <w:bookmarkStart w:id="456" w:name="_Toc33993970"/>
      <w:bookmarkStart w:id="457" w:name="_Toc33994252"/>
      <w:bookmarkStart w:id="458" w:name="_Toc33994535"/>
      <w:bookmarkStart w:id="459" w:name="_Toc33994818"/>
      <w:r w:rsidR="00910300" w:rsidRPr="00480DC8">
        <w:rPr>
          <w:rStyle w:val="Heading2Char"/>
          <w:rtl/>
        </w:rPr>
        <w:lastRenderedPageBreak/>
        <w:t>بخش هفتم : آثار صلوات همراه نماز</w:t>
      </w:r>
      <w:bookmarkEnd w:id="455"/>
      <w:bookmarkEnd w:id="456"/>
      <w:bookmarkEnd w:id="457"/>
      <w:bookmarkEnd w:id="458"/>
      <w:bookmarkEnd w:id="459"/>
      <w:r w:rsidR="00910300">
        <w:rPr>
          <w:rtl/>
        </w:rPr>
        <w:t>:</w:t>
      </w:r>
    </w:p>
    <w:p w:rsidR="00480DC8" w:rsidRDefault="00910300" w:rsidP="00480DC8">
      <w:pPr>
        <w:pStyle w:val="Heading3"/>
        <w:rPr>
          <w:rtl/>
        </w:rPr>
      </w:pPr>
      <w:bookmarkStart w:id="460" w:name="_Toc33993689"/>
      <w:bookmarkStart w:id="461" w:name="_Toc33993971"/>
      <w:bookmarkStart w:id="462" w:name="_Toc33994253"/>
      <w:bookmarkStart w:id="463" w:name="_Toc33994536"/>
      <w:bookmarkStart w:id="464" w:name="_Toc33994819"/>
      <w:r>
        <w:rPr>
          <w:rtl/>
        </w:rPr>
        <w:t>٨٨. صلوات در ركوع و سجود</w:t>
      </w:r>
      <w:bookmarkEnd w:id="460"/>
      <w:bookmarkEnd w:id="461"/>
      <w:bookmarkEnd w:id="462"/>
      <w:bookmarkEnd w:id="463"/>
      <w:bookmarkEnd w:id="464"/>
    </w:p>
    <w:p w:rsidR="00910300" w:rsidRDefault="00910300" w:rsidP="00480DC8">
      <w:pPr>
        <w:pStyle w:val="libNormal"/>
        <w:rPr>
          <w:rtl/>
        </w:rPr>
      </w:pPr>
      <w:r>
        <w:rPr>
          <w:rtl/>
        </w:rPr>
        <w:t xml:space="preserve"> امام باقر </w:t>
      </w:r>
      <w:r w:rsidR="007560B2" w:rsidRPr="007560B2">
        <w:rPr>
          <w:rStyle w:val="libAlaemChar"/>
          <w:rtl/>
        </w:rPr>
        <w:t xml:space="preserve">عليه‌السلام </w:t>
      </w:r>
      <w:r>
        <w:rPr>
          <w:rtl/>
        </w:rPr>
        <w:t xml:space="preserve"> فرمود:</w:t>
      </w:r>
    </w:p>
    <w:p w:rsidR="00910300" w:rsidRDefault="00910300" w:rsidP="00910300">
      <w:pPr>
        <w:pStyle w:val="libNormal"/>
        <w:rPr>
          <w:rtl/>
        </w:rPr>
      </w:pPr>
      <w:r>
        <w:rPr>
          <w:rtl/>
        </w:rPr>
        <w:t>من قال فى ركوعه و سجود و قيامه :اللهم صل على محمد و آل محمدكتب الله له ذلك بمثل الركوع و السجود و القيام،</w:t>
      </w:r>
    </w:p>
    <w:p w:rsidR="00910300" w:rsidRDefault="00910300" w:rsidP="00910300">
      <w:pPr>
        <w:pStyle w:val="libNormal"/>
        <w:rPr>
          <w:rtl/>
        </w:rPr>
      </w:pPr>
      <w:r>
        <w:rPr>
          <w:rtl/>
        </w:rPr>
        <w:t xml:space="preserve">هر كس در ركوع و سجود و قيام خود بگويد:اللهم صل على محمد و آل محمدخدا ثواب آن را مانند ثواب ركوع و سجود و قيام براى او مى نويسد. </w:t>
      </w:r>
      <w:r w:rsidRPr="00480DC8">
        <w:rPr>
          <w:rStyle w:val="libFootnotenumChar"/>
          <w:rtl/>
        </w:rPr>
        <w:t>(٣٩)</w:t>
      </w:r>
    </w:p>
    <w:p w:rsidR="00480DC8" w:rsidRDefault="00910300" w:rsidP="00480DC8">
      <w:pPr>
        <w:pStyle w:val="Heading3"/>
        <w:rPr>
          <w:rtl/>
        </w:rPr>
      </w:pPr>
      <w:bookmarkStart w:id="465" w:name="_Toc33993690"/>
      <w:bookmarkStart w:id="466" w:name="_Toc33993972"/>
      <w:bookmarkStart w:id="467" w:name="_Toc33994254"/>
      <w:bookmarkStart w:id="468" w:name="_Toc33994537"/>
      <w:bookmarkStart w:id="469" w:name="_Toc33994820"/>
      <w:r>
        <w:rPr>
          <w:rtl/>
        </w:rPr>
        <w:t>٨٩. فرستادن صلوات بين نماز ظهر و عصر</w:t>
      </w:r>
      <w:bookmarkEnd w:id="465"/>
      <w:bookmarkEnd w:id="466"/>
      <w:bookmarkEnd w:id="467"/>
      <w:bookmarkEnd w:id="468"/>
      <w:bookmarkEnd w:id="469"/>
    </w:p>
    <w:p w:rsidR="00910300" w:rsidRDefault="00910300" w:rsidP="00480DC8">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من صلى على محمد و آله فيما بين الضهرين عدل سبعين ركعة</w:t>
      </w:r>
    </w:p>
    <w:p w:rsidR="00910300" w:rsidRDefault="00910300" w:rsidP="00910300">
      <w:pPr>
        <w:pStyle w:val="libNormal"/>
        <w:rPr>
          <w:rtl/>
        </w:rPr>
      </w:pPr>
      <w:r>
        <w:rPr>
          <w:rtl/>
        </w:rPr>
        <w:t xml:space="preserve">هر كس بين نمازهاى ظهر و عصر بر پيغمبر و آلش درود فرستد، آن درود برابر با هفتاد ركعت نماز خواهد بود. </w:t>
      </w:r>
      <w:r w:rsidRPr="00480DC8">
        <w:rPr>
          <w:rStyle w:val="libFootnotenumChar"/>
          <w:rtl/>
        </w:rPr>
        <w:t>(٤٠)</w:t>
      </w:r>
    </w:p>
    <w:p w:rsidR="00480DC8" w:rsidRDefault="00910300" w:rsidP="00480DC8">
      <w:pPr>
        <w:pStyle w:val="Heading3"/>
        <w:rPr>
          <w:rtl/>
        </w:rPr>
      </w:pPr>
      <w:bookmarkStart w:id="470" w:name="_Toc33993691"/>
      <w:bookmarkStart w:id="471" w:name="_Toc33993973"/>
      <w:bookmarkStart w:id="472" w:name="_Toc33994255"/>
      <w:bookmarkStart w:id="473" w:name="_Toc33994538"/>
      <w:bookmarkStart w:id="474" w:name="_Toc33994821"/>
      <w:r>
        <w:rPr>
          <w:rtl/>
        </w:rPr>
        <w:t>٩٠. مايه تماميت نماز</w:t>
      </w:r>
      <w:bookmarkEnd w:id="470"/>
      <w:bookmarkEnd w:id="471"/>
      <w:bookmarkEnd w:id="472"/>
      <w:bookmarkEnd w:id="473"/>
      <w:bookmarkEnd w:id="474"/>
    </w:p>
    <w:p w:rsidR="00910300" w:rsidRDefault="00910300" w:rsidP="00480DC8">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 xml:space="preserve">البته پرداخت زكات فطر (در آخر ماه رمضان ) مايه تماميت روزه است ، چنان كه صلوات بر محمد (و آل او) باعث تماميت نماز است .(يعنى نماز، با صلوات و روزه ، زكات فطر كامل مى شود.) </w:t>
      </w:r>
      <w:r w:rsidRPr="00480DC8">
        <w:rPr>
          <w:rStyle w:val="libFootnotenumChar"/>
          <w:rtl/>
        </w:rPr>
        <w:t>(٤١)</w:t>
      </w:r>
    </w:p>
    <w:p w:rsidR="00480DC8" w:rsidRDefault="00910300" w:rsidP="00480DC8">
      <w:pPr>
        <w:pStyle w:val="Heading3"/>
        <w:rPr>
          <w:rtl/>
        </w:rPr>
      </w:pPr>
      <w:bookmarkStart w:id="475" w:name="_Toc33993692"/>
      <w:bookmarkStart w:id="476" w:name="_Toc33993974"/>
      <w:bookmarkStart w:id="477" w:name="_Toc33994256"/>
      <w:bookmarkStart w:id="478" w:name="_Toc33994539"/>
      <w:bookmarkStart w:id="479" w:name="_Toc33994822"/>
      <w:r>
        <w:rPr>
          <w:rtl/>
        </w:rPr>
        <w:t>٩١. پاك شدن از گناهان يك سال</w:t>
      </w:r>
      <w:bookmarkEnd w:id="475"/>
      <w:bookmarkEnd w:id="476"/>
      <w:bookmarkEnd w:id="477"/>
      <w:bookmarkEnd w:id="478"/>
      <w:bookmarkEnd w:id="479"/>
      <w:r>
        <w:rPr>
          <w:rtl/>
        </w:rPr>
        <w:t xml:space="preserve"> </w:t>
      </w:r>
    </w:p>
    <w:p w:rsidR="00910300" w:rsidRDefault="00910300" w:rsidP="00480DC8">
      <w:pPr>
        <w:pStyle w:val="libNormal"/>
        <w:rPr>
          <w:rtl/>
        </w:rPr>
      </w:pPr>
      <w:r>
        <w:rPr>
          <w:rtl/>
        </w:rPr>
        <w:t xml:space="preserve"> امام صادق </w:t>
      </w:r>
      <w:r w:rsidR="00745C10" w:rsidRPr="00745C10">
        <w:rPr>
          <w:rStyle w:val="libAlaemChar"/>
          <w:rtl/>
        </w:rPr>
        <w:t xml:space="preserve">عليها‌السلام </w:t>
      </w:r>
      <w:r w:rsidR="007560B2" w:rsidRPr="007560B2">
        <w:rPr>
          <w:rStyle w:val="libAlaemChar"/>
          <w:rtl/>
        </w:rPr>
        <w:t xml:space="preserve"> </w:t>
      </w:r>
      <w:r>
        <w:rPr>
          <w:rtl/>
        </w:rPr>
        <w:t>فرمود:</w:t>
      </w:r>
    </w:p>
    <w:p w:rsidR="00910300" w:rsidRDefault="00910300" w:rsidP="00910300">
      <w:pPr>
        <w:pStyle w:val="libNormal"/>
        <w:rPr>
          <w:rtl/>
        </w:rPr>
      </w:pPr>
      <w:r>
        <w:rPr>
          <w:rtl/>
        </w:rPr>
        <w:t>هركس بعد از نماز ظهر بگويد:</w:t>
      </w:r>
    </w:p>
    <w:p w:rsidR="00910300" w:rsidRDefault="00910300" w:rsidP="00910300">
      <w:pPr>
        <w:pStyle w:val="libNormal"/>
        <w:rPr>
          <w:rtl/>
        </w:rPr>
      </w:pPr>
      <w:r>
        <w:rPr>
          <w:rtl/>
        </w:rPr>
        <w:t>اللهم اجعل صلواتك و صلوات ملائكتك و رسلك على محمد و آل محمد</w:t>
      </w:r>
    </w:p>
    <w:p w:rsidR="00480DC8" w:rsidRDefault="00910300" w:rsidP="00910300">
      <w:pPr>
        <w:pStyle w:val="libNormal"/>
        <w:rPr>
          <w:rtl/>
        </w:rPr>
      </w:pPr>
      <w:r>
        <w:rPr>
          <w:rtl/>
        </w:rPr>
        <w:t>تا يك سال هيچ گناهى بر او نوشته نمى شود.</w:t>
      </w:r>
    </w:p>
    <w:p w:rsidR="00480DC8" w:rsidRDefault="00480DC8" w:rsidP="00480DC8">
      <w:pPr>
        <w:pStyle w:val="Heading3"/>
        <w:rPr>
          <w:rtl/>
        </w:rPr>
      </w:pPr>
      <w:r>
        <w:rPr>
          <w:rtl/>
        </w:rPr>
        <w:br w:type="page"/>
      </w:r>
      <w:bookmarkStart w:id="480" w:name="_Toc33993693"/>
      <w:bookmarkStart w:id="481" w:name="_Toc33993975"/>
      <w:bookmarkStart w:id="482" w:name="_Toc33994257"/>
      <w:bookmarkStart w:id="483" w:name="_Toc33994540"/>
      <w:bookmarkStart w:id="484" w:name="_Toc33994823"/>
      <w:r w:rsidR="00910300">
        <w:rPr>
          <w:rtl/>
        </w:rPr>
        <w:lastRenderedPageBreak/>
        <w:t>٩٢. شرط قبولى نماز</w:t>
      </w:r>
      <w:bookmarkEnd w:id="480"/>
      <w:bookmarkEnd w:id="481"/>
      <w:bookmarkEnd w:id="482"/>
      <w:bookmarkEnd w:id="483"/>
      <w:bookmarkEnd w:id="484"/>
    </w:p>
    <w:p w:rsidR="00910300" w:rsidRDefault="00910300" w:rsidP="00480DC8">
      <w:pPr>
        <w:pStyle w:val="libNormal"/>
        <w:rPr>
          <w:rtl/>
        </w:rPr>
      </w:pPr>
      <w:r>
        <w:rPr>
          <w:rtl/>
        </w:rPr>
        <w:t xml:space="preserve"> رسول خدا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من صلى صلوة لم يصل فيها على و على اءهل بيتى لم تقبل منه ؛</w:t>
      </w:r>
    </w:p>
    <w:p w:rsidR="00910300" w:rsidRDefault="00910300" w:rsidP="00910300">
      <w:pPr>
        <w:pStyle w:val="libNormal"/>
        <w:rPr>
          <w:rtl/>
        </w:rPr>
      </w:pPr>
      <w:r>
        <w:rPr>
          <w:rtl/>
        </w:rPr>
        <w:t>هركس نمازى را به جا آورد و در آن بر من اهل بيتم درود نفرستد آن نماز مورد قبول خدا واقع نخواهد شد.</w:t>
      </w:r>
    </w:p>
    <w:p w:rsidR="00480DC8" w:rsidRDefault="00910300" w:rsidP="00480DC8">
      <w:pPr>
        <w:pStyle w:val="Heading3"/>
        <w:rPr>
          <w:rtl/>
        </w:rPr>
      </w:pPr>
      <w:bookmarkStart w:id="485" w:name="_Toc33993694"/>
      <w:bookmarkStart w:id="486" w:name="_Toc33993976"/>
      <w:bookmarkStart w:id="487" w:name="_Toc33994258"/>
      <w:bookmarkStart w:id="488" w:name="_Toc33994541"/>
      <w:bookmarkStart w:id="489" w:name="_Toc33994824"/>
      <w:r>
        <w:rPr>
          <w:rtl/>
        </w:rPr>
        <w:t>٩٣. ديدار امام قائم</w:t>
      </w:r>
      <w:bookmarkEnd w:id="485"/>
      <w:bookmarkEnd w:id="486"/>
      <w:bookmarkEnd w:id="487"/>
      <w:bookmarkEnd w:id="488"/>
      <w:bookmarkEnd w:id="489"/>
      <w:r>
        <w:rPr>
          <w:rtl/>
        </w:rPr>
        <w:t xml:space="preserve"> </w:t>
      </w:r>
    </w:p>
    <w:p w:rsidR="00910300" w:rsidRDefault="00910300" w:rsidP="00480DC8">
      <w:pPr>
        <w:pStyle w:val="libNormal"/>
        <w:rPr>
          <w:rtl/>
        </w:rPr>
      </w:pPr>
      <w:r>
        <w:rPr>
          <w:rtl/>
        </w:rPr>
        <w:t xml:space="preserve"> از امام صادق - </w:t>
      </w:r>
      <w:r w:rsidR="007560B2" w:rsidRPr="007560B2">
        <w:rPr>
          <w:rStyle w:val="libAlaemChar"/>
          <w:rtl/>
        </w:rPr>
        <w:t xml:space="preserve">عليه‌السلام </w:t>
      </w:r>
      <w:r>
        <w:rPr>
          <w:rtl/>
        </w:rPr>
        <w:t xml:space="preserve"> - روايت شده است كه فرمودند:</w:t>
      </w:r>
    </w:p>
    <w:p w:rsidR="00910300" w:rsidRDefault="00910300" w:rsidP="00910300">
      <w:pPr>
        <w:pStyle w:val="libNormal"/>
        <w:rPr>
          <w:rtl/>
        </w:rPr>
      </w:pPr>
      <w:r>
        <w:rPr>
          <w:rtl/>
        </w:rPr>
        <w:t>هركس بعد از نماز صبح و نماز ظهر بگويد:</w:t>
      </w:r>
    </w:p>
    <w:p w:rsidR="00910300" w:rsidRDefault="00910300" w:rsidP="00910300">
      <w:pPr>
        <w:pStyle w:val="libNormal"/>
        <w:rPr>
          <w:rtl/>
        </w:rPr>
      </w:pPr>
      <w:r>
        <w:rPr>
          <w:rtl/>
        </w:rPr>
        <w:t>اللهم صل على محمد و آل محمد و عجل فرجهم ؛</w:t>
      </w:r>
    </w:p>
    <w:p w:rsidR="00910300" w:rsidRDefault="00910300" w:rsidP="00910300">
      <w:pPr>
        <w:pStyle w:val="libNormal"/>
        <w:rPr>
          <w:rtl/>
        </w:rPr>
      </w:pPr>
      <w:r>
        <w:rPr>
          <w:rtl/>
        </w:rPr>
        <w:t>خدايا! بر محمد و آلش درود بفرست . و به فرجشان سرعت بخش .</w:t>
      </w:r>
    </w:p>
    <w:p w:rsidR="00910300" w:rsidRDefault="00910300" w:rsidP="00910300">
      <w:pPr>
        <w:pStyle w:val="libNormal"/>
        <w:rPr>
          <w:rtl/>
        </w:rPr>
      </w:pPr>
      <w:r>
        <w:rPr>
          <w:rtl/>
        </w:rPr>
        <w:t xml:space="preserve">نخواهد مرد تا آن كه امام قائم از خاندان پيغمبر - </w:t>
      </w:r>
      <w:r w:rsidR="007560B2" w:rsidRPr="007560B2">
        <w:rPr>
          <w:rStyle w:val="libAlaemChar"/>
          <w:rtl/>
        </w:rPr>
        <w:t xml:space="preserve">عليه‌السلام </w:t>
      </w:r>
      <w:r>
        <w:rPr>
          <w:rtl/>
        </w:rPr>
        <w:t xml:space="preserve"> - را درك و به ملاقاتش نايل آيد.</w:t>
      </w:r>
    </w:p>
    <w:p w:rsidR="00480DC8" w:rsidRDefault="00910300" w:rsidP="00480DC8">
      <w:pPr>
        <w:pStyle w:val="Heading3"/>
        <w:rPr>
          <w:rtl/>
        </w:rPr>
      </w:pPr>
      <w:bookmarkStart w:id="490" w:name="_Toc33993695"/>
      <w:bookmarkStart w:id="491" w:name="_Toc33993977"/>
      <w:bookmarkStart w:id="492" w:name="_Toc33994259"/>
      <w:bookmarkStart w:id="493" w:name="_Toc33994542"/>
      <w:bookmarkStart w:id="494" w:name="_Toc33994825"/>
      <w:r>
        <w:rPr>
          <w:rtl/>
        </w:rPr>
        <w:t>٩٤. صلوات بعد از نماز جمعه</w:t>
      </w:r>
      <w:bookmarkEnd w:id="490"/>
      <w:bookmarkEnd w:id="491"/>
      <w:bookmarkEnd w:id="492"/>
      <w:bookmarkEnd w:id="493"/>
      <w:bookmarkEnd w:id="494"/>
      <w:r>
        <w:rPr>
          <w:rtl/>
        </w:rPr>
        <w:t xml:space="preserve"> </w:t>
      </w:r>
    </w:p>
    <w:p w:rsidR="00910300" w:rsidRDefault="00910300" w:rsidP="00480DC8">
      <w:pPr>
        <w:pStyle w:val="libNormal"/>
        <w:rPr>
          <w:rtl/>
        </w:rPr>
      </w:pPr>
      <w:r>
        <w:rPr>
          <w:rtl/>
        </w:rPr>
        <w:t xml:space="preserve"> بعد از نماز جمعه ، بايد اين صلوات خواند.</w:t>
      </w:r>
    </w:p>
    <w:p w:rsidR="00910300" w:rsidRDefault="00910300" w:rsidP="00910300">
      <w:pPr>
        <w:pStyle w:val="libNormal"/>
        <w:rPr>
          <w:rtl/>
        </w:rPr>
      </w:pPr>
      <w:r>
        <w:rPr>
          <w:rtl/>
        </w:rPr>
        <w:t>اللهم صل محمد و آل محمد حتى لا تبقى صلوة</w:t>
      </w:r>
    </w:p>
    <w:p w:rsidR="00910300" w:rsidRDefault="00910300" w:rsidP="00910300">
      <w:pPr>
        <w:pStyle w:val="libNormal"/>
        <w:rPr>
          <w:rtl/>
        </w:rPr>
      </w:pPr>
      <w:r>
        <w:rPr>
          <w:rtl/>
        </w:rPr>
        <w:t>اللهم و بارك على محمد و آل محمد حتى لا تبقى بركة</w:t>
      </w:r>
    </w:p>
    <w:p w:rsidR="00910300" w:rsidRDefault="00910300" w:rsidP="00910300">
      <w:pPr>
        <w:pStyle w:val="libNormal"/>
        <w:rPr>
          <w:rtl/>
        </w:rPr>
      </w:pPr>
      <w:r>
        <w:rPr>
          <w:rtl/>
        </w:rPr>
        <w:t>اللهم و سلم على محمد و آل محمد حتى لا يبقى سلام</w:t>
      </w:r>
    </w:p>
    <w:p w:rsidR="00480DC8" w:rsidRDefault="00910300" w:rsidP="00910300">
      <w:pPr>
        <w:pStyle w:val="libNormal"/>
        <w:rPr>
          <w:rtl/>
        </w:rPr>
      </w:pPr>
      <w:r>
        <w:rPr>
          <w:rtl/>
        </w:rPr>
        <w:t>اللهم وارحم محمدا و آل محمد حتى لا تبقى رحمة</w:t>
      </w:r>
    </w:p>
    <w:p w:rsidR="00480DC8" w:rsidRDefault="00480DC8" w:rsidP="00480DC8">
      <w:pPr>
        <w:pStyle w:val="Heading3"/>
        <w:rPr>
          <w:rtl/>
        </w:rPr>
      </w:pPr>
      <w:r>
        <w:rPr>
          <w:rtl/>
        </w:rPr>
        <w:br w:type="page"/>
      </w:r>
      <w:bookmarkStart w:id="495" w:name="_Toc33993696"/>
      <w:bookmarkStart w:id="496" w:name="_Toc33993978"/>
      <w:bookmarkStart w:id="497" w:name="_Toc33994260"/>
      <w:bookmarkStart w:id="498" w:name="_Toc33994543"/>
      <w:bookmarkStart w:id="499" w:name="_Toc33994826"/>
      <w:r w:rsidR="00910300">
        <w:rPr>
          <w:rtl/>
        </w:rPr>
        <w:lastRenderedPageBreak/>
        <w:t>٩٥. پس از نماز صبح يا مغرب</w:t>
      </w:r>
      <w:bookmarkEnd w:id="495"/>
      <w:bookmarkEnd w:id="496"/>
      <w:bookmarkEnd w:id="497"/>
      <w:bookmarkEnd w:id="498"/>
      <w:bookmarkEnd w:id="499"/>
      <w:r w:rsidR="00910300">
        <w:rPr>
          <w:rtl/>
        </w:rPr>
        <w:t xml:space="preserve"> </w:t>
      </w:r>
    </w:p>
    <w:p w:rsidR="00910300" w:rsidRDefault="00910300" w:rsidP="00480DC8">
      <w:pPr>
        <w:pStyle w:val="libNormal"/>
        <w:rPr>
          <w:rtl/>
        </w:rPr>
      </w:pPr>
      <w:r>
        <w:rPr>
          <w:rtl/>
        </w:rPr>
        <w:t xml:space="preserve">امام رضا </w:t>
      </w:r>
      <w:r w:rsidR="007560B2" w:rsidRPr="007560B2">
        <w:rPr>
          <w:rStyle w:val="libAlaemChar"/>
          <w:rtl/>
        </w:rPr>
        <w:t xml:space="preserve">عليه‌السلام </w:t>
      </w:r>
      <w:r>
        <w:rPr>
          <w:rtl/>
        </w:rPr>
        <w:t xml:space="preserve"> فرمود:هركس پس از نماز صبح يا نماز مغرب پيش از آن كه برخيزد يا با كسى صحبت كند، بگويد:</w:t>
      </w:r>
    </w:p>
    <w:p w:rsidR="00910300" w:rsidRDefault="00910300" w:rsidP="00910300">
      <w:pPr>
        <w:pStyle w:val="libNormal"/>
        <w:rPr>
          <w:rtl/>
        </w:rPr>
      </w:pPr>
      <w:r>
        <w:rPr>
          <w:rtl/>
        </w:rPr>
        <w:t xml:space="preserve">ان الله و ملائكته يصلون على النبى يا آيها الذين امنوا صلوا عليه و سلموا تسليما. اللهم صل على محمد النبى و ذريته، خداوند صد حاجت او را برآورده مى سازد: هفتاد حاجت در دنيا و سى حاجت در آخرت . </w:t>
      </w:r>
      <w:r w:rsidRPr="00480DC8">
        <w:rPr>
          <w:rStyle w:val="libFootnotenumChar"/>
          <w:rtl/>
        </w:rPr>
        <w:t>(٤٢)</w:t>
      </w:r>
    </w:p>
    <w:p w:rsidR="00910300" w:rsidRDefault="00480DC8" w:rsidP="00480DC8">
      <w:pPr>
        <w:pStyle w:val="libNormal"/>
        <w:rPr>
          <w:rtl/>
        </w:rPr>
      </w:pPr>
      <w:r>
        <w:rPr>
          <w:rtl/>
        </w:rPr>
        <w:br w:type="page"/>
      </w:r>
      <w:bookmarkStart w:id="500" w:name="_Toc33993697"/>
      <w:bookmarkStart w:id="501" w:name="_Toc33993979"/>
      <w:bookmarkStart w:id="502" w:name="_Toc33994261"/>
      <w:bookmarkStart w:id="503" w:name="_Toc33994544"/>
      <w:bookmarkStart w:id="504" w:name="_Toc33994827"/>
      <w:r w:rsidR="00910300" w:rsidRPr="00480DC8">
        <w:rPr>
          <w:rStyle w:val="Heading2Char"/>
          <w:rtl/>
        </w:rPr>
        <w:lastRenderedPageBreak/>
        <w:t>بخش هشتم : اسجابت دعا</w:t>
      </w:r>
      <w:bookmarkEnd w:id="500"/>
      <w:bookmarkEnd w:id="501"/>
      <w:bookmarkEnd w:id="502"/>
      <w:bookmarkEnd w:id="503"/>
      <w:bookmarkEnd w:id="504"/>
    </w:p>
    <w:p w:rsidR="00480DC8" w:rsidRDefault="00910300" w:rsidP="00480DC8">
      <w:pPr>
        <w:pStyle w:val="Heading3"/>
        <w:rPr>
          <w:rtl/>
        </w:rPr>
      </w:pPr>
      <w:bookmarkStart w:id="505" w:name="_Toc33993698"/>
      <w:bookmarkStart w:id="506" w:name="_Toc33993980"/>
      <w:bookmarkStart w:id="507" w:name="_Toc33994262"/>
      <w:bookmarkStart w:id="508" w:name="_Toc33994545"/>
      <w:bookmarkStart w:id="509" w:name="_Toc33994828"/>
      <w:r>
        <w:rPr>
          <w:rtl/>
        </w:rPr>
        <w:t>٩٦. استجابت دعا</w:t>
      </w:r>
      <w:bookmarkEnd w:id="505"/>
      <w:bookmarkEnd w:id="506"/>
      <w:bookmarkEnd w:id="507"/>
      <w:bookmarkEnd w:id="508"/>
      <w:bookmarkEnd w:id="509"/>
    </w:p>
    <w:p w:rsidR="00910300" w:rsidRDefault="00910300" w:rsidP="00480DC8">
      <w:pPr>
        <w:pStyle w:val="libNormal"/>
        <w:rPr>
          <w:rtl/>
        </w:rPr>
      </w:pPr>
      <w:r>
        <w:rPr>
          <w:rtl/>
        </w:rPr>
        <w:t xml:space="preserve"> رسول خدا - </w:t>
      </w:r>
      <w:r w:rsidR="00745C10" w:rsidRPr="00745C10">
        <w:rPr>
          <w:rStyle w:val="libAlaemChar"/>
          <w:rtl/>
        </w:rPr>
        <w:t>صلى‌الله‌عليه‌وآله‌وسلم</w:t>
      </w:r>
      <w:r>
        <w:rPr>
          <w:rtl/>
        </w:rPr>
        <w:t>- فرمودند هر كه بگويد:</w:t>
      </w:r>
    </w:p>
    <w:p w:rsidR="00910300" w:rsidRDefault="00910300" w:rsidP="00910300">
      <w:pPr>
        <w:pStyle w:val="libNormal"/>
        <w:rPr>
          <w:rtl/>
        </w:rPr>
      </w:pPr>
      <w:r>
        <w:rPr>
          <w:rtl/>
        </w:rPr>
        <w:t>لا اله الا الله وحده لا شريك له . اللهم صل على محمد و آل محمد.</w:t>
      </w:r>
    </w:p>
    <w:p w:rsidR="00910300" w:rsidRDefault="00910300" w:rsidP="00910300">
      <w:pPr>
        <w:pStyle w:val="libNormal"/>
        <w:rPr>
          <w:rtl/>
        </w:rPr>
      </w:pPr>
      <w:r>
        <w:rPr>
          <w:rtl/>
        </w:rPr>
        <w:t>مرغ سبزى ، از دهان او بيرون بيايد. و دو بال دارد. مكلل به مرواريد و ياقوت .</w:t>
      </w:r>
    </w:p>
    <w:p w:rsidR="00910300" w:rsidRDefault="00910300" w:rsidP="00910300">
      <w:pPr>
        <w:pStyle w:val="libNormal"/>
        <w:rPr>
          <w:rtl/>
        </w:rPr>
      </w:pPr>
      <w:r>
        <w:rPr>
          <w:rtl/>
        </w:rPr>
        <w:t>و چون آن دو بال را مى گشايد، به مشرق و مغرب مى رسد و از آن مرغ صدايى شنيده مى شود، مثل صدايى مگس نحل .</w:t>
      </w:r>
    </w:p>
    <w:p w:rsidR="00910300" w:rsidRDefault="00910300" w:rsidP="00910300">
      <w:pPr>
        <w:pStyle w:val="libNormal"/>
        <w:rPr>
          <w:rtl/>
        </w:rPr>
      </w:pPr>
      <w:r>
        <w:rPr>
          <w:rtl/>
        </w:rPr>
        <w:t>پس حق تعالى به او مى فرمايد كه :مرا مدح كردى و پيغمبر مرا مدح كردى ، الحال ساكن شو.</w:t>
      </w:r>
    </w:p>
    <w:p w:rsidR="00910300" w:rsidRDefault="00910300" w:rsidP="00910300">
      <w:pPr>
        <w:pStyle w:val="libNormal"/>
        <w:rPr>
          <w:rtl/>
        </w:rPr>
      </w:pPr>
      <w:r>
        <w:rPr>
          <w:rtl/>
        </w:rPr>
        <w:t>آن مرغ مى گويد كه :چگونه ساكن شوم ، و حال آن كه تو گويندهلا اله الا اللهرا نيامرزيدى ؟</w:t>
      </w:r>
    </w:p>
    <w:p w:rsidR="00910300" w:rsidRDefault="00910300" w:rsidP="00910300">
      <w:pPr>
        <w:pStyle w:val="libNormal"/>
        <w:rPr>
          <w:rtl/>
        </w:rPr>
      </w:pPr>
      <w:r>
        <w:rPr>
          <w:rtl/>
        </w:rPr>
        <w:t>خطاب مى رسد:ساكن شو، من او را آمرزيدم .</w:t>
      </w:r>
    </w:p>
    <w:p w:rsidR="00480DC8" w:rsidRDefault="00910300" w:rsidP="00480DC8">
      <w:pPr>
        <w:pStyle w:val="Heading3"/>
        <w:rPr>
          <w:rtl/>
        </w:rPr>
      </w:pPr>
      <w:bookmarkStart w:id="510" w:name="_Toc33993699"/>
      <w:bookmarkStart w:id="511" w:name="_Toc33993981"/>
      <w:bookmarkStart w:id="512" w:name="_Toc33994263"/>
      <w:bookmarkStart w:id="513" w:name="_Toc33994546"/>
      <w:bookmarkStart w:id="514" w:name="_Toc33994829"/>
      <w:r>
        <w:rPr>
          <w:rtl/>
        </w:rPr>
        <w:t>٩٧. خدا جوادتر از آن است</w:t>
      </w:r>
      <w:bookmarkEnd w:id="510"/>
      <w:bookmarkEnd w:id="511"/>
      <w:bookmarkEnd w:id="512"/>
      <w:bookmarkEnd w:id="513"/>
      <w:bookmarkEnd w:id="514"/>
      <w:r>
        <w:rPr>
          <w:rtl/>
        </w:rPr>
        <w:t xml:space="preserve"> </w:t>
      </w:r>
    </w:p>
    <w:p w:rsidR="00910300" w:rsidRDefault="00910300" w:rsidP="00480DC8">
      <w:pPr>
        <w:pStyle w:val="libNormal"/>
        <w:rPr>
          <w:rtl/>
        </w:rPr>
      </w:pPr>
      <w:r>
        <w:rPr>
          <w:rtl/>
        </w:rPr>
        <w:t xml:space="preserve"> در كتاب جمال الاسبوع </w:t>
      </w:r>
      <w:r w:rsidRPr="00480DC8">
        <w:rPr>
          <w:rStyle w:val="libFootnotenumChar"/>
          <w:rtl/>
        </w:rPr>
        <w:t>(٤٣)</w:t>
      </w:r>
      <w:r>
        <w:rPr>
          <w:rtl/>
        </w:rPr>
        <w:t xml:space="preserve"> ، از امام جعفر صادق - </w:t>
      </w:r>
      <w:r w:rsidR="007560B2" w:rsidRPr="007560B2">
        <w:rPr>
          <w:rStyle w:val="libAlaemChar"/>
          <w:rtl/>
        </w:rPr>
        <w:t xml:space="preserve">عليه‌السلام </w:t>
      </w:r>
      <w:r>
        <w:rPr>
          <w:rtl/>
        </w:rPr>
        <w:t xml:space="preserve"> - روايت شده است كه :وقتى بنده بگويد:</w:t>
      </w:r>
    </w:p>
    <w:p w:rsidR="00910300" w:rsidRDefault="00910300" w:rsidP="00910300">
      <w:pPr>
        <w:pStyle w:val="libNormal"/>
        <w:rPr>
          <w:rtl/>
        </w:rPr>
      </w:pPr>
      <w:r>
        <w:rPr>
          <w:rtl/>
        </w:rPr>
        <w:t>اللهم صل محمد و آله و على اهل بيته .</w:t>
      </w:r>
    </w:p>
    <w:p w:rsidR="00910300" w:rsidRDefault="00910300" w:rsidP="00910300">
      <w:pPr>
        <w:pStyle w:val="libNormal"/>
        <w:rPr>
          <w:rtl/>
        </w:rPr>
      </w:pPr>
      <w:r>
        <w:rPr>
          <w:rtl/>
        </w:rPr>
        <w:t>مستجاب مى شود هر دعايى كه بعد آن بكند؛ زيرا كه خدا از آن جوادتر است كه بعضى را رد نمايد، و بعضى را مستجاب گرداند.</w:t>
      </w:r>
    </w:p>
    <w:p w:rsidR="00480DC8" w:rsidRDefault="00480DC8" w:rsidP="00480DC8">
      <w:pPr>
        <w:pStyle w:val="Heading3"/>
        <w:rPr>
          <w:rtl/>
        </w:rPr>
      </w:pPr>
      <w:r>
        <w:rPr>
          <w:rtl/>
        </w:rPr>
        <w:br w:type="page"/>
      </w:r>
      <w:bookmarkStart w:id="515" w:name="_Toc33993700"/>
      <w:bookmarkStart w:id="516" w:name="_Toc33993982"/>
      <w:bookmarkStart w:id="517" w:name="_Toc33994264"/>
      <w:bookmarkStart w:id="518" w:name="_Toc33994547"/>
      <w:bookmarkStart w:id="519" w:name="_Toc33994830"/>
      <w:r w:rsidR="00910300">
        <w:rPr>
          <w:rtl/>
        </w:rPr>
        <w:lastRenderedPageBreak/>
        <w:t>٩٨. شرايط استجابت دعا</w:t>
      </w:r>
      <w:bookmarkEnd w:id="515"/>
      <w:bookmarkEnd w:id="516"/>
      <w:bookmarkEnd w:id="517"/>
      <w:bookmarkEnd w:id="518"/>
      <w:bookmarkEnd w:id="519"/>
    </w:p>
    <w:p w:rsidR="00910300" w:rsidRDefault="00910300" w:rsidP="00480DC8">
      <w:pPr>
        <w:pStyle w:val="libNormal"/>
        <w:rPr>
          <w:rtl/>
        </w:rPr>
      </w:pPr>
      <w:r>
        <w:rPr>
          <w:rtl/>
        </w:rPr>
        <w:t xml:space="preserve"> شخصى خدمت امام صادق </w:t>
      </w:r>
      <w:r w:rsidR="007560B2" w:rsidRPr="007560B2">
        <w:rPr>
          <w:rStyle w:val="libAlaemChar"/>
          <w:rtl/>
        </w:rPr>
        <w:t xml:space="preserve">عليه‌السلام </w:t>
      </w:r>
      <w:r>
        <w:rPr>
          <w:rtl/>
        </w:rPr>
        <w:t xml:space="preserve"> آمد، و عرض كرد: دو آيه در قرآن است كه من هر چه به سراغ آن مى روم آن را نمى يابمو به محتواى آن نمى رسم .</w:t>
      </w:r>
    </w:p>
    <w:p w:rsidR="00910300" w:rsidRDefault="00910300" w:rsidP="00910300">
      <w:pPr>
        <w:pStyle w:val="libNormal"/>
        <w:rPr>
          <w:rtl/>
        </w:rPr>
      </w:pPr>
      <w:r>
        <w:rPr>
          <w:rtl/>
        </w:rPr>
        <w:t>حضرت فرمودند:كدام آيه ؟</w:t>
      </w:r>
    </w:p>
    <w:p w:rsidR="00910300" w:rsidRDefault="00910300" w:rsidP="00910300">
      <w:pPr>
        <w:pStyle w:val="libNormal"/>
        <w:rPr>
          <w:rtl/>
        </w:rPr>
      </w:pPr>
      <w:r>
        <w:rPr>
          <w:rtl/>
        </w:rPr>
        <w:t>او گفت : آيه اول اين سخن خداوند است كه فرمودند:مرا بخوانيد تا دعاى شما را مستجاب كنم؛ادعونى استجب لكمو من خدا را مى خوانم اما دعايم مستجاب نمى شود!</w:t>
      </w:r>
    </w:p>
    <w:p w:rsidR="00910300" w:rsidRDefault="00910300" w:rsidP="00910300">
      <w:pPr>
        <w:pStyle w:val="libNormal"/>
        <w:rPr>
          <w:rtl/>
        </w:rPr>
      </w:pPr>
      <w:r>
        <w:rPr>
          <w:rtl/>
        </w:rPr>
        <w:t>امام فرمودند:آيا فكر مى كنى خداوند عزوجل در وعده خود تخلف كرده ؟</w:t>
      </w:r>
    </w:p>
    <w:p w:rsidR="00910300" w:rsidRDefault="00910300" w:rsidP="00910300">
      <w:pPr>
        <w:pStyle w:val="libNormal"/>
        <w:rPr>
          <w:rtl/>
        </w:rPr>
      </w:pPr>
      <w:r>
        <w:rPr>
          <w:rtl/>
        </w:rPr>
        <w:t>گفت نه .</w:t>
      </w:r>
    </w:p>
    <w:p w:rsidR="00910300" w:rsidRDefault="00910300" w:rsidP="00910300">
      <w:pPr>
        <w:pStyle w:val="libNormal"/>
        <w:rPr>
          <w:rtl/>
        </w:rPr>
      </w:pPr>
      <w:r>
        <w:rPr>
          <w:rtl/>
        </w:rPr>
        <w:t>فرمود:پس علت آن چيست ؟</w:t>
      </w:r>
    </w:p>
    <w:p w:rsidR="00910300" w:rsidRDefault="00910300" w:rsidP="00910300">
      <w:pPr>
        <w:pStyle w:val="libNormal"/>
        <w:rPr>
          <w:rtl/>
        </w:rPr>
      </w:pPr>
      <w:r>
        <w:rPr>
          <w:rtl/>
        </w:rPr>
        <w:t>عرض كرد: نمى دانم .</w:t>
      </w:r>
    </w:p>
    <w:p w:rsidR="00910300" w:rsidRDefault="00910300" w:rsidP="00910300">
      <w:pPr>
        <w:pStyle w:val="libNormal"/>
        <w:rPr>
          <w:rtl/>
        </w:rPr>
      </w:pPr>
      <w:r>
        <w:rPr>
          <w:rtl/>
        </w:rPr>
        <w:t>فرمود:اينك به تو خبر مى دهم ، كسى كه اطاعت خداوند متعال كند در آن چه امر به دعا كرده و جهت دعا را در آن رعايت كند اجابت خواهد كرد</w:t>
      </w:r>
    </w:p>
    <w:p w:rsidR="00910300" w:rsidRDefault="00910300" w:rsidP="00910300">
      <w:pPr>
        <w:pStyle w:val="libNormal"/>
        <w:rPr>
          <w:rtl/>
        </w:rPr>
      </w:pPr>
      <w:r>
        <w:rPr>
          <w:rtl/>
        </w:rPr>
        <w:t>عرض كرد: جهت دعا چيست ؟</w:t>
      </w:r>
    </w:p>
    <w:p w:rsidR="00910300" w:rsidRDefault="00910300" w:rsidP="00910300">
      <w:pPr>
        <w:pStyle w:val="libNormal"/>
        <w:rPr>
          <w:rtl/>
        </w:rPr>
      </w:pPr>
      <w:r>
        <w:rPr>
          <w:rtl/>
        </w:rPr>
        <w:t xml:space="preserve">فرمود:نخست حمد خدا مى كنى و نعمت او را يادآور مى شوى ، سپس شكر مى كنى ، بعد درود بر پيامبر - </w:t>
      </w:r>
      <w:r w:rsidR="00745C10" w:rsidRPr="00745C10">
        <w:rPr>
          <w:rStyle w:val="libAlaemChar"/>
          <w:rtl/>
        </w:rPr>
        <w:t>صلى‌الله‌عليه‌وآله‌وسلم</w:t>
      </w:r>
      <w:r>
        <w:rPr>
          <w:rtl/>
        </w:rPr>
        <w:t>- مى فرستى ، سپس گناهانت را به خاطر مى آورى و اقرار مى كنى و از آنها به خدا پناه مى برى و توبه مى نمايى ، اين است جهت دعا!</w:t>
      </w:r>
    </w:p>
    <w:p w:rsidR="00910300" w:rsidRDefault="00910300" w:rsidP="00910300">
      <w:pPr>
        <w:pStyle w:val="libNormal"/>
        <w:rPr>
          <w:rtl/>
        </w:rPr>
      </w:pPr>
      <w:r>
        <w:rPr>
          <w:rtl/>
        </w:rPr>
        <w:t>سپس فرمود:آيه ديگر كدام است ؟</w:t>
      </w:r>
    </w:p>
    <w:p w:rsidR="00910300" w:rsidRDefault="00910300" w:rsidP="00910300">
      <w:pPr>
        <w:pStyle w:val="libNormal"/>
        <w:rPr>
          <w:rtl/>
        </w:rPr>
      </w:pPr>
      <w:r>
        <w:rPr>
          <w:rtl/>
        </w:rPr>
        <w:t xml:space="preserve">عرض كرد: اين آيه كه مى فرمايد: در راه خدا انفاق كنيد تا خدا بهتر از آن را به شما بدهيدو </w:t>
      </w:r>
      <w:r w:rsidR="00120603" w:rsidRPr="00120603">
        <w:rPr>
          <w:rStyle w:val="libAlaemChar"/>
          <w:rFonts w:hint="cs"/>
          <w:rtl/>
        </w:rPr>
        <w:t>(</w:t>
      </w:r>
      <w:r w:rsidRPr="00120603">
        <w:rPr>
          <w:rStyle w:val="libAieChar"/>
          <w:rtl/>
        </w:rPr>
        <w:t>ما انفقتم من شى ء فهو يخلفه و هو خير الرازقين</w:t>
      </w:r>
      <w:r w:rsidR="00120603">
        <w:rPr>
          <w:rFonts w:hint="cs"/>
          <w:rtl/>
        </w:rPr>
        <w:t xml:space="preserve"> </w:t>
      </w:r>
      <w:r w:rsidR="00120603" w:rsidRPr="00120603">
        <w:rPr>
          <w:rStyle w:val="libAlaemChar"/>
          <w:rFonts w:hint="cs"/>
          <w:rtl/>
        </w:rPr>
        <w:t>)</w:t>
      </w:r>
      <w:r>
        <w:rPr>
          <w:rtl/>
        </w:rPr>
        <w:t>ولى من در راه خدا انفاق مى كنم ؛ ولى چيزى كه جاى آن را پركند عايد نمى شود!</w:t>
      </w:r>
    </w:p>
    <w:p w:rsidR="00910300" w:rsidRDefault="00910300" w:rsidP="00910300">
      <w:pPr>
        <w:pStyle w:val="libNormal"/>
        <w:rPr>
          <w:rtl/>
        </w:rPr>
      </w:pPr>
      <w:r>
        <w:rPr>
          <w:rtl/>
        </w:rPr>
        <w:lastRenderedPageBreak/>
        <w:t>امام فرمودند:اگر كسى از شما مال حلالى به دست آورد و در راه خدا انفاق كند هيچ درهمى را انفاق نمى كند مگر اين كه خدا عوضش را به او مى دهد.</w:t>
      </w:r>
    </w:p>
    <w:p w:rsidR="00120603" w:rsidRDefault="00120603" w:rsidP="00910300">
      <w:pPr>
        <w:pStyle w:val="libNormal"/>
        <w:rPr>
          <w:rtl/>
        </w:rPr>
      </w:pPr>
    </w:p>
    <w:p w:rsidR="00120603" w:rsidRDefault="00910300" w:rsidP="00120603">
      <w:pPr>
        <w:pStyle w:val="Heading3"/>
        <w:rPr>
          <w:rtl/>
        </w:rPr>
      </w:pPr>
      <w:bookmarkStart w:id="520" w:name="_Toc33993701"/>
      <w:bookmarkStart w:id="521" w:name="_Toc33993983"/>
      <w:bookmarkStart w:id="522" w:name="_Toc33994265"/>
      <w:bookmarkStart w:id="523" w:name="_Toc33994548"/>
      <w:bookmarkStart w:id="524" w:name="_Toc33994831"/>
      <w:r>
        <w:rPr>
          <w:rtl/>
        </w:rPr>
        <w:t>٩٩. باز شدن درهاى آسمان براى دعا كننده</w:t>
      </w:r>
      <w:bookmarkEnd w:id="520"/>
      <w:bookmarkEnd w:id="521"/>
      <w:bookmarkEnd w:id="522"/>
      <w:bookmarkEnd w:id="523"/>
      <w:bookmarkEnd w:id="524"/>
      <w:r>
        <w:rPr>
          <w:rtl/>
        </w:rPr>
        <w:t xml:space="preserve"> </w:t>
      </w:r>
    </w:p>
    <w:p w:rsidR="00910300" w:rsidRDefault="00910300" w:rsidP="00120603">
      <w:pPr>
        <w:pStyle w:val="libNormal"/>
        <w:rPr>
          <w:rtl/>
        </w:rPr>
      </w:pPr>
      <w:r>
        <w:rPr>
          <w:rtl/>
        </w:rPr>
        <w:t xml:space="preserve"> روزى رسول خدا - </w:t>
      </w:r>
      <w:r w:rsidR="00745C10" w:rsidRPr="00745C10">
        <w:rPr>
          <w:rStyle w:val="libAlaemChar"/>
          <w:rtl/>
        </w:rPr>
        <w:t>صلى‌الله‌عليه‌وآله‌وسلم</w:t>
      </w:r>
      <w:r>
        <w:rPr>
          <w:rtl/>
        </w:rPr>
        <w:t xml:space="preserve">- به اميرالمؤ منين - </w:t>
      </w:r>
      <w:r w:rsidR="007560B2" w:rsidRPr="007560B2">
        <w:rPr>
          <w:rStyle w:val="libAlaemChar"/>
          <w:rtl/>
        </w:rPr>
        <w:t xml:space="preserve">عليه‌السلام </w:t>
      </w:r>
      <w:r>
        <w:rPr>
          <w:rtl/>
        </w:rPr>
        <w:t xml:space="preserve"> - فرمود:آيا تو را مژده ندهم ؟</w:t>
      </w:r>
    </w:p>
    <w:p w:rsidR="00910300" w:rsidRDefault="00910300" w:rsidP="00910300">
      <w:pPr>
        <w:pStyle w:val="libNormal"/>
        <w:rPr>
          <w:rtl/>
        </w:rPr>
      </w:pPr>
      <w:r>
        <w:rPr>
          <w:rtl/>
        </w:rPr>
        <w:t xml:space="preserve">اميرالمؤ منين - </w:t>
      </w:r>
      <w:r w:rsidR="007560B2" w:rsidRPr="007560B2">
        <w:rPr>
          <w:rStyle w:val="libAlaemChar"/>
          <w:rtl/>
        </w:rPr>
        <w:t xml:space="preserve">عليه‌السلام </w:t>
      </w:r>
      <w:r>
        <w:rPr>
          <w:rtl/>
        </w:rPr>
        <w:t xml:space="preserve"> - فرمود:بفرما پدر و مادرم قربانت ! شما كه پيوسته مبشر به خير و خوبى ها بوده ايد.</w:t>
      </w:r>
    </w:p>
    <w:p w:rsidR="00910300" w:rsidRDefault="00910300" w:rsidP="00910300">
      <w:pPr>
        <w:pStyle w:val="libNormal"/>
        <w:rPr>
          <w:rtl/>
        </w:rPr>
      </w:pPr>
      <w:r>
        <w:rPr>
          <w:rtl/>
        </w:rPr>
        <w:t>فرمود:جبرييل تازگى براى من خبر خوشى آورده و آن اين است كه هر كدام از امت من هنگامى كه بر من صلوات مى فرستد، اگر نام اهل بيتم را نيز ملحق سازد درهاى آسمان جملگى براى پذيرفتن دعا و عبادت او گشوده گردد، و فرشتگان هفتاد درود بر وى بفرستد، و اين خود محو كننده جرم است ، آن گاه گناهان چون برگ درختان از او بريزد، و خداوند تعالى فرمايد:</w:t>
      </w:r>
    </w:p>
    <w:p w:rsidR="00910300" w:rsidRDefault="00910300" w:rsidP="00910300">
      <w:pPr>
        <w:pStyle w:val="libNormal"/>
        <w:rPr>
          <w:rtl/>
        </w:rPr>
      </w:pPr>
      <w:r>
        <w:rPr>
          <w:rtl/>
        </w:rPr>
        <w:t>لبيكتو را پذيرفتم بنده من خجسته و مسعود باشى ! سپس به فرشتگان گويد: شما هفتادبار بر وى درود فرستاديد و من هفتصدبار؛ ليكن اگر تنها بر من صلوات بفرستد و اهل بيتم را ملحق نسازد ميان دعاى او و آسمان هفتاد</w:t>
      </w:r>
    </w:p>
    <w:p w:rsidR="00910300" w:rsidRDefault="00910300" w:rsidP="00910300">
      <w:pPr>
        <w:pStyle w:val="libNormal"/>
        <w:rPr>
          <w:rtl/>
        </w:rPr>
      </w:pPr>
      <w:r>
        <w:rPr>
          <w:rtl/>
        </w:rPr>
        <w:t>حايل باشد، و خداوند جل و جلاله فرمايد:لالبيك</w:t>
      </w:r>
      <w:r w:rsidR="00120603">
        <w:rPr>
          <w:rFonts w:hint="cs"/>
          <w:rtl/>
        </w:rPr>
        <w:t xml:space="preserve"> </w:t>
      </w:r>
      <w:r>
        <w:rPr>
          <w:rtl/>
        </w:rPr>
        <w:t>تو را نپذيرفتم خجسته مباد و مسعود نباشى .</w:t>
      </w:r>
    </w:p>
    <w:p w:rsidR="00120603" w:rsidRDefault="00910300" w:rsidP="00910300">
      <w:pPr>
        <w:pStyle w:val="libNormal"/>
        <w:rPr>
          <w:rStyle w:val="libFootnotenumChar"/>
          <w:rtl/>
        </w:rPr>
      </w:pPr>
      <w:r>
        <w:rPr>
          <w:rtl/>
        </w:rPr>
        <w:t xml:space="preserve">اى فرشتگان من ! دعاى او را به آسمان نبرد تا اين كه اهل بيت پيغمبرش را نيز در فرستادن درود با پيغمبر ملحق سازد، پس هم چنين دعايش پذيرفته نگردد و به آسمان بالا نرود تا بر اهل بيت پيغمبر - </w:t>
      </w:r>
      <w:r w:rsidR="00745C10" w:rsidRPr="00745C10">
        <w:rPr>
          <w:rStyle w:val="libAlaemChar"/>
          <w:rtl/>
        </w:rPr>
        <w:t>صلى‌الله‌عليه‌وآله‌وسلم</w:t>
      </w:r>
      <w:r>
        <w:rPr>
          <w:rtl/>
        </w:rPr>
        <w:t xml:space="preserve">- نيز سلام و درود بفرستند. </w:t>
      </w:r>
      <w:r w:rsidRPr="00120603">
        <w:rPr>
          <w:rStyle w:val="libFootnotenumChar"/>
          <w:rtl/>
        </w:rPr>
        <w:t>(٤٤)</w:t>
      </w:r>
    </w:p>
    <w:p w:rsidR="00120603" w:rsidRDefault="00120603" w:rsidP="00120603">
      <w:pPr>
        <w:pStyle w:val="Heading3"/>
        <w:rPr>
          <w:rtl/>
        </w:rPr>
      </w:pPr>
      <w:r>
        <w:rPr>
          <w:rStyle w:val="libFootnotenumChar"/>
          <w:rtl/>
        </w:rPr>
        <w:br w:type="page"/>
      </w:r>
      <w:bookmarkStart w:id="525" w:name="_Toc33993702"/>
      <w:bookmarkStart w:id="526" w:name="_Toc33993984"/>
      <w:bookmarkStart w:id="527" w:name="_Toc33994266"/>
      <w:bookmarkStart w:id="528" w:name="_Toc33994549"/>
      <w:bookmarkStart w:id="529" w:name="_Toc33994832"/>
      <w:r w:rsidR="00910300">
        <w:rPr>
          <w:rtl/>
        </w:rPr>
        <w:lastRenderedPageBreak/>
        <w:t>١٠٠. در ميان دو صلوات</w:t>
      </w:r>
      <w:bookmarkEnd w:id="525"/>
      <w:bookmarkEnd w:id="526"/>
      <w:bookmarkEnd w:id="527"/>
      <w:bookmarkEnd w:id="528"/>
      <w:bookmarkEnd w:id="529"/>
      <w:r w:rsidR="00910300">
        <w:rPr>
          <w:rtl/>
        </w:rPr>
        <w:t xml:space="preserve"> </w:t>
      </w:r>
    </w:p>
    <w:p w:rsidR="00910300" w:rsidRDefault="00910300" w:rsidP="00120603">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فرمودند:</w:t>
      </w:r>
    </w:p>
    <w:p w:rsidR="00910300" w:rsidRDefault="00910300" w:rsidP="00910300">
      <w:pPr>
        <w:pStyle w:val="libNormal"/>
        <w:rPr>
          <w:rtl/>
        </w:rPr>
      </w:pPr>
      <w:r>
        <w:rPr>
          <w:rtl/>
        </w:rPr>
        <w:t xml:space="preserve">هر كس را حاجتى به خدا عزوجل باشد، بايد با صلوات بر محمد و آلش آن را آغاز كند و سپس حاجت خود را بخواهد و باز هم در پايان ، صلوات بر محمد و آلش بفرستد؛ زيرا خداوند عزوجل از آن كريم تر است كه دو طرف را بپذيرد و ميانه را وانهد؛ زيرا صلوات بر محمد و آلش از او محجوب نباشد. </w:t>
      </w:r>
      <w:r w:rsidRPr="00120603">
        <w:rPr>
          <w:rStyle w:val="libFootnotenumChar"/>
          <w:rtl/>
        </w:rPr>
        <w:t>(٤٥)</w:t>
      </w:r>
    </w:p>
    <w:p w:rsidR="00120603" w:rsidRDefault="00910300" w:rsidP="00120603">
      <w:pPr>
        <w:pStyle w:val="Heading3"/>
        <w:rPr>
          <w:rtl/>
        </w:rPr>
      </w:pPr>
      <w:bookmarkStart w:id="530" w:name="_Toc33993703"/>
      <w:bookmarkStart w:id="531" w:name="_Toc33993985"/>
      <w:bookmarkStart w:id="532" w:name="_Toc33994267"/>
      <w:bookmarkStart w:id="533" w:name="_Toc33994550"/>
      <w:bookmarkStart w:id="534" w:name="_Toc33994833"/>
      <w:r>
        <w:rPr>
          <w:rtl/>
        </w:rPr>
        <w:t>١٠١. صلواتى قبل از دعا</w:t>
      </w:r>
      <w:bookmarkEnd w:id="530"/>
      <w:bookmarkEnd w:id="531"/>
      <w:bookmarkEnd w:id="532"/>
      <w:bookmarkEnd w:id="533"/>
      <w:bookmarkEnd w:id="534"/>
    </w:p>
    <w:p w:rsidR="00910300" w:rsidRDefault="00910300" w:rsidP="00120603">
      <w:pPr>
        <w:pStyle w:val="libNormal"/>
        <w:rPr>
          <w:rtl/>
        </w:rPr>
      </w:pPr>
      <w:r>
        <w:rPr>
          <w:rtl/>
        </w:rPr>
        <w:t xml:space="preserve"> مردى نزد رسول خدا - </w:t>
      </w:r>
      <w:r w:rsidR="00745C10" w:rsidRPr="00745C10">
        <w:rPr>
          <w:rStyle w:val="libAlaemChar"/>
          <w:rtl/>
        </w:rPr>
        <w:t>صلى‌الله‌عليه‌وآله‌وسلم</w:t>
      </w:r>
      <w:r>
        <w:rPr>
          <w:rtl/>
        </w:rPr>
        <w:t>- آمد و عرض كرد: يا رسول الله ! من يك سوم دعاى خود را به تو اختصاص داده ام .</w:t>
      </w:r>
    </w:p>
    <w:p w:rsidR="00910300" w:rsidRDefault="00910300" w:rsidP="00910300">
      <w:pPr>
        <w:pStyle w:val="libNormal"/>
        <w:rPr>
          <w:rtl/>
        </w:rPr>
      </w:pPr>
      <w:r>
        <w:rPr>
          <w:rtl/>
        </w:rPr>
        <w:t>حضرت فرمود:نيك است .</w:t>
      </w:r>
    </w:p>
    <w:p w:rsidR="00910300" w:rsidRDefault="00910300" w:rsidP="00910300">
      <w:pPr>
        <w:pStyle w:val="libNormal"/>
        <w:rPr>
          <w:rtl/>
        </w:rPr>
      </w:pPr>
      <w:r>
        <w:rPr>
          <w:rtl/>
        </w:rPr>
        <w:t xml:space="preserve">عرض كرد: يا رسول الله ! نيمى از دعاى خود را به شما مخصوص كرده ام ، پيغمبر - </w:t>
      </w:r>
      <w:r w:rsidR="00745C10" w:rsidRPr="00745C10">
        <w:rPr>
          <w:rStyle w:val="libAlaemChar"/>
          <w:rtl/>
        </w:rPr>
        <w:t>صلى‌الله‌عليه‌وآله‌وسلم</w:t>
      </w:r>
      <w:r>
        <w:rPr>
          <w:rtl/>
        </w:rPr>
        <w:t>- فرمود:اين بهتر است .</w:t>
      </w:r>
    </w:p>
    <w:p w:rsidR="00910300" w:rsidRDefault="00910300" w:rsidP="00910300">
      <w:pPr>
        <w:pStyle w:val="libNormal"/>
        <w:rPr>
          <w:rtl/>
        </w:rPr>
      </w:pPr>
      <w:r>
        <w:rPr>
          <w:rtl/>
        </w:rPr>
        <w:t>عرض كرد: همه خود را ويژه شما قرار دادم .</w:t>
      </w:r>
    </w:p>
    <w:p w:rsidR="00910300" w:rsidRDefault="00910300" w:rsidP="00910300">
      <w:pPr>
        <w:pStyle w:val="libNormal"/>
        <w:rPr>
          <w:rtl/>
        </w:rPr>
      </w:pPr>
      <w:r>
        <w:rPr>
          <w:rtl/>
        </w:rPr>
        <w:t>فرمود:در اين صورت خداوند مهمات تو را در امور دنيا و آخرت كفايت فرمايد.</w:t>
      </w:r>
    </w:p>
    <w:p w:rsidR="00910300" w:rsidRDefault="00910300" w:rsidP="00910300">
      <w:pPr>
        <w:pStyle w:val="libNormal"/>
        <w:rPr>
          <w:rtl/>
        </w:rPr>
      </w:pPr>
      <w:r>
        <w:rPr>
          <w:rtl/>
        </w:rPr>
        <w:t xml:space="preserve">مردى از امام - </w:t>
      </w:r>
      <w:r w:rsidR="007560B2" w:rsidRPr="007560B2">
        <w:rPr>
          <w:rStyle w:val="libAlaemChar"/>
          <w:rtl/>
        </w:rPr>
        <w:t xml:space="preserve">عليه‌السلام </w:t>
      </w:r>
      <w:r>
        <w:rPr>
          <w:rtl/>
        </w:rPr>
        <w:t>سؤ ال كرد: خداوند شما را خبر دهد چگونه دعاى خود را براى پيغمبر قرار داده است ؟</w:t>
      </w:r>
    </w:p>
    <w:p w:rsidR="00120603" w:rsidRDefault="00910300" w:rsidP="00910300">
      <w:pPr>
        <w:pStyle w:val="libNormal"/>
        <w:rPr>
          <w:rStyle w:val="libFootnotenumChar"/>
          <w:rtl/>
        </w:rPr>
      </w:pPr>
      <w:r>
        <w:rPr>
          <w:rtl/>
        </w:rPr>
        <w:t xml:space="preserve">امام - </w:t>
      </w:r>
      <w:r w:rsidR="007560B2" w:rsidRPr="007560B2">
        <w:rPr>
          <w:rStyle w:val="libAlaemChar"/>
          <w:rtl/>
        </w:rPr>
        <w:t xml:space="preserve">عليه‌السلام </w:t>
      </w:r>
      <w:r>
        <w:rPr>
          <w:rtl/>
        </w:rPr>
        <w:t xml:space="preserve"> - فرمود:از خدا هيچ مساءلت نكرده جز اين كه به صلوات بر محمد و آلش آغاز كرده است ، قبل از خواستن حاجت خويش </w:t>
      </w:r>
      <w:r w:rsidRPr="00120603">
        <w:rPr>
          <w:rStyle w:val="libFootnotenumChar"/>
          <w:rtl/>
        </w:rPr>
        <w:t>(٤٦)</w:t>
      </w:r>
    </w:p>
    <w:p w:rsidR="00120603" w:rsidRDefault="00120603" w:rsidP="00120603">
      <w:pPr>
        <w:pStyle w:val="Heading3"/>
        <w:rPr>
          <w:rtl/>
        </w:rPr>
      </w:pPr>
      <w:r>
        <w:rPr>
          <w:rStyle w:val="libFootnotenumChar"/>
          <w:rtl/>
        </w:rPr>
        <w:br w:type="page"/>
      </w:r>
      <w:bookmarkStart w:id="535" w:name="_Toc33993704"/>
      <w:bookmarkStart w:id="536" w:name="_Toc33993986"/>
      <w:bookmarkStart w:id="537" w:name="_Toc33994268"/>
      <w:bookmarkStart w:id="538" w:name="_Toc33994551"/>
      <w:bookmarkStart w:id="539" w:name="_Toc33994834"/>
      <w:r w:rsidR="00910300">
        <w:rPr>
          <w:rtl/>
        </w:rPr>
        <w:lastRenderedPageBreak/>
        <w:t>١٠٢ - قبولى دعا</w:t>
      </w:r>
      <w:bookmarkEnd w:id="535"/>
      <w:bookmarkEnd w:id="536"/>
      <w:bookmarkEnd w:id="537"/>
      <w:bookmarkEnd w:id="538"/>
      <w:bookmarkEnd w:id="539"/>
    </w:p>
    <w:p w:rsidR="00910300" w:rsidRDefault="00910300" w:rsidP="00120603">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فرمودند:</w:t>
      </w:r>
    </w:p>
    <w:p w:rsidR="00910300" w:rsidRDefault="00910300" w:rsidP="00910300">
      <w:pPr>
        <w:pStyle w:val="libNormal"/>
        <w:rPr>
          <w:rtl/>
        </w:rPr>
      </w:pPr>
      <w:r>
        <w:rPr>
          <w:rtl/>
        </w:rPr>
        <w:t>لا يزال الدعاء محجوبا حتى يصلى على محمد و آل محمد.</w:t>
      </w:r>
    </w:p>
    <w:p w:rsidR="00910300" w:rsidRDefault="00910300" w:rsidP="00910300">
      <w:pPr>
        <w:pStyle w:val="libNormal"/>
        <w:rPr>
          <w:rtl/>
        </w:rPr>
      </w:pPr>
      <w:r>
        <w:rPr>
          <w:rtl/>
        </w:rPr>
        <w:t xml:space="preserve">پيوسته دعا محجوت است تا صلوات فرستاده شود به محمد و آل محمد - </w:t>
      </w:r>
      <w:r w:rsidR="00745C10" w:rsidRPr="00745C10">
        <w:rPr>
          <w:rStyle w:val="libAlaemChar"/>
          <w:rtl/>
        </w:rPr>
        <w:t>صلى‌الله‌عليه‌وآله‌وسلم</w:t>
      </w:r>
      <w:r>
        <w:rPr>
          <w:rtl/>
        </w:rPr>
        <w:t xml:space="preserve">. </w:t>
      </w:r>
      <w:r w:rsidRPr="00120603">
        <w:rPr>
          <w:rStyle w:val="libFootnotenumChar"/>
          <w:rtl/>
        </w:rPr>
        <w:t>(٤٧)</w:t>
      </w:r>
    </w:p>
    <w:p w:rsidR="00120603" w:rsidRDefault="00910300" w:rsidP="00120603">
      <w:pPr>
        <w:pStyle w:val="Heading3"/>
        <w:rPr>
          <w:rtl/>
        </w:rPr>
      </w:pPr>
      <w:bookmarkStart w:id="540" w:name="_Toc33993705"/>
      <w:bookmarkStart w:id="541" w:name="_Toc33993987"/>
      <w:bookmarkStart w:id="542" w:name="_Toc33994269"/>
      <w:bookmarkStart w:id="543" w:name="_Toc33994552"/>
      <w:bookmarkStart w:id="544" w:name="_Toc33994835"/>
      <w:r>
        <w:rPr>
          <w:rtl/>
        </w:rPr>
        <w:t>١٠٣. بال رفتن دعا</w:t>
      </w:r>
      <w:bookmarkEnd w:id="540"/>
      <w:bookmarkEnd w:id="541"/>
      <w:bookmarkEnd w:id="542"/>
      <w:bookmarkEnd w:id="543"/>
      <w:bookmarkEnd w:id="544"/>
    </w:p>
    <w:p w:rsidR="00910300" w:rsidRDefault="00910300" w:rsidP="00120603">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فرمودند:</w:t>
      </w:r>
    </w:p>
    <w:p w:rsidR="00910300" w:rsidRDefault="00910300" w:rsidP="00910300">
      <w:pPr>
        <w:pStyle w:val="libNormal"/>
        <w:rPr>
          <w:rtl/>
        </w:rPr>
      </w:pPr>
      <w:r>
        <w:rPr>
          <w:rtl/>
        </w:rPr>
        <w:t xml:space="preserve">من دعا و لم يذكر النبى - </w:t>
      </w:r>
      <w:r w:rsidR="00745C10" w:rsidRPr="00745C10">
        <w:rPr>
          <w:rStyle w:val="libAlaemChar"/>
          <w:rtl/>
        </w:rPr>
        <w:t>صلى‌الله‌عليه‌وآله‌وسلم</w:t>
      </w:r>
      <w:r>
        <w:rPr>
          <w:rtl/>
        </w:rPr>
        <w:t xml:space="preserve">- رفرف الدعاء على راءسه فاذا ذكر النبى - </w:t>
      </w:r>
      <w:r w:rsidR="00745C10" w:rsidRPr="00745C10">
        <w:rPr>
          <w:rStyle w:val="libAlaemChar"/>
          <w:rtl/>
        </w:rPr>
        <w:t>صلى‌الله‌عليه‌وآله‌وسلم</w:t>
      </w:r>
      <w:r>
        <w:rPr>
          <w:rtl/>
        </w:rPr>
        <w:t>- رفع الدعاء؛</w:t>
      </w:r>
    </w:p>
    <w:p w:rsidR="00910300" w:rsidRDefault="00910300" w:rsidP="00910300">
      <w:pPr>
        <w:pStyle w:val="libNormal"/>
        <w:rPr>
          <w:rStyle w:val="libFootnotenumChar"/>
          <w:rtl/>
        </w:rPr>
      </w:pPr>
      <w:r>
        <w:rPr>
          <w:rtl/>
        </w:rPr>
        <w:t xml:space="preserve">هر كه دعايى كند و نام پيغمبر - </w:t>
      </w:r>
      <w:r w:rsidR="00745C10" w:rsidRPr="00745C10">
        <w:rPr>
          <w:rStyle w:val="libAlaemChar"/>
          <w:rtl/>
        </w:rPr>
        <w:t>صلى‌الله‌عليه‌وآله‌وسلم</w:t>
      </w:r>
      <w:r>
        <w:rPr>
          <w:rtl/>
        </w:rPr>
        <w:t xml:space="preserve">- نبرد، دعايش گرد سرش بچرخد و هرگاه نام پيغمبر - </w:t>
      </w:r>
      <w:r w:rsidR="00745C10" w:rsidRPr="00745C10">
        <w:rPr>
          <w:rStyle w:val="libAlaemChar"/>
          <w:rtl/>
        </w:rPr>
        <w:t>صلى‌الله‌عليه‌وآله‌وسلم</w:t>
      </w:r>
      <w:r>
        <w:rPr>
          <w:rtl/>
        </w:rPr>
        <w:t xml:space="preserve">- را برد، دعايش بالا رود. </w:t>
      </w:r>
      <w:r w:rsidRPr="00120603">
        <w:rPr>
          <w:rStyle w:val="libFootnotenumChar"/>
          <w:rtl/>
        </w:rPr>
        <w:t>(٤٨)</w:t>
      </w:r>
    </w:p>
    <w:p w:rsidR="00120603" w:rsidRDefault="00120603" w:rsidP="00910300">
      <w:pPr>
        <w:pStyle w:val="libNormal"/>
        <w:rPr>
          <w:rtl/>
        </w:rPr>
      </w:pPr>
    </w:p>
    <w:p w:rsidR="00120603" w:rsidRDefault="00910300" w:rsidP="00120603">
      <w:pPr>
        <w:pStyle w:val="Heading3"/>
        <w:rPr>
          <w:rtl/>
        </w:rPr>
      </w:pPr>
      <w:bookmarkStart w:id="545" w:name="_Toc33993706"/>
      <w:bookmarkStart w:id="546" w:name="_Toc33993988"/>
      <w:bookmarkStart w:id="547" w:name="_Toc33994270"/>
      <w:bookmarkStart w:id="548" w:name="_Toc33994553"/>
      <w:bookmarkStart w:id="549" w:name="_Toc33994836"/>
      <w:r>
        <w:rPr>
          <w:rtl/>
        </w:rPr>
        <w:t>١٠٤. شرط قبولى دعا</w:t>
      </w:r>
      <w:bookmarkEnd w:id="545"/>
      <w:bookmarkEnd w:id="546"/>
      <w:bookmarkEnd w:id="547"/>
      <w:bookmarkEnd w:id="548"/>
      <w:bookmarkEnd w:id="549"/>
    </w:p>
    <w:p w:rsidR="00910300" w:rsidRDefault="00910300" w:rsidP="00120603">
      <w:pPr>
        <w:pStyle w:val="libNormal"/>
        <w:rPr>
          <w:rtl/>
        </w:rPr>
      </w:pPr>
      <w:r>
        <w:rPr>
          <w:rtl/>
        </w:rPr>
        <w:t xml:space="preserve"> امام على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 xml:space="preserve">كل دعاء محجوب حتى يصلى على النبى - </w:t>
      </w:r>
      <w:r w:rsidR="00745C10" w:rsidRPr="00745C10">
        <w:rPr>
          <w:rStyle w:val="libAlaemChar"/>
          <w:rtl/>
        </w:rPr>
        <w:t>صلى‌الله‌عليه‌وآله‌وسلم</w:t>
      </w:r>
      <w:r>
        <w:rPr>
          <w:rtl/>
        </w:rPr>
        <w:t>.</w:t>
      </w:r>
    </w:p>
    <w:p w:rsidR="00910300" w:rsidRDefault="00910300" w:rsidP="00910300">
      <w:pPr>
        <w:pStyle w:val="libNormal"/>
        <w:rPr>
          <w:rtl/>
        </w:rPr>
      </w:pPr>
      <w:r>
        <w:rPr>
          <w:rtl/>
        </w:rPr>
        <w:t xml:space="preserve">هيچ دعايى به آسمان نمى رسد؛ مگر اين دعا كننده بر محمد و آل او صلوات بفرستد. </w:t>
      </w:r>
      <w:r w:rsidRPr="00120603">
        <w:rPr>
          <w:rStyle w:val="libFootnotenumChar"/>
          <w:rtl/>
        </w:rPr>
        <w:t>(٤٩)</w:t>
      </w:r>
    </w:p>
    <w:p w:rsidR="00120603" w:rsidRDefault="00910300" w:rsidP="00120603">
      <w:pPr>
        <w:pStyle w:val="Heading3"/>
        <w:rPr>
          <w:rtl/>
        </w:rPr>
      </w:pPr>
      <w:bookmarkStart w:id="550" w:name="_Toc33993707"/>
      <w:bookmarkStart w:id="551" w:name="_Toc33993989"/>
      <w:bookmarkStart w:id="552" w:name="_Toc33994271"/>
      <w:bookmarkStart w:id="553" w:name="_Toc33994554"/>
      <w:bookmarkStart w:id="554" w:name="_Toc33994837"/>
      <w:r>
        <w:rPr>
          <w:rtl/>
        </w:rPr>
        <w:t>١٠٥. صلوات ، دعاى مردم</w:t>
      </w:r>
      <w:bookmarkEnd w:id="550"/>
      <w:bookmarkEnd w:id="551"/>
      <w:bookmarkEnd w:id="552"/>
      <w:bookmarkEnd w:id="553"/>
      <w:bookmarkEnd w:id="554"/>
      <w:r>
        <w:rPr>
          <w:rtl/>
        </w:rPr>
        <w:t xml:space="preserve"> </w:t>
      </w:r>
    </w:p>
    <w:p w:rsidR="00910300" w:rsidRDefault="00910300" w:rsidP="00120603">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الصلوة من الله رحمتة و من الملائكه التزكيه و من الناس دعاء</w:t>
      </w:r>
    </w:p>
    <w:p w:rsidR="00120603" w:rsidRDefault="00910300" w:rsidP="00910300">
      <w:pPr>
        <w:pStyle w:val="libNormal"/>
        <w:rPr>
          <w:rStyle w:val="libFootnotenumChar"/>
          <w:rtl/>
        </w:rPr>
      </w:pPr>
      <w:r>
        <w:rPr>
          <w:rtl/>
        </w:rPr>
        <w:t xml:space="preserve">صلوات از جانب خداوند رحمت است و از سوى فرشتگان پاك كردن و از طرف مردم دعا است . </w:t>
      </w:r>
      <w:r w:rsidRPr="00120603">
        <w:rPr>
          <w:rStyle w:val="libFootnotenumChar"/>
          <w:rtl/>
        </w:rPr>
        <w:t>(٥٠)</w:t>
      </w:r>
    </w:p>
    <w:p w:rsidR="00120603" w:rsidRDefault="00120603" w:rsidP="00120603">
      <w:pPr>
        <w:pStyle w:val="Heading3"/>
        <w:rPr>
          <w:rtl/>
        </w:rPr>
      </w:pPr>
      <w:r>
        <w:rPr>
          <w:rStyle w:val="libFootnotenumChar"/>
          <w:rtl/>
        </w:rPr>
        <w:br w:type="page"/>
      </w:r>
      <w:bookmarkStart w:id="555" w:name="_Toc33993708"/>
      <w:bookmarkStart w:id="556" w:name="_Toc33993990"/>
      <w:bookmarkStart w:id="557" w:name="_Toc33994272"/>
      <w:bookmarkStart w:id="558" w:name="_Toc33994555"/>
      <w:bookmarkStart w:id="559" w:name="_Toc33994838"/>
      <w:r w:rsidR="00910300">
        <w:rPr>
          <w:rtl/>
        </w:rPr>
        <w:lastRenderedPageBreak/>
        <w:t>١٠٦. معناى صلوات</w:t>
      </w:r>
      <w:bookmarkEnd w:id="555"/>
      <w:bookmarkEnd w:id="556"/>
      <w:bookmarkEnd w:id="557"/>
      <w:bookmarkEnd w:id="558"/>
      <w:bookmarkEnd w:id="559"/>
      <w:r w:rsidR="00910300">
        <w:rPr>
          <w:rtl/>
        </w:rPr>
        <w:t xml:space="preserve"> </w:t>
      </w:r>
    </w:p>
    <w:p w:rsidR="00910300" w:rsidRDefault="00910300" w:rsidP="00120603">
      <w:pPr>
        <w:pStyle w:val="libNormal"/>
        <w:rPr>
          <w:rtl/>
        </w:rPr>
      </w:pPr>
      <w:r>
        <w:rPr>
          <w:rtl/>
        </w:rPr>
        <w:t xml:space="preserve"> از امام كاظم - </w:t>
      </w:r>
      <w:r w:rsidR="007560B2" w:rsidRPr="007560B2">
        <w:rPr>
          <w:rStyle w:val="libAlaemChar"/>
          <w:rtl/>
        </w:rPr>
        <w:t xml:space="preserve">عليه‌السلام </w:t>
      </w:r>
      <w:r>
        <w:rPr>
          <w:rtl/>
        </w:rPr>
        <w:t xml:space="preserve"> - درباره معناى درود خدا و فرشتگان و مؤ منان در آيه :</w:t>
      </w:r>
    </w:p>
    <w:p w:rsidR="00910300" w:rsidRDefault="00120603" w:rsidP="00120603">
      <w:pPr>
        <w:pStyle w:val="libNormal"/>
        <w:rPr>
          <w:rtl/>
        </w:rPr>
      </w:pPr>
      <w:r w:rsidRPr="00120603">
        <w:rPr>
          <w:rStyle w:val="libAlaemChar"/>
          <w:rFonts w:hint="cs"/>
          <w:rtl/>
        </w:rPr>
        <w:t>(</w:t>
      </w:r>
      <w:r w:rsidR="00910300" w:rsidRPr="00120603">
        <w:rPr>
          <w:rStyle w:val="libAieChar"/>
          <w:rtl/>
        </w:rPr>
        <w:t>ان الله و ملائكته يصلون على النبى يا ايها الذين امنوا صلوا عليه و سلموا تسليما- صلاة الله رحمته من الله ، و صلاة الملائكه تزكيه منهم له و صلاة لمؤ منين دعاء منهم له</w:t>
      </w:r>
      <w:r w:rsidRPr="00120603">
        <w:rPr>
          <w:rStyle w:val="libAlaemChar"/>
          <w:rFonts w:hint="cs"/>
          <w:rtl/>
        </w:rPr>
        <w:t>)</w:t>
      </w:r>
    </w:p>
    <w:p w:rsidR="00910300" w:rsidRDefault="00910300" w:rsidP="00910300">
      <w:pPr>
        <w:pStyle w:val="libNormal"/>
        <w:rPr>
          <w:rtl/>
        </w:rPr>
      </w:pPr>
      <w:r>
        <w:rPr>
          <w:rtl/>
        </w:rPr>
        <w:t>خدا و فرشتگان او بر پيامبر درود مى فرستد. اى كسانى كه ايمان آورده ايد بر او درود فرستيد و به فرمانش به خوبى گردن نهيد!</w:t>
      </w:r>
    </w:p>
    <w:p w:rsidR="00910300" w:rsidRDefault="00910300" w:rsidP="00910300">
      <w:pPr>
        <w:pStyle w:val="libNormal"/>
        <w:rPr>
          <w:rtl/>
        </w:rPr>
      </w:pPr>
      <w:r>
        <w:rPr>
          <w:rtl/>
        </w:rPr>
        <w:t>سؤ ال شده ، فرمودند:</w:t>
      </w:r>
    </w:p>
    <w:p w:rsidR="00910300" w:rsidRDefault="00910300" w:rsidP="00910300">
      <w:pPr>
        <w:pStyle w:val="libNormal"/>
        <w:rPr>
          <w:rtl/>
        </w:rPr>
      </w:pPr>
      <w:r>
        <w:rPr>
          <w:rtl/>
        </w:rPr>
        <w:t xml:space="preserve">درود فرستادن خدا نوعى رحمت از جانب اوست و درود فرشتگان ستايشى است از زنان نسبت به رسول خدا و درود مؤ منان دعايى است از آنها براى پيامبر - </w:t>
      </w:r>
      <w:r w:rsidR="00745C10" w:rsidRPr="00745C10">
        <w:rPr>
          <w:rStyle w:val="libAlaemChar"/>
          <w:rtl/>
        </w:rPr>
        <w:t>صلى‌الله‌عليه‌وآله‌وسلم</w:t>
      </w:r>
      <w:r>
        <w:rPr>
          <w:rtl/>
        </w:rPr>
        <w:t>- (٥١)</w:t>
      </w:r>
    </w:p>
    <w:p w:rsidR="00120603" w:rsidRDefault="00910300" w:rsidP="00120603">
      <w:pPr>
        <w:pStyle w:val="Heading3"/>
        <w:rPr>
          <w:rtl/>
        </w:rPr>
      </w:pPr>
      <w:bookmarkStart w:id="560" w:name="_Toc33993709"/>
      <w:bookmarkStart w:id="561" w:name="_Toc33993991"/>
      <w:bookmarkStart w:id="562" w:name="_Toc33994273"/>
      <w:bookmarkStart w:id="563" w:name="_Toc33994556"/>
      <w:bookmarkStart w:id="564" w:name="_Toc33994839"/>
      <w:r>
        <w:rPr>
          <w:rtl/>
        </w:rPr>
        <w:t xml:space="preserve">١٠٧. قرار دادن نام پيامبر </w:t>
      </w:r>
      <w:r w:rsidR="007560B2" w:rsidRPr="007560B2">
        <w:rPr>
          <w:rStyle w:val="libAlaemChar"/>
          <w:rtl/>
        </w:rPr>
        <w:t>صلى‌الله‌عليه‌وآله‌وسلم</w:t>
      </w:r>
      <w:r>
        <w:rPr>
          <w:rtl/>
        </w:rPr>
        <w:t xml:space="preserve"> در دعا</w:t>
      </w:r>
      <w:bookmarkEnd w:id="560"/>
      <w:bookmarkEnd w:id="561"/>
      <w:bookmarkEnd w:id="562"/>
      <w:bookmarkEnd w:id="563"/>
      <w:bookmarkEnd w:id="564"/>
    </w:p>
    <w:p w:rsidR="00910300" w:rsidRDefault="00910300" w:rsidP="00120603">
      <w:pPr>
        <w:pStyle w:val="libNormal"/>
        <w:rPr>
          <w:rtl/>
        </w:rPr>
      </w:pPr>
      <w:r>
        <w:rPr>
          <w:rtl/>
        </w:rPr>
        <w:t xml:space="preserve"> رسول خدا - </w:t>
      </w:r>
      <w:r w:rsidR="00745C10" w:rsidRPr="00745C10">
        <w:rPr>
          <w:rStyle w:val="libAlaemChar"/>
          <w:rtl/>
        </w:rPr>
        <w:t>صلى‌الله‌عليه‌وآله‌وسلم</w:t>
      </w:r>
      <w:r>
        <w:rPr>
          <w:rtl/>
        </w:rPr>
        <w:t>- فرمود است :</w:t>
      </w:r>
    </w:p>
    <w:p w:rsidR="00910300" w:rsidRDefault="00910300" w:rsidP="00910300">
      <w:pPr>
        <w:pStyle w:val="libNormal"/>
        <w:rPr>
          <w:rtl/>
        </w:rPr>
      </w:pPr>
      <w:r>
        <w:rPr>
          <w:rtl/>
        </w:rPr>
        <w:t xml:space="preserve">مرا چون قدح شتر سوار نسازيد؛ زيرا شترسوار قدح خود را پر مى كند و هر وقت خواست مى نوشد، مرا در آغاز دعا و ميانه دعا و آخر دعاى خود قرار دهيد. </w:t>
      </w:r>
      <w:r w:rsidRPr="00120603">
        <w:rPr>
          <w:rStyle w:val="libFootnotenumChar"/>
          <w:rtl/>
        </w:rPr>
        <w:t>(٥٢)</w:t>
      </w:r>
    </w:p>
    <w:p w:rsidR="00120603" w:rsidRDefault="00910300" w:rsidP="00120603">
      <w:pPr>
        <w:pStyle w:val="Heading3"/>
        <w:rPr>
          <w:rtl/>
        </w:rPr>
      </w:pPr>
      <w:bookmarkStart w:id="565" w:name="_Toc33993710"/>
      <w:bookmarkStart w:id="566" w:name="_Toc33993992"/>
      <w:bookmarkStart w:id="567" w:name="_Toc33994274"/>
      <w:bookmarkStart w:id="568" w:name="_Toc33994557"/>
      <w:bookmarkStart w:id="569" w:name="_Toc33994840"/>
      <w:r>
        <w:rPr>
          <w:rtl/>
        </w:rPr>
        <w:t>١٠٨. رفع موانع و حجاب ها</w:t>
      </w:r>
      <w:bookmarkEnd w:id="565"/>
      <w:bookmarkEnd w:id="566"/>
      <w:bookmarkEnd w:id="567"/>
      <w:bookmarkEnd w:id="568"/>
      <w:bookmarkEnd w:id="569"/>
    </w:p>
    <w:p w:rsidR="00120603" w:rsidRDefault="00910300" w:rsidP="00120603">
      <w:pPr>
        <w:pStyle w:val="libNormal"/>
        <w:rPr>
          <w:rStyle w:val="libFootnotenumChar"/>
          <w:rtl/>
        </w:rPr>
      </w:pPr>
      <w:r>
        <w:rPr>
          <w:rtl/>
        </w:rPr>
        <w:t xml:space="preserve"> در روايت آمده است :دعايى نيست جز آن كه ميان آن و آسمان اجابت ، حجاب و فاصله اى است و آن گاه كه ذكرصلوات بر محمد و آل اوبه ميان آيد، حجاب ها كنار مى رود و دعا به اجابت مى رسد و بدون صلوات دعا به استجابت نمى رسد. </w:t>
      </w:r>
      <w:r w:rsidRPr="00120603">
        <w:rPr>
          <w:rStyle w:val="libFootnotenumChar"/>
          <w:rtl/>
        </w:rPr>
        <w:t>(٥٣)</w:t>
      </w:r>
    </w:p>
    <w:p w:rsidR="00120603" w:rsidRDefault="00120603" w:rsidP="00120603">
      <w:pPr>
        <w:pStyle w:val="Heading3"/>
        <w:rPr>
          <w:rtl/>
        </w:rPr>
      </w:pPr>
      <w:r>
        <w:rPr>
          <w:rStyle w:val="libFootnotenumChar"/>
          <w:rtl/>
        </w:rPr>
        <w:br w:type="page"/>
      </w:r>
      <w:bookmarkStart w:id="570" w:name="_Toc33993711"/>
      <w:bookmarkStart w:id="571" w:name="_Toc33993993"/>
      <w:bookmarkStart w:id="572" w:name="_Toc33994275"/>
      <w:bookmarkStart w:id="573" w:name="_Toc33994558"/>
      <w:bookmarkStart w:id="574" w:name="_Toc33994841"/>
      <w:r w:rsidR="00910300">
        <w:rPr>
          <w:rtl/>
        </w:rPr>
        <w:lastRenderedPageBreak/>
        <w:t xml:space="preserve">١٠٩. امام و صلوات بر محمد و آل محمد </w:t>
      </w:r>
      <w:r w:rsidR="007560B2" w:rsidRPr="007560B2">
        <w:rPr>
          <w:rStyle w:val="libAlaemChar"/>
          <w:rtl/>
        </w:rPr>
        <w:t>صلى‌الله‌عليه‌وآله‌وسلم</w:t>
      </w:r>
      <w:bookmarkEnd w:id="570"/>
      <w:bookmarkEnd w:id="571"/>
      <w:bookmarkEnd w:id="572"/>
      <w:bookmarkEnd w:id="573"/>
      <w:bookmarkEnd w:id="574"/>
    </w:p>
    <w:p w:rsidR="00910300" w:rsidRDefault="00910300" w:rsidP="00120603">
      <w:pPr>
        <w:pStyle w:val="libNormal"/>
        <w:rPr>
          <w:rtl/>
        </w:rPr>
      </w:pPr>
      <w:r>
        <w:rPr>
          <w:rtl/>
        </w:rPr>
        <w:t xml:space="preserve"> رجاء بن ابى ضحاك مى گويد:</w:t>
      </w:r>
    </w:p>
    <w:p w:rsidR="00910300" w:rsidRDefault="00910300" w:rsidP="00910300">
      <w:pPr>
        <w:pStyle w:val="libNormal"/>
        <w:rPr>
          <w:rtl/>
        </w:rPr>
      </w:pPr>
      <w:r>
        <w:rPr>
          <w:rtl/>
        </w:rPr>
        <w:t xml:space="preserve">امام رضا - </w:t>
      </w:r>
      <w:r w:rsidR="007560B2" w:rsidRPr="007560B2">
        <w:rPr>
          <w:rStyle w:val="libAlaemChar"/>
          <w:rtl/>
        </w:rPr>
        <w:t xml:space="preserve">عليه‌السلام </w:t>
      </w:r>
      <w:r>
        <w:rPr>
          <w:rtl/>
        </w:rPr>
        <w:t xml:space="preserve"> - دعاهايش را با صلوات فرستادن بر محمد و خاندان او شروع مى كرد، و در نماز و غير آن زياد صلوات مى فرستاد. </w:t>
      </w:r>
      <w:r w:rsidRPr="00120603">
        <w:rPr>
          <w:rStyle w:val="libFootnotenumChar"/>
          <w:rtl/>
        </w:rPr>
        <w:t>(٥٤)</w:t>
      </w:r>
    </w:p>
    <w:p w:rsidR="00120603" w:rsidRDefault="00910300" w:rsidP="00120603">
      <w:pPr>
        <w:pStyle w:val="Heading3"/>
        <w:rPr>
          <w:rtl/>
        </w:rPr>
      </w:pPr>
      <w:bookmarkStart w:id="575" w:name="_Toc33993712"/>
      <w:bookmarkStart w:id="576" w:name="_Toc33993994"/>
      <w:bookmarkStart w:id="577" w:name="_Toc33994276"/>
      <w:bookmarkStart w:id="578" w:name="_Toc33994559"/>
      <w:bookmarkStart w:id="579" w:name="_Toc33994842"/>
      <w:r>
        <w:rPr>
          <w:rtl/>
        </w:rPr>
        <w:t>١١٠. در حفظ او بكوشيد</w:t>
      </w:r>
      <w:bookmarkEnd w:id="575"/>
      <w:bookmarkEnd w:id="576"/>
      <w:bookmarkEnd w:id="577"/>
      <w:bookmarkEnd w:id="578"/>
      <w:bookmarkEnd w:id="579"/>
    </w:p>
    <w:p w:rsidR="00910300" w:rsidRDefault="00910300" w:rsidP="00120603">
      <w:pPr>
        <w:pStyle w:val="libNormal"/>
        <w:rPr>
          <w:rtl/>
        </w:rPr>
      </w:pPr>
      <w:r>
        <w:rPr>
          <w:rtl/>
        </w:rPr>
        <w:t xml:space="preserve"> از على - </w:t>
      </w:r>
      <w:r w:rsidR="007560B2" w:rsidRPr="007560B2">
        <w:rPr>
          <w:rStyle w:val="libAlaemChar"/>
          <w:rtl/>
        </w:rPr>
        <w:t xml:space="preserve">عليه‌السلام </w:t>
      </w:r>
      <w:r>
        <w:rPr>
          <w:rtl/>
        </w:rPr>
        <w:t xml:space="preserve"> - نقل كرده اند كه :بر محمد و آل محمد صلوات بفرستد؛ زيرا كه خداوند عزوجل ، در وقتى كه محمد </w:t>
      </w:r>
      <w:r w:rsidR="00745C10" w:rsidRPr="00745C10">
        <w:rPr>
          <w:rStyle w:val="libAlaemChar"/>
          <w:rtl/>
        </w:rPr>
        <w:t>صلى‌الله‌عليه‌وآله‌وسلم</w:t>
      </w:r>
      <w:r>
        <w:rPr>
          <w:rtl/>
        </w:rPr>
        <w:t>را ياد كنيد و او را دعا نماييد و در حفظ او بكوشيد، دعاى تان را قبول خواهد فرمود.</w:t>
      </w:r>
    </w:p>
    <w:p w:rsidR="00120603" w:rsidRDefault="00910300" w:rsidP="00120603">
      <w:pPr>
        <w:pStyle w:val="Heading3"/>
        <w:rPr>
          <w:rtl/>
        </w:rPr>
      </w:pPr>
      <w:bookmarkStart w:id="580" w:name="_Toc33993713"/>
      <w:bookmarkStart w:id="581" w:name="_Toc33993995"/>
      <w:bookmarkStart w:id="582" w:name="_Toc33994277"/>
      <w:bookmarkStart w:id="583" w:name="_Toc33994560"/>
      <w:bookmarkStart w:id="584" w:name="_Toc33994843"/>
      <w:r>
        <w:rPr>
          <w:rtl/>
        </w:rPr>
        <w:t>١١١. اجابت دعا</w:t>
      </w:r>
      <w:bookmarkEnd w:id="580"/>
      <w:bookmarkEnd w:id="581"/>
      <w:bookmarkEnd w:id="582"/>
      <w:bookmarkEnd w:id="583"/>
      <w:bookmarkEnd w:id="584"/>
    </w:p>
    <w:p w:rsidR="00910300" w:rsidRDefault="00910300" w:rsidP="00120603">
      <w:pPr>
        <w:pStyle w:val="libNormal"/>
        <w:rPr>
          <w:rtl/>
        </w:rPr>
      </w:pPr>
      <w:r>
        <w:rPr>
          <w:rtl/>
        </w:rPr>
        <w:t xml:space="preserve"> از امام صادق </w:t>
      </w:r>
      <w:r w:rsidR="007560B2" w:rsidRPr="007560B2">
        <w:rPr>
          <w:rStyle w:val="libAlaemChar"/>
          <w:rtl/>
        </w:rPr>
        <w:t xml:space="preserve">عليه‌السلام </w:t>
      </w:r>
      <w:r>
        <w:rPr>
          <w:rtl/>
        </w:rPr>
        <w:t xml:space="preserve"> روايت شده كه رسول خدا </w:t>
      </w:r>
      <w:r w:rsidR="00745C10" w:rsidRPr="00745C10">
        <w:rPr>
          <w:rStyle w:val="libAlaemChar"/>
          <w:rtl/>
        </w:rPr>
        <w:t>صلى‌الله‌عليه‌وآله‌وسلم</w:t>
      </w:r>
      <w:r>
        <w:rPr>
          <w:rtl/>
        </w:rPr>
        <w:t>فرمود: صلوات فرستادن شما بر من ، اجبات دعاى شما و پاكيزگى اعمال تان مى باشد.</w:t>
      </w:r>
    </w:p>
    <w:p w:rsidR="00910300" w:rsidRDefault="00910300" w:rsidP="00120603">
      <w:pPr>
        <w:pStyle w:val="Heading3"/>
        <w:rPr>
          <w:rtl/>
        </w:rPr>
      </w:pPr>
      <w:bookmarkStart w:id="585" w:name="_Toc33993714"/>
      <w:bookmarkStart w:id="586" w:name="_Toc33993996"/>
      <w:bookmarkStart w:id="587" w:name="_Toc33994278"/>
      <w:bookmarkStart w:id="588" w:name="_Toc33994561"/>
      <w:bookmarkStart w:id="589" w:name="_Toc33994844"/>
      <w:r>
        <w:rPr>
          <w:rtl/>
        </w:rPr>
        <w:t>١١٢. هيچ دعايى به آسمان نمى رسد مگر...</w:t>
      </w:r>
      <w:bookmarkEnd w:id="585"/>
      <w:bookmarkEnd w:id="586"/>
      <w:bookmarkEnd w:id="587"/>
      <w:bookmarkEnd w:id="588"/>
      <w:bookmarkEnd w:id="589"/>
    </w:p>
    <w:p w:rsidR="00910300" w:rsidRDefault="00910300" w:rsidP="00910300">
      <w:pPr>
        <w:pStyle w:val="libNormal"/>
        <w:rPr>
          <w:rtl/>
        </w:rPr>
      </w:pPr>
      <w:r>
        <w:rPr>
          <w:rtl/>
        </w:rPr>
        <w:t xml:space="preserve">** هيچ دعايى به آسمان نمى رسد مگر اين دعا كننده بر محمد و آل او صلوات بفرستد. </w:t>
      </w:r>
      <w:r w:rsidRPr="00120603">
        <w:rPr>
          <w:rStyle w:val="libFootnotenumChar"/>
          <w:rtl/>
        </w:rPr>
        <w:t>(٥٥)</w:t>
      </w:r>
    </w:p>
    <w:p w:rsidR="00910300" w:rsidRDefault="00120603" w:rsidP="00120603">
      <w:pPr>
        <w:pStyle w:val="libNormal"/>
        <w:rPr>
          <w:rtl/>
        </w:rPr>
      </w:pPr>
      <w:r>
        <w:rPr>
          <w:rtl/>
        </w:rPr>
        <w:br w:type="page"/>
      </w:r>
      <w:bookmarkStart w:id="590" w:name="_Toc33993715"/>
      <w:bookmarkStart w:id="591" w:name="_Toc33993997"/>
      <w:bookmarkStart w:id="592" w:name="_Toc33994279"/>
      <w:bookmarkStart w:id="593" w:name="_Toc33994562"/>
      <w:bookmarkStart w:id="594" w:name="_Toc33994845"/>
      <w:r w:rsidR="00910300" w:rsidRPr="00120603">
        <w:rPr>
          <w:rStyle w:val="Heading2Char"/>
          <w:rtl/>
        </w:rPr>
        <w:lastRenderedPageBreak/>
        <w:t>بخش نهم : صلوات و رؤ ياهاى صادقا</w:t>
      </w:r>
      <w:bookmarkEnd w:id="590"/>
      <w:bookmarkEnd w:id="591"/>
      <w:bookmarkEnd w:id="592"/>
      <w:bookmarkEnd w:id="593"/>
      <w:bookmarkEnd w:id="594"/>
      <w:r w:rsidR="00910300">
        <w:rPr>
          <w:rtl/>
        </w:rPr>
        <w:t xml:space="preserve">نه </w:t>
      </w:r>
    </w:p>
    <w:p w:rsidR="00120603" w:rsidRDefault="00120603" w:rsidP="00120603">
      <w:pPr>
        <w:pStyle w:val="libNormal"/>
        <w:rPr>
          <w:rtl/>
        </w:rPr>
      </w:pPr>
    </w:p>
    <w:p w:rsidR="00120603" w:rsidRDefault="00910300" w:rsidP="00120603">
      <w:pPr>
        <w:pStyle w:val="Heading3"/>
        <w:rPr>
          <w:rtl/>
        </w:rPr>
      </w:pPr>
      <w:bookmarkStart w:id="595" w:name="_Toc33993716"/>
      <w:bookmarkStart w:id="596" w:name="_Toc33993998"/>
      <w:bookmarkStart w:id="597" w:name="_Toc33994280"/>
      <w:bookmarkStart w:id="598" w:name="_Toc33994563"/>
      <w:bookmarkStart w:id="599" w:name="_Toc33994846"/>
      <w:r>
        <w:rPr>
          <w:rtl/>
        </w:rPr>
        <w:t>١١٣. صلوات و رؤ ياهاى صادقانه</w:t>
      </w:r>
      <w:bookmarkEnd w:id="595"/>
      <w:bookmarkEnd w:id="596"/>
      <w:bookmarkEnd w:id="597"/>
      <w:bookmarkEnd w:id="598"/>
      <w:bookmarkEnd w:id="599"/>
      <w:r>
        <w:rPr>
          <w:rtl/>
        </w:rPr>
        <w:t xml:space="preserve"> </w:t>
      </w:r>
    </w:p>
    <w:p w:rsidR="00910300" w:rsidRDefault="00910300" w:rsidP="00120603">
      <w:pPr>
        <w:pStyle w:val="libNormal"/>
        <w:rPr>
          <w:rtl/>
        </w:rPr>
      </w:pPr>
      <w:r>
        <w:rPr>
          <w:rtl/>
        </w:rPr>
        <w:t xml:space="preserve"> از على - </w:t>
      </w:r>
      <w:r w:rsidR="007560B2" w:rsidRPr="007560B2">
        <w:rPr>
          <w:rStyle w:val="libAlaemChar"/>
          <w:rtl/>
        </w:rPr>
        <w:t xml:space="preserve">عليه‌السلام </w:t>
      </w:r>
      <w:r>
        <w:rPr>
          <w:rtl/>
        </w:rPr>
        <w:t xml:space="preserve"> - روايت شده است كه :</w:t>
      </w:r>
    </w:p>
    <w:p w:rsidR="00910300" w:rsidRDefault="00910300" w:rsidP="00910300">
      <w:pPr>
        <w:pStyle w:val="libNormal"/>
        <w:rPr>
          <w:rtl/>
        </w:rPr>
      </w:pPr>
      <w:r>
        <w:rPr>
          <w:rtl/>
        </w:rPr>
        <w:t>هركس بخواهد خدا در خوابش به او نمايد آن چه خواهد، پيش از خوابيدن شش ركعت نماز بخواهد در ركعت اول خود يكباره ، والشمس هفت بار و در ركعت دوم حمد يكبار، والليل هفت بار و در ركعت سوم حمد يكبار، والضحى هفت بار و در ركعت چهارم حمد يكبار، الم نشرح هفت بار، و در ركعت پنجم حمد يكبار، والتين هفت بار، و در ركعت ششم حمد يكبار، انا انزلنا هفت بار و وقتى نماز را تمام كرد خدا را ثنا گويد و صلوات بر پيغمبرش فرستد و آن گاه گويد:</w:t>
      </w:r>
    </w:p>
    <w:p w:rsidR="00910300" w:rsidRDefault="00910300" w:rsidP="00910300">
      <w:pPr>
        <w:pStyle w:val="libNormal"/>
        <w:rPr>
          <w:rtl/>
        </w:rPr>
      </w:pPr>
      <w:r>
        <w:rPr>
          <w:rtl/>
        </w:rPr>
        <w:t>اللهم رب محمد و رب ابراهيم و موسى و رب اسحق و يعقوب و وب جبراييل و ميكاييل و اسرافيل و عزراييل و منزل التورات و الانجيل و الربور و الفرقان العظيم اءرنى فى منامى الليله ما اءنت اعلم به منى</w:t>
      </w:r>
    </w:p>
    <w:p w:rsidR="00910300" w:rsidRDefault="00910300" w:rsidP="00910300">
      <w:pPr>
        <w:pStyle w:val="libNormal"/>
        <w:rPr>
          <w:rtl/>
        </w:rPr>
      </w:pPr>
      <w:r>
        <w:rPr>
          <w:rtl/>
        </w:rPr>
        <w:t xml:space="preserve">اگر در شب يكم تا سوم خواب ديد كه بهتر وگرنه به هفتم نرسد كه به مقصود رسد. </w:t>
      </w:r>
      <w:r w:rsidRPr="00120603">
        <w:rPr>
          <w:rStyle w:val="libFootnotenumChar"/>
          <w:rtl/>
        </w:rPr>
        <w:t>(٥٦)</w:t>
      </w:r>
    </w:p>
    <w:p w:rsidR="00120603" w:rsidRDefault="00910300" w:rsidP="00120603">
      <w:pPr>
        <w:pStyle w:val="Heading3"/>
        <w:rPr>
          <w:rtl/>
        </w:rPr>
      </w:pPr>
      <w:bookmarkStart w:id="600" w:name="_Toc33993717"/>
      <w:bookmarkStart w:id="601" w:name="_Toc33993999"/>
      <w:bookmarkStart w:id="602" w:name="_Toc33994281"/>
      <w:bookmarkStart w:id="603" w:name="_Toc33994564"/>
      <w:bookmarkStart w:id="604" w:name="_Toc33994847"/>
      <w:r>
        <w:rPr>
          <w:rtl/>
        </w:rPr>
        <w:t>١١٤. بركت صلوات</w:t>
      </w:r>
      <w:bookmarkEnd w:id="600"/>
      <w:bookmarkEnd w:id="601"/>
      <w:bookmarkEnd w:id="602"/>
      <w:bookmarkEnd w:id="603"/>
      <w:bookmarkEnd w:id="604"/>
      <w:r>
        <w:rPr>
          <w:rtl/>
        </w:rPr>
        <w:t xml:space="preserve"> </w:t>
      </w:r>
    </w:p>
    <w:p w:rsidR="00910300" w:rsidRDefault="00910300" w:rsidP="00120603">
      <w:pPr>
        <w:pStyle w:val="libNormal"/>
        <w:rPr>
          <w:rtl/>
        </w:rPr>
      </w:pPr>
      <w:r>
        <w:rPr>
          <w:rtl/>
        </w:rPr>
        <w:t xml:space="preserve"> مردمى به امام جواد - </w:t>
      </w:r>
      <w:r w:rsidR="007560B2" w:rsidRPr="007560B2">
        <w:rPr>
          <w:rStyle w:val="libAlaemChar"/>
          <w:rtl/>
        </w:rPr>
        <w:t xml:space="preserve">عليه‌السلام </w:t>
      </w:r>
      <w:r>
        <w:rPr>
          <w:rtl/>
        </w:rPr>
        <w:t xml:space="preserve"> - عرضه داشت :</w:t>
      </w:r>
    </w:p>
    <w:p w:rsidR="00910300" w:rsidRDefault="00910300" w:rsidP="00910300">
      <w:pPr>
        <w:pStyle w:val="libNormal"/>
        <w:rPr>
          <w:rtl/>
        </w:rPr>
      </w:pPr>
      <w:r>
        <w:rPr>
          <w:rtl/>
        </w:rPr>
        <w:t>پدرم مرده و مالى از خود بر جاى گذاشته كه نمى دانم كجاست ، من عيالمند و از دوستداران شما هستم .</w:t>
      </w:r>
    </w:p>
    <w:p w:rsidR="00910300" w:rsidRDefault="00910300" w:rsidP="00910300">
      <w:pPr>
        <w:pStyle w:val="libNormal"/>
        <w:rPr>
          <w:rtl/>
        </w:rPr>
      </w:pPr>
      <w:r>
        <w:rPr>
          <w:rtl/>
        </w:rPr>
        <w:lastRenderedPageBreak/>
        <w:t xml:space="preserve">امام - </w:t>
      </w:r>
      <w:r w:rsidR="007560B2" w:rsidRPr="007560B2">
        <w:rPr>
          <w:rStyle w:val="libAlaemChar"/>
          <w:rtl/>
        </w:rPr>
        <w:t xml:space="preserve">عليه‌السلام </w:t>
      </w:r>
      <w:r>
        <w:rPr>
          <w:rtl/>
        </w:rPr>
        <w:t xml:space="preserve"> - به او فرمود:شب پس از نماز عشا بر محمد و آل محمد صلوات بفرست ، پدرت را در خواب مى بينى . او محل مال را به تو نشان خواهد داد.</w:t>
      </w:r>
    </w:p>
    <w:p w:rsidR="00910300" w:rsidRDefault="00910300" w:rsidP="00910300">
      <w:pPr>
        <w:pStyle w:val="libNormal"/>
        <w:rPr>
          <w:rtl/>
        </w:rPr>
      </w:pPr>
      <w:r>
        <w:rPr>
          <w:rtl/>
        </w:rPr>
        <w:t xml:space="preserve">مرد به دستور آن حضرت </w:t>
      </w:r>
      <w:r w:rsidR="00745C10" w:rsidRPr="00745C10">
        <w:rPr>
          <w:rStyle w:val="libAlaemChar"/>
          <w:rtl/>
        </w:rPr>
        <w:t xml:space="preserve">عليها‌السلام </w:t>
      </w:r>
      <w:r w:rsidR="007560B2" w:rsidRPr="007560B2">
        <w:rPr>
          <w:rStyle w:val="libAlaemChar"/>
          <w:rtl/>
        </w:rPr>
        <w:t xml:space="preserve"> </w:t>
      </w:r>
      <w:r>
        <w:rPr>
          <w:rtl/>
        </w:rPr>
        <w:t xml:space="preserve">عمل كرد. پدرش را در خواب ديد كه به او گفت : پسرم ! مال در فلان محل است و به فرزند رسول خدا - </w:t>
      </w:r>
      <w:r w:rsidR="00745C10" w:rsidRPr="00745C10">
        <w:rPr>
          <w:rStyle w:val="libAlaemChar"/>
          <w:rtl/>
        </w:rPr>
        <w:t>صلى‌الله‌عليه‌وآله‌وسلم</w:t>
      </w:r>
      <w:r>
        <w:rPr>
          <w:rtl/>
        </w:rPr>
        <w:t>- بگو كه من تو را بر محل مال آگاه نموده ام .</w:t>
      </w:r>
    </w:p>
    <w:p w:rsidR="00910300" w:rsidRDefault="00910300" w:rsidP="00910300">
      <w:pPr>
        <w:pStyle w:val="libNormal"/>
        <w:rPr>
          <w:rtl/>
        </w:rPr>
      </w:pPr>
      <w:r>
        <w:rPr>
          <w:rtl/>
        </w:rPr>
        <w:t xml:space="preserve">او از خواب بيدار شده ، رفت و مال را از همان محل برداشت ، و آن گاه جريان را به امام جواد - </w:t>
      </w:r>
      <w:r w:rsidR="007560B2" w:rsidRPr="007560B2">
        <w:rPr>
          <w:rStyle w:val="libAlaemChar"/>
          <w:rtl/>
        </w:rPr>
        <w:t xml:space="preserve">عليه‌السلام </w:t>
      </w:r>
      <w:r>
        <w:rPr>
          <w:rtl/>
        </w:rPr>
        <w:t xml:space="preserve"> - خبر داد.</w:t>
      </w:r>
    </w:p>
    <w:p w:rsidR="00910300" w:rsidRDefault="00910300" w:rsidP="00910300">
      <w:pPr>
        <w:pStyle w:val="libNormal"/>
        <w:rPr>
          <w:rtl/>
        </w:rPr>
      </w:pPr>
      <w:r>
        <w:rPr>
          <w:rtl/>
        </w:rPr>
        <w:t xml:space="preserve">امام - </w:t>
      </w:r>
      <w:r w:rsidR="007560B2" w:rsidRPr="007560B2">
        <w:rPr>
          <w:rStyle w:val="libAlaemChar"/>
          <w:rtl/>
        </w:rPr>
        <w:t xml:space="preserve">عليه‌السلام </w:t>
      </w:r>
      <w:r>
        <w:rPr>
          <w:rtl/>
        </w:rPr>
        <w:t xml:space="preserve"> - فرمود:سپاس خداى را كه تو را گرامى داشت .</w:t>
      </w:r>
    </w:p>
    <w:p w:rsidR="00120603" w:rsidRDefault="00910300" w:rsidP="00120603">
      <w:pPr>
        <w:pStyle w:val="Heading3"/>
        <w:rPr>
          <w:rtl/>
        </w:rPr>
      </w:pPr>
      <w:bookmarkStart w:id="605" w:name="_Toc33993718"/>
      <w:bookmarkStart w:id="606" w:name="_Toc33994000"/>
      <w:bookmarkStart w:id="607" w:name="_Toc33994282"/>
      <w:bookmarkStart w:id="608" w:name="_Toc33994565"/>
      <w:bookmarkStart w:id="609" w:name="_Toc33994848"/>
      <w:r>
        <w:rPr>
          <w:rtl/>
        </w:rPr>
        <w:t>١١٥. رويت نبى در خواب</w:t>
      </w:r>
      <w:bookmarkEnd w:id="605"/>
      <w:bookmarkEnd w:id="606"/>
      <w:bookmarkEnd w:id="607"/>
      <w:bookmarkEnd w:id="608"/>
      <w:bookmarkEnd w:id="609"/>
      <w:r>
        <w:rPr>
          <w:rtl/>
        </w:rPr>
        <w:t xml:space="preserve"> </w:t>
      </w:r>
    </w:p>
    <w:p w:rsidR="00910300" w:rsidRDefault="00910300" w:rsidP="00120603">
      <w:pPr>
        <w:pStyle w:val="libNormal"/>
        <w:rPr>
          <w:rtl/>
        </w:rPr>
      </w:pPr>
      <w:r>
        <w:rPr>
          <w:rtl/>
        </w:rPr>
        <w:t xml:space="preserve"> امام صادق </w:t>
      </w:r>
      <w:r w:rsidR="00745C10" w:rsidRPr="00745C10">
        <w:rPr>
          <w:rStyle w:val="libAlaemChar"/>
          <w:rtl/>
        </w:rPr>
        <w:t xml:space="preserve">عليها‌السلام </w:t>
      </w:r>
      <w:r w:rsidR="007560B2" w:rsidRPr="007560B2">
        <w:rPr>
          <w:rStyle w:val="libAlaemChar"/>
          <w:rtl/>
        </w:rPr>
        <w:t xml:space="preserve"> </w:t>
      </w:r>
      <w:r>
        <w:rPr>
          <w:rtl/>
        </w:rPr>
        <w:t xml:space="preserve">فرمودند:هركس مى خواهد رسول خدا را در خواب ببيند، بعد از نماز عشا، غسل كاملى بكند و چهار ركعت نماز با چهار صد آيه الكرسى بخواند (در هر ركعت بعد از حمد صد بار) و هزار بار بر محمد و آل محمد صلوات بفرستد پس در جامعه نويى كه كسى در آن نخوابيده بخوابد، دست راست را زير گونه راست بگذارد و صدبار تسبيحات اربعه را بگويد كه دنبال آنلا حول و لا قوه الا باللهنباشد و صدبار بگويد:ما شاء الله </w:t>
      </w:r>
      <w:r w:rsidRPr="00120603">
        <w:rPr>
          <w:rStyle w:val="libFootnotenumChar"/>
          <w:rtl/>
        </w:rPr>
        <w:t>(٥٧)</w:t>
      </w:r>
    </w:p>
    <w:p w:rsidR="00910300" w:rsidRDefault="00910300" w:rsidP="00120603">
      <w:pPr>
        <w:pStyle w:val="Heading3"/>
        <w:rPr>
          <w:rtl/>
        </w:rPr>
      </w:pPr>
      <w:bookmarkStart w:id="610" w:name="_Toc33993719"/>
      <w:bookmarkStart w:id="611" w:name="_Toc33994001"/>
      <w:bookmarkStart w:id="612" w:name="_Toc33994283"/>
      <w:bookmarkStart w:id="613" w:name="_Toc33994566"/>
      <w:bookmarkStart w:id="614" w:name="_Toc33994849"/>
      <w:r>
        <w:rPr>
          <w:rtl/>
        </w:rPr>
        <w:t xml:space="preserve">١١٦. برآورده شدن نياز در خواب : ازمجموع الدعواتتلعكبرى از اهل بيت - </w:t>
      </w:r>
      <w:r w:rsidR="007560B2" w:rsidRPr="007560B2">
        <w:rPr>
          <w:rStyle w:val="libAlaemChar"/>
          <w:rtl/>
        </w:rPr>
        <w:t xml:space="preserve">عليه‌السلام </w:t>
      </w:r>
      <w:r>
        <w:rPr>
          <w:rtl/>
        </w:rPr>
        <w:t xml:space="preserve"> - روايت شده است كه :</w:t>
      </w:r>
      <w:bookmarkEnd w:id="610"/>
      <w:bookmarkEnd w:id="611"/>
      <w:bookmarkEnd w:id="612"/>
      <w:bookmarkEnd w:id="613"/>
      <w:bookmarkEnd w:id="614"/>
    </w:p>
    <w:p w:rsidR="00910300" w:rsidRDefault="00910300" w:rsidP="00910300">
      <w:pPr>
        <w:pStyle w:val="libNormal"/>
        <w:rPr>
          <w:rtl/>
        </w:rPr>
      </w:pPr>
      <w:r>
        <w:rPr>
          <w:rtl/>
        </w:rPr>
        <w:t xml:space="preserve">وقتى مى خواهى در خواب آن چه را كه نياز دارى ببينى و براى تو شرح دهند، سوره حمد - معوذتين - قل هو الله - اناانزلناو آيه الكرسى را با وضو بركف دست راستت بنويس و چون خوابيدى بگو:اءهياشراهيابه من بنما در خوابم چنين و چنان و بگواللهم صل على محمد و آله سادتى و موالى و اءرنى </w:t>
      </w:r>
      <w:r>
        <w:rPr>
          <w:rtl/>
        </w:rPr>
        <w:lastRenderedPageBreak/>
        <w:t xml:space="preserve">ذلك بقدرتك انك على كل شى ء قديربا طهارت در جامعه پاك بخواب و سوره والشمس - والليل - والتين را هر كدام هفت بار بخوان و پس از آن بگواللهم صل على محمد و آل محمد واجهل لى من اءمرى فرجا و مخرجاكه در خواب به تو دستور كارت را بدهند، تا هفت شب پياپى چنين كن ، كه يكى در شب يكم يا دوم يا پنجم يا هفتم به خوابت آيد و چاره كار تو را به تو گويد. </w:t>
      </w:r>
      <w:r w:rsidRPr="00120603">
        <w:rPr>
          <w:rStyle w:val="libFootnotenumChar"/>
          <w:rtl/>
        </w:rPr>
        <w:t>(٥٨)</w:t>
      </w:r>
    </w:p>
    <w:p w:rsidR="00120603" w:rsidRDefault="00910300" w:rsidP="00120603">
      <w:pPr>
        <w:pStyle w:val="Heading3"/>
        <w:rPr>
          <w:rtl/>
        </w:rPr>
      </w:pPr>
      <w:bookmarkStart w:id="615" w:name="_Toc33993720"/>
      <w:bookmarkStart w:id="616" w:name="_Toc33994002"/>
      <w:bookmarkStart w:id="617" w:name="_Toc33994284"/>
      <w:bookmarkStart w:id="618" w:name="_Toc33994567"/>
      <w:bookmarkStart w:id="619" w:name="_Toc33994850"/>
      <w:r>
        <w:rPr>
          <w:rtl/>
        </w:rPr>
        <w:t>١١٧. دستورالعملى براى خواب ديدن رسول خدا</w:t>
      </w:r>
      <w:bookmarkEnd w:id="615"/>
      <w:bookmarkEnd w:id="616"/>
      <w:bookmarkEnd w:id="617"/>
      <w:bookmarkEnd w:id="618"/>
      <w:bookmarkEnd w:id="619"/>
    </w:p>
    <w:p w:rsidR="00910300" w:rsidRDefault="00910300" w:rsidP="00120603">
      <w:pPr>
        <w:pStyle w:val="libNormal"/>
        <w:rPr>
          <w:rtl/>
        </w:rPr>
      </w:pPr>
      <w:r>
        <w:rPr>
          <w:rtl/>
        </w:rPr>
        <w:t xml:space="preserve"> در دعوات تلعكبرى آمده است : اگر كسى بخواهد رسول خدا - </w:t>
      </w:r>
      <w:r w:rsidR="00745C10" w:rsidRPr="00745C10">
        <w:rPr>
          <w:rStyle w:val="libAlaemChar"/>
          <w:rtl/>
        </w:rPr>
        <w:t>صلى‌الله‌عليه‌وآله‌وسلم</w:t>
      </w:r>
      <w:r>
        <w:rPr>
          <w:rtl/>
        </w:rPr>
        <w:t>- را در خواب ببيند، بر اين عمل مداومت كند:</w:t>
      </w:r>
    </w:p>
    <w:p w:rsidR="00910300" w:rsidRDefault="00910300" w:rsidP="00910300">
      <w:pPr>
        <w:pStyle w:val="libNormal"/>
        <w:rPr>
          <w:rtl/>
        </w:rPr>
      </w:pPr>
      <w:r>
        <w:rPr>
          <w:rtl/>
        </w:rPr>
        <w:t xml:space="preserve">شب هاى جمعه ، پس از نماز مغرب تا وقت نماز عشاء - يعنى پس از غروب شفق - بر آن حضرت - </w:t>
      </w:r>
      <w:r w:rsidR="00745C10" w:rsidRPr="00745C10">
        <w:rPr>
          <w:rStyle w:val="libAlaemChar"/>
          <w:rtl/>
        </w:rPr>
        <w:t>صلى‌الله‌عليه‌وآله‌وسلم</w:t>
      </w:r>
      <w:r>
        <w:rPr>
          <w:rtl/>
        </w:rPr>
        <w:t>- صلوات بفرستد، و با كسى سخن نگويد، و آن گاه دو ركعت نماز به جاى آورده ، در هر ركعت ، پس از حمد سه بار سوره توحيد بخواند و سپس دو ركعت ديگر بخواند، در هر ركعت پس از حمد هفت مرتبه سوره توحيد و پس از نماز به سجده رود و هفت بار صلوات بفرستد و هفت بار بگويد:</w:t>
      </w:r>
    </w:p>
    <w:p w:rsidR="00910300" w:rsidRDefault="00910300" w:rsidP="00910300">
      <w:pPr>
        <w:pStyle w:val="libNormal"/>
        <w:rPr>
          <w:rtl/>
        </w:rPr>
      </w:pPr>
      <w:r>
        <w:rPr>
          <w:rtl/>
        </w:rPr>
        <w:t>سبحان الله و الحمدلله و لا اله الا الله و الله اكبر</w:t>
      </w:r>
    </w:p>
    <w:p w:rsidR="00910300" w:rsidRDefault="00910300" w:rsidP="00910300">
      <w:pPr>
        <w:pStyle w:val="libNormal"/>
        <w:rPr>
          <w:rtl/>
        </w:rPr>
      </w:pPr>
      <w:r>
        <w:rPr>
          <w:rtl/>
        </w:rPr>
        <w:t>سپس بنشيند، دست ها را بلند كند و بگويد:</w:t>
      </w:r>
    </w:p>
    <w:p w:rsidR="00910300" w:rsidRDefault="00910300" w:rsidP="00910300">
      <w:pPr>
        <w:pStyle w:val="libNormal"/>
        <w:rPr>
          <w:rtl/>
        </w:rPr>
      </w:pPr>
      <w:r>
        <w:rPr>
          <w:rtl/>
        </w:rPr>
        <w:t xml:space="preserve">يا حى يا قيوم ، ياذالجلال و الاكرام ، يا اله الاولين و الاخرين ، يا رحمن الدنيا و الاخرة و رحيمها، يا رب يا رب يا رب يا رب يا عظيم الجلال ، يا عظيم الجلال ، يا عظيم الجلال ، يا بديع الكمال ، ياكريم الفعال ، يا كثير النول يا دائم الافضال ، يا كريم يا متعال ، يا اول بلا مثال ، ياقيوم به غير زوال ، يا واحد بلا انتقال ، يا شديد المحال ، يا رازق الخلايق على كل حال ، ارنى وجه حبيبى و حبيبك محمد - </w:t>
      </w:r>
      <w:r w:rsidR="00745C10" w:rsidRPr="00745C10">
        <w:rPr>
          <w:rStyle w:val="libAlaemChar"/>
          <w:rtl/>
        </w:rPr>
        <w:t>صلى‌الله‌عليه‌وآله‌وسلم</w:t>
      </w:r>
      <w:r>
        <w:rPr>
          <w:rtl/>
        </w:rPr>
        <w:t>- فى منامى يا ذالجلال و الاكرام</w:t>
      </w:r>
    </w:p>
    <w:p w:rsidR="00910300" w:rsidRDefault="00910300" w:rsidP="00910300">
      <w:pPr>
        <w:pStyle w:val="libNormal"/>
        <w:rPr>
          <w:rtl/>
        </w:rPr>
      </w:pPr>
      <w:r>
        <w:rPr>
          <w:rtl/>
        </w:rPr>
        <w:lastRenderedPageBreak/>
        <w:t xml:space="preserve">و آن گاه بر جنت راست خود رو به قبله بخواند، و پيوسته صلوات بفرستد تا خواب رود كه ان شاءالله پيامبر - </w:t>
      </w:r>
      <w:r w:rsidR="00745C10" w:rsidRPr="00745C10">
        <w:rPr>
          <w:rStyle w:val="libAlaemChar"/>
          <w:rtl/>
        </w:rPr>
        <w:t>صلى‌الله‌عليه‌وآله‌وسلم</w:t>
      </w:r>
      <w:r>
        <w:rPr>
          <w:rtl/>
        </w:rPr>
        <w:t>- را در خواب مى بيند.</w:t>
      </w:r>
    </w:p>
    <w:p w:rsidR="00120603" w:rsidRDefault="00910300" w:rsidP="00120603">
      <w:pPr>
        <w:pStyle w:val="Heading3"/>
        <w:rPr>
          <w:rtl/>
        </w:rPr>
      </w:pPr>
      <w:bookmarkStart w:id="620" w:name="_Toc33993721"/>
      <w:bookmarkStart w:id="621" w:name="_Toc33994003"/>
      <w:bookmarkStart w:id="622" w:name="_Toc33994285"/>
      <w:bookmarkStart w:id="623" w:name="_Toc33994568"/>
      <w:bookmarkStart w:id="624" w:name="_Toc33994851"/>
      <w:r>
        <w:rPr>
          <w:rtl/>
        </w:rPr>
        <w:t>١١٨. رويت حضرت رسول</w:t>
      </w:r>
      <w:bookmarkEnd w:id="620"/>
      <w:bookmarkEnd w:id="621"/>
      <w:bookmarkEnd w:id="622"/>
      <w:bookmarkEnd w:id="623"/>
      <w:bookmarkEnd w:id="624"/>
      <w:r>
        <w:rPr>
          <w:rtl/>
        </w:rPr>
        <w:t xml:space="preserve"> </w:t>
      </w:r>
    </w:p>
    <w:p w:rsidR="00910300" w:rsidRDefault="00910300" w:rsidP="00120603">
      <w:pPr>
        <w:pStyle w:val="libNormal"/>
        <w:rPr>
          <w:rtl/>
        </w:rPr>
      </w:pPr>
      <w:r>
        <w:rPr>
          <w:rtl/>
        </w:rPr>
        <w:t xml:space="preserve"> درمصباح كفعمى</w:t>
      </w:r>
      <w:r w:rsidR="00120603">
        <w:rPr>
          <w:rFonts w:hint="cs"/>
          <w:rtl/>
        </w:rPr>
        <w:t xml:space="preserve"> </w:t>
      </w:r>
      <w:r>
        <w:rPr>
          <w:rtl/>
        </w:rPr>
        <w:t>است : هركس بخواهد يك پيغمبرى يا امامى با كسى ديگر يا پدر و مادر خود را در خواب بيند،</w:t>
      </w:r>
    </w:p>
    <w:p w:rsidR="00910300" w:rsidRDefault="00910300" w:rsidP="00910300">
      <w:pPr>
        <w:pStyle w:val="libNormal"/>
        <w:rPr>
          <w:rtl/>
        </w:rPr>
      </w:pPr>
      <w:r>
        <w:rPr>
          <w:rtl/>
        </w:rPr>
        <w:t xml:space="preserve">بايد سوره والشمس - والليل - قدر - جحد - اخلاص و معوذتين بخواند و آن گاه صدبار اخلاص را بخواند و صدبار صلوات بر پيغمبر - </w:t>
      </w:r>
      <w:r w:rsidR="00745C10" w:rsidRPr="00745C10">
        <w:rPr>
          <w:rStyle w:val="libAlaemChar"/>
          <w:rtl/>
        </w:rPr>
        <w:t>صلى‌الله‌عليه‌وآله‌وسلم</w:t>
      </w:r>
      <w:r>
        <w:rPr>
          <w:rtl/>
        </w:rPr>
        <w:t>- فرستد و با وضو بر پهلوى راست بخوابد و هر كه را خواهد در خواب ببيند و هر چه خواهد با آنها سوال و جواب كند.</w:t>
      </w:r>
    </w:p>
    <w:p w:rsidR="00910300" w:rsidRDefault="00910300" w:rsidP="00910300">
      <w:pPr>
        <w:pStyle w:val="libNormal"/>
        <w:rPr>
          <w:rtl/>
        </w:rPr>
      </w:pPr>
      <w:r>
        <w:rPr>
          <w:rtl/>
        </w:rPr>
        <w:t xml:space="preserve">گفته : در نسخه ديگر همين دستور را ديدم جز اين كه هفت شب چنين كند پس از خواندن دعايى كه اولش اين است :اللهم اءنت الحى الذى لا يوصفتا آخر دعايى كه آيد. </w:t>
      </w:r>
      <w:r w:rsidRPr="00120603">
        <w:rPr>
          <w:rStyle w:val="libFootnotenumChar"/>
          <w:rtl/>
        </w:rPr>
        <w:t>(٥٩)</w:t>
      </w:r>
    </w:p>
    <w:p w:rsidR="00120603" w:rsidRDefault="00910300" w:rsidP="00120603">
      <w:pPr>
        <w:pStyle w:val="Heading3"/>
        <w:rPr>
          <w:rtl/>
        </w:rPr>
      </w:pPr>
      <w:bookmarkStart w:id="625" w:name="_Toc33993722"/>
      <w:bookmarkStart w:id="626" w:name="_Toc33994004"/>
      <w:bookmarkStart w:id="627" w:name="_Toc33994286"/>
      <w:bookmarkStart w:id="628" w:name="_Toc33994569"/>
      <w:bookmarkStart w:id="629" w:name="_Toc33994852"/>
      <w:r>
        <w:rPr>
          <w:rtl/>
        </w:rPr>
        <w:t>١١٩. صلوات ، رمز خواب ديدن پيامبر</w:t>
      </w:r>
      <w:bookmarkEnd w:id="625"/>
      <w:bookmarkEnd w:id="626"/>
      <w:bookmarkEnd w:id="627"/>
      <w:bookmarkEnd w:id="628"/>
      <w:bookmarkEnd w:id="629"/>
    </w:p>
    <w:p w:rsidR="00910300" w:rsidRDefault="00910300" w:rsidP="00120603">
      <w:pPr>
        <w:pStyle w:val="libNormal"/>
        <w:rPr>
          <w:rtl/>
        </w:rPr>
      </w:pPr>
      <w:r>
        <w:rPr>
          <w:rtl/>
        </w:rPr>
        <w:t xml:space="preserve"> در حاشيهمصياح كفعمىاست كه در كتاب خواص القرآن ديدم ، هر كه شب جمعه ، پس از نماز شب هزاربار سوره كوثر بخواند و هزاربار صلوات بر محمد و آلش بفرستد، پيغمبر - </w:t>
      </w:r>
      <w:r w:rsidR="00745C10" w:rsidRPr="00745C10">
        <w:rPr>
          <w:rStyle w:val="libAlaemChar"/>
          <w:rtl/>
        </w:rPr>
        <w:t>صلى‌الله‌عليه‌وآله‌وسلم</w:t>
      </w:r>
      <w:r>
        <w:rPr>
          <w:rtl/>
        </w:rPr>
        <w:t xml:space="preserve">- را در خواب ببيند. </w:t>
      </w:r>
      <w:r w:rsidRPr="00120603">
        <w:rPr>
          <w:rStyle w:val="libFootnotenumChar"/>
          <w:rtl/>
        </w:rPr>
        <w:t>(٦٠)</w:t>
      </w:r>
    </w:p>
    <w:p w:rsidR="00120603" w:rsidRDefault="00910300" w:rsidP="00120603">
      <w:pPr>
        <w:pStyle w:val="Heading3"/>
        <w:rPr>
          <w:rtl/>
        </w:rPr>
      </w:pPr>
      <w:bookmarkStart w:id="630" w:name="_Toc33993723"/>
      <w:bookmarkStart w:id="631" w:name="_Toc33994005"/>
      <w:bookmarkStart w:id="632" w:name="_Toc33994287"/>
      <w:bookmarkStart w:id="633" w:name="_Toc33994570"/>
      <w:bookmarkStart w:id="634" w:name="_Toc33994853"/>
      <w:r>
        <w:rPr>
          <w:rtl/>
        </w:rPr>
        <w:t>١٢٠. تشريف حضور پيامبر در خواب</w:t>
      </w:r>
      <w:bookmarkEnd w:id="630"/>
      <w:bookmarkEnd w:id="631"/>
      <w:bookmarkEnd w:id="632"/>
      <w:bookmarkEnd w:id="633"/>
      <w:bookmarkEnd w:id="634"/>
      <w:r>
        <w:rPr>
          <w:rtl/>
        </w:rPr>
        <w:t xml:space="preserve"> </w:t>
      </w:r>
    </w:p>
    <w:p w:rsidR="00910300" w:rsidRDefault="00910300" w:rsidP="00120603">
      <w:pPr>
        <w:pStyle w:val="libNormal"/>
        <w:rPr>
          <w:rtl/>
        </w:rPr>
      </w:pPr>
      <w:r>
        <w:rPr>
          <w:rtl/>
        </w:rPr>
        <w:t xml:space="preserve"> ازمجموع الدعواتشيخ ابى محمد هارون بن موسى تلعكبرى است كه هركس بخواهد پيغمبر - </w:t>
      </w:r>
      <w:r w:rsidR="00745C10" w:rsidRPr="00745C10">
        <w:rPr>
          <w:rStyle w:val="libAlaemChar"/>
          <w:rtl/>
        </w:rPr>
        <w:t>صلى‌الله‌عليه‌وآله‌وسلم</w:t>
      </w:r>
      <w:r>
        <w:rPr>
          <w:rtl/>
        </w:rPr>
        <w:t xml:space="preserve">را در خواب ببيند، شب جمعه نماز مغرب را بخواند و در نماز باشد تا نماز عشاء را هم بخواند و با كسى سخن نگويد و آن گاه دو ركعت نماز بخواند كه پس از حمد در هر ركعت ،سه بار سوره قل هو الله را بخواند و چون سلام داد و نماز را تمام كرد، دو ركعت نماز ديگر بخواند كه پس از حمد </w:t>
      </w:r>
      <w:r>
        <w:rPr>
          <w:rtl/>
        </w:rPr>
        <w:lastRenderedPageBreak/>
        <w:t xml:space="preserve">هفت بار قل هو الله احد بخواند و پس از نماز سجده كند و هفت بار صلوات بر پيغمبر - </w:t>
      </w:r>
      <w:r w:rsidR="00745C10" w:rsidRPr="00745C10">
        <w:rPr>
          <w:rStyle w:val="libAlaemChar"/>
          <w:rtl/>
        </w:rPr>
        <w:t>صلى‌الله‌عليه‌وآله‌وسلم</w:t>
      </w:r>
      <w:r>
        <w:rPr>
          <w:rtl/>
        </w:rPr>
        <w:t>فرستد و هفت بار تسبيح اربعه به اضافه (و لا حول و لا قوة الا بالله ) گويد و سر بردارد و درست بنشيند و دو دست بالا دارد و بگويد:يا حى يا قيوم يا ذالجلال والاكرام يا اله الاولين والاخرين يا رحمن الدنيا و الدنيا و الاخرة و رحيمهما يارب يارب.</w:t>
      </w:r>
    </w:p>
    <w:p w:rsidR="00910300" w:rsidRDefault="00910300" w:rsidP="00910300">
      <w:pPr>
        <w:pStyle w:val="libNormal"/>
        <w:rPr>
          <w:rtl/>
        </w:rPr>
      </w:pPr>
      <w:r>
        <w:rPr>
          <w:rtl/>
        </w:rPr>
        <w:t>و دست برآورده سه بار بگويد: يارب سه بار يا عظيم الجلال - سه باريابديع الكمال يا كريم الفعال يا كثير النوال يا دائم الافضال يا كريم يا متعال يا اول بلامثال يا قيوم بغير زوال يا واحد بلا انتقال يا شديد المحال يا رازق الخلايق على كل حال اءرنى وجه حبيبى و حبيبك محمد فى منامى يا ذالجلال و الاكرام</w:t>
      </w:r>
    </w:p>
    <w:p w:rsidR="00486CAD" w:rsidRDefault="00910300" w:rsidP="00910300">
      <w:pPr>
        <w:pStyle w:val="libNormal"/>
        <w:rPr>
          <w:rStyle w:val="libFootnotenumChar"/>
          <w:rtl/>
        </w:rPr>
      </w:pPr>
      <w:r>
        <w:rPr>
          <w:rtl/>
        </w:rPr>
        <w:t xml:space="preserve">و آن گاه بر بستر هر جا رو به قبيله بخوابد، بر پهلوى راست و صلوات بر پيغمبر فرستد تا خوابش برد كه آن حضرت را در خواب بيند. ان شاء الله . </w:t>
      </w:r>
      <w:r w:rsidRPr="00486CAD">
        <w:rPr>
          <w:rStyle w:val="libFootnotenumChar"/>
          <w:rtl/>
        </w:rPr>
        <w:t>(٦١)</w:t>
      </w:r>
    </w:p>
    <w:p w:rsidR="00486CAD" w:rsidRDefault="00486CAD" w:rsidP="00486CAD">
      <w:pPr>
        <w:pStyle w:val="Heading3"/>
        <w:rPr>
          <w:rtl/>
        </w:rPr>
      </w:pPr>
      <w:r>
        <w:rPr>
          <w:rStyle w:val="libFootnotenumChar"/>
          <w:rtl/>
        </w:rPr>
        <w:br w:type="page"/>
      </w:r>
      <w:bookmarkStart w:id="635" w:name="_Toc33993724"/>
      <w:bookmarkStart w:id="636" w:name="_Toc33994006"/>
      <w:bookmarkStart w:id="637" w:name="_Toc33994288"/>
      <w:bookmarkStart w:id="638" w:name="_Toc33994571"/>
      <w:bookmarkStart w:id="639" w:name="_Toc33994854"/>
      <w:r w:rsidR="00910300">
        <w:rPr>
          <w:rtl/>
        </w:rPr>
        <w:lastRenderedPageBreak/>
        <w:t>١٢١. صلوات به صورت زيبا</w:t>
      </w:r>
      <w:bookmarkEnd w:id="635"/>
      <w:bookmarkEnd w:id="636"/>
      <w:bookmarkEnd w:id="637"/>
      <w:bookmarkEnd w:id="638"/>
      <w:bookmarkEnd w:id="639"/>
    </w:p>
    <w:p w:rsidR="00910300" w:rsidRDefault="00910300" w:rsidP="00486CAD">
      <w:pPr>
        <w:pStyle w:val="libNormal"/>
        <w:rPr>
          <w:rtl/>
        </w:rPr>
      </w:pPr>
      <w:r>
        <w:rPr>
          <w:rtl/>
        </w:rPr>
        <w:t xml:space="preserve"> دررينه الاعيادشيخ احمد نجفى پس از ذكر فوايد بسيارى براى صلوات بر محمد و آلش گويد طرفه تر چيزى كه در روزگار نوشتن فضل صلوات برايم رخ داد كه برخى از آن را براى يك دوست با تقوا و خوب خواندم و بسيار شاد شد و پيش آمد كه روز جمعه به ديدن او رفتم و ديدم بسيار شاد است ، سبب شاديش را پرسيدم گفت : من در روز بسيار صلوات بز محمد و آلش مى فرستادم و شب جمعه بر آن مدوامت كردم تا چرتم گرفت . در خواب ديدم پيغمبر و امير و زهرا و همه امامان از آسمان به زير آمدند و گردم نشستند و پيغمبر - </w:t>
      </w:r>
      <w:r w:rsidR="00745C10" w:rsidRPr="00745C10">
        <w:rPr>
          <w:rStyle w:val="libAlaemChar"/>
          <w:rtl/>
        </w:rPr>
        <w:t>صلى‌الله‌عليه‌وآله‌وسلم</w:t>
      </w:r>
      <w:r>
        <w:rPr>
          <w:rtl/>
        </w:rPr>
        <w:t xml:space="preserve">- با من سخن و همدم شد مانند يكى خودمانى ، از او پرسش كردم و جواب داد و مژده خوشى به من داد كه دلم خنك شد و آن گاه خواب طولانى خود را كه داراى انواع شادى بخش ها و مژده ها بود نقل كرد تا گفت : شخصى كه از دوستان قديمى و خصوصى من بود و او را در خواب شناختم در خواب و او در نورانيت و زيبايى شبيه ترين افراد به پيغمبر </w:t>
      </w:r>
      <w:r w:rsidR="007560B2" w:rsidRPr="007560B2">
        <w:rPr>
          <w:rStyle w:val="libAlaemChar"/>
          <w:rtl/>
        </w:rPr>
        <w:t>صلى‌الله‌عليه‌وآله‌وسلم</w:t>
      </w:r>
      <w:r>
        <w:rPr>
          <w:rtl/>
        </w:rPr>
        <w:t xml:space="preserve"> بود چون بيدار شدم او را ديدم كه آن عمل من است كه صلوات را خدا به آن صورت زيبا در مى آورد.</w:t>
      </w:r>
    </w:p>
    <w:p w:rsidR="00910300" w:rsidRDefault="00910300" w:rsidP="00910300">
      <w:pPr>
        <w:pStyle w:val="libNormal"/>
        <w:rPr>
          <w:rtl/>
        </w:rPr>
      </w:pPr>
      <w:r>
        <w:rPr>
          <w:rtl/>
        </w:rPr>
        <w:t xml:space="preserve">شب دوم باز پيغمبر - </w:t>
      </w:r>
      <w:r w:rsidR="00745C10" w:rsidRPr="00745C10">
        <w:rPr>
          <w:rStyle w:val="libAlaemChar"/>
          <w:rtl/>
        </w:rPr>
        <w:t>صلى‌الله‌عليه‌وآله‌وسلم</w:t>
      </w:r>
      <w:r>
        <w:rPr>
          <w:rtl/>
        </w:rPr>
        <w:t xml:space="preserve">- و ائمه - </w:t>
      </w:r>
      <w:r w:rsidR="007560B2" w:rsidRPr="007560B2">
        <w:rPr>
          <w:rStyle w:val="libAlaemChar"/>
          <w:rtl/>
        </w:rPr>
        <w:t xml:space="preserve">عليه‌السلام </w:t>
      </w:r>
      <w:r>
        <w:rPr>
          <w:rtl/>
        </w:rPr>
        <w:t xml:space="preserve"> - همه را در خواب ديدم و كسى به من گفت :سر بلندكن و نگاه كن .</w:t>
      </w:r>
    </w:p>
    <w:p w:rsidR="00910300" w:rsidRDefault="00910300" w:rsidP="00910300">
      <w:pPr>
        <w:pStyle w:val="libNormal"/>
        <w:rPr>
          <w:rtl/>
        </w:rPr>
      </w:pPr>
      <w:r>
        <w:rPr>
          <w:rtl/>
        </w:rPr>
        <w:t xml:space="preserve">سربلند كردم و پيغمبر و ائمه معصومين - </w:t>
      </w:r>
      <w:r w:rsidR="007560B2" w:rsidRPr="007560B2">
        <w:rPr>
          <w:rStyle w:val="libAlaemChar"/>
          <w:rtl/>
        </w:rPr>
        <w:t xml:space="preserve">عليه‌السلام </w:t>
      </w:r>
      <w:r>
        <w:rPr>
          <w:rtl/>
        </w:rPr>
        <w:t xml:space="preserve"> - ذكر خدا مى گفتند و آن شخص به من گفت :مى دانى چه ذكرى مى گويند براى خداى تعالى .</w:t>
      </w:r>
    </w:p>
    <w:p w:rsidR="00486CAD" w:rsidRDefault="00910300" w:rsidP="00910300">
      <w:pPr>
        <w:pStyle w:val="libNormal"/>
        <w:rPr>
          <w:rStyle w:val="libFootnotenumChar"/>
          <w:rtl/>
        </w:rPr>
      </w:pPr>
      <w:r>
        <w:rPr>
          <w:rtl/>
        </w:rPr>
        <w:t xml:space="preserve">گفتم : نه گفت :همان ذكر صلوات تو است .از آن شاد شدم و خدا را بر توفيق خود سپاس گفتم . </w:t>
      </w:r>
      <w:r w:rsidRPr="00486CAD">
        <w:rPr>
          <w:rStyle w:val="libFootnotenumChar"/>
          <w:rtl/>
        </w:rPr>
        <w:t>(٦٢)</w:t>
      </w:r>
    </w:p>
    <w:p w:rsidR="00486CAD" w:rsidRDefault="00486CAD" w:rsidP="00486CAD">
      <w:pPr>
        <w:pStyle w:val="Heading3"/>
        <w:rPr>
          <w:rtl/>
        </w:rPr>
      </w:pPr>
      <w:r>
        <w:rPr>
          <w:rStyle w:val="libFootnotenumChar"/>
          <w:rtl/>
        </w:rPr>
        <w:br w:type="page"/>
      </w:r>
      <w:bookmarkStart w:id="640" w:name="_Toc33993725"/>
      <w:bookmarkStart w:id="641" w:name="_Toc33994007"/>
      <w:bookmarkStart w:id="642" w:name="_Toc33994289"/>
      <w:bookmarkStart w:id="643" w:name="_Toc33994572"/>
      <w:bookmarkStart w:id="644" w:name="_Toc33994855"/>
      <w:r w:rsidR="00910300">
        <w:rPr>
          <w:rtl/>
        </w:rPr>
        <w:lastRenderedPageBreak/>
        <w:t>١٢٢. ما نيز زياد صلوات مى فرستيم</w:t>
      </w:r>
      <w:bookmarkEnd w:id="640"/>
      <w:bookmarkEnd w:id="641"/>
      <w:bookmarkEnd w:id="642"/>
      <w:bookmarkEnd w:id="643"/>
      <w:bookmarkEnd w:id="644"/>
      <w:r w:rsidR="00910300">
        <w:rPr>
          <w:rtl/>
        </w:rPr>
        <w:t xml:space="preserve"> </w:t>
      </w:r>
    </w:p>
    <w:p w:rsidR="00910300" w:rsidRDefault="00910300" w:rsidP="00486CAD">
      <w:pPr>
        <w:pStyle w:val="libNormal"/>
        <w:rPr>
          <w:rtl/>
        </w:rPr>
      </w:pPr>
      <w:r>
        <w:rPr>
          <w:rtl/>
        </w:rPr>
        <w:t xml:space="preserve"> در كتابزينة الاعياداز شيخ ‌احمدبن شيخ ‌زين الدين نقل شده كه :</w:t>
      </w:r>
    </w:p>
    <w:p w:rsidR="00910300" w:rsidRDefault="00910300" w:rsidP="00910300">
      <w:pPr>
        <w:pStyle w:val="libNormal"/>
        <w:rPr>
          <w:rtl/>
        </w:rPr>
      </w:pPr>
      <w:r>
        <w:rPr>
          <w:rtl/>
        </w:rPr>
        <w:t xml:space="preserve">امام زين العابدين ، حضرت سجاد </w:t>
      </w:r>
      <w:r w:rsidR="007560B2" w:rsidRPr="007560B2">
        <w:rPr>
          <w:rStyle w:val="libAlaemChar"/>
          <w:rtl/>
        </w:rPr>
        <w:t xml:space="preserve">عليه‌السلام </w:t>
      </w:r>
      <w:r>
        <w:rPr>
          <w:rtl/>
        </w:rPr>
        <w:t xml:space="preserve"> را در خواب ديدم به آن حضرت از نداشتن توسه آخرت و عدم توفيق توبه خالص و اعمال صالح شكايت نمودم ، آن حضرت </w:t>
      </w:r>
      <w:r w:rsidR="007560B2" w:rsidRPr="007560B2">
        <w:rPr>
          <w:rStyle w:val="libAlaemChar"/>
          <w:rtl/>
        </w:rPr>
        <w:t xml:space="preserve">عليه‌السلام </w:t>
      </w:r>
      <w:r>
        <w:rPr>
          <w:rtl/>
        </w:rPr>
        <w:t xml:space="preserve"> فرمودند:</w:t>
      </w:r>
    </w:p>
    <w:p w:rsidR="00486CAD" w:rsidRDefault="00910300" w:rsidP="00910300">
      <w:pPr>
        <w:pStyle w:val="libNormal"/>
        <w:rPr>
          <w:rStyle w:val="libFootnotenumChar"/>
          <w:rtl/>
        </w:rPr>
      </w:pPr>
      <w:r>
        <w:rPr>
          <w:rtl/>
        </w:rPr>
        <w:t xml:space="preserve">بر تو باد فرستادن صلوات زياد بر محمد </w:t>
      </w:r>
      <w:r w:rsidR="007560B2" w:rsidRPr="007560B2">
        <w:rPr>
          <w:rStyle w:val="libAlaemChar"/>
          <w:rtl/>
        </w:rPr>
        <w:t>صلى‌الله‌عليه‌وآله‌وسلم</w:t>
      </w:r>
      <w:r>
        <w:rPr>
          <w:rtl/>
        </w:rPr>
        <w:t xml:space="preserve"> و آل محمد (</w:t>
      </w:r>
      <w:r w:rsidR="007560B2" w:rsidRPr="007560B2">
        <w:rPr>
          <w:rStyle w:val="libAlaemChar"/>
          <w:rtl/>
        </w:rPr>
        <w:t xml:space="preserve">عليه‌السلام </w:t>
      </w:r>
      <w:r>
        <w:rPr>
          <w:rtl/>
        </w:rPr>
        <w:t xml:space="preserve"> ) ما نيز زياد صلوات مى فرستيم و اين صلوات خود را عوض صلوات تو قرار مى دهيم . </w:t>
      </w:r>
      <w:r w:rsidRPr="00486CAD">
        <w:rPr>
          <w:rStyle w:val="libFootnotenumChar"/>
          <w:rtl/>
        </w:rPr>
        <w:t>(٦٣)</w:t>
      </w:r>
    </w:p>
    <w:p w:rsidR="00486CAD" w:rsidRDefault="00486CAD" w:rsidP="00486CAD">
      <w:pPr>
        <w:pStyle w:val="Heading3"/>
        <w:rPr>
          <w:rtl/>
        </w:rPr>
      </w:pPr>
      <w:r>
        <w:rPr>
          <w:rStyle w:val="libFootnotenumChar"/>
          <w:rtl/>
        </w:rPr>
        <w:br w:type="page"/>
      </w:r>
      <w:bookmarkStart w:id="645" w:name="_Toc33993726"/>
      <w:bookmarkStart w:id="646" w:name="_Toc33994008"/>
      <w:bookmarkStart w:id="647" w:name="_Toc33994290"/>
      <w:bookmarkStart w:id="648" w:name="_Toc33994573"/>
      <w:bookmarkStart w:id="649" w:name="_Toc33994856"/>
      <w:r w:rsidR="00910300">
        <w:rPr>
          <w:rtl/>
        </w:rPr>
        <w:lastRenderedPageBreak/>
        <w:t>١٢٣. مداوات صلوات رمز خواب ديدن پيامبر</w:t>
      </w:r>
      <w:bookmarkEnd w:id="645"/>
      <w:bookmarkEnd w:id="646"/>
      <w:bookmarkEnd w:id="647"/>
      <w:bookmarkEnd w:id="648"/>
      <w:bookmarkEnd w:id="649"/>
    </w:p>
    <w:p w:rsidR="00910300" w:rsidRDefault="00910300" w:rsidP="00486CAD">
      <w:pPr>
        <w:pStyle w:val="libNormal"/>
        <w:rPr>
          <w:rtl/>
        </w:rPr>
      </w:pPr>
      <w:r>
        <w:rPr>
          <w:rtl/>
        </w:rPr>
        <w:t xml:space="preserve">در كتابجذب القوبعبدالحق دهلوى است كه يك راه براى ديدار پيغمبر - </w:t>
      </w:r>
      <w:r w:rsidR="00745C10" w:rsidRPr="00745C10">
        <w:rPr>
          <w:rStyle w:val="libAlaemChar"/>
          <w:rtl/>
        </w:rPr>
        <w:t>صلى‌الله‌عليه‌وآله‌وسلم</w:t>
      </w:r>
      <w:r>
        <w:rPr>
          <w:rtl/>
        </w:rPr>
        <w:t>- در خواب ، صلوات مداوام بر آن حضرت است با طهارات و به اين نحو:</w:t>
      </w:r>
    </w:p>
    <w:p w:rsidR="00910300" w:rsidRDefault="00910300" w:rsidP="00910300">
      <w:pPr>
        <w:pStyle w:val="libNormal"/>
        <w:rPr>
          <w:rtl/>
        </w:rPr>
      </w:pPr>
      <w:r>
        <w:rPr>
          <w:rtl/>
        </w:rPr>
        <w:t xml:space="preserve">اللهم صل على محمد و آله و سلم تحب و ترضى . </w:t>
      </w:r>
      <w:r w:rsidRPr="00486CAD">
        <w:rPr>
          <w:rStyle w:val="libFootnotenumChar"/>
          <w:rtl/>
        </w:rPr>
        <w:t>(٦٤)</w:t>
      </w:r>
    </w:p>
    <w:p w:rsidR="00910300" w:rsidRDefault="00910300" w:rsidP="00486CAD">
      <w:pPr>
        <w:pStyle w:val="Heading3"/>
        <w:rPr>
          <w:rtl/>
        </w:rPr>
      </w:pPr>
      <w:bookmarkStart w:id="650" w:name="_Toc33993727"/>
      <w:bookmarkStart w:id="651" w:name="_Toc33994009"/>
      <w:bookmarkStart w:id="652" w:name="_Toc33994291"/>
      <w:bookmarkStart w:id="653" w:name="_Toc33994574"/>
      <w:bookmarkStart w:id="654" w:name="_Toc33994857"/>
      <w:r>
        <w:rPr>
          <w:rtl/>
        </w:rPr>
        <w:t>١٢٤. پيامبر نيز دائم الصوات است !</w:t>
      </w:r>
      <w:bookmarkEnd w:id="650"/>
      <w:bookmarkEnd w:id="651"/>
      <w:bookmarkEnd w:id="652"/>
      <w:bookmarkEnd w:id="653"/>
      <w:bookmarkEnd w:id="654"/>
    </w:p>
    <w:p w:rsidR="00910300" w:rsidRDefault="00910300" w:rsidP="00910300">
      <w:pPr>
        <w:pStyle w:val="libNormal"/>
        <w:rPr>
          <w:rtl/>
        </w:rPr>
      </w:pPr>
      <w:r>
        <w:rPr>
          <w:rtl/>
        </w:rPr>
        <w:t>معاصر نورىدر كتابدارالسلاماز شيخ احمد بن شيخ نقل كرده كه :</w:t>
      </w:r>
    </w:p>
    <w:p w:rsidR="00910300" w:rsidRDefault="00910300" w:rsidP="00910300">
      <w:pPr>
        <w:pStyle w:val="libNormal"/>
        <w:rPr>
          <w:rtl/>
        </w:rPr>
      </w:pPr>
      <w:r>
        <w:rPr>
          <w:rtl/>
        </w:rPr>
        <w:t xml:space="preserve">يكى از عارفين و دوستداران اهل بيت </w:t>
      </w:r>
      <w:r w:rsidR="007560B2" w:rsidRPr="007560B2">
        <w:rPr>
          <w:rStyle w:val="libAlaemChar"/>
          <w:rtl/>
        </w:rPr>
        <w:t xml:space="preserve">عليه‌السلام </w:t>
      </w:r>
      <w:r>
        <w:rPr>
          <w:rtl/>
        </w:rPr>
        <w:t xml:space="preserve"> نزد من آمد پاره اى از فضايل صلوات بر پيامبر </w:t>
      </w:r>
      <w:r w:rsidR="007560B2" w:rsidRPr="007560B2">
        <w:rPr>
          <w:rStyle w:val="libAlaemChar"/>
          <w:rtl/>
        </w:rPr>
        <w:t>صلى‌الله‌عليه‌وآله‌وسلم</w:t>
      </w:r>
      <w:r>
        <w:rPr>
          <w:rtl/>
        </w:rPr>
        <w:t xml:space="preserve"> و اهل بيت او را بازگو كردم .</w:t>
      </w:r>
    </w:p>
    <w:p w:rsidR="00910300" w:rsidRDefault="00910300" w:rsidP="00910300">
      <w:pPr>
        <w:pStyle w:val="libNormal"/>
        <w:rPr>
          <w:rtl/>
        </w:rPr>
      </w:pPr>
      <w:r>
        <w:rPr>
          <w:rtl/>
        </w:rPr>
        <w:t>او بسيار خوشحال شد و رفت .</w:t>
      </w:r>
    </w:p>
    <w:p w:rsidR="00910300" w:rsidRDefault="00910300" w:rsidP="00910300">
      <w:pPr>
        <w:pStyle w:val="libNormal"/>
        <w:rPr>
          <w:rtl/>
        </w:rPr>
      </w:pPr>
      <w:r>
        <w:rPr>
          <w:rtl/>
        </w:rPr>
        <w:t xml:space="preserve">پس از مدتى در يك روز جمعه نزد او رفتم ، ديدم كه او مشغول حمد خداوند است . از او علت شكرگزارى اش را پرسيدم ، او گفت : من در هر پنج شنبه بسيار بر پيامبر </w:t>
      </w:r>
      <w:r w:rsidR="007560B2" w:rsidRPr="007560B2">
        <w:rPr>
          <w:rStyle w:val="libAlaemChar"/>
          <w:rtl/>
        </w:rPr>
        <w:t>صلى‌الله‌عليه‌وآله‌وسلم</w:t>
      </w:r>
      <w:r>
        <w:rPr>
          <w:rtl/>
        </w:rPr>
        <w:t xml:space="preserve"> صلوات مى فرستادم تا اين كه ديشب مشغول صلوات بودم كه خوابم برد، در خواب ديدم پيامبر و اميرالمؤ منين </w:t>
      </w:r>
      <w:r w:rsidR="007560B2" w:rsidRPr="007560B2">
        <w:rPr>
          <w:rStyle w:val="libAlaemChar"/>
          <w:rtl/>
        </w:rPr>
        <w:t xml:space="preserve">عليه‌السلام </w:t>
      </w:r>
      <w:r>
        <w:rPr>
          <w:rtl/>
        </w:rPr>
        <w:t xml:space="preserve"> فاطمه زهرا سلام الله عليه و همه امامان </w:t>
      </w:r>
      <w:r w:rsidR="007560B2" w:rsidRPr="007560B2">
        <w:rPr>
          <w:rStyle w:val="libAlaemChar"/>
          <w:rtl/>
        </w:rPr>
        <w:t xml:space="preserve">عليه‌السلام </w:t>
      </w:r>
      <w:r>
        <w:rPr>
          <w:rtl/>
        </w:rPr>
        <w:t xml:space="preserve"> از آسمان پايين آمدند و اطراف من نشستند. سپس پيامبر </w:t>
      </w:r>
      <w:r w:rsidR="00745C10" w:rsidRPr="00745C10">
        <w:rPr>
          <w:rStyle w:val="libAlaemChar"/>
          <w:rtl/>
        </w:rPr>
        <w:t>صلى‌الله‌عليه‌وآله‌وسلم</w:t>
      </w:r>
      <w:r>
        <w:rPr>
          <w:rtl/>
        </w:rPr>
        <w:t xml:space="preserve">شروع به صحبت با من نمود به گونه اى كه گويى من يكى از آشنايان او بودم . من نيز از آن حضرت سوالاتى نمودم و او جواب داد. سپس به من بشارت داد، در آن حال شخص آشنايى را ديدم كه شبيه ترين مردم به پيامبر </w:t>
      </w:r>
      <w:r w:rsidR="007560B2" w:rsidRPr="007560B2">
        <w:rPr>
          <w:rStyle w:val="libAlaemChar"/>
          <w:rtl/>
        </w:rPr>
        <w:t>صلى‌الله‌عليه‌وآله‌وسلم</w:t>
      </w:r>
      <w:r>
        <w:rPr>
          <w:rtl/>
        </w:rPr>
        <w:t xml:space="preserve"> بود. از خواب برخاستم ؛ اما آن شخص را نشناختم . بسيار ناراحت شدم و گفتم : اين شخص كه بود كه در خواب او را شناختم ؛ اما در بيدارى نشناختم !؟</w:t>
      </w:r>
    </w:p>
    <w:p w:rsidR="00910300" w:rsidRDefault="00910300" w:rsidP="00910300">
      <w:pPr>
        <w:pStyle w:val="libNormal"/>
        <w:rPr>
          <w:rtl/>
        </w:rPr>
      </w:pPr>
      <w:r>
        <w:rPr>
          <w:rtl/>
        </w:rPr>
        <w:lastRenderedPageBreak/>
        <w:t xml:space="preserve">پس باز مشغول فرستادن صلوات شدم تا اين كه مجددا خوابم برد، در خواب دوم پرسيدم : آن شخصى نورانى كه بسيار شبيه پيامبر </w:t>
      </w:r>
      <w:r w:rsidR="007560B2" w:rsidRPr="007560B2">
        <w:rPr>
          <w:rStyle w:val="libAlaemChar"/>
          <w:rtl/>
        </w:rPr>
        <w:t>صلى‌الله‌عليه‌وآله‌وسلم</w:t>
      </w:r>
      <w:r>
        <w:rPr>
          <w:rtl/>
        </w:rPr>
        <w:t xml:space="preserve"> است ، چه كسى است ؟</w:t>
      </w:r>
    </w:p>
    <w:p w:rsidR="00910300" w:rsidRDefault="00910300" w:rsidP="00910300">
      <w:pPr>
        <w:pStyle w:val="libNormal"/>
        <w:rPr>
          <w:rtl/>
        </w:rPr>
      </w:pPr>
      <w:r>
        <w:rPr>
          <w:rtl/>
        </w:rPr>
        <w:t>گفتند:آن صلوات تو است كه خداوند او را به صورتى زيبا در آورده است .</w:t>
      </w:r>
    </w:p>
    <w:p w:rsidR="00910300" w:rsidRDefault="00910300" w:rsidP="00910300">
      <w:pPr>
        <w:pStyle w:val="libNormal"/>
        <w:rPr>
          <w:rtl/>
        </w:rPr>
      </w:pPr>
      <w:r>
        <w:rPr>
          <w:rtl/>
        </w:rPr>
        <w:t>من باز هم به فرستادن صلوات ادامه دادم تا آن كه در شب ديگرى در خواب ديدم پيامبر و امامان را، شخصى به من گفت :سرت را بلند كن !</w:t>
      </w:r>
    </w:p>
    <w:p w:rsidR="00910300" w:rsidRDefault="00910300" w:rsidP="00910300">
      <w:pPr>
        <w:pStyle w:val="libNormal"/>
        <w:rPr>
          <w:rtl/>
        </w:rPr>
      </w:pPr>
      <w:r>
        <w:rPr>
          <w:rtl/>
        </w:rPr>
        <w:t>وقتى سرم را بلند كردم ، ديدم آن بزرگوارم مشغول ذكر هستند، آن شخص به من گفت :آيا مى دانى چه ذكرى مى خوانند؟</w:t>
      </w:r>
    </w:p>
    <w:p w:rsidR="00910300" w:rsidRDefault="00910300" w:rsidP="00910300">
      <w:pPr>
        <w:pStyle w:val="libNormal"/>
        <w:rPr>
          <w:rtl/>
        </w:rPr>
      </w:pPr>
      <w:r>
        <w:rPr>
          <w:rtl/>
        </w:rPr>
        <w:t>گفتم : نه .</w:t>
      </w:r>
    </w:p>
    <w:p w:rsidR="00910300" w:rsidRDefault="00910300" w:rsidP="00910300">
      <w:pPr>
        <w:pStyle w:val="libNormal"/>
        <w:rPr>
          <w:rtl/>
        </w:rPr>
      </w:pPr>
      <w:r>
        <w:rPr>
          <w:rtl/>
        </w:rPr>
        <w:t>گفت :آن ها همان ذكرى را مى گويند كه تو بدان مداومت داراى ؛ يعنى آن ها نيز مشغول فرستادن صلوات اند.</w:t>
      </w:r>
    </w:p>
    <w:p w:rsidR="00910300" w:rsidRDefault="00910300" w:rsidP="00910300">
      <w:pPr>
        <w:pStyle w:val="libNormal"/>
        <w:rPr>
          <w:rtl/>
        </w:rPr>
      </w:pPr>
      <w:r>
        <w:rPr>
          <w:rtl/>
        </w:rPr>
        <w:t xml:space="preserve">من با خوشحالى از خواب برخواستم ، حمد خدا را به جاى آوردم كه به من توفيق داد. </w:t>
      </w:r>
      <w:r w:rsidRPr="00486CAD">
        <w:rPr>
          <w:rStyle w:val="libFootnotenumChar"/>
          <w:rtl/>
        </w:rPr>
        <w:t>(٦٥)</w:t>
      </w:r>
    </w:p>
    <w:p w:rsidR="00910300" w:rsidRDefault="00910300" w:rsidP="00486CAD">
      <w:pPr>
        <w:pStyle w:val="Heading3"/>
        <w:rPr>
          <w:rtl/>
        </w:rPr>
      </w:pPr>
      <w:bookmarkStart w:id="655" w:name="_Toc33993728"/>
      <w:bookmarkStart w:id="656" w:name="_Toc33994010"/>
      <w:bookmarkStart w:id="657" w:name="_Toc33994292"/>
      <w:bookmarkStart w:id="658" w:name="_Toc33994575"/>
      <w:bookmarkStart w:id="659" w:name="_Toc33994858"/>
      <w:r>
        <w:rPr>
          <w:rtl/>
        </w:rPr>
        <w:t>١٢٥. بوسيدن دهان صلوات فرستنده</w:t>
      </w:r>
      <w:bookmarkEnd w:id="655"/>
      <w:bookmarkEnd w:id="656"/>
      <w:bookmarkEnd w:id="657"/>
      <w:bookmarkEnd w:id="658"/>
      <w:bookmarkEnd w:id="659"/>
      <w:r>
        <w:rPr>
          <w:rtl/>
        </w:rPr>
        <w:t xml:space="preserve"> </w:t>
      </w:r>
    </w:p>
    <w:p w:rsidR="00910300" w:rsidRDefault="00910300" w:rsidP="00910300">
      <w:pPr>
        <w:pStyle w:val="libNormal"/>
        <w:rPr>
          <w:rtl/>
        </w:rPr>
      </w:pPr>
      <w:r>
        <w:rPr>
          <w:rtl/>
        </w:rPr>
        <w:t>شيخ على اكبر نهاوندىاز علماى بزرگ مشهد، در كتابخزينه الجواهرمى فرمايد:</w:t>
      </w:r>
    </w:p>
    <w:p w:rsidR="00910300" w:rsidRDefault="00910300" w:rsidP="00910300">
      <w:pPr>
        <w:pStyle w:val="libNormal"/>
        <w:rPr>
          <w:rtl/>
        </w:rPr>
      </w:pPr>
      <w:r>
        <w:rPr>
          <w:rtl/>
        </w:rPr>
        <w:t xml:space="preserve">يكى از زاهدان و پرهيزگاران گفت : من با خود عهد و پيمانى بستم كه هر شب از خوابيدن به تعداد معين بر پيامبر </w:t>
      </w:r>
      <w:r w:rsidR="007560B2" w:rsidRPr="007560B2">
        <w:rPr>
          <w:rStyle w:val="libAlaemChar"/>
          <w:rtl/>
        </w:rPr>
        <w:t>صلى‌الله‌عليه‌وآله‌وسلم</w:t>
      </w:r>
      <w:r>
        <w:rPr>
          <w:rtl/>
        </w:rPr>
        <w:t xml:space="preserve"> و اهل بيت طاهرين اش صلوات بفرستم . يك شب عده اى از دوستانم به حجره من آمدند و با اين كه حجره ام شلوغ شده بود و تا دير وقت طول كشيد و خسته بودم ؛ اما صلوات ها را فرستادم و خوابيدم .</w:t>
      </w:r>
    </w:p>
    <w:p w:rsidR="00910300" w:rsidRDefault="00910300" w:rsidP="00910300">
      <w:pPr>
        <w:pStyle w:val="libNormal"/>
        <w:rPr>
          <w:rtl/>
        </w:rPr>
      </w:pPr>
      <w:r>
        <w:rPr>
          <w:rtl/>
        </w:rPr>
        <w:lastRenderedPageBreak/>
        <w:t xml:space="preserve">در خواب ديدم پيامبر </w:t>
      </w:r>
      <w:r w:rsidR="007560B2" w:rsidRPr="007560B2">
        <w:rPr>
          <w:rStyle w:val="libAlaemChar"/>
          <w:rtl/>
        </w:rPr>
        <w:t>صلى‌الله‌عليه‌وآله‌وسلم</w:t>
      </w:r>
      <w:r>
        <w:rPr>
          <w:rtl/>
        </w:rPr>
        <w:t xml:space="preserve"> به حجره من آمدند و وجود شريف و نورانى شان باعث منور شدن حجره من شد، سپس به سوى من آمده و فرمودند:كجاست آن دهانى كه بر من صلوات مى فرستاد، تا آن را ببوسم !</w:t>
      </w:r>
    </w:p>
    <w:p w:rsidR="00910300" w:rsidRDefault="00910300" w:rsidP="00910300">
      <w:pPr>
        <w:pStyle w:val="libNormal"/>
        <w:rPr>
          <w:rtl/>
        </w:rPr>
      </w:pPr>
      <w:r>
        <w:rPr>
          <w:rtl/>
        </w:rPr>
        <w:t>من خجالت كشيدم كه بگويم فرستنده آن صلوات ها من بودم ؛ پيامبر صورت مبارك را جلو آورده و بر صورت من بوسه زدند.</w:t>
      </w:r>
    </w:p>
    <w:p w:rsidR="00910300" w:rsidRDefault="00910300" w:rsidP="00910300">
      <w:pPr>
        <w:pStyle w:val="libNormal"/>
        <w:rPr>
          <w:rtl/>
        </w:rPr>
      </w:pPr>
      <w:r>
        <w:rPr>
          <w:rtl/>
        </w:rPr>
        <w:t xml:space="preserve">از شدت شعف و خوشحالى از خواب برخاستم ، به گونه اى كه همه دوستانم نيز بيدار شدند. </w:t>
      </w:r>
      <w:r w:rsidRPr="00486CAD">
        <w:rPr>
          <w:rStyle w:val="libFootnotenumChar"/>
          <w:rtl/>
        </w:rPr>
        <w:t>(٦٦)</w:t>
      </w:r>
    </w:p>
    <w:p w:rsidR="00910300" w:rsidRDefault="00486CAD" w:rsidP="00910300">
      <w:pPr>
        <w:pStyle w:val="libNormal"/>
        <w:rPr>
          <w:rtl/>
        </w:rPr>
      </w:pPr>
      <w:r>
        <w:rPr>
          <w:rtl/>
        </w:rPr>
        <w:br w:type="page"/>
      </w:r>
      <w:bookmarkStart w:id="660" w:name="_Toc33993729"/>
      <w:bookmarkStart w:id="661" w:name="_Toc33994011"/>
      <w:bookmarkStart w:id="662" w:name="_Toc33994293"/>
      <w:bookmarkStart w:id="663" w:name="_Toc33994576"/>
      <w:bookmarkStart w:id="664" w:name="_Toc33994859"/>
      <w:r w:rsidR="00910300" w:rsidRPr="00486CAD">
        <w:rPr>
          <w:rStyle w:val="Heading2Char"/>
          <w:rtl/>
        </w:rPr>
        <w:lastRenderedPageBreak/>
        <w:t>بخش دهم : رسيدن صلوات به پيامبر</w:t>
      </w:r>
      <w:bookmarkEnd w:id="660"/>
      <w:bookmarkEnd w:id="661"/>
      <w:bookmarkEnd w:id="662"/>
      <w:bookmarkEnd w:id="663"/>
      <w:bookmarkEnd w:id="664"/>
      <w:r w:rsidR="00910300">
        <w:rPr>
          <w:rtl/>
        </w:rPr>
        <w:t>:</w:t>
      </w:r>
    </w:p>
    <w:p w:rsidR="00486CAD" w:rsidRDefault="00910300" w:rsidP="00486CAD">
      <w:pPr>
        <w:pStyle w:val="Heading3"/>
        <w:rPr>
          <w:rtl/>
        </w:rPr>
      </w:pPr>
      <w:bookmarkStart w:id="665" w:name="_Toc33993730"/>
      <w:bookmarkStart w:id="666" w:name="_Toc33994012"/>
      <w:bookmarkStart w:id="667" w:name="_Toc33994294"/>
      <w:bookmarkStart w:id="668" w:name="_Toc33994577"/>
      <w:bookmarkStart w:id="669" w:name="_Toc33994860"/>
      <w:r>
        <w:rPr>
          <w:rtl/>
        </w:rPr>
        <w:t>١٢٦. خشنودى پيامبر</w:t>
      </w:r>
      <w:bookmarkEnd w:id="665"/>
      <w:bookmarkEnd w:id="666"/>
      <w:bookmarkEnd w:id="667"/>
      <w:bookmarkEnd w:id="668"/>
      <w:bookmarkEnd w:id="669"/>
    </w:p>
    <w:p w:rsidR="00910300" w:rsidRDefault="00910300" w:rsidP="00486CAD">
      <w:pPr>
        <w:pStyle w:val="libNormal"/>
        <w:rPr>
          <w:rtl/>
        </w:rPr>
      </w:pPr>
      <w:r>
        <w:rPr>
          <w:rtl/>
        </w:rPr>
        <w:t xml:space="preserve"> شخصى بود بسيار زاهد و عابد، كه هرگز با كسى آميزش نمى كرد؛ و به مجالس و محافل ، حاضر نمى شد. وقتى ترك عزلت كرده ، ملازمت مجلس واعظى را اختيار كرد. مردم از آن تعجب نموده ، به او گفتند: موجب ترك عزلت و مداومت بر اين صحبت چيست ؟</w:t>
      </w:r>
    </w:p>
    <w:p w:rsidR="00910300" w:rsidRDefault="00910300" w:rsidP="00910300">
      <w:pPr>
        <w:pStyle w:val="libNormal"/>
        <w:rPr>
          <w:rtl/>
        </w:rPr>
      </w:pPr>
      <w:r>
        <w:rPr>
          <w:rtl/>
        </w:rPr>
        <w:t xml:space="preserve">گفت : رسول خدا - </w:t>
      </w:r>
      <w:r w:rsidR="00745C10" w:rsidRPr="00745C10">
        <w:rPr>
          <w:rStyle w:val="libAlaemChar"/>
          <w:rtl/>
        </w:rPr>
        <w:t>صلى‌الله‌عليه‌وآله‌وسلم</w:t>
      </w:r>
      <w:r>
        <w:rPr>
          <w:rtl/>
        </w:rPr>
        <w:t xml:space="preserve">- را در خواب ديدم ، و به من فرمودند:برو به مجلس وعظ فلان واعظ، كه بر من صلوات بسيار مى فرستند، و من از او خشنودم . </w:t>
      </w:r>
      <w:r w:rsidRPr="00486CAD">
        <w:rPr>
          <w:rStyle w:val="libFootnotenumChar"/>
          <w:rtl/>
        </w:rPr>
        <w:t>(٦٧)</w:t>
      </w:r>
    </w:p>
    <w:p w:rsidR="00486CAD" w:rsidRDefault="00910300" w:rsidP="00486CAD">
      <w:pPr>
        <w:pStyle w:val="Heading3"/>
        <w:rPr>
          <w:rtl/>
        </w:rPr>
      </w:pPr>
      <w:bookmarkStart w:id="670" w:name="_Toc33993731"/>
      <w:bookmarkStart w:id="671" w:name="_Toc33994013"/>
      <w:bookmarkStart w:id="672" w:name="_Toc33994295"/>
      <w:bookmarkStart w:id="673" w:name="_Toc33994578"/>
      <w:bookmarkStart w:id="674" w:name="_Toc33994861"/>
      <w:r>
        <w:rPr>
          <w:rtl/>
        </w:rPr>
        <w:t>١٢٧. جواب صلوات از پيامبر</w:t>
      </w:r>
      <w:bookmarkEnd w:id="670"/>
      <w:bookmarkEnd w:id="671"/>
      <w:bookmarkEnd w:id="672"/>
      <w:bookmarkEnd w:id="673"/>
      <w:bookmarkEnd w:id="674"/>
    </w:p>
    <w:p w:rsidR="00910300" w:rsidRDefault="00910300" w:rsidP="00486CAD">
      <w:pPr>
        <w:pStyle w:val="libNormal"/>
        <w:rPr>
          <w:rtl/>
        </w:rPr>
      </w:pPr>
      <w:r>
        <w:rPr>
          <w:rtl/>
        </w:rPr>
        <w:t xml:space="preserve"> در كتابعدة الداعىابن فهد حلى نقل شده است : صلوات موجب مى گردد كه نام انسان به شرف عرض رسول الله عليه و آله - برسد و آن بزرگوار هم در پاسخ بفرمايد:</w:t>
      </w:r>
      <w:r w:rsidR="007560B2" w:rsidRPr="007560B2">
        <w:rPr>
          <w:rStyle w:val="libAlaemChar"/>
          <w:rtl/>
        </w:rPr>
        <w:t xml:space="preserve">عليه‌السلام </w:t>
      </w:r>
    </w:p>
    <w:p w:rsidR="00486CAD" w:rsidRDefault="00910300" w:rsidP="00486CAD">
      <w:pPr>
        <w:pStyle w:val="Heading3"/>
        <w:rPr>
          <w:rtl/>
        </w:rPr>
      </w:pPr>
      <w:bookmarkStart w:id="675" w:name="_Toc33993732"/>
      <w:bookmarkStart w:id="676" w:name="_Toc33994014"/>
      <w:bookmarkStart w:id="677" w:name="_Toc33994296"/>
      <w:bookmarkStart w:id="678" w:name="_Toc33994579"/>
      <w:bookmarkStart w:id="679" w:name="_Toc33994862"/>
      <w:r>
        <w:rPr>
          <w:rtl/>
        </w:rPr>
        <w:t>١٢٨. ملك طهليل مامور رساندن صلوات</w:t>
      </w:r>
      <w:bookmarkEnd w:id="675"/>
      <w:bookmarkEnd w:id="676"/>
      <w:bookmarkEnd w:id="677"/>
      <w:bookmarkEnd w:id="678"/>
      <w:bookmarkEnd w:id="679"/>
      <w:r>
        <w:rPr>
          <w:rtl/>
        </w:rPr>
        <w:t xml:space="preserve"> </w:t>
      </w:r>
    </w:p>
    <w:p w:rsidR="00910300" w:rsidRDefault="00910300" w:rsidP="00486CAD">
      <w:pPr>
        <w:pStyle w:val="libNormal"/>
        <w:rPr>
          <w:rtl/>
        </w:rPr>
      </w:pPr>
      <w:r>
        <w:rPr>
          <w:rtl/>
        </w:rPr>
        <w:t xml:space="preserve"> از حضرت صادق - </w:t>
      </w:r>
      <w:r w:rsidR="007560B2" w:rsidRPr="007560B2">
        <w:rPr>
          <w:rStyle w:val="libAlaemChar"/>
          <w:rtl/>
        </w:rPr>
        <w:t xml:space="preserve">عليه‌السلام </w:t>
      </w:r>
      <w:r>
        <w:rPr>
          <w:rtl/>
        </w:rPr>
        <w:t xml:space="preserve"> - منقول است :</w:t>
      </w:r>
    </w:p>
    <w:p w:rsidR="00486CAD" w:rsidRDefault="00910300" w:rsidP="00910300">
      <w:pPr>
        <w:pStyle w:val="libNormal"/>
        <w:rPr>
          <w:rtl/>
        </w:rPr>
      </w:pPr>
      <w:r>
        <w:rPr>
          <w:rtl/>
        </w:rPr>
        <w:t xml:space="preserve">حق تعالى ، ملكى را بر قبر رسول خدا - </w:t>
      </w:r>
      <w:r w:rsidR="00745C10" w:rsidRPr="00745C10">
        <w:rPr>
          <w:rStyle w:val="libAlaemChar"/>
          <w:rtl/>
        </w:rPr>
        <w:t>صلى‌الله‌عليه‌وآله‌وسلم</w:t>
      </w:r>
      <w:r>
        <w:rPr>
          <w:rtl/>
        </w:rPr>
        <w:t>- موكل گردانيده است ، كه آن را طهليل مى گويند و وقتى يكى از شما بر آن حضرت صلوات يا سلام فرستد، آن ملك به عرض همايون مى رسانند كه فلان كس سلام و صلوات فرستاده است و آن سلام را به قبر آن حضرت مى رساند.</w:t>
      </w:r>
    </w:p>
    <w:p w:rsidR="00486CAD" w:rsidRDefault="00486CAD" w:rsidP="00486CAD">
      <w:pPr>
        <w:pStyle w:val="Heading3"/>
        <w:rPr>
          <w:rtl/>
        </w:rPr>
      </w:pPr>
      <w:r>
        <w:rPr>
          <w:rtl/>
        </w:rPr>
        <w:br w:type="page"/>
      </w:r>
      <w:bookmarkStart w:id="680" w:name="_Toc33993733"/>
      <w:bookmarkStart w:id="681" w:name="_Toc33994015"/>
      <w:bookmarkStart w:id="682" w:name="_Toc33994297"/>
      <w:bookmarkStart w:id="683" w:name="_Toc33994580"/>
      <w:bookmarkStart w:id="684" w:name="_Toc33994863"/>
      <w:r w:rsidR="00910300">
        <w:rPr>
          <w:rtl/>
        </w:rPr>
        <w:lastRenderedPageBreak/>
        <w:t>١٢٩. صلوات را مى شنوم و مى دانم</w:t>
      </w:r>
      <w:bookmarkEnd w:id="680"/>
      <w:bookmarkEnd w:id="681"/>
      <w:bookmarkEnd w:id="682"/>
      <w:bookmarkEnd w:id="683"/>
      <w:bookmarkEnd w:id="684"/>
      <w:r w:rsidR="00910300">
        <w:rPr>
          <w:rtl/>
        </w:rPr>
        <w:t xml:space="preserve"> </w:t>
      </w:r>
    </w:p>
    <w:p w:rsidR="00910300" w:rsidRDefault="00910300" w:rsidP="00486CAD">
      <w:pPr>
        <w:pStyle w:val="libNormal"/>
        <w:rPr>
          <w:rtl/>
        </w:rPr>
      </w:pPr>
      <w:r>
        <w:rPr>
          <w:rtl/>
        </w:rPr>
        <w:t xml:space="preserve"> رسول اكرم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 xml:space="preserve">هر كه در كنار قبرم بر من صلوات فرستد آن را مى شنوم ، هر كه از دور بر من صلوات نثار كند آن را مى دانم . </w:t>
      </w:r>
      <w:r w:rsidRPr="00486CAD">
        <w:rPr>
          <w:rStyle w:val="libFootnotenumChar"/>
          <w:rtl/>
        </w:rPr>
        <w:t>(٦٨)</w:t>
      </w:r>
    </w:p>
    <w:p w:rsidR="00486CAD" w:rsidRDefault="00910300" w:rsidP="00486CAD">
      <w:pPr>
        <w:pStyle w:val="Heading3"/>
        <w:rPr>
          <w:rtl/>
        </w:rPr>
      </w:pPr>
      <w:bookmarkStart w:id="685" w:name="_Toc33993734"/>
      <w:bookmarkStart w:id="686" w:name="_Toc33994016"/>
      <w:bookmarkStart w:id="687" w:name="_Toc33994298"/>
      <w:bookmarkStart w:id="688" w:name="_Toc33994581"/>
      <w:bookmarkStart w:id="689" w:name="_Toc33994864"/>
      <w:r>
        <w:rPr>
          <w:rtl/>
        </w:rPr>
        <w:t>١٣٠. ده صلوات پاداش يك صلوات</w:t>
      </w:r>
      <w:bookmarkEnd w:id="685"/>
      <w:bookmarkEnd w:id="686"/>
      <w:bookmarkEnd w:id="687"/>
      <w:bookmarkEnd w:id="688"/>
      <w:bookmarkEnd w:id="689"/>
      <w:r>
        <w:rPr>
          <w:rtl/>
        </w:rPr>
        <w:t xml:space="preserve"> </w:t>
      </w:r>
    </w:p>
    <w:p w:rsidR="00910300" w:rsidRDefault="00910300" w:rsidP="00486CAD">
      <w:pPr>
        <w:pStyle w:val="libNormal"/>
        <w:rPr>
          <w:rtl/>
        </w:rPr>
      </w:pPr>
      <w:r>
        <w:rPr>
          <w:rtl/>
        </w:rPr>
        <w:t xml:space="preserve"> رسول خدا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حق سبحانه و تعالى ، عطا فرمود به ملكى از ملايكه ، اسم هاى همه خلايق را، با اسم پدر ايشان ، و آن ملك بر قبر من ايستاده است ، تا روز قيامت .</w:t>
      </w:r>
    </w:p>
    <w:p w:rsidR="00910300" w:rsidRDefault="00910300" w:rsidP="00910300">
      <w:pPr>
        <w:pStyle w:val="libNormal"/>
        <w:rPr>
          <w:rtl/>
        </w:rPr>
      </w:pPr>
      <w:r>
        <w:rPr>
          <w:rtl/>
        </w:rPr>
        <w:t>پس هر كه بر من صلوات فرستد، آن ملك مى گويد كه : يا محمد! فلان بن فلان ، بر تو فلان قدر صلوات فرستاد و حق تعالى ضامن شده است كه بر هر صلواتى ، ده صلوات بر آن بنده فرستد.</w:t>
      </w:r>
    </w:p>
    <w:p w:rsidR="00486CAD" w:rsidRDefault="00910300" w:rsidP="00486CAD">
      <w:pPr>
        <w:pStyle w:val="Heading3"/>
        <w:rPr>
          <w:rtl/>
        </w:rPr>
      </w:pPr>
      <w:bookmarkStart w:id="690" w:name="_Toc33993735"/>
      <w:bookmarkStart w:id="691" w:name="_Toc33994017"/>
      <w:bookmarkStart w:id="692" w:name="_Toc33994299"/>
      <w:bookmarkStart w:id="693" w:name="_Toc33994582"/>
      <w:bookmarkStart w:id="694" w:name="_Toc33994865"/>
      <w:r>
        <w:rPr>
          <w:rtl/>
        </w:rPr>
        <w:t>١٣١. فرشتگان قاصد صلوات به پيامبر</w:t>
      </w:r>
      <w:bookmarkEnd w:id="690"/>
      <w:bookmarkEnd w:id="691"/>
      <w:bookmarkEnd w:id="692"/>
      <w:bookmarkEnd w:id="693"/>
      <w:bookmarkEnd w:id="694"/>
    </w:p>
    <w:p w:rsidR="00910300" w:rsidRDefault="00910300" w:rsidP="00486CAD">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 xml:space="preserve">هركس بر پيغمبر و آل پيغمبر در هر روز يك صدبار، صلوات بفرستد، هفتاد فرشته او را در ميان گيرند و آن صلوات را براى رساندن به رسول الله - </w:t>
      </w:r>
      <w:r w:rsidR="00745C10" w:rsidRPr="00745C10">
        <w:rPr>
          <w:rStyle w:val="libAlaemChar"/>
          <w:rtl/>
        </w:rPr>
        <w:t>صلى‌الله‌عليه‌وآله‌وسلم</w:t>
      </w:r>
      <w:r>
        <w:rPr>
          <w:rtl/>
        </w:rPr>
        <w:t xml:space="preserve">- از رفيق خود سبقت مى گيرند. </w:t>
      </w:r>
      <w:r w:rsidRPr="00486CAD">
        <w:rPr>
          <w:rStyle w:val="libFootnotenumChar"/>
          <w:rtl/>
        </w:rPr>
        <w:t>(٦٩)</w:t>
      </w:r>
    </w:p>
    <w:p w:rsidR="00910300" w:rsidRDefault="00486CAD" w:rsidP="00910300">
      <w:pPr>
        <w:pStyle w:val="libNormal"/>
        <w:rPr>
          <w:rtl/>
        </w:rPr>
      </w:pPr>
      <w:r>
        <w:rPr>
          <w:rtl/>
        </w:rPr>
        <w:br w:type="page"/>
      </w:r>
      <w:bookmarkStart w:id="695" w:name="_Toc33993736"/>
      <w:bookmarkStart w:id="696" w:name="_Toc33994018"/>
      <w:bookmarkStart w:id="697" w:name="_Toc33994300"/>
      <w:bookmarkStart w:id="698" w:name="_Toc33994583"/>
      <w:bookmarkStart w:id="699" w:name="_Toc33994866"/>
      <w:r w:rsidR="00910300" w:rsidRPr="00486CAD">
        <w:rPr>
          <w:rStyle w:val="Heading2Char"/>
          <w:rtl/>
        </w:rPr>
        <w:lastRenderedPageBreak/>
        <w:t>بخش يازدهم : آثار ترك صلوات</w:t>
      </w:r>
      <w:bookmarkEnd w:id="695"/>
      <w:bookmarkEnd w:id="696"/>
      <w:bookmarkEnd w:id="697"/>
      <w:bookmarkEnd w:id="698"/>
      <w:bookmarkEnd w:id="699"/>
      <w:r w:rsidR="00910300">
        <w:rPr>
          <w:rtl/>
        </w:rPr>
        <w:t xml:space="preserve"> :</w:t>
      </w:r>
    </w:p>
    <w:p w:rsidR="00486CAD" w:rsidRDefault="00910300" w:rsidP="00486CAD">
      <w:pPr>
        <w:pStyle w:val="Heading3"/>
        <w:rPr>
          <w:rtl/>
        </w:rPr>
      </w:pPr>
      <w:bookmarkStart w:id="700" w:name="_Toc33993737"/>
      <w:bookmarkStart w:id="701" w:name="_Toc33994019"/>
      <w:bookmarkStart w:id="702" w:name="_Toc33994301"/>
      <w:bookmarkStart w:id="703" w:name="_Toc33994584"/>
      <w:bookmarkStart w:id="704" w:name="_Toc33994867"/>
      <w:r>
        <w:rPr>
          <w:rtl/>
        </w:rPr>
        <w:t>١٣٢. شقى باد آن بنده</w:t>
      </w:r>
      <w:bookmarkEnd w:id="700"/>
      <w:bookmarkEnd w:id="701"/>
      <w:bookmarkEnd w:id="702"/>
      <w:bookmarkEnd w:id="703"/>
      <w:bookmarkEnd w:id="704"/>
      <w:r>
        <w:rPr>
          <w:rtl/>
        </w:rPr>
        <w:t xml:space="preserve"> </w:t>
      </w:r>
    </w:p>
    <w:p w:rsidR="00910300" w:rsidRDefault="00910300" w:rsidP="00486CAD">
      <w:pPr>
        <w:pStyle w:val="libNormal"/>
        <w:rPr>
          <w:rtl/>
        </w:rPr>
      </w:pPr>
      <w:r>
        <w:rPr>
          <w:rtl/>
        </w:rPr>
        <w:t xml:space="preserve"> رسول خدا - </w:t>
      </w:r>
      <w:r w:rsidR="00745C10" w:rsidRPr="00745C10">
        <w:rPr>
          <w:rStyle w:val="libAlaemChar"/>
          <w:rtl/>
        </w:rPr>
        <w:t>صلى‌الله‌عليه‌وآله‌وسلم</w:t>
      </w:r>
      <w:r>
        <w:rPr>
          <w:rtl/>
        </w:rPr>
        <w:t>- روزى بر پايه اول منبر بالا رفت و سه مرتبه فرمود: آمين . وقتى بر منبر بالا رفت ، فرمود:چون به درجه اول بالا رفتم ، جبرييل گفت : شقى باد بنده اى كهماهرمضان را دريابد وماهرمضان به آخر رسد، و آمرزيده نشود!</w:t>
      </w:r>
    </w:p>
    <w:p w:rsidR="00910300" w:rsidRDefault="00910300" w:rsidP="00910300">
      <w:pPr>
        <w:pStyle w:val="libNormal"/>
        <w:rPr>
          <w:rtl/>
        </w:rPr>
      </w:pPr>
      <w:r>
        <w:rPr>
          <w:rtl/>
        </w:rPr>
        <w:t>من گفتم : آمين .</w:t>
      </w:r>
    </w:p>
    <w:p w:rsidR="00910300" w:rsidRDefault="00910300" w:rsidP="00910300">
      <w:pPr>
        <w:pStyle w:val="libNormal"/>
        <w:rPr>
          <w:rtl/>
        </w:rPr>
      </w:pPr>
      <w:r>
        <w:rPr>
          <w:rtl/>
        </w:rPr>
        <w:t>سپس گفت :شقى باد بنده اى كه پدر و مادر يا يكى از ايشان را درك نمايد، و باعث داخل شدن آن كس در بهشت نگردد!</w:t>
      </w:r>
    </w:p>
    <w:p w:rsidR="00910300" w:rsidRDefault="00910300" w:rsidP="00910300">
      <w:pPr>
        <w:pStyle w:val="libNormal"/>
        <w:rPr>
          <w:rtl/>
        </w:rPr>
      </w:pPr>
      <w:r>
        <w:rPr>
          <w:rtl/>
        </w:rPr>
        <w:t>من گفتم : آمين .</w:t>
      </w:r>
    </w:p>
    <w:p w:rsidR="00910300" w:rsidRDefault="00910300" w:rsidP="00910300">
      <w:pPr>
        <w:pStyle w:val="libNormal"/>
        <w:rPr>
          <w:rtl/>
        </w:rPr>
      </w:pPr>
      <w:r>
        <w:rPr>
          <w:rtl/>
        </w:rPr>
        <w:t>بعد گفت :شقى باد بنده اى كه تو در نزد او مذكور شوى ، و برتو صلوات نفرستد!</w:t>
      </w:r>
    </w:p>
    <w:p w:rsidR="00910300" w:rsidRDefault="00910300" w:rsidP="00910300">
      <w:pPr>
        <w:pStyle w:val="libNormal"/>
        <w:rPr>
          <w:rtl/>
        </w:rPr>
      </w:pPr>
      <w:r>
        <w:rPr>
          <w:rtl/>
        </w:rPr>
        <w:t>من گفتم : آمين .</w:t>
      </w:r>
    </w:p>
    <w:p w:rsidR="00486CAD" w:rsidRDefault="00910300" w:rsidP="00486CAD">
      <w:pPr>
        <w:pStyle w:val="Heading3"/>
        <w:rPr>
          <w:rtl/>
        </w:rPr>
      </w:pPr>
      <w:bookmarkStart w:id="705" w:name="_Toc33993738"/>
      <w:bookmarkStart w:id="706" w:name="_Toc33994020"/>
      <w:bookmarkStart w:id="707" w:name="_Toc33994302"/>
      <w:bookmarkStart w:id="708" w:name="_Toc33994585"/>
      <w:bookmarkStart w:id="709" w:name="_Toc33994868"/>
      <w:r>
        <w:rPr>
          <w:rtl/>
        </w:rPr>
        <w:t>١٣٣. مكان صلوات</w:t>
      </w:r>
      <w:bookmarkEnd w:id="705"/>
      <w:bookmarkEnd w:id="706"/>
      <w:bookmarkEnd w:id="707"/>
      <w:bookmarkEnd w:id="708"/>
      <w:bookmarkEnd w:id="709"/>
      <w:r>
        <w:rPr>
          <w:rtl/>
        </w:rPr>
        <w:t xml:space="preserve"> </w:t>
      </w:r>
    </w:p>
    <w:p w:rsidR="00910300" w:rsidRDefault="00910300" w:rsidP="00486CAD">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فرمودند كه رسول خدا </w:t>
      </w:r>
      <w:r w:rsidR="007560B2" w:rsidRPr="007560B2">
        <w:rPr>
          <w:rStyle w:val="libAlaemChar"/>
          <w:rtl/>
        </w:rPr>
        <w:t>صلى‌الله‌عليه‌وآله‌وسلم</w:t>
      </w:r>
      <w:r>
        <w:rPr>
          <w:rtl/>
        </w:rPr>
        <w:t xml:space="preserve"> فرمود:</w:t>
      </w:r>
    </w:p>
    <w:p w:rsidR="00910300" w:rsidRDefault="00910300" w:rsidP="00910300">
      <w:pPr>
        <w:pStyle w:val="libNormal"/>
        <w:rPr>
          <w:rtl/>
        </w:rPr>
      </w:pPr>
      <w:r>
        <w:rPr>
          <w:rtl/>
        </w:rPr>
        <w:t>در هر مجلسى كه ذكر خدا و ياد نباشد و صلوات بر من فرستاده نشود، آن مجلس براى اهلش مايه حسرت و وبال خواهد بود.</w:t>
      </w:r>
    </w:p>
    <w:p w:rsidR="00910300" w:rsidRDefault="00910300" w:rsidP="00910300">
      <w:pPr>
        <w:pStyle w:val="libNormal"/>
        <w:rPr>
          <w:rtl/>
        </w:rPr>
      </w:pPr>
      <w:r>
        <w:rPr>
          <w:rtl/>
        </w:rPr>
        <w:t>حال در مجالس گناه و معصيت بهتر است كه حرمت صلوات حفظ شود و اصلا صلواتى فرستاده نشود مثل مجالس بازيگران و معركه گيران يا مثلا صلوات هايى كه فروشندگان كالا و اجناس براى گرمى معركه مى فرستند.</w:t>
      </w:r>
    </w:p>
    <w:p w:rsidR="00910300" w:rsidRDefault="00910300" w:rsidP="00910300">
      <w:pPr>
        <w:pStyle w:val="libNormal"/>
        <w:rPr>
          <w:rtl/>
        </w:rPr>
      </w:pPr>
      <w:r>
        <w:rPr>
          <w:rtl/>
        </w:rPr>
        <w:lastRenderedPageBreak/>
        <w:t>ديگر آن كه براى صلوات فرستادن دل و زبان بايد يكى باشد؛ يعنى در حال غفلت زبان مشغول ذكر صلوات نباشد بلكه با حواس جمع مشغول صلوات باشد.</w:t>
      </w:r>
    </w:p>
    <w:p w:rsidR="00910300" w:rsidRDefault="00910300" w:rsidP="00910300">
      <w:pPr>
        <w:pStyle w:val="libNormal"/>
        <w:rPr>
          <w:rtl/>
        </w:rPr>
      </w:pPr>
      <w:r>
        <w:rPr>
          <w:rtl/>
        </w:rPr>
        <w:t>هنگام فرستادن صلوات بايد به گونه اى عمل كرد كه گويى پيامبر حاضر است و مستقيما به آن حضرت سلام مى كنيم .</w:t>
      </w:r>
      <w:r w:rsidRPr="00486CAD">
        <w:rPr>
          <w:rStyle w:val="libFootnotenumChar"/>
          <w:rtl/>
        </w:rPr>
        <w:t xml:space="preserve"> (٧٠)</w:t>
      </w:r>
    </w:p>
    <w:p w:rsidR="00486CAD" w:rsidRDefault="00910300" w:rsidP="00486CAD">
      <w:pPr>
        <w:pStyle w:val="Heading3"/>
        <w:rPr>
          <w:rtl/>
        </w:rPr>
      </w:pPr>
      <w:bookmarkStart w:id="710" w:name="_Toc33993739"/>
      <w:bookmarkStart w:id="711" w:name="_Toc33994021"/>
      <w:bookmarkStart w:id="712" w:name="_Toc33994303"/>
      <w:bookmarkStart w:id="713" w:name="_Toc33994586"/>
      <w:bookmarkStart w:id="714" w:name="_Toc33994869"/>
      <w:r>
        <w:rPr>
          <w:rtl/>
        </w:rPr>
        <w:t>١٣٤. نظر لطف پيامبر</w:t>
      </w:r>
      <w:bookmarkEnd w:id="710"/>
      <w:bookmarkEnd w:id="711"/>
      <w:bookmarkEnd w:id="712"/>
      <w:bookmarkEnd w:id="713"/>
      <w:bookmarkEnd w:id="714"/>
    </w:p>
    <w:p w:rsidR="00910300" w:rsidRDefault="00910300" w:rsidP="00486CAD">
      <w:pPr>
        <w:pStyle w:val="libNormal"/>
        <w:rPr>
          <w:rtl/>
        </w:rPr>
      </w:pPr>
      <w:r>
        <w:rPr>
          <w:rtl/>
        </w:rPr>
        <w:t xml:space="preserve"> مردى بسيار زاهد و اهل ورع و قائم الليل و صائم النهار بود، او نيز حديث مى نوشت ، مى گفت وقتى به نوشتن نام حضرت رسول مى رسيدم ، صلوات را نمى نوشتم . شبى آن حضرت را در خواب ديدم ، كه از روى غضب به من فرمود: چرا در وقت نوشتن نام من ، نوشتن صلوات را ترك مى كنى ؟</w:t>
      </w:r>
    </w:p>
    <w:p w:rsidR="00910300" w:rsidRDefault="00910300" w:rsidP="00910300">
      <w:pPr>
        <w:pStyle w:val="libNormal"/>
        <w:rPr>
          <w:rtl/>
        </w:rPr>
      </w:pPr>
      <w:r>
        <w:rPr>
          <w:rtl/>
        </w:rPr>
        <w:t>من ترسيدم ، و در دل خود گذرانيدم كه هرگز ديگر اين بى ادبى را نكنم .</w:t>
      </w:r>
    </w:p>
    <w:p w:rsidR="00910300" w:rsidRDefault="00910300" w:rsidP="00486CAD">
      <w:pPr>
        <w:pStyle w:val="libNormal"/>
        <w:rPr>
          <w:rtl/>
        </w:rPr>
      </w:pPr>
      <w:r>
        <w:rPr>
          <w:rtl/>
        </w:rPr>
        <w:t xml:space="preserve">و هنگامى كه بيدار شدم ، ديگر ترك نوشتن صلوات نكردم . و بعد از مدتى ، بار ديگر، آن حضرت - </w:t>
      </w:r>
      <w:r w:rsidR="00745C10" w:rsidRPr="00745C10">
        <w:rPr>
          <w:rStyle w:val="libAlaemChar"/>
          <w:rtl/>
        </w:rPr>
        <w:t>صلى‌الله‌عليه‌وآله‌وسلم</w:t>
      </w:r>
      <w:r>
        <w:rPr>
          <w:rtl/>
        </w:rPr>
        <w:t xml:space="preserve">- را در خواب ديدم و به نظر لطف و مرحمت در من نگريست و فرمود:صلوات تو را به من رسانيدند. هرگاه من را يادكنى ، يا در نزد تو مذكور شوم ، يا نام من را مى نويسى ، بگو يا بنويس </w:t>
      </w:r>
      <w:r w:rsidR="00486CAD" w:rsidRPr="00745C10">
        <w:rPr>
          <w:rStyle w:val="libAlaemChar"/>
          <w:rtl/>
        </w:rPr>
        <w:t>صلى‌الله‌عليه‌وآله‌وسلم</w:t>
      </w:r>
      <w:r>
        <w:rPr>
          <w:rtl/>
        </w:rPr>
        <w:t>.</w:t>
      </w:r>
    </w:p>
    <w:p w:rsidR="00486CAD" w:rsidRDefault="00910300" w:rsidP="00486CAD">
      <w:pPr>
        <w:pStyle w:val="Heading3"/>
        <w:rPr>
          <w:rtl/>
        </w:rPr>
      </w:pPr>
      <w:bookmarkStart w:id="715" w:name="_Toc33993740"/>
      <w:bookmarkStart w:id="716" w:name="_Toc33994022"/>
      <w:bookmarkStart w:id="717" w:name="_Toc33994304"/>
      <w:bookmarkStart w:id="718" w:name="_Toc33994587"/>
      <w:bookmarkStart w:id="719" w:name="_Toc33994870"/>
      <w:r>
        <w:rPr>
          <w:rtl/>
        </w:rPr>
        <w:t>١٣٥. بخيل ترين مردم</w:t>
      </w:r>
      <w:bookmarkEnd w:id="715"/>
      <w:bookmarkEnd w:id="716"/>
      <w:bookmarkEnd w:id="717"/>
      <w:bookmarkEnd w:id="718"/>
      <w:bookmarkEnd w:id="719"/>
      <w:r>
        <w:rPr>
          <w:rtl/>
        </w:rPr>
        <w:t xml:space="preserve"> </w:t>
      </w:r>
    </w:p>
    <w:p w:rsidR="00910300" w:rsidRDefault="00910300" w:rsidP="00910300">
      <w:pPr>
        <w:pStyle w:val="libNormal"/>
        <w:rPr>
          <w:rtl/>
        </w:rPr>
      </w:pPr>
      <w:r>
        <w:rPr>
          <w:rtl/>
        </w:rPr>
        <w:t xml:space="preserve">. رسول خدا - </w:t>
      </w:r>
      <w:r w:rsidR="00745C10" w:rsidRPr="00745C10">
        <w:rPr>
          <w:rStyle w:val="libAlaemChar"/>
          <w:rtl/>
        </w:rPr>
        <w:t>صلى‌الله‌عليه‌وآله‌وسلم</w:t>
      </w:r>
      <w:r>
        <w:rPr>
          <w:rtl/>
        </w:rPr>
        <w:t>- فرمودند:</w:t>
      </w:r>
    </w:p>
    <w:p w:rsidR="00910300" w:rsidRDefault="00910300" w:rsidP="00910300">
      <w:pPr>
        <w:pStyle w:val="libNormal"/>
        <w:rPr>
          <w:rtl/>
        </w:rPr>
      </w:pPr>
      <w:r>
        <w:rPr>
          <w:rtl/>
        </w:rPr>
        <w:t>ان ابحل الناس من ذكرت عنده ولم يصل على ؛</w:t>
      </w:r>
    </w:p>
    <w:p w:rsidR="00910300" w:rsidRDefault="00910300" w:rsidP="00910300">
      <w:pPr>
        <w:pStyle w:val="libNormal"/>
        <w:rPr>
          <w:rtl/>
        </w:rPr>
      </w:pPr>
      <w:r>
        <w:rPr>
          <w:rtl/>
        </w:rPr>
        <w:t xml:space="preserve">بخيل ترين مردم ، كسى است كه نام من نزد او برده شود. بر من درود نفرستد. </w:t>
      </w:r>
      <w:r w:rsidRPr="00486CAD">
        <w:rPr>
          <w:rStyle w:val="libFootnotenumChar"/>
          <w:rtl/>
        </w:rPr>
        <w:t>(٧١)</w:t>
      </w:r>
    </w:p>
    <w:p w:rsidR="00486CAD" w:rsidRDefault="00910300" w:rsidP="00486CAD">
      <w:pPr>
        <w:pStyle w:val="Heading3"/>
        <w:rPr>
          <w:rtl/>
        </w:rPr>
      </w:pPr>
      <w:bookmarkStart w:id="720" w:name="_Toc33993741"/>
      <w:bookmarkStart w:id="721" w:name="_Toc33994023"/>
      <w:bookmarkStart w:id="722" w:name="_Toc33994305"/>
      <w:bookmarkStart w:id="723" w:name="_Toc33994588"/>
      <w:bookmarkStart w:id="724" w:name="_Toc33994871"/>
      <w:r>
        <w:rPr>
          <w:rtl/>
        </w:rPr>
        <w:t>١٣٦. مجلس حسرت و وبال</w:t>
      </w:r>
      <w:bookmarkEnd w:id="720"/>
      <w:bookmarkEnd w:id="721"/>
      <w:bookmarkEnd w:id="722"/>
      <w:bookmarkEnd w:id="723"/>
      <w:bookmarkEnd w:id="724"/>
      <w:r>
        <w:rPr>
          <w:rtl/>
        </w:rPr>
        <w:t xml:space="preserve"> </w:t>
      </w:r>
    </w:p>
    <w:p w:rsidR="00910300" w:rsidRDefault="00910300" w:rsidP="00486CAD">
      <w:pPr>
        <w:pStyle w:val="libNormal"/>
        <w:rPr>
          <w:rtl/>
        </w:rPr>
      </w:pPr>
      <w:r>
        <w:rPr>
          <w:rtl/>
        </w:rPr>
        <w:t xml:space="preserve"> رسول خدا - </w:t>
      </w:r>
      <w:r w:rsidR="00745C10" w:rsidRPr="00745C10">
        <w:rPr>
          <w:rStyle w:val="libAlaemChar"/>
          <w:rtl/>
        </w:rPr>
        <w:t>صلى‌الله‌عليه‌وآله‌وسلم</w:t>
      </w:r>
      <w:r>
        <w:rPr>
          <w:rtl/>
        </w:rPr>
        <w:t>- فرمود:</w:t>
      </w:r>
    </w:p>
    <w:p w:rsidR="00910300" w:rsidRDefault="00910300" w:rsidP="00910300">
      <w:pPr>
        <w:pStyle w:val="libNormal"/>
        <w:rPr>
          <w:rStyle w:val="libFootnotenumChar"/>
          <w:rtl/>
        </w:rPr>
      </w:pPr>
      <w:r>
        <w:rPr>
          <w:rtl/>
        </w:rPr>
        <w:lastRenderedPageBreak/>
        <w:t>هر گروهى كه در مجلسى جمع شوند و در آن مجلس نكنند و بر پيغمبر -</w:t>
      </w:r>
      <w:r w:rsidR="00745C10" w:rsidRPr="00745C10">
        <w:rPr>
          <w:rStyle w:val="libAlaemChar"/>
          <w:rtl/>
        </w:rPr>
        <w:t>صلى‌الله‌عليه‌وآله‌وسلم</w:t>
      </w:r>
      <w:r>
        <w:rPr>
          <w:rtl/>
        </w:rPr>
        <w:t xml:space="preserve">- صلوات نفرستند، آن مجلس برايشان حسرت و وبال خواهد بود. </w:t>
      </w:r>
      <w:r w:rsidRPr="00486CAD">
        <w:rPr>
          <w:rStyle w:val="libFootnotenumChar"/>
          <w:rtl/>
        </w:rPr>
        <w:t>(٧٢)</w:t>
      </w:r>
    </w:p>
    <w:p w:rsidR="00486CAD" w:rsidRDefault="00486CAD" w:rsidP="00486CAD">
      <w:pPr>
        <w:pStyle w:val="Heading3"/>
        <w:rPr>
          <w:rtl/>
        </w:rPr>
      </w:pPr>
      <w:r>
        <w:rPr>
          <w:rStyle w:val="libFootnotenumChar"/>
          <w:rtl/>
        </w:rPr>
        <w:br w:type="page"/>
      </w:r>
      <w:bookmarkStart w:id="725" w:name="_Toc33993742"/>
      <w:bookmarkStart w:id="726" w:name="_Toc33994024"/>
      <w:bookmarkStart w:id="727" w:name="_Toc33994306"/>
      <w:bookmarkStart w:id="728" w:name="_Toc33994589"/>
      <w:bookmarkStart w:id="729" w:name="_Toc33994872"/>
      <w:r w:rsidR="00910300">
        <w:rPr>
          <w:rtl/>
        </w:rPr>
        <w:lastRenderedPageBreak/>
        <w:t>١٣٧. سخن بدون بركت</w:t>
      </w:r>
      <w:bookmarkEnd w:id="725"/>
      <w:bookmarkEnd w:id="726"/>
      <w:bookmarkEnd w:id="727"/>
      <w:bookmarkEnd w:id="728"/>
      <w:bookmarkEnd w:id="729"/>
      <w:r w:rsidR="00910300">
        <w:rPr>
          <w:rtl/>
        </w:rPr>
        <w:t xml:space="preserve"> </w:t>
      </w:r>
    </w:p>
    <w:p w:rsidR="00910300" w:rsidRDefault="00910300" w:rsidP="00486CAD">
      <w:pPr>
        <w:pStyle w:val="libNormal"/>
        <w:rPr>
          <w:rtl/>
        </w:rPr>
      </w:pPr>
      <w:r>
        <w:rPr>
          <w:rtl/>
        </w:rPr>
        <w:t xml:space="preserve"> پيامبر اكرم - </w:t>
      </w:r>
      <w:r w:rsidR="00745C10" w:rsidRPr="00745C10">
        <w:rPr>
          <w:rStyle w:val="libAlaemChar"/>
          <w:rtl/>
        </w:rPr>
        <w:t>صلى‌الله‌عليه‌وآله‌وسلم</w:t>
      </w:r>
      <w:r>
        <w:rPr>
          <w:rtl/>
        </w:rPr>
        <w:t>- فرمودند:</w:t>
      </w:r>
    </w:p>
    <w:p w:rsidR="00910300" w:rsidRDefault="00910300" w:rsidP="00910300">
      <w:pPr>
        <w:pStyle w:val="libNormal"/>
        <w:rPr>
          <w:rtl/>
        </w:rPr>
      </w:pPr>
      <w:r>
        <w:rPr>
          <w:rtl/>
        </w:rPr>
        <w:t>كل كلام لا يذكر الله فيه فيبداءبه و بالصلواة على ، فهو اقطع ممحوق من كل بركة</w:t>
      </w:r>
    </w:p>
    <w:p w:rsidR="00910300" w:rsidRDefault="00910300" w:rsidP="00910300">
      <w:pPr>
        <w:pStyle w:val="libNormal"/>
        <w:rPr>
          <w:rtl/>
        </w:rPr>
      </w:pPr>
      <w:r>
        <w:rPr>
          <w:rtl/>
        </w:rPr>
        <w:t xml:space="preserve">سخنى كه با نام خدا و صلوات بر من آغاز نشود، ناپايدار و به دور از هرگونه خير و بركتى است . </w:t>
      </w:r>
      <w:r w:rsidRPr="00486CAD">
        <w:rPr>
          <w:rStyle w:val="libFootnotenumChar"/>
          <w:rtl/>
        </w:rPr>
        <w:t>(٧٣)</w:t>
      </w:r>
    </w:p>
    <w:p w:rsidR="00486CAD" w:rsidRDefault="00910300" w:rsidP="00486CAD">
      <w:pPr>
        <w:pStyle w:val="Heading3"/>
        <w:rPr>
          <w:rtl/>
        </w:rPr>
      </w:pPr>
      <w:bookmarkStart w:id="730" w:name="_Toc33993743"/>
      <w:bookmarkStart w:id="731" w:name="_Toc33994025"/>
      <w:bookmarkStart w:id="732" w:name="_Toc33994307"/>
      <w:bookmarkStart w:id="733" w:name="_Toc33994590"/>
      <w:bookmarkStart w:id="734" w:name="_Toc33994873"/>
      <w:r>
        <w:rPr>
          <w:rtl/>
        </w:rPr>
        <w:t>١٣٨. شخص بدبخت</w:t>
      </w:r>
      <w:bookmarkEnd w:id="730"/>
      <w:bookmarkEnd w:id="731"/>
      <w:bookmarkEnd w:id="732"/>
      <w:bookmarkEnd w:id="733"/>
      <w:bookmarkEnd w:id="734"/>
      <w:r>
        <w:rPr>
          <w:rtl/>
        </w:rPr>
        <w:t xml:space="preserve"> </w:t>
      </w:r>
    </w:p>
    <w:p w:rsidR="00910300" w:rsidRDefault="00910300" w:rsidP="00486CAD">
      <w:pPr>
        <w:pStyle w:val="libNormal"/>
        <w:rPr>
          <w:rtl/>
        </w:rPr>
      </w:pPr>
      <w:r>
        <w:rPr>
          <w:rtl/>
        </w:rPr>
        <w:t xml:space="preserve"> رسول خدا - </w:t>
      </w:r>
      <w:r w:rsidR="00745C10" w:rsidRPr="00745C10">
        <w:rPr>
          <w:rStyle w:val="libAlaemChar"/>
          <w:rtl/>
        </w:rPr>
        <w:t>صلى‌الله‌عليه‌وآله‌وسلم</w:t>
      </w:r>
      <w:r>
        <w:rPr>
          <w:rtl/>
        </w:rPr>
        <w:t>- فرمودند:</w:t>
      </w:r>
    </w:p>
    <w:p w:rsidR="00910300" w:rsidRDefault="00910300" w:rsidP="00910300">
      <w:pPr>
        <w:pStyle w:val="libNormal"/>
        <w:rPr>
          <w:rtl/>
        </w:rPr>
      </w:pPr>
      <w:r>
        <w:rPr>
          <w:rtl/>
        </w:rPr>
        <w:t xml:space="preserve">بينى مردى كه من در نزد او ياد شوم و بر من درود نفرستد، به خاك (ذلك ) ماليده مى شود و از آن حضرت - </w:t>
      </w:r>
      <w:r w:rsidR="00745C10" w:rsidRPr="00745C10">
        <w:rPr>
          <w:rStyle w:val="libAlaemChar"/>
          <w:rtl/>
        </w:rPr>
        <w:t>صلى‌الله‌عليه‌وآله‌وسلم</w:t>
      </w:r>
      <w:r>
        <w:rPr>
          <w:rtl/>
        </w:rPr>
        <w:t xml:space="preserve">- روايت شده است كه هركس من را ياد كند و بر من درود نفرستد، بدبخت خواهد بود. </w:t>
      </w:r>
      <w:r w:rsidRPr="00486CAD">
        <w:rPr>
          <w:rStyle w:val="libFootnotenumChar"/>
          <w:rtl/>
        </w:rPr>
        <w:t>(٧٤)</w:t>
      </w:r>
    </w:p>
    <w:p w:rsidR="00910300" w:rsidRDefault="00910300" w:rsidP="00486CAD">
      <w:pPr>
        <w:pStyle w:val="Heading3"/>
        <w:rPr>
          <w:rtl/>
        </w:rPr>
      </w:pPr>
      <w:bookmarkStart w:id="735" w:name="_Toc33993744"/>
      <w:bookmarkStart w:id="736" w:name="_Toc33994026"/>
      <w:bookmarkStart w:id="737" w:name="_Toc33994308"/>
      <w:bookmarkStart w:id="738" w:name="_Toc33994591"/>
      <w:bookmarkStart w:id="739" w:name="_Toc33994874"/>
      <w:r>
        <w:rPr>
          <w:rtl/>
        </w:rPr>
        <w:t>١٣٩. ترك نوشتن صلوات : نقل كرده اند</w:t>
      </w:r>
      <w:bookmarkEnd w:id="735"/>
      <w:bookmarkEnd w:id="736"/>
      <w:bookmarkEnd w:id="737"/>
      <w:bookmarkEnd w:id="738"/>
      <w:bookmarkEnd w:id="739"/>
    </w:p>
    <w:p w:rsidR="00910300" w:rsidRDefault="00910300" w:rsidP="00910300">
      <w:pPr>
        <w:pStyle w:val="libNormal"/>
        <w:rPr>
          <w:rtl/>
        </w:rPr>
      </w:pPr>
      <w:r>
        <w:rPr>
          <w:rtl/>
        </w:rPr>
        <w:t>مردى در بصره ، حديث مى نوشت . وقتى به نام مبارك آن حضرت مى رسيد، از روى عمد نوشتن صلوات را، ترك مى كرد، در اندك زمانى ، آكله در انگشتانش افتاد، و به كلى دستش جدا شد.</w:t>
      </w:r>
    </w:p>
    <w:p w:rsidR="00486CAD" w:rsidRDefault="00910300" w:rsidP="00486CAD">
      <w:pPr>
        <w:pStyle w:val="Heading3"/>
        <w:rPr>
          <w:rtl/>
        </w:rPr>
      </w:pPr>
      <w:bookmarkStart w:id="740" w:name="_Toc33993745"/>
      <w:bookmarkStart w:id="741" w:name="_Toc33994027"/>
      <w:bookmarkStart w:id="742" w:name="_Toc33994309"/>
      <w:bookmarkStart w:id="743" w:name="_Toc33994592"/>
      <w:bookmarkStart w:id="744" w:name="_Toc33994875"/>
      <w:r>
        <w:rPr>
          <w:rtl/>
        </w:rPr>
        <w:t>١٤٠. اگر بنده اى صلوات را ترك كند</w:t>
      </w:r>
      <w:bookmarkEnd w:id="740"/>
      <w:bookmarkEnd w:id="741"/>
      <w:bookmarkEnd w:id="742"/>
      <w:bookmarkEnd w:id="743"/>
      <w:bookmarkEnd w:id="744"/>
    </w:p>
    <w:p w:rsidR="00910300" w:rsidRDefault="00910300" w:rsidP="00486CAD">
      <w:pPr>
        <w:pStyle w:val="libNormal"/>
        <w:rPr>
          <w:rtl/>
        </w:rPr>
      </w:pPr>
      <w:r>
        <w:rPr>
          <w:rtl/>
        </w:rPr>
        <w:t xml:space="preserve"> اى امت محمد - </w:t>
      </w:r>
      <w:r w:rsidR="00745C10" w:rsidRPr="00745C10">
        <w:rPr>
          <w:rStyle w:val="libAlaemChar"/>
          <w:rtl/>
        </w:rPr>
        <w:t>صلى‌الله‌عليه‌وآله‌وسلم</w:t>
      </w:r>
      <w:r>
        <w:rPr>
          <w:rtl/>
        </w:rPr>
        <w:t>- يادكنيد محمد و آل او را در هر شدت و مصيبت تا آن كه خدا يارى كند شما را به واسطه ملايكه برشياطينى كه قصد شما مى كنند. به درستى كه با هر يك از شما، ملكى هست در طرف راست ، كه حسنات را مى نويسد. و ملكى ديگر در طرف چب ، كه سيئات را مى نويسد. و دو شيطان نيز هست با هركس ، كه ابليس آنها را فرستاده است ، كه او را اغوا نمايند.</w:t>
      </w:r>
    </w:p>
    <w:p w:rsidR="00910300" w:rsidRDefault="00910300" w:rsidP="00910300">
      <w:pPr>
        <w:pStyle w:val="libNormal"/>
        <w:rPr>
          <w:rtl/>
        </w:rPr>
      </w:pPr>
      <w:r>
        <w:rPr>
          <w:rtl/>
        </w:rPr>
        <w:lastRenderedPageBreak/>
        <w:t>هنگامى كه يكى از شما، وسوسه اى در دل خود يافت ، خدا را يادكند و بگويد:</w:t>
      </w:r>
    </w:p>
    <w:p w:rsidR="00910300" w:rsidRDefault="00910300" w:rsidP="00910300">
      <w:pPr>
        <w:pStyle w:val="libNormal"/>
        <w:rPr>
          <w:rtl/>
        </w:rPr>
      </w:pPr>
      <w:r>
        <w:rPr>
          <w:rtl/>
        </w:rPr>
        <w:t>لا حول و لا قوة الا بالله العلى العظيم و صلى الله على محمد و آله الطاهرين .</w:t>
      </w:r>
    </w:p>
    <w:p w:rsidR="00910300" w:rsidRDefault="00910300" w:rsidP="00910300">
      <w:pPr>
        <w:pStyle w:val="libNormal"/>
        <w:rPr>
          <w:rtl/>
        </w:rPr>
      </w:pPr>
      <w:r>
        <w:rPr>
          <w:rtl/>
        </w:rPr>
        <w:t>آن دو شيطان ، پنهان مى شوند، و به نزد ابليس مى روند، و شكوه مى كنند، و به مى گويند: امروز، اين شخص مارا خسته كرده است ، جمعى از شياطين و مرده را به مدد ما فرست .</w:t>
      </w:r>
    </w:p>
    <w:p w:rsidR="00910300" w:rsidRDefault="00910300" w:rsidP="00910300">
      <w:pPr>
        <w:pStyle w:val="libNormal"/>
        <w:rPr>
          <w:rtl/>
        </w:rPr>
      </w:pPr>
      <w:r>
        <w:rPr>
          <w:rtl/>
        </w:rPr>
        <w:t>ابليس ، گروهى از مادران را - در عقب يكديگر - به يارى ايشان مى فرستد، تا آن كه هزارنفر در نزد او جمع مى شوند. قصد او مى كنند.</w:t>
      </w:r>
    </w:p>
    <w:p w:rsidR="00910300" w:rsidRDefault="00910300" w:rsidP="00910300">
      <w:pPr>
        <w:pStyle w:val="libNormal"/>
        <w:rPr>
          <w:rtl/>
        </w:rPr>
      </w:pPr>
      <w:r>
        <w:rPr>
          <w:rtl/>
        </w:rPr>
        <w:t xml:space="preserve">پس اگر آن بنده ، خدا را ياد كند، و بر محمد و آل آن حضرت - </w:t>
      </w:r>
      <w:r w:rsidR="007560B2" w:rsidRPr="007560B2">
        <w:rPr>
          <w:rStyle w:val="libAlaemChar"/>
          <w:rtl/>
        </w:rPr>
        <w:t xml:space="preserve">عليه‌السلام </w:t>
      </w:r>
      <w:r>
        <w:rPr>
          <w:rtl/>
        </w:rPr>
        <w:t xml:space="preserve"> - صلوات فرستد، آنها راهى به او نخواهد يافت ؛ و به ابليس مى گويند كه خود با تمام لشكرت بيا، تا آن كه بر او غلبه نمايى ، و او را اغوا نموده گمراه سازى .</w:t>
      </w:r>
    </w:p>
    <w:p w:rsidR="00910300" w:rsidRDefault="00910300" w:rsidP="00910300">
      <w:pPr>
        <w:pStyle w:val="libNormal"/>
        <w:rPr>
          <w:rtl/>
        </w:rPr>
      </w:pPr>
      <w:r>
        <w:rPr>
          <w:rtl/>
        </w:rPr>
        <w:t>پس ابليس ، با تمام لشگر مى آيد. و حق تعالى به ملايكه مى فرمايد كه :</w:t>
      </w:r>
    </w:p>
    <w:p w:rsidR="00910300" w:rsidRDefault="00910300" w:rsidP="00910300">
      <w:pPr>
        <w:pStyle w:val="libNormal"/>
        <w:rPr>
          <w:rtl/>
        </w:rPr>
      </w:pPr>
      <w:r>
        <w:rPr>
          <w:rtl/>
        </w:rPr>
        <w:t>ابليس ، قصد فلان بندة من يا فلان كنيز من نموده است ، بالشگرش . شما برويد، با او مقاتله كنيد.</w:t>
      </w:r>
    </w:p>
    <w:p w:rsidR="00910300" w:rsidRDefault="00910300" w:rsidP="00910300">
      <w:pPr>
        <w:pStyle w:val="libNormal"/>
        <w:rPr>
          <w:rtl/>
        </w:rPr>
      </w:pPr>
      <w:r>
        <w:rPr>
          <w:rtl/>
        </w:rPr>
        <w:t>پس در مقابل هر شيطانى صدهزار ملك مى آيند، كه بر اساس آتشى سوارند؛ و در دست ايشان ، شمشيرها و نيزه ها از آتش است ، و كمان ها و تيرها از آتش هست ؛ و تمام كاردها و سلاح هاى ايشان از آتش است ؛ و آن شياطين را دور مى كنند، و بعضى را مى كشند، و ابليس را اسير مى كنند، و آن حربه ها بر او مى زنند. ابليس فرياد مى زند: اى پروردگار من ، كجا است وعده تو، به درستى كه تو من را مهلت دادى تا وقت معلوم .</w:t>
      </w:r>
    </w:p>
    <w:p w:rsidR="00910300" w:rsidRDefault="00910300" w:rsidP="00910300">
      <w:pPr>
        <w:pStyle w:val="libNormal"/>
        <w:rPr>
          <w:rtl/>
        </w:rPr>
      </w:pPr>
      <w:r>
        <w:rPr>
          <w:rtl/>
        </w:rPr>
        <w:lastRenderedPageBreak/>
        <w:t>خطاب به ملايكه مى رسد: من او را وعده داده ام كه نمى رانم ، و وعده نداده ام كه سلاح و عذاب را بر او مسلط نگردانم و درد و الم به او نرسانم حربه ها بر او بزنيد، و ما او را نخواهيم كشت .</w:t>
      </w:r>
    </w:p>
    <w:p w:rsidR="00910300" w:rsidRDefault="00910300" w:rsidP="00910300">
      <w:pPr>
        <w:pStyle w:val="libNormal"/>
        <w:rPr>
          <w:rtl/>
        </w:rPr>
      </w:pPr>
      <w:r>
        <w:rPr>
          <w:rtl/>
        </w:rPr>
        <w:t>ملايكه ، آن قدر ضربت بر او مى زنند كه تمام اعضايش مجروح مى گردد؛ پس او را وا مى گذراند. ابليس ، پيوسته براى خود و براى اولادش كه كشته شده اند، اندوهگين مى باشد. و چيزى از آن جراحت هايش بهبود نمى يابد مگر به شنيدن آواز مشركان ، كه به كفر تكلم نمايند.</w:t>
      </w:r>
    </w:p>
    <w:p w:rsidR="00910300" w:rsidRDefault="00910300" w:rsidP="00910300">
      <w:pPr>
        <w:pStyle w:val="libNormal"/>
        <w:rPr>
          <w:rtl/>
        </w:rPr>
      </w:pPr>
      <w:r>
        <w:rPr>
          <w:rtl/>
        </w:rPr>
        <w:t>پس اگر آن بنده ، بر ذكر خدا و صلوات فرستادن مشغول باشد، او به همان حالت باقى مى ماند.</w:t>
      </w:r>
    </w:p>
    <w:p w:rsidR="00910300" w:rsidRDefault="00910300" w:rsidP="00910300">
      <w:pPr>
        <w:pStyle w:val="libNormal"/>
        <w:rPr>
          <w:rtl/>
        </w:rPr>
      </w:pPr>
      <w:r>
        <w:rPr>
          <w:rtl/>
        </w:rPr>
        <w:t>اما اگر آن بنده ياد خدا و صلوات را ترك نمايد، و در مخالفت امر خدا، و معصيت فرو رود؛ آن جراحت ها، التيام مى پذيرد، و ابليس بر آن شخص مسلط مى شود، و او را لجام مى كند، و زين بر او مى گذارد، و بر او سوار مى شود، و بعد از آن پايين مى آيد، و مى گويد، الحال ما بر او مسلطيم ، و هر وقت كه خواهيم ، بر او سوار مى توانيم شد.</w:t>
      </w:r>
    </w:p>
    <w:p w:rsidR="00EB5B40" w:rsidRDefault="00910300" w:rsidP="00486CAD">
      <w:pPr>
        <w:pStyle w:val="libNormal"/>
        <w:rPr>
          <w:rtl/>
        </w:rPr>
      </w:pPr>
      <w:r>
        <w:rPr>
          <w:rtl/>
        </w:rPr>
        <w:t xml:space="preserve">پس رسول خدا - </w:t>
      </w:r>
      <w:r w:rsidR="00486CAD" w:rsidRPr="00745C10">
        <w:rPr>
          <w:rStyle w:val="libAlaemChar"/>
          <w:rtl/>
        </w:rPr>
        <w:t>صلى‌الله‌عليه‌وآله‌وسلم</w:t>
      </w:r>
      <w:r w:rsidR="00486CAD">
        <w:rPr>
          <w:rtl/>
        </w:rPr>
        <w:t xml:space="preserve"> </w:t>
      </w:r>
      <w:r>
        <w:rPr>
          <w:rtl/>
        </w:rPr>
        <w:t>- فرمود:اگر مى خواهيد كه ابليس را بر همان حال ، با جراحت هاى بسياراندوهگين بگذاريد، كه جراحت هايش بهبود نيايد، مداومت نماييد بر طاعت خدا و صلوات فرستادن . و اگر بر غير آن حال باشيد، اسير ابليس خواهد بود، و مرده خود را برگردن هاى شما سوار خواهد كرد.</w:t>
      </w:r>
    </w:p>
    <w:p w:rsidR="00EB5B40" w:rsidRDefault="00EB5B40" w:rsidP="00EB5B40">
      <w:pPr>
        <w:pStyle w:val="Heading3"/>
        <w:rPr>
          <w:rtl/>
        </w:rPr>
      </w:pPr>
      <w:r>
        <w:rPr>
          <w:rtl/>
        </w:rPr>
        <w:br w:type="page"/>
      </w:r>
      <w:bookmarkStart w:id="745" w:name="_Toc33993746"/>
      <w:bookmarkStart w:id="746" w:name="_Toc33994028"/>
      <w:bookmarkStart w:id="747" w:name="_Toc33994310"/>
      <w:bookmarkStart w:id="748" w:name="_Toc33994593"/>
      <w:bookmarkStart w:id="749" w:name="_Toc33994876"/>
      <w:r w:rsidR="00910300">
        <w:rPr>
          <w:rtl/>
        </w:rPr>
        <w:lastRenderedPageBreak/>
        <w:t>١٤١. بوى بهشت را استشمام نخواهد كرد</w:t>
      </w:r>
      <w:bookmarkEnd w:id="745"/>
      <w:bookmarkEnd w:id="746"/>
      <w:bookmarkEnd w:id="747"/>
      <w:bookmarkEnd w:id="748"/>
      <w:bookmarkEnd w:id="749"/>
    </w:p>
    <w:p w:rsidR="00910300" w:rsidRDefault="00910300" w:rsidP="00EB5B40">
      <w:pPr>
        <w:pStyle w:val="libNormal"/>
        <w:rPr>
          <w:rtl/>
        </w:rPr>
      </w:pPr>
      <w:r>
        <w:rPr>
          <w:rtl/>
        </w:rPr>
        <w:t xml:space="preserve"> پيامبر اكرم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من صلى على و لم يصل على آلى لم يجد ريح الجنة</w:t>
      </w:r>
    </w:p>
    <w:p w:rsidR="00910300" w:rsidRDefault="00910300" w:rsidP="00910300">
      <w:pPr>
        <w:pStyle w:val="libNormal"/>
        <w:rPr>
          <w:rtl/>
        </w:rPr>
      </w:pPr>
      <w:r>
        <w:rPr>
          <w:rtl/>
        </w:rPr>
        <w:t xml:space="preserve">كسى كه بر من صلوات بفرستد؛ ولى بر آل من ، صلوات نفرستد، بوى بهشت را استشمام نخواهد كرد. </w:t>
      </w:r>
      <w:r w:rsidRPr="00EB5B40">
        <w:rPr>
          <w:rStyle w:val="libFootnotenumChar"/>
          <w:rtl/>
        </w:rPr>
        <w:t>(٧٥)</w:t>
      </w:r>
    </w:p>
    <w:p w:rsidR="00EB5B40" w:rsidRDefault="00910300" w:rsidP="00EB5B40">
      <w:pPr>
        <w:pStyle w:val="Heading3"/>
        <w:rPr>
          <w:rtl/>
        </w:rPr>
      </w:pPr>
      <w:bookmarkStart w:id="750" w:name="_Toc33993747"/>
      <w:bookmarkStart w:id="751" w:name="_Toc33994029"/>
      <w:bookmarkStart w:id="752" w:name="_Toc33994311"/>
      <w:bookmarkStart w:id="753" w:name="_Toc33994594"/>
      <w:bookmarkStart w:id="754" w:name="_Toc33994877"/>
      <w:r>
        <w:rPr>
          <w:rtl/>
        </w:rPr>
        <w:t>١٤٢. گمراه ترين انسان</w:t>
      </w:r>
      <w:bookmarkEnd w:id="750"/>
      <w:bookmarkEnd w:id="751"/>
      <w:bookmarkEnd w:id="752"/>
      <w:bookmarkEnd w:id="753"/>
      <w:bookmarkEnd w:id="754"/>
      <w:r>
        <w:rPr>
          <w:rtl/>
        </w:rPr>
        <w:t xml:space="preserve"> </w:t>
      </w:r>
    </w:p>
    <w:p w:rsidR="00910300" w:rsidRDefault="00910300" w:rsidP="00EB5B40">
      <w:pPr>
        <w:pStyle w:val="libNormal"/>
        <w:rPr>
          <w:rtl/>
        </w:rPr>
      </w:pPr>
      <w:r>
        <w:rPr>
          <w:rtl/>
        </w:rPr>
        <w:t xml:space="preserve"> رسول خدا </w:t>
      </w:r>
      <w:r w:rsidR="00745C10" w:rsidRPr="00745C10">
        <w:rPr>
          <w:rStyle w:val="libAlaemChar"/>
          <w:rtl/>
        </w:rPr>
        <w:t>صلى‌الله‌عليه‌وآله‌وسلم</w:t>
      </w:r>
      <w:r>
        <w:rPr>
          <w:rtl/>
        </w:rPr>
        <w:t>مى فرمايد:</w:t>
      </w:r>
    </w:p>
    <w:p w:rsidR="00910300" w:rsidRDefault="00910300" w:rsidP="00910300">
      <w:pPr>
        <w:pStyle w:val="libNormal"/>
        <w:rPr>
          <w:rtl/>
        </w:rPr>
      </w:pPr>
      <w:r>
        <w:rPr>
          <w:rtl/>
        </w:rPr>
        <w:t>ان اصل الناس من ذكرك عنده فلم يصل على</w:t>
      </w:r>
    </w:p>
    <w:p w:rsidR="00910300" w:rsidRDefault="00910300" w:rsidP="00910300">
      <w:pPr>
        <w:pStyle w:val="libNormal"/>
        <w:rPr>
          <w:rtl/>
        </w:rPr>
      </w:pPr>
      <w:r>
        <w:rPr>
          <w:rtl/>
        </w:rPr>
        <w:t xml:space="preserve">گمراه ترين انسان ها، كسى است كه نام من پيش او بر زبان آيد؛ ولى او بر من صلوات نفرستد. </w:t>
      </w:r>
      <w:r w:rsidRPr="00EB5B40">
        <w:rPr>
          <w:rStyle w:val="libFootnotenumChar"/>
          <w:rtl/>
        </w:rPr>
        <w:t>(٧٦)</w:t>
      </w:r>
    </w:p>
    <w:p w:rsidR="00EB5B40" w:rsidRDefault="00910300" w:rsidP="00EB5B40">
      <w:pPr>
        <w:pStyle w:val="Heading3"/>
        <w:rPr>
          <w:rtl/>
        </w:rPr>
      </w:pPr>
      <w:bookmarkStart w:id="755" w:name="_Toc33993748"/>
      <w:bookmarkStart w:id="756" w:name="_Toc33994030"/>
      <w:bookmarkStart w:id="757" w:name="_Toc33994312"/>
      <w:bookmarkStart w:id="758" w:name="_Toc33994595"/>
      <w:bookmarkStart w:id="759" w:name="_Toc33994878"/>
      <w:r>
        <w:rPr>
          <w:rtl/>
        </w:rPr>
        <w:t>١٤٣ . قبول نماز</w:t>
      </w:r>
      <w:bookmarkEnd w:id="755"/>
      <w:bookmarkEnd w:id="756"/>
      <w:bookmarkEnd w:id="757"/>
      <w:bookmarkEnd w:id="758"/>
      <w:bookmarkEnd w:id="759"/>
    </w:p>
    <w:p w:rsidR="00910300" w:rsidRDefault="00910300" w:rsidP="00910300">
      <w:pPr>
        <w:pStyle w:val="libNormal"/>
        <w:rPr>
          <w:rtl/>
        </w:rPr>
      </w:pPr>
      <w:r>
        <w:rPr>
          <w:rtl/>
        </w:rPr>
        <w:t xml:space="preserve"> از جابرين عبدالله روايت است كه مى گفت :</w:t>
      </w:r>
    </w:p>
    <w:p w:rsidR="00910300" w:rsidRDefault="00910300" w:rsidP="00910300">
      <w:pPr>
        <w:pStyle w:val="libNormal"/>
        <w:rPr>
          <w:rtl/>
        </w:rPr>
      </w:pPr>
      <w:r>
        <w:rPr>
          <w:rtl/>
        </w:rPr>
        <w:t>لو صليت صلاة لم اصل فيها آل محمد و آل محمد ما رايت آنهاتقبل ؛</w:t>
      </w:r>
    </w:p>
    <w:p w:rsidR="00910300" w:rsidRDefault="00910300" w:rsidP="00910300">
      <w:pPr>
        <w:pStyle w:val="libNormal"/>
        <w:rPr>
          <w:rtl/>
        </w:rPr>
      </w:pPr>
      <w:r>
        <w:rPr>
          <w:rtl/>
        </w:rPr>
        <w:t xml:space="preserve">اگر نمازى بخوانم و در آن بر محمد و آل محمد </w:t>
      </w:r>
      <w:r w:rsidR="007560B2" w:rsidRPr="007560B2">
        <w:rPr>
          <w:rStyle w:val="libAlaemChar"/>
          <w:rtl/>
        </w:rPr>
        <w:t xml:space="preserve">عليه‌السلام </w:t>
      </w:r>
      <w:r>
        <w:rPr>
          <w:rtl/>
        </w:rPr>
        <w:t xml:space="preserve"> صلوات و درود نفرستم ، فكر مى كنم كه آن نماز پذيرفته و مقبول نيست .</w:t>
      </w:r>
    </w:p>
    <w:p w:rsidR="00EB5B40" w:rsidRDefault="00910300" w:rsidP="00EB5B40">
      <w:pPr>
        <w:pStyle w:val="Heading3"/>
        <w:rPr>
          <w:rtl/>
        </w:rPr>
      </w:pPr>
      <w:bookmarkStart w:id="760" w:name="_Toc33993749"/>
      <w:bookmarkStart w:id="761" w:name="_Toc33994031"/>
      <w:bookmarkStart w:id="762" w:name="_Toc33994313"/>
      <w:bookmarkStart w:id="763" w:name="_Toc33994596"/>
      <w:bookmarkStart w:id="764" w:name="_Toc33994879"/>
      <w:r>
        <w:rPr>
          <w:rtl/>
        </w:rPr>
        <w:t>١٤٤. فرد بدبخت</w:t>
      </w:r>
      <w:bookmarkEnd w:id="760"/>
      <w:bookmarkEnd w:id="761"/>
      <w:bookmarkEnd w:id="762"/>
      <w:bookmarkEnd w:id="763"/>
      <w:bookmarkEnd w:id="764"/>
      <w:r>
        <w:rPr>
          <w:rtl/>
        </w:rPr>
        <w:t xml:space="preserve"> </w:t>
      </w:r>
    </w:p>
    <w:p w:rsidR="00910300" w:rsidRDefault="00910300" w:rsidP="00EB5B40">
      <w:pPr>
        <w:pStyle w:val="libNormal"/>
        <w:rPr>
          <w:rtl/>
        </w:rPr>
      </w:pPr>
      <w:r>
        <w:rPr>
          <w:rtl/>
        </w:rPr>
        <w:t xml:space="preserve"> رسول خدا </w:t>
      </w:r>
      <w:r w:rsidR="00745C10" w:rsidRPr="00745C10">
        <w:rPr>
          <w:rStyle w:val="libAlaemChar"/>
          <w:rtl/>
        </w:rPr>
        <w:t>صلى‌الله‌عليه‌وآله‌وسلم</w:t>
      </w:r>
      <w:r>
        <w:rPr>
          <w:rtl/>
        </w:rPr>
        <w:t>فرمودند:</w:t>
      </w:r>
    </w:p>
    <w:p w:rsidR="00910300" w:rsidRDefault="00910300" w:rsidP="00910300">
      <w:pPr>
        <w:pStyle w:val="libNormal"/>
        <w:rPr>
          <w:rtl/>
        </w:rPr>
      </w:pPr>
      <w:r>
        <w:rPr>
          <w:rtl/>
        </w:rPr>
        <w:t>من ذكرك عنده فلم يصل على فقد شقى؛</w:t>
      </w:r>
    </w:p>
    <w:p w:rsidR="00EB5B40" w:rsidRDefault="00910300" w:rsidP="00910300">
      <w:pPr>
        <w:pStyle w:val="libNormal"/>
        <w:rPr>
          <w:rtl/>
        </w:rPr>
      </w:pPr>
      <w:r>
        <w:rPr>
          <w:rtl/>
        </w:rPr>
        <w:t>هركس كه در نزد وى من برده شود و بر من صلوات نفرستد بدبخت است .</w:t>
      </w:r>
    </w:p>
    <w:p w:rsidR="00EB5B40" w:rsidRDefault="00EB5B40" w:rsidP="00EB5B40">
      <w:pPr>
        <w:pStyle w:val="Heading3"/>
        <w:rPr>
          <w:rtl/>
        </w:rPr>
      </w:pPr>
      <w:r>
        <w:rPr>
          <w:rtl/>
        </w:rPr>
        <w:br w:type="page"/>
      </w:r>
      <w:bookmarkStart w:id="765" w:name="_Toc33993750"/>
      <w:bookmarkStart w:id="766" w:name="_Toc33994032"/>
      <w:bookmarkStart w:id="767" w:name="_Toc33994314"/>
      <w:bookmarkStart w:id="768" w:name="_Toc33994597"/>
      <w:bookmarkStart w:id="769" w:name="_Toc33994880"/>
      <w:r w:rsidR="00910300">
        <w:rPr>
          <w:rtl/>
        </w:rPr>
        <w:lastRenderedPageBreak/>
        <w:t>١٤٥. بخيل واقعى</w:t>
      </w:r>
      <w:bookmarkEnd w:id="765"/>
      <w:bookmarkEnd w:id="766"/>
      <w:bookmarkEnd w:id="767"/>
      <w:bookmarkEnd w:id="768"/>
      <w:bookmarkEnd w:id="769"/>
      <w:r w:rsidR="00910300">
        <w:rPr>
          <w:rtl/>
        </w:rPr>
        <w:t xml:space="preserve"> </w:t>
      </w:r>
    </w:p>
    <w:p w:rsidR="00910300" w:rsidRDefault="00910300" w:rsidP="00EB5B40">
      <w:pPr>
        <w:pStyle w:val="libNormal"/>
        <w:rPr>
          <w:rtl/>
        </w:rPr>
      </w:pPr>
      <w:r>
        <w:rPr>
          <w:rtl/>
        </w:rPr>
        <w:t xml:space="preserve"> رسول خدا </w:t>
      </w:r>
      <w:r w:rsidR="00745C10" w:rsidRPr="00745C10">
        <w:rPr>
          <w:rStyle w:val="libAlaemChar"/>
          <w:rtl/>
        </w:rPr>
        <w:t>صلى‌الله‌عليه‌وآله‌وسلم</w:t>
      </w:r>
      <w:r>
        <w:rPr>
          <w:rtl/>
        </w:rPr>
        <w:t>فرمودند:</w:t>
      </w:r>
    </w:p>
    <w:p w:rsidR="00910300" w:rsidRDefault="00910300" w:rsidP="00910300">
      <w:pPr>
        <w:pStyle w:val="libNormal"/>
        <w:rPr>
          <w:rtl/>
        </w:rPr>
      </w:pPr>
      <w:r>
        <w:rPr>
          <w:rtl/>
        </w:rPr>
        <w:t>البخيل حقا من ذكرك عنده فلم يصل على؛</w:t>
      </w:r>
    </w:p>
    <w:p w:rsidR="00910300" w:rsidRDefault="00910300" w:rsidP="00910300">
      <w:pPr>
        <w:pStyle w:val="libNormal"/>
        <w:rPr>
          <w:rtl/>
        </w:rPr>
      </w:pPr>
      <w:r>
        <w:rPr>
          <w:rtl/>
        </w:rPr>
        <w:t xml:space="preserve">بخيل واقعى كسى است كه نام من در نزد او برده شود و بر من درود نفرستد. </w:t>
      </w:r>
      <w:r w:rsidRPr="00EB5B40">
        <w:rPr>
          <w:rStyle w:val="libFootnotenumChar"/>
          <w:rtl/>
        </w:rPr>
        <w:t>(٧٧)</w:t>
      </w:r>
    </w:p>
    <w:p w:rsidR="00EB5B40" w:rsidRDefault="00910300" w:rsidP="00EB5B40">
      <w:pPr>
        <w:pStyle w:val="Heading3"/>
        <w:rPr>
          <w:rtl/>
        </w:rPr>
      </w:pPr>
      <w:bookmarkStart w:id="770" w:name="_Toc33993751"/>
      <w:bookmarkStart w:id="771" w:name="_Toc33994033"/>
      <w:bookmarkStart w:id="772" w:name="_Toc33994315"/>
      <w:bookmarkStart w:id="773" w:name="_Toc33994598"/>
      <w:bookmarkStart w:id="774" w:name="_Toc33994881"/>
      <w:r>
        <w:rPr>
          <w:rtl/>
        </w:rPr>
        <w:t>١٤٦. گم كردن راه بهشت</w:t>
      </w:r>
      <w:bookmarkEnd w:id="770"/>
      <w:bookmarkEnd w:id="771"/>
      <w:bookmarkEnd w:id="772"/>
      <w:bookmarkEnd w:id="773"/>
      <w:bookmarkEnd w:id="774"/>
      <w:r>
        <w:rPr>
          <w:rtl/>
        </w:rPr>
        <w:t xml:space="preserve"> </w:t>
      </w:r>
    </w:p>
    <w:p w:rsidR="00910300" w:rsidRDefault="00910300" w:rsidP="00EB5B40">
      <w:pPr>
        <w:pStyle w:val="libNormal"/>
        <w:rPr>
          <w:rtl/>
        </w:rPr>
      </w:pPr>
      <w:r>
        <w:rPr>
          <w:rtl/>
        </w:rPr>
        <w:t xml:space="preserve"> رسول خدا </w:t>
      </w:r>
      <w:r w:rsidR="00745C10" w:rsidRPr="00745C10">
        <w:rPr>
          <w:rStyle w:val="libAlaemChar"/>
          <w:rtl/>
        </w:rPr>
        <w:t>صلى‌الله‌عليه‌وآله‌وسلم</w:t>
      </w:r>
      <w:r>
        <w:rPr>
          <w:rtl/>
        </w:rPr>
        <w:t>فرمود:</w:t>
      </w:r>
    </w:p>
    <w:p w:rsidR="00910300" w:rsidRDefault="00910300" w:rsidP="00910300">
      <w:pPr>
        <w:pStyle w:val="libNormal"/>
        <w:rPr>
          <w:rtl/>
        </w:rPr>
      </w:pPr>
      <w:r>
        <w:rPr>
          <w:rtl/>
        </w:rPr>
        <w:t>من نسى الصلاة على خط به طريق الجنة؛</w:t>
      </w:r>
    </w:p>
    <w:p w:rsidR="00910300" w:rsidRDefault="00910300" w:rsidP="00910300">
      <w:pPr>
        <w:pStyle w:val="libNormal"/>
        <w:rPr>
          <w:rtl/>
        </w:rPr>
      </w:pPr>
      <w:r>
        <w:rPr>
          <w:rtl/>
        </w:rPr>
        <w:t>كسى كه صلوات بر من را فراموش كند، راه بهشت را گم كرده است .</w:t>
      </w:r>
    </w:p>
    <w:p w:rsidR="00EB5B40" w:rsidRDefault="00910300" w:rsidP="00EB5B40">
      <w:pPr>
        <w:pStyle w:val="Heading3"/>
        <w:rPr>
          <w:rtl/>
        </w:rPr>
      </w:pPr>
      <w:bookmarkStart w:id="775" w:name="_Toc33993752"/>
      <w:bookmarkStart w:id="776" w:name="_Toc33994034"/>
      <w:bookmarkStart w:id="777" w:name="_Toc33994316"/>
      <w:bookmarkStart w:id="778" w:name="_Toc33994599"/>
      <w:bookmarkStart w:id="779" w:name="_Toc33994882"/>
      <w:r>
        <w:rPr>
          <w:rtl/>
        </w:rPr>
        <w:t>١٤٧. جفا بر رسول خدا</w:t>
      </w:r>
      <w:bookmarkEnd w:id="775"/>
      <w:bookmarkEnd w:id="776"/>
      <w:bookmarkEnd w:id="777"/>
      <w:bookmarkEnd w:id="778"/>
      <w:bookmarkEnd w:id="779"/>
    </w:p>
    <w:p w:rsidR="00910300" w:rsidRDefault="00910300" w:rsidP="00EB5B40">
      <w:pPr>
        <w:pStyle w:val="libNormal"/>
        <w:rPr>
          <w:rtl/>
        </w:rPr>
      </w:pPr>
      <w:r>
        <w:rPr>
          <w:rtl/>
        </w:rPr>
        <w:t xml:space="preserve"> رسول خدا </w:t>
      </w:r>
      <w:r w:rsidR="00745C10" w:rsidRPr="00745C10">
        <w:rPr>
          <w:rStyle w:val="libAlaemChar"/>
          <w:rtl/>
        </w:rPr>
        <w:t>صلى‌الله‌عليه‌وآله‌وسلم</w:t>
      </w:r>
      <w:r>
        <w:rPr>
          <w:rtl/>
        </w:rPr>
        <w:t>فرمود:</w:t>
      </w:r>
    </w:p>
    <w:p w:rsidR="00910300" w:rsidRDefault="00910300" w:rsidP="00910300">
      <w:pPr>
        <w:pStyle w:val="libNormal"/>
        <w:rPr>
          <w:rtl/>
        </w:rPr>
      </w:pPr>
      <w:r>
        <w:rPr>
          <w:rtl/>
        </w:rPr>
        <w:t>من سم الورد الاحمر و لم يصل على و على آلى فقد جفايى</w:t>
      </w:r>
    </w:p>
    <w:p w:rsidR="00910300" w:rsidRDefault="00910300" w:rsidP="00910300">
      <w:pPr>
        <w:pStyle w:val="libNormal"/>
        <w:rPr>
          <w:rtl/>
        </w:rPr>
      </w:pPr>
      <w:r>
        <w:rPr>
          <w:rtl/>
        </w:rPr>
        <w:t xml:space="preserve">كسى كه گل سرخ (گل محمدى ) ببويد و بر من و آل من صلوات نفرستد، بر من جفا كرده است . </w:t>
      </w:r>
      <w:r w:rsidRPr="00EB5B40">
        <w:rPr>
          <w:rStyle w:val="libFootnotenumChar"/>
          <w:rtl/>
        </w:rPr>
        <w:t>(٧٨)</w:t>
      </w:r>
    </w:p>
    <w:p w:rsidR="00910300" w:rsidRDefault="00EB5B40" w:rsidP="00910300">
      <w:pPr>
        <w:pStyle w:val="libNormal"/>
        <w:rPr>
          <w:rtl/>
        </w:rPr>
      </w:pPr>
      <w:r>
        <w:rPr>
          <w:rtl/>
        </w:rPr>
        <w:br w:type="page"/>
      </w:r>
      <w:bookmarkStart w:id="780" w:name="_Toc33993753"/>
      <w:bookmarkStart w:id="781" w:name="_Toc33994035"/>
      <w:bookmarkStart w:id="782" w:name="_Toc33994317"/>
      <w:bookmarkStart w:id="783" w:name="_Toc33994600"/>
      <w:bookmarkStart w:id="784" w:name="_Toc33994883"/>
      <w:r w:rsidR="00910300" w:rsidRPr="00EB5B40">
        <w:rPr>
          <w:rStyle w:val="Heading2Char"/>
          <w:rtl/>
        </w:rPr>
        <w:lastRenderedPageBreak/>
        <w:t>بخش دواردهم : آداب فرستادن صلوات</w:t>
      </w:r>
      <w:bookmarkEnd w:id="780"/>
      <w:bookmarkEnd w:id="781"/>
      <w:bookmarkEnd w:id="782"/>
      <w:bookmarkEnd w:id="783"/>
      <w:bookmarkEnd w:id="784"/>
      <w:r w:rsidR="00910300">
        <w:rPr>
          <w:rtl/>
        </w:rPr>
        <w:t xml:space="preserve"> :</w:t>
      </w:r>
    </w:p>
    <w:p w:rsidR="00910300" w:rsidRDefault="00910300" w:rsidP="00EB5B40">
      <w:pPr>
        <w:pStyle w:val="Heading3"/>
        <w:rPr>
          <w:rtl/>
        </w:rPr>
      </w:pPr>
      <w:bookmarkStart w:id="785" w:name="_Toc33993754"/>
      <w:bookmarkStart w:id="786" w:name="_Toc33994036"/>
      <w:bookmarkStart w:id="787" w:name="_Toc33994318"/>
      <w:bookmarkStart w:id="788" w:name="_Toc33994601"/>
      <w:bookmarkStart w:id="789" w:name="_Toc33994884"/>
      <w:r>
        <w:rPr>
          <w:rtl/>
        </w:rPr>
        <w:t>١٤٨. نخست به ابراهيم صلوات بفرستد!:</w:t>
      </w:r>
      <w:bookmarkEnd w:id="785"/>
      <w:bookmarkEnd w:id="786"/>
      <w:bookmarkEnd w:id="787"/>
      <w:bookmarkEnd w:id="788"/>
      <w:bookmarkEnd w:id="789"/>
    </w:p>
    <w:p w:rsidR="00910300" w:rsidRDefault="00910300" w:rsidP="00910300">
      <w:pPr>
        <w:pStyle w:val="libNormal"/>
        <w:rPr>
          <w:rtl/>
        </w:rPr>
      </w:pPr>
      <w:r>
        <w:rPr>
          <w:rtl/>
        </w:rPr>
        <w:t xml:space="preserve">شب بود، جمعى از اصحاب در محضر رسول خدا - </w:t>
      </w:r>
      <w:r w:rsidR="00745C10" w:rsidRPr="00745C10">
        <w:rPr>
          <w:rStyle w:val="libAlaemChar"/>
          <w:rtl/>
        </w:rPr>
        <w:t>صلى‌الله‌عليه‌وآله‌وسلم</w:t>
      </w:r>
      <w:r>
        <w:rPr>
          <w:rtl/>
        </w:rPr>
        <w:t>- نشسته بودند و از بيانات آن بزرگوار،بهره مند مى شوند، آن بزرگوار در آن شب اين جريان را بيان كرد و فرمودند:</w:t>
      </w:r>
    </w:p>
    <w:p w:rsidR="00910300" w:rsidRDefault="00910300" w:rsidP="00910300">
      <w:pPr>
        <w:pStyle w:val="libNormal"/>
        <w:rPr>
          <w:rtl/>
        </w:rPr>
      </w:pPr>
      <w:r>
        <w:rPr>
          <w:rtl/>
        </w:rPr>
        <w:t>آن شب كه من را به سوى آسمان ها به معراج بردنديعنى در شب ١٧ يا ٢١ ماه رمضان سال ١٠ يا ١٢ بعثت</w:t>
      </w:r>
      <w:r w:rsidR="00EB5B40">
        <w:rPr>
          <w:rFonts w:hint="cs"/>
          <w:rtl/>
        </w:rPr>
        <w:t xml:space="preserve"> </w:t>
      </w:r>
      <w:r>
        <w:rPr>
          <w:rtl/>
        </w:rPr>
        <w:t xml:space="preserve">هنگامى كه به آسمان سوم رسيدم ، منبرى براى من نصب نمودند، من بر عرشه منبر قرار گرفتم و ابراهيم خليل - </w:t>
      </w:r>
      <w:r w:rsidR="007560B2" w:rsidRPr="007560B2">
        <w:rPr>
          <w:rStyle w:val="libAlaemChar"/>
          <w:rtl/>
        </w:rPr>
        <w:t xml:space="preserve">عليه‌السلام </w:t>
      </w:r>
      <w:r>
        <w:rPr>
          <w:rtl/>
        </w:rPr>
        <w:t xml:space="preserve"> - در پله پايين عرش منبر قرار گرفته بودند و ساير پيامبران در پله هاى پايين ترى قرار داشتند.</w:t>
      </w:r>
    </w:p>
    <w:p w:rsidR="00910300" w:rsidRDefault="00910300" w:rsidP="00910300">
      <w:pPr>
        <w:pStyle w:val="libNormal"/>
        <w:rPr>
          <w:rtl/>
        </w:rPr>
      </w:pPr>
      <w:r>
        <w:rPr>
          <w:rtl/>
        </w:rPr>
        <w:t xml:space="preserve">در اين هنگام على - </w:t>
      </w:r>
      <w:r w:rsidR="007560B2" w:rsidRPr="007560B2">
        <w:rPr>
          <w:rStyle w:val="libAlaemChar"/>
          <w:rtl/>
        </w:rPr>
        <w:t xml:space="preserve">عليه‌السلام </w:t>
      </w:r>
      <w:r>
        <w:rPr>
          <w:rtl/>
        </w:rPr>
        <w:t xml:space="preserve"> - ظاهر شد كه بر شترى از نور، سوار بود و صورتش مانند ماه شب چهارده مى درخشند، و جمعى چون ستارگان تابان در اطراف او بودند، در اين وقت ، ابراهيم - </w:t>
      </w:r>
      <w:r w:rsidR="007560B2" w:rsidRPr="007560B2">
        <w:rPr>
          <w:rStyle w:val="libAlaemChar"/>
          <w:rtl/>
        </w:rPr>
        <w:t xml:space="preserve">عليه‌السلام </w:t>
      </w:r>
      <w:r>
        <w:rPr>
          <w:rtl/>
        </w:rPr>
        <w:t>به من گفت :</w:t>
      </w:r>
    </w:p>
    <w:p w:rsidR="00910300" w:rsidRDefault="00910300" w:rsidP="00910300">
      <w:pPr>
        <w:pStyle w:val="libNormal"/>
        <w:rPr>
          <w:rtl/>
        </w:rPr>
      </w:pPr>
      <w:r>
        <w:rPr>
          <w:rtl/>
        </w:rPr>
        <w:t xml:space="preserve">اين (اشاره به على </w:t>
      </w:r>
      <w:r w:rsidR="00745C10" w:rsidRPr="00745C10">
        <w:rPr>
          <w:rStyle w:val="libAlaemChar"/>
          <w:rtl/>
        </w:rPr>
        <w:t xml:space="preserve">عليها‌السلام </w:t>
      </w:r>
      <w:r w:rsidR="007560B2" w:rsidRPr="007560B2">
        <w:rPr>
          <w:rStyle w:val="libAlaemChar"/>
          <w:rtl/>
        </w:rPr>
        <w:t xml:space="preserve"> </w:t>
      </w:r>
      <w:r>
        <w:rPr>
          <w:rtl/>
        </w:rPr>
        <w:t xml:space="preserve"> كدام پيامبر بزرگ و يا فرشته بلند مقام است ؟</w:t>
      </w:r>
    </w:p>
    <w:p w:rsidR="00910300" w:rsidRDefault="00910300" w:rsidP="00910300">
      <w:pPr>
        <w:pStyle w:val="libNormal"/>
        <w:rPr>
          <w:rtl/>
        </w:rPr>
      </w:pPr>
      <w:r>
        <w:rPr>
          <w:rtl/>
        </w:rPr>
        <w:t>گفتم :او نه پيامبر است و نه فرشته ؛ بلكه برادرم و پسر عمويم و دامادم و وارث علمم على بن ابى طالب است .</w:t>
      </w:r>
    </w:p>
    <w:p w:rsidR="00910300" w:rsidRDefault="00910300" w:rsidP="00910300">
      <w:pPr>
        <w:pStyle w:val="libNormal"/>
        <w:rPr>
          <w:rtl/>
        </w:rPr>
      </w:pPr>
      <w:r>
        <w:rPr>
          <w:rtl/>
        </w:rPr>
        <w:t>پرسيد:اين گروهى كه در اطراف او هستند، كيانند؟</w:t>
      </w:r>
    </w:p>
    <w:p w:rsidR="00910300" w:rsidRDefault="00910300" w:rsidP="00910300">
      <w:pPr>
        <w:pStyle w:val="libNormal"/>
        <w:rPr>
          <w:rtl/>
        </w:rPr>
      </w:pPr>
      <w:r>
        <w:rPr>
          <w:rtl/>
        </w:rPr>
        <w:t>گفتم :اين گروه ، شيعيان على ابن طالب هستند.</w:t>
      </w:r>
    </w:p>
    <w:p w:rsidR="00910300" w:rsidRDefault="00910300" w:rsidP="00910300">
      <w:pPr>
        <w:pStyle w:val="libNormal"/>
        <w:rPr>
          <w:rtl/>
        </w:rPr>
      </w:pPr>
      <w:r>
        <w:rPr>
          <w:rtl/>
        </w:rPr>
        <w:t xml:space="preserve">ابراهيم - </w:t>
      </w:r>
      <w:r w:rsidR="007560B2" w:rsidRPr="007560B2">
        <w:rPr>
          <w:rStyle w:val="libAlaemChar"/>
          <w:rtl/>
        </w:rPr>
        <w:t xml:space="preserve">عليه‌السلام </w:t>
      </w:r>
      <w:r>
        <w:rPr>
          <w:rtl/>
        </w:rPr>
        <w:t xml:space="preserve"> - علاقه مند شد كه جزء شيعيان على - </w:t>
      </w:r>
      <w:r w:rsidR="007560B2" w:rsidRPr="007560B2">
        <w:rPr>
          <w:rStyle w:val="libAlaemChar"/>
          <w:rtl/>
        </w:rPr>
        <w:t xml:space="preserve">عليه‌السلام </w:t>
      </w:r>
      <w:r>
        <w:rPr>
          <w:rtl/>
        </w:rPr>
        <w:t xml:space="preserve"> باشد به خدا عرض كرد:پروردگار! من را از شيعيان على بن طالب - </w:t>
      </w:r>
      <w:r w:rsidR="007560B2" w:rsidRPr="007560B2">
        <w:rPr>
          <w:rStyle w:val="libAlaemChar"/>
          <w:rtl/>
        </w:rPr>
        <w:t xml:space="preserve">عليه‌السلام </w:t>
      </w:r>
      <w:r>
        <w:rPr>
          <w:rtl/>
        </w:rPr>
        <w:t xml:space="preserve"> - قراربده .</w:t>
      </w:r>
    </w:p>
    <w:p w:rsidR="00910300" w:rsidRDefault="00910300" w:rsidP="00910300">
      <w:pPr>
        <w:pStyle w:val="libNormal"/>
        <w:rPr>
          <w:rtl/>
        </w:rPr>
      </w:pPr>
      <w:r>
        <w:rPr>
          <w:rtl/>
        </w:rPr>
        <w:t>در اين هنگام جبرييل نازل شد و آيه ٨١ سوره صافات را خواندو ان من شيعته لا ابراهيم .؛و از شيعيان او در اصول اعتقادات ابراهيم است .</w:t>
      </w:r>
    </w:p>
    <w:p w:rsidR="00910300" w:rsidRDefault="00910300" w:rsidP="00910300">
      <w:pPr>
        <w:pStyle w:val="libNormal"/>
        <w:rPr>
          <w:rtl/>
        </w:rPr>
      </w:pPr>
      <w:r>
        <w:rPr>
          <w:rtl/>
        </w:rPr>
        <w:lastRenderedPageBreak/>
        <w:t xml:space="preserve">پيامبر - </w:t>
      </w:r>
      <w:r w:rsidR="00745C10" w:rsidRPr="00745C10">
        <w:rPr>
          <w:rStyle w:val="libAlaemChar"/>
          <w:rtl/>
        </w:rPr>
        <w:t>صلى‌الله‌عليه‌وآله‌وسلم</w:t>
      </w:r>
      <w:r>
        <w:rPr>
          <w:rtl/>
        </w:rPr>
        <w:t xml:space="preserve">- به اصحاب فرمودند:هرگاه بر پيامبر پيشين صلوات فرستاديد، نخست به من صلوات بفرستيد، سپس به آنها، جز در مورد ابراهيم خليل - </w:t>
      </w:r>
      <w:r w:rsidR="007560B2" w:rsidRPr="007560B2">
        <w:rPr>
          <w:rStyle w:val="libAlaemChar"/>
          <w:rtl/>
        </w:rPr>
        <w:t xml:space="preserve">عليه‌السلام </w:t>
      </w:r>
      <w:r>
        <w:rPr>
          <w:rtl/>
        </w:rPr>
        <w:t xml:space="preserve">كه هرگاه خواستيد به من صلوات بفرستيد، نخست به ابراهيم خليل - </w:t>
      </w:r>
      <w:r w:rsidR="007560B2" w:rsidRPr="007560B2">
        <w:rPr>
          <w:rStyle w:val="libAlaemChar"/>
          <w:rtl/>
        </w:rPr>
        <w:t xml:space="preserve">عليه‌السلام </w:t>
      </w:r>
      <w:r>
        <w:rPr>
          <w:rtl/>
        </w:rPr>
        <w:t xml:space="preserve"> - صلوات بفرستيد.</w:t>
      </w:r>
    </w:p>
    <w:p w:rsidR="00910300" w:rsidRDefault="00910300" w:rsidP="00910300">
      <w:pPr>
        <w:pStyle w:val="libNormal"/>
        <w:rPr>
          <w:rtl/>
        </w:rPr>
      </w:pPr>
      <w:r>
        <w:rPr>
          <w:rtl/>
        </w:rPr>
        <w:t>پرسيدند: چرا؟</w:t>
      </w:r>
    </w:p>
    <w:p w:rsidR="00910300" w:rsidRDefault="00910300" w:rsidP="00910300">
      <w:pPr>
        <w:pStyle w:val="libNormal"/>
        <w:rPr>
          <w:rtl/>
        </w:rPr>
      </w:pPr>
      <w:r>
        <w:rPr>
          <w:rtl/>
        </w:rPr>
        <w:t>فرمودند:به همين دليل كه بيان كردم ، او آرزو كرد تا از شيعيان على بن ابى طالب باشد.</w:t>
      </w:r>
    </w:p>
    <w:p w:rsidR="00910300" w:rsidRDefault="00910300" w:rsidP="00EB5B40">
      <w:pPr>
        <w:pStyle w:val="Heading3"/>
        <w:rPr>
          <w:rtl/>
        </w:rPr>
      </w:pPr>
      <w:bookmarkStart w:id="790" w:name="_Toc33993755"/>
      <w:bookmarkStart w:id="791" w:name="_Toc33994037"/>
      <w:bookmarkStart w:id="792" w:name="_Toc33994319"/>
      <w:bookmarkStart w:id="793" w:name="_Toc33994602"/>
      <w:bookmarkStart w:id="794" w:name="_Toc33994885"/>
      <w:r>
        <w:rPr>
          <w:rtl/>
        </w:rPr>
        <w:t>١٤٩. صلوات جامع : عمار ساباطى گويد</w:t>
      </w:r>
      <w:bookmarkEnd w:id="790"/>
      <w:bookmarkEnd w:id="791"/>
      <w:bookmarkEnd w:id="792"/>
      <w:bookmarkEnd w:id="793"/>
      <w:bookmarkEnd w:id="794"/>
    </w:p>
    <w:p w:rsidR="00910300" w:rsidRDefault="00910300" w:rsidP="00910300">
      <w:pPr>
        <w:pStyle w:val="libNormal"/>
        <w:rPr>
          <w:rtl/>
        </w:rPr>
      </w:pPr>
      <w:r>
        <w:rPr>
          <w:rtl/>
        </w:rPr>
        <w:t xml:space="preserve">من نزد امام صادق - </w:t>
      </w:r>
      <w:r w:rsidR="007560B2" w:rsidRPr="007560B2">
        <w:rPr>
          <w:rStyle w:val="libAlaemChar"/>
          <w:rtl/>
        </w:rPr>
        <w:t xml:space="preserve">عليه‌السلام </w:t>
      </w:r>
      <w:r>
        <w:rPr>
          <w:rtl/>
        </w:rPr>
        <w:t xml:space="preserve"> - بودم ، مردى گفت :اللهم صل على محمد و اهل بيت محمدامام </w:t>
      </w:r>
      <w:r w:rsidR="007560B2" w:rsidRPr="007560B2">
        <w:rPr>
          <w:rStyle w:val="libAlaemChar"/>
          <w:rtl/>
        </w:rPr>
        <w:t xml:space="preserve">عليه‌السلام </w:t>
      </w:r>
      <w:r>
        <w:rPr>
          <w:rtl/>
        </w:rPr>
        <w:t>به او فرمودند:اى مرد! دايره را بر ما تنگ ساختگى آيا نمى دانى كه اهل بيت همان پنج تن اصحاب كساء هستند و بس ؟</w:t>
      </w:r>
    </w:p>
    <w:p w:rsidR="00910300" w:rsidRDefault="00910300" w:rsidP="00910300">
      <w:pPr>
        <w:pStyle w:val="libNormal"/>
        <w:rPr>
          <w:rtl/>
        </w:rPr>
      </w:pPr>
      <w:r>
        <w:rPr>
          <w:rtl/>
        </w:rPr>
        <w:t>مرد پرسيد: چگونه بگوييم ؟</w:t>
      </w:r>
    </w:p>
    <w:p w:rsidR="00910300" w:rsidRDefault="00910300" w:rsidP="00910300">
      <w:pPr>
        <w:pStyle w:val="libNormal"/>
        <w:rPr>
          <w:rtl/>
        </w:rPr>
      </w:pPr>
      <w:r>
        <w:rPr>
          <w:rtl/>
        </w:rPr>
        <w:t>فرمود: بگواللهم صل محمد و آل محمدتا اين كار ما و شيعيان ما نيز داخل باشيم .</w:t>
      </w:r>
    </w:p>
    <w:p w:rsidR="00EB5B40" w:rsidRDefault="00910300" w:rsidP="00EB5B40">
      <w:pPr>
        <w:pStyle w:val="Heading3"/>
        <w:rPr>
          <w:rtl/>
        </w:rPr>
      </w:pPr>
      <w:bookmarkStart w:id="795" w:name="_Toc33993756"/>
      <w:bookmarkStart w:id="796" w:name="_Toc33994038"/>
      <w:bookmarkStart w:id="797" w:name="_Toc33994320"/>
      <w:bookmarkStart w:id="798" w:name="_Toc33994603"/>
      <w:bookmarkStart w:id="799" w:name="_Toc33994886"/>
      <w:r>
        <w:rPr>
          <w:rtl/>
        </w:rPr>
        <w:t>١٥٠. صلوات ناقص</w:t>
      </w:r>
      <w:bookmarkEnd w:id="795"/>
      <w:bookmarkEnd w:id="796"/>
      <w:bookmarkEnd w:id="797"/>
      <w:bookmarkEnd w:id="798"/>
      <w:bookmarkEnd w:id="799"/>
      <w:r>
        <w:rPr>
          <w:rtl/>
        </w:rPr>
        <w:t xml:space="preserve"> </w:t>
      </w:r>
    </w:p>
    <w:p w:rsidR="00910300" w:rsidRDefault="00910300" w:rsidP="00EB5B40">
      <w:pPr>
        <w:pStyle w:val="libNormal"/>
        <w:rPr>
          <w:rtl/>
        </w:rPr>
      </w:pPr>
      <w:r>
        <w:rPr>
          <w:rtl/>
        </w:rPr>
        <w:t xml:space="preserve"> پيامبراسلام - </w:t>
      </w:r>
      <w:r w:rsidR="00745C10" w:rsidRPr="00745C10">
        <w:rPr>
          <w:rStyle w:val="libAlaemChar"/>
          <w:rtl/>
        </w:rPr>
        <w:t>صلى‌الله‌عليه‌وآله‌وسلم</w:t>
      </w:r>
      <w:r>
        <w:rPr>
          <w:rtl/>
        </w:rPr>
        <w:t>فرمودند:بر من صلوات ناقص نفرستند!پرسيدند: صلوات ناقص كدام است ؟</w:t>
      </w:r>
    </w:p>
    <w:p w:rsidR="00EB5B40" w:rsidRDefault="00910300" w:rsidP="00910300">
      <w:pPr>
        <w:pStyle w:val="libNormal"/>
        <w:rPr>
          <w:rtl/>
        </w:rPr>
      </w:pPr>
      <w:r>
        <w:rPr>
          <w:rtl/>
        </w:rPr>
        <w:t xml:space="preserve">رسول خدا - </w:t>
      </w:r>
      <w:r w:rsidR="00745C10" w:rsidRPr="00745C10">
        <w:rPr>
          <w:rStyle w:val="libAlaemChar"/>
          <w:rtl/>
        </w:rPr>
        <w:t>صلى‌الله‌عليه‌وآله‌وسلم</w:t>
      </w:r>
      <w:r>
        <w:rPr>
          <w:rtl/>
        </w:rPr>
        <w:t>- فرمودند: اين كه بگوييد:اللهم صل على محمدو ادامه ندهيد، بلكه بايد بگوييد:اللهم صل على محمد و آل محمد.</w:t>
      </w:r>
    </w:p>
    <w:p w:rsidR="00EB5B40" w:rsidRDefault="00EB5B40" w:rsidP="00EB5B40">
      <w:pPr>
        <w:pStyle w:val="Heading3"/>
        <w:rPr>
          <w:rtl/>
        </w:rPr>
      </w:pPr>
      <w:r>
        <w:rPr>
          <w:rtl/>
        </w:rPr>
        <w:br w:type="page"/>
      </w:r>
      <w:bookmarkStart w:id="800" w:name="_Toc33993757"/>
      <w:bookmarkStart w:id="801" w:name="_Toc33994039"/>
      <w:bookmarkStart w:id="802" w:name="_Toc33994321"/>
      <w:bookmarkStart w:id="803" w:name="_Toc33994604"/>
      <w:bookmarkStart w:id="804" w:name="_Toc33994887"/>
      <w:r w:rsidR="00910300">
        <w:rPr>
          <w:rtl/>
        </w:rPr>
        <w:lastRenderedPageBreak/>
        <w:t>١٥١. حفظ قداست صلوات</w:t>
      </w:r>
      <w:bookmarkEnd w:id="800"/>
      <w:bookmarkEnd w:id="801"/>
      <w:bookmarkEnd w:id="802"/>
      <w:bookmarkEnd w:id="803"/>
      <w:bookmarkEnd w:id="804"/>
      <w:r w:rsidR="00910300">
        <w:rPr>
          <w:rtl/>
        </w:rPr>
        <w:t xml:space="preserve"> </w:t>
      </w:r>
    </w:p>
    <w:p w:rsidR="00910300" w:rsidRDefault="00910300" w:rsidP="00EB5B40">
      <w:pPr>
        <w:pStyle w:val="libNormal"/>
        <w:rPr>
          <w:rtl/>
        </w:rPr>
      </w:pPr>
      <w:r>
        <w:rPr>
          <w:rtl/>
        </w:rPr>
        <w:t xml:space="preserve"> نبايد كه صلوات فرستادن وسيله اى براى كسب شهرت و نيك نامى باشد، صلوات فرستنده نبايد بر مردم به خاطر فرستادن صلوات منت بگذاريد و بخواهيد از اين راه مال و جاهى كسب كند، بلكه بايد صلوات را از چشمداشت هاى دنيوى دور كند تا مقبول درگاه خدا گردد.</w:t>
      </w:r>
    </w:p>
    <w:p w:rsidR="00EB5B40" w:rsidRDefault="00910300" w:rsidP="00EB5B40">
      <w:pPr>
        <w:pStyle w:val="Heading3"/>
        <w:rPr>
          <w:rtl/>
        </w:rPr>
      </w:pPr>
      <w:bookmarkStart w:id="805" w:name="_Toc33993758"/>
      <w:bookmarkStart w:id="806" w:name="_Toc33994040"/>
      <w:bookmarkStart w:id="807" w:name="_Toc33994322"/>
      <w:bookmarkStart w:id="808" w:name="_Toc33994605"/>
      <w:bookmarkStart w:id="809" w:name="_Toc33994888"/>
      <w:r>
        <w:rPr>
          <w:rtl/>
        </w:rPr>
        <w:t>١٥٢. آغاز صلوات با نام پيامبر</w:t>
      </w:r>
      <w:bookmarkEnd w:id="805"/>
      <w:bookmarkEnd w:id="806"/>
      <w:bookmarkEnd w:id="807"/>
      <w:bookmarkEnd w:id="808"/>
      <w:bookmarkEnd w:id="809"/>
    </w:p>
    <w:p w:rsidR="00910300" w:rsidRDefault="00910300" w:rsidP="00EB5B40">
      <w:pPr>
        <w:pStyle w:val="libNormal"/>
        <w:rPr>
          <w:rtl/>
        </w:rPr>
      </w:pPr>
      <w:r>
        <w:rPr>
          <w:rtl/>
        </w:rPr>
        <w:t xml:space="preserve"> معاوية بن عمار مى گويد:</w:t>
      </w:r>
    </w:p>
    <w:p w:rsidR="00910300" w:rsidRDefault="00910300" w:rsidP="00910300">
      <w:pPr>
        <w:pStyle w:val="libNormal"/>
        <w:rPr>
          <w:rtl/>
        </w:rPr>
      </w:pPr>
      <w:r>
        <w:rPr>
          <w:rtl/>
        </w:rPr>
        <w:t xml:space="preserve">در محضر امام صادق - </w:t>
      </w:r>
      <w:r w:rsidR="007560B2" w:rsidRPr="007560B2">
        <w:rPr>
          <w:rStyle w:val="libAlaemChar"/>
          <w:rtl/>
        </w:rPr>
        <w:t xml:space="preserve">عليه‌السلام </w:t>
      </w:r>
      <w:r>
        <w:rPr>
          <w:rtl/>
        </w:rPr>
        <w:t xml:space="preserve"> - نام برخى از انبياء را به ميان آوردم و بر او درود و صلوات فرستادم . امام صادق - </w:t>
      </w:r>
      <w:r w:rsidR="007560B2" w:rsidRPr="007560B2">
        <w:rPr>
          <w:rStyle w:val="libAlaemChar"/>
          <w:rtl/>
        </w:rPr>
        <w:t xml:space="preserve">عليه‌السلام </w:t>
      </w:r>
      <w:r>
        <w:rPr>
          <w:rtl/>
        </w:rPr>
        <w:t xml:space="preserve"> - فرمودند:وقتى نام يكى از پيامبران را بر زبان آوردى ، صلوات خود را با نام محمد - </w:t>
      </w:r>
      <w:r w:rsidR="00745C10" w:rsidRPr="00745C10">
        <w:rPr>
          <w:rStyle w:val="libAlaemChar"/>
          <w:rtl/>
        </w:rPr>
        <w:t>صلى‌الله‌عليه‌وآله‌وسلم</w:t>
      </w:r>
      <w:r>
        <w:rPr>
          <w:rtl/>
        </w:rPr>
        <w:t xml:space="preserve">- آغاز كن ، و چنين بگو؛ على نبينا و آله و </w:t>
      </w:r>
      <w:r w:rsidR="007560B2" w:rsidRPr="007560B2">
        <w:rPr>
          <w:rStyle w:val="libAlaemChar"/>
          <w:rtl/>
        </w:rPr>
        <w:t xml:space="preserve">عليه‌السلام </w:t>
      </w:r>
      <w:r>
        <w:rPr>
          <w:rtl/>
        </w:rPr>
        <w:t xml:space="preserve"> .</w:t>
      </w:r>
    </w:p>
    <w:p w:rsidR="00910300" w:rsidRDefault="00910300" w:rsidP="00910300">
      <w:pPr>
        <w:pStyle w:val="libNormal"/>
        <w:rPr>
          <w:rtl/>
        </w:rPr>
      </w:pPr>
      <w:r>
        <w:rPr>
          <w:rtl/>
        </w:rPr>
        <w:t>خود حضرت نيز در ادامه فرمود:درود خداوند بر محمد و آل او و جميع پيامبران باد.</w:t>
      </w:r>
    </w:p>
    <w:p w:rsidR="00EB5B40" w:rsidRDefault="00910300" w:rsidP="00EB5B40">
      <w:pPr>
        <w:pStyle w:val="Heading3"/>
        <w:rPr>
          <w:rtl/>
        </w:rPr>
      </w:pPr>
      <w:bookmarkStart w:id="810" w:name="_Toc33993759"/>
      <w:bookmarkStart w:id="811" w:name="_Toc33994041"/>
      <w:bookmarkStart w:id="812" w:name="_Toc33994323"/>
      <w:bookmarkStart w:id="813" w:name="_Toc33994606"/>
      <w:bookmarkStart w:id="814" w:name="_Toc33994889"/>
      <w:r>
        <w:rPr>
          <w:rtl/>
        </w:rPr>
        <w:t>١٥٣. از بين برنده نفاق</w:t>
      </w:r>
      <w:bookmarkEnd w:id="810"/>
      <w:bookmarkEnd w:id="811"/>
      <w:bookmarkEnd w:id="812"/>
      <w:bookmarkEnd w:id="813"/>
      <w:bookmarkEnd w:id="814"/>
      <w:r>
        <w:rPr>
          <w:rtl/>
        </w:rPr>
        <w:t xml:space="preserve"> </w:t>
      </w:r>
    </w:p>
    <w:p w:rsidR="00910300" w:rsidRDefault="00910300" w:rsidP="00EB5B40">
      <w:pPr>
        <w:pStyle w:val="libNormal"/>
        <w:rPr>
          <w:rtl/>
        </w:rPr>
      </w:pPr>
      <w:r>
        <w:rPr>
          <w:rtl/>
        </w:rPr>
        <w:t xml:space="preserve"> رسول خدا - </w:t>
      </w:r>
      <w:r w:rsidR="00745C10" w:rsidRPr="00745C10">
        <w:rPr>
          <w:rStyle w:val="libAlaemChar"/>
          <w:rtl/>
        </w:rPr>
        <w:t>صلى‌الله‌عليه‌وآله‌وسلم</w:t>
      </w:r>
      <w:r>
        <w:rPr>
          <w:rtl/>
        </w:rPr>
        <w:t>- فرموده است :</w:t>
      </w:r>
    </w:p>
    <w:p w:rsidR="00910300" w:rsidRDefault="00910300" w:rsidP="00910300">
      <w:pPr>
        <w:pStyle w:val="libNormal"/>
        <w:rPr>
          <w:rtl/>
        </w:rPr>
      </w:pPr>
      <w:r>
        <w:rPr>
          <w:rtl/>
        </w:rPr>
        <w:t>ارفعوا اصوواتكم بالصلاة على فانها تذهب بالنفاق؛</w:t>
      </w:r>
    </w:p>
    <w:p w:rsidR="00EB5B40" w:rsidRDefault="00910300" w:rsidP="00910300">
      <w:pPr>
        <w:pStyle w:val="libNormal"/>
        <w:rPr>
          <w:rtl/>
        </w:rPr>
      </w:pPr>
      <w:r>
        <w:rPr>
          <w:rtl/>
        </w:rPr>
        <w:t>آواز خود را هنگام فرستادن صلوات بر من بلند كنيد؛ زيرا كه آن نفاق را خواهد برد.</w:t>
      </w:r>
    </w:p>
    <w:p w:rsidR="00EB5B40" w:rsidRDefault="00EB5B40" w:rsidP="00EB5B40">
      <w:pPr>
        <w:pStyle w:val="Heading3"/>
        <w:rPr>
          <w:rtl/>
        </w:rPr>
      </w:pPr>
      <w:r>
        <w:rPr>
          <w:rtl/>
        </w:rPr>
        <w:br w:type="page"/>
      </w:r>
      <w:bookmarkStart w:id="815" w:name="_Toc33993760"/>
      <w:bookmarkStart w:id="816" w:name="_Toc33994042"/>
      <w:bookmarkStart w:id="817" w:name="_Toc33994324"/>
      <w:bookmarkStart w:id="818" w:name="_Toc33994607"/>
      <w:bookmarkStart w:id="819" w:name="_Toc33994890"/>
      <w:r w:rsidR="00910300">
        <w:rPr>
          <w:rtl/>
        </w:rPr>
        <w:lastRenderedPageBreak/>
        <w:t>١٥٤. ذكر دنباله صلوات</w:t>
      </w:r>
      <w:bookmarkEnd w:id="815"/>
      <w:bookmarkEnd w:id="816"/>
      <w:bookmarkEnd w:id="817"/>
      <w:bookmarkEnd w:id="818"/>
      <w:bookmarkEnd w:id="819"/>
      <w:r w:rsidR="00910300">
        <w:rPr>
          <w:rtl/>
        </w:rPr>
        <w:t xml:space="preserve"> </w:t>
      </w:r>
    </w:p>
    <w:p w:rsidR="00910300" w:rsidRDefault="00910300" w:rsidP="00EB5B40">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فرمودند:</w:t>
      </w:r>
    </w:p>
    <w:p w:rsidR="00910300" w:rsidRDefault="00910300" w:rsidP="00910300">
      <w:pPr>
        <w:pStyle w:val="libNormal"/>
        <w:rPr>
          <w:rtl/>
        </w:rPr>
      </w:pPr>
      <w:r>
        <w:rPr>
          <w:rtl/>
        </w:rPr>
        <w:t>از پدرم شنيد كه مردى به پرده خانه كعبه چسبيده و مى گويد:</w:t>
      </w:r>
    </w:p>
    <w:p w:rsidR="00910300" w:rsidRDefault="00910300" w:rsidP="00910300">
      <w:pPr>
        <w:pStyle w:val="libNormal"/>
        <w:rPr>
          <w:rtl/>
        </w:rPr>
      </w:pPr>
      <w:r>
        <w:rPr>
          <w:rtl/>
        </w:rPr>
        <w:t>بار خدايا! رحمت فرست بر محمد، پس پدرم به او فرمودناى بنده خدا! آن را دنباله بريده مكن ، حق ما را به ستم مبر، بگو:اللهم صل على محمد و اهل بيته</w:t>
      </w:r>
    </w:p>
    <w:p w:rsidR="00EB5B40" w:rsidRDefault="00910300" w:rsidP="00EB5B40">
      <w:pPr>
        <w:pStyle w:val="Heading3"/>
        <w:rPr>
          <w:rtl/>
        </w:rPr>
      </w:pPr>
      <w:bookmarkStart w:id="820" w:name="_Toc33993761"/>
      <w:bookmarkStart w:id="821" w:name="_Toc33994043"/>
      <w:bookmarkStart w:id="822" w:name="_Toc33994325"/>
      <w:bookmarkStart w:id="823" w:name="_Toc33994608"/>
      <w:bookmarkStart w:id="824" w:name="_Toc33994891"/>
      <w:r>
        <w:rPr>
          <w:rtl/>
        </w:rPr>
        <w:t xml:space="preserve">١٥٥. نسب آل محمد </w:t>
      </w:r>
      <w:r w:rsidR="007560B2" w:rsidRPr="007560B2">
        <w:rPr>
          <w:rStyle w:val="libAlaemChar"/>
          <w:rtl/>
        </w:rPr>
        <w:t>صلى‌الله‌عليه‌وآله‌وسلم</w:t>
      </w:r>
      <w:bookmarkEnd w:id="820"/>
      <w:bookmarkEnd w:id="821"/>
      <w:bookmarkEnd w:id="822"/>
      <w:bookmarkEnd w:id="823"/>
      <w:bookmarkEnd w:id="824"/>
    </w:p>
    <w:p w:rsidR="00910300" w:rsidRDefault="00910300" w:rsidP="00EB5B40">
      <w:pPr>
        <w:pStyle w:val="libNormal"/>
        <w:rPr>
          <w:rtl/>
        </w:rPr>
      </w:pPr>
      <w:r>
        <w:rPr>
          <w:rtl/>
        </w:rPr>
        <w:t xml:space="preserve"> رسول خدا </w:t>
      </w:r>
      <w:r w:rsidR="00745C10" w:rsidRPr="00745C10">
        <w:rPr>
          <w:rStyle w:val="libAlaemChar"/>
          <w:rtl/>
        </w:rPr>
        <w:t>صلى‌الله‌عليه‌وآله‌وسلم</w:t>
      </w:r>
      <w:r>
        <w:rPr>
          <w:rtl/>
        </w:rPr>
        <w:t>فرمود:</w:t>
      </w:r>
    </w:p>
    <w:p w:rsidR="00910300" w:rsidRDefault="00910300" w:rsidP="00910300">
      <w:pPr>
        <w:pStyle w:val="libNormal"/>
        <w:rPr>
          <w:rtl/>
        </w:rPr>
      </w:pPr>
      <w:r>
        <w:rPr>
          <w:rtl/>
        </w:rPr>
        <w:t>صلوات ناقص (بدون ذكر آل محمد) براى من بر زبان نياوريد؛ بلكه به اهل بيت من نيز صلوات بفرستيد و در هنگام صلوات آنان را ناديده نگيرد؛ زيرا تمام نسب ها در قيامت مى شود مگر نسب من .</w:t>
      </w:r>
    </w:p>
    <w:p w:rsidR="00910300" w:rsidRDefault="00910300" w:rsidP="00910300">
      <w:pPr>
        <w:pStyle w:val="libNormal"/>
        <w:rPr>
          <w:rtl/>
        </w:rPr>
      </w:pPr>
      <w:r>
        <w:rPr>
          <w:rtl/>
        </w:rPr>
        <w:t xml:space="preserve">چون يكى از شما مى خواهد در نماز تشهد بخواند بايد بگويد: بار خدايا! بر محمد و آل محمد - </w:t>
      </w:r>
      <w:r w:rsidR="007560B2" w:rsidRPr="007560B2">
        <w:rPr>
          <w:rStyle w:val="libAlaemChar"/>
          <w:rtl/>
        </w:rPr>
        <w:t xml:space="preserve">عليه‌السلام </w:t>
      </w:r>
      <w:r>
        <w:rPr>
          <w:rtl/>
        </w:rPr>
        <w:t xml:space="preserve"> - درود بفرست ، و بزرگى و كرامتى كه به آنان داده اى جاويد و پيوسته بدار، و بر آنان رحم فرماى چنان : بر ابراهيم و آل ابراهيم - </w:t>
      </w:r>
      <w:r w:rsidR="007560B2" w:rsidRPr="007560B2">
        <w:rPr>
          <w:rStyle w:val="libAlaemChar"/>
          <w:rtl/>
        </w:rPr>
        <w:t xml:space="preserve">عليه‌السلام </w:t>
      </w:r>
      <w:r>
        <w:rPr>
          <w:rtl/>
        </w:rPr>
        <w:t xml:space="preserve"> - درود فرستاده اى و كرامتشان را جاويد داشته اى و بر آن رحم كرده اى كه تو ستوده و بزرگوارى .</w:t>
      </w:r>
    </w:p>
    <w:p w:rsidR="00EB5B40" w:rsidRDefault="00910300" w:rsidP="00EB5B40">
      <w:pPr>
        <w:pStyle w:val="Heading3"/>
        <w:rPr>
          <w:rtl/>
        </w:rPr>
      </w:pPr>
      <w:bookmarkStart w:id="825" w:name="_Toc33993762"/>
      <w:bookmarkStart w:id="826" w:name="_Toc33994044"/>
      <w:bookmarkStart w:id="827" w:name="_Toc33994326"/>
      <w:bookmarkStart w:id="828" w:name="_Toc33994609"/>
      <w:bookmarkStart w:id="829" w:name="_Toc33994892"/>
      <w:r>
        <w:rPr>
          <w:rtl/>
        </w:rPr>
        <w:t xml:space="preserve">١٥٦. صلوات با آل محمد </w:t>
      </w:r>
      <w:r w:rsidR="007560B2" w:rsidRPr="007560B2">
        <w:rPr>
          <w:rStyle w:val="libAlaemChar"/>
          <w:rtl/>
        </w:rPr>
        <w:t>صلى‌الله‌عليه‌وآله‌وسلم</w:t>
      </w:r>
      <w:bookmarkEnd w:id="825"/>
      <w:bookmarkEnd w:id="826"/>
      <w:bookmarkEnd w:id="827"/>
      <w:bookmarkEnd w:id="828"/>
      <w:bookmarkEnd w:id="829"/>
    </w:p>
    <w:p w:rsidR="00910300" w:rsidRDefault="00910300" w:rsidP="00EB5B40">
      <w:pPr>
        <w:pStyle w:val="libNormal"/>
        <w:rPr>
          <w:rtl/>
        </w:rPr>
      </w:pPr>
      <w:r>
        <w:rPr>
          <w:rtl/>
        </w:rPr>
        <w:t xml:space="preserve"> رسول خدا </w:t>
      </w:r>
      <w:r w:rsidR="00745C10" w:rsidRPr="00745C10">
        <w:rPr>
          <w:rStyle w:val="libAlaemChar"/>
          <w:rtl/>
        </w:rPr>
        <w:t>صلى‌الله‌عليه‌وآله‌وسلم</w:t>
      </w:r>
      <w:r>
        <w:rPr>
          <w:rtl/>
        </w:rPr>
        <w:t>فرمود:</w:t>
      </w:r>
    </w:p>
    <w:p w:rsidR="00EB5B40" w:rsidRDefault="00910300" w:rsidP="00910300">
      <w:pPr>
        <w:pStyle w:val="libNormal"/>
        <w:rPr>
          <w:rtl/>
        </w:rPr>
      </w:pPr>
      <w:r>
        <w:rPr>
          <w:rtl/>
        </w:rPr>
        <w:t>كسى كه بر من صلوات بفرستد؛ ولى بر آل من صلوات نفرستد،بوى بهشت را استشمام نخواهد كرد.</w:t>
      </w:r>
    </w:p>
    <w:p w:rsidR="00EB5B40" w:rsidRDefault="00EB5B40" w:rsidP="00EB5B40">
      <w:pPr>
        <w:pStyle w:val="Heading3"/>
        <w:rPr>
          <w:rtl/>
        </w:rPr>
      </w:pPr>
      <w:r>
        <w:rPr>
          <w:rtl/>
        </w:rPr>
        <w:br w:type="page"/>
      </w:r>
      <w:bookmarkStart w:id="830" w:name="_Toc33993763"/>
      <w:bookmarkStart w:id="831" w:name="_Toc33994045"/>
      <w:bookmarkStart w:id="832" w:name="_Toc33994327"/>
      <w:bookmarkStart w:id="833" w:name="_Toc33994610"/>
      <w:bookmarkStart w:id="834" w:name="_Toc33994893"/>
      <w:r w:rsidR="00910300">
        <w:rPr>
          <w:rtl/>
        </w:rPr>
        <w:lastRenderedPageBreak/>
        <w:t>١٥٧. صلوات در تشهد نماز:</w:t>
      </w:r>
      <w:bookmarkEnd w:id="830"/>
      <w:bookmarkEnd w:id="831"/>
      <w:bookmarkEnd w:id="832"/>
      <w:bookmarkEnd w:id="833"/>
      <w:bookmarkEnd w:id="834"/>
    </w:p>
    <w:p w:rsidR="00910300" w:rsidRDefault="00910300" w:rsidP="00EB5B40">
      <w:pPr>
        <w:pStyle w:val="libNormal"/>
        <w:rPr>
          <w:rtl/>
        </w:rPr>
      </w:pPr>
      <w:r>
        <w:rPr>
          <w:rtl/>
        </w:rPr>
        <w:t xml:space="preserve"> رسول خدا - </w:t>
      </w:r>
      <w:r w:rsidR="00745C10" w:rsidRPr="00745C10">
        <w:rPr>
          <w:rStyle w:val="libAlaemChar"/>
          <w:rtl/>
        </w:rPr>
        <w:t>صلى‌الله‌عليه‌وآله‌وسلم</w:t>
      </w:r>
      <w:r>
        <w:rPr>
          <w:rtl/>
        </w:rPr>
        <w:t>- فرموده است :</w:t>
      </w:r>
    </w:p>
    <w:p w:rsidR="00910300" w:rsidRDefault="00910300" w:rsidP="00910300">
      <w:pPr>
        <w:pStyle w:val="libNormal"/>
        <w:rPr>
          <w:rtl/>
        </w:rPr>
      </w:pPr>
      <w:r>
        <w:rPr>
          <w:rtl/>
        </w:rPr>
        <w:t>اذا تشهد احدكم فى الصلاة فليقل :اللهم صل على محمد و على آل محمد، و بارك على محمد و على آل محمد، وارحم محمدا و آل محمد كما صليت و باركت و ترحمت على ابراهيم و على آل ابراهيم اءنك حميد مجيد؛</w:t>
      </w:r>
    </w:p>
    <w:p w:rsidR="00EB5B40" w:rsidRDefault="00910300" w:rsidP="00EB5B40">
      <w:pPr>
        <w:pStyle w:val="Heading3"/>
        <w:rPr>
          <w:rtl/>
        </w:rPr>
      </w:pPr>
      <w:bookmarkStart w:id="835" w:name="_Toc33993764"/>
      <w:bookmarkStart w:id="836" w:name="_Toc33994046"/>
      <w:bookmarkStart w:id="837" w:name="_Toc33994328"/>
      <w:bookmarkStart w:id="838" w:name="_Toc33994611"/>
      <w:bookmarkStart w:id="839" w:name="_Toc33994894"/>
      <w:r>
        <w:rPr>
          <w:rtl/>
        </w:rPr>
        <w:t>١٥٨. آثار صلوات بر محمد و آل او</w:t>
      </w:r>
      <w:bookmarkEnd w:id="835"/>
      <w:bookmarkEnd w:id="836"/>
      <w:bookmarkEnd w:id="837"/>
      <w:bookmarkEnd w:id="838"/>
      <w:bookmarkEnd w:id="839"/>
    </w:p>
    <w:p w:rsidR="00910300" w:rsidRDefault="00910300" w:rsidP="00EB5B40">
      <w:pPr>
        <w:pStyle w:val="libNormal"/>
        <w:rPr>
          <w:rtl/>
        </w:rPr>
      </w:pPr>
      <w:r>
        <w:rPr>
          <w:rtl/>
        </w:rPr>
        <w:t xml:space="preserve"> ابن سنان از امام صادق </w:t>
      </w:r>
      <w:r w:rsidR="007560B2" w:rsidRPr="007560B2">
        <w:rPr>
          <w:rStyle w:val="libAlaemChar"/>
          <w:rtl/>
        </w:rPr>
        <w:t xml:space="preserve">عليه‌السلام </w:t>
      </w:r>
      <w:r>
        <w:rPr>
          <w:rtl/>
        </w:rPr>
        <w:t xml:space="preserve"> نقل مى كند:روزى پيامبر اكرم </w:t>
      </w:r>
      <w:r w:rsidR="00745C10" w:rsidRPr="00745C10">
        <w:rPr>
          <w:rStyle w:val="libAlaemChar"/>
          <w:rtl/>
        </w:rPr>
        <w:t>صلى‌الله‌عليه‌وآله‌وسلم</w:t>
      </w:r>
      <w:r>
        <w:rPr>
          <w:rtl/>
        </w:rPr>
        <w:t xml:space="preserve">به على </w:t>
      </w:r>
      <w:r w:rsidR="007560B2" w:rsidRPr="007560B2">
        <w:rPr>
          <w:rStyle w:val="libAlaemChar"/>
          <w:rtl/>
        </w:rPr>
        <w:t xml:space="preserve">عليه‌السلام </w:t>
      </w:r>
      <w:r>
        <w:rPr>
          <w:rtl/>
        </w:rPr>
        <w:t xml:space="preserve"> فرمود: آيا تو را مژده ندهم ؟</w:t>
      </w:r>
    </w:p>
    <w:p w:rsidR="00910300" w:rsidRDefault="00910300" w:rsidP="00910300">
      <w:pPr>
        <w:pStyle w:val="libNormal"/>
        <w:rPr>
          <w:rtl/>
        </w:rPr>
      </w:pPr>
      <w:r>
        <w:rPr>
          <w:rtl/>
        </w:rPr>
        <w:t>عرضه داشت :بفرماييد، پدر و مادرم فدايت باد! تو هميشه به خوبى مژده دهنده هستى .</w:t>
      </w:r>
    </w:p>
    <w:p w:rsidR="00910300" w:rsidRDefault="00910300" w:rsidP="00910300">
      <w:pPr>
        <w:pStyle w:val="libNormal"/>
        <w:rPr>
          <w:rtl/>
        </w:rPr>
      </w:pPr>
      <w:r>
        <w:rPr>
          <w:rtl/>
        </w:rPr>
        <w:t>حضرت فرمود:جبرييل براى من چيز شگفت آورى آورده .</w:t>
      </w:r>
    </w:p>
    <w:p w:rsidR="00910300" w:rsidRDefault="00910300" w:rsidP="00910300">
      <w:pPr>
        <w:pStyle w:val="libNormal"/>
        <w:rPr>
          <w:rtl/>
        </w:rPr>
      </w:pPr>
      <w:r>
        <w:rPr>
          <w:rtl/>
        </w:rPr>
        <w:t xml:space="preserve">على </w:t>
      </w:r>
      <w:r w:rsidR="007560B2" w:rsidRPr="007560B2">
        <w:rPr>
          <w:rStyle w:val="libAlaemChar"/>
          <w:rtl/>
        </w:rPr>
        <w:t xml:space="preserve">عليه‌السلام </w:t>
      </w:r>
      <w:r>
        <w:rPr>
          <w:rtl/>
        </w:rPr>
        <w:t xml:space="preserve"> پرسيد:چه آورده يا رسول الله ؟</w:t>
      </w:r>
    </w:p>
    <w:p w:rsidR="00910300" w:rsidRDefault="00910300" w:rsidP="00910300">
      <w:pPr>
        <w:pStyle w:val="libNormal"/>
        <w:rPr>
          <w:rtl/>
        </w:rPr>
      </w:pPr>
      <w:r>
        <w:rPr>
          <w:rtl/>
        </w:rPr>
        <w:t xml:space="preserve">فرمود: به من خبر داد هرگاه كسى از امت من ، بر من صلوات فرستد و به دنبال آن بر اهل بيت من صلوات فرستد براى او درهاى آسمان باز خواهد شد و بر او فرشتگان هفتاد بار صلوات فرستند، گرچه گنهكار و بسيار خطاكار باشد سپس گناهان از او مى ريزد، چنان كه برگ از درخت مى ريزد. پروردگار تبارك و تعالى مى فرمايد: لبيك اى بنده من و سعديك ! و به فرشتگان خود مى فرمايد:اى فرشتگان من ! شما بر او هفتاد بار درود فرستاديد و من بر او هفتصد صلوات مى فرستيم و چون بر من صلوات فرستد و به دنبال آن صلوات بر من ، نياورد اهل بيت مرا ( و فقط بگويد اللهم صلى على محمد، ميان آن و آسمان هفتاد پرده يى افتاد و خداوند بزرگ فرمايد: لا لبيك ، لا سعديك اى فرشتگان من ! دعاى او را بالا نبريد، مگر آن كه به نبى من ، عترت او را ملحق </w:t>
      </w:r>
      <w:r>
        <w:rPr>
          <w:rtl/>
        </w:rPr>
        <w:lastRenderedPageBreak/>
        <w:t>سازد و بگويد:اللهم صل على محمد و آل محمد، پيوسته محجوب است تا آن كه به من اهل بيتم را ملحق گرداند. (٧٩)</w:t>
      </w:r>
    </w:p>
    <w:p w:rsidR="00910300" w:rsidRDefault="00910300" w:rsidP="00910300">
      <w:pPr>
        <w:pStyle w:val="libNormal"/>
        <w:rPr>
          <w:rtl/>
        </w:rPr>
      </w:pPr>
      <w:r>
        <w:rPr>
          <w:rtl/>
        </w:rPr>
        <w:t>بخش سيزدهم : زمان صلوات</w:t>
      </w:r>
    </w:p>
    <w:p w:rsidR="00910300" w:rsidRDefault="00910300" w:rsidP="00910300">
      <w:pPr>
        <w:pStyle w:val="libNormal"/>
        <w:rPr>
          <w:rtl/>
        </w:rPr>
      </w:pPr>
      <w:r>
        <w:rPr>
          <w:rtl/>
        </w:rPr>
        <w:t>الف - ثواب صلوات در روز جمعه :</w:t>
      </w:r>
    </w:p>
    <w:p w:rsidR="00910300" w:rsidRDefault="00910300" w:rsidP="00910300">
      <w:pPr>
        <w:pStyle w:val="libNormal"/>
        <w:rPr>
          <w:rtl/>
        </w:rPr>
      </w:pPr>
      <w:r>
        <w:rPr>
          <w:rtl/>
        </w:rPr>
        <w:t xml:space="preserve">١٥٩. ماءموران ثبت صلوات : از امام جعفر صادق - </w:t>
      </w:r>
      <w:r w:rsidR="007560B2" w:rsidRPr="007560B2">
        <w:rPr>
          <w:rStyle w:val="libAlaemChar"/>
          <w:rtl/>
        </w:rPr>
        <w:t xml:space="preserve">عليه‌السلام </w:t>
      </w:r>
      <w:r>
        <w:rPr>
          <w:rtl/>
        </w:rPr>
        <w:t xml:space="preserve"> - روايت است كه :</w:t>
      </w:r>
    </w:p>
    <w:p w:rsidR="00910300" w:rsidRDefault="00910300" w:rsidP="00910300">
      <w:pPr>
        <w:pStyle w:val="libNormal"/>
        <w:rPr>
          <w:rtl/>
        </w:rPr>
      </w:pPr>
      <w:r>
        <w:rPr>
          <w:rtl/>
        </w:rPr>
        <w:t xml:space="preserve">در آخر روز پنج شنبه و شب جمعه ، جمعى از ملايكه ، از آسمان فرود مى آيند، كه با ايشان ، قلم ها از طلا و لوحها از نقره هست ؛ و در آخر روز پنج شنبه و شب جمعه و روز جمعه تا وقت غروب شمس ، چيزى به جز صلوات بر پيغمبر و آل آن حضرت - </w:t>
      </w:r>
      <w:r w:rsidR="007560B2" w:rsidRPr="007560B2">
        <w:rPr>
          <w:rStyle w:val="libAlaemChar"/>
          <w:rtl/>
        </w:rPr>
        <w:t xml:space="preserve">عليه‌السلام </w:t>
      </w:r>
      <w:r>
        <w:rPr>
          <w:rtl/>
        </w:rPr>
        <w:t xml:space="preserve"> - را نمى نويسند.</w:t>
      </w:r>
    </w:p>
    <w:p w:rsidR="00EB5B40" w:rsidRDefault="00910300" w:rsidP="00EB5B40">
      <w:pPr>
        <w:pStyle w:val="Heading3"/>
        <w:rPr>
          <w:rtl/>
        </w:rPr>
      </w:pPr>
      <w:bookmarkStart w:id="840" w:name="_Toc33993765"/>
      <w:bookmarkStart w:id="841" w:name="_Toc33994047"/>
      <w:bookmarkStart w:id="842" w:name="_Toc33994329"/>
      <w:bookmarkStart w:id="843" w:name="_Toc33994612"/>
      <w:bookmarkStart w:id="844" w:name="_Toc33994895"/>
      <w:r>
        <w:rPr>
          <w:rtl/>
        </w:rPr>
        <w:t>١٦٠. سنت صلوات در جمعه</w:t>
      </w:r>
      <w:bookmarkEnd w:id="840"/>
      <w:bookmarkEnd w:id="841"/>
      <w:bookmarkEnd w:id="842"/>
      <w:bookmarkEnd w:id="843"/>
      <w:bookmarkEnd w:id="844"/>
      <w:r>
        <w:rPr>
          <w:rtl/>
        </w:rPr>
        <w:t xml:space="preserve"> </w:t>
      </w:r>
    </w:p>
    <w:p w:rsidR="00910300" w:rsidRDefault="00910300" w:rsidP="00EB5B40">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 xml:space="preserve">صلوات و درود بر محمد - </w:t>
      </w:r>
      <w:r w:rsidR="00745C10" w:rsidRPr="00745C10">
        <w:rPr>
          <w:rStyle w:val="libAlaemChar"/>
          <w:rtl/>
        </w:rPr>
        <w:t>صلى‌الله‌عليه‌وآله‌وسلم</w:t>
      </w:r>
      <w:r>
        <w:rPr>
          <w:rtl/>
        </w:rPr>
        <w:t xml:space="preserve">- و آل محمدهزار بار در روز جمعه و يك صدبار در غير جمعه سنت است و هركه صدبار بر محمد - </w:t>
      </w:r>
      <w:r w:rsidR="00745C10" w:rsidRPr="00745C10">
        <w:rPr>
          <w:rStyle w:val="libAlaemChar"/>
          <w:rtl/>
        </w:rPr>
        <w:t>صلى‌الله‌عليه‌وآله‌وسلم</w:t>
      </w:r>
      <w:r>
        <w:rPr>
          <w:rtl/>
        </w:rPr>
        <w:t>- و آل محمد صلوات فرستد، و صدبار استغفار كند و صدبار سوره مباركهقل هو اللهبخواند، البته خدايش مى آمرزد.</w:t>
      </w:r>
    </w:p>
    <w:p w:rsidR="00EB5B40" w:rsidRDefault="00910300" w:rsidP="00EB5B40">
      <w:pPr>
        <w:pStyle w:val="Heading3"/>
        <w:rPr>
          <w:rtl/>
        </w:rPr>
      </w:pPr>
      <w:bookmarkStart w:id="845" w:name="_Toc33993766"/>
      <w:bookmarkStart w:id="846" w:name="_Toc33994048"/>
      <w:bookmarkStart w:id="847" w:name="_Toc33994330"/>
      <w:bookmarkStart w:id="848" w:name="_Toc33994613"/>
      <w:bookmarkStart w:id="849" w:name="_Toc33994896"/>
      <w:r>
        <w:rPr>
          <w:rtl/>
        </w:rPr>
        <w:t>١٦١. افضل اعمال روز جمعه</w:t>
      </w:r>
      <w:bookmarkEnd w:id="845"/>
      <w:bookmarkEnd w:id="846"/>
      <w:bookmarkEnd w:id="847"/>
      <w:bookmarkEnd w:id="848"/>
      <w:bookmarkEnd w:id="849"/>
      <w:r>
        <w:rPr>
          <w:rtl/>
        </w:rPr>
        <w:t xml:space="preserve"> </w:t>
      </w:r>
    </w:p>
    <w:p w:rsidR="00910300" w:rsidRDefault="00910300" w:rsidP="00EB5B40">
      <w:pPr>
        <w:pStyle w:val="libNormal"/>
        <w:rPr>
          <w:rtl/>
        </w:rPr>
      </w:pPr>
      <w:r>
        <w:rPr>
          <w:rtl/>
        </w:rPr>
        <w:t xml:space="preserve"> ابن ابى عمير گويد: حماد بن عثمان از امام صادق - </w:t>
      </w:r>
      <w:r w:rsidR="007560B2" w:rsidRPr="007560B2">
        <w:rPr>
          <w:rStyle w:val="libAlaemChar"/>
          <w:rtl/>
        </w:rPr>
        <w:t xml:space="preserve">عليه‌السلام </w:t>
      </w:r>
      <w:r>
        <w:rPr>
          <w:rtl/>
        </w:rPr>
        <w:t xml:space="preserve"> - پرسيد: افضل اعمال در روز جمعه كدام است ؟</w:t>
      </w:r>
    </w:p>
    <w:p w:rsidR="00910300" w:rsidRDefault="00910300" w:rsidP="00910300">
      <w:pPr>
        <w:pStyle w:val="libNormal"/>
        <w:rPr>
          <w:rtl/>
        </w:rPr>
      </w:pPr>
      <w:r>
        <w:rPr>
          <w:rtl/>
        </w:rPr>
        <w:t>فرمود:يك صدبار صلوات بر محمد و آل محمد بعد از نماز عصر، و هر چه بر آن بيفزايى بهتر خواهد بود.</w:t>
      </w:r>
    </w:p>
    <w:p w:rsidR="00910300" w:rsidRDefault="00910300" w:rsidP="00910300">
      <w:pPr>
        <w:pStyle w:val="libNormal"/>
        <w:rPr>
          <w:rtl/>
        </w:rPr>
      </w:pPr>
      <w:r>
        <w:rPr>
          <w:rtl/>
        </w:rPr>
        <w:lastRenderedPageBreak/>
        <w:t xml:space="preserve">احمد بن خالد برقى گويد: در روايتى كه عبدالله بن سيابه و ابواسماعيل از ناحيه يكى از اين دو امام ابوجعفر باقر يا ابو عبدالله صادق - </w:t>
      </w:r>
      <w:r w:rsidR="007560B2" w:rsidRPr="007560B2">
        <w:rPr>
          <w:rStyle w:val="libAlaemChar"/>
          <w:rtl/>
        </w:rPr>
        <w:t xml:space="preserve">عليه‌السلام </w:t>
      </w:r>
      <w:r>
        <w:rPr>
          <w:rtl/>
        </w:rPr>
        <w:t xml:space="preserve"> - نقل كرده فرمود:چون نماز جمعه به جاى آوردى بگو:</w:t>
      </w:r>
    </w:p>
    <w:p w:rsidR="00910300" w:rsidRDefault="00910300" w:rsidP="00910300">
      <w:pPr>
        <w:pStyle w:val="libNormal"/>
        <w:rPr>
          <w:rtl/>
        </w:rPr>
      </w:pPr>
      <w:r>
        <w:rPr>
          <w:rtl/>
        </w:rPr>
        <w:t>اللهم صل على محمد و آل محمد الاوصياء المرضيين بافضل صلواتك ، و بارك عليهم بافضل بركاتك ، والسلام عليه و عليهم و على اءرواحهم و اءجسادهم و رحمة الله و بركاته</w:t>
      </w:r>
    </w:p>
    <w:p w:rsidR="00910300" w:rsidRDefault="00910300" w:rsidP="00910300">
      <w:pPr>
        <w:pStyle w:val="libNormal"/>
        <w:rPr>
          <w:rtl/>
        </w:rPr>
      </w:pPr>
      <w:r>
        <w:rPr>
          <w:rtl/>
        </w:rPr>
        <w:t>خداوند براى تو يك صدهزار حسنه بنويسد و يك صدهزار گناه از نامه علمت محوسازد، و يك صد هزار حاجتت را براى آن روا كند، و يك صد هزار درجه مقامت را بالا برد.</w:t>
      </w:r>
    </w:p>
    <w:p w:rsidR="00EB5B40" w:rsidRDefault="00910300" w:rsidP="00EB5B40">
      <w:pPr>
        <w:pStyle w:val="Heading3"/>
        <w:rPr>
          <w:rtl/>
        </w:rPr>
      </w:pPr>
      <w:bookmarkStart w:id="850" w:name="_Toc33993767"/>
      <w:bookmarkStart w:id="851" w:name="_Toc33994049"/>
      <w:bookmarkStart w:id="852" w:name="_Toc33994331"/>
      <w:bookmarkStart w:id="853" w:name="_Toc33994614"/>
      <w:bookmarkStart w:id="854" w:name="_Toc33994897"/>
      <w:r>
        <w:rPr>
          <w:rtl/>
        </w:rPr>
        <w:t>١٦٢. توصيه به صلوات در روز جمعه</w:t>
      </w:r>
      <w:bookmarkEnd w:id="850"/>
      <w:bookmarkEnd w:id="851"/>
      <w:bookmarkEnd w:id="852"/>
      <w:bookmarkEnd w:id="853"/>
      <w:bookmarkEnd w:id="854"/>
      <w:r>
        <w:rPr>
          <w:rtl/>
        </w:rPr>
        <w:t xml:space="preserve"> </w:t>
      </w:r>
    </w:p>
    <w:p w:rsidR="00910300" w:rsidRDefault="00910300" w:rsidP="00EB5B40">
      <w:pPr>
        <w:pStyle w:val="libNormal"/>
        <w:rPr>
          <w:rtl/>
        </w:rPr>
      </w:pPr>
      <w:r>
        <w:rPr>
          <w:rtl/>
        </w:rPr>
        <w:t xml:space="preserve"> رسول خدا - </w:t>
      </w:r>
      <w:r w:rsidR="00745C10" w:rsidRPr="00745C10">
        <w:rPr>
          <w:rStyle w:val="libAlaemChar"/>
          <w:rtl/>
        </w:rPr>
        <w:t>صلى‌الله‌عليه‌وآله‌وسلم</w:t>
      </w:r>
      <w:r>
        <w:rPr>
          <w:rtl/>
        </w:rPr>
        <w:t>- فرمود:در روز جمعه بسيار بر من صلوات و درود بفرستيد كه آن روزى است كه فرشتگان آن را مى بينيد و هيچ كس بر من صلوات و درود نمى فرستد، جز آن كه درود وى برمن عرضه مى شود تا وقتى كه از صلوات خود فراغت حاصل كند.</w:t>
      </w:r>
    </w:p>
    <w:p w:rsidR="00EB5B40" w:rsidRDefault="00910300" w:rsidP="00EB5B40">
      <w:pPr>
        <w:pStyle w:val="Heading3"/>
        <w:rPr>
          <w:rtl/>
        </w:rPr>
      </w:pPr>
      <w:bookmarkStart w:id="855" w:name="_Toc33993768"/>
      <w:bookmarkStart w:id="856" w:name="_Toc33994050"/>
      <w:bookmarkStart w:id="857" w:name="_Toc33994332"/>
      <w:bookmarkStart w:id="858" w:name="_Toc33994615"/>
      <w:bookmarkStart w:id="859" w:name="_Toc33994898"/>
      <w:r>
        <w:rPr>
          <w:rtl/>
        </w:rPr>
        <w:t>١٦٣. امان بودن تا يك هفته</w:t>
      </w:r>
      <w:bookmarkEnd w:id="855"/>
      <w:bookmarkEnd w:id="856"/>
      <w:bookmarkEnd w:id="857"/>
      <w:bookmarkEnd w:id="858"/>
      <w:bookmarkEnd w:id="859"/>
      <w:r>
        <w:rPr>
          <w:rtl/>
        </w:rPr>
        <w:t xml:space="preserve"> </w:t>
      </w:r>
    </w:p>
    <w:p w:rsidR="00910300" w:rsidRDefault="00910300" w:rsidP="00EB5B40">
      <w:pPr>
        <w:pStyle w:val="libNormal"/>
        <w:rPr>
          <w:rtl/>
        </w:rPr>
      </w:pPr>
      <w:r>
        <w:rPr>
          <w:rtl/>
        </w:rPr>
        <w:t xml:space="preserve"> از حضرت صادق - </w:t>
      </w:r>
      <w:r w:rsidR="007560B2" w:rsidRPr="007560B2">
        <w:rPr>
          <w:rStyle w:val="libAlaemChar"/>
          <w:rtl/>
        </w:rPr>
        <w:t xml:space="preserve">عليه‌السلام </w:t>
      </w:r>
      <w:r>
        <w:rPr>
          <w:rtl/>
        </w:rPr>
        <w:t xml:space="preserve"> - نقل شد كه هركس بعد از نماز ظهر روز جمعه ، سه مرتبه بگويد:</w:t>
      </w:r>
    </w:p>
    <w:p w:rsidR="00910300" w:rsidRDefault="00910300" w:rsidP="00910300">
      <w:pPr>
        <w:pStyle w:val="libNormal"/>
        <w:rPr>
          <w:rtl/>
        </w:rPr>
      </w:pPr>
      <w:r>
        <w:rPr>
          <w:rtl/>
        </w:rPr>
        <w:t>اللهم اجعل صلواتك و صلوات ملائكتك و رسلك على محمد و آل محمدتا جمعه ديگر در امان است .</w:t>
      </w:r>
    </w:p>
    <w:p w:rsidR="00EB5B40" w:rsidRDefault="00910300" w:rsidP="00EB5B40">
      <w:pPr>
        <w:pStyle w:val="Heading3"/>
        <w:rPr>
          <w:rtl/>
        </w:rPr>
      </w:pPr>
      <w:bookmarkStart w:id="860" w:name="_Toc33993769"/>
      <w:bookmarkStart w:id="861" w:name="_Toc33994051"/>
      <w:bookmarkStart w:id="862" w:name="_Toc33994333"/>
      <w:bookmarkStart w:id="863" w:name="_Toc33994616"/>
      <w:bookmarkStart w:id="864" w:name="_Toc33994899"/>
      <w:r>
        <w:rPr>
          <w:rtl/>
        </w:rPr>
        <w:t>١٦٤. صلوات بعد از عصر روز جمعه</w:t>
      </w:r>
      <w:bookmarkEnd w:id="860"/>
      <w:bookmarkEnd w:id="861"/>
      <w:bookmarkEnd w:id="862"/>
      <w:bookmarkEnd w:id="863"/>
      <w:bookmarkEnd w:id="864"/>
      <w:r>
        <w:rPr>
          <w:rtl/>
        </w:rPr>
        <w:t xml:space="preserve"> </w:t>
      </w:r>
    </w:p>
    <w:p w:rsidR="00910300" w:rsidRDefault="00910300" w:rsidP="00EB5B40">
      <w:pPr>
        <w:pStyle w:val="libNormal"/>
        <w:rPr>
          <w:rtl/>
        </w:rPr>
      </w:pPr>
      <w:r>
        <w:rPr>
          <w:rtl/>
        </w:rPr>
        <w:t xml:space="preserve"> صلوات فرستادن بر رسول خدا - </w:t>
      </w:r>
      <w:r w:rsidR="00745C10" w:rsidRPr="00745C10">
        <w:rPr>
          <w:rStyle w:val="libAlaemChar"/>
          <w:rtl/>
        </w:rPr>
        <w:t>صلى‌الله‌عليه‌وآله‌وسلم</w:t>
      </w:r>
      <w:r>
        <w:rPr>
          <w:rtl/>
        </w:rPr>
        <w:t>- بعد از عصر روز جمعه ، به اين نحو است :</w:t>
      </w:r>
    </w:p>
    <w:p w:rsidR="00EB5B40" w:rsidRDefault="00910300" w:rsidP="00910300">
      <w:pPr>
        <w:pStyle w:val="libNormal"/>
        <w:rPr>
          <w:rtl/>
        </w:rPr>
      </w:pPr>
      <w:r>
        <w:rPr>
          <w:rtl/>
        </w:rPr>
        <w:lastRenderedPageBreak/>
        <w:t>اللهم صل محمد و آل محمد و آل محمد و بارك على محمد و آل محمد وارحم محمدا و آل محمدا وارفع محمد و آل محمدالذين اذهبت عنهم الرجس و طهرتهم تطعيرا.</w:t>
      </w:r>
    </w:p>
    <w:p w:rsidR="00EB5B40" w:rsidRDefault="00EB5B40" w:rsidP="00EB5B40">
      <w:pPr>
        <w:pStyle w:val="Heading3"/>
        <w:rPr>
          <w:rtl/>
        </w:rPr>
      </w:pPr>
      <w:r>
        <w:rPr>
          <w:rtl/>
        </w:rPr>
        <w:br w:type="page"/>
      </w:r>
      <w:bookmarkStart w:id="865" w:name="_Toc33993770"/>
      <w:bookmarkStart w:id="866" w:name="_Toc33994052"/>
      <w:bookmarkStart w:id="867" w:name="_Toc33994334"/>
      <w:bookmarkStart w:id="868" w:name="_Toc33994617"/>
      <w:bookmarkStart w:id="869" w:name="_Toc33994900"/>
      <w:r w:rsidR="00910300">
        <w:rPr>
          <w:rtl/>
        </w:rPr>
        <w:lastRenderedPageBreak/>
        <w:t>١٦٥. بيمه يك سال گناه</w:t>
      </w:r>
      <w:bookmarkEnd w:id="865"/>
      <w:bookmarkEnd w:id="866"/>
      <w:bookmarkEnd w:id="867"/>
      <w:bookmarkEnd w:id="868"/>
      <w:bookmarkEnd w:id="869"/>
      <w:r w:rsidR="00910300">
        <w:rPr>
          <w:rtl/>
        </w:rPr>
        <w:t xml:space="preserve"> </w:t>
      </w:r>
    </w:p>
    <w:p w:rsidR="00910300" w:rsidRDefault="00910300" w:rsidP="00EB5B40">
      <w:pPr>
        <w:pStyle w:val="libNormal"/>
        <w:rPr>
          <w:rtl/>
        </w:rPr>
      </w:pPr>
      <w:r>
        <w:rPr>
          <w:rtl/>
        </w:rPr>
        <w:t xml:space="preserve"> از حضرت صادق - </w:t>
      </w:r>
      <w:r w:rsidR="007560B2" w:rsidRPr="007560B2">
        <w:rPr>
          <w:rStyle w:val="libAlaemChar"/>
          <w:rtl/>
        </w:rPr>
        <w:t xml:space="preserve">عليه‌السلام </w:t>
      </w:r>
      <w:r>
        <w:rPr>
          <w:rtl/>
        </w:rPr>
        <w:t xml:space="preserve"> - منقول است : هركه در روز جمعه بعد از نماز صبح بگويد:</w:t>
      </w:r>
    </w:p>
    <w:p w:rsidR="00910300" w:rsidRDefault="00910300" w:rsidP="00910300">
      <w:pPr>
        <w:pStyle w:val="libNormal"/>
        <w:rPr>
          <w:rtl/>
        </w:rPr>
      </w:pPr>
      <w:r>
        <w:rPr>
          <w:rtl/>
        </w:rPr>
        <w:t>اللهم اجعل صلواتك و صلوات ملائكتك و حملة عرشك و جميع خلقك و سمائك و ارضك و انبيائك و رسلك على محمد و آل محمد</w:t>
      </w:r>
    </w:p>
    <w:p w:rsidR="00910300" w:rsidRDefault="00910300" w:rsidP="00910300">
      <w:pPr>
        <w:pStyle w:val="libNormal"/>
        <w:rPr>
          <w:rtl/>
        </w:rPr>
      </w:pPr>
      <w:r>
        <w:rPr>
          <w:rtl/>
        </w:rPr>
        <w:t>تا يك سال هيچ گناهى بر او نوشته نمى شود.</w:t>
      </w:r>
    </w:p>
    <w:p w:rsidR="00EB5B40" w:rsidRDefault="00910300" w:rsidP="00EB5B40">
      <w:pPr>
        <w:pStyle w:val="Heading3"/>
        <w:rPr>
          <w:rtl/>
        </w:rPr>
      </w:pPr>
      <w:bookmarkStart w:id="870" w:name="_Toc33993771"/>
      <w:bookmarkStart w:id="871" w:name="_Toc33994053"/>
      <w:bookmarkStart w:id="872" w:name="_Toc33994335"/>
      <w:bookmarkStart w:id="873" w:name="_Toc33994618"/>
      <w:bookmarkStart w:id="874" w:name="_Toc33994901"/>
      <w:r>
        <w:rPr>
          <w:rtl/>
        </w:rPr>
        <w:t>١٦٦. اثر هزار صلوات در روز جمعه</w:t>
      </w:r>
      <w:bookmarkEnd w:id="870"/>
      <w:bookmarkEnd w:id="871"/>
      <w:bookmarkEnd w:id="872"/>
      <w:bookmarkEnd w:id="873"/>
      <w:bookmarkEnd w:id="874"/>
      <w:r>
        <w:rPr>
          <w:rtl/>
        </w:rPr>
        <w:t xml:space="preserve"> </w:t>
      </w:r>
    </w:p>
    <w:p w:rsidR="00910300" w:rsidRDefault="00910300" w:rsidP="00EB5B40">
      <w:pPr>
        <w:pStyle w:val="libNormal"/>
        <w:rPr>
          <w:rtl/>
        </w:rPr>
      </w:pPr>
      <w:r>
        <w:rPr>
          <w:rtl/>
        </w:rPr>
        <w:t xml:space="preserve"> رسول خدا - </w:t>
      </w:r>
      <w:r w:rsidR="00745C10" w:rsidRPr="00745C10">
        <w:rPr>
          <w:rStyle w:val="libAlaemChar"/>
          <w:rtl/>
        </w:rPr>
        <w:t>صلى‌الله‌عليه‌وآله‌وسلم</w:t>
      </w:r>
      <w:r>
        <w:rPr>
          <w:rtl/>
        </w:rPr>
        <w:t>- فرمود:هركس هزار بار در روز جمعه برمن صلوات فرستد خطاياى هشتاد ساله اش آمرزيده شود.</w:t>
      </w:r>
    </w:p>
    <w:p w:rsidR="00EB5B40" w:rsidRDefault="00910300" w:rsidP="00EB5B40">
      <w:pPr>
        <w:pStyle w:val="Heading3"/>
        <w:rPr>
          <w:rtl/>
        </w:rPr>
      </w:pPr>
      <w:bookmarkStart w:id="875" w:name="_Toc33993772"/>
      <w:bookmarkStart w:id="876" w:name="_Toc33994054"/>
      <w:bookmarkStart w:id="877" w:name="_Toc33994336"/>
      <w:bookmarkStart w:id="878" w:name="_Toc33994619"/>
      <w:bookmarkStart w:id="879" w:name="_Toc33994902"/>
      <w:r>
        <w:rPr>
          <w:rtl/>
        </w:rPr>
        <w:t>١٦٧. محوسيئات</w:t>
      </w:r>
      <w:bookmarkEnd w:id="875"/>
      <w:bookmarkEnd w:id="876"/>
      <w:bookmarkEnd w:id="877"/>
      <w:bookmarkEnd w:id="878"/>
      <w:bookmarkEnd w:id="879"/>
      <w:r>
        <w:rPr>
          <w:rtl/>
        </w:rPr>
        <w:t xml:space="preserve"> </w:t>
      </w:r>
    </w:p>
    <w:p w:rsidR="00EB5B40" w:rsidRDefault="00910300" w:rsidP="00EB5B40">
      <w:pPr>
        <w:pStyle w:val="libNormal"/>
        <w:rPr>
          <w:rtl/>
        </w:rPr>
      </w:pPr>
      <w:r>
        <w:rPr>
          <w:rtl/>
        </w:rPr>
        <w:t xml:space="preserve">امام صادق - </w:t>
      </w:r>
      <w:r w:rsidR="007560B2" w:rsidRPr="007560B2">
        <w:rPr>
          <w:rStyle w:val="libAlaemChar"/>
          <w:rtl/>
        </w:rPr>
        <w:t xml:space="preserve">عليه‌السلام </w:t>
      </w:r>
      <w:r>
        <w:rPr>
          <w:rtl/>
        </w:rPr>
        <w:t xml:space="preserve"> - فرمود</w:t>
      </w:r>
    </w:p>
    <w:p w:rsidR="00910300" w:rsidRDefault="00910300" w:rsidP="00EB5B40">
      <w:pPr>
        <w:pStyle w:val="libNormal"/>
        <w:rPr>
          <w:rtl/>
        </w:rPr>
      </w:pPr>
      <w:r>
        <w:rPr>
          <w:rtl/>
        </w:rPr>
        <w:t xml:space="preserve">صدقه دادن در شب جمعه و روز آن ، و نيزصلوات(درود فرستادن ) بر محمد </w:t>
      </w:r>
      <w:r w:rsidR="00745C10" w:rsidRPr="00745C10">
        <w:rPr>
          <w:rStyle w:val="libAlaemChar"/>
          <w:rtl/>
        </w:rPr>
        <w:t>صلى‌الله‌عليه‌وآله‌وسلم</w:t>
      </w:r>
      <w:r>
        <w:rPr>
          <w:rtl/>
        </w:rPr>
        <w:t xml:space="preserve">و آل او در شب جمعه و روز آن ، برابر هزار حسنه است و هزار سيئه به وسيله آن ، نابود مى شود و هزار درجه بر مقام آدمى ، افزوده مى شود. </w:t>
      </w:r>
      <w:r w:rsidRPr="00EB5B40">
        <w:rPr>
          <w:rStyle w:val="libFootnotenumChar"/>
          <w:rtl/>
        </w:rPr>
        <w:t>(٨٠)</w:t>
      </w:r>
    </w:p>
    <w:p w:rsidR="00EB5B40" w:rsidRDefault="00910300" w:rsidP="00EB5B40">
      <w:pPr>
        <w:pStyle w:val="Heading3"/>
        <w:rPr>
          <w:rtl/>
        </w:rPr>
      </w:pPr>
      <w:bookmarkStart w:id="880" w:name="_Toc33993773"/>
      <w:bookmarkStart w:id="881" w:name="_Toc33994055"/>
      <w:bookmarkStart w:id="882" w:name="_Toc33994337"/>
      <w:bookmarkStart w:id="883" w:name="_Toc33994620"/>
      <w:bookmarkStart w:id="884" w:name="_Toc33994903"/>
      <w:r>
        <w:rPr>
          <w:rtl/>
        </w:rPr>
        <w:t>١٦٨. بهترين عمل در روز جمعه</w:t>
      </w:r>
      <w:bookmarkEnd w:id="880"/>
      <w:bookmarkEnd w:id="881"/>
      <w:bookmarkEnd w:id="882"/>
      <w:bookmarkEnd w:id="883"/>
      <w:bookmarkEnd w:id="884"/>
      <w:r>
        <w:rPr>
          <w:rtl/>
        </w:rPr>
        <w:t xml:space="preserve"> </w:t>
      </w:r>
    </w:p>
    <w:p w:rsidR="00910300" w:rsidRDefault="00910300" w:rsidP="00EB5B40">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ما من عمل افضل يوم الجمعة من الصلاة على محمد و اهل بيته</w:t>
      </w:r>
    </w:p>
    <w:p w:rsidR="00EB5B40" w:rsidRDefault="00910300" w:rsidP="00910300">
      <w:pPr>
        <w:pStyle w:val="libNormal"/>
        <w:rPr>
          <w:rtl/>
        </w:rPr>
      </w:pPr>
      <w:r>
        <w:rPr>
          <w:rtl/>
        </w:rPr>
        <w:t xml:space="preserve">هيچ عملى در روز جمعه برتر صلوات بر محمد و آل محمد - </w:t>
      </w:r>
      <w:r w:rsidR="00745C10" w:rsidRPr="00745C10">
        <w:rPr>
          <w:rStyle w:val="libAlaemChar"/>
          <w:rtl/>
        </w:rPr>
        <w:t>صلى‌الله‌عليه‌وآله‌وسلم</w:t>
      </w:r>
      <w:r>
        <w:rPr>
          <w:rtl/>
        </w:rPr>
        <w:t>- نيست .</w:t>
      </w:r>
    </w:p>
    <w:p w:rsidR="00EB5B40" w:rsidRDefault="00EB5B40" w:rsidP="00EB5B40">
      <w:pPr>
        <w:pStyle w:val="Heading3"/>
        <w:rPr>
          <w:rtl/>
        </w:rPr>
      </w:pPr>
      <w:r>
        <w:rPr>
          <w:rtl/>
        </w:rPr>
        <w:br w:type="page"/>
      </w:r>
      <w:bookmarkStart w:id="885" w:name="_Toc33993774"/>
      <w:bookmarkStart w:id="886" w:name="_Toc33994056"/>
      <w:bookmarkStart w:id="887" w:name="_Toc33994338"/>
      <w:bookmarkStart w:id="888" w:name="_Toc33994621"/>
      <w:bookmarkStart w:id="889" w:name="_Toc33994904"/>
      <w:r w:rsidR="00910300">
        <w:rPr>
          <w:rtl/>
        </w:rPr>
        <w:lastRenderedPageBreak/>
        <w:t>١٦٩. صلوات زياد در روز جمعه</w:t>
      </w:r>
      <w:bookmarkEnd w:id="885"/>
      <w:bookmarkEnd w:id="886"/>
      <w:bookmarkEnd w:id="887"/>
      <w:bookmarkEnd w:id="888"/>
      <w:bookmarkEnd w:id="889"/>
      <w:r w:rsidR="00910300">
        <w:rPr>
          <w:rtl/>
        </w:rPr>
        <w:t xml:space="preserve"> </w:t>
      </w:r>
    </w:p>
    <w:p w:rsidR="00910300" w:rsidRDefault="00910300" w:rsidP="00EB5B40">
      <w:pPr>
        <w:pStyle w:val="libNormal"/>
        <w:rPr>
          <w:rtl/>
        </w:rPr>
      </w:pPr>
      <w:r>
        <w:rPr>
          <w:rtl/>
        </w:rPr>
        <w:t xml:space="preserve"> پيغمبر خدا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در هر روز جمعه بسيار من صلوات و درود فرستيد؛ زيرا صلوات امنم در هر جمعه بر من عرضه مى شود و هر كه برمن بيشتر درود فرستد منزلت و مقام او به من نزديك تر است .</w:t>
      </w:r>
    </w:p>
    <w:p w:rsidR="00910300" w:rsidRDefault="00910300" w:rsidP="00910300">
      <w:pPr>
        <w:pStyle w:val="libNormal"/>
        <w:rPr>
          <w:rtl/>
        </w:rPr>
      </w:pPr>
      <w:r>
        <w:rPr>
          <w:rtl/>
        </w:rPr>
        <w:t>ب )اوقات فرستادن صلوات :</w:t>
      </w:r>
    </w:p>
    <w:p w:rsidR="00EB5B40" w:rsidRDefault="00910300" w:rsidP="00EB5B40">
      <w:pPr>
        <w:pStyle w:val="Heading3"/>
        <w:rPr>
          <w:rtl/>
        </w:rPr>
      </w:pPr>
      <w:bookmarkStart w:id="890" w:name="_Toc33993775"/>
      <w:bookmarkStart w:id="891" w:name="_Toc33994057"/>
      <w:bookmarkStart w:id="892" w:name="_Toc33994339"/>
      <w:bookmarkStart w:id="893" w:name="_Toc33994622"/>
      <w:bookmarkStart w:id="894" w:name="_Toc33994905"/>
      <w:r>
        <w:rPr>
          <w:rtl/>
        </w:rPr>
        <w:t>١٧٠. ياد خدا زمان صلوات</w:t>
      </w:r>
      <w:bookmarkEnd w:id="890"/>
      <w:bookmarkEnd w:id="891"/>
      <w:bookmarkEnd w:id="892"/>
      <w:bookmarkEnd w:id="893"/>
      <w:bookmarkEnd w:id="894"/>
      <w:r>
        <w:rPr>
          <w:rtl/>
        </w:rPr>
        <w:t xml:space="preserve"> </w:t>
      </w:r>
    </w:p>
    <w:p w:rsidR="00910300" w:rsidRDefault="00910300" w:rsidP="00EB5B40">
      <w:pPr>
        <w:pStyle w:val="libNormal"/>
        <w:rPr>
          <w:rtl/>
        </w:rPr>
      </w:pPr>
      <w:r>
        <w:rPr>
          <w:rtl/>
        </w:rPr>
        <w:t xml:space="preserve"> عبيدالله بن عبدالله دهقان گويد: نزد امام رضا - </w:t>
      </w:r>
      <w:r w:rsidR="007560B2" w:rsidRPr="007560B2">
        <w:rPr>
          <w:rStyle w:val="libAlaemChar"/>
          <w:rtl/>
        </w:rPr>
        <w:t xml:space="preserve">عليه‌السلام </w:t>
      </w:r>
      <w:r>
        <w:rPr>
          <w:rtl/>
        </w:rPr>
        <w:t xml:space="preserve"> - رفتم ، به من فرمود:معنى قول خدا:و ياد كرد نام پروردگار خود را و صلوة به جا آورد چيست ؟</w:t>
      </w:r>
    </w:p>
    <w:p w:rsidR="00910300" w:rsidRDefault="00910300" w:rsidP="00910300">
      <w:pPr>
        <w:pStyle w:val="libNormal"/>
        <w:rPr>
          <w:rtl/>
        </w:rPr>
      </w:pPr>
      <w:r>
        <w:rPr>
          <w:rtl/>
        </w:rPr>
        <w:t>گفتم : يعنى هر وقت به ياد خدا آمد برخاست و نماز خواند.</w:t>
      </w:r>
    </w:p>
    <w:p w:rsidR="00910300" w:rsidRDefault="00910300" w:rsidP="00910300">
      <w:pPr>
        <w:pStyle w:val="libNormal"/>
        <w:rPr>
          <w:rtl/>
        </w:rPr>
      </w:pPr>
      <w:r>
        <w:rPr>
          <w:rtl/>
        </w:rPr>
        <w:t>در پاسخم فرمود:در اين صورت خدا تكليف نابه جا وزورى كرده است .</w:t>
      </w:r>
    </w:p>
    <w:p w:rsidR="00910300" w:rsidRDefault="00910300" w:rsidP="00910300">
      <w:pPr>
        <w:pStyle w:val="libNormal"/>
        <w:rPr>
          <w:rtl/>
        </w:rPr>
      </w:pPr>
      <w:r>
        <w:rPr>
          <w:rtl/>
        </w:rPr>
        <w:t>پس من گفتم : پس چگونه است معنى آن ؟</w:t>
      </w:r>
    </w:p>
    <w:p w:rsidR="00910300" w:rsidRDefault="00910300" w:rsidP="00910300">
      <w:pPr>
        <w:pStyle w:val="libNormal"/>
        <w:rPr>
          <w:rtl/>
        </w:rPr>
      </w:pPr>
      <w:r>
        <w:rPr>
          <w:rtl/>
        </w:rPr>
        <w:t>فرمود:وقتى به ياد پروردگارش آيد، صلوات بر محمد و آلش فرستد.</w:t>
      </w:r>
    </w:p>
    <w:p w:rsidR="00EB5B40" w:rsidRDefault="00910300" w:rsidP="00EB5B40">
      <w:pPr>
        <w:pStyle w:val="Heading3"/>
        <w:rPr>
          <w:rtl/>
        </w:rPr>
      </w:pPr>
      <w:bookmarkStart w:id="895" w:name="_Toc33993776"/>
      <w:bookmarkStart w:id="896" w:name="_Toc33994058"/>
      <w:bookmarkStart w:id="897" w:name="_Toc33994340"/>
      <w:bookmarkStart w:id="898" w:name="_Toc33994623"/>
      <w:bookmarkStart w:id="899" w:name="_Toc33994906"/>
      <w:r>
        <w:rPr>
          <w:rtl/>
        </w:rPr>
        <w:t>١٧١. صلوات در روز مبعث</w:t>
      </w:r>
      <w:bookmarkEnd w:id="895"/>
      <w:bookmarkEnd w:id="896"/>
      <w:bookmarkEnd w:id="897"/>
      <w:bookmarkEnd w:id="898"/>
      <w:bookmarkEnd w:id="899"/>
      <w:r>
        <w:rPr>
          <w:rtl/>
        </w:rPr>
        <w:t xml:space="preserve"> </w:t>
      </w:r>
    </w:p>
    <w:p w:rsidR="00910300" w:rsidRDefault="00910300" w:rsidP="00EB5B40">
      <w:pPr>
        <w:pStyle w:val="libNormal"/>
        <w:rPr>
          <w:rtl/>
        </w:rPr>
      </w:pPr>
      <w:r>
        <w:rPr>
          <w:rtl/>
        </w:rPr>
        <w:t xml:space="preserve"> حسن بن راشد گفت : به امام جعفر صادق - </w:t>
      </w:r>
      <w:r w:rsidR="007560B2" w:rsidRPr="007560B2">
        <w:rPr>
          <w:rStyle w:val="libAlaemChar"/>
          <w:rtl/>
        </w:rPr>
        <w:t xml:space="preserve">عليه‌السلام </w:t>
      </w:r>
      <w:r>
        <w:rPr>
          <w:rtl/>
        </w:rPr>
        <w:t xml:space="preserve"> - عرض كردم : آيا غير از اعياد مشهوره ، عيد ديگرى نيز هست ؟ فرمود:شريف تر و كامل تر از همه آنها روزى است كه رسول خدا - </w:t>
      </w:r>
      <w:r w:rsidR="00745C10" w:rsidRPr="00745C10">
        <w:rPr>
          <w:rStyle w:val="libAlaemChar"/>
          <w:rtl/>
        </w:rPr>
        <w:t>صلى‌الله‌عليه‌وآله‌وسلم</w:t>
      </w:r>
      <w:r>
        <w:rPr>
          <w:rtl/>
        </w:rPr>
        <w:t>- مبعوث گرديد.</w:t>
      </w:r>
    </w:p>
    <w:p w:rsidR="00910300" w:rsidRDefault="00910300" w:rsidP="00910300">
      <w:pPr>
        <w:pStyle w:val="libNormal"/>
        <w:rPr>
          <w:rtl/>
        </w:rPr>
      </w:pPr>
      <w:r>
        <w:rPr>
          <w:rtl/>
        </w:rPr>
        <w:t>عرض كردم : آن روز، كدام روز بود؟ فرمود:آن روز شنبه بيست و هفتم ماه رجب بود.عرض كردم : در آن روز، چه عملى بايد به جاى آورد؟</w:t>
      </w:r>
    </w:p>
    <w:p w:rsidR="00EB5B40" w:rsidRDefault="00910300" w:rsidP="00910300">
      <w:pPr>
        <w:pStyle w:val="libNormal"/>
        <w:rPr>
          <w:rtl/>
        </w:rPr>
      </w:pPr>
      <w:r>
        <w:rPr>
          <w:rtl/>
        </w:rPr>
        <w:t xml:space="preserve">فرمود:روزه مى گيرى و صلوات بسيار بر محمد و آل محمد - </w:t>
      </w:r>
      <w:r w:rsidR="007560B2" w:rsidRPr="007560B2">
        <w:rPr>
          <w:rStyle w:val="libAlaemChar"/>
          <w:rtl/>
        </w:rPr>
        <w:t>عليهم‌السلام</w:t>
      </w:r>
      <w:r>
        <w:rPr>
          <w:rtl/>
        </w:rPr>
        <w:t xml:space="preserve"> - مى فرستى .</w:t>
      </w:r>
    </w:p>
    <w:p w:rsidR="00EB5B40" w:rsidRDefault="00EB5B40" w:rsidP="00EB5B40">
      <w:pPr>
        <w:pStyle w:val="Heading3"/>
        <w:rPr>
          <w:rtl/>
        </w:rPr>
      </w:pPr>
      <w:r>
        <w:rPr>
          <w:rtl/>
        </w:rPr>
        <w:br w:type="page"/>
      </w:r>
      <w:bookmarkStart w:id="900" w:name="_Toc33993777"/>
      <w:bookmarkStart w:id="901" w:name="_Toc33994059"/>
      <w:bookmarkStart w:id="902" w:name="_Toc33994341"/>
      <w:bookmarkStart w:id="903" w:name="_Toc33994624"/>
      <w:bookmarkStart w:id="904" w:name="_Toc33994907"/>
      <w:r w:rsidR="00910300">
        <w:rPr>
          <w:rtl/>
        </w:rPr>
        <w:lastRenderedPageBreak/>
        <w:t>١٧٢. صلوات هنگام صداى گوش</w:t>
      </w:r>
      <w:bookmarkEnd w:id="900"/>
      <w:bookmarkEnd w:id="901"/>
      <w:bookmarkEnd w:id="902"/>
      <w:bookmarkEnd w:id="903"/>
      <w:bookmarkEnd w:id="904"/>
      <w:r w:rsidR="00910300">
        <w:rPr>
          <w:rtl/>
        </w:rPr>
        <w:t xml:space="preserve"> </w:t>
      </w:r>
    </w:p>
    <w:p w:rsidR="00910300" w:rsidRDefault="00910300" w:rsidP="00EB5B40">
      <w:pPr>
        <w:pStyle w:val="libNormal"/>
        <w:rPr>
          <w:rtl/>
        </w:rPr>
      </w:pPr>
      <w:r>
        <w:rPr>
          <w:rtl/>
        </w:rPr>
        <w:t xml:space="preserve"> پيامبراكرم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اذا طنت اذن احدكم فليصل على وليقل : ذكرالله بخير من ذكرى؛</w:t>
      </w:r>
    </w:p>
    <w:p w:rsidR="00910300" w:rsidRDefault="00910300" w:rsidP="00910300">
      <w:pPr>
        <w:pStyle w:val="libNormal"/>
        <w:rPr>
          <w:rtl/>
        </w:rPr>
      </w:pPr>
      <w:r>
        <w:rPr>
          <w:rtl/>
        </w:rPr>
        <w:t>هنگامى كه گوش كسى به صدا در آيد، برمن صلوات بفرستد و بگويد:</w:t>
      </w:r>
    </w:p>
    <w:p w:rsidR="00910300" w:rsidRDefault="00910300" w:rsidP="00910300">
      <w:pPr>
        <w:pStyle w:val="libNormal"/>
        <w:rPr>
          <w:rtl/>
        </w:rPr>
      </w:pPr>
      <w:r>
        <w:rPr>
          <w:rtl/>
        </w:rPr>
        <w:t>ياد خدا از زياد من بهتر است ؛ يعنى : به صدا در آمدن گوش دليل بر آن است كه كسى ذكرى از آن كس (صاحب گوش ) به ميان آورده است .</w:t>
      </w:r>
    </w:p>
    <w:p w:rsidR="00EB5B40" w:rsidRDefault="00910300" w:rsidP="00EB5B40">
      <w:pPr>
        <w:pStyle w:val="Heading3"/>
        <w:rPr>
          <w:rtl/>
        </w:rPr>
      </w:pPr>
      <w:bookmarkStart w:id="905" w:name="_Toc33993778"/>
      <w:bookmarkStart w:id="906" w:name="_Toc33994060"/>
      <w:bookmarkStart w:id="907" w:name="_Toc33994342"/>
      <w:bookmarkStart w:id="908" w:name="_Toc33994625"/>
      <w:bookmarkStart w:id="909" w:name="_Toc33994908"/>
      <w:r>
        <w:rPr>
          <w:rtl/>
        </w:rPr>
        <w:t>١٧٣. صلوات در ماه شعيان</w:t>
      </w:r>
      <w:bookmarkEnd w:id="905"/>
      <w:bookmarkEnd w:id="906"/>
      <w:bookmarkEnd w:id="907"/>
      <w:bookmarkEnd w:id="908"/>
      <w:bookmarkEnd w:id="909"/>
      <w:r>
        <w:rPr>
          <w:rtl/>
        </w:rPr>
        <w:t xml:space="preserve"> </w:t>
      </w:r>
    </w:p>
    <w:p w:rsidR="00910300" w:rsidRDefault="00910300" w:rsidP="00EB5B40">
      <w:pPr>
        <w:pStyle w:val="libNormal"/>
        <w:rPr>
          <w:rtl/>
        </w:rPr>
      </w:pPr>
      <w:r>
        <w:rPr>
          <w:rtl/>
        </w:rPr>
        <w:t xml:space="preserve"> از سيدالساجدين امام سجاد - </w:t>
      </w:r>
      <w:r w:rsidR="007560B2" w:rsidRPr="007560B2">
        <w:rPr>
          <w:rStyle w:val="libAlaemChar"/>
          <w:rtl/>
        </w:rPr>
        <w:t xml:space="preserve">عليه‌السلام </w:t>
      </w:r>
      <w:r>
        <w:rPr>
          <w:rtl/>
        </w:rPr>
        <w:t xml:space="preserve"> - صلواتى وارد شده است ، كه در هر روز ماه مبارك شيعيان در وقت زوال بايد خواند. و آن صلوات ، در مصباح متهجد و غير آن را كتب دعوات مذكور است .</w:t>
      </w:r>
    </w:p>
    <w:p w:rsidR="00910300" w:rsidRDefault="00910300" w:rsidP="00910300">
      <w:pPr>
        <w:pStyle w:val="libNormal"/>
        <w:rPr>
          <w:rtl/>
        </w:rPr>
      </w:pPr>
      <w:r>
        <w:rPr>
          <w:rtl/>
        </w:rPr>
        <w:t>و در كتب عامه مذكور است در آسمان ، دريابى است كه آن را درياى بركات گويند و بر لب آن دريا، درختى است كه آن را درخت تحيات نامند بر آن درخت ، آشيانه مرغى است مسمى به مرغ صلوات .</w:t>
      </w:r>
    </w:p>
    <w:p w:rsidR="00910300" w:rsidRDefault="00910300" w:rsidP="00910300">
      <w:pPr>
        <w:pStyle w:val="libNormal"/>
        <w:rPr>
          <w:rtl/>
        </w:rPr>
      </w:pPr>
      <w:r>
        <w:rPr>
          <w:rtl/>
        </w:rPr>
        <w:t xml:space="preserve">و وقتى مؤ منى ، در ماه شيعيان ، بر سيد پيغمبران - </w:t>
      </w:r>
      <w:r w:rsidR="00745C10" w:rsidRPr="00745C10">
        <w:rPr>
          <w:rStyle w:val="libAlaemChar"/>
          <w:rtl/>
        </w:rPr>
        <w:t>صلى‌الله‌عليه‌وآله‌وسلم</w:t>
      </w:r>
      <w:r>
        <w:rPr>
          <w:rtl/>
        </w:rPr>
        <w:t>- صلوات فرستد، حق تعالى آن مرغ را امر نمايد تا در آن دريا غوطه خورد، و پرهاى خود را بيفشارد. و هر قطره اى كه از پرهاى آن مرغ بريزد، ملكى خلق نمايد. و جميع آن ملك ها، به تقديس و تحميد و مدح و ثناى پروردگار مشغول گردند. و ثواب آنها در ديوان اعمال صلوات فرستنده ثبت گردد.</w:t>
      </w:r>
    </w:p>
    <w:p w:rsidR="00EB5B40" w:rsidRDefault="00910300" w:rsidP="00910300">
      <w:pPr>
        <w:pStyle w:val="libNormal"/>
        <w:rPr>
          <w:rtl/>
        </w:rPr>
      </w:pPr>
      <w:r>
        <w:rPr>
          <w:rtl/>
        </w:rPr>
        <w:t>و ايضا روايت كرده اند كه يك صلوات در ماه شعبان ، برابر است با ده صلوات در غير ماه شعبان .</w:t>
      </w:r>
    </w:p>
    <w:p w:rsidR="00EB5B40" w:rsidRDefault="00EB5B40" w:rsidP="00EB5B40">
      <w:pPr>
        <w:pStyle w:val="Heading3"/>
        <w:rPr>
          <w:rtl/>
        </w:rPr>
      </w:pPr>
      <w:r>
        <w:rPr>
          <w:rtl/>
        </w:rPr>
        <w:br w:type="page"/>
      </w:r>
      <w:bookmarkStart w:id="910" w:name="_Toc33993779"/>
      <w:bookmarkStart w:id="911" w:name="_Toc33994061"/>
      <w:bookmarkStart w:id="912" w:name="_Toc33994343"/>
      <w:bookmarkStart w:id="913" w:name="_Toc33994626"/>
      <w:bookmarkStart w:id="914" w:name="_Toc33994909"/>
      <w:r w:rsidR="00910300">
        <w:rPr>
          <w:rtl/>
        </w:rPr>
        <w:lastRenderedPageBreak/>
        <w:t>١٧٤. ترازوى عمل</w:t>
      </w:r>
      <w:bookmarkEnd w:id="910"/>
      <w:bookmarkEnd w:id="911"/>
      <w:bookmarkEnd w:id="912"/>
      <w:bookmarkEnd w:id="913"/>
      <w:bookmarkEnd w:id="914"/>
      <w:r w:rsidR="00910300">
        <w:rPr>
          <w:rtl/>
        </w:rPr>
        <w:t xml:space="preserve"> </w:t>
      </w:r>
    </w:p>
    <w:p w:rsidR="00910300" w:rsidRDefault="00910300" w:rsidP="00EB5B40">
      <w:pPr>
        <w:pStyle w:val="libNormal"/>
        <w:rPr>
          <w:rtl/>
        </w:rPr>
      </w:pPr>
      <w:r>
        <w:rPr>
          <w:rtl/>
        </w:rPr>
        <w:t xml:space="preserve"> رسول خدا </w:t>
      </w:r>
      <w:r w:rsidR="00745C10" w:rsidRPr="00745C10">
        <w:rPr>
          <w:rStyle w:val="libAlaemChar"/>
          <w:rtl/>
        </w:rPr>
        <w:t>صلى‌الله‌عليه‌وآله‌وسلم</w:t>
      </w:r>
      <w:r>
        <w:rPr>
          <w:rtl/>
        </w:rPr>
        <w:t>فرمود:هركس در اين ماه ، بر من صلوات فرستند، خدا ترازوى عمل او را در روزى كه ترازوهاى اعمال سبك باشد، سنگين مى گرداند.</w:t>
      </w:r>
    </w:p>
    <w:p w:rsidR="00EB5B40" w:rsidRDefault="00910300" w:rsidP="00EB5B40">
      <w:pPr>
        <w:pStyle w:val="Heading3"/>
        <w:rPr>
          <w:rtl/>
        </w:rPr>
      </w:pPr>
      <w:bookmarkStart w:id="915" w:name="_Toc33993780"/>
      <w:bookmarkStart w:id="916" w:name="_Toc33994062"/>
      <w:bookmarkStart w:id="917" w:name="_Toc33994344"/>
      <w:bookmarkStart w:id="918" w:name="_Toc33994627"/>
      <w:bookmarkStart w:id="919" w:name="_Toc33994910"/>
      <w:r>
        <w:rPr>
          <w:rtl/>
        </w:rPr>
        <w:t>١٧٥. فرستادن صلوات پس از نماز صبح</w:t>
      </w:r>
      <w:bookmarkEnd w:id="915"/>
      <w:bookmarkEnd w:id="916"/>
      <w:bookmarkEnd w:id="917"/>
      <w:bookmarkEnd w:id="918"/>
      <w:bookmarkEnd w:id="919"/>
      <w:r>
        <w:rPr>
          <w:rtl/>
        </w:rPr>
        <w:t xml:space="preserve"> </w:t>
      </w:r>
    </w:p>
    <w:p w:rsidR="00910300" w:rsidRDefault="00910300" w:rsidP="00EB5B40">
      <w:pPr>
        <w:pStyle w:val="libNormal"/>
        <w:rPr>
          <w:rtl/>
        </w:rPr>
      </w:pPr>
      <w:r>
        <w:rPr>
          <w:rtl/>
        </w:rPr>
        <w:t xml:space="preserve"> امام صادق - </w:t>
      </w:r>
      <w:r w:rsidR="007560B2" w:rsidRPr="007560B2">
        <w:rPr>
          <w:rStyle w:val="libAlaemChar"/>
          <w:rtl/>
        </w:rPr>
        <w:t xml:space="preserve">عليه‌السلام </w:t>
      </w:r>
      <w:r>
        <w:rPr>
          <w:rtl/>
        </w:rPr>
        <w:t xml:space="preserve"> فرمودند:</w:t>
      </w:r>
    </w:p>
    <w:p w:rsidR="00910300" w:rsidRDefault="00910300" w:rsidP="00910300">
      <w:pPr>
        <w:pStyle w:val="libNormal"/>
        <w:rPr>
          <w:rtl/>
        </w:rPr>
      </w:pPr>
      <w:r>
        <w:rPr>
          <w:rtl/>
        </w:rPr>
        <w:t>پس از نماز صبح ، پيش از آن كه حرفى بزنى صدبار بگوييد:</w:t>
      </w:r>
    </w:p>
    <w:p w:rsidR="00910300" w:rsidRDefault="00910300" w:rsidP="00910300">
      <w:pPr>
        <w:pStyle w:val="libNormal"/>
        <w:rPr>
          <w:rtl/>
        </w:rPr>
      </w:pPr>
      <w:r>
        <w:rPr>
          <w:rtl/>
        </w:rPr>
        <w:t>يا رب صل على محمد و آل محمد و عجل فرج آل محمد واعتق رقبتى من النار.</w:t>
      </w:r>
    </w:p>
    <w:p w:rsidR="00EB5B40" w:rsidRDefault="00910300" w:rsidP="00EB5B40">
      <w:pPr>
        <w:pStyle w:val="Heading3"/>
        <w:rPr>
          <w:rtl/>
        </w:rPr>
      </w:pPr>
      <w:bookmarkStart w:id="920" w:name="_Toc33993781"/>
      <w:bookmarkStart w:id="921" w:name="_Toc33994063"/>
      <w:bookmarkStart w:id="922" w:name="_Toc33994345"/>
      <w:bookmarkStart w:id="923" w:name="_Toc33994628"/>
      <w:bookmarkStart w:id="924" w:name="_Toc33994911"/>
      <w:r>
        <w:rPr>
          <w:rtl/>
        </w:rPr>
        <w:t>١٧٦. استغناى باطنى</w:t>
      </w:r>
      <w:bookmarkEnd w:id="920"/>
      <w:bookmarkEnd w:id="921"/>
      <w:bookmarkEnd w:id="922"/>
      <w:bookmarkEnd w:id="923"/>
      <w:bookmarkEnd w:id="924"/>
      <w:r>
        <w:rPr>
          <w:rtl/>
        </w:rPr>
        <w:t xml:space="preserve"> </w:t>
      </w:r>
    </w:p>
    <w:p w:rsidR="00910300" w:rsidRDefault="00910300" w:rsidP="00EB5B40">
      <w:pPr>
        <w:pStyle w:val="libNormal"/>
        <w:rPr>
          <w:rtl/>
        </w:rPr>
      </w:pPr>
      <w:r>
        <w:rPr>
          <w:rtl/>
        </w:rPr>
        <w:t xml:space="preserve"> اميرالمؤ منين على - </w:t>
      </w:r>
      <w:r w:rsidR="007560B2" w:rsidRPr="007560B2">
        <w:rPr>
          <w:rStyle w:val="libAlaemChar"/>
          <w:rtl/>
        </w:rPr>
        <w:t xml:space="preserve">عليه‌السلام </w:t>
      </w:r>
      <w:r>
        <w:rPr>
          <w:rtl/>
        </w:rPr>
        <w:t xml:space="preserve"> فرمودند:</w:t>
      </w:r>
    </w:p>
    <w:p w:rsidR="00910300" w:rsidRDefault="00910300" w:rsidP="00910300">
      <w:pPr>
        <w:pStyle w:val="libNormal"/>
        <w:rPr>
          <w:rtl/>
        </w:rPr>
      </w:pPr>
      <w:r>
        <w:rPr>
          <w:rtl/>
        </w:rPr>
        <w:t>هنگامى كه زنى نظر يكى از شما را جلب كرد بايد به همسر خود روى آورد و بداند كه زنان همه از يكمقولهاند.</w:t>
      </w:r>
    </w:p>
    <w:p w:rsidR="00910300" w:rsidRDefault="00910300" w:rsidP="00910300">
      <w:pPr>
        <w:pStyle w:val="libNormal"/>
        <w:rPr>
          <w:rtl/>
        </w:rPr>
      </w:pPr>
      <w:r>
        <w:rPr>
          <w:rtl/>
        </w:rPr>
        <w:t xml:space="preserve">او بايد شيطان را بر دل خود مسلط نسازد و اگر همسر ندارد، دو ركعت نماز بخواند و سپس به حمد الهى و صلوات بر محمد و آل او بپردازد، و از خدا بخواهد تا بارحمت و فضل خود، وى را استغناى باطنى ببخشد و گره از كارش باز كند. </w:t>
      </w:r>
      <w:r w:rsidRPr="00EB5B40">
        <w:rPr>
          <w:rStyle w:val="libFootnotenumChar"/>
          <w:rtl/>
        </w:rPr>
        <w:t>(٨١)</w:t>
      </w:r>
    </w:p>
    <w:p w:rsidR="00910300" w:rsidRDefault="00EB5B40" w:rsidP="00EB5B40">
      <w:pPr>
        <w:pStyle w:val="Heading2"/>
        <w:rPr>
          <w:rtl/>
        </w:rPr>
      </w:pPr>
      <w:r>
        <w:rPr>
          <w:rtl/>
        </w:rPr>
        <w:br w:type="page"/>
      </w:r>
      <w:bookmarkStart w:id="925" w:name="_Toc33993782"/>
      <w:bookmarkStart w:id="926" w:name="_Toc33994064"/>
      <w:bookmarkStart w:id="927" w:name="_Toc33994346"/>
      <w:bookmarkStart w:id="928" w:name="_Toc33994629"/>
      <w:bookmarkStart w:id="929" w:name="_Toc33994912"/>
      <w:r w:rsidR="00910300">
        <w:rPr>
          <w:rtl/>
        </w:rPr>
        <w:lastRenderedPageBreak/>
        <w:t>بخش چهاردهم : مكان صلوات :</w:t>
      </w:r>
      <w:bookmarkEnd w:id="925"/>
      <w:bookmarkEnd w:id="926"/>
      <w:bookmarkEnd w:id="927"/>
      <w:bookmarkEnd w:id="928"/>
      <w:bookmarkEnd w:id="929"/>
    </w:p>
    <w:p w:rsidR="00EB5B40" w:rsidRDefault="00910300" w:rsidP="00EB5B40">
      <w:pPr>
        <w:pStyle w:val="Heading3"/>
        <w:rPr>
          <w:rtl/>
        </w:rPr>
      </w:pPr>
      <w:bookmarkStart w:id="930" w:name="_Toc33993783"/>
      <w:bookmarkStart w:id="931" w:name="_Toc33994065"/>
      <w:bookmarkStart w:id="932" w:name="_Toc33994347"/>
      <w:bookmarkStart w:id="933" w:name="_Toc33994630"/>
      <w:bookmarkStart w:id="934" w:name="_Toc33994913"/>
      <w:r>
        <w:rPr>
          <w:rtl/>
        </w:rPr>
        <w:t>١٧٧. صلوات هنگام عبور از مسجد</w:t>
      </w:r>
      <w:bookmarkEnd w:id="930"/>
      <w:bookmarkEnd w:id="931"/>
      <w:bookmarkEnd w:id="932"/>
      <w:bookmarkEnd w:id="933"/>
      <w:bookmarkEnd w:id="934"/>
    </w:p>
    <w:p w:rsidR="00910300" w:rsidRDefault="00910300" w:rsidP="00EB5B40">
      <w:pPr>
        <w:pStyle w:val="libNormal"/>
        <w:rPr>
          <w:rtl/>
        </w:rPr>
      </w:pPr>
      <w:r>
        <w:rPr>
          <w:rtl/>
        </w:rPr>
        <w:t xml:space="preserve"> عامه از اميرالمومنين - </w:t>
      </w:r>
      <w:r w:rsidR="007560B2" w:rsidRPr="007560B2">
        <w:rPr>
          <w:rStyle w:val="libAlaemChar"/>
          <w:rtl/>
        </w:rPr>
        <w:t xml:space="preserve">عليه‌السلام </w:t>
      </w:r>
      <w:r>
        <w:rPr>
          <w:rtl/>
        </w:rPr>
        <w:t xml:space="preserve"> - روايت كرده اند كه فرمود:</w:t>
      </w:r>
    </w:p>
    <w:p w:rsidR="00910300" w:rsidRDefault="00910300" w:rsidP="00910300">
      <w:pPr>
        <w:pStyle w:val="libNormal"/>
        <w:rPr>
          <w:rtl/>
        </w:rPr>
      </w:pPr>
      <w:r>
        <w:rPr>
          <w:rtl/>
        </w:rPr>
        <w:t xml:space="preserve">اذا مررتم بالمسجد فصلوا على النبى </w:t>
      </w:r>
      <w:r w:rsidR="00EB5B40" w:rsidRPr="00EB5B40">
        <w:rPr>
          <w:rStyle w:val="libAlaemChar"/>
          <w:rtl/>
        </w:rPr>
        <w:t xml:space="preserve">صلى‌الله‌عليه‌وآله‌وسلم </w:t>
      </w:r>
    </w:p>
    <w:p w:rsidR="00910300" w:rsidRDefault="00910300" w:rsidP="00910300">
      <w:pPr>
        <w:pStyle w:val="libNormal"/>
        <w:rPr>
          <w:rtl/>
        </w:rPr>
      </w:pPr>
      <w:r>
        <w:rPr>
          <w:rtl/>
        </w:rPr>
        <w:t>يعنى ؛هرگاه از مسجدى عبور كرديد، بر پيغمبر - صلى عليه و آله - صلوات بفرستيد.</w:t>
      </w:r>
    </w:p>
    <w:p w:rsidR="00910300" w:rsidRDefault="00910300" w:rsidP="00910300">
      <w:pPr>
        <w:pStyle w:val="libNormal"/>
        <w:rPr>
          <w:rtl/>
        </w:rPr>
      </w:pPr>
      <w:r>
        <w:rPr>
          <w:rtl/>
        </w:rPr>
        <w:t>چون نظر بر مسجد افتد، بايد صلوات فرستاد.</w:t>
      </w:r>
    </w:p>
    <w:p w:rsidR="00EB5B40" w:rsidRDefault="00910300" w:rsidP="00EB5B40">
      <w:pPr>
        <w:pStyle w:val="Heading3"/>
        <w:rPr>
          <w:rtl/>
        </w:rPr>
      </w:pPr>
      <w:bookmarkStart w:id="935" w:name="_Toc33993784"/>
      <w:bookmarkStart w:id="936" w:name="_Toc33994066"/>
      <w:bookmarkStart w:id="937" w:name="_Toc33994348"/>
      <w:bookmarkStart w:id="938" w:name="_Toc33994631"/>
      <w:bookmarkStart w:id="939" w:name="_Toc33994914"/>
      <w:r>
        <w:rPr>
          <w:rtl/>
        </w:rPr>
        <w:t>١٧٨. صلوات هنگام ورود به مسجد</w:t>
      </w:r>
      <w:bookmarkEnd w:id="935"/>
      <w:bookmarkEnd w:id="936"/>
      <w:bookmarkEnd w:id="937"/>
      <w:bookmarkEnd w:id="938"/>
      <w:bookmarkEnd w:id="939"/>
    </w:p>
    <w:p w:rsidR="00910300" w:rsidRDefault="00910300" w:rsidP="00910300">
      <w:pPr>
        <w:pStyle w:val="libNormal"/>
        <w:rPr>
          <w:rtl/>
        </w:rPr>
      </w:pPr>
      <w:r>
        <w:rPr>
          <w:rtl/>
        </w:rPr>
        <w:t xml:space="preserve"> در بعضى از روايات مذكور است كه :</w:t>
      </w:r>
    </w:p>
    <w:p w:rsidR="00910300" w:rsidRDefault="00910300" w:rsidP="00910300">
      <w:pPr>
        <w:pStyle w:val="libNormal"/>
        <w:rPr>
          <w:rtl/>
        </w:rPr>
      </w:pPr>
      <w:r>
        <w:rPr>
          <w:rtl/>
        </w:rPr>
        <w:t>بايد در وقت دخول و خروج بگويد:اللهم صل على محمد و آل محمدو اما در طريق اصحاب ما، حديثى در خصوص صلوات فرستادن در وقت دخول و خروج مسجد در نظر نيست ، نهايت از آن جا كه براى هريك ، دعاى بلكه چند دعا روايت شده است و صلوات فرستادن پيش از دعا كردن و بعد از آن از لوازم است و تا وقتى كه صلوات فرستادن پيش از دعا كردن و بعد از آن از لوازم است ، و تا وقتى كه صلوات فرستاده نشود دعا محجوب مى ماند و به اجابت نمى رسد، بايد كه البته صلوات فرستيد.</w:t>
      </w:r>
    </w:p>
    <w:p w:rsidR="00EB5B40" w:rsidRDefault="00910300" w:rsidP="00EB5B40">
      <w:pPr>
        <w:pStyle w:val="Heading3"/>
        <w:rPr>
          <w:rtl/>
        </w:rPr>
      </w:pPr>
      <w:bookmarkStart w:id="940" w:name="_Toc33993785"/>
      <w:bookmarkStart w:id="941" w:name="_Toc33994067"/>
      <w:bookmarkStart w:id="942" w:name="_Toc33994349"/>
      <w:bookmarkStart w:id="943" w:name="_Toc33994632"/>
      <w:bookmarkStart w:id="944" w:name="_Toc33994915"/>
      <w:r>
        <w:rPr>
          <w:rtl/>
        </w:rPr>
        <w:t>١٧٩. صلوات در مسجد</w:t>
      </w:r>
      <w:bookmarkEnd w:id="940"/>
      <w:bookmarkEnd w:id="941"/>
      <w:bookmarkEnd w:id="942"/>
      <w:bookmarkEnd w:id="943"/>
      <w:bookmarkEnd w:id="944"/>
    </w:p>
    <w:p w:rsidR="00910300" w:rsidRDefault="00910300" w:rsidP="00EB5B40">
      <w:pPr>
        <w:pStyle w:val="libNormal"/>
        <w:rPr>
          <w:rtl/>
        </w:rPr>
      </w:pPr>
      <w:r>
        <w:rPr>
          <w:rtl/>
        </w:rPr>
        <w:t xml:space="preserve"> همچنين از فاطمه دختر امام حسين - </w:t>
      </w:r>
      <w:r w:rsidR="007560B2" w:rsidRPr="007560B2">
        <w:rPr>
          <w:rStyle w:val="libAlaemChar"/>
          <w:rtl/>
        </w:rPr>
        <w:t xml:space="preserve">عليه‌السلام </w:t>
      </w:r>
      <w:r>
        <w:rPr>
          <w:rtl/>
        </w:rPr>
        <w:t xml:space="preserve"> - روايت شده است :وقتى رسول خدا - </w:t>
      </w:r>
      <w:r w:rsidR="00745C10" w:rsidRPr="00745C10">
        <w:rPr>
          <w:rStyle w:val="libAlaemChar"/>
          <w:rtl/>
        </w:rPr>
        <w:t>صلى‌الله‌عليه‌وآله‌</w:t>
      </w:r>
      <w:r>
        <w:rPr>
          <w:rtl/>
        </w:rPr>
        <w:t xml:space="preserve"> - داخل مسجد مى شد، صلوات مى فرستاد، و بعد از آن مى گفت :</w:t>
      </w:r>
    </w:p>
    <w:p w:rsidR="00910300" w:rsidRDefault="00910300" w:rsidP="00910300">
      <w:pPr>
        <w:pStyle w:val="libNormal"/>
        <w:rPr>
          <w:rtl/>
        </w:rPr>
      </w:pPr>
      <w:r>
        <w:rPr>
          <w:rtl/>
        </w:rPr>
        <w:lastRenderedPageBreak/>
        <w:t>رب اغفرلى و افتح لى ابواب رحمتكو چون بيرون مى آمد، صلوات و سلام مى فرستاد، و مى فرمود:رب اغفرلنى ذنوبى و افتح لى ابواب فضلك .</w:t>
      </w:r>
    </w:p>
    <w:p w:rsidR="00910300" w:rsidRDefault="00910300" w:rsidP="00910300">
      <w:pPr>
        <w:pStyle w:val="libNormal"/>
        <w:rPr>
          <w:rtl/>
        </w:rPr>
      </w:pPr>
      <w:r>
        <w:rPr>
          <w:rtl/>
        </w:rPr>
        <w:t xml:space="preserve">١٨٠. بر من درود بفرستيد! رسول خدا - </w:t>
      </w:r>
      <w:r w:rsidR="00745C10" w:rsidRPr="00745C10">
        <w:rPr>
          <w:rStyle w:val="libAlaemChar"/>
          <w:rtl/>
        </w:rPr>
        <w:t>صلى‌الله‌عليه‌وآله‌وسلم</w:t>
      </w:r>
      <w:r>
        <w:rPr>
          <w:rtl/>
        </w:rPr>
        <w:t xml:space="preserve">- فرمود:حيثما كنتم فصلوا على فان صلاتكم تبلغنى؛هرجا كه باشيد برمن درود فرستيد؛ زيرا درود شما به من مى رسد. </w:t>
      </w:r>
      <w:r w:rsidRPr="00EB5B40">
        <w:rPr>
          <w:rStyle w:val="libFootnotenumChar"/>
          <w:rtl/>
        </w:rPr>
        <w:t>(٨٢)</w:t>
      </w:r>
    </w:p>
    <w:p w:rsidR="00616ED9" w:rsidRDefault="00910300" w:rsidP="00616ED9">
      <w:pPr>
        <w:pStyle w:val="Heading3"/>
        <w:rPr>
          <w:rtl/>
        </w:rPr>
      </w:pPr>
      <w:bookmarkStart w:id="945" w:name="_Toc33993786"/>
      <w:bookmarkStart w:id="946" w:name="_Toc33994068"/>
      <w:bookmarkStart w:id="947" w:name="_Toc33994350"/>
      <w:bookmarkStart w:id="948" w:name="_Toc33994633"/>
      <w:bookmarkStart w:id="949" w:name="_Toc33994916"/>
      <w:r>
        <w:rPr>
          <w:rtl/>
        </w:rPr>
        <w:t>١٨١. وجوب فرستادن صلوات</w:t>
      </w:r>
      <w:bookmarkEnd w:id="945"/>
      <w:bookmarkEnd w:id="946"/>
      <w:bookmarkEnd w:id="947"/>
      <w:bookmarkEnd w:id="948"/>
      <w:bookmarkEnd w:id="949"/>
      <w:r>
        <w:rPr>
          <w:rtl/>
        </w:rPr>
        <w:t xml:space="preserve"> </w:t>
      </w:r>
    </w:p>
    <w:p w:rsidR="00910300" w:rsidRDefault="00910300" w:rsidP="00910300">
      <w:pPr>
        <w:pStyle w:val="libNormal"/>
        <w:rPr>
          <w:rtl/>
        </w:rPr>
      </w:pPr>
      <w:r>
        <w:rPr>
          <w:rtl/>
        </w:rPr>
        <w:t>در هر جايى كه اسم مبارك آن پيامبر عليه و آله الصلاة والسلام برده شود، خواه خود مذكور نمايد، و خواه ازكسى بشنود در آن مقام ، فرستادن صلوات واجب است و مراد اين است : از ياد كردن و شنيدن اسم مبارك آن حضرت ، فرستادن صلوات واجب مى شود، خواه ذكركردن و شنيدن واجب باشد يا نباشد؛ چنان كه در خواندن و شنيدن آيه عزيمه ، سجده واجب مى شود، اگر چه خواندن و شنيدن آن واجب نباشد.</w:t>
      </w:r>
    </w:p>
    <w:p w:rsidR="00616ED9" w:rsidRDefault="00910300" w:rsidP="00616ED9">
      <w:pPr>
        <w:pStyle w:val="Heading3"/>
        <w:rPr>
          <w:rtl/>
        </w:rPr>
      </w:pPr>
      <w:bookmarkStart w:id="950" w:name="_Toc33993787"/>
      <w:bookmarkStart w:id="951" w:name="_Toc33994069"/>
      <w:bookmarkStart w:id="952" w:name="_Toc33994351"/>
      <w:bookmarkStart w:id="953" w:name="_Toc33994634"/>
      <w:bookmarkStart w:id="954" w:name="_Toc33994917"/>
      <w:r>
        <w:rPr>
          <w:rtl/>
        </w:rPr>
        <w:t>١٨٢. واجب بودن صلوات در همه مكان ها</w:t>
      </w:r>
      <w:bookmarkEnd w:id="950"/>
      <w:bookmarkEnd w:id="951"/>
      <w:bookmarkEnd w:id="952"/>
      <w:bookmarkEnd w:id="953"/>
      <w:bookmarkEnd w:id="954"/>
    </w:p>
    <w:p w:rsidR="00910300" w:rsidRDefault="00910300" w:rsidP="00616ED9">
      <w:pPr>
        <w:pStyle w:val="libNormal"/>
        <w:rPr>
          <w:rtl/>
        </w:rPr>
      </w:pPr>
      <w:r>
        <w:rPr>
          <w:rtl/>
        </w:rPr>
        <w:t xml:space="preserve"> در نوشته هايى از امام رضا - </w:t>
      </w:r>
      <w:r w:rsidR="007560B2" w:rsidRPr="007560B2">
        <w:rPr>
          <w:rStyle w:val="libAlaemChar"/>
          <w:rtl/>
        </w:rPr>
        <w:t xml:space="preserve">عليه‌السلام </w:t>
      </w:r>
      <w:r>
        <w:rPr>
          <w:rtl/>
        </w:rPr>
        <w:t xml:space="preserve"> - پيرامون شرايع دين آمده :</w:t>
      </w:r>
    </w:p>
    <w:p w:rsidR="00910300" w:rsidRDefault="00910300" w:rsidP="00910300">
      <w:pPr>
        <w:pStyle w:val="libNormal"/>
        <w:rPr>
          <w:rtl/>
        </w:rPr>
      </w:pPr>
      <w:r>
        <w:rPr>
          <w:rtl/>
        </w:rPr>
        <w:t>صلوات بر محمد و آل محمد در همه جا و هنگام عطسه كردن ، وزيدن باد، و ذبح گوسفند و غيره واجب است .</w:t>
      </w:r>
      <w:r w:rsidRPr="00616ED9">
        <w:rPr>
          <w:rStyle w:val="libFootnotenumChar"/>
          <w:rtl/>
        </w:rPr>
        <w:t xml:space="preserve"> (٨٣)</w:t>
      </w:r>
    </w:p>
    <w:p w:rsidR="00616ED9" w:rsidRDefault="00910300" w:rsidP="00616ED9">
      <w:pPr>
        <w:pStyle w:val="Heading3"/>
        <w:rPr>
          <w:rtl/>
        </w:rPr>
      </w:pPr>
      <w:bookmarkStart w:id="955" w:name="_Toc33993788"/>
      <w:bookmarkStart w:id="956" w:name="_Toc33994070"/>
      <w:bookmarkStart w:id="957" w:name="_Toc33994352"/>
      <w:bookmarkStart w:id="958" w:name="_Toc33994635"/>
      <w:bookmarkStart w:id="959" w:name="_Toc33994918"/>
      <w:r>
        <w:rPr>
          <w:rtl/>
        </w:rPr>
        <w:t>١٨٣. خطبه ازدواج در همه احوال</w:t>
      </w:r>
      <w:bookmarkEnd w:id="955"/>
      <w:bookmarkEnd w:id="956"/>
      <w:bookmarkEnd w:id="957"/>
      <w:bookmarkEnd w:id="958"/>
      <w:bookmarkEnd w:id="959"/>
      <w:r>
        <w:rPr>
          <w:rtl/>
        </w:rPr>
        <w:t xml:space="preserve"> </w:t>
      </w:r>
    </w:p>
    <w:p w:rsidR="00910300" w:rsidRDefault="00910300" w:rsidP="00616ED9">
      <w:pPr>
        <w:pStyle w:val="libNormal"/>
        <w:rPr>
          <w:rtl/>
        </w:rPr>
      </w:pPr>
      <w:r>
        <w:rPr>
          <w:rtl/>
        </w:rPr>
        <w:t xml:space="preserve"> ابن عباس مفسر معروف در تفسير آيهياآيهاالذين امنوا...گفت :در نماز، در مسجد و در هرجا كه هستند و در خطبه عقد ازدواج ، صلوات بر او را فراموش نكنيد. </w:t>
      </w:r>
      <w:r w:rsidRPr="00616ED9">
        <w:rPr>
          <w:rStyle w:val="libFootnotenumChar"/>
          <w:rtl/>
        </w:rPr>
        <w:t>(٨٤)</w:t>
      </w:r>
    </w:p>
    <w:p w:rsidR="00910300" w:rsidRDefault="00616ED9" w:rsidP="00910300">
      <w:pPr>
        <w:pStyle w:val="libNormal"/>
        <w:rPr>
          <w:rtl/>
        </w:rPr>
      </w:pPr>
      <w:r>
        <w:rPr>
          <w:rtl/>
        </w:rPr>
        <w:br w:type="page"/>
      </w:r>
      <w:bookmarkStart w:id="960" w:name="_Toc33993789"/>
      <w:bookmarkStart w:id="961" w:name="_Toc33994071"/>
      <w:bookmarkStart w:id="962" w:name="_Toc33994353"/>
      <w:bookmarkStart w:id="963" w:name="_Toc33994636"/>
      <w:bookmarkStart w:id="964" w:name="_Toc33994919"/>
      <w:r w:rsidR="00910300" w:rsidRPr="00616ED9">
        <w:rPr>
          <w:rStyle w:val="Heading2Char"/>
          <w:rtl/>
        </w:rPr>
        <w:lastRenderedPageBreak/>
        <w:t>بخش پانزدهم : انواع ختم هاى صلوات</w:t>
      </w:r>
      <w:bookmarkEnd w:id="960"/>
      <w:bookmarkEnd w:id="961"/>
      <w:bookmarkEnd w:id="962"/>
      <w:bookmarkEnd w:id="963"/>
      <w:bookmarkEnd w:id="964"/>
      <w:r w:rsidR="00910300">
        <w:rPr>
          <w:rtl/>
        </w:rPr>
        <w:t xml:space="preserve"> :</w:t>
      </w:r>
    </w:p>
    <w:p w:rsidR="00616ED9" w:rsidRDefault="00910300" w:rsidP="00616ED9">
      <w:pPr>
        <w:pStyle w:val="Heading3"/>
        <w:rPr>
          <w:rtl/>
        </w:rPr>
      </w:pPr>
      <w:bookmarkStart w:id="965" w:name="_Toc33993790"/>
      <w:bookmarkStart w:id="966" w:name="_Toc33994072"/>
      <w:bookmarkStart w:id="967" w:name="_Toc33994354"/>
      <w:bookmarkStart w:id="968" w:name="_Toc33994637"/>
      <w:bookmarkStart w:id="969" w:name="_Toc33994920"/>
      <w:r>
        <w:rPr>
          <w:rtl/>
        </w:rPr>
        <w:t>١٨٤. ختم صلوات براى رفع حوايج</w:t>
      </w:r>
      <w:bookmarkEnd w:id="965"/>
      <w:bookmarkEnd w:id="966"/>
      <w:bookmarkEnd w:id="967"/>
      <w:bookmarkEnd w:id="968"/>
      <w:bookmarkEnd w:id="969"/>
      <w:r>
        <w:rPr>
          <w:rtl/>
        </w:rPr>
        <w:t xml:space="preserve"> </w:t>
      </w:r>
    </w:p>
    <w:p w:rsidR="00910300" w:rsidRDefault="00910300" w:rsidP="00616ED9">
      <w:pPr>
        <w:pStyle w:val="libNormal"/>
        <w:rPr>
          <w:rtl/>
        </w:rPr>
      </w:pPr>
      <w:r>
        <w:rPr>
          <w:rtl/>
        </w:rPr>
        <w:t xml:space="preserve"> كسى كه مى خواهد صلوات بفرستد براى معصومين يا براى رفع حوايج و يا براى رفتگان خودش ، يا ديگرى به صورت زير مى تواند عمل كند:</w:t>
      </w:r>
    </w:p>
    <w:p w:rsidR="00910300" w:rsidRDefault="00910300" w:rsidP="00910300">
      <w:pPr>
        <w:pStyle w:val="libNormal"/>
        <w:rPr>
          <w:rtl/>
        </w:rPr>
      </w:pPr>
      <w:r>
        <w:rPr>
          <w:rtl/>
        </w:rPr>
        <w:t>اول ؛ به عدد صلوات كه ١٤ حرف است ، مى تواند صلوات بفرستد.</w:t>
      </w:r>
    </w:p>
    <w:p w:rsidR="00910300" w:rsidRDefault="00910300" w:rsidP="00910300">
      <w:pPr>
        <w:pStyle w:val="libNormal"/>
        <w:rPr>
          <w:rtl/>
        </w:rPr>
      </w:pPr>
      <w:r>
        <w:rPr>
          <w:rtl/>
        </w:rPr>
        <w:t>دوم ؛ به عدد صلوات كه ٥٥٧ مى باشد مى تواند صلوات بفرستد.</w:t>
      </w:r>
    </w:p>
    <w:p w:rsidR="00910300" w:rsidRDefault="00910300" w:rsidP="00910300">
      <w:pPr>
        <w:pStyle w:val="libNormal"/>
        <w:rPr>
          <w:rtl/>
        </w:rPr>
      </w:pPr>
      <w:r>
        <w:rPr>
          <w:rtl/>
        </w:rPr>
        <w:t xml:space="preserve">سوم ؛ اگر مى خواهيد به ساحت يكى از معصومين صلوات بفرستد، مى تواند به عدد نام آن بزرگوار صلوات بفرستد، مثلا اگر مى خواهد به ساخت امام حسين - </w:t>
      </w:r>
      <w:r w:rsidR="007560B2" w:rsidRPr="007560B2">
        <w:rPr>
          <w:rStyle w:val="libAlaemChar"/>
          <w:rtl/>
        </w:rPr>
        <w:t xml:space="preserve">عليه‌السلام </w:t>
      </w:r>
      <w:r>
        <w:rPr>
          <w:rtl/>
        </w:rPr>
        <w:t xml:space="preserve"> - صلوات بفرستد، بايد ١٢٨ مرتبه كه عدد نام آن بزرگوار است صلوات بفرستد.</w:t>
      </w:r>
    </w:p>
    <w:p w:rsidR="00910300" w:rsidRDefault="00910300" w:rsidP="00910300">
      <w:pPr>
        <w:pStyle w:val="libNormal"/>
        <w:rPr>
          <w:rtl/>
        </w:rPr>
      </w:pPr>
      <w:r>
        <w:rPr>
          <w:rtl/>
        </w:rPr>
        <w:t xml:space="preserve">چهارم ؛ اگر براى برآورده شدن حوايج و رفع گرفتارى ها و هموم و غموم باشد چون تعداد مشخص نيست ؛ بايد به عدد نام مبارك رسول الله - </w:t>
      </w:r>
      <w:r w:rsidR="00745C10" w:rsidRPr="00745C10">
        <w:rPr>
          <w:rStyle w:val="libAlaemChar"/>
          <w:rtl/>
        </w:rPr>
        <w:t>صلى‌الله‌عليه‌وآله‌وسلم</w:t>
      </w:r>
      <w:r>
        <w:rPr>
          <w:rtl/>
        </w:rPr>
        <w:t xml:space="preserve">- يا به نام حضرت على - </w:t>
      </w:r>
      <w:r w:rsidR="007560B2" w:rsidRPr="007560B2">
        <w:rPr>
          <w:rStyle w:val="libAlaemChar"/>
          <w:rtl/>
        </w:rPr>
        <w:t xml:space="preserve">عليه‌السلام </w:t>
      </w:r>
      <w:r>
        <w:rPr>
          <w:rtl/>
        </w:rPr>
        <w:t xml:space="preserve"> - صلوات فرستاد.</w:t>
      </w:r>
    </w:p>
    <w:p w:rsidR="00910300" w:rsidRDefault="00910300" w:rsidP="00910300">
      <w:pPr>
        <w:pStyle w:val="libNormal"/>
        <w:rPr>
          <w:rtl/>
        </w:rPr>
      </w:pPr>
      <w:r>
        <w:rPr>
          <w:rtl/>
        </w:rPr>
        <w:t>پنجم ؛ اگر براى شادى روح يكى از رفتگان باشد، بايد به عدد نام آن شخص (متوفى ) هديه فرستاد.</w:t>
      </w:r>
    </w:p>
    <w:p w:rsidR="00910300" w:rsidRDefault="00910300" w:rsidP="00910300">
      <w:pPr>
        <w:pStyle w:val="libNormal"/>
        <w:rPr>
          <w:rtl/>
        </w:rPr>
      </w:pPr>
      <w:r>
        <w:rPr>
          <w:rtl/>
        </w:rPr>
        <w:t>١٨٥. دستور ختم صلوات : براى برآورده شدن حاجات و اداى دين و رسيدن به مطالب ختم صلوات مجرب است كه چهارنوع آن را ذكر مى كنيم .</w:t>
      </w:r>
    </w:p>
    <w:p w:rsidR="00910300" w:rsidRDefault="00910300" w:rsidP="00910300">
      <w:pPr>
        <w:pStyle w:val="libNormal"/>
        <w:rPr>
          <w:rtl/>
        </w:rPr>
      </w:pPr>
      <w:r>
        <w:rPr>
          <w:rtl/>
        </w:rPr>
        <w:t xml:space="preserve">نوع اول ؛ آن است كه اگر كسى حاجتى داشته باشد به دل مى گذارند يا به زبان مى گويد: كه چنان حاجتم تا فلان مدت برآورده شود، چهارده هزار صلوات بفرستيم و هر هزارى براى يكى از ائمه - </w:t>
      </w:r>
      <w:r w:rsidR="007560B2" w:rsidRPr="007560B2">
        <w:rPr>
          <w:rStyle w:val="libAlaemChar"/>
          <w:rtl/>
        </w:rPr>
        <w:t xml:space="preserve">عليه‌السلام </w:t>
      </w:r>
      <w:r>
        <w:rPr>
          <w:rtl/>
        </w:rPr>
        <w:t xml:space="preserve"> - هديه باشد و چنان چه حاجت برآورده شد وفا كند.</w:t>
      </w:r>
    </w:p>
    <w:p w:rsidR="00910300" w:rsidRDefault="00910300" w:rsidP="00910300">
      <w:pPr>
        <w:pStyle w:val="libNormal"/>
        <w:rPr>
          <w:rtl/>
        </w:rPr>
      </w:pPr>
      <w:r>
        <w:rPr>
          <w:rtl/>
        </w:rPr>
        <w:lastRenderedPageBreak/>
        <w:t xml:space="preserve">نوع دوم ؛ روزى هزاربار صلوات بفرستد و هر هزارتا را براى يكى از ائمه - </w:t>
      </w:r>
      <w:r w:rsidR="007560B2" w:rsidRPr="007560B2">
        <w:rPr>
          <w:rStyle w:val="libAlaemChar"/>
          <w:rtl/>
        </w:rPr>
        <w:t xml:space="preserve">عليه‌السلام </w:t>
      </w:r>
      <w:r>
        <w:rPr>
          <w:rtl/>
        </w:rPr>
        <w:t xml:space="preserve"> - هديه كند دربين يا در پايان حاجت روا شود.</w:t>
      </w:r>
    </w:p>
    <w:p w:rsidR="00910300" w:rsidRDefault="00910300" w:rsidP="00910300">
      <w:pPr>
        <w:pStyle w:val="libNormal"/>
        <w:rPr>
          <w:rtl/>
        </w:rPr>
      </w:pPr>
      <w:r>
        <w:rPr>
          <w:rtl/>
        </w:rPr>
        <w:t>نوع سوم ؛ روزى هزاربار صلوات بفرستد، تا دوماه پى در پى چون ماه تمام شود آن مطلب ان شاءالله برآورده شود.</w:t>
      </w:r>
    </w:p>
    <w:p w:rsidR="00910300" w:rsidRDefault="00910300" w:rsidP="00910300">
      <w:pPr>
        <w:pStyle w:val="libNormal"/>
        <w:rPr>
          <w:rtl/>
        </w:rPr>
      </w:pPr>
      <w:r>
        <w:rPr>
          <w:rtl/>
        </w:rPr>
        <w:t>نوع چهارم : براى قضاى حاجت و اداى دين مجرب است ، از شب جمعه شروع كند تا دو هفته و در هر شب ، نصف شب بخواند.</w:t>
      </w:r>
    </w:p>
    <w:p w:rsidR="00910300" w:rsidRDefault="00910300" w:rsidP="00910300">
      <w:pPr>
        <w:pStyle w:val="libNormal"/>
        <w:rPr>
          <w:rtl/>
        </w:rPr>
      </w:pPr>
      <w:r>
        <w:rPr>
          <w:rtl/>
        </w:rPr>
        <w:t>شب اول غسل كند و ساير شب ها ضرورى نيست . شب جمعه ؛ اللهم صل على محمد و آل محمد، هزاربار.</w:t>
      </w:r>
    </w:p>
    <w:p w:rsidR="00910300" w:rsidRDefault="00910300" w:rsidP="00910300">
      <w:pPr>
        <w:pStyle w:val="libNormal"/>
        <w:rPr>
          <w:rtl/>
        </w:rPr>
      </w:pPr>
      <w:r>
        <w:rPr>
          <w:rtl/>
        </w:rPr>
        <w:t>شب شنبه ؛ اللهم صل على اميرالمؤ منين .</w:t>
      </w:r>
    </w:p>
    <w:p w:rsidR="00910300" w:rsidRDefault="00910300" w:rsidP="00910300">
      <w:pPr>
        <w:pStyle w:val="libNormal"/>
        <w:rPr>
          <w:rtl/>
        </w:rPr>
      </w:pPr>
      <w:r>
        <w:rPr>
          <w:rtl/>
        </w:rPr>
        <w:t>شب يكشنبه ؛ اللهم صل على فاطمه الزهراء.</w:t>
      </w:r>
    </w:p>
    <w:p w:rsidR="00910300" w:rsidRDefault="00910300" w:rsidP="00910300">
      <w:pPr>
        <w:pStyle w:val="libNormal"/>
        <w:rPr>
          <w:rtl/>
        </w:rPr>
      </w:pPr>
      <w:r>
        <w:rPr>
          <w:rtl/>
        </w:rPr>
        <w:t>شب دوشنبه ؛ اللهم صل على الحسن .</w:t>
      </w:r>
    </w:p>
    <w:p w:rsidR="00910300" w:rsidRDefault="00910300" w:rsidP="00910300">
      <w:pPr>
        <w:pStyle w:val="libNormal"/>
        <w:rPr>
          <w:rtl/>
        </w:rPr>
      </w:pPr>
      <w:r>
        <w:rPr>
          <w:rtl/>
        </w:rPr>
        <w:t>شب سه شنبه ؛ اللهم صل على الحسين .</w:t>
      </w:r>
    </w:p>
    <w:p w:rsidR="00910300" w:rsidRDefault="00910300" w:rsidP="00910300">
      <w:pPr>
        <w:pStyle w:val="libNormal"/>
        <w:rPr>
          <w:rtl/>
        </w:rPr>
      </w:pPr>
      <w:r>
        <w:rPr>
          <w:rtl/>
        </w:rPr>
        <w:t>شب چهارشنبه ؛ اللهم صل على على بن الحسين .</w:t>
      </w:r>
    </w:p>
    <w:p w:rsidR="00910300" w:rsidRDefault="00910300" w:rsidP="00910300">
      <w:pPr>
        <w:pStyle w:val="libNormal"/>
        <w:rPr>
          <w:rtl/>
        </w:rPr>
      </w:pPr>
      <w:r>
        <w:rPr>
          <w:rtl/>
        </w:rPr>
        <w:t>شب پنج شنبه ؛ اللهم صل على محمد بن على .</w:t>
      </w:r>
    </w:p>
    <w:p w:rsidR="00910300" w:rsidRDefault="00910300" w:rsidP="00910300">
      <w:pPr>
        <w:pStyle w:val="libNormal"/>
        <w:rPr>
          <w:rtl/>
        </w:rPr>
      </w:pPr>
      <w:r>
        <w:rPr>
          <w:rtl/>
        </w:rPr>
        <w:t>شب جمعه ؛ اللهم صل على جعفر بن محمد.</w:t>
      </w:r>
    </w:p>
    <w:p w:rsidR="00910300" w:rsidRDefault="00910300" w:rsidP="00910300">
      <w:pPr>
        <w:pStyle w:val="libNormal"/>
        <w:rPr>
          <w:rtl/>
        </w:rPr>
      </w:pPr>
      <w:r>
        <w:rPr>
          <w:rtl/>
        </w:rPr>
        <w:t>شب شنبه ؛ اللهم صل على موسى بن جعفر.</w:t>
      </w:r>
    </w:p>
    <w:p w:rsidR="00910300" w:rsidRDefault="00910300" w:rsidP="00910300">
      <w:pPr>
        <w:pStyle w:val="libNormal"/>
        <w:rPr>
          <w:rtl/>
        </w:rPr>
      </w:pPr>
      <w:r>
        <w:rPr>
          <w:rtl/>
        </w:rPr>
        <w:t>شب يكشنبه ؛ اللهم صل على على بن موسى .</w:t>
      </w:r>
    </w:p>
    <w:p w:rsidR="00910300" w:rsidRDefault="00910300" w:rsidP="00910300">
      <w:pPr>
        <w:pStyle w:val="libNormal"/>
        <w:rPr>
          <w:rtl/>
        </w:rPr>
      </w:pPr>
      <w:r>
        <w:rPr>
          <w:rtl/>
        </w:rPr>
        <w:t>شب دوشنبه ؛ اللهم صل على محمد بن على .</w:t>
      </w:r>
    </w:p>
    <w:p w:rsidR="00910300" w:rsidRDefault="00910300" w:rsidP="00910300">
      <w:pPr>
        <w:pStyle w:val="libNormal"/>
        <w:rPr>
          <w:rtl/>
        </w:rPr>
      </w:pPr>
      <w:r>
        <w:rPr>
          <w:rtl/>
        </w:rPr>
        <w:t>شب سه شنبه ؛ اللهم صل على على بن محمد.</w:t>
      </w:r>
    </w:p>
    <w:p w:rsidR="00910300" w:rsidRDefault="00910300" w:rsidP="00910300">
      <w:pPr>
        <w:pStyle w:val="libNormal"/>
        <w:rPr>
          <w:rtl/>
        </w:rPr>
      </w:pPr>
      <w:r>
        <w:rPr>
          <w:rtl/>
        </w:rPr>
        <w:t>شب چهارشنبه ؛ اللهم صل على حسن بن على .</w:t>
      </w:r>
    </w:p>
    <w:p w:rsidR="00910300" w:rsidRDefault="00910300" w:rsidP="00910300">
      <w:pPr>
        <w:pStyle w:val="libNormal"/>
        <w:rPr>
          <w:rtl/>
        </w:rPr>
      </w:pPr>
      <w:r>
        <w:rPr>
          <w:rtl/>
        </w:rPr>
        <w:t>شب پنج شنبه ؛ اللهم صل على حجة بن الحسن .</w:t>
      </w:r>
    </w:p>
    <w:p w:rsidR="00910300" w:rsidRDefault="00910300" w:rsidP="00910300">
      <w:pPr>
        <w:pStyle w:val="libNormal"/>
        <w:rPr>
          <w:rtl/>
        </w:rPr>
      </w:pPr>
      <w:r>
        <w:rPr>
          <w:rtl/>
        </w:rPr>
        <w:t>شب جمعه سوم ؛ اللهم صل على العباس الشهيد.</w:t>
      </w:r>
    </w:p>
    <w:p w:rsidR="00910300" w:rsidRDefault="00910300" w:rsidP="00910300">
      <w:pPr>
        <w:pStyle w:val="libNormal"/>
        <w:rPr>
          <w:rtl/>
        </w:rPr>
      </w:pPr>
      <w:r>
        <w:rPr>
          <w:rtl/>
        </w:rPr>
        <w:lastRenderedPageBreak/>
        <w:t>ان شاءالله برآورده مى شود و هرشب بايد هزاربار اين صلوات را بگويد.</w:t>
      </w:r>
    </w:p>
    <w:p w:rsidR="00616ED9" w:rsidRDefault="00910300" w:rsidP="00616ED9">
      <w:pPr>
        <w:pStyle w:val="Heading3"/>
        <w:rPr>
          <w:rtl/>
        </w:rPr>
      </w:pPr>
      <w:bookmarkStart w:id="970" w:name="_Toc33993791"/>
      <w:bookmarkStart w:id="971" w:name="_Toc33994073"/>
      <w:bookmarkStart w:id="972" w:name="_Toc33994355"/>
      <w:bookmarkStart w:id="973" w:name="_Toc33994638"/>
      <w:bookmarkStart w:id="974" w:name="_Toc33994921"/>
      <w:r>
        <w:rPr>
          <w:rtl/>
        </w:rPr>
        <w:t>١٨٦. ختم با طهارت</w:t>
      </w:r>
      <w:bookmarkEnd w:id="970"/>
      <w:bookmarkEnd w:id="971"/>
      <w:bookmarkEnd w:id="972"/>
      <w:bookmarkEnd w:id="973"/>
      <w:bookmarkEnd w:id="974"/>
      <w:r>
        <w:rPr>
          <w:rtl/>
        </w:rPr>
        <w:t xml:space="preserve"> </w:t>
      </w:r>
    </w:p>
    <w:p w:rsidR="00910300" w:rsidRDefault="00910300" w:rsidP="00616ED9">
      <w:pPr>
        <w:pStyle w:val="libNormal"/>
        <w:rPr>
          <w:rtl/>
        </w:rPr>
      </w:pPr>
      <w:r>
        <w:rPr>
          <w:rtl/>
        </w:rPr>
        <w:t xml:space="preserve"> كسى كه مى خواهد ختم صلوات كند بايد با طهارت رو به قبيله و توجه كامل ختومات زير را انجام دهد.</w:t>
      </w:r>
    </w:p>
    <w:p w:rsidR="00910300" w:rsidRDefault="00910300" w:rsidP="00910300">
      <w:pPr>
        <w:pStyle w:val="libNormal"/>
        <w:rPr>
          <w:rtl/>
        </w:rPr>
      </w:pPr>
      <w:r>
        <w:rPr>
          <w:rtl/>
        </w:rPr>
        <w:t>ختم اول : ٧٨٦ مرتبه بسم الله الرحمن الرحيم گفته ، سپس ١٣٢ مرتبه صلوات بفرستد.</w:t>
      </w:r>
    </w:p>
    <w:p w:rsidR="00910300" w:rsidRDefault="00910300" w:rsidP="00910300">
      <w:pPr>
        <w:pStyle w:val="libNormal"/>
        <w:rPr>
          <w:rtl/>
        </w:rPr>
      </w:pPr>
      <w:r>
        <w:rPr>
          <w:rtl/>
        </w:rPr>
        <w:t>ختم دوم : براى عزت يافتن در هر روز به ده بار صلوات فرستادن مداومت نمايد.</w:t>
      </w:r>
    </w:p>
    <w:p w:rsidR="00616ED9" w:rsidRDefault="00910300" w:rsidP="00616ED9">
      <w:pPr>
        <w:pStyle w:val="Heading3"/>
        <w:rPr>
          <w:rtl/>
        </w:rPr>
      </w:pPr>
      <w:bookmarkStart w:id="975" w:name="_Toc33993792"/>
      <w:bookmarkStart w:id="976" w:name="_Toc33994074"/>
      <w:bookmarkStart w:id="977" w:name="_Toc33994356"/>
      <w:bookmarkStart w:id="978" w:name="_Toc33994639"/>
      <w:bookmarkStart w:id="979" w:name="_Toc33994922"/>
      <w:r>
        <w:rPr>
          <w:rtl/>
        </w:rPr>
        <w:t>١٨٧. ختم صلوات مجرب</w:t>
      </w:r>
      <w:bookmarkEnd w:id="975"/>
      <w:bookmarkEnd w:id="976"/>
      <w:bookmarkEnd w:id="977"/>
      <w:bookmarkEnd w:id="978"/>
      <w:bookmarkEnd w:id="979"/>
      <w:r>
        <w:rPr>
          <w:rtl/>
        </w:rPr>
        <w:t xml:space="preserve"> </w:t>
      </w:r>
    </w:p>
    <w:p w:rsidR="00910300" w:rsidRDefault="00910300" w:rsidP="00616ED9">
      <w:pPr>
        <w:pStyle w:val="libNormal"/>
        <w:rPr>
          <w:rtl/>
        </w:rPr>
      </w:pPr>
      <w:r>
        <w:rPr>
          <w:rtl/>
        </w:rPr>
        <w:t xml:space="preserve"> از جمله ختم هاى مجرب كه براى برآورده شدن حوايج ، تاءثير زياد دارد ختم صلوات است و آن چند نوع مى باشد:</w:t>
      </w:r>
    </w:p>
    <w:p w:rsidR="00910300" w:rsidRDefault="00910300" w:rsidP="00910300">
      <w:pPr>
        <w:pStyle w:val="libNormal"/>
        <w:rPr>
          <w:rtl/>
        </w:rPr>
      </w:pPr>
      <w:r>
        <w:rPr>
          <w:rtl/>
        </w:rPr>
        <w:t xml:space="preserve">اول آن كه از براى قضاى حاجت و دفع بليات و نجات از نارحتى ها و رسيدن به مقاصد و مطالب ، چهارده هزار صلوات مى فرستد و هر هزار صلوات را كه تمام مى كند به ترتيب به يكى از چهارده معصوم - </w:t>
      </w:r>
      <w:r w:rsidR="007560B2" w:rsidRPr="007560B2">
        <w:rPr>
          <w:rStyle w:val="libAlaemChar"/>
          <w:rtl/>
        </w:rPr>
        <w:t xml:space="preserve">عليه‌السلام </w:t>
      </w:r>
      <w:r>
        <w:rPr>
          <w:rtl/>
        </w:rPr>
        <w:t xml:space="preserve"> - هديه مى كند تا حضرت صاحب الامر عجل الله تعالى فرجه الشريف . </w:t>
      </w:r>
      <w:r w:rsidRPr="00616ED9">
        <w:rPr>
          <w:rStyle w:val="libFootnotenumChar"/>
          <w:rtl/>
        </w:rPr>
        <w:t>(٨٥)</w:t>
      </w:r>
    </w:p>
    <w:p w:rsidR="00910300" w:rsidRDefault="00910300" w:rsidP="00910300">
      <w:pPr>
        <w:pStyle w:val="libNormal"/>
        <w:rPr>
          <w:rtl/>
        </w:rPr>
      </w:pPr>
      <w:r>
        <w:rPr>
          <w:rtl/>
        </w:rPr>
        <w:t>نوع ديگر براى هر مطلبى و هر حاجتى هر روز هزار صلوات بر محمد و آل محمد بفرستد تا دو ماه متوالى و چون مدت تمام شد، آن مطلب هم ان شاءالله برآورده مى شود.</w:t>
      </w:r>
    </w:p>
    <w:p w:rsidR="00616ED9" w:rsidRDefault="00616ED9" w:rsidP="00616ED9">
      <w:pPr>
        <w:pStyle w:val="Heading3"/>
        <w:rPr>
          <w:rtl/>
        </w:rPr>
      </w:pPr>
      <w:r>
        <w:rPr>
          <w:rtl/>
          <w:lang w:bidi="fa-IR"/>
        </w:rPr>
        <w:br w:type="page"/>
      </w:r>
      <w:bookmarkStart w:id="980" w:name="_Toc33993793"/>
      <w:bookmarkStart w:id="981" w:name="_Toc33994075"/>
      <w:bookmarkStart w:id="982" w:name="_Toc33994357"/>
      <w:bookmarkStart w:id="983" w:name="_Toc33994640"/>
      <w:bookmarkStart w:id="984" w:name="_Toc33994923"/>
      <w:r w:rsidR="00910300">
        <w:rPr>
          <w:rtl/>
        </w:rPr>
        <w:lastRenderedPageBreak/>
        <w:t>١٨٨. ختم صلوات براى شفاى مريض</w:t>
      </w:r>
      <w:bookmarkEnd w:id="980"/>
      <w:bookmarkEnd w:id="981"/>
      <w:bookmarkEnd w:id="982"/>
      <w:bookmarkEnd w:id="983"/>
      <w:bookmarkEnd w:id="984"/>
      <w:r w:rsidR="00910300">
        <w:rPr>
          <w:rtl/>
        </w:rPr>
        <w:t xml:space="preserve"> </w:t>
      </w:r>
    </w:p>
    <w:p w:rsidR="00910300" w:rsidRDefault="00910300" w:rsidP="00616ED9">
      <w:pPr>
        <w:pStyle w:val="libNormal"/>
        <w:rPr>
          <w:rtl/>
        </w:rPr>
      </w:pPr>
      <w:r>
        <w:rPr>
          <w:rtl/>
        </w:rPr>
        <w:t xml:space="preserve"> براى شفاى مريض هايى كه پزشكان جواب كرده اند و اميدى به شفا نيست به رسول خدا صلوات الله عليه زياد صلوات فرستادن دستور داده شده ، و بهتر است به اين صورت باشد:</w:t>
      </w:r>
    </w:p>
    <w:p w:rsidR="00910300" w:rsidRDefault="00910300" w:rsidP="00910300">
      <w:pPr>
        <w:pStyle w:val="libNormal"/>
        <w:rPr>
          <w:rtl/>
        </w:rPr>
      </w:pPr>
      <w:r>
        <w:rPr>
          <w:rtl/>
        </w:rPr>
        <w:t>اللهم صل على محمد و آل محمد كما باركت على ابراهيم .</w:t>
      </w:r>
    </w:p>
    <w:p w:rsidR="00616ED9" w:rsidRDefault="00910300" w:rsidP="00616ED9">
      <w:pPr>
        <w:pStyle w:val="Heading3"/>
        <w:rPr>
          <w:rtl/>
        </w:rPr>
      </w:pPr>
      <w:bookmarkStart w:id="985" w:name="_Toc33993794"/>
      <w:bookmarkStart w:id="986" w:name="_Toc33994076"/>
      <w:bookmarkStart w:id="987" w:name="_Toc33994358"/>
      <w:bookmarkStart w:id="988" w:name="_Toc33994641"/>
      <w:bookmarkStart w:id="989" w:name="_Toc33994924"/>
      <w:r>
        <w:rPr>
          <w:rtl/>
        </w:rPr>
        <w:t>١٨٩. برآورده شدن صد حاجت</w:t>
      </w:r>
      <w:bookmarkEnd w:id="985"/>
      <w:bookmarkEnd w:id="986"/>
      <w:bookmarkEnd w:id="987"/>
      <w:bookmarkEnd w:id="988"/>
      <w:bookmarkEnd w:id="989"/>
      <w:r>
        <w:rPr>
          <w:rtl/>
        </w:rPr>
        <w:t xml:space="preserve"> </w:t>
      </w:r>
    </w:p>
    <w:p w:rsidR="00910300" w:rsidRDefault="00910300" w:rsidP="00616ED9">
      <w:pPr>
        <w:pStyle w:val="libNormal"/>
        <w:rPr>
          <w:rtl/>
        </w:rPr>
      </w:pPr>
      <w:r>
        <w:rPr>
          <w:rtl/>
        </w:rPr>
        <w:t xml:space="preserve"> امام صادق - </w:t>
      </w:r>
      <w:r w:rsidR="007560B2" w:rsidRPr="007560B2">
        <w:rPr>
          <w:rStyle w:val="libAlaemChar"/>
          <w:rtl/>
        </w:rPr>
        <w:t xml:space="preserve">عليه‌السلام </w:t>
      </w:r>
      <w:r>
        <w:rPr>
          <w:rtl/>
        </w:rPr>
        <w:t xml:space="preserve"> - مى فرمايند:</w:t>
      </w:r>
    </w:p>
    <w:p w:rsidR="00910300" w:rsidRDefault="00910300" w:rsidP="00910300">
      <w:pPr>
        <w:pStyle w:val="libNormal"/>
        <w:rPr>
          <w:rtl/>
        </w:rPr>
      </w:pPr>
      <w:r>
        <w:rPr>
          <w:rtl/>
        </w:rPr>
        <w:t>هركه صد مرتبه بگويد:يا رب صل على محمد و آل محمدحق تعالى صد حاجت او روا گرداند.</w:t>
      </w:r>
    </w:p>
    <w:p w:rsidR="00910300" w:rsidRDefault="00910300" w:rsidP="00910300">
      <w:pPr>
        <w:pStyle w:val="libNormal"/>
        <w:rPr>
          <w:rtl/>
        </w:rPr>
      </w:pPr>
      <w:r>
        <w:rPr>
          <w:rtl/>
        </w:rPr>
        <w:t xml:space="preserve">امام باقر - </w:t>
      </w:r>
      <w:r w:rsidR="007560B2" w:rsidRPr="007560B2">
        <w:rPr>
          <w:rStyle w:val="libAlaemChar"/>
          <w:rtl/>
        </w:rPr>
        <w:t xml:space="preserve">عليه‌السلام </w:t>
      </w:r>
      <w:r>
        <w:rPr>
          <w:rtl/>
        </w:rPr>
        <w:t xml:space="preserve"> - مى فرمايند: هركه عصر روز جمعه بخواند:</w:t>
      </w:r>
    </w:p>
    <w:p w:rsidR="00910300" w:rsidRDefault="00910300" w:rsidP="00D5174F">
      <w:pPr>
        <w:pStyle w:val="libNormal"/>
        <w:rPr>
          <w:rtl/>
        </w:rPr>
      </w:pPr>
      <w:r>
        <w:rPr>
          <w:rtl/>
        </w:rPr>
        <w:t xml:space="preserve">اللهم صل محمد و آل محمد الاوصياء المرضيين باءفضل صلواتك و بارك عليهم باءفضل بركاتك عليه و </w:t>
      </w:r>
      <w:r w:rsidR="007560B2" w:rsidRPr="007560B2">
        <w:rPr>
          <w:rStyle w:val="libAlaemChar"/>
          <w:rtl/>
        </w:rPr>
        <w:t>عليهم‌السلام</w:t>
      </w:r>
      <w:r>
        <w:rPr>
          <w:rtl/>
        </w:rPr>
        <w:t xml:space="preserve"> و على ارواحهم و اجسادهم و رحمتة الله و بركات</w:t>
      </w:r>
      <w:r w:rsidR="00D5174F">
        <w:rPr>
          <w:rFonts w:hint="cs"/>
          <w:rtl/>
        </w:rPr>
        <w:t xml:space="preserve"> </w:t>
      </w:r>
      <w:r>
        <w:rPr>
          <w:rtl/>
        </w:rPr>
        <w:t>حق تعالى صدهزار حاجت او را روا سازد.</w:t>
      </w:r>
    </w:p>
    <w:p w:rsidR="00616ED9" w:rsidRDefault="00910300" w:rsidP="00616ED9">
      <w:pPr>
        <w:pStyle w:val="Heading3"/>
        <w:rPr>
          <w:rtl/>
        </w:rPr>
      </w:pPr>
      <w:bookmarkStart w:id="990" w:name="_Toc33993795"/>
      <w:bookmarkStart w:id="991" w:name="_Toc33994077"/>
      <w:bookmarkStart w:id="992" w:name="_Toc33994359"/>
      <w:bookmarkStart w:id="993" w:name="_Toc33994642"/>
      <w:bookmarkStart w:id="994" w:name="_Toc33994925"/>
      <w:r>
        <w:rPr>
          <w:rtl/>
        </w:rPr>
        <w:t>١٩٠. او را دريابم</w:t>
      </w:r>
      <w:bookmarkEnd w:id="990"/>
      <w:bookmarkEnd w:id="991"/>
      <w:bookmarkEnd w:id="992"/>
      <w:bookmarkEnd w:id="993"/>
      <w:bookmarkEnd w:id="994"/>
      <w:r>
        <w:rPr>
          <w:rtl/>
        </w:rPr>
        <w:t xml:space="preserve"> </w:t>
      </w:r>
    </w:p>
    <w:p w:rsidR="00910300" w:rsidRDefault="00910300" w:rsidP="00616ED9">
      <w:pPr>
        <w:pStyle w:val="libNormal"/>
        <w:rPr>
          <w:rtl/>
        </w:rPr>
      </w:pPr>
      <w:r>
        <w:rPr>
          <w:rtl/>
        </w:rPr>
        <w:t xml:space="preserve"> رسول خدا - </w:t>
      </w:r>
      <w:r w:rsidR="00745C10" w:rsidRPr="00745C10">
        <w:rPr>
          <w:rStyle w:val="libAlaemChar"/>
          <w:rtl/>
        </w:rPr>
        <w:t>صلى‌الله‌عليه‌وآله‌وسلم</w:t>
      </w:r>
      <w:r>
        <w:rPr>
          <w:rtl/>
        </w:rPr>
        <w:t>- مى فرمايد:</w:t>
      </w:r>
    </w:p>
    <w:p w:rsidR="00910300" w:rsidRDefault="00910300" w:rsidP="00910300">
      <w:pPr>
        <w:pStyle w:val="libNormal"/>
        <w:rPr>
          <w:rtl/>
        </w:rPr>
      </w:pPr>
      <w:r>
        <w:rPr>
          <w:rtl/>
        </w:rPr>
        <w:t>هركه در هر صبح ده مرتبه و در هر شام ده مرتبه بر من صلوات فرستد من او را دريابم در وقتى كه محتاج به آن باشد.</w:t>
      </w:r>
    </w:p>
    <w:p w:rsidR="00296BC1" w:rsidRPr="00296BC1" w:rsidRDefault="00910300" w:rsidP="00296BC1">
      <w:pPr>
        <w:pStyle w:val="Heading3"/>
        <w:rPr>
          <w:rFonts w:eastAsiaTheme="minorHAnsi"/>
          <w:rtl/>
        </w:rPr>
      </w:pPr>
      <w:bookmarkStart w:id="995" w:name="_Toc33994643"/>
      <w:bookmarkStart w:id="996" w:name="_Toc33994926"/>
      <w:bookmarkStart w:id="997" w:name="_Toc33993796"/>
      <w:bookmarkStart w:id="998" w:name="_Toc33994078"/>
      <w:bookmarkStart w:id="999" w:name="_Toc33994360"/>
      <w:r w:rsidRPr="00296BC1">
        <w:rPr>
          <w:rtl/>
        </w:rPr>
        <w:t xml:space="preserve">١٩١. صلوات و توسل به حضرت زينت </w:t>
      </w:r>
      <w:r w:rsidR="00616ED9" w:rsidRPr="00296BC1">
        <w:rPr>
          <w:rStyle w:val="libAlaemChar"/>
          <w:rFonts w:eastAsiaTheme="minorHAnsi"/>
          <w:rtl/>
        </w:rPr>
        <w:t>عليها‌السلام</w:t>
      </w:r>
      <w:bookmarkEnd w:id="995"/>
      <w:bookmarkEnd w:id="996"/>
      <w:r w:rsidR="00AF46BC" w:rsidRPr="00296BC1">
        <w:rPr>
          <w:rFonts w:eastAsiaTheme="minorHAnsi" w:hint="cs"/>
          <w:rtl/>
        </w:rPr>
        <w:t xml:space="preserve"> </w:t>
      </w:r>
    </w:p>
    <w:p w:rsidR="00296BC1" w:rsidRDefault="00296BC1" w:rsidP="00296BC1">
      <w:pPr>
        <w:pStyle w:val="libNormal"/>
        <w:rPr>
          <w:rtl/>
        </w:rPr>
      </w:pPr>
    </w:p>
    <w:p w:rsidR="00910300" w:rsidRPr="00296BC1" w:rsidRDefault="00910300" w:rsidP="00296BC1">
      <w:pPr>
        <w:pStyle w:val="libNormal"/>
        <w:rPr>
          <w:rtl/>
        </w:rPr>
      </w:pPr>
      <w:r w:rsidRPr="00296BC1">
        <w:rPr>
          <w:rtl/>
        </w:rPr>
        <w:t xml:space="preserve">توسل به حضرت زينت - سلام الله عليهم - يكى از پر بركت ترين و پرفيض ترين توسلات است . طريقه توسل به آن مخدره به اين صورت است كه ٦٩ روز </w:t>
      </w:r>
      <w:r w:rsidRPr="00296BC1">
        <w:rPr>
          <w:rtl/>
        </w:rPr>
        <w:lastRenderedPageBreak/>
        <w:t>هر روز ٦٩ مرتبه صلوات هديه به حضورشان گردد، بهتر است ٦٩ تومان هم انفاق كنند.</w:t>
      </w:r>
      <w:bookmarkEnd w:id="997"/>
      <w:bookmarkEnd w:id="998"/>
      <w:bookmarkEnd w:id="999"/>
    </w:p>
    <w:p w:rsidR="00910300" w:rsidRDefault="00910300" w:rsidP="00910300">
      <w:pPr>
        <w:pStyle w:val="libNormal"/>
        <w:rPr>
          <w:rtl/>
        </w:rPr>
      </w:pPr>
      <w:r>
        <w:rPr>
          <w:rtl/>
        </w:rPr>
        <w:t>از جمله ختومات بسيار مجرب اين كه ٦٩ مرتبه صلوات به حضور آن مجلله (زينت كبرى ) سلام الله عليهم هديه نموده و ٦٩ تومان انفاق در راه خدا نماييد.</w:t>
      </w:r>
    </w:p>
    <w:p w:rsidR="00616ED9" w:rsidRDefault="00910300" w:rsidP="00616ED9">
      <w:pPr>
        <w:pStyle w:val="Heading3"/>
        <w:rPr>
          <w:rtl/>
        </w:rPr>
      </w:pPr>
      <w:bookmarkStart w:id="1000" w:name="_Toc33993797"/>
      <w:bookmarkStart w:id="1001" w:name="_Toc33994079"/>
      <w:bookmarkStart w:id="1002" w:name="_Toc33994361"/>
      <w:bookmarkStart w:id="1003" w:name="_Toc33994644"/>
      <w:bookmarkStart w:id="1004" w:name="_Toc33994927"/>
      <w:r>
        <w:rPr>
          <w:rtl/>
        </w:rPr>
        <w:t>١٩٢. نحوه برآورده شدن حاجت از زبان شيخ بهايى</w:t>
      </w:r>
      <w:bookmarkEnd w:id="1000"/>
      <w:bookmarkEnd w:id="1001"/>
      <w:bookmarkEnd w:id="1002"/>
      <w:bookmarkEnd w:id="1003"/>
      <w:bookmarkEnd w:id="1004"/>
      <w:r>
        <w:rPr>
          <w:rtl/>
        </w:rPr>
        <w:t xml:space="preserve"> </w:t>
      </w:r>
    </w:p>
    <w:p w:rsidR="00910300" w:rsidRDefault="00910300" w:rsidP="00616ED9">
      <w:pPr>
        <w:pStyle w:val="libNormal"/>
        <w:rPr>
          <w:rtl/>
        </w:rPr>
      </w:pPr>
      <w:r>
        <w:rPr>
          <w:rtl/>
        </w:rPr>
        <w:t xml:space="preserve"> شيخ بهايى مى فرمايد:</w:t>
      </w:r>
    </w:p>
    <w:p w:rsidR="00616ED9" w:rsidRDefault="00910300" w:rsidP="00910300">
      <w:pPr>
        <w:pStyle w:val="libNormal"/>
        <w:rPr>
          <w:rtl/>
        </w:rPr>
      </w:pPr>
      <w:r>
        <w:rPr>
          <w:rtl/>
        </w:rPr>
        <w:t xml:space="preserve">هركه را مهمى پيش آيد در بيابان خلوت چهار خط بكشد و يك خط در ميان آنها ترسيم كند و او را قبر پيامبر - </w:t>
      </w:r>
      <w:r w:rsidR="00745C10" w:rsidRPr="00745C10">
        <w:rPr>
          <w:rStyle w:val="libAlaemChar"/>
          <w:rtl/>
        </w:rPr>
        <w:t>صلى‌الله‌عليه‌وآله‌وسلم</w:t>
      </w:r>
      <w:r>
        <w:rPr>
          <w:rtl/>
        </w:rPr>
        <w:t>- فرض كند و نظر به خط مفروض نموده با اشاره به آن دوازده هزاربار بگويد:صلى الله عليك يا رسول اللهحاجتش روا شود.</w:t>
      </w:r>
    </w:p>
    <w:p w:rsidR="00910300" w:rsidRDefault="00616ED9" w:rsidP="00616ED9">
      <w:pPr>
        <w:pStyle w:val="Heading3"/>
        <w:rPr>
          <w:rtl/>
        </w:rPr>
      </w:pPr>
      <w:r>
        <w:rPr>
          <w:rtl/>
        </w:rPr>
        <w:br w:type="page"/>
      </w:r>
      <w:bookmarkStart w:id="1005" w:name="_Toc33993798"/>
      <w:bookmarkStart w:id="1006" w:name="_Toc33994080"/>
      <w:bookmarkStart w:id="1007" w:name="_Toc33994362"/>
      <w:bookmarkStart w:id="1008" w:name="_Toc33994645"/>
      <w:bookmarkStart w:id="1009" w:name="_Toc33994928"/>
      <w:r w:rsidR="00910300">
        <w:rPr>
          <w:rtl/>
        </w:rPr>
        <w:lastRenderedPageBreak/>
        <w:t>١٩٣. دو ركعت نماز حاجت</w:t>
      </w:r>
      <w:bookmarkEnd w:id="1005"/>
      <w:bookmarkEnd w:id="1006"/>
      <w:bookmarkEnd w:id="1007"/>
      <w:bookmarkEnd w:id="1008"/>
      <w:bookmarkEnd w:id="1009"/>
      <w:r w:rsidR="00910300">
        <w:rPr>
          <w:rtl/>
        </w:rPr>
        <w:t xml:space="preserve"> </w:t>
      </w:r>
    </w:p>
    <w:p w:rsidR="00910300" w:rsidRDefault="00910300" w:rsidP="00910300">
      <w:pPr>
        <w:pStyle w:val="libNormal"/>
        <w:rPr>
          <w:rtl/>
        </w:rPr>
      </w:pPr>
      <w:r>
        <w:rPr>
          <w:rtl/>
        </w:rPr>
        <w:t xml:space="preserve">در ثلث آخر شب جمعه دو ركعت نماز حاجت بخوانيد بعد از سلام نماز صلواتبفرستيد، سپس بگوييد:بسم الله الرحمن الرحيم و صدبار صلوات *** بفرستيد،سه شب جمعه تكرار كنيد. حاجت روا مى شويد. </w:t>
      </w:r>
      <w:r w:rsidRPr="00616ED9">
        <w:rPr>
          <w:rStyle w:val="libFootnotenumChar"/>
          <w:rtl/>
        </w:rPr>
        <w:t>(٨٦)</w:t>
      </w:r>
    </w:p>
    <w:p w:rsidR="00616ED9" w:rsidRDefault="00910300" w:rsidP="00616ED9">
      <w:pPr>
        <w:pStyle w:val="Heading3"/>
        <w:rPr>
          <w:rtl/>
        </w:rPr>
      </w:pPr>
      <w:bookmarkStart w:id="1010" w:name="_Toc33993799"/>
      <w:bookmarkStart w:id="1011" w:name="_Toc33994081"/>
      <w:bookmarkStart w:id="1012" w:name="_Toc33994363"/>
      <w:bookmarkStart w:id="1013" w:name="_Toc33994646"/>
      <w:bookmarkStart w:id="1014" w:name="_Toc33994929"/>
      <w:r>
        <w:rPr>
          <w:rtl/>
        </w:rPr>
        <w:t>١٩٤. برآورده شدن حاجت كنار قبر حضرت</w:t>
      </w:r>
      <w:r w:rsidR="00616ED9">
        <w:rPr>
          <w:rFonts w:hint="cs"/>
          <w:rtl/>
        </w:rPr>
        <w:t xml:space="preserve"> </w:t>
      </w:r>
      <w:r>
        <w:rPr>
          <w:rtl/>
        </w:rPr>
        <w:t xml:space="preserve">رسول </w:t>
      </w:r>
      <w:r w:rsidR="007560B2" w:rsidRPr="007560B2">
        <w:rPr>
          <w:rStyle w:val="libAlaemChar"/>
          <w:rtl/>
        </w:rPr>
        <w:t>صلى‌الله‌عليه‌وآله‌وسلم</w:t>
      </w:r>
      <w:bookmarkEnd w:id="1010"/>
      <w:bookmarkEnd w:id="1011"/>
      <w:bookmarkEnd w:id="1012"/>
      <w:bookmarkEnd w:id="1013"/>
      <w:bookmarkEnd w:id="1014"/>
    </w:p>
    <w:p w:rsidR="00910300" w:rsidRDefault="00910300" w:rsidP="00616ED9">
      <w:pPr>
        <w:pStyle w:val="libNormal"/>
        <w:rPr>
          <w:rtl/>
        </w:rPr>
      </w:pPr>
      <w:r>
        <w:rPr>
          <w:rtl/>
        </w:rPr>
        <w:t xml:space="preserve">هركس نزديك قبر رسول خدا - </w:t>
      </w:r>
      <w:r w:rsidR="00745C10" w:rsidRPr="00745C10">
        <w:rPr>
          <w:rStyle w:val="libAlaemChar"/>
          <w:rtl/>
        </w:rPr>
        <w:t>صلى‌الله‌عليه‌وآله‌وسلم</w:t>
      </w:r>
      <w:r>
        <w:rPr>
          <w:rtl/>
        </w:rPr>
        <w:t>- ايستاده و آيهان الله و ملائكتهرا تا آخر بخواند و هفتاد مرتبه بگويد:صلى الله عليك يا رسول اللهحاجتى كه دارد، بخواهد رد نمى شود.</w:t>
      </w:r>
    </w:p>
    <w:p w:rsidR="00616ED9" w:rsidRDefault="00910300" w:rsidP="00616ED9">
      <w:pPr>
        <w:pStyle w:val="Heading3"/>
        <w:rPr>
          <w:rtl/>
        </w:rPr>
      </w:pPr>
      <w:bookmarkStart w:id="1015" w:name="_Toc33993800"/>
      <w:bookmarkStart w:id="1016" w:name="_Toc33994082"/>
      <w:bookmarkStart w:id="1017" w:name="_Toc33994364"/>
      <w:bookmarkStart w:id="1018" w:name="_Toc33994647"/>
      <w:bookmarkStart w:id="1019" w:name="_Toc33994930"/>
      <w:r>
        <w:rPr>
          <w:rtl/>
        </w:rPr>
        <w:t>١٩٥. صلوات و سه عنايت خداوندى</w:t>
      </w:r>
      <w:bookmarkEnd w:id="1015"/>
      <w:bookmarkEnd w:id="1016"/>
      <w:bookmarkEnd w:id="1017"/>
      <w:bookmarkEnd w:id="1018"/>
      <w:bookmarkEnd w:id="1019"/>
      <w:r>
        <w:rPr>
          <w:rtl/>
        </w:rPr>
        <w:t xml:space="preserve"> </w:t>
      </w:r>
    </w:p>
    <w:p w:rsidR="00910300" w:rsidRDefault="00910300" w:rsidP="00616ED9">
      <w:pPr>
        <w:pStyle w:val="libNormal"/>
        <w:rPr>
          <w:rtl/>
        </w:rPr>
      </w:pPr>
      <w:r>
        <w:rPr>
          <w:rtl/>
        </w:rPr>
        <w:t xml:space="preserve"> رسول خدا - </w:t>
      </w:r>
      <w:r w:rsidR="00745C10" w:rsidRPr="00745C10">
        <w:rPr>
          <w:rStyle w:val="libAlaemChar"/>
          <w:rtl/>
        </w:rPr>
        <w:t>صلى‌الله‌عليه‌وآله‌وسلم</w:t>
      </w:r>
      <w:r>
        <w:rPr>
          <w:rtl/>
        </w:rPr>
        <w:t>- مى فرمايد:</w:t>
      </w:r>
    </w:p>
    <w:p w:rsidR="00910300" w:rsidRDefault="00910300" w:rsidP="00910300">
      <w:pPr>
        <w:pStyle w:val="libNormal"/>
        <w:rPr>
          <w:rtl/>
        </w:rPr>
      </w:pPr>
      <w:r>
        <w:rPr>
          <w:rtl/>
        </w:rPr>
        <w:t>هركس بعد از نمازظهر صدمرتبه صلوات بفرستد، خداوند با او سه كار كند: اول اين كه مديون نشود و اگر مديون شود خداوند ادا كند، دوم اين كه ايمان او را از زوال حفظ كند كه اين بزرگ ترين بخشش است ، سوم اين كه روز قيامت از نعمتى كه به او داده نپرسد.</w:t>
      </w:r>
    </w:p>
    <w:p w:rsidR="00616ED9" w:rsidRDefault="00910300" w:rsidP="00616ED9">
      <w:pPr>
        <w:pStyle w:val="Heading3"/>
        <w:rPr>
          <w:rtl/>
        </w:rPr>
      </w:pPr>
      <w:bookmarkStart w:id="1020" w:name="_Toc33993801"/>
      <w:bookmarkStart w:id="1021" w:name="_Toc33994083"/>
      <w:bookmarkStart w:id="1022" w:name="_Toc33994365"/>
      <w:bookmarkStart w:id="1023" w:name="_Toc33994648"/>
      <w:bookmarkStart w:id="1024" w:name="_Toc33994931"/>
      <w:r>
        <w:rPr>
          <w:rtl/>
        </w:rPr>
        <w:t>١٩٦. توسل به حضرت رسول در هنگام غم و اندوه</w:t>
      </w:r>
      <w:bookmarkEnd w:id="1020"/>
      <w:bookmarkEnd w:id="1021"/>
      <w:bookmarkEnd w:id="1022"/>
      <w:bookmarkEnd w:id="1023"/>
      <w:bookmarkEnd w:id="1024"/>
      <w:r>
        <w:rPr>
          <w:rtl/>
        </w:rPr>
        <w:t xml:space="preserve"> </w:t>
      </w:r>
    </w:p>
    <w:p w:rsidR="00616ED9" w:rsidRDefault="00910300" w:rsidP="00616ED9">
      <w:pPr>
        <w:pStyle w:val="libNormal"/>
        <w:rPr>
          <w:rtl/>
        </w:rPr>
      </w:pPr>
      <w:r>
        <w:rPr>
          <w:rtl/>
        </w:rPr>
        <w:t xml:space="preserve"> به هنگامى بروز حوادثى كه غم و اندوه مى آورند، توسل به رسول اكرم - </w:t>
      </w:r>
      <w:r w:rsidR="00745C10" w:rsidRPr="00745C10">
        <w:rPr>
          <w:rStyle w:val="libAlaemChar"/>
          <w:rtl/>
        </w:rPr>
        <w:t>صلى‌الله‌عليه‌وآله‌وسلم</w:t>
      </w:r>
      <w:r>
        <w:rPr>
          <w:rtl/>
        </w:rPr>
        <w:t>- بهترين ملجا و پناه مى باشد، جهت توسل به آن حضرت تا يك اربعين ،اللهم صل على النبى الرحمة و شفيع الامة و كاشف الغمه محمد و آله الجمعينرا روزانه ٩٢ يا ١٣٢ مرتبه متذكر شوند بسيار مجرب است .</w:t>
      </w:r>
    </w:p>
    <w:p w:rsidR="00910300" w:rsidRDefault="00616ED9" w:rsidP="00616ED9">
      <w:pPr>
        <w:pStyle w:val="libNormal"/>
        <w:rPr>
          <w:rtl/>
        </w:rPr>
      </w:pPr>
      <w:r>
        <w:rPr>
          <w:rtl/>
        </w:rPr>
        <w:br w:type="page"/>
      </w:r>
    </w:p>
    <w:p w:rsidR="00616ED9" w:rsidRDefault="00910300" w:rsidP="00616ED9">
      <w:pPr>
        <w:pStyle w:val="Heading3"/>
        <w:rPr>
          <w:rtl/>
        </w:rPr>
      </w:pPr>
      <w:bookmarkStart w:id="1025" w:name="_Toc33993802"/>
      <w:bookmarkStart w:id="1026" w:name="_Toc33994084"/>
      <w:bookmarkStart w:id="1027" w:name="_Toc33994366"/>
      <w:bookmarkStart w:id="1028" w:name="_Toc33994649"/>
      <w:bookmarkStart w:id="1029" w:name="_Toc33994932"/>
      <w:r>
        <w:rPr>
          <w:rtl/>
        </w:rPr>
        <w:t>١٩٧. دعاى دائم الفضل در شب عيد فطر</w:t>
      </w:r>
      <w:bookmarkEnd w:id="1025"/>
      <w:bookmarkEnd w:id="1026"/>
      <w:bookmarkEnd w:id="1027"/>
      <w:bookmarkEnd w:id="1028"/>
      <w:bookmarkEnd w:id="1029"/>
    </w:p>
    <w:p w:rsidR="00910300" w:rsidRDefault="00910300" w:rsidP="00616ED9">
      <w:pPr>
        <w:pStyle w:val="libNormal"/>
        <w:rPr>
          <w:rtl/>
        </w:rPr>
      </w:pPr>
      <w:r>
        <w:rPr>
          <w:rtl/>
        </w:rPr>
        <w:t xml:space="preserve"> در هرشب جمعه يا شب عيد فطر ده مرتبه بخواند:</w:t>
      </w:r>
    </w:p>
    <w:p w:rsidR="00910300" w:rsidRDefault="00910300" w:rsidP="00910300">
      <w:pPr>
        <w:pStyle w:val="libNormal"/>
        <w:rPr>
          <w:rtl/>
        </w:rPr>
      </w:pPr>
      <w:r>
        <w:rPr>
          <w:rtl/>
        </w:rPr>
        <w:t>يا دائم الفضل على البريةتافى هذه العشيةكه در مفاتيح الجنان شيخ عباس قمى موجود است .</w:t>
      </w:r>
    </w:p>
    <w:p w:rsidR="00616ED9" w:rsidRDefault="00910300" w:rsidP="00616ED9">
      <w:pPr>
        <w:pStyle w:val="Heading3"/>
        <w:rPr>
          <w:rtl/>
        </w:rPr>
      </w:pPr>
      <w:bookmarkStart w:id="1030" w:name="_Toc33993803"/>
      <w:bookmarkStart w:id="1031" w:name="_Toc33994085"/>
      <w:bookmarkStart w:id="1032" w:name="_Toc33994367"/>
      <w:bookmarkStart w:id="1033" w:name="_Toc33994650"/>
      <w:bookmarkStart w:id="1034" w:name="_Toc33994933"/>
      <w:r>
        <w:rPr>
          <w:rtl/>
        </w:rPr>
        <w:t xml:space="preserve">١٩٨. هديه به امام عصر </w:t>
      </w:r>
      <w:r w:rsidR="00745C10" w:rsidRPr="00745C10">
        <w:rPr>
          <w:rStyle w:val="libAlaemChar"/>
          <w:rtl/>
        </w:rPr>
        <w:t>عليها‌السلام</w:t>
      </w:r>
      <w:bookmarkEnd w:id="1030"/>
      <w:bookmarkEnd w:id="1031"/>
      <w:bookmarkEnd w:id="1032"/>
      <w:bookmarkEnd w:id="1033"/>
      <w:bookmarkEnd w:id="1034"/>
      <w:r w:rsidR="00745C10" w:rsidRPr="00745C10">
        <w:rPr>
          <w:rStyle w:val="libAlaemChar"/>
          <w:rtl/>
        </w:rPr>
        <w:t xml:space="preserve"> </w:t>
      </w:r>
      <w:r w:rsidR="007560B2" w:rsidRPr="007560B2">
        <w:rPr>
          <w:rStyle w:val="libAlaemChar"/>
          <w:rtl/>
        </w:rPr>
        <w:t xml:space="preserve"> </w:t>
      </w:r>
    </w:p>
    <w:p w:rsidR="00910300" w:rsidRDefault="00910300" w:rsidP="00616ED9">
      <w:pPr>
        <w:pStyle w:val="libNormal"/>
        <w:rPr>
          <w:rtl/>
        </w:rPr>
      </w:pPr>
      <w:r>
        <w:rPr>
          <w:rtl/>
        </w:rPr>
        <w:t xml:space="preserve"> صبح جمعه رو به قبله سه مرتبه سوره توحيد هديه به امام زمان عجل الله تعالى فرجه الشريف كند، سپس بدون تكلم باكسى چهارده هزارمرتبه صلوات بفرستد.</w:t>
      </w:r>
    </w:p>
    <w:p w:rsidR="00616ED9" w:rsidRDefault="00910300" w:rsidP="00616ED9">
      <w:pPr>
        <w:pStyle w:val="Heading3"/>
        <w:rPr>
          <w:rtl/>
        </w:rPr>
      </w:pPr>
      <w:bookmarkStart w:id="1035" w:name="_Toc33993804"/>
      <w:bookmarkStart w:id="1036" w:name="_Toc33994086"/>
      <w:bookmarkStart w:id="1037" w:name="_Toc33994368"/>
      <w:bookmarkStart w:id="1038" w:name="_Toc33994651"/>
      <w:bookmarkStart w:id="1039" w:name="_Toc33994934"/>
      <w:r>
        <w:rPr>
          <w:rtl/>
        </w:rPr>
        <w:t>١٩٩. چهل روز مداومت به صلوات</w:t>
      </w:r>
      <w:bookmarkEnd w:id="1035"/>
      <w:bookmarkEnd w:id="1036"/>
      <w:bookmarkEnd w:id="1037"/>
      <w:bookmarkEnd w:id="1038"/>
      <w:bookmarkEnd w:id="1039"/>
      <w:r>
        <w:rPr>
          <w:rtl/>
        </w:rPr>
        <w:t xml:space="preserve"> </w:t>
      </w:r>
    </w:p>
    <w:p w:rsidR="00910300" w:rsidRDefault="00910300" w:rsidP="00616ED9">
      <w:pPr>
        <w:pStyle w:val="libNormal"/>
        <w:rPr>
          <w:rtl/>
        </w:rPr>
      </w:pPr>
      <w:r>
        <w:rPr>
          <w:rtl/>
        </w:rPr>
        <w:t xml:space="preserve"> چهل روز با توجه به مراعات شرعى ٥٥٧ مرتبه صلوات بفرستيد.</w:t>
      </w:r>
    </w:p>
    <w:p w:rsidR="00616ED9" w:rsidRDefault="00910300" w:rsidP="00616ED9">
      <w:pPr>
        <w:pStyle w:val="Heading3"/>
        <w:rPr>
          <w:rtl/>
        </w:rPr>
      </w:pPr>
      <w:bookmarkStart w:id="1040" w:name="_Toc33993805"/>
      <w:bookmarkStart w:id="1041" w:name="_Toc33994087"/>
      <w:bookmarkStart w:id="1042" w:name="_Toc33994369"/>
      <w:bookmarkStart w:id="1043" w:name="_Toc33994652"/>
      <w:bookmarkStart w:id="1044" w:name="_Toc33994935"/>
      <w:r>
        <w:rPr>
          <w:rtl/>
        </w:rPr>
        <w:t>٢٠٠. توسل به حضرت رسول با صلوات</w:t>
      </w:r>
      <w:bookmarkEnd w:id="1040"/>
      <w:bookmarkEnd w:id="1041"/>
      <w:bookmarkEnd w:id="1042"/>
      <w:bookmarkEnd w:id="1043"/>
      <w:bookmarkEnd w:id="1044"/>
      <w:r>
        <w:rPr>
          <w:rtl/>
        </w:rPr>
        <w:t xml:space="preserve"> </w:t>
      </w:r>
    </w:p>
    <w:p w:rsidR="00910300" w:rsidRDefault="00910300" w:rsidP="00616ED9">
      <w:pPr>
        <w:pStyle w:val="libNormal"/>
        <w:rPr>
          <w:rtl/>
        </w:rPr>
      </w:pPr>
      <w:r>
        <w:rPr>
          <w:rtl/>
        </w:rPr>
        <w:t xml:space="preserve"> متوسل به رسول الله شويد نود و دو روز با وضو و توجه ، رو به قبيله نشسته ، روزانه هزارمرتبه صلوات بفرستيد و حاجت بخواهيد.</w:t>
      </w:r>
    </w:p>
    <w:p w:rsidR="00616ED9" w:rsidRDefault="00910300" w:rsidP="00616ED9">
      <w:pPr>
        <w:pStyle w:val="Heading3"/>
        <w:rPr>
          <w:rtl/>
        </w:rPr>
      </w:pPr>
      <w:bookmarkStart w:id="1045" w:name="_Toc33993806"/>
      <w:bookmarkStart w:id="1046" w:name="_Toc33994088"/>
      <w:bookmarkStart w:id="1047" w:name="_Toc33994370"/>
      <w:bookmarkStart w:id="1048" w:name="_Toc33994653"/>
      <w:bookmarkStart w:id="1049" w:name="_Toc33994936"/>
      <w:r>
        <w:rPr>
          <w:rtl/>
        </w:rPr>
        <w:t>٢٠١. يك اربعين صلوات فرستادن</w:t>
      </w:r>
      <w:bookmarkEnd w:id="1045"/>
      <w:bookmarkEnd w:id="1046"/>
      <w:bookmarkEnd w:id="1047"/>
      <w:bookmarkEnd w:id="1048"/>
      <w:bookmarkEnd w:id="1049"/>
      <w:r>
        <w:rPr>
          <w:rtl/>
        </w:rPr>
        <w:t xml:space="preserve"> </w:t>
      </w:r>
    </w:p>
    <w:p w:rsidR="00616ED9" w:rsidRDefault="00910300" w:rsidP="00616ED9">
      <w:pPr>
        <w:pStyle w:val="libNormal"/>
        <w:rPr>
          <w:rtl/>
        </w:rPr>
      </w:pPr>
      <w:r>
        <w:rPr>
          <w:rtl/>
        </w:rPr>
        <w:t xml:space="preserve"> يك اربعين به عدد نام يكى از معصومين صلوات بفرستيد و ثواب آن را هديه به پيشگاه يكى از آن بزرگواران كنيد، مهمات شما برآورده مى شود.</w:t>
      </w:r>
    </w:p>
    <w:p w:rsidR="00616ED9" w:rsidRDefault="00616ED9" w:rsidP="00616ED9">
      <w:pPr>
        <w:pStyle w:val="Heading3"/>
        <w:rPr>
          <w:rtl/>
        </w:rPr>
      </w:pPr>
      <w:r>
        <w:rPr>
          <w:rtl/>
        </w:rPr>
        <w:br w:type="page"/>
      </w:r>
      <w:bookmarkStart w:id="1050" w:name="_Toc33993807"/>
      <w:bookmarkStart w:id="1051" w:name="_Toc33994089"/>
      <w:bookmarkStart w:id="1052" w:name="_Toc33994371"/>
      <w:bookmarkStart w:id="1053" w:name="_Toc33994654"/>
      <w:bookmarkStart w:id="1054" w:name="_Toc33994937"/>
      <w:r w:rsidR="00910300">
        <w:rPr>
          <w:rtl/>
        </w:rPr>
        <w:lastRenderedPageBreak/>
        <w:t xml:space="preserve">٢٠٢. صلوات در راه ولايت على </w:t>
      </w:r>
      <w:r w:rsidR="00745C10" w:rsidRPr="00745C10">
        <w:rPr>
          <w:rStyle w:val="libAlaemChar"/>
          <w:rtl/>
        </w:rPr>
        <w:t xml:space="preserve">عليها‌السلام </w:t>
      </w:r>
      <w:r w:rsidR="007560B2" w:rsidRPr="007560B2">
        <w:rPr>
          <w:rStyle w:val="libAlaemChar"/>
          <w:rtl/>
        </w:rPr>
        <w:t xml:space="preserve"> </w:t>
      </w:r>
      <w:r w:rsidR="00910300">
        <w:rPr>
          <w:rtl/>
        </w:rPr>
        <w:t>و اهل بيت</w:t>
      </w:r>
      <w:bookmarkEnd w:id="1050"/>
      <w:bookmarkEnd w:id="1051"/>
      <w:bookmarkEnd w:id="1052"/>
      <w:bookmarkEnd w:id="1053"/>
      <w:bookmarkEnd w:id="1054"/>
      <w:r w:rsidR="00910300">
        <w:rPr>
          <w:rtl/>
        </w:rPr>
        <w:t xml:space="preserve"> </w:t>
      </w:r>
    </w:p>
    <w:p w:rsidR="00910300" w:rsidRDefault="00910300" w:rsidP="00616ED9">
      <w:pPr>
        <w:pStyle w:val="libNormal"/>
        <w:rPr>
          <w:rtl/>
        </w:rPr>
      </w:pPr>
      <w:r>
        <w:rPr>
          <w:rtl/>
        </w:rPr>
        <w:t xml:space="preserve"> روزى ٢٧٥٠ مرتبه صلوات بر محمد و آل محمد فرستادن ثوابش را هديه به ارواح كسانى نماييد كه در راه ولايت على - </w:t>
      </w:r>
      <w:r w:rsidR="007560B2" w:rsidRPr="007560B2">
        <w:rPr>
          <w:rStyle w:val="libAlaemChar"/>
          <w:rtl/>
        </w:rPr>
        <w:t xml:space="preserve">عليه‌السلام </w:t>
      </w:r>
      <w:r>
        <w:rPr>
          <w:rtl/>
        </w:rPr>
        <w:t xml:space="preserve"> - و احقاق حقوق اهل بيت عصمت و صهارت - </w:t>
      </w:r>
      <w:r w:rsidR="007560B2" w:rsidRPr="007560B2">
        <w:rPr>
          <w:rStyle w:val="libAlaemChar"/>
          <w:rtl/>
        </w:rPr>
        <w:t xml:space="preserve">عليه‌السلام </w:t>
      </w:r>
      <w:r>
        <w:rPr>
          <w:rtl/>
        </w:rPr>
        <w:t xml:space="preserve"> - از صدر اسلام به درجه شهادت رسيده اند.</w:t>
      </w:r>
    </w:p>
    <w:p w:rsidR="00616ED9" w:rsidRDefault="00910300" w:rsidP="00616ED9">
      <w:pPr>
        <w:pStyle w:val="Heading3"/>
        <w:rPr>
          <w:rtl/>
        </w:rPr>
      </w:pPr>
      <w:bookmarkStart w:id="1055" w:name="_Toc33993808"/>
      <w:bookmarkStart w:id="1056" w:name="_Toc33994090"/>
      <w:bookmarkStart w:id="1057" w:name="_Toc33994372"/>
      <w:bookmarkStart w:id="1058" w:name="_Toc33994655"/>
      <w:bookmarkStart w:id="1059" w:name="_Toc33994938"/>
      <w:r>
        <w:rPr>
          <w:rtl/>
        </w:rPr>
        <w:t>٢٠٣. صلوات به روح شهداى كربلا</w:t>
      </w:r>
      <w:bookmarkEnd w:id="1055"/>
      <w:bookmarkEnd w:id="1056"/>
      <w:bookmarkEnd w:id="1057"/>
      <w:bookmarkEnd w:id="1058"/>
      <w:bookmarkEnd w:id="1059"/>
    </w:p>
    <w:p w:rsidR="00910300" w:rsidRDefault="00910300" w:rsidP="00616ED9">
      <w:pPr>
        <w:pStyle w:val="libNormal"/>
        <w:rPr>
          <w:rtl/>
        </w:rPr>
      </w:pPr>
      <w:r>
        <w:rPr>
          <w:rtl/>
        </w:rPr>
        <w:t xml:space="preserve"> اين كه ٧٢ هزار صلوات در ٧٢ روز هديه به ارواح مطهر شهداى كربلا نماييد.</w:t>
      </w:r>
    </w:p>
    <w:p w:rsidR="00616ED9" w:rsidRDefault="00910300" w:rsidP="00616ED9">
      <w:pPr>
        <w:pStyle w:val="Heading3"/>
        <w:rPr>
          <w:rtl/>
        </w:rPr>
      </w:pPr>
      <w:bookmarkStart w:id="1060" w:name="_Toc33993809"/>
      <w:bookmarkStart w:id="1061" w:name="_Toc33994091"/>
      <w:bookmarkStart w:id="1062" w:name="_Toc33994373"/>
      <w:bookmarkStart w:id="1063" w:name="_Toc33994656"/>
      <w:bookmarkStart w:id="1064" w:name="_Toc33994939"/>
      <w:r>
        <w:rPr>
          <w:rtl/>
        </w:rPr>
        <w:t>٢٠٤. صلوات براى رهايى از بند</w:t>
      </w:r>
      <w:bookmarkEnd w:id="1060"/>
      <w:bookmarkEnd w:id="1061"/>
      <w:bookmarkEnd w:id="1062"/>
      <w:bookmarkEnd w:id="1063"/>
      <w:bookmarkEnd w:id="1064"/>
    </w:p>
    <w:p w:rsidR="00910300" w:rsidRDefault="00910300" w:rsidP="00616ED9">
      <w:pPr>
        <w:pStyle w:val="libNormal"/>
        <w:rPr>
          <w:rtl/>
        </w:rPr>
      </w:pPr>
      <w:r>
        <w:rPr>
          <w:rtl/>
        </w:rPr>
        <w:t xml:space="preserve"> براى عده اى از اهل سير و سلوك به تجربه رسيده است به عدد بسم الله الرحمن الرحيم ، اين كه ٧٨٦ مرتبه صلوات براى وسعت رزق و خلاصى از بند مجرب است .</w:t>
      </w:r>
    </w:p>
    <w:p w:rsidR="00616ED9" w:rsidRDefault="00910300" w:rsidP="00616ED9">
      <w:pPr>
        <w:pStyle w:val="Heading3"/>
        <w:rPr>
          <w:rtl/>
        </w:rPr>
      </w:pPr>
      <w:bookmarkStart w:id="1065" w:name="_Toc33993810"/>
      <w:bookmarkStart w:id="1066" w:name="_Toc33994092"/>
      <w:bookmarkStart w:id="1067" w:name="_Toc33994374"/>
      <w:bookmarkStart w:id="1068" w:name="_Toc33994657"/>
      <w:bookmarkStart w:id="1069" w:name="_Toc33994940"/>
      <w:r>
        <w:rPr>
          <w:rtl/>
        </w:rPr>
        <w:t>٢٠٥. صلوات هديه به ارواح مؤ منين</w:t>
      </w:r>
      <w:bookmarkEnd w:id="1065"/>
      <w:bookmarkEnd w:id="1066"/>
      <w:bookmarkEnd w:id="1067"/>
      <w:bookmarkEnd w:id="1068"/>
      <w:bookmarkEnd w:id="1069"/>
      <w:r>
        <w:rPr>
          <w:rtl/>
        </w:rPr>
        <w:t xml:space="preserve"> </w:t>
      </w:r>
    </w:p>
    <w:p w:rsidR="00910300" w:rsidRDefault="00910300" w:rsidP="00616ED9">
      <w:pPr>
        <w:pStyle w:val="libNormal"/>
        <w:rPr>
          <w:rtl/>
        </w:rPr>
      </w:pPr>
      <w:r>
        <w:rPr>
          <w:rtl/>
        </w:rPr>
        <w:t xml:space="preserve"> از شيخ حسن على نخودكى است كه شب هاى جمعه يك سوره پس با ١١٠ مرتبه صلوات هديه به ارواح مؤ منين صلوات وادى السلام نجف اشرف نمايند كه از جهات معنوى و مادى به نتيجه رسيده است .</w:t>
      </w:r>
    </w:p>
    <w:p w:rsidR="00616ED9" w:rsidRDefault="00910300" w:rsidP="00616ED9">
      <w:pPr>
        <w:pStyle w:val="Heading3"/>
        <w:rPr>
          <w:rtl/>
        </w:rPr>
      </w:pPr>
      <w:bookmarkStart w:id="1070" w:name="_Toc33993811"/>
      <w:bookmarkStart w:id="1071" w:name="_Toc33994093"/>
      <w:bookmarkStart w:id="1072" w:name="_Toc33994375"/>
      <w:bookmarkStart w:id="1073" w:name="_Toc33994658"/>
      <w:bookmarkStart w:id="1074" w:name="_Toc33994941"/>
      <w:r>
        <w:rPr>
          <w:rtl/>
        </w:rPr>
        <w:t>٢٠٦. توسل به حمزه سيدالشهداء</w:t>
      </w:r>
      <w:bookmarkEnd w:id="1070"/>
      <w:bookmarkEnd w:id="1071"/>
      <w:bookmarkEnd w:id="1072"/>
      <w:bookmarkEnd w:id="1073"/>
      <w:bookmarkEnd w:id="1074"/>
    </w:p>
    <w:p w:rsidR="00910300" w:rsidRDefault="00910300" w:rsidP="00616ED9">
      <w:pPr>
        <w:pStyle w:val="libNormal"/>
        <w:rPr>
          <w:rtl/>
        </w:rPr>
      </w:pPr>
      <w:r>
        <w:rPr>
          <w:rtl/>
        </w:rPr>
        <w:t xml:space="preserve"> يك اربعين روزى ٦٠مرتبه صلوات هديه به آن حضرت نماييد.</w:t>
      </w:r>
    </w:p>
    <w:p w:rsidR="00616ED9" w:rsidRDefault="00616ED9" w:rsidP="00616ED9">
      <w:pPr>
        <w:pStyle w:val="libNormal"/>
        <w:rPr>
          <w:rtl/>
        </w:rPr>
      </w:pPr>
    </w:p>
    <w:p w:rsidR="00616ED9" w:rsidRDefault="00910300" w:rsidP="00616ED9">
      <w:pPr>
        <w:pStyle w:val="Heading3"/>
        <w:rPr>
          <w:rtl/>
        </w:rPr>
      </w:pPr>
      <w:bookmarkStart w:id="1075" w:name="_Toc33993812"/>
      <w:bookmarkStart w:id="1076" w:name="_Toc33994094"/>
      <w:bookmarkStart w:id="1077" w:name="_Toc33994376"/>
      <w:bookmarkStart w:id="1078" w:name="_Toc33994659"/>
      <w:bookmarkStart w:id="1079" w:name="_Toc33994942"/>
      <w:r>
        <w:rPr>
          <w:rtl/>
        </w:rPr>
        <w:lastRenderedPageBreak/>
        <w:t>٢٠٧. براى گشايش امور</w:t>
      </w:r>
      <w:bookmarkEnd w:id="1075"/>
      <w:bookmarkEnd w:id="1076"/>
      <w:bookmarkEnd w:id="1077"/>
      <w:bookmarkEnd w:id="1078"/>
      <w:bookmarkEnd w:id="1079"/>
    </w:p>
    <w:p w:rsidR="00616ED9" w:rsidRDefault="00910300" w:rsidP="00616ED9">
      <w:pPr>
        <w:pStyle w:val="libNormal"/>
        <w:rPr>
          <w:rtl/>
        </w:rPr>
      </w:pPr>
      <w:r>
        <w:rPr>
          <w:rtl/>
        </w:rPr>
        <w:t xml:space="preserve"> يكى از ختومات بسيار مجرب براى گشايش مادى : صبح ها بعد از نماز صبح ٧٠ مرتبهلافقى الا على لا سيف الا ذوالفقارو شب ها بعد از نماز مغرب ١١٠ مرتبه صلوات بفرستيد.</w:t>
      </w:r>
    </w:p>
    <w:p w:rsidR="00616ED9" w:rsidRDefault="00616ED9" w:rsidP="00616ED9">
      <w:pPr>
        <w:pStyle w:val="Heading3"/>
        <w:rPr>
          <w:rtl/>
        </w:rPr>
      </w:pPr>
      <w:r>
        <w:rPr>
          <w:rtl/>
        </w:rPr>
        <w:br w:type="page"/>
      </w:r>
      <w:bookmarkStart w:id="1080" w:name="_Toc33993813"/>
      <w:bookmarkStart w:id="1081" w:name="_Toc33994095"/>
      <w:bookmarkStart w:id="1082" w:name="_Toc33994377"/>
      <w:bookmarkStart w:id="1083" w:name="_Toc33994660"/>
      <w:bookmarkStart w:id="1084" w:name="_Toc33994943"/>
      <w:r w:rsidR="00910300">
        <w:rPr>
          <w:rtl/>
        </w:rPr>
        <w:lastRenderedPageBreak/>
        <w:t>٢٠٨. توسل به ام البنين</w:t>
      </w:r>
      <w:bookmarkEnd w:id="1080"/>
      <w:bookmarkEnd w:id="1081"/>
      <w:bookmarkEnd w:id="1082"/>
      <w:bookmarkEnd w:id="1083"/>
      <w:bookmarkEnd w:id="1084"/>
      <w:r w:rsidR="00910300">
        <w:rPr>
          <w:rtl/>
        </w:rPr>
        <w:t xml:space="preserve"> </w:t>
      </w:r>
    </w:p>
    <w:p w:rsidR="00910300" w:rsidRDefault="00910300" w:rsidP="00616ED9">
      <w:pPr>
        <w:pStyle w:val="libNormal"/>
        <w:rPr>
          <w:rtl/>
        </w:rPr>
      </w:pPr>
      <w:r>
        <w:rPr>
          <w:rtl/>
        </w:rPr>
        <w:t xml:space="preserve"> توسل به حضرت فاطمه ام البنين مادر حضرت ابوالفضل العباس - </w:t>
      </w:r>
      <w:r w:rsidR="007560B2" w:rsidRPr="007560B2">
        <w:rPr>
          <w:rStyle w:val="libAlaemChar"/>
          <w:rtl/>
        </w:rPr>
        <w:t xml:space="preserve">عليه‌السلام </w:t>
      </w:r>
      <w:r>
        <w:rPr>
          <w:rtl/>
        </w:rPr>
        <w:t xml:space="preserve"> - چهل روز، هر روز ١٣٥ مرتبه صلوات هديه به آن مخدره نموده ، مجرب است .</w:t>
      </w:r>
    </w:p>
    <w:p w:rsidR="00616ED9" w:rsidRDefault="00910300" w:rsidP="00616ED9">
      <w:pPr>
        <w:pStyle w:val="Heading3"/>
        <w:rPr>
          <w:rtl/>
        </w:rPr>
      </w:pPr>
      <w:bookmarkStart w:id="1085" w:name="_Toc33993814"/>
      <w:bookmarkStart w:id="1086" w:name="_Toc33994096"/>
      <w:bookmarkStart w:id="1087" w:name="_Toc33994378"/>
      <w:bookmarkStart w:id="1088" w:name="_Toc33994661"/>
      <w:bookmarkStart w:id="1089" w:name="_Toc33994944"/>
      <w:r>
        <w:rPr>
          <w:rtl/>
        </w:rPr>
        <w:t xml:space="preserve">٢٠٩. توسل به ثامن الحجج </w:t>
      </w:r>
      <w:r w:rsidR="00745C10" w:rsidRPr="00745C10">
        <w:rPr>
          <w:rStyle w:val="libAlaemChar"/>
          <w:rtl/>
        </w:rPr>
        <w:t>عليها‌السلام</w:t>
      </w:r>
      <w:bookmarkEnd w:id="1085"/>
      <w:bookmarkEnd w:id="1086"/>
      <w:bookmarkEnd w:id="1087"/>
      <w:bookmarkEnd w:id="1088"/>
      <w:bookmarkEnd w:id="1089"/>
      <w:r w:rsidR="00745C10" w:rsidRPr="00745C10">
        <w:rPr>
          <w:rStyle w:val="libAlaemChar"/>
          <w:rtl/>
        </w:rPr>
        <w:t xml:space="preserve"> </w:t>
      </w:r>
      <w:r w:rsidR="007560B2" w:rsidRPr="007560B2">
        <w:rPr>
          <w:rStyle w:val="libAlaemChar"/>
          <w:rtl/>
        </w:rPr>
        <w:t xml:space="preserve"> </w:t>
      </w:r>
    </w:p>
    <w:p w:rsidR="00910300" w:rsidRDefault="00910300" w:rsidP="00616ED9">
      <w:pPr>
        <w:pStyle w:val="libNormal"/>
        <w:rPr>
          <w:rtl/>
        </w:rPr>
      </w:pPr>
      <w:r>
        <w:rPr>
          <w:rtl/>
        </w:rPr>
        <w:t xml:space="preserve"> توسل به امام رضا </w:t>
      </w:r>
      <w:r w:rsidR="007560B2" w:rsidRPr="007560B2">
        <w:rPr>
          <w:rStyle w:val="libAlaemChar"/>
          <w:rtl/>
        </w:rPr>
        <w:t xml:space="preserve">عليه‌السلام </w:t>
      </w:r>
      <w:r>
        <w:rPr>
          <w:rtl/>
        </w:rPr>
        <w:t xml:space="preserve"> : يك اربعين با طهارت و توجه كامل رو به حضرت رضا - </w:t>
      </w:r>
      <w:r w:rsidR="007560B2" w:rsidRPr="007560B2">
        <w:rPr>
          <w:rStyle w:val="libAlaemChar"/>
          <w:rtl/>
        </w:rPr>
        <w:t xml:space="preserve">عليه‌السلام </w:t>
      </w:r>
      <w:r>
        <w:rPr>
          <w:rtl/>
        </w:rPr>
        <w:t xml:space="preserve"> - نشسته به مراعات نمودن آداب و سنن ذكر، ١١٠ مرتبه بگوييد:اللهم صل على على بن موسى الرضا المرتضى .</w:t>
      </w:r>
    </w:p>
    <w:p w:rsidR="00616ED9" w:rsidRDefault="00910300" w:rsidP="00616ED9">
      <w:pPr>
        <w:pStyle w:val="Heading3"/>
        <w:rPr>
          <w:rtl/>
        </w:rPr>
      </w:pPr>
      <w:bookmarkStart w:id="1090" w:name="_Toc33993815"/>
      <w:bookmarkStart w:id="1091" w:name="_Toc33994097"/>
      <w:bookmarkStart w:id="1092" w:name="_Toc33994379"/>
      <w:bookmarkStart w:id="1093" w:name="_Toc33994662"/>
      <w:bookmarkStart w:id="1094" w:name="_Toc33994945"/>
      <w:r>
        <w:rPr>
          <w:rtl/>
        </w:rPr>
        <w:t>٢١٠. هديه به موسى بن جعفر</w:t>
      </w:r>
      <w:bookmarkEnd w:id="1090"/>
      <w:bookmarkEnd w:id="1091"/>
      <w:bookmarkEnd w:id="1092"/>
      <w:bookmarkEnd w:id="1093"/>
      <w:bookmarkEnd w:id="1094"/>
    </w:p>
    <w:p w:rsidR="00910300" w:rsidRDefault="00910300" w:rsidP="00616ED9">
      <w:pPr>
        <w:pStyle w:val="libNormal"/>
        <w:rPr>
          <w:rtl/>
        </w:rPr>
      </w:pPr>
      <w:r>
        <w:rPr>
          <w:rtl/>
        </w:rPr>
        <w:t xml:space="preserve"> دو ركعت نماز حاجت بخواندى و ١٦٦ مرتبه صلوات هديه به موسى بن جعفر - </w:t>
      </w:r>
      <w:r w:rsidR="007560B2" w:rsidRPr="007560B2">
        <w:rPr>
          <w:rStyle w:val="libAlaemChar"/>
          <w:rtl/>
        </w:rPr>
        <w:t xml:space="preserve">عليه‌السلام </w:t>
      </w:r>
      <w:r>
        <w:rPr>
          <w:rtl/>
        </w:rPr>
        <w:t xml:space="preserve"> - نموده پس ازاتمام ، طرف راست صورت را به زمين گذاشته بگوييد:</w:t>
      </w:r>
    </w:p>
    <w:p w:rsidR="00910300" w:rsidRDefault="00910300" w:rsidP="00910300">
      <w:pPr>
        <w:pStyle w:val="libNormal"/>
        <w:rPr>
          <w:rtl/>
        </w:rPr>
      </w:pPr>
      <w:r>
        <w:rPr>
          <w:rtl/>
        </w:rPr>
        <w:t>اللهم قد علمت حوائجى فصل على محمد و آل محمد و اقضها</w:t>
      </w:r>
    </w:p>
    <w:p w:rsidR="00910300" w:rsidRDefault="00910300" w:rsidP="00910300">
      <w:pPr>
        <w:pStyle w:val="libNormal"/>
        <w:rPr>
          <w:rtl/>
        </w:rPr>
      </w:pPr>
      <w:r>
        <w:rPr>
          <w:rtl/>
        </w:rPr>
        <w:t>سپس جانب چپ صورت را به زمين گذاريد و بگوييد.</w:t>
      </w:r>
    </w:p>
    <w:p w:rsidR="00910300" w:rsidRDefault="00910300" w:rsidP="00910300">
      <w:pPr>
        <w:pStyle w:val="libNormal"/>
        <w:rPr>
          <w:rtl/>
        </w:rPr>
      </w:pPr>
      <w:r>
        <w:rPr>
          <w:rtl/>
        </w:rPr>
        <w:t>اللهم قد احصيت ذنوبى فبحق محمد و آل محمد صل على محمد و آل محمد و اغفرها و تصدق على بما انت اهله</w:t>
      </w:r>
    </w:p>
    <w:p w:rsidR="00910300" w:rsidRDefault="00910300" w:rsidP="00910300">
      <w:pPr>
        <w:pStyle w:val="libNormal"/>
        <w:rPr>
          <w:rtl/>
        </w:rPr>
      </w:pPr>
      <w:r>
        <w:rPr>
          <w:rtl/>
        </w:rPr>
        <w:t>سپس پيشانى را بگذاريد، صدمرتبه بگوييدشكرا شكراو حاجت بخواهيد.</w:t>
      </w:r>
    </w:p>
    <w:p w:rsidR="00616ED9" w:rsidRPr="00616ED9" w:rsidRDefault="00910300" w:rsidP="00616ED9">
      <w:pPr>
        <w:pStyle w:val="Heading3"/>
        <w:rPr>
          <w:rtl/>
        </w:rPr>
      </w:pPr>
      <w:bookmarkStart w:id="1095" w:name="_Toc33993816"/>
      <w:bookmarkStart w:id="1096" w:name="_Toc33994098"/>
      <w:bookmarkStart w:id="1097" w:name="_Toc33994380"/>
      <w:bookmarkStart w:id="1098" w:name="_Toc33994663"/>
      <w:bookmarkStart w:id="1099" w:name="_Toc33994946"/>
      <w:r w:rsidRPr="00616ED9">
        <w:rPr>
          <w:rtl/>
        </w:rPr>
        <w:t>٢١١. توسل به مسلم بن عقيل با صلوات</w:t>
      </w:r>
      <w:bookmarkEnd w:id="1095"/>
      <w:bookmarkEnd w:id="1096"/>
      <w:bookmarkEnd w:id="1097"/>
      <w:bookmarkEnd w:id="1098"/>
      <w:bookmarkEnd w:id="1099"/>
      <w:r w:rsidRPr="00616ED9">
        <w:rPr>
          <w:rtl/>
        </w:rPr>
        <w:t xml:space="preserve"> </w:t>
      </w:r>
    </w:p>
    <w:p w:rsidR="00910300" w:rsidRDefault="00910300" w:rsidP="00616ED9">
      <w:pPr>
        <w:pStyle w:val="libNormal"/>
        <w:rPr>
          <w:rtl/>
        </w:rPr>
      </w:pPr>
      <w:r>
        <w:rPr>
          <w:rtl/>
        </w:rPr>
        <w:t xml:space="preserve"> توسل به حضرت مسلم بن عقيل ، يك اربعين هر روز ١٧٠ مرتبه صلوات هديه به آن بزرگوار شود.</w:t>
      </w:r>
    </w:p>
    <w:p w:rsidR="00616ED9" w:rsidRDefault="00910300" w:rsidP="00616ED9">
      <w:pPr>
        <w:pStyle w:val="Heading3"/>
        <w:rPr>
          <w:rtl/>
        </w:rPr>
      </w:pPr>
      <w:bookmarkStart w:id="1100" w:name="_Toc33993817"/>
      <w:bookmarkStart w:id="1101" w:name="_Toc33994099"/>
      <w:bookmarkStart w:id="1102" w:name="_Toc33994381"/>
      <w:bookmarkStart w:id="1103" w:name="_Toc33994664"/>
      <w:bookmarkStart w:id="1104" w:name="_Toc33994947"/>
      <w:r>
        <w:rPr>
          <w:rtl/>
        </w:rPr>
        <w:lastRenderedPageBreak/>
        <w:t>٢١٢. توسل به ابوطالب و فاطمه بنت اسد</w:t>
      </w:r>
      <w:bookmarkEnd w:id="1100"/>
      <w:bookmarkEnd w:id="1101"/>
      <w:bookmarkEnd w:id="1102"/>
      <w:bookmarkEnd w:id="1103"/>
      <w:bookmarkEnd w:id="1104"/>
    </w:p>
    <w:p w:rsidR="00910300" w:rsidRDefault="00910300" w:rsidP="00616ED9">
      <w:pPr>
        <w:pStyle w:val="libNormal"/>
        <w:rPr>
          <w:rtl/>
        </w:rPr>
      </w:pPr>
      <w:r>
        <w:rPr>
          <w:rtl/>
        </w:rPr>
        <w:t xml:space="preserve"> توسط به حضرت ابوطالب و فاطمه - </w:t>
      </w:r>
      <w:r w:rsidR="00616ED9" w:rsidRPr="00616ED9">
        <w:rPr>
          <w:rStyle w:val="libAlaemChar"/>
          <w:rFonts w:eastAsiaTheme="minorHAnsi"/>
          <w:rtl/>
        </w:rPr>
        <w:t>عليهما‌السلام</w:t>
      </w:r>
      <w:r>
        <w:rPr>
          <w:rtl/>
        </w:rPr>
        <w:t xml:space="preserve"> - بنت اسد خديجه كبرى - سلام الله عليها - بسيار مجرب است .</w:t>
      </w:r>
    </w:p>
    <w:p w:rsidR="00910300" w:rsidRDefault="00910300" w:rsidP="00910300">
      <w:pPr>
        <w:pStyle w:val="libNormal"/>
        <w:rPr>
          <w:rtl/>
        </w:rPr>
      </w:pPr>
      <w:r>
        <w:rPr>
          <w:rtl/>
        </w:rPr>
        <w:t xml:space="preserve">طريقه توسل اين كه تا ١١ روز روزى ٥١ مرتبه صلوات هديه به حضرت ابوطالب - </w:t>
      </w:r>
      <w:r w:rsidR="007560B2" w:rsidRPr="007560B2">
        <w:rPr>
          <w:rStyle w:val="libAlaemChar"/>
          <w:rtl/>
        </w:rPr>
        <w:t xml:space="preserve">عليه‌السلام </w:t>
      </w:r>
      <w:r>
        <w:rPr>
          <w:rtl/>
        </w:rPr>
        <w:t xml:space="preserve"> - نماييد و ١٣٥ مرتبه صلوات هديه به فاطمه بنت اسد - سلام الله عليها - و ٦٢٢ مرتبه صلوات هديه به حضرت خديجه كبرى - سلام الله عليها - و حاجت بخواهيد.</w:t>
      </w:r>
    </w:p>
    <w:p w:rsidR="00910300" w:rsidRDefault="00910300" w:rsidP="00910300">
      <w:pPr>
        <w:pStyle w:val="libNormal"/>
        <w:rPr>
          <w:rtl/>
        </w:rPr>
      </w:pPr>
      <w:r>
        <w:rPr>
          <w:rtl/>
        </w:rPr>
        <w:t>در پايان تذكر نكته اى را لازم مى دانيم :</w:t>
      </w:r>
    </w:p>
    <w:p w:rsidR="00910300" w:rsidRDefault="00910300" w:rsidP="00910300">
      <w:pPr>
        <w:pStyle w:val="libNormal"/>
        <w:rPr>
          <w:rtl/>
        </w:rPr>
      </w:pPr>
      <w:r>
        <w:rPr>
          <w:rtl/>
        </w:rPr>
        <w:t xml:space="preserve">اعداد اسماء مباركه ائمه اطهار - </w:t>
      </w:r>
      <w:r w:rsidR="007560B2" w:rsidRPr="007560B2">
        <w:rPr>
          <w:rStyle w:val="libAlaemChar"/>
          <w:rtl/>
        </w:rPr>
        <w:t xml:space="preserve">عليه‌السلام </w:t>
      </w:r>
      <w:r>
        <w:rPr>
          <w:rtl/>
        </w:rPr>
        <w:t xml:space="preserve"> - كه در ختومات مورد استفاده قرار مى گيرد عبارت است از:</w:t>
      </w:r>
    </w:p>
    <w:p w:rsidR="00910300" w:rsidRDefault="00910300" w:rsidP="00910300">
      <w:pPr>
        <w:pStyle w:val="libNormal"/>
        <w:rPr>
          <w:rtl/>
        </w:rPr>
      </w:pPr>
      <w:r>
        <w:rPr>
          <w:rtl/>
        </w:rPr>
        <w:t xml:space="preserve">اسم مبارك رسول الله ٩٢؛ على </w:t>
      </w:r>
      <w:r w:rsidR="007560B2" w:rsidRPr="007560B2">
        <w:rPr>
          <w:rStyle w:val="libAlaemChar"/>
          <w:rtl/>
        </w:rPr>
        <w:t xml:space="preserve">عليه‌السلام </w:t>
      </w:r>
      <w:r>
        <w:rPr>
          <w:rtl/>
        </w:rPr>
        <w:t xml:space="preserve"> ، ١١٠؛ فاطمه - سلام الله عليها - ١٣٥ امام حسن - </w:t>
      </w:r>
      <w:r w:rsidR="007560B2" w:rsidRPr="007560B2">
        <w:rPr>
          <w:rStyle w:val="libAlaemChar"/>
          <w:rtl/>
        </w:rPr>
        <w:t xml:space="preserve">عليه‌السلام </w:t>
      </w:r>
      <w:r>
        <w:rPr>
          <w:rtl/>
        </w:rPr>
        <w:t xml:space="preserve"> - ١١٨؛ امام حسين - </w:t>
      </w:r>
      <w:r w:rsidR="007560B2" w:rsidRPr="007560B2">
        <w:rPr>
          <w:rStyle w:val="libAlaemChar"/>
          <w:rtl/>
        </w:rPr>
        <w:t xml:space="preserve">عليه‌السلام </w:t>
      </w:r>
      <w:r>
        <w:rPr>
          <w:rtl/>
        </w:rPr>
        <w:t xml:space="preserve"> - ١٢٨؛ امام سجاد - </w:t>
      </w:r>
      <w:r w:rsidR="007560B2" w:rsidRPr="007560B2">
        <w:rPr>
          <w:rStyle w:val="libAlaemChar"/>
          <w:rtl/>
        </w:rPr>
        <w:t xml:space="preserve">عليه‌السلام </w:t>
      </w:r>
      <w:r>
        <w:rPr>
          <w:rtl/>
        </w:rPr>
        <w:t xml:space="preserve"> ١١٠؛ امام محمد باقر - </w:t>
      </w:r>
      <w:r w:rsidR="007560B2" w:rsidRPr="007560B2">
        <w:rPr>
          <w:rStyle w:val="libAlaemChar"/>
          <w:rtl/>
        </w:rPr>
        <w:t xml:space="preserve">عليه‌السلام </w:t>
      </w:r>
      <w:r>
        <w:rPr>
          <w:rtl/>
        </w:rPr>
        <w:t xml:space="preserve"> - ٩٢؛ امام صادق - </w:t>
      </w:r>
      <w:r w:rsidR="007560B2" w:rsidRPr="007560B2">
        <w:rPr>
          <w:rStyle w:val="libAlaemChar"/>
          <w:rtl/>
        </w:rPr>
        <w:t xml:space="preserve">عليه‌السلام </w:t>
      </w:r>
      <w:r>
        <w:rPr>
          <w:rtl/>
        </w:rPr>
        <w:t xml:space="preserve"> - ٣٥٣؛ موسى بن جعفر </w:t>
      </w:r>
      <w:r w:rsidR="007560B2" w:rsidRPr="007560B2">
        <w:rPr>
          <w:rStyle w:val="libAlaemChar"/>
          <w:rtl/>
        </w:rPr>
        <w:t xml:space="preserve">عليه‌السلام </w:t>
      </w:r>
      <w:r>
        <w:rPr>
          <w:rtl/>
        </w:rPr>
        <w:t xml:space="preserve"> ، ١١٦، امام رضا - </w:t>
      </w:r>
      <w:r w:rsidR="007560B2" w:rsidRPr="007560B2">
        <w:rPr>
          <w:rStyle w:val="libAlaemChar"/>
          <w:rtl/>
        </w:rPr>
        <w:t xml:space="preserve">عليه‌السلام </w:t>
      </w:r>
      <w:r>
        <w:rPr>
          <w:rtl/>
        </w:rPr>
        <w:t xml:space="preserve"> - ١١٠؛ جواد الائمه - </w:t>
      </w:r>
      <w:r w:rsidR="007560B2" w:rsidRPr="007560B2">
        <w:rPr>
          <w:rStyle w:val="libAlaemChar"/>
          <w:rtl/>
        </w:rPr>
        <w:t xml:space="preserve">عليه‌السلام </w:t>
      </w:r>
      <w:r>
        <w:rPr>
          <w:rtl/>
        </w:rPr>
        <w:t xml:space="preserve"> - ٩٢؛ امام هادى - </w:t>
      </w:r>
      <w:r w:rsidR="007560B2" w:rsidRPr="007560B2">
        <w:rPr>
          <w:rStyle w:val="libAlaemChar"/>
          <w:rtl/>
        </w:rPr>
        <w:t xml:space="preserve">عليه‌السلام </w:t>
      </w:r>
      <w:r>
        <w:rPr>
          <w:rtl/>
        </w:rPr>
        <w:t xml:space="preserve"> - ١١٠؛ امام عسكرى - </w:t>
      </w:r>
      <w:r w:rsidR="007560B2" w:rsidRPr="007560B2">
        <w:rPr>
          <w:rStyle w:val="libAlaemChar"/>
          <w:rtl/>
        </w:rPr>
        <w:t xml:space="preserve">عليه‌السلام </w:t>
      </w:r>
      <w:r>
        <w:rPr>
          <w:rtl/>
        </w:rPr>
        <w:t xml:space="preserve"> - ١١٨؛ ولى عصر (عج ) ٥٩ مى باشد.</w:t>
      </w:r>
    </w:p>
    <w:p w:rsidR="00910300" w:rsidRDefault="00616ED9" w:rsidP="00616ED9">
      <w:pPr>
        <w:pStyle w:val="Heading1"/>
        <w:rPr>
          <w:rtl/>
        </w:rPr>
      </w:pPr>
      <w:r>
        <w:rPr>
          <w:rtl/>
        </w:rPr>
        <w:br w:type="page"/>
      </w:r>
      <w:bookmarkStart w:id="1105" w:name="_Toc33993818"/>
      <w:bookmarkStart w:id="1106" w:name="_Toc33994100"/>
      <w:bookmarkStart w:id="1107" w:name="_Toc33994382"/>
      <w:bookmarkStart w:id="1108" w:name="_Toc33994665"/>
      <w:bookmarkStart w:id="1109" w:name="_Toc33994948"/>
      <w:r w:rsidR="00910300">
        <w:rPr>
          <w:rtl/>
        </w:rPr>
        <w:lastRenderedPageBreak/>
        <w:t>فصل دوم : آثار و بركات صلوات در عالم برزخ :</w:t>
      </w:r>
      <w:bookmarkEnd w:id="1105"/>
      <w:bookmarkEnd w:id="1106"/>
      <w:bookmarkEnd w:id="1107"/>
      <w:bookmarkEnd w:id="1108"/>
      <w:bookmarkEnd w:id="1109"/>
    </w:p>
    <w:p w:rsidR="00296BC1" w:rsidRDefault="00910300" w:rsidP="00296BC1">
      <w:pPr>
        <w:pStyle w:val="Heading3"/>
        <w:rPr>
          <w:rStyle w:val="libNormalChar"/>
          <w:rtl/>
        </w:rPr>
      </w:pPr>
      <w:bookmarkStart w:id="1110" w:name="_Toc33994666"/>
      <w:bookmarkStart w:id="1111" w:name="_Toc33994949"/>
      <w:bookmarkStart w:id="1112" w:name="_Toc33993819"/>
      <w:bookmarkStart w:id="1113" w:name="_Toc33994101"/>
      <w:bookmarkStart w:id="1114" w:name="_Toc33994383"/>
      <w:r w:rsidRPr="00AF46BC">
        <w:rPr>
          <w:rtl/>
        </w:rPr>
        <w:t>٢١٣. قبر و محل برآورده شدن</w:t>
      </w:r>
      <w:r w:rsidRPr="00AF46BC">
        <w:rPr>
          <w:rStyle w:val="libNormalChar"/>
          <w:rtl/>
        </w:rPr>
        <w:t xml:space="preserve"> </w:t>
      </w:r>
      <w:r w:rsidRPr="00AF46BC">
        <w:rPr>
          <w:rtl/>
        </w:rPr>
        <w:t>حاجات</w:t>
      </w:r>
      <w:bookmarkEnd w:id="1110"/>
      <w:bookmarkEnd w:id="1111"/>
      <w:r w:rsidRPr="00AF46BC">
        <w:rPr>
          <w:rStyle w:val="libNormalChar"/>
          <w:rtl/>
        </w:rPr>
        <w:t xml:space="preserve">  </w:t>
      </w:r>
    </w:p>
    <w:p w:rsidR="00910300" w:rsidRDefault="00910300" w:rsidP="00296BC1">
      <w:pPr>
        <w:pStyle w:val="libNormal"/>
        <w:rPr>
          <w:rtl/>
        </w:rPr>
      </w:pPr>
      <w:r w:rsidRPr="00296BC1">
        <w:rPr>
          <w:rtl/>
        </w:rPr>
        <w:t>تاجرى در بلخ دو پسر داشت . از جمله ميراث او، سه تار مو، از موى مبارك حضرت رسول -</w:t>
      </w:r>
      <w:r w:rsidRPr="00D5174F">
        <w:rPr>
          <w:rStyle w:val="libAlaemChar"/>
          <w:rtl/>
        </w:rPr>
        <w:t xml:space="preserve"> </w:t>
      </w:r>
      <w:r w:rsidR="00745C10" w:rsidRPr="00D5174F">
        <w:rPr>
          <w:rStyle w:val="libAlaemChar"/>
          <w:rtl/>
        </w:rPr>
        <w:t>صلى‌الله‌عليه‌وآله‌وسلم</w:t>
      </w:r>
      <w:r w:rsidRPr="00296BC1">
        <w:rPr>
          <w:rtl/>
        </w:rPr>
        <w:t xml:space="preserve"> - بود. وقتى آن دو برادر خواستند كه ميراث را تقسيم نمايند، هريك ، يك موى را برداشتند</w:t>
      </w:r>
      <w:r>
        <w:rPr>
          <w:rtl/>
        </w:rPr>
        <w:t>.</w:t>
      </w:r>
      <w:bookmarkEnd w:id="1112"/>
      <w:bookmarkEnd w:id="1113"/>
      <w:bookmarkEnd w:id="1114"/>
    </w:p>
    <w:p w:rsidR="00910300" w:rsidRDefault="00910300" w:rsidP="00296BC1">
      <w:pPr>
        <w:pStyle w:val="libNormal"/>
        <w:rPr>
          <w:rtl/>
        </w:rPr>
      </w:pPr>
      <w:r>
        <w:rPr>
          <w:rtl/>
        </w:rPr>
        <w:t>برادر بزرگ گفت : آن موى ديگر را نصف مى كنيم ، و هر يك نصفى از آن را برمى داريم .</w:t>
      </w:r>
    </w:p>
    <w:p w:rsidR="00910300" w:rsidRDefault="00910300" w:rsidP="00910300">
      <w:pPr>
        <w:pStyle w:val="libNormal"/>
        <w:rPr>
          <w:rtl/>
        </w:rPr>
      </w:pPr>
      <w:r>
        <w:rPr>
          <w:rtl/>
        </w:rPr>
        <w:t>برادر كوچك گفت : قطع كردن موى مبارك حضرت ، از ادب دور است .</w:t>
      </w:r>
    </w:p>
    <w:p w:rsidR="00910300" w:rsidRDefault="00910300" w:rsidP="00910300">
      <w:pPr>
        <w:pStyle w:val="libNormal"/>
        <w:rPr>
          <w:rtl/>
        </w:rPr>
      </w:pPr>
      <w:r>
        <w:rPr>
          <w:rtl/>
        </w:rPr>
        <w:t>برادر بزرگ گفت : چون به قطع آن راضى نمى شوى ، آن را تو برادر و به ازاى آن ، مقدارى از مال به من بده .</w:t>
      </w:r>
    </w:p>
    <w:p w:rsidR="00910300" w:rsidRDefault="00910300" w:rsidP="00910300">
      <w:pPr>
        <w:pStyle w:val="libNormal"/>
        <w:rPr>
          <w:rtl/>
        </w:rPr>
      </w:pPr>
      <w:r>
        <w:rPr>
          <w:rtl/>
        </w:rPr>
        <w:t>برادر كوچك گفت : من هر دو تار موى مبارك را برمى دارم ، و تمام ميراث را به تو مى دهم : كه من را مويى از آن حضرت به جهانى مى ارزد.</w:t>
      </w:r>
    </w:p>
    <w:p w:rsidR="00910300" w:rsidRDefault="00910300" w:rsidP="00910300">
      <w:pPr>
        <w:pStyle w:val="libNormal"/>
        <w:rPr>
          <w:rtl/>
        </w:rPr>
      </w:pPr>
      <w:r>
        <w:rPr>
          <w:rtl/>
        </w:rPr>
        <w:t>برادربزرگ راضى شد، موها را به برادر داد، و تمام ارثيه را برداشت .</w:t>
      </w:r>
    </w:p>
    <w:p w:rsidR="00910300" w:rsidRDefault="00910300" w:rsidP="00910300">
      <w:pPr>
        <w:pStyle w:val="libNormal"/>
        <w:rPr>
          <w:rtl/>
        </w:rPr>
      </w:pPr>
      <w:r>
        <w:rPr>
          <w:rtl/>
        </w:rPr>
        <w:t xml:space="preserve">آن صاحب دولت ، موها را در حقه پاكيزه قرار داده ، در گريبان جان نهاده ، و پيوسته آنها را بيرون مى آورد و مى بوسيد، و بررسول خدا - </w:t>
      </w:r>
      <w:r w:rsidR="00745C10" w:rsidRPr="00745C10">
        <w:rPr>
          <w:rStyle w:val="libAlaemChar"/>
          <w:rtl/>
        </w:rPr>
        <w:t>صلى‌الله‌عليه‌وآله‌وسلم</w:t>
      </w:r>
      <w:r>
        <w:rPr>
          <w:rtl/>
        </w:rPr>
        <w:t>- صلوات مى فرستاد.</w:t>
      </w:r>
    </w:p>
    <w:p w:rsidR="00910300" w:rsidRDefault="00910300" w:rsidP="00910300">
      <w:pPr>
        <w:pStyle w:val="libNormal"/>
        <w:rPr>
          <w:rtl/>
        </w:rPr>
      </w:pPr>
      <w:r>
        <w:rPr>
          <w:rtl/>
        </w:rPr>
        <w:t xml:space="preserve">مدتى نگذشت كه غبار ادبار بر صفحه روزگار برادربزرگ نشست ، و اموالش تلف گشت . برادركوچك ، را گل مراد از شاخسار اقبال شكفت ، و بر اقران و امثال برترى به هم رسانيد. چون وفات نمود. يكى از اولياى بلخ ، رسول خدا - </w:t>
      </w:r>
      <w:r w:rsidR="00745C10" w:rsidRPr="00745C10">
        <w:rPr>
          <w:rStyle w:val="libAlaemChar"/>
          <w:rtl/>
        </w:rPr>
        <w:t>صلى‌الله‌عليه‌وآله‌وسلم</w:t>
      </w:r>
      <w:r>
        <w:rPr>
          <w:rtl/>
        </w:rPr>
        <w:t>- را در خواب ديد، و به او فرمود: به مردمان بگو كه هر كه را حاجتى باشد، به سر قبر فلان رفته ، دعاكند تا حاجتش برآورده شود. آن شخص عرض كرد: يا رسول الله ! سبب اين كرامت چيست ؟</w:t>
      </w:r>
    </w:p>
    <w:p w:rsidR="00910300" w:rsidRDefault="00910300" w:rsidP="00910300">
      <w:pPr>
        <w:pStyle w:val="libNormal"/>
        <w:rPr>
          <w:rtl/>
        </w:rPr>
      </w:pPr>
      <w:r>
        <w:rPr>
          <w:rtl/>
        </w:rPr>
        <w:lastRenderedPageBreak/>
        <w:t>فرمود:در تعظيم موى من مبالغه نمود. و بسيار برمن صلوات مى فرستاد. لهذا در زمان حيات ، به خوشى گذرانيد. و بعد از وفات ، قبر او محل استجابت دعا گرديد.</w:t>
      </w:r>
    </w:p>
    <w:p w:rsidR="00514243" w:rsidRDefault="00910300" w:rsidP="00514243">
      <w:pPr>
        <w:pStyle w:val="Heading3"/>
        <w:rPr>
          <w:rtl/>
        </w:rPr>
      </w:pPr>
      <w:bookmarkStart w:id="1115" w:name="_Toc33993820"/>
      <w:bookmarkStart w:id="1116" w:name="_Toc33994102"/>
      <w:bookmarkStart w:id="1117" w:name="_Toc33994384"/>
      <w:bookmarkStart w:id="1118" w:name="_Toc33994667"/>
      <w:bookmarkStart w:id="1119" w:name="_Toc33994950"/>
      <w:r>
        <w:rPr>
          <w:rtl/>
        </w:rPr>
        <w:t>٢١٤. رفع عذاب قبر</w:t>
      </w:r>
      <w:bookmarkEnd w:id="1115"/>
      <w:bookmarkEnd w:id="1116"/>
      <w:bookmarkEnd w:id="1117"/>
      <w:bookmarkEnd w:id="1118"/>
      <w:bookmarkEnd w:id="1119"/>
    </w:p>
    <w:p w:rsidR="00910300" w:rsidRPr="00A25D06" w:rsidRDefault="00910300" w:rsidP="004529A7">
      <w:pPr>
        <w:pStyle w:val="libNormal"/>
        <w:rPr>
          <w:rtl/>
        </w:rPr>
      </w:pPr>
      <w:r w:rsidRPr="00A25D06">
        <w:rPr>
          <w:rtl/>
        </w:rPr>
        <w:t xml:space="preserve"> رسول خدا - </w:t>
      </w:r>
      <w:r w:rsidR="00745C10" w:rsidRPr="004529A7">
        <w:rPr>
          <w:rStyle w:val="libAlaemChar"/>
          <w:rtl/>
        </w:rPr>
        <w:t>صلى‌الله‌عليه‌وآله‌وسلم</w:t>
      </w:r>
      <w:r w:rsidRPr="00A25D06">
        <w:rPr>
          <w:rtl/>
        </w:rPr>
        <w:t>- فرمود:</w:t>
      </w:r>
    </w:p>
    <w:p w:rsidR="00910300" w:rsidRDefault="00910300" w:rsidP="004529A7">
      <w:pPr>
        <w:pStyle w:val="libNormal"/>
        <w:rPr>
          <w:rtl/>
        </w:rPr>
      </w:pPr>
      <w:r w:rsidRPr="00A25D06">
        <w:rPr>
          <w:rtl/>
        </w:rPr>
        <w:t>هركس در شب جمعه ، دو ركعت نماز به جاى آورد و در هر ركعت پنجاه مرتبه سوره اخلاص بخواند و بعد از نماز بخواند:اللهم صل على النبى العربى و آله .حق تعالى ، گناهان گذشته و آينده او را بيامرزد و چنان باشد كه گويا دوازده هزارمرتبه قرآن را ختم كرده است و حق تعالى ، او را از گرسنگى و تشنگى روز قيامت نگاه دارد و تمام حزن او را برطرف سازد و او را از ابليس و لشكريانش نگاهدارى كن</w:t>
      </w:r>
      <w:r>
        <w:rPr>
          <w:rtl/>
        </w:rPr>
        <w:t>د و هيچ گناهى بر او ننويسد و سكرات مرگ را بر او آسان گرداند.</w:t>
      </w:r>
    </w:p>
    <w:p w:rsidR="00514243" w:rsidRDefault="00910300" w:rsidP="00514243">
      <w:pPr>
        <w:pStyle w:val="Heading3"/>
        <w:rPr>
          <w:rtl/>
        </w:rPr>
      </w:pPr>
      <w:bookmarkStart w:id="1120" w:name="_Toc33993821"/>
      <w:bookmarkStart w:id="1121" w:name="_Toc33994103"/>
      <w:bookmarkStart w:id="1122" w:name="_Toc33994385"/>
      <w:bookmarkStart w:id="1123" w:name="_Toc33994668"/>
      <w:bookmarkStart w:id="1124" w:name="_Toc33994951"/>
      <w:r w:rsidRPr="00AF46BC">
        <w:rPr>
          <w:rStyle w:val="libNormalChar"/>
          <w:rtl/>
        </w:rPr>
        <w:t>و اگر در آن روز يا در آن شب بيمرد، شهيد مرده باشد خدا عذاب قبر را از او بردارد و هرچه از خدا سؤ ال كند، به او عطا فرمايد و نماز و روزه او را قبول فرمايد و دعاى او را مستجاب سازد و ملك موت ، روح او را قبض نكند، تا آن كه رضوان ،ريحان بهشت را به نزد او آورد</w:t>
      </w:r>
      <w:r>
        <w:rPr>
          <w:rtl/>
        </w:rPr>
        <w:t>.</w:t>
      </w:r>
      <w:r>
        <w:rPr>
          <w:rtl/>
        </w:rPr>
        <w:cr/>
      </w:r>
      <w:r w:rsidR="00514243">
        <w:rPr>
          <w:rtl/>
        </w:rPr>
        <w:br w:type="page"/>
      </w:r>
      <w:bookmarkStart w:id="1125" w:name="_Toc33993822"/>
      <w:bookmarkStart w:id="1126" w:name="_Toc33994104"/>
      <w:bookmarkStart w:id="1127" w:name="_Toc33994386"/>
      <w:bookmarkStart w:id="1128" w:name="_Toc33994669"/>
      <w:bookmarkStart w:id="1129" w:name="_Toc33994952"/>
      <w:r>
        <w:rPr>
          <w:rtl/>
        </w:rPr>
        <w:lastRenderedPageBreak/>
        <w:t>٢١٥. برترين اعمال در برزخ</w:t>
      </w:r>
      <w:bookmarkEnd w:id="1120"/>
      <w:bookmarkEnd w:id="1121"/>
      <w:bookmarkEnd w:id="1122"/>
      <w:bookmarkEnd w:id="1123"/>
      <w:bookmarkEnd w:id="1124"/>
      <w:bookmarkEnd w:id="1125"/>
      <w:bookmarkEnd w:id="1126"/>
      <w:bookmarkEnd w:id="1127"/>
      <w:bookmarkEnd w:id="1128"/>
      <w:bookmarkEnd w:id="1129"/>
      <w:r>
        <w:rPr>
          <w:rtl/>
        </w:rPr>
        <w:t xml:space="preserve"> </w:t>
      </w:r>
    </w:p>
    <w:p w:rsidR="00910300" w:rsidRDefault="00910300" w:rsidP="00514243">
      <w:pPr>
        <w:pStyle w:val="libNormal"/>
        <w:rPr>
          <w:rtl/>
        </w:rPr>
      </w:pPr>
      <w:r>
        <w:rPr>
          <w:rtl/>
        </w:rPr>
        <w:t xml:space="preserve"> ابوعلقمه مى گويد:</w:t>
      </w:r>
    </w:p>
    <w:p w:rsidR="00910300" w:rsidRDefault="00910300" w:rsidP="00910300">
      <w:pPr>
        <w:pStyle w:val="libNormal"/>
        <w:rPr>
          <w:rtl/>
        </w:rPr>
      </w:pPr>
      <w:r>
        <w:rPr>
          <w:rtl/>
        </w:rPr>
        <w:t xml:space="preserve">پيامبر - </w:t>
      </w:r>
      <w:r w:rsidR="00745C10" w:rsidRPr="00745C10">
        <w:rPr>
          <w:rStyle w:val="libAlaemChar"/>
          <w:rtl/>
        </w:rPr>
        <w:t>صلى‌الله‌عليه‌وآله‌وسلم</w:t>
      </w:r>
      <w:r>
        <w:rPr>
          <w:rtl/>
        </w:rPr>
        <w:t>- بعد از نماز صبح رو به طرف ما كرد و فرمود:اصحاب من ! ديشب عمويم حمزه و برادرم جعفر (طيار) را در خواب ديدم به آن دو نزديك شدم و گفتم : پدر و مادرم فدايتان ، كدام عمل را برتر يافتند؟</w:t>
      </w:r>
    </w:p>
    <w:p w:rsidR="00910300" w:rsidRDefault="00910300" w:rsidP="00910300">
      <w:pPr>
        <w:pStyle w:val="libNormal"/>
        <w:rPr>
          <w:rtl/>
        </w:rPr>
      </w:pPr>
      <w:r>
        <w:rPr>
          <w:rtl/>
        </w:rPr>
        <w:t xml:space="preserve">پاسخ دادند: پدر و مادر ما فدايت ، ما صلوات برتو، تشنه را سيراب كردن و محبت على بن ابى طالب - </w:t>
      </w:r>
      <w:r w:rsidR="007560B2" w:rsidRPr="007560B2">
        <w:rPr>
          <w:rStyle w:val="libAlaemChar"/>
          <w:rtl/>
        </w:rPr>
        <w:t xml:space="preserve">عليه‌السلام </w:t>
      </w:r>
      <w:r>
        <w:rPr>
          <w:rtl/>
        </w:rPr>
        <w:t xml:space="preserve"> - را برترين اعمال يافتيم .</w:t>
      </w:r>
    </w:p>
    <w:p w:rsidR="00EF75EA" w:rsidRDefault="00910300" w:rsidP="00EF75EA">
      <w:pPr>
        <w:pStyle w:val="Heading3"/>
        <w:rPr>
          <w:rtl/>
        </w:rPr>
      </w:pPr>
      <w:bookmarkStart w:id="1130" w:name="_Toc33993823"/>
      <w:bookmarkStart w:id="1131" w:name="_Toc33994105"/>
      <w:bookmarkStart w:id="1132" w:name="_Toc33994387"/>
      <w:bookmarkStart w:id="1133" w:name="_Toc33994670"/>
      <w:bookmarkStart w:id="1134" w:name="_Toc33994953"/>
      <w:r>
        <w:rPr>
          <w:rtl/>
        </w:rPr>
        <w:t>٢١٦. كرامت رسول الله در قبر</w:t>
      </w:r>
      <w:bookmarkEnd w:id="1130"/>
      <w:bookmarkEnd w:id="1131"/>
      <w:bookmarkEnd w:id="1132"/>
      <w:bookmarkEnd w:id="1133"/>
      <w:bookmarkEnd w:id="1134"/>
    </w:p>
    <w:p w:rsidR="00910300" w:rsidRDefault="00910300" w:rsidP="00EF75EA">
      <w:pPr>
        <w:pStyle w:val="libNormal"/>
        <w:rPr>
          <w:rtl/>
        </w:rPr>
      </w:pPr>
      <w:r>
        <w:rPr>
          <w:rtl/>
        </w:rPr>
        <w:t xml:space="preserve"> شبلى ، با جمعى از مريدان ، به عزم حج روانه باديه گرديدند. در اثناى راه ، يكى از مريدان را اجل موعود رسيد. شبلى ، متحير، درآن قالب بى جان مى نگريست و با خود، فكر تجهيز و دفن او مى كرد. ناگاه ديد كه تمام جسمش ، در يك چشم به هم زدن ، سياه و تيره گشت و هنوز يك ساعت نگذشته بود كه آن سياهى به سفيدى مبدل شد.</w:t>
      </w:r>
    </w:p>
    <w:p w:rsidR="00910300" w:rsidRDefault="00910300" w:rsidP="00EF75EA">
      <w:pPr>
        <w:pStyle w:val="libNormal"/>
        <w:rPr>
          <w:rtl/>
        </w:rPr>
      </w:pPr>
      <w:r>
        <w:rPr>
          <w:rtl/>
        </w:rPr>
        <w:t xml:space="preserve">شبلى از آن حال تعجب نموده ، آن مريد را در خواب ديد، كه حله اى از حله هاى بهشت پوشيده ، و تاجى مزين به جواهر بر سر نهاده ، و خاتمى نورانى در انگشت كرده ، كه بر نگين آن نوشته است :هذا جزاء من صلى على محمد و آله - </w:t>
      </w:r>
      <w:r w:rsidR="00EF75EA" w:rsidRPr="00EF75EA">
        <w:rPr>
          <w:rStyle w:val="libAlaemChar"/>
          <w:rFonts w:eastAsiaTheme="minorHAnsi"/>
          <w:rtl/>
        </w:rPr>
        <w:t>صلى‌الله‌عليه‌وآله‌وسلم</w:t>
      </w:r>
      <w:r>
        <w:rPr>
          <w:rtl/>
        </w:rPr>
        <w:t>.</w:t>
      </w:r>
    </w:p>
    <w:p w:rsidR="00910300" w:rsidRDefault="00910300" w:rsidP="00910300">
      <w:pPr>
        <w:pStyle w:val="libNormal"/>
        <w:rPr>
          <w:rtl/>
        </w:rPr>
      </w:pPr>
      <w:r>
        <w:rPr>
          <w:rtl/>
        </w:rPr>
        <w:t>شبلى از او پرسيد: سر آن سياهى و سفيدى چه بود؟</w:t>
      </w:r>
    </w:p>
    <w:p w:rsidR="00910300" w:rsidRDefault="00910300" w:rsidP="00910300">
      <w:pPr>
        <w:pStyle w:val="libNormal"/>
        <w:rPr>
          <w:rtl/>
        </w:rPr>
      </w:pPr>
      <w:r>
        <w:rPr>
          <w:rtl/>
        </w:rPr>
        <w:t xml:space="preserve">جواب داد: سياهى ، تيرگى معصيت بود. هنوز مرغ جانم ، كامل از قفس تن بيرون نرفته بود كه بدن من به خاطر گناه سياه گرديد. ناگاه صدر و بدر عالم و سيد بنى آدم ، محمد - </w:t>
      </w:r>
      <w:r w:rsidR="00745C10" w:rsidRPr="00745C10">
        <w:rPr>
          <w:rStyle w:val="libAlaemChar"/>
          <w:rtl/>
        </w:rPr>
        <w:t>صلى‌الله‌عليه‌وآله‌وسلم</w:t>
      </w:r>
      <w:r>
        <w:rPr>
          <w:rtl/>
        </w:rPr>
        <w:t xml:space="preserve">- را ديدم كه آمد، و قدحى از آب در دست </w:t>
      </w:r>
      <w:r>
        <w:rPr>
          <w:rtl/>
        </w:rPr>
        <w:lastRenderedPageBreak/>
        <w:t>داشت ، و آن آب را برمن ريخت و به دست مبارك ، سياهى معاصى را از من شست ، و خلعت كرامت و خاتم سعادت به من بخشيد.</w:t>
      </w:r>
    </w:p>
    <w:p w:rsidR="00910300" w:rsidRDefault="00910300" w:rsidP="00910300">
      <w:pPr>
        <w:pStyle w:val="libNormal"/>
        <w:rPr>
          <w:rtl/>
        </w:rPr>
      </w:pPr>
      <w:r>
        <w:rPr>
          <w:rtl/>
        </w:rPr>
        <w:t>من عرض كردم : يا رسول الله ! به خاطر كدام عمل مستحق اين كرامت شدم ؟ فرمود:چون تو در دنيا عادت داشتى كه پيوسته بر من صلوات مى فرستادى ، من به آن سبب ، نظر عنايت از تو دريغ نداشتم .</w:t>
      </w:r>
    </w:p>
    <w:p w:rsidR="00910300" w:rsidRDefault="00910300" w:rsidP="00910300">
      <w:pPr>
        <w:pStyle w:val="libNormal"/>
        <w:rPr>
          <w:rtl/>
        </w:rPr>
      </w:pPr>
      <w:r>
        <w:rPr>
          <w:rtl/>
        </w:rPr>
        <w:t xml:space="preserve">شبلى از خواب بيدار شد. گفت : برمن روشن گرديد كه ظلمت گناه ، با لعمه درود بر حبيب خداوند - </w:t>
      </w:r>
      <w:r w:rsidR="00745C10" w:rsidRPr="00745C10">
        <w:rPr>
          <w:rStyle w:val="libAlaemChar"/>
          <w:rtl/>
        </w:rPr>
        <w:t>صلى‌الله‌عليه‌وآله‌وسلم</w:t>
      </w:r>
      <w:r>
        <w:rPr>
          <w:rtl/>
        </w:rPr>
        <w:t>- از بين مى رود.</w:t>
      </w:r>
    </w:p>
    <w:p w:rsidR="00EF75EA" w:rsidRDefault="00910300" w:rsidP="00EF75EA">
      <w:pPr>
        <w:pStyle w:val="Heading3"/>
        <w:rPr>
          <w:rtl/>
        </w:rPr>
      </w:pPr>
      <w:bookmarkStart w:id="1135" w:name="_Toc33993824"/>
      <w:bookmarkStart w:id="1136" w:name="_Toc33994106"/>
      <w:bookmarkStart w:id="1137" w:name="_Toc33994388"/>
      <w:bookmarkStart w:id="1138" w:name="_Toc33994671"/>
      <w:bookmarkStart w:id="1139" w:name="_Toc33994954"/>
      <w:r>
        <w:rPr>
          <w:rtl/>
        </w:rPr>
        <w:t>٢١٧ - رفع عذاب از همه اهل قبرستان</w:t>
      </w:r>
      <w:bookmarkEnd w:id="1135"/>
      <w:bookmarkEnd w:id="1136"/>
      <w:bookmarkEnd w:id="1137"/>
      <w:bookmarkEnd w:id="1138"/>
      <w:bookmarkEnd w:id="1139"/>
      <w:r>
        <w:rPr>
          <w:rtl/>
        </w:rPr>
        <w:t xml:space="preserve"> </w:t>
      </w:r>
    </w:p>
    <w:p w:rsidR="00910300" w:rsidRDefault="00910300" w:rsidP="00910300">
      <w:pPr>
        <w:pStyle w:val="libNormal"/>
        <w:rPr>
          <w:rtl/>
        </w:rPr>
      </w:pPr>
      <w:r>
        <w:rPr>
          <w:rtl/>
        </w:rPr>
        <w:t>زنى دخترى داشت . آن دختر وفات نمود، مادرش او را در خواب ديد كه به عذاب اليم و عقاب عظيم گرفتار است . با اندوه بسيار از خواب بيدار شد و ناله و زارى آغاز نمود، چند روز بر حال فرزند خود اشك مى باريد و مى ناليد، تا آن كه بارديگر، آن دختر را در خواب ديد، خوشدل و شادمان و در روضه فردوس خرامان .</w:t>
      </w:r>
    </w:p>
    <w:p w:rsidR="00910300" w:rsidRDefault="00910300" w:rsidP="00910300">
      <w:pPr>
        <w:pStyle w:val="libNormal"/>
        <w:rPr>
          <w:rtl/>
        </w:rPr>
      </w:pPr>
      <w:r>
        <w:rPr>
          <w:rtl/>
        </w:rPr>
        <w:t>به او گفت : اى دختر! آن چه حال بود كه ديدم و اين چه صورت است كه مشاهده مى كنم ؟</w:t>
      </w:r>
    </w:p>
    <w:p w:rsidR="00EF75EA" w:rsidRDefault="00910300" w:rsidP="00910300">
      <w:pPr>
        <w:pStyle w:val="libNormal"/>
        <w:rPr>
          <w:rtl/>
        </w:rPr>
      </w:pPr>
      <w:r>
        <w:rPr>
          <w:rtl/>
        </w:rPr>
        <w:t>جواب داد: اى مادر! به جهت گناهان خود در عذاب بودم ، چنان كه ديدى در اين روزها، عزيزى از كنار مقبره ما گذشت و چند نوبت صلوات فرستاد و ثواب آن را به اهل گورستان بخشيد حق تعالى به بركت صلوات ، عذاب از اهل آن قبرستان برداشت .</w:t>
      </w:r>
    </w:p>
    <w:p w:rsidR="00EF75EA" w:rsidRDefault="00EF75EA" w:rsidP="00EF75EA">
      <w:pPr>
        <w:pStyle w:val="Heading3"/>
        <w:rPr>
          <w:rtl/>
        </w:rPr>
      </w:pPr>
      <w:r>
        <w:rPr>
          <w:rtl/>
        </w:rPr>
        <w:br w:type="page"/>
      </w:r>
      <w:bookmarkStart w:id="1140" w:name="_Toc33993825"/>
      <w:bookmarkStart w:id="1141" w:name="_Toc33994107"/>
      <w:bookmarkStart w:id="1142" w:name="_Toc33994389"/>
      <w:bookmarkStart w:id="1143" w:name="_Toc33994672"/>
      <w:bookmarkStart w:id="1144" w:name="_Toc33994955"/>
      <w:r w:rsidR="00910300">
        <w:rPr>
          <w:rtl/>
        </w:rPr>
        <w:lastRenderedPageBreak/>
        <w:t>٢١٨. چيره شدن ثوات صلوات بر گناهان</w:t>
      </w:r>
      <w:bookmarkEnd w:id="1140"/>
      <w:bookmarkEnd w:id="1141"/>
      <w:bookmarkEnd w:id="1142"/>
      <w:bookmarkEnd w:id="1143"/>
      <w:bookmarkEnd w:id="1144"/>
      <w:r w:rsidR="00910300">
        <w:rPr>
          <w:rtl/>
        </w:rPr>
        <w:t xml:space="preserve"> </w:t>
      </w:r>
    </w:p>
    <w:p w:rsidR="00910300" w:rsidRDefault="00910300" w:rsidP="00EF75EA">
      <w:pPr>
        <w:pStyle w:val="libNormal"/>
        <w:rPr>
          <w:rtl/>
        </w:rPr>
      </w:pPr>
      <w:r>
        <w:rPr>
          <w:rtl/>
        </w:rPr>
        <w:t xml:space="preserve"> كاتبى را بعد از وفات ، در خواب ديدند و حال او را جويا گشتند، جواب داد: گناهان مرا، با صلواتى كه برنام پيغمبر </w:t>
      </w:r>
      <w:r w:rsidR="00745C10" w:rsidRPr="00745C10">
        <w:rPr>
          <w:rStyle w:val="libAlaemChar"/>
          <w:rtl/>
        </w:rPr>
        <w:t>صلى‌الله‌عليه‌وآله‌وسلم</w:t>
      </w:r>
      <w:r>
        <w:rPr>
          <w:rtl/>
        </w:rPr>
        <w:t>و سلم نوشته بودم ، سنجيدند، ثوات صلوات ، زياد آمد و من را بخشيدند.</w:t>
      </w:r>
    </w:p>
    <w:p w:rsidR="00EF75EA" w:rsidRDefault="00910300" w:rsidP="00EF75EA">
      <w:pPr>
        <w:pStyle w:val="Heading3"/>
        <w:rPr>
          <w:rtl/>
        </w:rPr>
      </w:pPr>
      <w:bookmarkStart w:id="1145" w:name="_Toc33993826"/>
      <w:bookmarkStart w:id="1146" w:name="_Toc33994108"/>
      <w:bookmarkStart w:id="1147" w:name="_Toc33994390"/>
      <w:bookmarkStart w:id="1148" w:name="_Toc33994673"/>
      <w:bookmarkStart w:id="1149" w:name="_Toc33994956"/>
      <w:r>
        <w:rPr>
          <w:rtl/>
        </w:rPr>
        <w:t>٢١٩. فريادرسى صلوات در قبر</w:t>
      </w:r>
      <w:bookmarkEnd w:id="1145"/>
      <w:bookmarkEnd w:id="1146"/>
      <w:bookmarkEnd w:id="1147"/>
      <w:bookmarkEnd w:id="1148"/>
      <w:bookmarkEnd w:id="1149"/>
    </w:p>
    <w:p w:rsidR="00910300" w:rsidRDefault="00910300" w:rsidP="00EF75EA">
      <w:pPr>
        <w:pStyle w:val="libNormal"/>
        <w:rPr>
          <w:rtl/>
        </w:rPr>
      </w:pPr>
      <w:r>
        <w:rPr>
          <w:rtl/>
        </w:rPr>
        <w:t xml:space="preserve"> شبلى نقل نموده است كه : من همسايه اى داشتم وفات نمود، بعد از آن ، او را خواب ديدم ، از او پرسيدم : حق تعالى با تو چه كرد؟</w:t>
      </w:r>
    </w:p>
    <w:p w:rsidR="00910300" w:rsidRDefault="00910300" w:rsidP="00910300">
      <w:pPr>
        <w:pStyle w:val="libNormal"/>
        <w:rPr>
          <w:rtl/>
        </w:rPr>
      </w:pPr>
      <w:r>
        <w:rPr>
          <w:rtl/>
        </w:rPr>
        <w:t>گفت : اى شيخ ! هول هاى بزرگ ديدم ، و رنج هاى عظيم كشيدم . از آن جمله به وقت سؤ ال منكر و نكير، زبان من از كار باز ماند. با خود مى گفتم : واويلاه ، اين عقوبت از كجا به من رسيد؟ آخر من مسلمان بودم و بر دين اسلام مردم . آن دو فرشته ، به عنف و غلطت ، از من جواب طلبيدند. ناگاه شخصى نيكوموى و خوش بوى آمد، ميان من و ايشان حايل شد، و مرا تلقين كرد تا جواب ايشان را بر وجه صواب دادم ، از آن شخص پرسيدم : تو كيستى - خدا تو را رحمت كند - كه من را از اين غصه خلاصى دادى ؟</w:t>
      </w:r>
    </w:p>
    <w:p w:rsidR="00EF75EA" w:rsidRDefault="00910300" w:rsidP="00910300">
      <w:pPr>
        <w:pStyle w:val="libNormal"/>
        <w:rPr>
          <w:rtl/>
        </w:rPr>
      </w:pPr>
      <w:r>
        <w:rPr>
          <w:rtl/>
        </w:rPr>
        <w:t xml:space="preserve">گفت : من شخصى ام كه مخلوق شده ام از صلواتى كه تو بر پيغمبر - </w:t>
      </w:r>
      <w:r w:rsidR="00745C10" w:rsidRPr="00745C10">
        <w:rPr>
          <w:rStyle w:val="libAlaemChar"/>
          <w:rtl/>
        </w:rPr>
        <w:t>صلى‌الله‌عليه‌وآله‌وسلم</w:t>
      </w:r>
      <w:r>
        <w:rPr>
          <w:rtl/>
        </w:rPr>
        <w:t>و سلم - فرستادى ، و ماءمورم به آن كه در هر وقت و هر جا كه درمانى ، به فرياد تو رسم .</w:t>
      </w:r>
    </w:p>
    <w:p w:rsidR="00EF75EA" w:rsidRDefault="00EF75EA" w:rsidP="00EF75EA">
      <w:pPr>
        <w:pStyle w:val="Heading3"/>
        <w:rPr>
          <w:rtl/>
        </w:rPr>
      </w:pPr>
      <w:r>
        <w:rPr>
          <w:rtl/>
        </w:rPr>
        <w:br w:type="page"/>
      </w:r>
      <w:bookmarkStart w:id="1150" w:name="_Toc33993827"/>
      <w:bookmarkStart w:id="1151" w:name="_Toc33994109"/>
      <w:bookmarkStart w:id="1152" w:name="_Toc33994391"/>
      <w:bookmarkStart w:id="1153" w:name="_Toc33994674"/>
      <w:bookmarkStart w:id="1154" w:name="_Toc33994957"/>
      <w:r w:rsidR="00910300">
        <w:rPr>
          <w:rtl/>
        </w:rPr>
        <w:lastRenderedPageBreak/>
        <w:t>٢٢٠. نورانى شدن چهره در عالم برزخ</w:t>
      </w:r>
      <w:bookmarkEnd w:id="1150"/>
      <w:bookmarkEnd w:id="1151"/>
      <w:bookmarkEnd w:id="1152"/>
      <w:bookmarkEnd w:id="1153"/>
      <w:bookmarkEnd w:id="1154"/>
      <w:r w:rsidR="00910300">
        <w:rPr>
          <w:rtl/>
        </w:rPr>
        <w:t xml:space="preserve"> </w:t>
      </w:r>
    </w:p>
    <w:p w:rsidR="00910300" w:rsidRDefault="00910300" w:rsidP="00EF75EA">
      <w:pPr>
        <w:pStyle w:val="libNormal"/>
        <w:rPr>
          <w:rtl/>
        </w:rPr>
      </w:pPr>
      <w:r>
        <w:rPr>
          <w:rtl/>
        </w:rPr>
        <w:t xml:space="preserve"> ثورى مى گويد: يك سال در مراسم حج ، مردى را ديدم كه هنگام طواف تنها ذكر صلوات در را مى گويد. دروقوف عرفاتهم فقط به اين ذكر اكتفا مى كند، در مدينه نيز تنها ذكرش صلوات بود.</w:t>
      </w:r>
    </w:p>
    <w:p w:rsidR="00910300" w:rsidRDefault="00910300" w:rsidP="00910300">
      <w:pPr>
        <w:pStyle w:val="libNormal"/>
        <w:rPr>
          <w:rtl/>
        </w:rPr>
      </w:pPr>
      <w:r>
        <w:rPr>
          <w:rtl/>
        </w:rPr>
        <w:t>من به او گفتم : تو هم در مكه و هم در مدينه تنها ذكرت صلوات بر محمد و آل طاهرينش بود، در عرفات كه جايگاه و روز ناله و زارى و طلب حاجت است و هم تو همه چيز را گذاشتى و فقط صلوات فرستادى . علت چيست ؟</w:t>
      </w:r>
    </w:p>
    <w:p w:rsidR="00910300" w:rsidRDefault="00910300" w:rsidP="00910300">
      <w:pPr>
        <w:pStyle w:val="libNormal"/>
        <w:rPr>
          <w:rtl/>
        </w:rPr>
      </w:pPr>
      <w:r>
        <w:rPr>
          <w:rtl/>
        </w:rPr>
        <w:t>اوگفت : سال گذشته من به همراه پدرم به مكه آمدم ، در يكى از منازل ، پدر بيمار شد و ما نتوانستيم به راه خود ادامه دهيم : در همان جا خانه اى كرايه كرده و چراغى را روشن نمودم . سر پدرم در دامنم بود كه جان سپرد.</w:t>
      </w:r>
    </w:p>
    <w:p w:rsidR="00910300" w:rsidRDefault="00910300" w:rsidP="00910300">
      <w:pPr>
        <w:pStyle w:val="libNormal"/>
        <w:rPr>
          <w:rtl/>
        </w:rPr>
      </w:pPr>
      <w:r>
        <w:rPr>
          <w:rtl/>
        </w:rPr>
        <w:t>ديدم كه اندك اندك چهره اش سياه گشت . ترسيدم ، سرش را بر زمين گذاشتيم و كنارش نشستم و از رسوايى فردا در مقابل مردم گريه مى كردم . در همين حال خوابم برد.</w:t>
      </w:r>
    </w:p>
    <w:p w:rsidR="00910300" w:rsidRDefault="00910300" w:rsidP="00910300">
      <w:pPr>
        <w:pStyle w:val="libNormal"/>
        <w:rPr>
          <w:rtl/>
        </w:rPr>
      </w:pPr>
      <w:r>
        <w:rPr>
          <w:rtl/>
        </w:rPr>
        <w:t>مردى زيبا، خوش بو و خوش پوش با عمامه سفيدى وارد شد. روپوش پدرم را برداشت ، دستى بر صورتش كشيد كه بر اثر آن رنگ چهره پدرم سپيد و نورانى گشت . من حيرت زده از او پرسيدم : تو كه هستى كه خدا از بركت وجود تو غم مرا برطرف ساخت ؟</w:t>
      </w:r>
    </w:p>
    <w:p w:rsidR="00910300" w:rsidRDefault="00910300" w:rsidP="00910300">
      <w:pPr>
        <w:pStyle w:val="libNormal"/>
        <w:rPr>
          <w:rtl/>
        </w:rPr>
      </w:pPr>
      <w:r>
        <w:rPr>
          <w:rtl/>
        </w:rPr>
        <w:t>فرمود:من صاحب قرآن ، محمدبن عبدالله پيامبر آخرالزمانم . بدان و آگاه باش كه پدرت نافرمانى خدا را مى كرد و پيرو هوايى نفس بود؛ اما چون پيوسته بر من صلوات مى فرستاد، در اين ساعت كه تيرگى و تاريكى گناه او را در برگرفت من به دادش رسيدم .</w:t>
      </w:r>
    </w:p>
    <w:p w:rsidR="00910300" w:rsidRDefault="00910300" w:rsidP="00910300">
      <w:pPr>
        <w:pStyle w:val="libNormal"/>
        <w:rPr>
          <w:rtl/>
        </w:rPr>
      </w:pPr>
      <w:r>
        <w:rPr>
          <w:rtl/>
        </w:rPr>
        <w:t>او اين را گفت و از نظر من غايب گشت .</w:t>
      </w:r>
    </w:p>
    <w:p w:rsidR="00910300" w:rsidRDefault="00910300" w:rsidP="00910300">
      <w:pPr>
        <w:pStyle w:val="libNormal"/>
        <w:rPr>
          <w:rtl/>
        </w:rPr>
      </w:pPr>
      <w:r>
        <w:rPr>
          <w:rtl/>
        </w:rPr>
        <w:lastRenderedPageBreak/>
        <w:t xml:space="preserve">من از خواب برخاستم و ديدم كه چهره پدرم مانند ماه شب چهارده مى درخشيد. از آن روز به بعد بود كه فايده صلوات را فهميدم ، تسبيح و دعا را رها كرده و در هر حال و پيوسته صلوات مى فرستم . </w:t>
      </w:r>
      <w:r w:rsidRPr="00EF75EA">
        <w:rPr>
          <w:rStyle w:val="libFootnotenumChar"/>
          <w:rtl/>
        </w:rPr>
        <w:t>(٨٧)</w:t>
      </w:r>
    </w:p>
    <w:p w:rsidR="00910300" w:rsidRDefault="00910300" w:rsidP="00EF75EA">
      <w:pPr>
        <w:pStyle w:val="Heading3"/>
        <w:rPr>
          <w:rtl/>
        </w:rPr>
      </w:pPr>
      <w:bookmarkStart w:id="1155" w:name="_Toc33993828"/>
      <w:bookmarkStart w:id="1156" w:name="_Toc33994110"/>
      <w:bookmarkStart w:id="1157" w:name="_Toc33994392"/>
      <w:bookmarkStart w:id="1158" w:name="_Toc33994675"/>
      <w:bookmarkStart w:id="1159" w:name="_Toc33994958"/>
      <w:r>
        <w:rPr>
          <w:rtl/>
        </w:rPr>
        <w:t>٢٢١. كرامت صلوات در برزخ</w:t>
      </w:r>
      <w:bookmarkEnd w:id="1155"/>
      <w:bookmarkEnd w:id="1156"/>
      <w:bookmarkEnd w:id="1157"/>
      <w:bookmarkEnd w:id="1158"/>
      <w:bookmarkEnd w:id="1159"/>
      <w:r>
        <w:rPr>
          <w:rtl/>
        </w:rPr>
        <w:t xml:space="preserve"> </w:t>
      </w:r>
    </w:p>
    <w:p w:rsidR="00910300" w:rsidRDefault="00910300" w:rsidP="00910300">
      <w:pPr>
        <w:pStyle w:val="libNormal"/>
        <w:rPr>
          <w:rtl/>
        </w:rPr>
      </w:pPr>
      <w:r>
        <w:rPr>
          <w:rtl/>
        </w:rPr>
        <w:t>فضل كندى را بعد از وفات ، در خواب ديدند، و از او پرسيدند: حق تعالى با تو چه كرد؟</w:t>
      </w:r>
    </w:p>
    <w:p w:rsidR="00910300" w:rsidRDefault="00910300" w:rsidP="00910300">
      <w:pPr>
        <w:pStyle w:val="libNormal"/>
        <w:rPr>
          <w:rtl/>
        </w:rPr>
      </w:pPr>
      <w:r>
        <w:rPr>
          <w:rtl/>
        </w:rPr>
        <w:t>گفت : من را بخشيد و گرامى داشت ، به عملى كه از اين دوانگشت من - يعنى سبابه و ابهام - صدر شده بود.</w:t>
      </w:r>
    </w:p>
    <w:p w:rsidR="00910300" w:rsidRDefault="00910300" w:rsidP="00910300">
      <w:pPr>
        <w:pStyle w:val="libNormal"/>
        <w:rPr>
          <w:rtl/>
        </w:rPr>
      </w:pPr>
      <w:r>
        <w:rPr>
          <w:rtl/>
        </w:rPr>
        <w:t>گفتند: از آنها چه عمل آمد كه سبب كرامت تو گرديد؟</w:t>
      </w:r>
    </w:p>
    <w:p w:rsidR="00910300" w:rsidRDefault="00910300" w:rsidP="00910300">
      <w:pPr>
        <w:pStyle w:val="libNormal"/>
        <w:rPr>
          <w:rtl/>
        </w:rPr>
      </w:pPr>
      <w:r>
        <w:rPr>
          <w:rtl/>
        </w:rPr>
        <w:t>گفت : بسيار نوشتن</w:t>
      </w:r>
      <w:r w:rsidR="00745C10" w:rsidRPr="00745C10">
        <w:rPr>
          <w:rStyle w:val="libAlaemChar"/>
          <w:rtl/>
        </w:rPr>
        <w:t>صلى‌الله‌عليه‌وآله‌وسلم</w:t>
      </w:r>
      <w:r>
        <w:rPr>
          <w:rtl/>
        </w:rPr>
        <w:t>وسلم.</w:t>
      </w:r>
    </w:p>
    <w:p w:rsidR="00EF75EA" w:rsidRDefault="00910300" w:rsidP="00EF75EA">
      <w:pPr>
        <w:pStyle w:val="Heading3"/>
        <w:rPr>
          <w:rtl/>
        </w:rPr>
      </w:pPr>
      <w:bookmarkStart w:id="1160" w:name="_Toc33993829"/>
      <w:bookmarkStart w:id="1161" w:name="_Toc33994111"/>
      <w:bookmarkStart w:id="1162" w:name="_Toc33994393"/>
      <w:bookmarkStart w:id="1163" w:name="_Toc33994676"/>
      <w:bookmarkStart w:id="1164" w:name="_Toc33994959"/>
      <w:r>
        <w:rPr>
          <w:rtl/>
        </w:rPr>
        <w:t>٢٢٢. نورى در قبر</w:t>
      </w:r>
      <w:bookmarkEnd w:id="1160"/>
      <w:bookmarkEnd w:id="1161"/>
      <w:bookmarkEnd w:id="1162"/>
      <w:bookmarkEnd w:id="1163"/>
      <w:bookmarkEnd w:id="1164"/>
    </w:p>
    <w:p w:rsidR="00910300" w:rsidRDefault="00910300" w:rsidP="00EF75EA">
      <w:pPr>
        <w:pStyle w:val="libNormal"/>
        <w:rPr>
          <w:rtl/>
        </w:rPr>
      </w:pPr>
      <w:r>
        <w:rPr>
          <w:rtl/>
        </w:rPr>
        <w:t xml:space="preserve"> رسول خدا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الصلاة على نور فى القبر؛</w:t>
      </w:r>
    </w:p>
    <w:p w:rsidR="00910300" w:rsidRDefault="00910300" w:rsidP="00910300">
      <w:pPr>
        <w:pStyle w:val="libNormal"/>
        <w:rPr>
          <w:rtl/>
        </w:rPr>
      </w:pPr>
      <w:r>
        <w:rPr>
          <w:rtl/>
        </w:rPr>
        <w:t>صلوات بر من ،نورى در قبر است .</w:t>
      </w:r>
    </w:p>
    <w:p w:rsidR="00EF75EA" w:rsidRDefault="00910300" w:rsidP="00EF75EA">
      <w:pPr>
        <w:pStyle w:val="Heading3"/>
        <w:rPr>
          <w:rtl/>
        </w:rPr>
      </w:pPr>
      <w:bookmarkStart w:id="1165" w:name="_Toc33993830"/>
      <w:bookmarkStart w:id="1166" w:name="_Toc33994112"/>
      <w:bookmarkStart w:id="1167" w:name="_Toc33994394"/>
      <w:bookmarkStart w:id="1168" w:name="_Toc33994677"/>
      <w:bookmarkStart w:id="1169" w:name="_Toc33994960"/>
      <w:r>
        <w:rPr>
          <w:rtl/>
        </w:rPr>
        <w:t>٢٢٣. ايمنى از تلخى جان كندن</w:t>
      </w:r>
      <w:bookmarkEnd w:id="1165"/>
      <w:bookmarkEnd w:id="1166"/>
      <w:bookmarkEnd w:id="1167"/>
      <w:bookmarkEnd w:id="1168"/>
      <w:bookmarkEnd w:id="1169"/>
      <w:r>
        <w:rPr>
          <w:rtl/>
        </w:rPr>
        <w:t xml:space="preserve"> </w:t>
      </w:r>
    </w:p>
    <w:p w:rsidR="00910300" w:rsidRDefault="00910300" w:rsidP="00EF75EA">
      <w:pPr>
        <w:pStyle w:val="libNormal"/>
        <w:rPr>
          <w:rtl/>
        </w:rPr>
      </w:pPr>
      <w:r>
        <w:rPr>
          <w:rtl/>
        </w:rPr>
        <w:t xml:space="preserve"> فرد صالحى به عيادت بيمارى رفت ، او آخرين لحظات زندگانى اش را مى گذارنيد، به او گفت : دوست من ! آيا جان كندن تلخ است ؟</w:t>
      </w:r>
    </w:p>
    <w:p w:rsidR="00910300" w:rsidRDefault="00910300" w:rsidP="00910300">
      <w:pPr>
        <w:pStyle w:val="libNormal"/>
        <w:rPr>
          <w:rtl/>
        </w:rPr>
      </w:pPr>
      <w:r>
        <w:rPr>
          <w:rtl/>
        </w:rPr>
        <w:t>بيمار گفت : من جز شيرينى و خوبى نمى بينم : و هيچ گونه تلخى را حس نمى كنم .</w:t>
      </w:r>
    </w:p>
    <w:p w:rsidR="00910300" w:rsidRDefault="00910300" w:rsidP="00910300">
      <w:pPr>
        <w:pStyle w:val="libNormal"/>
        <w:rPr>
          <w:rtl/>
        </w:rPr>
      </w:pPr>
      <w:r>
        <w:rPr>
          <w:rtl/>
        </w:rPr>
        <w:t>آن شخص صالح متعجب شد؛ زيرا او مى دانست كه دل كندن از اين دنيا و جان دادن بسيار ناگوار و تلخ است .</w:t>
      </w:r>
    </w:p>
    <w:p w:rsidR="00910300" w:rsidRDefault="00910300" w:rsidP="00910300">
      <w:pPr>
        <w:pStyle w:val="libNormal"/>
        <w:rPr>
          <w:rtl/>
        </w:rPr>
      </w:pPr>
      <w:r>
        <w:rPr>
          <w:rtl/>
        </w:rPr>
        <w:lastRenderedPageBreak/>
        <w:t xml:space="preserve">شخص بيمار چون تعجب او را ديد، به او گفت : تعجب مكن ؛ زيرا من حديثى از پيامبر </w:t>
      </w:r>
      <w:r w:rsidR="007560B2" w:rsidRPr="007560B2">
        <w:rPr>
          <w:rStyle w:val="libAlaemChar"/>
          <w:rtl/>
        </w:rPr>
        <w:t>صلى‌الله‌عليه‌وآله‌وسلم</w:t>
      </w:r>
      <w:r>
        <w:rPr>
          <w:rtl/>
        </w:rPr>
        <w:t xml:space="preserve"> شنيده بودم كه :هركس زياد بر من صلوات بفرستد، از تلخى جان دادن در امان است .از آن پس من به فرستادن صلوات مداومت نمودم و بسيار صلوات فرستادم . اينك تو علت جان دادن راحت مرا فهميدى . </w:t>
      </w:r>
      <w:r w:rsidRPr="00EF75EA">
        <w:rPr>
          <w:rStyle w:val="libFootnotenumChar"/>
          <w:rtl/>
        </w:rPr>
        <w:t>(٨٨)</w:t>
      </w:r>
    </w:p>
    <w:p w:rsidR="00EF75EA" w:rsidRDefault="00910300" w:rsidP="00EF75EA">
      <w:pPr>
        <w:pStyle w:val="Heading3"/>
        <w:rPr>
          <w:rtl/>
        </w:rPr>
      </w:pPr>
      <w:bookmarkStart w:id="1170" w:name="_Toc33993831"/>
      <w:bookmarkStart w:id="1171" w:name="_Toc33994113"/>
      <w:bookmarkStart w:id="1172" w:name="_Toc33994395"/>
      <w:bookmarkStart w:id="1173" w:name="_Toc33994678"/>
      <w:bookmarkStart w:id="1174" w:name="_Toc33994961"/>
      <w:r>
        <w:rPr>
          <w:rtl/>
        </w:rPr>
        <w:t>٢٢٤. هنگام جان دادن</w:t>
      </w:r>
      <w:bookmarkEnd w:id="1170"/>
      <w:bookmarkEnd w:id="1171"/>
      <w:bookmarkEnd w:id="1172"/>
      <w:bookmarkEnd w:id="1173"/>
      <w:bookmarkEnd w:id="1174"/>
      <w:r>
        <w:rPr>
          <w:rtl/>
        </w:rPr>
        <w:t xml:space="preserve"> </w:t>
      </w:r>
    </w:p>
    <w:p w:rsidR="00910300" w:rsidRDefault="00910300" w:rsidP="00EF75EA">
      <w:pPr>
        <w:pStyle w:val="libNormal"/>
        <w:rPr>
          <w:rtl/>
        </w:rPr>
      </w:pPr>
      <w:r>
        <w:rPr>
          <w:rtl/>
        </w:rPr>
        <w:t xml:space="preserve"> رسول خدا </w:t>
      </w:r>
      <w:r w:rsidR="00745C10" w:rsidRPr="00745C10">
        <w:rPr>
          <w:rStyle w:val="libAlaemChar"/>
          <w:rtl/>
        </w:rPr>
        <w:t>صلى‌الله‌عليه‌وآله‌وسلم</w:t>
      </w:r>
      <w:r>
        <w:rPr>
          <w:rtl/>
        </w:rPr>
        <w:t>فرمودند:</w:t>
      </w:r>
    </w:p>
    <w:p w:rsidR="00910300" w:rsidRDefault="00910300" w:rsidP="00910300">
      <w:pPr>
        <w:pStyle w:val="libNormal"/>
        <w:rPr>
          <w:rtl/>
        </w:rPr>
      </w:pPr>
      <w:r>
        <w:rPr>
          <w:rtl/>
        </w:rPr>
        <w:t>هركس برمن صلوات زياد بفرستد، از تلخى مرگ و جان كندن ايمن گردد.</w:t>
      </w:r>
    </w:p>
    <w:p w:rsidR="00910300" w:rsidRDefault="00864452" w:rsidP="00864452">
      <w:pPr>
        <w:pStyle w:val="Heading1"/>
        <w:rPr>
          <w:rtl/>
        </w:rPr>
      </w:pPr>
      <w:r>
        <w:rPr>
          <w:rtl/>
        </w:rPr>
        <w:br w:type="page"/>
      </w:r>
      <w:bookmarkStart w:id="1175" w:name="_Toc33994396"/>
      <w:bookmarkStart w:id="1176" w:name="_Toc33994679"/>
      <w:bookmarkStart w:id="1177" w:name="_Toc33994962"/>
      <w:r w:rsidR="00910300">
        <w:rPr>
          <w:rtl/>
        </w:rPr>
        <w:lastRenderedPageBreak/>
        <w:t>فصل سوم : آثار و بركات صلوات در قيامت :</w:t>
      </w:r>
      <w:bookmarkEnd w:id="1175"/>
      <w:bookmarkEnd w:id="1176"/>
      <w:bookmarkEnd w:id="1177"/>
    </w:p>
    <w:p w:rsidR="00864452" w:rsidRDefault="00864452" w:rsidP="00910300">
      <w:pPr>
        <w:pStyle w:val="libNormal"/>
        <w:rPr>
          <w:rStyle w:val="Heading2Char"/>
          <w:rtl/>
        </w:rPr>
      </w:pPr>
      <w:bookmarkStart w:id="1178" w:name="_Toc33993832"/>
      <w:bookmarkStart w:id="1179" w:name="_Toc33994114"/>
    </w:p>
    <w:p w:rsidR="00910300" w:rsidRDefault="00910300" w:rsidP="00910300">
      <w:pPr>
        <w:pStyle w:val="libNormal"/>
        <w:rPr>
          <w:rtl/>
        </w:rPr>
      </w:pPr>
      <w:bookmarkStart w:id="1180" w:name="_Toc33994397"/>
      <w:bookmarkStart w:id="1181" w:name="_Toc33994680"/>
      <w:bookmarkStart w:id="1182" w:name="_Toc33994963"/>
      <w:r w:rsidRPr="00EF75EA">
        <w:rPr>
          <w:rStyle w:val="Heading2Char"/>
          <w:rtl/>
        </w:rPr>
        <w:t>بخش اول : جايگاه ذاكر صلوات در قيامت</w:t>
      </w:r>
      <w:bookmarkEnd w:id="1178"/>
      <w:bookmarkEnd w:id="1179"/>
      <w:bookmarkEnd w:id="1180"/>
      <w:bookmarkEnd w:id="1181"/>
      <w:bookmarkEnd w:id="1182"/>
      <w:r>
        <w:rPr>
          <w:rtl/>
        </w:rPr>
        <w:t xml:space="preserve"> :</w:t>
      </w:r>
    </w:p>
    <w:p w:rsidR="00EF75EA" w:rsidRDefault="00910300" w:rsidP="00EF75EA">
      <w:pPr>
        <w:pStyle w:val="Heading3"/>
        <w:rPr>
          <w:rtl/>
        </w:rPr>
      </w:pPr>
      <w:bookmarkStart w:id="1183" w:name="_Toc33993833"/>
      <w:bookmarkStart w:id="1184" w:name="_Toc33994115"/>
      <w:bookmarkStart w:id="1185" w:name="_Toc33994398"/>
      <w:bookmarkStart w:id="1186" w:name="_Toc33994681"/>
      <w:bookmarkStart w:id="1187" w:name="_Toc33994964"/>
      <w:r>
        <w:rPr>
          <w:rtl/>
        </w:rPr>
        <w:t>٢٢٥. روز جمعه در قيامت</w:t>
      </w:r>
      <w:bookmarkEnd w:id="1183"/>
      <w:bookmarkEnd w:id="1184"/>
      <w:bookmarkEnd w:id="1185"/>
      <w:bookmarkEnd w:id="1186"/>
      <w:bookmarkEnd w:id="1187"/>
      <w:r>
        <w:rPr>
          <w:rtl/>
        </w:rPr>
        <w:t xml:space="preserve"> </w:t>
      </w:r>
    </w:p>
    <w:p w:rsidR="00910300" w:rsidRDefault="00910300" w:rsidP="00EF75EA">
      <w:pPr>
        <w:pStyle w:val="libNormal"/>
        <w:rPr>
          <w:rtl/>
        </w:rPr>
      </w:pPr>
      <w:r>
        <w:rPr>
          <w:rtl/>
        </w:rPr>
        <w:t xml:space="preserve"> از حضرت امام جعفر صادق - </w:t>
      </w:r>
      <w:r w:rsidR="007560B2" w:rsidRPr="007560B2">
        <w:rPr>
          <w:rStyle w:val="libAlaemChar"/>
          <w:rtl/>
        </w:rPr>
        <w:t xml:space="preserve">عليه‌السلام </w:t>
      </w:r>
      <w:r>
        <w:rPr>
          <w:rtl/>
        </w:rPr>
        <w:t xml:space="preserve"> - روايت شده است كه : در روز قيامت حق تعالى ، روزها را مبعوث مى گرداند به صورتى كه خلايق بدانند كه آنها ايامند؛ و روز جمعه پيش از همه مى باشد، مانند عروسى با جمال و كمال كه او را براى مردى صاحب دين و مال مى برند. مى آيد و بر در بهشت مى ايستد: ساير روزها در عقب او مى ايستند، و شهادت مى دهند، و آن شفاعت مى كند براى گروهى كه صلوات فرستاده اند بر محمد و آل محمد - </w:t>
      </w:r>
      <w:r w:rsidR="007560B2" w:rsidRPr="007560B2">
        <w:rPr>
          <w:rStyle w:val="libAlaemChar"/>
          <w:rtl/>
        </w:rPr>
        <w:t xml:space="preserve">عليه‌السلام </w:t>
      </w:r>
      <w:r>
        <w:rPr>
          <w:rtl/>
        </w:rPr>
        <w:t xml:space="preserve"> - و غير اين گروه را شفاعت نمى كند.</w:t>
      </w:r>
    </w:p>
    <w:p w:rsidR="00910300" w:rsidRDefault="00910300" w:rsidP="00910300">
      <w:pPr>
        <w:pStyle w:val="libNormal"/>
        <w:rPr>
          <w:rtl/>
        </w:rPr>
      </w:pPr>
      <w:r>
        <w:rPr>
          <w:rtl/>
        </w:rPr>
        <w:t>كسى عرض كرد: صلوات بسيار، چه قدراست ؟ و چه وقت بهتر است ؟</w:t>
      </w:r>
    </w:p>
    <w:p w:rsidR="00910300" w:rsidRDefault="00910300" w:rsidP="00910300">
      <w:pPr>
        <w:pStyle w:val="libNormal"/>
        <w:rPr>
          <w:rtl/>
        </w:rPr>
      </w:pPr>
      <w:r>
        <w:rPr>
          <w:rtl/>
        </w:rPr>
        <w:t>فرمود:صدمرتبه ، و بعد از نماز عصر.</w:t>
      </w:r>
    </w:p>
    <w:p w:rsidR="00910300" w:rsidRDefault="00910300" w:rsidP="00910300">
      <w:pPr>
        <w:pStyle w:val="libNormal"/>
        <w:rPr>
          <w:rtl/>
        </w:rPr>
      </w:pPr>
      <w:r>
        <w:rPr>
          <w:rtl/>
        </w:rPr>
        <w:t>پرسيد: چگونه صلوات فرستم ؟</w:t>
      </w:r>
    </w:p>
    <w:p w:rsidR="00910300" w:rsidRDefault="00910300" w:rsidP="00910300">
      <w:pPr>
        <w:pStyle w:val="libNormal"/>
        <w:rPr>
          <w:rtl/>
        </w:rPr>
      </w:pPr>
      <w:r>
        <w:rPr>
          <w:rtl/>
        </w:rPr>
        <w:t>فرمود: مى گويى :اللهم صل على محمد و آل محمد و عجل فرجهم.</w:t>
      </w:r>
    </w:p>
    <w:p w:rsidR="00EF75EA" w:rsidRDefault="00910300" w:rsidP="00EF75EA">
      <w:pPr>
        <w:pStyle w:val="Heading3"/>
        <w:rPr>
          <w:rtl/>
        </w:rPr>
      </w:pPr>
      <w:bookmarkStart w:id="1188" w:name="_Toc33993834"/>
      <w:bookmarkStart w:id="1189" w:name="_Toc33994116"/>
      <w:bookmarkStart w:id="1190" w:name="_Toc33994399"/>
      <w:bookmarkStart w:id="1191" w:name="_Toc33994682"/>
      <w:bookmarkStart w:id="1192" w:name="_Toc33994965"/>
      <w:r>
        <w:rPr>
          <w:rtl/>
        </w:rPr>
        <w:t>٢٢٦. نزديك ترين افراد به پيامبر در قيامت</w:t>
      </w:r>
      <w:bookmarkEnd w:id="1188"/>
      <w:bookmarkEnd w:id="1189"/>
      <w:bookmarkEnd w:id="1190"/>
      <w:bookmarkEnd w:id="1191"/>
      <w:bookmarkEnd w:id="1192"/>
      <w:r>
        <w:rPr>
          <w:rtl/>
        </w:rPr>
        <w:t xml:space="preserve"> </w:t>
      </w:r>
    </w:p>
    <w:p w:rsidR="00910300" w:rsidRDefault="00910300" w:rsidP="00EF75EA">
      <w:pPr>
        <w:pStyle w:val="libNormal"/>
        <w:rPr>
          <w:rtl/>
        </w:rPr>
      </w:pPr>
      <w:r>
        <w:rPr>
          <w:rtl/>
        </w:rPr>
        <w:t xml:space="preserve"> رسول اكرم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اءن اءولى الناس بى يوم القيامة اكثر هم على صلاة .</w:t>
      </w:r>
    </w:p>
    <w:p w:rsidR="00910300" w:rsidRDefault="00910300" w:rsidP="00910300">
      <w:pPr>
        <w:pStyle w:val="libNormal"/>
        <w:rPr>
          <w:rtl/>
        </w:rPr>
      </w:pPr>
      <w:r>
        <w:rPr>
          <w:rtl/>
        </w:rPr>
        <w:t>نزديك ترين شخص به من در فرداى قيامت كسى است كه صلوات بيشترى برمن فرستاده باشد.</w:t>
      </w:r>
    </w:p>
    <w:p w:rsidR="00EF75EA" w:rsidRDefault="00EF75EA" w:rsidP="00EF75EA">
      <w:pPr>
        <w:pStyle w:val="Heading3"/>
        <w:rPr>
          <w:rtl/>
        </w:rPr>
      </w:pPr>
      <w:r>
        <w:rPr>
          <w:rtl/>
        </w:rPr>
        <w:br w:type="page"/>
      </w:r>
      <w:bookmarkStart w:id="1193" w:name="_Toc33993835"/>
      <w:bookmarkStart w:id="1194" w:name="_Toc33994117"/>
      <w:bookmarkStart w:id="1195" w:name="_Toc33994400"/>
      <w:bookmarkStart w:id="1196" w:name="_Toc33994683"/>
      <w:bookmarkStart w:id="1197" w:name="_Toc33994966"/>
      <w:r w:rsidR="00910300">
        <w:rPr>
          <w:rtl/>
        </w:rPr>
        <w:lastRenderedPageBreak/>
        <w:t>٢٢٧. گشايش هفتاد حاجت اخروى</w:t>
      </w:r>
      <w:bookmarkEnd w:id="1193"/>
      <w:bookmarkEnd w:id="1194"/>
      <w:bookmarkEnd w:id="1195"/>
      <w:bookmarkEnd w:id="1196"/>
      <w:bookmarkEnd w:id="1197"/>
      <w:r w:rsidR="00910300">
        <w:rPr>
          <w:rtl/>
        </w:rPr>
        <w:t xml:space="preserve"> </w:t>
      </w:r>
    </w:p>
    <w:p w:rsidR="00910300" w:rsidRDefault="00910300" w:rsidP="00EF75EA">
      <w:pPr>
        <w:pStyle w:val="libNormal"/>
        <w:rPr>
          <w:rtl/>
        </w:rPr>
      </w:pPr>
      <w:r>
        <w:rPr>
          <w:rtl/>
        </w:rPr>
        <w:t xml:space="preserve"> معاويه بن عمار گويد:</w:t>
      </w:r>
    </w:p>
    <w:p w:rsidR="00910300" w:rsidRDefault="00910300" w:rsidP="00910300">
      <w:pPr>
        <w:pStyle w:val="libNormal"/>
        <w:rPr>
          <w:rtl/>
        </w:rPr>
      </w:pPr>
      <w:r>
        <w:rPr>
          <w:rtl/>
        </w:rPr>
        <w:t xml:space="preserve">امام صادق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 xml:space="preserve">هركس در يك روز، صدباررب صل على محمد و اهل بيتهبگويد، خداوند يك صد حاجت او را برآورد و سى حاجت از آنها براى دنيا و هفتاد براى آخرت . </w:t>
      </w:r>
      <w:r w:rsidRPr="00EF75EA">
        <w:rPr>
          <w:rStyle w:val="libFootnotenumChar"/>
          <w:rtl/>
        </w:rPr>
        <w:t>(٨٩)</w:t>
      </w:r>
    </w:p>
    <w:p w:rsidR="00EF75EA" w:rsidRDefault="00910300" w:rsidP="00EF75EA">
      <w:pPr>
        <w:pStyle w:val="Heading3"/>
        <w:rPr>
          <w:rtl/>
        </w:rPr>
      </w:pPr>
      <w:bookmarkStart w:id="1198" w:name="_Toc33993836"/>
      <w:bookmarkStart w:id="1199" w:name="_Toc33994118"/>
      <w:bookmarkStart w:id="1200" w:name="_Toc33994401"/>
      <w:bookmarkStart w:id="1201" w:name="_Toc33994684"/>
      <w:bookmarkStart w:id="1202" w:name="_Toc33994967"/>
      <w:r>
        <w:rPr>
          <w:rtl/>
        </w:rPr>
        <w:t>٢٢٨. نور در قيامت</w:t>
      </w:r>
      <w:bookmarkEnd w:id="1198"/>
      <w:bookmarkEnd w:id="1199"/>
      <w:bookmarkEnd w:id="1200"/>
      <w:bookmarkEnd w:id="1201"/>
      <w:bookmarkEnd w:id="1202"/>
      <w:r>
        <w:rPr>
          <w:rtl/>
        </w:rPr>
        <w:t xml:space="preserve"> </w:t>
      </w:r>
    </w:p>
    <w:p w:rsidR="00910300" w:rsidRDefault="00910300" w:rsidP="00EF75EA">
      <w:pPr>
        <w:pStyle w:val="libNormal"/>
        <w:rPr>
          <w:rtl/>
        </w:rPr>
      </w:pPr>
      <w:r>
        <w:rPr>
          <w:rtl/>
        </w:rPr>
        <w:t xml:space="preserve"> پيغمبراكرم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 xml:space="preserve">هركس بر من صلوات فرستد، خداى تعالى در روز قيامت قبر بالاى سر و جانب راست و چپ و بر بالا و پايين و در همه اعضاء و جوارح او نور مى دهد. </w:t>
      </w:r>
      <w:r w:rsidRPr="00EF75EA">
        <w:rPr>
          <w:rStyle w:val="libFootnotenumChar"/>
          <w:rtl/>
        </w:rPr>
        <w:t>(٩٠)</w:t>
      </w:r>
    </w:p>
    <w:p w:rsidR="00EF75EA" w:rsidRDefault="00910300" w:rsidP="00EF75EA">
      <w:pPr>
        <w:pStyle w:val="Heading3"/>
        <w:rPr>
          <w:rtl/>
        </w:rPr>
      </w:pPr>
      <w:bookmarkStart w:id="1203" w:name="_Toc33993837"/>
      <w:bookmarkStart w:id="1204" w:name="_Toc33994119"/>
      <w:bookmarkStart w:id="1205" w:name="_Toc33994402"/>
      <w:bookmarkStart w:id="1206" w:name="_Toc33994685"/>
      <w:bookmarkStart w:id="1207" w:name="_Toc33994968"/>
      <w:r>
        <w:rPr>
          <w:rtl/>
        </w:rPr>
        <w:t>٢٢٩. رواشدن سى حاجت آخرت</w:t>
      </w:r>
      <w:bookmarkEnd w:id="1203"/>
      <w:bookmarkEnd w:id="1204"/>
      <w:bookmarkEnd w:id="1205"/>
      <w:bookmarkEnd w:id="1206"/>
      <w:bookmarkEnd w:id="1207"/>
      <w:r>
        <w:rPr>
          <w:rtl/>
        </w:rPr>
        <w:t xml:space="preserve"> </w:t>
      </w:r>
    </w:p>
    <w:p w:rsidR="00910300" w:rsidRDefault="00910300" w:rsidP="00EF75EA">
      <w:pPr>
        <w:pStyle w:val="libNormal"/>
        <w:rPr>
          <w:rtl/>
        </w:rPr>
      </w:pPr>
      <w:r>
        <w:rPr>
          <w:rtl/>
        </w:rPr>
        <w:t xml:space="preserve"> رسول خدا - </w:t>
      </w:r>
      <w:r w:rsidR="00745C10" w:rsidRPr="00745C10">
        <w:rPr>
          <w:rStyle w:val="libAlaemChar"/>
          <w:rtl/>
        </w:rPr>
        <w:t>صلى‌الله‌عليه‌وآله‌وسلم</w:t>
      </w:r>
      <w:r>
        <w:rPr>
          <w:rtl/>
        </w:rPr>
        <w:t>- فرموده است :</w:t>
      </w:r>
    </w:p>
    <w:p w:rsidR="00910300" w:rsidRDefault="00910300" w:rsidP="00910300">
      <w:pPr>
        <w:pStyle w:val="libNormal"/>
        <w:rPr>
          <w:rtl/>
        </w:rPr>
      </w:pPr>
      <w:r>
        <w:rPr>
          <w:rtl/>
        </w:rPr>
        <w:t>من صلى على يوم الجمعة مائه مرة قضى الله له ستين حاجة : ثلاثون منها للدنيا و ثلاثون للاخرة .</w:t>
      </w:r>
    </w:p>
    <w:p w:rsidR="00910300" w:rsidRDefault="00910300" w:rsidP="00910300">
      <w:pPr>
        <w:pStyle w:val="libNormal"/>
        <w:rPr>
          <w:rtl/>
        </w:rPr>
      </w:pPr>
      <w:r>
        <w:rPr>
          <w:rtl/>
        </w:rPr>
        <w:t>هركس روز جمعه صدبار بر من صلوات فرستد، خداوند شصت حاجت او را روا كند، سى حاجت براى دنيا و سى حاجت براى آخرت .</w:t>
      </w:r>
    </w:p>
    <w:p w:rsidR="00EF75EA" w:rsidRDefault="00910300" w:rsidP="00EF75EA">
      <w:pPr>
        <w:pStyle w:val="Heading3"/>
        <w:rPr>
          <w:rtl/>
        </w:rPr>
      </w:pPr>
      <w:bookmarkStart w:id="1208" w:name="_Toc33993838"/>
      <w:bookmarkStart w:id="1209" w:name="_Toc33994120"/>
      <w:bookmarkStart w:id="1210" w:name="_Toc33994403"/>
      <w:bookmarkStart w:id="1211" w:name="_Toc33994686"/>
      <w:bookmarkStart w:id="1212" w:name="_Toc33994969"/>
      <w:r>
        <w:rPr>
          <w:rtl/>
        </w:rPr>
        <w:t>٢٣٠. زير عرش الهى</w:t>
      </w:r>
      <w:bookmarkEnd w:id="1208"/>
      <w:bookmarkEnd w:id="1209"/>
      <w:bookmarkEnd w:id="1210"/>
      <w:bookmarkEnd w:id="1211"/>
      <w:bookmarkEnd w:id="1212"/>
      <w:r>
        <w:rPr>
          <w:rtl/>
        </w:rPr>
        <w:t xml:space="preserve"> </w:t>
      </w:r>
    </w:p>
    <w:p w:rsidR="00910300" w:rsidRDefault="00910300" w:rsidP="00EF75EA">
      <w:pPr>
        <w:pStyle w:val="libNormal"/>
        <w:rPr>
          <w:rtl/>
        </w:rPr>
      </w:pPr>
      <w:r>
        <w:rPr>
          <w:rtl/>
        </w:rPr>
        <w:t xml:space="preserve"> از پيغمبر اكرم </w:t>
      </w:r>
      <w:r w:rsidR="00745C10" w:rsidRPr="00745C10">
        <w:rPr>
          <w:rStyle w:val="libAlaemChar"/>
          <w:rtl/>
        </w:rPr>
        <w:t>صلى‌الله‌عليه‌وآله‌وسلم</w:t>
      </w:r>
      <w:r>
        <w:rPr>
          <w:rtl/>
        </w:rPr>
        <w:t>وسلم روايت شده است كه فرمودند:</w:t>
      </w:r>
    </w:p>
    <w:p w:rsidR="00910300" w:rsidRDefault="00910300" w:rsidP="00910300">
      <w:pPr>
        <w:pStyle w:val="libNormal"/>
        <w:rPr>
          <w:rtl/>
        </w:rPr>
      </w:pPr>
      <w:r>
        <w:rPr>
          <w:rtl/>
        </w:rPr>
        <w:t>سه كس در روز رستاخيز آن روزى كه سايه اى جز سايه خداوند نخواهد بود در زير عرش الهى خواهند بود.</w:t>
      </w:r>
    </w:p>
    <w:p w:rsidR="00910300" w:rsidRDefault="00910300" w:rsidP="00910300">
      <w:pPr>
        <w:pStyle w:val="libNormal"/>
        <w:rPr>
          <w:rtl/>
        </w:rPr>
      </w:pPr>
      <w:r>
        <w:rPr>
          <w:rtl/>
        </w:rPr>
        <w:t>عرض شد: يا رسول الله ! آنها چه كسانى هستند؟</w:t>
      </w:r>
    </w:p>
    <w:p w:rsidR="00910300" w:rsidRDefault="00910300" w:rsidP="00910300">
      <w:pPr>
        <w:pStyle w:val="libNormal"/>
        <w:rPr>
          <w:rtl/>
        </w:rPr>
      </w:pPr>
      <w:r>
        <w:rPr>
          <w:rtl/>
        </w:rPr>
        <w:lastRenderedPageBreak/>
        <w:t xml:space="preserve">فرمود:آن كسى كه اندوه غمزده اى از امت مرا برطرف سازد و كسى كه سنت مرا زنده نمايد و آن كس كه فراوان برمن درود فرستد. </w:t>
      </w:r>
      <w:r w:rsidRPr="00EF75EA">
        <w:rPr>
          <w:rStyle w:val="libFootnotenumChar"/>
          <w:rtl/>
        </w:rPr>
        <w:t>(٩١)</w:t>
      </w:r>
    </w:p>
    <w:p w:rsidR="00910300" w:rsidRDefault="00910300" w:rsidP="00910300">
      <w:pPr>
        <w:pStyle w:val="libNormal"/>
        <w:rPr>
          <w:rtl/>
        </w:rPr>
      </w:pPr>
      <w:bookmarkStart w:id="1213" w:name="_Toc33993839"/>
      <w:bookmarkStart w:id="1214" w:name="_Toc33994121"/>
      <w:bookmarkStart w:id="1215" w:name="_Toc33994404"/>
      <w:bookmarkStart w:id="1216" w:name="_Toc33994687"/>
      <w:bookmarkStart w:id="1217" w:name="_Toc33994970"/>
      <w:r w:rsidRPr="00EF75EA">
        <w:rPr>
          <w:rStyle w:val="Heading2Char"/>
          <w:rtl/>
        </w:rPr>
        <w:t>بخش دوم : سنگينى صلوات در ترازوى اعمال</w:t>
      </w:r>
      <w:bookmarkEnd w:id="1213"/>
      <w:bookmarkEnd w:id="1214"/>
      <w:bookmarkEnd w:id="1215"/>
      <w:bookmarkEnd w:id="1216"/>
      <w:bookmarkEnd w:id="1217"/>
      <w:r>
        <w:rPr>
          <w:rtl/>
        </w:rPr>
        <w:t xml:space="preserve"> :</w:t>
      </w:r>
    </w:p>
    <w:p w:rsidR="00EF75EA" w:rsidRDefault="00910300" w:rsidP="00EF75EA">
      <w:pPr>
        <w:pStyle w:val="Heading3"/>
        <w:rPr>
          <w:rtl/>
        </w:rPr>
      </w:pPr>
      <w:bookmarkStart w:id="1218" w:name="_Toc33993840"/>
      <w:bookmarkStart w:id="1219" w:name="_Toc33994122"/>
      <w:bookmarkStart w:id="1220" w:name="_Toc33994405"/>
      <w:bookmarkStart w:id="1221" w:name="_Toc33994688"/>
      <w:bookmarkStart w:id="1222" w:name="_Toc33994971"/>
      <w:r>
        <w:rPr>
          <w:rtl/>
        </w:rPr>
        <w:t>٢٣١. صلوات در ماه رمضان</w:t>
      </w:r>
      <w:bookmarkEnd w:id="1218"/>
      <w:bookmarkEnd w:id="1219"/>
      <w:bookmarkEnd w:id="1220"/>
      <w:bookmarkEnd w:id="1221"/>
      <w:bookmarkEnd w:id="1222"/>
      <w:r>
        <w:rPr>
          <w:rtl/>
        </w:rPr>
        <w:t xml:space="preserve"> </w:t>
      </w:r>
    </w:p>
    <w:p w:rsidR="00910300" w:rsidRDefault="00910300" w:rsidP="00EF75EA">
      <w:pPr>
        <w:pStyle w:val="libNormal"/>
        <w:rPr>
          <w:rtl/>
        </w:rPr>
      </w:pPr>
      <w:r>
        <w:rPr>
          <w:rtl/>
        </w:rPr>
        <w:t xml:space="preserve"> رسول خدا - </w:t>
      </w:r>
      <w:r w:rsidR="00745C10" w:rsidRPr="00745C10">
        <w:rPr>
          <w:rStyle w:val="libAlaemChar"/>
          <w:rtl/>
        </w:rPr>
        <w:t>صلى‌الله‌عليه‌وآله‌وسلم</w:t>
      </w:r>
      <w:r>
        <w:rPr>
          <w:rtl/>
        </w:rPr>
        <w:t>- در ضمن خطبه اى كه در فضيلت ماه رمضان خواند، فرمود:هر كه در اين ماه ، بر من صلوات فرستد، حق تعالى ترازوى اعمال او را سنگين مى كند، در روزى كه ترازوهاى اعمال سبك باشد.</w:t>
      </w:r>
    </w:p>
    <w:p w:rsidR="00EF75EA" w:rsidRDefault="00910300" w:rsidP="00EF75EA">
      <w:pPr>
        <w:pStyle w:val="Heading3"/>
        <w:rPr>
          <w:rtl/>
        </w:rPr>
      </w:pPr>
      <w:bookmarkStart w:id="1223" w:name="_Toc33993841"/>
      <w:bookmarkStart w:id="1224" w:name="_Toc33994123"/>
      <w:bookmarkStart w:id="1225" w:name="_Toc33994406"/>
      <w:bookmarkStart w:id="1226" w:name="_Toc33994689"/>
      <w:bookmarkStart w:id="1227" w:name="_Toc33994972"/>
      <w:r>
        <w:rPr>
          <w:rtl/>
        </w:rPr>
        <w:t>٢٣٢. سنگين ترين عمل در قيامت</w:t>
      </w:r>
      <w:bookmarkEnd w:id="1223"/>
      <w:bookmarkEnd w:id="1224"/>
      <w:bookmarkEnd w:id="1225"/>
      <w:bookmarkEnd w:id="1226"/>
      <w:bookmarkEnd w:id="1227"/>
      <w:r>
        <w:rPr>
          <w:rtl/>
        </w:rPr>
        <w:t xml:space="preserve"> </w:t>
      </w:r>
    </w:p>
    <w:p w:rsidR="00910300" w:rsidRDefault="00910300" w:rsidP="00EF75EA">
      <w:pPr>
        <w:pStyle w:val="libNormal"/>
        <w:rPr>
          <w:rtl/>
        </w:rPr>
      </w:pPr>
      <w:r>
        <w:rPr>
          <w:rtl/>
        </w:rPr>
        <w:t xml:space="preserve"> امام باقر - </w:t>
      </w:r>
      <w:r w:rsidR="007560B2" w:rsidRPr="007560B2">
        <w:rPr>
          <w:rStyle w:val="libAlaemChar"/>
          <w:rtl/>
        </w:rPr>
        <w:t xml:space="preserve">عليه‌السلام </w:t>
      </w:r>
      <w:r>
        <w:rPr>
          <w:rtl/>
        </w:rPr>
        <w:t xml:space="preserve"> - و امام صادق - </w:t>
      </w:r>
      <w:r w:rsidR="007560B2" w:rsidRPr="007560B2">
        <w:rPr>
          <w:rStyle w:val="libAlaemChar"/>
          <w:rtl/>
        </w:rPr>
        <w:t xml:space="preserve">عليه‌السلام </w:t>
      </w:r>
      <w:r>
        <w:rPr>
          <w:rtl/>
        </w:rPr>
        <w:t xml:space="preserve"> - فرمودند:</w:t>
      </w:r>
    </w:p>
    <w:p w:rsidR="00910300" w:rsidRDefault="00910300" w:rsidP="00910300">
      <w:pPr>
        <w:pStyle w:val="libNormal"/>
        <w:rPr>
          <w:rtl/>
        </w:rPr>
      </w:pPr>
      <w:r>
        <w:rPr>
          <w:rtl/>
        </w:rPr>
        <w:t>اءثقل ما يوضع فى الميزان يوم القيامة الصلاة على محمد و على اءهل بيته ؛</w:t>
      </w:r>
    </w:p>
    <w:p w:rsidR="00910300" w:rsidRDefault="00910300" w:rsidP="00910300">
      <w:pPr>
        <w:pStyle w:val="libNormal"/>
        <w:rPr>
          <w:rtl/>
        </w:rPr>
      </w:pPr>
      <w:r>
        <w:rPr>
          <w:rtl/>
        </w:rPr>
        <w:t>سنگين ترين عملى كه روز قيامت در ترازو (ى اعمال ) گذاشته مى شود درود بر محمد و اهل بيت اوست .</w:t>
      </w:r>
    </w:p>
    <w:p w:rsidR="00EF75EA" w:rsidRDefault="00910300" w:rsidP="00EF75EA">
      <w:pPr>
        <w:pStyle w:val="Heading3"/>
        <w:rPr>
          <w:rtl/>
        </w:rPr>
      </w:pPr>
      <w:bookmarkStart w:id="1228" w:name="_Toc33993842"/>
      <w:bookmarkStart w:id="1229" w:name="_Toc33994124"/>
      <w:bookmarkStart w:id="1230" w:name="_Toc33994407"/>
      <w:bookmarkStart w:id="1231" w:name="_Toc33994690"/>
      <w:bookmarkStart w:id="1232" w:name="_Toc33994973"/>
      <w:r>
        <w:rPr>
          <w:rtl/>
        </w:rPr>
        <w:t>٢٣٣. سنگينى حسنات</w:t>
      </w:r>
      <w:bookmarkEnd w:id="1228"/>
      <w:bookmarkEnd w:id="1229"/>
      <w:bookmarkEnd w:id="1230"/>
      <w:bookmarkEnd w:id="1231"/>
      <w:bookmarkEnd w:id="1232"/>
      <w:r>
        <w:rPr>
          <w:rtl/>
        </w:rPr>
        <w:t xml:space="preserve"> </w:t>
      </w:r>
    </w:p>
    <w:p w:rsidR="00910300" w:rsidRDefault="00910300" w:rsidP="00EF75EA">
      <w:pPr>
        <w:pStyle w:val="libNormal"/>
        <w:rPr>
          <w:rtl/>
        </w:rPr>
      </w:pPr>
      <w:r>
        <w:rPr>
          <w:rtl/>
        </w:rPr>
        <w:t xml:space="preserve"> رسول خدا - </w:t>
      </w:r>
      <w:r w:rsidR="00745C10" w:rsidRPr="00745C10">
        <w:rPr>
          <w:rStyle w:val="libAlaemChar"/>
          <w:rtl/>
        </w:rPr>
        <w:t>صلى‌الله‌عليه‌وآله‌وسلم</w:t>
      </w:r>
      <w:r>
        <w:rPr>
          <w:rtl/>
        </w:rPr>
        <w:t>- فرموده :</w:t>
      </w:r>
    </w:p>
    <w:p w:rsidR="00910300" w:rsidRDefault="00910300" w:rsidP="00910300">
      <w:pPr>
        <w:pStyle w:val="libNormal"/>
        <w:rPr>
          <w:rtl/>
        </w:rPr>
      </w:pPr>
      <w:r>
        <w:rPr>
          <w:rtl/>
        </w:rPr>
        <w:t>اءنا عند الميزان يوم القيامة ، فمن ثقلت سيئاته على حسناته جئت بالصلاة على حتى اءثقل بها حسناته .</w:t>
      </w:r>
    </w:p>
    <w:p w:rsidR="00910300" w:rsidRDefault="00910300" w:rsidP="00910300">
      <w:pPr>
        <w:pStyle w:val="libNormal"/>
        <w:rPr>
          <w:rtl/>
        </w:rPr>
      </w:pPr>
      <w:r>
        <w:rPr>
          <w:rtl/>
        </w:rPr>
        <w:t>من در قيامت نزد ميزان اعمال مى باشم ، هركس كفه گناهانش افزون تر از حسناتش شود، آن صلوات هايى را كه بر من فرستاده بياورم و بر حسناتش بيفزايم تا بر گناهانش فزون آيد .</w:t>
      </w:r>
    </w:p>
    <w:p w:rsidR="00EF75EA" w:rsidRDefault="00910300" w:rsidP="00EF75EA">
      <w:pPr>
        <w:pStyle w:val="Heading3"/>
        <w:rPr>
          <w:rtl/>
        </w:rPr>
      </w:pPr>
      <w:bookmarkStart w:id="1233" w:name="_Toc33993843"/>
      <w:bookmarkStart w:id="1234" w:name="_Toc33994125"/>
      <w:bookmarkStart w:id="1235" w:name="_Toc33994408"/>
      <w:bookmarkStart w:id="1236" w:name="_Toc33994691"/>
      <w:bookmarkStart w:id="1237" w:name="_Toc33994974"/>
      <w:r>
        <w:rPr>
          <w:rtl/>
        </w:rPr>
        <w:t>٢٣٤. افضل اعمال در قيامت</w:t>
      </w:r>
      <w:bookmarkEnd w:id="1233"/>
      <w:bookmarkEnd w:id="1234"/>
      <w:bookmarkEnd w:id="1235"/>
      <w:bookmarkEnd w:id="1236"/>
      <w:bookmarkEnd w:id="1237"/>
      <w:r>
        <w:rPr>
          <w:rtl/>
        </w:rPr>
        <w:t xml:space="preserve"> </w:t>
      </w:r>
    </w:p>
    <w:p w:rsidR="00910300" w:rsidRDefault="00910300" w:rsidP="00EF75EA">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ما من عمل افضل يوم القيمة من الصلوة على محمد و آل محمد؛</w:t>
      </w:r>
    </w:p>
    <w:p w:rsidR="00EF75EA" w:rsidRDefault="00910300" w:rsidP="00910300">
      <w:pPr>
        <w:pStyle w:val="libNormal"/>
        <w:rPr>
          <w:rStyle w:val="libFootnotenumChar"/>
          <w:rtl/>
        </w:rPr>
      </w:pPr>
      <w:r>
        <w:rPr>
          <w:rtl/>
        </w:rPr>
        <w:lastRenderedPageBreak/>
        <w:t xml:space="preserve">در قيامت هيچ عملى برتر و گرامى تر از صلوات بر محمد و آل او نيست </w:t>
      </w:r>
      <w:r w:rsidRPr="00EF75EA">
        <w:rPr>
          <w:rStyle w:val="libFootnotenumChar"/>
          <w:rtl/>
        </w:rPr>
        <w:t>(٩٢)</w:t>
      </w:r>
    </w:p>
    <w:p w:rsidR="00EF75EA" w:rsidRDefault="00EF75EA" w:rsidP="00EF75EA">
      <w:pPr>
        <w:pStyle w:val="Heading3"/>
        <w:rPr>
          <w:rtl/>
        </w:rPr>
      </w:pPr>
      <w:r>
        <w:rPr>
          <w:rStyle w:val="libFootnotenumChar"/>
          <w:rtl/>
        </w:rPr>
        <w:br w:type="page"/>
      </w:r>
      <w:bookmarkStart w:id="1238" w:name="_Toc33993844"/>
      <w:bookmarkStart w:id="1239" w:name="_Toc33994126"/>
      <w:bookmarkStart w:id="1240" w:name="_Toc33994409"/>
      <w:bookmarkStart w:id="1241" w:name="_Toc33994692"/>
      <w:bookmarkStart w:id="1242" w:name="_Toc33994975"/>
      <w:r w:rsidR="00910300">
        <w:rPr>
          <w:rtl/>
        </w:rPr>
        <w:lastRenderedPageBreak/>
        <w:t>٢٣٥. ذخيره شدن صلوات براى قيامت</w:t>
      </w:r>
      <w:bookmarkEnd w:id="1238"/>
      <w:bookmarkEnd w:id="1239"/>
      <w:bookmarkEnd w:id="1240"/>
      <w:bookmarkEnd w:id="1241"/>
      <w:bookmarkEnd w:id="1242"/>
      <w:r w:rsidR="00910300">
        <w:rPr>
          <w:rtl/>
        </w:rPr>
        <w:t xml:space="preserve"> </w:t>
      </w:r>
    </w:p>
    <w:p w:rsidR="00910300" w:rsidRDefault="00910300" w:rsidP="00EF75EA">
      <w:pPr>
        <w:pStyle w:val="libNormal"/>
        <w:rPr>
          <w:rtl/>
        </w:rPr>
      </w:pPr>
    </w:p>
    <w:p w:rsidR="00910300" w:rsidRDefault="00910300" w:rsidP="00910300">
      <w:pPr>
        <w:pStyle w:val="libNormal"/>
        <w:rPr>
          <w:rtl/>
        </w:rPr>
      </w:pPr>
      <w:r>
        <w:rPr>
          <w:rtl/>
        </w:rPr>
        <w:t>هر مومنى ، پنج ملك موكل دارد:</w:t>
      </w:r>
    </w:p>
    <w:p w:rsidR="00910300" w:rsidRDefault="00910300" w:rsidP="00910300">
      <w:pPr>
        <w:pStyle w:val="libNormal"/>
        <w:rPr>
          <w:rtl/>
        </w:rPr>
      </w:pPr>
      <w:r>
        <w:rPr>
          <w:rtl/>
        </w:rPr>
        <w:t>يكى ؛ در پيش روى او كه شيطان را از او دور مى گرداند.</w:t>
      </w:r>
    </w:p>
    <w:p w:rsidR="00910300" w:rsidRDefault="00910300" w:rsidP="00910300">
      <w:pPr>
        <w:pStyle w:val="libNormal"/>
        <w:rPr>
          <w:rtl/>
        </w:rPr>
      </w:pPr>
      <w:r>
        <w:rPr>
          <w:rtl/>
        </w:rPr>
        <w:t>دوم ؛ درعقب سراو، كه آفات آسمان را از او باز مى دارد.</w:t>
      </w:r>
    </w:p>
    <w:p w:rsidR="00910300" w:rsidRDefault="00910300" w:rsidP="00910300">
      <w:pPr>
        <w:pStyle w:val="libNormal"/>
        <w:rPr>
          <w:rtl/>
        </w:rPr>
      </w:pPr>
      <w:r>
        <w:rPr>
          <w:rtl/>
        </w:rPr>
        <w:t>سوم ؛ در طرف راست او، كه حسنات او را مى نويسد.</w:t>
      </w:r>
    </w:p>
    <w:p w:rsidR="00910300" w:rsidRDefault="00EF75EA" w:rsidP="00910300">
      <w:pPr>
        <w:pStyle w:val="libNormal"/>
        <w:rPr>
          <w:rtl/>
        </w:rPr>
      </w:pPr>
      <w:r>
        <w:rPr>
          <w:rFonts w:hint="cs"/>
          <w:rtl/>
        </w:rPr>
        <w:t>چ</w:t>
      </w:r>
      <w:r w:rsidR="00910300">
        <w:rPr>
          <w:rtl/>
        </w:rPr>
        <w:t>هارم ؛ در طرف چپ او كه سيئات او را مى نويسد.</w:t>
      </w:r>
    </w:p>
    <w:p w:rsidR="00910300" w:rsidRDefault="00910300" w:rsidP="00910300">
      <w:pPr>
        <w:pStyle w:val="libNormal"/>
        <w:rPr>
          <w:rtl/>
        </w:rPr>
      </w:pPr>
      <w:r>
        <w:rPr>
          <w:rtl/>
        </w:rPr>
        <w:t>پنجم ؛ در ناصيه او كه او راحافظمى گويند و هر صلواتى كه آن مؤ من در شب مى فرسند، آن ملك او را نگاه مى دارد، تا به وقت طلوع آفتاب ؛ و در آن وقت مى رود، و باز به جهت حفظ صلوات روز مى آيد. و رفتن آن فرشته براى آن است كه مى رود به نزد مرقد مطهر سيد كاينات - عليه و آله الصلوات - و در برابر قبر مى ايستد، و مى گويد: السلام عليك با رسول الله ، فلان بن فلان ، در اين شب يا در اين روز، بر تو چندين صلوات فرستاد.</w:t>
      </w:r>
    </w:p>
    <w:p w:rsidR="00910300" w:rsidRDefault="00910300" w:rsidP="00910300">
      <w:pPr>
        <w:pStyle w:val="libNormal"/>
        <w:rPr>
          <w:rtl/>
        </w:rPr>
      </w:pPr>
      <w:r>
        <w:rPr>
          <w:rtl/>
        </w:rPr>
        <w:t>آن حضرت مى فرمايد:صلوات و سلام من بر او باد!</w:t>
      </w:r>
    </w:p>
    <w:p w:rsidR="00910300" w:rsidRDefault="00910300" w:rsidP="00910300">
      <w:pPr>
        <w:pStyle w:val="libNormal"/>
        <w:rPr>
          <w:rtl/>
        </w:rPr>
      </w:pPr>
      <w:r>
        <w:rPr>
          <w:rtl/>
        </w:rPr>
        <w:t>پس آن ملك به زير عرش مى رود و مى گويد:خداوند! بنده تو فلان بن فلان - چندين صلوات بر حبيب تو فرستاده است و من به روضه مقدسه آن حضرت رفتم و به عرض رسانيدم ، و آن حضرت بر او صلوات و سلام فرستاد.</w:t>
      </w:r>
    </w:p>
    <w:p w:rsidR="00910300" w:rsidRDefault="00910300" w:rsidP="00910300">
      <w:pPr>
        <w:pStyle w:val="libNormal"/>
        <w:rPr>
          <w:rtl/>
        </w:rPr>
      </w:pPr>
      <w:r>
        <w:rPr>
          <w:rtl/>
        </w:rPr>
        <w:t>حق سبحانه و تعالى مى فرمايد:بر آن بنده باد صلوات .</w:t>
      </w:r>
    </w:p>
    <w:p w:rsidR="00910300" w:rsidRDefault="00910300" w:rsidP="00910300">
      <w:pPr>
        <w:pStyle w:val="libNormal"/>
        <w:rPr>
          <w:rtl/>
        </w:rPr>
      </w:pPr>
      <w:r>
        <w:rPr>
          <w:rtl/>
        </w:rPr>
        <w:t>و مى فرمايد:من صلوات آن بنده را در ابر سفيد نوزاتى گذاشته ، در ركنى از اركان عرش بسپاريد؛ و آن صلوات ، در حجات عزت محفوظ مى ماند، تا روز قيامت . پس وقتى كه عمل بنده را مى سنجند، حق تعالى مى فرمايد كه آن صلوات را بياورند و در كفه حسنات آن بنده بگذاريد تا سنگين شود.</w:t>
      </w:r>
    </w:p>
    <w:p w:rsidR="00EF75EA" w:rsidRDefault="00910300" w:rsidP="00EF75EA">
      <w:pPr>
        <w:pStyle w:val="Heading3"/>
        <w:rPr>
          <w:rtl/>
        </w:rPr>
      </w:pPr>
      <w:bookmarkStart w:id="1243" w:name="_Toc33993845"/>
      <w:bookmarkStart w:id="1244" w:name="_Toc33994127"/>
      <w:bookmarkStart w:id="1245" w:name="_Toc33994410"/>
      <w:bookmarkStart w:id="1246" w:name="_Toc33994693"/>
      <w:bookmarkStart w:id="1247" w:name="_Toc33994976"/>
      <w:r>
        <w:rPr>
          <w:rtl/>
        </w:rPr>
        <w:lastRenderedPageBreak/>
        <w:t>٢٣٦. سنگين ترين اعمال در ميزان</w:t>
      </w:r>
      <w:bookmarkEnd w:id="1243"/>
      <w:bookmarkEnd w:id="1244"/>
      <w:bookmarkEnd w:id="1245"/>
      <w:bookmarkEnd w:id="1246"/>
      <w:bookmarkEnd w:id="1247"/>
      <w:r>
        <w:rPr>
          <w:rtl/>
        </w:rPr>
        <w:t xml:space="preserve"> </w:t>
      </w:r>
    </w:p>
    <w:p w:rsidR="00910300" w:rsidRDefault="00910300" w:rsidP="00EF75EA">
      <w:pPr>
        <w:pStyle w:val="libNormal"/>
        <w:rPr>
          <w:rtl/>
        </w:rPr>
      </w:pPr>
      <w:r>
        <w:rPr>
          <w:rtl/>
        </w:rPr>
        <w:t xml:space="preserve"> امام باقر يا امام صادق - </w:t>
      </w:r>
      <w:r w:rsidR="007560B2" w:rsidRPr="007560B2">
        <w:rPr>
          <w:rStyle w:val="libAlaemChar"/>
          <w:rtl/>
        </w:rPr>
        <w:t xml:space="preserve">عليه‌السلام </w:t>
      </w:r>
      <w:r>
        <w:rPr>
          <w:rtl/>
        </w:rPr>
        <w:t xml:space="preserve"> - فرمودند:ما فى الميزان شى ء اءثقل من الصلاه على محمد و آل محمد و ان الرجل لتوضع اعماله فى الميزان فيميل به فيخرج الصلاة عليه فيضعها فى ميزانه فير جح (به )؛در ميزان ، چيزى سنگين تر از صلوات بر محمد و آل محمد نيست ، و به راستى مردى باشد كه اعمالش را در ميزان گذارند و سبك آيد و ثواب صلوات او درآيد و آن را در ميزان او نهند و سنگين گردد بچرخد به سود او.</w:t>
      </w:r>
    </w:p>
    <w:p w:rsidR="00910300" w:rsidRDefault="00EF75EA" w:rsidP="00910300">
      <w:pPr>
        <w:pStyle w:val="libNormal"/>
        <w:rPr>
          <w:rtl/>
        </w:rPr>
      </w:pPr>
      <w:r>
        <w:rPr>
          <w:rtl/>
        </w:rPr>
        <w:br w:type="page"/>
      </w:r>
      <w:bookmarkStart w:id="1248" w:name="_Toc33993846"/>
      <w:bookmarkStart w:id="1249" w:name="_Toc33994128"/>
      <w:bookmarkStart w:id="1250" w:name="_Toc33994411"/>
      <w:bookmarkStart w:id="1251" w:name="_Toc33994694"/>
      <w:bookmarkStart w:id="1252" w:name="_Toc33994977"/>
      <w:r w:rsidR="00910300" w:rsidRPr="00EF75EA">
        <w:rPr>
          <w:rStyle w:val="Heading2Char"/>
          <w:rtl/>
        </w:rPr>
        <w:lastRenderedPageBreak/>
        <w:t>بخش سوم : مجوز عبور از صراط</w:t>
      </w:r>
      <w:bookmarkEnd w:id="1248"/>
      <w:bookmarkEnd w:id="1249"/>
      <w:bookmarkEnd w:id="1250"/>
      <w:bookmarkEnd w:id="1251"/>
      <w:bookmarkEnd w:id="1252"/>
      <w:r w:rsidR="00910300">
        <w:rPr>
          <w:rtl/>
        </w:rPr>
        <w:t>:</w:t>
      </w:r>
    </w:p>
    <w:p w:rsidR="00EF75EA" w:rsidRDefault="00910300" w:rsidP="00EF75EA">
      <w:pPr>
        <w:pStyle w:val="Heading3"/>
        <w:rPr>
          <w:rtl/>
        </w:rPr>
      </w:pPr>
      <w:bookmarkStart w:id="1253" w:name="_Toc33993847"/>
      <w:bookmarkStart w:id="1254" w:name="_Toc33994129"/>
      <w:bookmarkStart w:id="1255" w:name="_Toc33994412"/>
      <w:bookmarkStart w:id="1256" w:name="_Toc33994695"/>
      <w:bookmarkStart w:id="1257" w:name="_Toc33994978"/>
      <w:r>
        <w:rPr>
          <w:rtl/>
        </w:rPr>
        <w:t>٢٣٧. راهنماى عبور از صراط</w:t>
      </w:r>
      <w:bookmarkEnd w:id="1253"/>
      <w:bookmarkEnd w:id="1254"/>
      <w:bookmarkEnd w:id="1255"/>
      <w:bookmarkEnd w:id="1256"/>
      <w:bookmarkEnd w:id="1257"/>
    </w:p>
    <w:p w:rsidR="00910300" w:rsidRDefault="00910300" w:rsidP="00EF75EA">
      <w:pPr>
        <w:pStyle w:val="libNormal"/>
        <w:rPr>
          <w:rtl/>
        </w:rPr>
      </w:pPr>
      <w:r>
        <w:rPr>
          <w:rtl/>
        </w:rPr>
        <w:t xml:space="preserve"> از عبدالله بن سمره روايت است كه :</w:t>
      </w:r>
    </w:p>
    <w:p w:rsidR="00910300" w:rsidRDefault="00910300" w:rsidP="00910300">
      <w:pPr>
        <w:pStyle w:val="libNormal"/>
        <w:rPr>
          <w:rtl/>
        </w:rPr>
      </w:pPr>
      <w:r>
        <w:rPr>
          <w:rtl/>
        </w:rPr>
        <w:t xml:space="preserve">روزى رسول خدا - </w:t>
      </w:r>
      <w:r w:rsidR="00745C10" w:rsidRPr="00745C10">
        <w:rPr>
          <w:rStyle w:val="libAlaemChar"/>
          <w:rtl/>
        </w:rPr>
        <w:t>صلى‌الله‌عليه‌وآله‌وسلم</w:t>
      </w:r>
      <w:r>
        <w:rPr>
          <w:rtl/>
        </w:rPr>
        <w:t>- از حجره طاهره بيرون آمد و فرمود:شب گذشته ، عجب خوابى عجيب ديدم . مردى از امت خود را ديدم كه از صراط مى گذشت و هر لحظه مى لرزيد و در هر قدم مى لغزيد.</w:t>
      </w:r>
    </w:p>
    <w:p w:rsidR="00910300" w:rsidRDefault="00910300" w:rsidP="00910300">
      <w:pPr>
        <w:pStyle w:val="libNormal"/>
        <w:rPr>
          <w:rtl/>
        </w:rPr>
      </w:pPr>
      <w:r>
        <w:rPr>
          <w:rtl/>
        </w:rPr>
        <w:t>پس ديدم كه صلواتى بر من فرستاده بود، آمد و دست او را گرفت ، و به سلامت او را از صراط گذرانيد.</w:t>
      </w:r>
    </w:p>
    <w:p w:rsidR="00EF75EA" w:rsidRDefault="00910300" w:rsidP="00EF75EA">
      <w:pPr>
        <w:pStyle w:val="Heading3"/>
        <w:rPr>
          <w:rtl/>
        </w:rPr>
      </w:pPr>
      <w:bookmarkStart w:id="1258" w:name="_Toc33993848"/>
      <w:bookmarkStart w:id="1259" w:name="_Toc33994130"/>
      <w:bookmarkStart w:id="1260" w:name="_Toc33994413"/>
      <w:bookmarkStart w:id="1261" w:name="_Toc33994696"/>
      <w:bookmarkStart w:id="1262" w:name="_Toc33994979"/>
      <w:r>
        <w:rPr>
          <w:rtl/>
        </w:rPr>
        <w:t>٢٣٨. نور بالاى صراط</w:t>
      </w:r>
      <w:bookmarkEnd w:id="1258"/>
      <w:bookmarkEnd w:id="1259"/>
      <w:bookmarkEnd w:id="1260"/>
      <w:bookmarkEnd w:id="1261"/>
      <w:bookmarkEnd w:id="1262"/>
    </w:p>
    <w:p w:rsidR="00910300" w:rsidRDefault="00910300" w:rsidP="00EF75EA">
      <w:pPr>
        <w:pStyle w:val="libNormal"/>
        <w:rPr>
          <w:rtl/>
        </w:rPr>
      </w:pPr>
      <w:r>
        <w:rPr>
          <w:rtl/>
        </w:rPr>
        <w:t xml:space="preserve"> از پيغمبر گرامى اسلامى - </w:t>
      </w:r>
      <w:r w:rsidR="00745C10" w:rsidRPr="00745C10">
        <w:rPr>
          <w:rStyle w:val="libAlaemChar"/>
          <w:rtl/>
        </w:rPr>
        <w:t>صلى‌الله‌عليه‌وآله‌وسلم</w:t>
      </w:r>
      <w:r>
        <w:rPr>
          <w:rtl/>
        </w:rPr>
        <w:t>- روايت شده است كه :</w:t>
      </w:r>
    </w:p>
    <w:p w:rsidR="00910300" w:rsidRDefault="00910300" w:rsidP="00910300">
      <w:pPr>
        <w:pStyle w:val="libNormal"/>
        <w:rPr>
          <w:rtl/>
        </w:rPr>
      </w:pPr>
      <w:r>
        <w:rPr>
          <w:rtl/>
        </w:rPr>
        <w:t>اءكثروا الصلوة على فان الصلوة على نور فى القبر و نور على الصراط و نور فى الجنة ؛</w:t>
      </w:r>
    </w:p>
    <w:p w:rsidR="00910300" w:rsidRDefault="00910300" w:rsidP="00910300">
      <w:pPr>
        <w:pStyle w:val="libNormal"/>
        <w:rPr>
          <w:rtl/>
        </w:rPr>
      </w:pPr>
      <w:r>
        <w:rPr>
          <w:rtl/>
        </w:rPr>
        <w:t>چبر من بسيار درود بفرستيد؛ چراكه درود فرستادن بر من ، براى درود فرسنده نورى است در قبر و نورى است بالاى صراط و نورى است در بهشت .</w:t>
      </w:r>
    </w:p>
    <w:p w:rsidR="00EF75EA" w:rsidRDefault="00910300" w:rsidP="00EF75EA">
      <w:pPr>
        <w:pStyle w:val="Heading3"/>
        <w:rPr>
          <w:rtl/>
        </w:rPr>
      </w:pPr>
      <w:bookmarkStart w:id="1263" w:name="_Toc33993849"/>
      <w:bookmarkStart w:id="1264" w:name="_Toc33994131"/>
      <w:bookmarkStart w:id="1265" w:name="_Toc33994414"/>
      <w:bookmarkStart w:id="1266" w:name="_Toc33994697"/>
      <w:bookmarkStart w:id="1267" w:name="_Toc33994980"/>
      <w:r>
        <w:rPr>
          <w:rtl/>
        </w:rPr>
        <w:t>٢٣٩. نورى در صراط</w:t>
      </w:r>
      <w:bookmarkEnd w:id="1263"/>
      <w:bookmarkEnd w:id="1264"/>
      <w:bookmarkEnd w:id="1265"/>
      <w:bookmarkEnd w:id="1266"/>
      <w:bookmarkEnd w:id="1267"/>
    </w:p>
    <w:p w:rsidR="00910300" w:rsidRDefault="00910300" w:rsidP="00EF75EA">
      <w:pPr>
        <w:pStyle w:val="libNormal"/>
        <w:rPr>
          <w:rtl/>
        </w:rPr>
      </w:pPr>
      <w:r>
        <w:rPr>
          <w:rtl/>
        </w:rPr>
        <w:t xml:space="preserve"> رسول خدا - </w:t>
      </w:r>
      <w:r w:rsidR="00745C10" w:rsidRPr="00745C10">
        <w:rPr>
          <w:rStyle w:val="libAlaemChar"/>
          <w:rtl/>
        </w:rPr>
        <w:t>صلى‌الله‌عليه‌وآله‌وسلم</w:t>
      </w:r>
      <w:r>
        <w:rPr>
          <w:rtl/>
        </w:rPr>
        <w:t>- فرمودند:</w:t>
      </w:r>
    </w:p>
    <w:p w:rsidR="00910300" w:rsidRDefault="00910300" w:rsidP="00910300">
      <w:pPr>
        <w:pStyle w:val="libNormal"/>
        <w:rPr>
          <w:rtl/>
        </w:rPr>
      </w:pPr>
      <w:r>
        <w:rPr>
          <w:rtl/>
        </w:rPr>
        <w:t>الصلاة على نور على الصراط؛درود فرستادن بر من ، نورى است بر روى صراط.</w:t>
      </w:r>
    </w:p>
    <w:p w:rsidR="00910300" w:rsidRDefault="00EF75EA" w:rsidP="00910300">
      <w:pPr>
        <w:pStyle w:val="libNormal"/>
        <w:rPr>
          <w:rtl/>
        </w:rPr>
      </w:pPr>
      <w:r>
        <w:rPr>
          <w:rtl/>
        </w:rPr>
        <w:br w:type="page"/>
      </w:r>
      <w:bookmarkStart w:id="1268" w:name="_Toc33993850"/>
      <w:bookmarkStart w:id="1269" w:name="_Toc33994132"/>
      <w:bookmarkStart w:id="1270" w:name="_Toc33994415"/>
      <w:bookmarkStart w:id="1271" w:name="_Toc33994698"/>
      <w:bookmarkStart w:id="1272" w:name="_Toc33994981"/>
      <w:r w:rsidR="00910300" w:rsidRPr="00EF75EA">
        <w:rPr>
          <w:rStyle w:val="Heading2Char"/>
          <w:rtl/>
        </w:rPr>
        <w:lastRenderedPageBreak/>
        <w:t>بخش چهارم : شفاعت پيامبر از صلوات فرستنده</w:t>
      </w:r>
      <w:bookmarkEnd w:id="1268"/>
      <w:bookmarkEnd w:id="1269"/>
      <w:bookmarkEnd w:id="1270"/>
      <w:bookmarkEnd w:id="1271"/>
      <w:bookmarkEnd w:id="1272"/>
      <w:r w:rsidR="00910300">
        <w:rPr>
          <w:rtl/>
        </w:rPr>
        <w:t xml:space="preserve"> :</w:t>
      </w:r>
    </w:p>
    <w:p w:rsidR="00EF75EA" w:rsidRPr="00EF75EA" w:rsidRDefault="00910300" w:rsidP="00EF75EA">
      <w:pPr>
        <w:pStyle w:val="Heading3"/>
        <w:rPr>
          <w:rtl/>
        </w:rPr>
      </w:pPr>
      <w:bookmarkStart w:id="1273" w:name="_Toc33993851"/>
      <w:bookmarkStart w:id="1274" w:name="_Toc33994133"/>
      <w:bookmarkStart w:id="1275" w:name="_Toc33994416"/>
      <w:bookmarkStart w:id="1276" w:name="_Toc33994699"/>
      <w:bookmarkStart w:id="1277" w:name="_Toc33994982"/>
      <w:r w:rsidRPr="00EF75EA">
        <w:rPr>
          <w:rtl/>
        </w:rPr>
        <w:t>٢٤٠. روز قيامت شفيع توام</w:t>
      </w:r>
      <w:bookmarkEnd w:id="1273"/>
      <w:bookmarkEnd w:id="1274"/>
      <w:bookmarkEnd w:id="1275"/>
      <w:bookmarkEnd w:id="1276"/>
      <w:bookmarkEnd w:id="1277"/>
      <w:r w:rsidRPr="00EF75EA">
        <w:rPr>
          <w:rtl/>
        </w:rPr>
        <w:t xml:space="preserve"> </w:t>
      </w:r>
    </w:p>
    <w:p w:rsidR="00910300" w:rsidRDefault="00910300" w:rsidP="00910300">
      <w:pPr>
        <w:pStyle w:val="libNormal"/>
        <w:rPr>
          <w:rtl/>
        </w:rPr>
      </w:pPr>
      <w:r>
        <w:rPr>
          <w:rtl/>
        </w:rPr>
        <w:t>مردى از اهل مرو گفت :</w:t>
      </w:r>
    </w:p>
    <w:p w:rsidR="00910300" w:rsidRDefault="00910300" w:rsidP="00910300">
      <w:pPr>
        <w:pStyle w:val="libNormal"/>
        <w:rPr>
          <w:rtl/>
        </w:rPr>
      </w:pPr>
      <w:r>
        <w:rPr>
          <w:rtl/>
        </w:rPr>
        <w:t>من ، در صلوات فرستادن بر سيد كاينات و خلاصه موجودات - عليه و آله افضل الصلوات - سستى مى ورزيدم ؛ و در آن باب ، اهتمام نكرده ، تغافل مى نمودم ؛ تا آن كه شبى آن حضرت را خواب ديدم ، و به من هيچ كه گويا از من ناخشنود بود.</w:t>
      </w:r>
    </w:p>
    <w:p w:rsidR="00910300" w:rsidRDefault="00910300" w:rsidP="00910300">
      <w:pPr>
        <w:pStyle w:val="libNormal"/>
        <w:rPr>
          <w:rtl/>
        </w:rPr>
      </w:pPr>
      <w:r>
        <w:rPr>
          <w:rtl/>
        </w:rPr>
        <w:t>من عرض رسانيدم كه : يا رسول الله ! چرا به نظر التفات كنم !</w:t>
      </w:r>
    </w:p>
    <w:p w:rsidR="00910300" w:rsidRDefault="00910300" w:rsidP="00910300">
      <w:pPr>
        <w:pStyle w:val="libNormal"/>
        <w:rPr>
          <w:rtl/>
        </w:rPr>
      </w:pPr>
      <w:r>
        <w:rPr>
          <w:rtl/>
        </w:rPr>
        <w:t>عرض كردم : من ، يكى از امت شمايم ،. از علماء شنيده ام كه پيغمبران ، امت خود را بهتر مى شناسيد، از پدر، فرزند خود را.</w:t>
      </w:r>
    </w:p>
    <w:p w:rsidR="00910300" w:rsidRDefault="00910300" w:rsidP="00910300">
      <w:pPr>
        <w:pStyle w:val="libNormal"/>
        <w:rPr>
          <w:rtl/>
        </w:rPr>
      </w:pPr>
      <w:r>
        <w:rPr>
          <w:rtl/>
        </w:rPr>
        <w:t>فرمود:معرفت من نيست به امتم : به قدر فرستادن صلوات ايشان است بر من . و چون تو من را به صلوات ياد نمى كنى ، من چگونه تو را بشناسم و به چه صورت ، از تو خشنود باشم ؟</w:t>
      </w:r>
    </w:p>
    <w:p w:rsidR="00910300" w:rsidRDefault="00910300" w:rsidP="00910300">
      <w:pPr>
        <w:pStyle w:val="libNormal"/>
        <w:rPr>
          <w:rtl/>
        </w:rPr>
      </w:pPr>
      <w:r>
        <w:rPr>
          <w:rtl/>
        </w:rPr>
        <w:t>من از خواب بيدار شدم ، و بر خود لازم گردانيدم ، كه هز روز صدبار صلوات فرستم ، و حق تعالى من را توفيق قيام آن عطا نمود. و بعد از مدتى ، باز آن حضرت را در خواب ديدم ، و به من التفات بسيار نموده ، فرمود:</w:t>
      </w:r>
    </w:p>
    <w:p w:rsidR="00EF75EA" w:rsidRDefault="00910300" w:rsidP="00910300">
      <w:pPr>
        <w:pStyle w:val="libNormal"/>
        <w:rPr>
          <w:rtl/>
        </w:rPr>
      </w:pPr>
      <w:r>
        <w:rPr>
          <w:rtl/>
        </w:rPr>
        <w:t>اكنون تو را مى شناسيم ، و از تو خشنودم ، و روز قيامت ، شفيع تو خواهم بود.</w:t>
      </w:r>
    </w:p>
    <w:p w:rsidR="00EF75EA" w:rsidRDefault="00EF75EA" w:rsidP="00EF75EA">
      <w:pPr>
        <w:pStyle w:val="Heading3"/>
        <w:rPr>
          <w:rtl/>
        </w:rPr>
      </w:pPr>
      <w:r>
        <w:rPr>
          <w:rtl/>
        </w:rPr>
        <w:br w:type="page"/>
      </w:r>
      <w:bookmarkStart w:id="1278" w:name="_Toc33993852"/>
      <w:bookmarkStart w:id="1279" w:name="_Toc33994134"/>
      <w:bookmarkStart w:id="1280" w:name="_Toc33994417"/>
      <w:bookmarkStart w:id="1281" w:name="_Toc33994700"/>
      <w:bookmarkStart w:id="1282" w:name="_Toc33994983"/>
      <w:r w:rsidR="00910300">
        <w:rPr>
          <w:rtl/>
        </w:rPr>
        <w:lastRenderedPageBreak/>
        <w:t>٢٤١ .شفاعت پيامبر در روز قيامت</w:t>
      </w:r>
      <w:bookmarkEnd w:id="1278"/>
      <w:bookmarkEnd w:id="1279"/>
      <w:bookmarkEnd w:id="1280"/>
      <w:bookmarkEnd w:id="1281"/>
      <w:bookmarkEnd w:id="1282"/>
      <w:r w:rsidR="00910300">
        <w:rPr>
          <w:rtl/>
        </w:rPr>
        <w:t xml:space="preserve"> </w:t>
      </w:r>
    </w:p>
    <w:p w:rsidR="00910300" w:rsidRDefault="00910300" w:rsidP="00EF75EA">
      <w:pPr>
        <w:pStyle w:val="libNormal"/>
        <w:rPr>
          <w:rtl/>
        </w:rPr>
      </w:pPr>
      <w:r>
        <w:rPr>
          <w:rtl/>
        </w:rPr>
        <w:t xml:space="preserve"> رسول خدا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كسى كه بگويد:اللهم صل على محمد و على محمد كما صليت على ابراهيم و على آل ابراهيم و بارك على محمد و على آل محمد كما باركت على ابراهيم ، و ترحم على محمد و على آل محمد كما ترحمت على ابراهيم و على آل ابراهيم شهدت له يوم القيامة بالشهادة و شفعت له ؛</w:t>
      </w:r>
    </w:p>
    <w:p w:rsidR="00910300" w:rsidRDefault="00910300" w:rsidP="00910300">
      <w:pPr>
        <w:pStyle w:val="libNormal"/>
        <w:rPr>
          <w:rtl/>
        </w:rPr>
      </w:pPr>
      <w:r>
        <w:rPr>
          <w:rtl/>
        </w:rPr>
        <w:t xml:space="preserve">بارخدايا! بر محمد و آل محمد </w:t>
      </w:r>
      <w:r w:rsidR="00745C10" w:rsidRPr="00745C10">
        <w:rPr>
          <w:rStyle w:val="libAlaemChar"/>
          <w:rtl/>
        </w:rPr>
        <w:t>صلى‌الله‌عليه‌وآله‌وسلم</w:t>
      </w:r>
      <w:r>
        <w:rPr>
          <w:rtl/>
        </w:rPr>
        <w:t xml:space="preserve">- صلوات و درود فرست چنان كه بر ابراهيم و آل ابراهيم - </w:t>
      </w:r>
      <w:r w:rsidR="007560B2" w:rsidRPr="007560B2">
        <w:rPr>
          <w:rStyle w:val="libAlaemChar"/>
          <w:rtl/>
        </w:rPr>
        <w:t xml:space="preserve">عليه‌السلام </w:t>
      </w:r>
      <w:r>
        <w:rPr>
          <w:rtl/>
        </w:rPr>
        <w:t xml:space="preserve"> - فرستادى ، و بر محمد و آل محمد - </w:t>
      </w:r>
      <w:r w:rsidR="00745C10" w:rsidRPr="00745C10">
        <w:rPr>
          <w:rStyle w:val="libAlaemChar"/>
          <w:rtl/>
        </w:rPr>
        <w:t>صلى‌الله‌عليه‌وآله‌وسلم</w:t>
      </w:r>
      <w:r>
        <w:rPr>
          <w:rtl/>
        </w:rPr>
        <w:t xml:space="preserve">- رحم كن ، چنان كه بر ابراهيم و آل ابراهيم - </w:t>
      </w:r>
      <w:r w:rsidR="007560B2" w:rsidRPr="007560B2">
        <w:rPr>
          <w:rStyle w:val="libAlaemChar"/>
          <w:rtl/>
        </w:rPr>
        <w:t xml:space="preserve">عليه‌السلام </w:t>
      </w:r>
      <w:r>
        <w:rPr>
          <w:rtl/>
        </w:rPr>
        <w:t xml:space="preserve"> - رحم كردى ؛ من در روز قيامت براى او شهادت مى دهم و از او شفاعت مى كنم .</w:t>
      </w:r>
    </w:p>
    <w:p w:rsidR="00EF75EA" w:rsidRDefault="00910300" w:rsidP="00EF75EA">
      <w:pPr>
        <w:pStyle w:val="Heading3"/>
        <w:rPr>
          <w:rtl/>
        </w:rPr>
      </w:pPr>
      <w:bookmarkStart w:id="1283" w:name="_Toc33993853"/>
      <w:bookmarkStart w:id="1284" w:name="_Toc33994135"/>
      <w:bookmarkStart w:id="1285" w:name="_Toc33994418"/>
      <w:bookmarkStart w:id="1286" w:name="_Toc33994701"/>
      <w:bookmarkStart w:id="1287" w:name="_Toc33994984"/>
      <w:r>
        <w:rPr>
          <w:rtl/>
        </w:rPr>
        <w:t>٢٤٢. واجب شدن شفاعت</w:t>
      </w:r>
      <w:bookmarkEnd w:id="1283"/>
      <w:bookmarkEnd w:id="1284"/>
      <w:bookmarkEnd w:id="1285"/>
      <w:bookmarkEnd w:id="1286"/>
      <w:bookmarkEnd w:id="1287"/>
      <w:r>
        <w:rPr>
          <w:rtl/>
        </w:rPr>
        <w:t xml:space="preserve"> </w:t>
      </w:r>
    </w:p>
    <w:p w:rsidR="00910300" w:rsidRDefault="00910300" w:rsidP="00EF75EA">
      <w:pPr>
        <w:pStyle w:val="libNormal"/>
        <w:rPr>
          <w:rtl/>
        </w:rPr>
      </w:pPr>
      <w:r>
        <w:rPr>
          <w:rtl/>
        </w:rPr>
        <w:t xml:space="preserve"> رسول اكرم - </w:t>
      </w:r>
      <w:r w:rsidR="00745C10" w:rsidRPr="00745C10">
        <w:rPr>
          <w:rStyle w:val="libAlaemChar"/>
          <w:rtl/>
        </w:rPr>
        <w:t>صلى‌الله‌عليه‌وآله‌وسلم</w:t>
      </w:r>
      <w:r>
        <w:rPr>
          <w:rtl/>
        </w:rPr>
        <w:t xml:space="preserve">- در وصيت خود به اميرالمؤ منين على - </w:t>
      </w:r>
      <w:r w:rsidR="007560B2" w:rsidRPr="007560B2">
        <w:rPr>
          <w:rStyle w:val="libAlaemChar"/>
          <w:rtl/>
        </w:rPr>
        <w:t xml:space="preserve">عليه‌السلام </w:t>
      </w:r>
      <w:r>
        <w:rPr>
          <w:rtl/>
        </w:rPr>
        <w:t xml:space="preserve"> - فرمود:</w:t>
      </w:r>
    </w:p>
    <w:p w:rsidR="00910300" w:rsidRDefault="00910300" w:rsidP="00910300">
      <w:pPr>
        <w:pStyle w:val="libNormal"/>
        <w:rPr>
          <w:rtl/>
        </w:rPr>
      </w:pPr>
      <w:r>
        <w:rPr>
          <w:rtl/>
        </w:rPr>
        <w:t xml:space="preserve">يا على ! هر كس بر من ، هر روز هر شب صلوات فرستد، شفاعتم بر او واجب مى شود؛ اگر چه گناهنش از گناهان بزرگ باشد. </w:t>
      </w:r>
      <w:r w:rsidRPr="00EF75EA">
        <w:rPr>
          <w:rStyle w:val="libFootnotenumChar"/>
          <w:rtl/>
        </w:rPr>
        <w:t>(٩٣)</w:t>
      </w:r>
    </w:p>
    <w:p w:rsidR="00EF75EA" w:rsidRDefault="00910300" w:rsidP="00EF75EA">
      <w:pPr>
        <w:pStyle w:val="Heading3"/>
        <w:rPr>
          <w:rtl/>
        </w:rPr>
      </w:pPr>
      <w:bookmarkStart w:id="1288" w:name="_Toc33993854"/>
      <w:bookmarkStart w:id="1289" w:name="_Toc33994136"/>
      <w:bookmarkStart w:id="1290" w:name="_Toc33994419"/>
      <w:bookmarkStart w:id="1291" w:name="_Toc33994702"/>
      <w:bookmarkStart w:id="1292" w:name="_Toc33994985"/>
      <w:r>
        <w:rPr>
          <w:rtl/>
        </w:rPr>
        <w:t>٢٤٣. شفاعت هزار پيامبر</w:t>
      </w:r>
      <w:bookmarkEnd w:id="1288"/>
      <w:bookmarkEnd w:id="1289"/>
      <w:bookmarkEnd w:id="1290"/>
      <w:bookmarkEnd w:id="1291"/>
      <w:bookmarkEnd w:id="1292"/>
    </w:p>
    <w:p w:rsidR="00910300" w:rsidRDefault="00910300" w:rsidP="00EF75EA">
      <w:pPr>
        <w:pStyle w:val="libNormal"/>
        <w:rPr>
          <w:rtl/>
        </w:rPr>
      </w:pPr>
      <w:r>
        <w:rPr>
          <w:rtl/>
        </w:rPr>
        <w:t xml:space="preserve"> از رسول اكرم - </w:t>
      </w:r>
      <w:r w:rsidR="00745C10" w:rsidRPr="00745C10">
        <w:rPr>
          <w:rStyle w:val="libAlaemChar"/>
          <w:rtl/>
        </w:rPr>
        <w:t>صلى‌الله‌عليه‌وآله‌وسلم</w:t>
      </w:r>
      <w:r>
        <w:rPr>
          <w:rtl/>
        </w:rPr>
        <w:t>- نقل شده :</w:t>
      </w:r>
    </w:p>
    <w:p w:rsidR="00910300" w:rsidRDefault="00910300" w:rsidP="00910300">
      <w:pPr>
        <w:pStyle w:val="libNormal"/>
        <w:rPr>
          <w:rtl/>
        </w:rPr>
      </w:pPr>
      <w:r>
        <w:rPr>
          <w:rtl/>
        </w:rPr>
        <w:t>هر كه در شب جمعه ، دو ركعت نماز به جاى آورد و در هر ركعت ، بعد از حمد، ده مرتبه آيه الكرسى ، و بيست و پنج مرتبه</w:t>
      </w:r>
      <w:r w:rsidR="00EF75EA">
        <w:rPr>
          <w:rFonts w:hint="cs"/>
          <w:rtl/>
        </w:rPr>
        <w:t xml:space="preserve"> </w:t>
      </w:r>
      <w:r>
        <w:rPr>
          <w:rtl/>
        </w:rPr>
        <w:t>قل هو الله احدبخواند؛</w:t>
      </w:r>
    </w:p>
    <w:p w:rsidR="00910300" w:rsidRDefault="00910300" w:rsidP="00910300">
      <w:pPr>
        <w:pStyle w:val="libNormal"/>
        <w:rPr>
          <w:rtl/>
        </w:rPr>
      </w:pPr>
      <w:r>
        <w:rPr>
          <w:rtl/>
        </w:rPr>
        <w:t>و بعد از نماز: هزار مرتبه بگويد:اللهم صل على النبى الامى و اله .</w:t>
      </w:r>
    </w:p>
    <w:p w:rsidR="00EF75EA" w:rsidRDefault="00910300" w:rsidP="00910300">
      <w:pPr>
        <w:pStyle w:val="libNormal"/>
        <w:rPr>
          <w:rtl/>
        </w:rPr>
      </w:pPr>
      <w:r>
        <w:rPr>
          <w:rtl/>
        </w:rPr>
        <w:lastRenderedPageBreak/>
        <w:t>حق تعالى شفاعت هزار پيغمبر به او عطا فرمايد، و ثواب ده حج و ده عمره براى او بنويسد، و قصرى در بهشت به او عطا فرمايد، كه از بزرگ ترين شهرهاى دنيا وسيع تر باشد.</w:t>
      </w:r>
    </w:p>
    <w:p w:rsidR="00910300" w:rsidRDefault="00EF75EA" w:rsidP="00EF75EA">
      <w:pPr>
        <w:pStyle w:val="libNormal"/>
        <w:rPr>
          <w:rtl/>
        </w:rPr>
      </w:pPr>
      <w:r>
        <w:rPr>
          <w:rtl/>
        </w:rPr>
        <w:br w:type="page"/>
      </w:r>
      <w:bookmarkStart w:id="1293" w:name="_Toc33993855"/>
      <w:bookmarkStart w:id="1294" w:name="_Toc33994137"/>
      <w:bookmarkStart w:id="1295" w:name="_Toc33994420"/>
      <w:bookmarkStart w:id="1296" w:name="_Toc33994703"/>
      <w:bookmarkStart w:id="1297" w:name="_Toc33994986"/>
      <w:r w:rsidR="00910300" w:rsidRPr="00EF75EA">
        <w:rPr>
          <w:rStyle w:val="Heading2Char"/>
          <w:rtl/>
        </w:rPr>
        <w:lastRenderedPageBreak/>
        <w:t>بخش پنجم : محافظت از آتش جهنم</w:t>
      </w:r>
      <w:bookmarkEnd w:id="1293"/>
      <w:bookmarkEnd w:id="1294"/>
      <w:bookmarkEnd w:id="1295"/>
      <w:bookmarkEnd w:id="1296"/>
      <w:bookmarkEnd w:id="1297"/>
      <w:r w:rsidR="00910300">
        <w:rPr>
          <w:rtl/>
        </w:rPr>
        <w:t xml:space="preserve"> :</w:t>
      </w:r>
    </w:p>
    <w:p w:rsidR="00EF75EA" w:rsidRDefault="00910300" w:rsidP="00EF75EA">
      <w:pPr>
        <w:pStyle w:val="Heading3"/>
        <w:rPr>
          <w:rtl/>
        </w:rPr>
      </w:pPr>
      <w:bookmarkStart w:id="1298" w:name="_Toc33993856"/>
      <w:bookmarkStart w:id="1299" w:name="_Toc33994138"/>
      <w:bookmarkStart w:id="1300" w:name="_Toc33994421"/>
      <w:bookmarkStart w:id="1301" w:name="_Toc33994704"/>
      <w:bookmarkStart w:id="1302" w:name="_Toc33994987"/>
      <w:r>
        <w:rPr>
          <w:rtl/>
        </w:rPr>
        <w:t>٢٤٤. محافظت از گرماى دوزخ</w:t>
      </w:r>
      <w:bookmarkEnd w:id="1298"/>
      <w:bookmarkEnd w:id="1299"/>
      <w:bookmarkEnd w:id="1300"/>
      <w:bookmarkEnd w:id="1301"/>
      <w:bookmarkEnd w:id="1302"/>
      <w:r>
        <w:rPr>
          <w:rtl/>
        </w:rPr>
        <w:t xml:space="preserve"> </w:t>
      </w:r>
    </w:p>
    <w:p w:rsidR="00910300" w:rsidRDefault="00910300" w:rsidP="00EF75EA">
      <w:pPr>
        <w:pStyle w:val="libNormal"/>
        <w:rPr>
          <w:rtl/>
        </w:rPr>
      </w:pPr>
      <w:r>
        <w:rPr>
          <w:rtl/>
        </w:rPr>
        <w:t xml:space="preserve"> امام صادق - </w:t>
      </w:r>
      <w:r w:rsidR="007560B2" w:rsidRPr="007560B2">
        <w:rPr>
          <w:rStyle w:val="libAlaemChar"/>
          <w:rtl/>
        </w:rPr>
        <w:t xml:space="preserve">عليه‌السلام </w:t>
      </w:r>
      <w:r>
        <w:rPr>
          <w:rtl/>
        </w:rPr>
        <w:t xml:space="preserve"> - به صباح بن سبابه فرمود:</w:t>
      </w:r>
    </w:p>
    <w:p w:rsidR="00910300" w:rsidRDefault="00910300" w:rsidP="00910300">
      <w:pPr>
        <w:pStyle w:val="libNormal"/>
        <w:rPr>
          <w:rtl/>
        </w:rPr>
      </w:pPr>
      <w:r>
        <w:rPr>
          <w:rtl/>
        </w:rPr>
        <w:t>مى خواهى به تو چيزى را ياد دهم كه روى تو را از گرمى آتش جهنم نگاه دارد؟</w:t>
      </w:r>
    </w:p>
    <w:p w:rsidR="00910300" w:rsidRDefault="00910300" w:rsidP="00910300">
      <w:pPr>
        <w:pStyle w:val="libNormal"/>
        <w:rPr>
          <w:rtl/>
        </w:rPr>
      </w:pPr>
      <w:r>
        <w:rPr>
          <w:rtl/>
        </w:rPr>
        <w:t>راوى عرض كرد: بلى .</w:t>
      </w:r>
    </w:p>
    <w:p w:rsidR="00910300" w:rsidRDefault="00910300" w:rsidP="00910300">
      <w:pPr>
        <w:pStyle w:val="libNormal"/>
        <w:rPr>
          <w:rtl/>
        </w:rPr>
      </w:pPr>
      <w:r>
        <w:rPr>
          <w:rtl/>
        </w:rPr>
        <w:t>فرمود:</w:t>
      </w:r>
    </w:p>
    <w:p w:rsidR="00910300" w:rsidRDefault="00910300" w:rsidP="00910300">
      <w:pPr>
        <w:pStyle w:val="libNormal"/>
        <w:rPr>
          <w:rtl/>
        </w:rPr>
      </w:pPr>
      <w:r>
        <w:rPr>
          <w:rtl/>
        </w:rPr>
        <w:t>بعد از نماز صبح ، صد مرتبه بگو: اللهم صل على محمد و آل محمدحق تعالى صورت تو را از آتش جهنم حفظ مى كند.</w:t>
      </w:r>
    </w:p>
    <w:p w:rsidR="00910300" w:rsidRDefault="00910300" w:rsidP="00910300">
      <w:pPr>
        <w:pStyle w:val="libNormal"/>
        <w:rPr>
          <w:rtl/>
        </w:rPr>
      </w:pPr>
      <w:r>
        <w:rPr>
          <w:rtl/>
        </w:rPr>
        <w:t xml:space="preserve">ايضا در همان كتاب از حضرت امام موسى - </w:t>
      </w:r>
      <w:r w:rsidR="007560B2" w:rsidRPr="007560B2">
        <w:rPr>
          <w:rStyle w:val="libAlaemChar"/>
          <w:rtl/>
        </w:rPr>
        <w:t xml:space="preserve">عليه‌السلام </w:t>
      </w:r>
      <w:r>
        <w:rPr>
          <w:rtl/>
        </w:rPr>
        <w:t xml:space="preserve"> - روايت كرده است :</w:t>
      </w:r>
    </w:p>
    <w:p w:rsidR="00910300" w:rsidRDefault="00910300" w:rsidP="00910300">
      <w:pPr>
        <w:pStyle w:val="libNormal"/>
        <w:rPr>
          <w:rtl/>
        </w:rPr>
      </w:pPr>
      <w:r>
        <w:rPr>
          <w:rtl/>
        </w:rPr>
        <w:t>هر كه بعد از نماز تسبيح - يعنى نماز جعفر طبار - و بعد از نماز مغرب پيش از آن كه پاها را بگرداند و با كسى تكلم نمايد، بگويد:</w:t>
      </w:r>
    </w:p>
    <w:p w:rsidR="00910300" w:rsidRDefault="00910300" w:rsidP="00910300">
      <w:pPr>
        <w:pStyle w:val="libNormal"/>
        <w:rPr>
          <w:rtl/>
        </w:rPr>
      </w:pPr>
      <w:r>
        <w:rPr>
          <w:rtl/>
        </w:rPr>
        <w:t>ان الله و ملائكته يصلون على النبى يا ايها الذين امنوا صلوا عليه و سلموا تسليما. اللهم صل على محمد النبى و ذريته ،حق تعالى صد حاجت او را برآورده ، هفتاد در دنيا، و سى در آخرت .</w:t>
      </w:r>
    </w:p>
    <w:p w:rsidR="00910300" w:rsidRDefault="00910300" w:rsidP="00910300">
      <w:pPr>
        <w:pStyle w:val="libNormal"/>
        <w:rPr>
          <w:rtl/>
        </w:rPr>
      </w:pPr>
      <w:r>
        <w:rPr>
          <w:rtl/>
        </w:rPr>
        <w:t>راوى مى گويد من عرض كردم : معنى صلوات خدا و صلوات ملايكه يعنى چه ؟</w:t>
      </w:r>
    </w:p>
    <w:p w:rsidR="00EF75EA" w:rsidRDefault="00910300" w:rsidP="00910300">
      <w:pPr>
        <w:pStyle w:val="libNormal"/>
        <w:rPr>
          <w:rtl/>
        </w:rPr>
      </w:pPr>
      <w:r>
        <w:rPr>
          <w:rtl/>
        </w:rPr>
        <w:t>فرمود: تزكيه است از ايشان براى آن حضرت و صلوات مؤ منان دعا است براى آن جناب .</w:t>
      </w:r>
    </w:p>
    <w:p w:rsidR="00EF75EA" w:rsidRDefault="00EF75EA" w:rsidP="00EF75EA">
      <w:pPr>
        <w:pStyle w:val="Heading3"/>
        <w:rPr>
          <w:rtl/>
        </w:rPr>
      </w:pPr>
      <w:r>
        <w:rPr>
          <w:rtl/>
        </w:rPr>
        <w:br w:type="page"/>
      </w:r>
      <w:bookmarkStart w:id="1303" w:name="_Toc33993857"/>
      <w:bookmarkStart w:id="1304" w:name="_Toc33994139"/>
      <w:bookmarkStart w:id="1305" w:name="_Toc33994422"/>
      <w:bookmarkStart w:id="1306" w:name="_Toc33994705"/>
      <w:bookmarkStart w:id="1307" w:name="_Toc33994988"/>
      <w:r w:rsidR="00910300">
        <w:rPr>
          <w:rtl/>
        </w:rPr>
        <w:lastRenderedPageBreak/>
        <w:t>٢٤٥. رهايى از جهنم</w:t>
      </w:r>
      <w:bookmarkEnd w:id="1303"/>
      <w:bookmarkEnd w:id="1304"/>
      <w:bookmarkEnd w:id="1305"/>
      <w:bookmarkEnd w:id="1306"/>
      <w:bookmarkEnd w:id="1307"/>
      <w:r w:rsidR="00910300">
        <w:rPr>
          <w:rtl/>
        </w:rPr>
        <w:t xml:space="preserve"> </w:t>
      </w:r>
    </w:p>
    <w:p w:rsidR="00910300" w:rsidRDefault="00910300" w:rsidP="00EF75EA">
      <w:pPr>
        <w:pStyle w:val="libNormal"/>
        <w:rPr>
          <w:rtl/>
        </w:rPr>
      </w:pPr>
      <w:r>
        <w:rPr>
          <w:rtl/>
        </w:rPr>
        <w:t xml:space="preserve"> از امام محمد باقر - </w:t>
      </w:r>
      <w:r w:rsidR="007560B2" w:rsidRPr="007560B2">
        <w:rPr>
          <w:rStyle w:val="libAlaemChar"/>
          <w:rtl/>
        </w:rPr>
        <w:t xml:space="preserve">عليه‌السلام </w:t>
      </w:r>
      <w:r>
        <w:rPr>
          <w:rtl/>
        </w:rPr>
        <w:t xml:space="preserve"> - روايت كرده اند كه :</w:t>
      </w:r>
    </w:p>
    <w:p w:rsidR="00910300" w:rsidRDefault="00910300" w:rsidP="00910300">
      <w:pPr>
        <w:pStyle w:val="libNormal"/>
        <w:rPr>
          <w:rtl/>
        </w:rPr>
      </w:pPr>
      <w:r>
        <w:rPr>
          <w:rtl/>
        </w:rPr>
        <w:t>بنده در آتش ، هفتاد خريف مى ماند. و هر خريفى ، هفتاد سال است .</w:t>
      </w:r>
    </w:p>
    <w:p w:rsidR="00910300" w:rsidRDefault="00910300" w:rsidP="00910300">
      <w:pPr>
        <w:pStyle w:val="libNormal"/>
        <w:rPr>
          <w:rtl/>
        </w:rPr>
      </w:pPr>
      <w:r>
        <w:rPr>
          <w:rtl/>
        </w:rPr>
        <w:t xml:space="preserve">پس از خدا سوال مى كند به حق محمد و اهل بيت آن حضرت - </w:t>
      </w:r>
      <w:r w:rsidR="007560B2" w:rsidRPr="007560B2">
        <w:rPr>
          <w:rStyle w:val="libAlaemChar"/>
          <w:rtl/>
        </w:rPr>
        <w:t>عليهم‌السلام</w:t>
      </w:r>
      <w:r>
        <w:rPr>
          <w:rtl/>
        </w:rPr>
        <w:t xml:space="preserve"> -، كه بر او رحم نمايد.</w:t>
      </w:r>
    </w:p>
    <w:p w:rsidR="00910300" w:rsidRDefault="00910300" w:rsidP="00910300">
      <w:pPr>
        <w:pStyle w:val="libNormal"/>
        <w:rPr>
          <w:rtl/>
        </w:rPr>
      </w:pPr>
      <w:r>
        <w:rPr>
          <w:rtl/>
        </w:rPr>
        <w:t xml:space="preserve">پس از جنانب حق تعالى وحى مى رسد به جبرييل - </w:t>
      </w:r>
      <w:r w:rsidR="007560B2" w:rsidRPr="007560B2">
        <w:rPr>
          <w:rStyle w:val="libAlaemChar"/>
          <w:rtl/>
        </w:rPr>
        <w:t xml:space="preserve">عليه‌السلام </w:t>
      </w:r>
      <w:r>
        <w:rPr>
          <w:rtl/>
        </w:rPr>
        <w:t xml:space="preserve"> - كه : فرو رو به سوى بنده من ، و او را بيرون آور.</w:t>
      </w:r>
    </w:p>
    <w:p w:rsidR="00910300" w:rsidRDefault="00910300" w:rsidP="00910300">
      <w:pPr>
        <w:pStyle w:val="libNormal"/>
        <w:rPr>
          <w:rtl/>
        </w:rPr>
      </w:pPr>
      <w:r>
        <w:rPr>
          <w:rtl/>
        </w:rPr>
        <w:t>جبرييل مى گويد: پروردگار! چگونه براى من مسير است كه داخل آتش شوم ؟</w:t>
      </w:r>
    </w:p>
    <w:p w:rsidR="00910300" w:rsidRDefault="00910300" w:rsidP="00910300">
      <w:pPr>
        <w:pStyle w:val="libNormal"/>
        <w:rPr>
          <w:rtl/>
        </w:rPr>
      </w:pPr>
      <w:r>
        <w:rPr>
          <w:rtl/>
        </w:rPr>
        <w:t>خطاب مى رسد:من امر نمودم كه بر تو سرد و سلامت باشد.</w:t>
      </w:r>
    </w:p>
    <w:p w:rsidR="00910300" w:rsidRDefault="00910300" w:rsidP="00910300">
      <w:pPr>
        <w:pStyle w:val="libNormal"/>
        <w:rPr>
          <w:rtl/>
        </w:rPr>
      </w:pPr>
      <w:r>
        <w:rPr>
          <w:rtl/>
        </w:rPr>
        <w:t>عرض مى كند: آن بنده در كجا است ؟</w:t>
      </w:r>
    </w:p>
    <w:p w:rsidR="00910300" w:rsidRDefault="00910300" w:rsidP="00910300">
      <w:pPr>
        <w:pStyle w:val="libNormal"/>
        <w:rPr>
          <w:rtl/>
        </w:rPr>
      </w:pPr>
      <w:r>
        <w:rPr>
          <w:rtl/>
        </w:rPr>
        <w:t>مى فرمايد:در چاهى است ازسجين؟</w:t>
      </w:r>
    </w:p>
    <w:p w:rsidR="00910300" w:rsidRDefault="00910300" w:rsidP="00910300">
      <w:pPr>
        <w:pStyle w:val="libNormal"/>
        <w:rPr>
          <w:rtl/>
        </w:rPr>
      </w:pPr>
      <w:r>
        <w:rPr>
          <w:rtl/>
        </w:rPr>
        <w:t>جبرييل نزد آن بنده مى آيد و مى بيند كه روى آن بنده ، با قدمش به هم بسته است . پس بيرون مى آورد او را.</w:t>
      </w:r>
    </w:p>
    <w:p w:rsidR="00910300" w:rsidRDefault="00910300" w:rsidP="00910300">
      <w:pPr>
        <w:pStyle w:val="libNormal"/>
        <w:rPr>
          <w:rtl/>
        </w:rPr>
      </w:pPr>
      <w:r>
        <w:rPr>
          <w:rtl/>
        </w:rPr>
        <w:t>حق تعالى به آن بنده خطاب مى كند:اى بنده من ! چه قدر بود مكث تو در آتش ؟آن بنده مى گويد: نمى دانم .</w:t>
      </w:r>
    </w:p>
    <w:p w:rsidR="00EF75EA" w:rsidRDefault="00910300" w:rsidP="00910300">
      <w:pPr>
        <w:pStyle w:val="libNormal"/>
        <w:rPr>
          <w:rtl/>
        </w:rPr>
      </w:pPr>
      <w:r>
        <w:rPr>
          <w:rtl/>
        </w:rPr>
        <w:t xml:space="preserve">خطاب مى رسد:به عزت و جلال خودم قسم ، كه اگر تو به آن نحو از من سوال نمى كردى ، هر آينه خوارى تو در آتش به طول مى انجاميد؛ ولكن من بر خود لازم گردانيده ام كه هر از من سؤ ال نمايد به حق محمد و اهل بيت او- </w:t>
      </w:r>
      <w:r w:rsidR="007560B2" w:rsidRPr="007560B2">
        <w:rPr>
          <w:rStyle w:val="libAlaemChar"/>
          <w:rtl/>
        </w:rPr>
        <w:t xml:space="preserve">عليه‌السلام </w:t>
      </w:r>
      <w:r>
        <w:rPr>
          <w:rtl/>
        </w:rPr>
        <w:t xml:space="preserve"> -، گناهان او را كه در ميان من و او است بيامرزم و امروز تو را آمرزيدم .</w:t>
      </w:r>
    </w:p>
    <w:p w:rsidR="00EF75EA" w:rsidRDefault="00EF75EA" w:rsidP="00EF75EA">
      <w:pPr>
        <w:pStyle w:val="Heading3"/>
        <w:rPr>
          <w:rtl/>
        </w:rPr>
      </w:pPr>
      <w:r>
        <w:rPr>
          <w:rtl/>
        </w:rPr>
        <w:br w:type="page"/>
      </w:r>
      <w:bookmarkStart w:id="1308" w:name="_Toc33993858"/>
      <w:bookmarkStart w:id="1309" w:name="_Toc33994140"/>
      <w:bookmarkStart w:id="1310" w:name="_Toc33994423"/>
      <w:bookmarkStart w:id="1311" w:name="_Toc33994706"/>
      <w:bookmarkStart w:id="1312" w:name="_Toc33994989"/>
      <w:r w:rsidR="00910300">
        <w:rPr>
          <w:rtl/>
        </w:rPr>
        <w:lastRenderedPageBreak/>
        <w:t>٢٤٦ - محافظت از آتش دوزخ</w:t>
      </w:r>
      <w:bookmarkEnd w:id="1308"/>
      <w:bookmarkEnd w:id="1309"/>
      <w:bookmarkEnd w:id="1310"/>
      <w:bookmarkEnd w:id="1311"/>
      <w:bookmarkEnd w:id="1312"/>
      <w:r w:rsidR="00910300">
        <w:rPr>
          <w:rtl/>
        </w:rPr>
        <w:t xml:space="preserve"> </w:t>
      </w:r>
    </w:p>
    <w:p w:rsidR="00910300" w:rsidRDefault="00910300" w:rsidP="00EF75EA">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فرمودند:</w:t>
      </w:r>
    </w:p>
    <w:p w:rsidR="00910300" w:rsidRDefault="00910300" w:rsidP="00910300">
      <w:pPr>
        <w:pStyle w:val="libNormal"/>
        <w:rPr>
          <w:rtl/>
        </w:rPr>
      </w:pPr>
      <w:r>
        <w:rPr>
          <w:rtl/>
        </w:rPr>
        <w:t>هر كه بعد از نماز صبح پيش از آن كه تكلم بگويد:رب صل على محمد و اهل بيته؛پروردگار! رحمت فرست بر محمد و اهل بيت او.حق تعالى روى او را از آتش جهنم نگاه دارد.</w:t>
      </w:r>
    </w:p>
    <w:p w:rsidR="00EF75EA" w:rsidRDefault="00910300" w:rsidP="00EF75EA">
      <w:pPr>
        <w:pStyle w:val="Heading3"/>
        <w:rPr>
          <w:rtl/>
        </w:rPr>
      </w:pPr>
      <w:bookmarkStart w:id="1313" w:name="_Toc33993859"/>
      <w:bookmarkStart w:id="1314" w:name="_Toc33994141"/>
      <w:bookmarkStart w:id="1315" w:name="_Toc33994424"/>
      <w:bookmarkStart w:id="1316" w:name="_Toc33994707"/>
      <w:bookmarkStart w:id="1317" w:name="_Toc33994990"/>
      <w:r>
        <w:rPr>
          <w:rtl/>
        </w:rPr>
        <w:t>٢٤٧. راحتى مرگ</w:t>
      </w:r>
      <w:bookmarkEnd w:id="1313"/>
      <w:bookmarkEnd w:id="1314"/>
      <w:bookmarkEnd w:id="1315"/>
      <w:bookmarkEnd w:id="1316"/>
      <w:bookmarkEnd w:id="1317"/>
      <w:r>
        <w:rPr>
          <w:rtl/>
        </w:rPr>
        <w:t xml:space="preserve"> </w:t>
      </w:r>
    </w:p>
    <w:p w:rsidR="00910300" w:rsidRDefault="00910300" w:rsidP="00EF75EA">
      <w:pPr>
        <w:pStyle w:val="libNormal"/>
        <w:rPr>
          <w:rtl/>
        </w:rPr>
      </w:pPr>
      <w:r>
        <w:rPr>
          <w:rtl/>
        </w:rPr>
        <w:t xml:space="preserve"> براى فرستنده صلوات راحتى مرگ و هول و عطش روز قيامت نيست .</w:t>
      </w:r>
    </w:p>
    <w:p w:rsidR="00EF75EA" w:rsidRDefault="00910300" w:rsidP="00EF75EA">
      <w:pPr>
        <w:pStyle w:val="Heading3"/>
        <w:rPr>
          <w:rtl/>
        </w:rPr>
      </w:pPr>
      <w:bookmarkStart w:id="1318" w:name="_Toc33993860"/>
      <w:bookmarkStart w:id="1319" w:name="_Toc33994142"/>
      <w:bookmarkStart w:id="1320" w:name="_Toc33994425"/>
      <w:bookmarkStart w:id="1321" w:name="_Toc33994708"/>
      <w:bookmarkStart w:id="1322" w:name="_Toc33994991"/>
      <w:r>
        <w:rPr>
          <w:rtl/>
        </w:rPr>
        <w:t>٢٤٨. تزويح حورالعين</w:t>
      </w:r>
      <w:bookmarkEnd w:id="1318"/>
      <w:bookmarkEnd w:id="1319"/>
      <w:bookmarkEnd w:id="1320"/>
      <w:bookmarkEnd w:id="1321"/>
      <w:bookmarkEnd w:id="1322"/>
      <w:r>
        <w:rPr>
          <w:rtl/>
        </w:rPr>
        <w:t xml:space="preserve"> </w:t>
      </w:r>
    </w:p>
    <w:p w:rsidR="00910300" w:rsidRDefault="00910300" w:rsidP="00EF75EA">
      <w:pPr>
        <w:pStyle w:val="libNormal"/>
        <w:rPr>
          <w:rtl/>
        </w:rPr>
      </w:pPr>
      <w:r>
        <w:rPr>
          <w:rtl/>
        </w:rPr>
        <w:t xml:space="preserve"> از اميرالمومنين على - </w:t>
      </w:r>
      <w:r w:rsidR="007560B2" w:rsidRPr="007560B2">
        <w:rPr>
          <w:rStyle w:val="libAlaemChar"/>
          <w:rtl/>
        </w:rPr>
        <w:t xml:space="preserve">عليه‌السلام </w:t>
      </w:r>
      <w:r>
        <w:rPr>
          <w:rtl/>
        </w:rPr>
        <w:t xml:space="preserve"> - روايت شده است كه :</w:t>
      </w:r>
    </w:p>
    <w:p w:rsidR="00910300" w:rsidRDefault="00910300" w:rsidP="00910300">
      <w:pPr>
        <w:pStyle w:val="libNormal"/>
        <w:rPr>
          <w:rtl/>
        </w:rPr>
      </w:pPr>
      <w:r>
        <w:rPr>
          <w:rtl/>
        </w:rPr>
        <w:t xml:space="preserve">وقتى بنده از نماز فارغ مى شود، بايد بر رسول خدا - </w:t>
      </w:r>
      <w:r w:rsidR="00745C10" w:rsidRPr="00745C10">
        <w:rPr>
          <w:rStyle w:val="libAlaemChar"/>
          <w:rtl/>
        </w:rPr>
        <w:t>صلى‌الله‌عليه‌وآله‌وسلم</w:t>
      </w:r>
      <w:r>
        <w:rPr>
          <w:rtl/>
        </w:rPr>
        <w:t xml:space="preserve">- صلوات بفرستد و از خدا سؤ ال نمايد بهشت را، و پناه برد به خدا از آتش و سؤ ال نمايد كه به حور عين تزويح نمايد ؛ زيرا هر كس بر رسول خدا - </w:t>
      </w:r>
      <w:r w:rsidR="00745C10" w:rsidRPr="00745C10">
        <w:rPr>
          <w:rStyle w:val="libAlaemChar"/>
          <w:rtl/>
        </w:rPr>
        <w:t>صلى‌الله‌عليه‌وآله‌وسلم</w:t>
      </w:r>
      <w:r>
        <w:rPr>
          <w:rtl/>
        </w:rPr>
        <w:t>- صلوات بفرستد، دعاى او بالا مى رود و هر كه از خدا بهشت را بخواهد، بهشت مى گويد:</w:t>
      </w:r>
    </w:p>
    <w:p w:rsidR="00910300" w:rsidRDefault="00910300" w:rsidP="00910300">
      <w:pPr>
        <w:pStyle w:val="libNormal"/>
        <w:rPr>
          <w:rtl/>
        </w:rPr>
      </w:pPr>
      <w:r>
        <w:rPr>
          <w:rtl/>
        </w:rPr>
        <w:t>خداوند! عطا كن به بنده خودت ، از آن چه به تو پناه برد از آن . و چون حوريان را از خدا بخواهد، آنها مى گويند كه : خدايا! عطا كن بنده خودت را، آن چه را خواست .</w:t>
      </w:r>
    </w:p>
    <w:p w:rsidR="00EF75EA" w:rsidRDefault="00910300" w:rsidP="00EF75EA">
      <w:pPr>
        <w:pStyle w:val="Heading3"/>
        <w:rPr>
          <w:rtl/>
        </w:rPr>
      </w:pPr>
      <w:bookmarkStart w:id="1323" w:name="_Toc33993861"/>
      <w:bookmarkStart w:id="1324" w:name="_Toc33994143"/>
      <w:bookmarkStart w:id="1325" w:name="_Toc33994426"/>
      <w:bookmarkStart w:id="1326" w:name="_Toc33994709"/>
      <w:bookmarkStart w:id="1327" w:name="_Toc33994992"/>
      <w:r>
        <w:rPr>
          <w:rtl/>
        </w:rPr>
        <w:t>٢٤٩. رفع عطش قيامت</w:t>
      </w:r>
      <w:bookmarkEnd w:id="1323"/>
      <w:bookmarkEnd w:id="1324"/>
      <w:bookmarkEnd w:id="1325"/>
      <w:bookmarkEnd w:id="1326"/>
      <w:bookmarkEnd w:id="1327"/>
      <w:r>
        <w:rPr>
          <w:rtl/>
        </w:rPr>
        <w:t xml:space="preserve"> </w:t>
      </w:r>
    </w:p>
    <w:p w:rsidR="00910300" w:rsidRDefault="00910300" w:rsidP="00EF75EA">
      <w:pPr>
        <w:pStyle w:val="libNormal"/>
        <w:rPr>
          <w:rtl/>
        </w:rPr>
      </w:pPr>
      <w:r>
        <w:rPr>
          <w:rtl/>
        </w:rPr>
        <w:t xml:space="preserve"> حق تعالى وحى كرد به حضرت موسى - على نبينا و آله و </w:t>
      </w:r>
      <w:r w:rsidR="007560B2" w:rsidRPr="007560B2">
        <w:rPr>
          <w:rStyle w:val="libAlaemChar"/>
          <w:rtl/>
        </w:rPr>
        <w:t xml:space="preserve">عليه‌السلام </w:t>
      </w:r>
      <w:r>
        <w:rPr>
          <w:rtl/>
        </w:rPr>
        <w:t xml:space="preserve"> - كه :اى موسى ! دوست دارى كه عطش قيامت تو را در نيايد و در مواقف آن روز تشنه نباشى ؟</w:t>
      </w:r>
    </w:p>
    <w:p w:rsidR="00910300" w:rsidRDefault="00910300" w:rsidP="00910300">
      <w:pPr>
        <w:pStyle w:val="libNormal"/>
        <w:rPr>
          <w:rtl/>
        </w:rPr>
      </w:pPr>
      <w:r>
        <w:rPr>
          <w:rtl/>
        </w:rPr>
        <w:t>عرض كرد:بلى ، اى پروردگار عالميان !</w:t>
      </w:r>
    </w:p>
    <w:p w:rsidR="00910300" w:rsidRDefault="00910300" w:rsidP="00910300">
      <w:pPr>
        <w:pStyle w:val="libNormal"/>
        <w:rPr>
          <w:rtl/>
        </w:rPr>
      </w:pPr>
      <w:r>
        <w:rPr>
          <w:rtl/>
        </w:rPr>
        <w:lastRenderedPageBreak/>
        <w:t>خطاب رسيد:امروز، در دنيا بر حبيب من صلوات فرست ، تا فردا از تشنگى قيامت ايمن باشى .</w:t>
      </w:r>
    </w:p>
    <w:p w:rsidR="00EF75EA" w:rsidRDefault="00910300" w:rsidP="00EF75EA">
      <w:pPr>
        <w:pStyle w:val="Heading3"/>
        <w:rPr>
          <w:rtl/>
        </w:rPr>
      </w:pPr>
      <w:bookmarkStart w:id="1328" w:name="_Toc33993862"/>
      <w:bookmarkStart w:id="1329" w:name="_Toc33994144"/>
      <w:bookmarkStart w:id="1330" w:name="_Toc33994427"/>
      <w:bookmarkStart w:id="1331" w:name="_Toc33994710"/>
      <w:bookmarkStart w:id="1332" w:name="_Toc33994993"/>
      <w:r>
        <w:rPr>
          <w:rtl/>
        </w:rPr>
        <w:t>٢٥٠. مانع آتش جهنم</w:t>
      </w:r>
      <w:bookmarkEnd w:id="1328"/>
      <w:bookmarkEnd w:id="1329"/>
      <w:bookmarkEnd w:id="1330"/>
      <w:bookmarkEnd w:id="1331"/>
      <w:bookmarkEnd w:id="1332"/>
      <w:r>
        <w:rPr>
          <w:rtl/>
        </w:rPr>
        <w:t xml:space="preserve"> </w:t>
      </w:r>
    </w:p>
    <w:p w:rsidR="00910300" w:rsidRDefault="00910300" w:rsidP="00EF75EA">
      <w:pPr>
        <w:pStyle w:val="libNormal"/>
        <w:rPr>
          <w:rtl/>
        </w:rPr>
      </w:pPr>
      <w:r>
        <w:rPr>
          <w:rtl/>
        </w:rPr>
        <w:t xml:space="preserve"> امام صادق - </w:t>
      </w:r>
      <w:r w:rsidR="007560B2" w:rsidRPr="007560B2">
        <w:rPr>
          <w:rStyle w:val="libAlaemChar"/>
          <w:rtl/>
        </w:rPr>
        <w:t xml:space="preserve">عليه‌السلام </w:t>
      </w:r>
      <w:r>
        <w:rPr>
          <w:rtl/>
        </w:rPr>
        <w:t xml:space="preserve"> - به صباح بن سبابه فرمود:آيا دعايى به تو بياموزيم كه روى تو را از آتش جهنم حفظ كند؟</w:t>
      </w:r>
    </w:p>
    <w:p w:rsidR="00910300" w:rsidRDefault="00910300" w:rsidP="00910300">
      <w:pPr>
        <w:pStyle w:val="libNormal"/>
        <w:rPr>
          <w:rtl/>
        </w:rPr>
      </w:pPr>
      <w:r>
        <w:rPr>
          <w:rtl/>
        </w:rPr>
        <w:t>گويد: هرض كردم : آرى .</w:t>
      </w:r>
    </w:p>
    <w:p w:rsidR="00910300" w:rsidRDefault="00910300" w:rsidP="00910300">
      <w:pPr>
        <w:pStyle w:val="libNormal"/>
        <w:rPr>
          <w:rtl/>
        </w:rPr>
      </w:pPr>
      <w:r>
        <w:rPr>
          <w:rtl/>
        </w:rPr>
        <w:t>فرمود:پس از دميدن سپيده صبح صدبار بگو:اللهم صل على محمد و آل محمدخداوند روى تو را از حرارت آتش دوزخ در امان دارد.</w:t>
      </w:r>
    </w:p>
    <w:p w:rsidR="00EF75EA" w:rsidRDefault="00910300" w:rsidP="00EF75EA">
      <w:pPr>
        <w:pStyle w:val="Heading3"/>
        <w:rPr>
          <w:rtl/>
        </w:rPr>
      </w:pPr>
      <w:bookmarkStart w:id="1333" w:name="_Toc33993863"/>
      <w:bookmarkStart w:id="1334" w:name="_Toc33994145"/>
      <w:bookmarkStart w:id="1335" w:name="_Toc33994428"/>
      <w:bookmarkStart w:id="1336" w:name="_Toc33994711"/>
      <w:bookmarkStart w:id="1337" w:name="_Toc33994994"/>
      <w:r>
        <w:rPr>
          <w:rtl/>
        </w:rPr>
        <w:t>٢٥١. مانع ورود به آتش</w:t>
      </w:r>
      <w:bookmarkEnd w:id="1333"/>
      <w:bookmarkEnd w:id="1334"/>
      <w:bookmarkEnd w:id="1335"/>
      <w:bookmarkEnd w:id="1336"/>
      <w:bookmarkEnd w:id="1337"/>
      <w:r>
        <w:rPr>
          <w:rtl/>
        </w:rPr>
        <w:t xml:space="preserve"> </w:t>
      </w:r>
    </w:p>
    <w:p w:rsidR="00910300" w:rsidRDefault="00910300" w:rsidP="00EF75EA">
      <w:pPr>
        <w:pStyle w:val="libNormal"/>
        <w:rPr>
          <w:rtl/>
        </w:rPr>
      </w:pPr>
      <w:r>
        <w:rPr>
          <w:rtl/>
        </w:rPr>
        <w:t xml:space="preserve"> از رسول گرامى خدا </w:t>
      </w:r>
      <w:r w:rsidR="00745C10" w:rsidRPr="00745C10">
        <w:rPr>
          <w:rStyle w:val="libAlaemChar"/>
          <w:rtl/>
        </w:rPr>
        <w:t>صلى‌الله‌عليه‌وآله‌وسلم</w:t>
      </w:r>
      <w:r>
        <w:rPr>
          <w:rtl/>
        </w:rPr>
        <w:t>روايت شده است كه فرمودند:</w:t>
      </w:r>
    </w:p>
    <w:p w:rsidR="00910300" w:rsidRDefault="00910300" w:rsidP="00910300">
      <w:pPr>
        <w:pStyle w:val="libNormal"/>
        <w:rPr>
          <w:rtl/>
        </w:rPr>
      </w:pPr>
      <w:r>
        <w:rPr>
          <w:rtl/>
        </w:rPr>
        <w:t>لن يلج النار من صلى على و من نسى الصلواة على فقد اءخطا طريق الجنبه ؛؛آن كس كه بر من دورد بفرستد، داخل آتش نخواهد گرديد و هر كس درود فرستادن بر من را فراموش كند، از راه بهشت به خطا خواهد رفت .</w:t>
      </w:r>
    </w:p>
    <w:p w:rsidR="00910300" w:rsidRDefault="00910300" w:rsidP="00910300">
      <w:pPr>
        <w:pStyle w:val="libNormal"/>
        <w:rPr>
          <w:rtl/>
        </w:rPr>
      </w:pPr>
      <w:r>
        <w:rPr>
          <w:rtl/>
        </w:rPr>
        <w:t>بخش ششم : مقام و منزلت صلوات فرستنده در بهشت :</w:t>
      </w:r>
    </w:p>
    <w:p w:rsidR="002673E8" w:rsidRDefault="00910300" w:rsidP="002673E8">
      <w:pPr>
        <w:pStyle w:val="Heading3"/>
        <w:rPr>
          <w:rtl/>
        </w:rPr>
      </w:pPr>
      <w:bookmarkStart w:id="1338" w:name="_Toc33993864"/>
      <w:bookmarkStart w:id="1339" w:name="_Toc33994146"/>
      <w:bookmarkStart w:id="1340" w:name="_Toc33994429"/>
      <w:bookmarkStart w:id="1341" w:name="_Toc33994712"/>
      <w:bookmarkStart w:id="1342" w:name="_Toc33994995"/>
      <w:r>
        <w:rPr>
          <w:rtl/>
        </w:rPr>
        <w:t>٢٥٢: دوست پيامبر در بهشت اعلى</w:t>
      </w:r>
      <w:bookmarkEnd w:id="1338"/>
      <w:bookmarkEnd w:id="1339"/>
      <w:bookmarkEnd w:id="1340"/>
      <w:bookmarkEnd w:id="1341"/>
      <w:bookmarkEnd w:id="1342"/>
      <w:r>
        <w:rPr>
          <w:rtl/>
        </w:rPr>
        <w:t xml:space="preserve"> </w:t>
      </w:r>
    </w:p>
    <w:p w:rsidR="00910300" w:rsidRDefault="00910300" w:rsidP="002673E8">
      <w:pPr>
        <w:pStyle w:val="libNormal"/>
        <w:rPr>
          <w:rtl/>
        </w:rPr>
      </w:pPr>
      <w:r>
        <w:rPr>
          <w:rtl/>
        </w:rPr>
        <w:t xml:space="preserve"> امام رضا - </w:t>
      </w:r>
      <w:r w:rsidR="007560B2" w:rsidRPr="007560B2">
        <w:rPr>
          <w:rStyle w:val="libAlaemChar"/>
          <w:rtl/>
        </w:rPr>
        <w:t xml:space="preserve">عليه‌السلام </w:t>
      </w:r>
      <w:r>
        <w:rPr>
          <w:rtl/>
        </w:rPr>
        <w:t xml:space="preserve"> - فرمودند:</w:t>
      </w:r>
    </w:p>
    <w:p w:rsidR="00910300" w:rsidRDefault="00910300" w:rsidP="00910300">
      <w:pPr>
        <w:pStyle w:val="libNormal"/>
        <w:rPr>
          <w:rtl/>
        </w:rPr>
      </w:pPr>
      <w:r>
        <w:rPr>
          <w:rtl/>
        </w:rPr>
        <w:t>يكى از اسرار آل محمد در صلوات بر پيامبر و آل او، اين صلوات است :</w:t>
      </w:r>
    </w:p>
    <w:p w:rsidR="00910300" w:rsidRDefault="00910300" w:rsidP="00910300">
      <w:pPr>
        <w:pStyle w:val="libNormal"/>
        <w:rPr>
          <w:rtl/>
        </w:rPr>
      </w:pPr>
      <w:r>
        <w:rPr>
          <w:rtl/>
        </w:rPr>
        <w:t xml:space="preserve">اللهم صل على محمد و آل محمد فى الاولين وصل على محمد و آل محمد فى الاخرين و صل على محمد و آل محمد فى الملا الاعلى وصل على محمد و آل محمد فى المرسلين . اللهم اعط محمدا الوسيله و الشرف و الفضيلة و الدرجه الكبيرة . اللهم انى امنت بمحمد و لم اره فلا تحرمنى يوم القيامة رويته وارزقنى صحبته و توفنى على ملته واسقنى من حوضه مشربا رويا سائغا هنيئا لا اظماء </w:t>
      </w:r>
      <w:r>
        <w:rPr>
          <w:rtl/>
        </w:rPr>
        <w:lastRenderedPageBreak/>
        <w:t>بعده ابدا انك على كل شى ء قدير اللهم كما امنت بمحمد و لم اءره فعرفنى فى الجنان وجهه اللهم بلغ روح محمد عنى تحية كثيرة و سلاما؛</w:t>
      </w:r>
    </w:p>
    <w:p w:rsidR="00910300" w:rsidRDefault="00910300" w:rsidP="00910300">
      <w:pPr>
        <w:pStyle w:val="libNormal"/>
        <w:rPr>
          <w:rtl/>
        </w:rPr>
      </w:pPr>
      <w:r>
        <w:rPr>
          <w:rtl/>
        </w:rPr>
        <w:t xml:space="preserve">همانا كسى كه سه بار در بامداد و سه بار در شب با اين ذكر صلوات بفرستد، گناهانش از بين رفته و خطاهايش محو مى گردد؛ سرورش دوام يافته و دعايش مستحاب مى شود؛ به آرزويش رسيده و رزقش زياد مى گردد، در مقابل دشمنش يارى گرديده ، اسباب همه خبرها برايش مهيا شده و از دوستان پيامبر در بهشت هاى اعلى قرار داده مى شود. </w:t>
      </w:r>
      <w:r w:rsidRPr="002673E8">
        <w:rPr>
          <w:rStyle w:val="libFootnotenumChar"/>
          <w:rtl/>
        </w:rPr>
        <w:t>(٩٤)</w:t>
      </w:r>
    </w:p>
    <w:p w:rsidR="002673E8" w:rsidRDefault="00910300" w:rsidP="002673E8">
      <w:pPr>
        <w:pStyle w:val="Heading3"/>
        <w:rPr>
          <w:rtl/>
        </w:rPr>
      </w:pPr>
      <w:bookmarkStart w:id="1343" w:name="_Toc33993865"/>
      <w:bookmarkStart w:id="1344" w:name="_Toc33994147"/>
      <w:bookmarkStart w:id="1345" w:name="_Toc33994430"/>
      <w:bookmarkStart w:id="1346" w:name="_Toc33994713"/>
      <w:bookmarkStart w:id="1347" w:name="_Toc33994996"/>
      <w:r>
        <w:rPr>
          <w:rtl/>
        </w:rPr>
        <w:t>٢٥٣. درجات صلوات فرستاده بر پيامبر</w:t>
      </w:r>
      <w:bookmarkEnd w:id="1343"/>
      <w:bookmarkEnd w:id="1344"/>
      <w:bookmarkEnd w:id="1345"/>
      <w:bookmarkEnd w:id="1346"/>
      <w:bookmarkEnd w:id="1347"/>
    </w:p>
    <w:p w:rsidR="00910300" w:rsidRDefault="00910300" w:rsidP="002673E8">
      <w:pPr>
        <w:pStyle w:val="libNormal"/>
        <w:rPr>
          <w:rtl/>
        </w:rPr>
      </w:pPr>
      <w:r>
        <w:rPr>
          <w:rtl/>
        </w:rPr>
        <w:t xml:space="preserve"> رسول خدا - </w:t>
      </w:r>
      <w:r w:rsidR="00745C10" w:rsidRPr="00745C10">
        <w:rPr>
          <w:rStyle w:val="libAlaemChar"/>
          <w:rtl/>
        </w:rPr>
        <w:t>صلى‌الله‌عليه‌وآله‌وسلم</w:t>
      </w:r>
      <w:r>
        <w:rPr>
          <w:rtl/>
        </w:rPr>
        <w:t>وسلم - فرمود:</w:t>
      </w:r>
    </w:p>
    <w:p w:rsidR="002673E8" w:rsidRDefault="00910300" w:rsidP="00910300">
      <w:pPr>
        <w:pStyle w:val="libNormal"/>
        <w:rPr>
          <w:rStyle w:val="libFootnotenumChar"/>
          <w:rtl/>
        </w:rPr>
      </w:pPr>
      <w:r>
        <w:rPr>
          <w:rtl/>
        </w:rPr>
        <w:t xml:space="preserve">در روز قيامت ، اول كسى كه حله بهشت پوشد، پدر من ابراهيم - </w:t>
      </w:r>
      <w:r w:rsidR="007560B2" w:rsidRPr="007560B2">
        <w:rPr>
          <w:rStyle w:val="libAlaemChar"/>
          <w:rtl/>
        </w:rPr>
        <w:t xml:space="preserve">عليه‌السلام </w:t>
      </w:r>
      <w:r>
        <w:rPr>
          <w:rtl/>
        </w:rPr>
        <w:t xml:space="preserve"> - است ، و كرسى بر طرف راست عرش نهند، و او را بر آن نشانند و بعد از آن مرا حله پوشانند، و اميرالمؤ منين على بن ابى طالب - صلوات الله و سلامه عليه - در پيش روى من بايستد، و تمام امت در عقب سر من بايستند - با تفاوت درجات ، و هر بنده اى كه در عقب هر نماز فريضه ، ده مرتبه بر من و آل من صلوات فرستد، او را نزد من جاى دهند و مرا ببيند و من او را ببينم و روى او مانند شب چهارده - تابان باشد. </w:t>
      </w:r>
      <w:r w:rsidRPr="002673E8">
        <w:rPr>
          <w:rStyle w:val="libFootnotenumChar"/>
          <w:rtl/>
        </w:rPr>
        <w:t>(٩٥)</w:t>
      </w:r>
    </w:p>
    <w:p w:rsidR="002673E8" w:rsidRDefault="002673E8" w:rsidP="002673E8">
      <w:pPr>
        <w:pStyle w:val="Heading3"/>
        <w:rPr>
          <w:rtl/>
        </w:rPr>
      </w:pPr>
      <w:r>
        <w:rPr>
          <w:rStyle w:val="libFootnotenumChar"/>
          <w:rtl/>
        </w:rPr>
        <w:br w:type="page"/>
      </w:r>
      <w:bookmarkStart w:id="1348" w:name="_Toc33993866"/>
      <w:bookmarkStart w:id="1349" w:name="_Toc33994148"/>
      <w:bookmarkStart w:id="1350" w:name="_Toc33994431"/>
      <w:bookmarkStart w:id="1351" w:name="_Toc33994714"/>
      <w:bookmarkStart w:id="1352" w:name="_Toc33994997"/>
      <w:r w:rsidR="00910300">
        <w:rPr>
          <w:rtl/>
        </w:rPr>
        <w:lastRenderedPageBreak/>
        <w:t>٢٥٤. اعطاى هفتاد هزار قصر بهشتى</w:t>
      </w:r>
      <w:bookmarkEnd w:id="1348"/>
      <w:bookmarkEnd w:id="1349"/>
      <w:bookmarkEnd w:id="1350"/>
      <w:bookmarkEnd w:id="1351"/>
      <w:bookmarkEnd w:id="1352"/>
      <w:r w:rsidR="00910300">
        <w:rPr>
          <w:rtl/>
        </w:rPr>
        <w:t xml:space="preserve"> </w:t>
      </w:r>
    </w:p>
    <w:p w:rsidR="00910300" w:rsidRDefault="00910300" w:rsidP="00910300">
      <w:pPr>
        <w:pStyle w:val="libNormal"/>
        <w:rPr>
          <w:rtl/>
        </w:rPr>
      </w:pPr>
      <w:r>
        <w:rPr>
          <w:rtl/>
        </w:rPr>
        <w:t>هر كس در شب جمعه يا روز جمعه ، يا شب پنج شنبه يا روز پنج شنبه ، يا شب دوشنبه يا روز دوشنبه ، چهار ركعت نماز به جاى آورد، به دو سلام ؛ و در هر ركعت ، هفت مرتبه سوره فاتحه و يك مرتبه سورهاناانزلناهبخواند و بعد از نماز،صد مرتبه بگويد:</w:t>
      </w:r>
    </w:p>
    <w:p w:rsidR="00910300" w:rsidRDefault="00910300" w:rsidP="00910300">
      <w:pPr>
        <w:pStyle w:val="libNormal"/>
        <w:rPr>
          <w:rtl/>
        </w:rPr>
      </w:pPr>
      <w:r>
        <w:rPr>
          <w:rtl/>
        </w:rPr>
        <w:t>اللهم صل على محمد و آل محمد.</w:t>
      </w:r>
    </w:p>
    <w:p w:rsidR="00910300" w:rsidRDefault="00910300" w:rsidP="00910300">
      <w:pPr>
        <w:pStyle w:val="libNormal"/>
        <w:rPr>
          <w:rtl/>
        </w:rPr>
      </w:pPr>
      <w:r>
        <w:rPr>
          <w:rtl/>
        </w:rPr>
        <w:t>و صد مرتبه بگويد:اللهم صل على جبرئيل .</w:t>
      </w:r>
    </w:p>
    <w:p w:rsidR="00910300" w:rsidRDefault="00910300" w:rsidP="00910300">
      <w:pPr>
        <w:pStyle w:val="libNormal"/>
        <w:rPr>
          <w:rtl/>
        </w:rPr>
      </w:pPr>
      <w:r>
        <w:rPr>
          <w:rtl/>
        </w:rPr>
        <w:t>حق تعالى به او هفتاد هزار قصر عطا فرمايد كه در هر قصرى ، هفتاد هزار خانه باشد و در هر خانه ، هفتاد هزار جاريه باشد.</w:t>
      </w:r>
    </w:p>
    <w:p w:rsidR="002673E8" w:rsidRDefault="00910300" w:rsidP="002673E8">
      <w:pPr>
        <w:pStyle w:val="Heading3"/>
        <w:rPr>
          <w:rtl/>
        </w:rPr>
      </w:pPr>
      <w:bookmarkStart w:id="1353" w:name="_Toc33993867"/>
      <w:bookmarkStart w:id="1354" w:name="_Toc33994149"/>
      <w:bookmarkStart w:id="1355" w:name="_Toc33994432"/>
      <w:bookmarkStart w:id="1356" w:name="_Toc33994715"/>
      <w:bookmarkStart w:id="1357" w:name="_Toc33994998"/>
      <w:r>
        <w:rPr>
          <w:rtl/>
        </w:rPr>
        <w:t>٢٥٥. تحفه اى در بهشت</w:t>
      </w:r>
      <w:bookmarkEnd w:id="1353"/>
      <w:bookmarkEnd w:id="1354"/>
      <w:bookmarkEnd w:id="1355"/>
      <w:bookmarkEnd w:id="1356"/>
      <w:bookmarkEnd w:id="1357"/>
      <w:r>
        <w:rPr>
          <w:rtl/>
        </w:rPr>
        <w:t xml:space="preserve"> </w:t>
      </w:r>
    </w:p>
    <w:p w:rsidR="00910300" w:rsidRDefault="00910300" w:rsidP="002673E8">
      <w:pPr>
        <w:pStyle w:val="libNormal"/>
        <w:rPr>
          <w:rtl/>
        </w:rPr>
      </w:pPr>
      <w:r>
        <w:rPr>
          <w:rtl/>
        </w:rPr>
        <w:t xml:space="preserve"> شخصى ار پيامبر پرسيد: صلوات فرستادن امت ، ارسال تحفه اى است به نزد شما، آيا از جانب شما تحفه اى براى ايشان خواهد بود؟</w:t>
      </w:r>
    </w:p>
    <w:p w:rsidR="00910300" w:rsidRDefault="00910300" w:rsidP="00910300">
      <w:pPr>
        <w:pStyle w:val="libNormal"/>
        <w:rPr>
          <w:rtl/>
        </w:rPr>
      </w:pPr>
      <w:r>
        <w:rPr>
          <w:rtl/>
        </w:rPr>
        <w:t>آن حضرت فرمود:</w:t>
      </w:r>
    </w:p>
    <w:p w:rsidR="00910300" w:rsidRDefault="00910300" w:rsidP="00910300">
      <w:pPr>
        <w:pStyle w:val="libNormal"/>
        <w:rPr>
          <w:rtl/>
        </w:rPr>
      </w:pPr>
      <w:r>
        <w:rPr>
          <w:rtl/>
        </w:rPr>
        <w:t>امروز، صلوات امت بر من ، تحفه اى است از ايشان براى من ؛ و فردا، تحفه من براى ايشان ، در بهشت خواهد بود.</w:t>
      </w:r>
    </w:p>
    <w:p w:rsidR="002673E8" w:rsidRDefault="00910300" w:rsidP="002673E8">
      <w:pPr>
        <w:pStyle w:val="Heading3"/>
        <w:rPr>
          <w:rtl/>
        </w:rPr>
      </w:pPr>
      <w:bookmarkStart w:id="1358" w:name="_Toc33993868"/>
      <w:bookmarkStart w:id="1359" w:name="_Toc33994150"/>
      <w:bookmarkStart w:id="1360" w:name="_Toc33994433"/>
      <w:bookmarkStart w:id="1361" w:name="_Toc33994716"/>
      <w:bookmarkStart w:id="1362" w:name="_Toc33994999"/>
      <w:r>
        <w:rPr>
          <w:rtl/>
        </w:rPr>
        <w:t>٢٥٦. نوشيدن شراب سلسبيل</w:t>
      </w:r>
      <w:bookmarkEnd w:id="1358"/>
      <w:bookmarkEnd w:id="1359"/>
      <w:bookmarkEnd w:id="1360"/>
      <w:bookmarkEnd w:id="1361"/>
      <w:bookmarkEnd w:id="1362"/>
      <w:r>
        <w:rPr>
          <w:rtl/>
        </w:rPr>
        <w:t xml:space="preserve"> </w:t>
      </w:r>
    </w:p>
    <w:p w:rsidR="00910300" w:rsidRDefault="00910300" w:rsidP="002673E8">
      <w:pPr>
        <w:pStyle w:val="libNormal"/>
        <w:rPr>
          <w:rtl/>
        </w:rPr>
      </w:pPr>
      <w:r>
        <w:rPr>
          <w:rtl/>
        </w:rPr>
        <w:t xml:space="preserve"> رسول خدا - </w:t>
      </w:r>
      <w:r w:rsidR="00745C10" w:rsidRPr="00745C10">
        <w:rPr>
          <w:rStyle w:val="libAlaemChar"/>
          <w:rtl/>
        </w:rPr>
        <w:t>صلى‌الله‌عليه‌وآله‌وسلم</w:t>
      </w:r>
      <w:r>
        <w:rPr>
          <w:rtl/>
        </w:rPr>
        <w:t>وسلم - فرمود:</w:t>
      </w:r>
    </w:p>
    <w:p w:rsidR="002673E8" w:rsidRDefault="00910300" w:rsidP="00910300">
      <w:pPr>
        <w:pStyle w:val="libNormal"/>
        <w:rPr>
          <w:rtl/>
        </w:rPr>
      </w:pPr>
      <w:r>
        <w:rPr>
          <w:rtl/>
        </w:rPr>
        <w:t>هر كه بر من صد بار فرستد، حق تعالى ، بر وى هزار بار صلوات فرستد و اگر هزار بار بر من صلوات فرستد، حق تعالى او را از فضل خود، ثواب ده هزار ركعت نماز عطا فرمايد و بياشامد او را در حظيره قدس از شراب سلسبيل .</w:t>
      </w:r>
    </w:p>
    <w:p w:rsidR="00910300" w:rsidRDefault="002673E8" w:rsidP="002673E8">
      <w:pPr>
        <w:pStyle w:val="Heading3"/>
        <w:rPr>
          <w:rtl/>
        </w:rPr>
      </w:pPr>
      <w:r>
        <w:rPr>
          <w:rtl/>
        </w:rPr>
        <w:br w:type="page"/>
      </w:r>
      <w:bookmarkStart w:id="1363" w:name="_Toc33993869"/>
      <w:bookmarkStart w:id="1364" w:name="_Toc33994151"/>
      <w:bookmarkStart w:id="1365" w:name="_Toc33994434"/>
      <w:bookmarkStart w:id="1366" w:name="_Toc33994717"/>
      <w:bookmarkStart w:id="1367" w:name="_Toc33995000"/>
      <w:r w:rsidR="00910300">
        <w:rPr>
          <w:rtl/>
        </w:rPr>
        <w:lastRenderedPageBreak/>
        <w:t xml:space="preserve">٢٥٧. صلوات اميرالمومنين در روز جمعه  از اميرالمومنين على - </w:t>
      </w:r>
      <w:r w:rsidR="007560B2" w:rsidRPr="007560B2">
        <w:rPr>
          <w:rStyle w:val="libAlaemChar"/>
          <w:rtl/>
        </w:rPr>
        <w:t xml:space="preserve">عليه‌السلام </w:t>
      </w:r>
      <w:r w:rsidR="00910300">
        <w:rPr>
          <w:rtl/>
        </w:rPr>
        <w:t xml:space="preserve"> - روايت است كه :</w:t>
      </w:r>
      <w:bookmarkEnd w:id="1363"/>
      <w:bookmarkEnd w:id="1364"/>
      <w:bookmarkEnd w:id="1365"/>
      <w:bookmarkEnd w:id="1366"/>
      <w:bookmarkEnd w:id="1367"/>
    </w:p>
    <w:p w:rsidR="00910300" w:rsidRDefault="00910300" w:rsidP="00910300">
      <w:pPr>
        <w:pStyle w:val="libNormal"/>
        <w:rPr>
          <w:rtl/>
        </w:rPr>
      </w:pPr>
      <w:r>
        <w:rPr>
          <w:rtl/>
        </w:rPr>
        <w:t>هر كه هر روز سه بار، و در روز جمعه صد بار بگويد:</w:t>
      </w:r>
    </w:p>
    <w:p w:rsidR="00910300" w:rsidRDefault="00910300" w:rsidP="00910300">
      <w:pPr>
        <w:pStyle w:val="libNormal"/>
        <w:rPr>
          <w:rtl/>
        </w:rPr>
      </w:pPr>
      <w:r>
        <w:rPr>
          <w:rtl/>
        </w:rPr>
        <w:t xml:space="preserve">صلوات الله و ملائكته و انبيائه و رسله . حملة عرشه و جميع خلقه على سيدنا محمد و آله و </w:t>
      </w:r>
      <w:r w:rsidR="007560B2" w:rsidRPr="007560B2">
        <w:rPr>
          <w:rStyle w:val="libAlaemChar"/>
          <w:rtl/>
        </w:rPr>
        <w:t xml:space="preserve">عليه‌السلام </w:t>
      </w:r>
      <w:r>
        <w:rPr>
          <w:rtl/>
        </w:rPr>
        <w:t xml:space="preserve"> و رحمته الله و بركاته .</w:t>
      </w:r>
    </w:p>
    <w:p w:rsidR="00910300" w:rsidRDefault="00910300" w:rsidP="00910300">
      <w:pPr>
        <w:pStyle w:val="libNormal"/>
        <w:rPr>
          <w:rtl/>
        </w:rPr>
      </w:pPr>
      <w:r>
        <w:rPr>
          <w:rtl/>
        </w:rPr>
        <w:t>صلوات فرستنده خواهد بود به صلوات تمام خلايق ، و در روز قيامت در زمره خواص آن حضرت ، مبعوث خواهد گرديد. و آن حضرت ، دست او را گرفته ، با خود، داخل بهشت خواهد كرد.</w:t>
      </w:r>
    </w:p>
    <w:p w:rsidR="002673E8" w:rsidRDefault="00910300" w:rsidP="002673E8">
      <w:pPr>
        <w:pStyle w:val="Heading3"/>
        <w:rPr>
          <w:rtl/>
        </w:rPr>
      </w:pPr>
      <w:bookmarkStart w:id="1368" w:name="_Toc33993870"/>
      <w:bookmarkStart w:id="1369" w:name="_Toc33994152"/>
      <w:bookmarkStart w:id="1370" w:name="_Toc33994435"/>
      <w:bookmarkStart w:id="1371" w:name="_Toc33994718"/>
      <w:bookmarkStart w:id="1372" w:name="_Toc33995001"/>
      <w:r>
        <w:rPr>
          <w:rtl/>
        </w:rPr>
        <w:t>٢٥٨. به جاى آوردن حق نعمت بهشت</w:t>
      </w:r>
      <w:bookmarkEnd w:id="1368"/>
      <w:bookmarkEnd w:id="1369"/>
      <w:bookmarkEnd w:id="1370"/>
      <w:bookmarkEnd w:id="1371"/>
      <w:bookmarkEnd w:id="1372"/>
      <w:r>
        <w:rPr>
          <w:rtl/>
        </w:rPr>
        <w:t xml:space="preserve"> </w:t>
      </w:r>
    </w:p>
    <w:p w:rsidR="00910300" w:rsidRDefault="00910300" w:rsidP="002673E8">
      <w:pPr>
        <w:pStyle w:val="libNormal"/>
        <w:rPr>
          <w:rtl/>
        </w:rPr>
      </w:pPr>
      <w:r>
        <w:rPr>
          <w:rtl/>
        </w:rPr>
        <w:t xml:space="preserve"> در كتابازهار- كه از كتب عامه است - مذكور است :</w:t>
      </w:r>
    </w:p>
    <w:p w:rsidR="00910300" w:rsidRDefault="00910300" w:rsidP="00910300">
      <w:pPr>
        <w:pStyle w:val="libNormal"/>
        <w:rPr>
          <w:rtl/>
        </w:rPr>
      </w:pPr>
      <w:r>
        <w:rPr>
          <w:rtl/>
        </w:rPr>
        <w:t>هر كه هر روز، يه بار بگويد:</w:t>
      </w:r>
    </w:p>
    <w:p w:rsidR="00910300" w:rsidRDefault="00910300" w:rsidP="00910300">
      <w:pPr>
        <w:pStyle w:val="libNormal"/>
        <w:rPr>
          <w:rtl/>
        </w:rPr>
      </w:pPr>
      <w:r>
        <w:rPr>
          <w:rtl/>
        </w:rPr>
        <w:t>اللهم صل على محمد و آل محمد و سلم و اجزه عنا خير الجزاء</w:t>
      </w:r>
    </w:p>
    <w:p w:rsidR="00910300" w:rsidRDefault="00910300" w:rsidP="00910300">
      <w:pPr>
        <w:pStyle w:val="libNormal"/>
        <w:rPr>
          <w:rtl/>
        </w:rPr>
      </w:pPr>
      <w:r>
        <w:rPr>
          <w:rtl/>
        </w:rPr>
        <w:t xml:space="preserve">حق نعمت بهشت را به جاى آورده خواهد بود. و رسول خدا - </w:t>
      </w:r>
      <w:r w:rsidR="00745C10" w:rsidRPr="00745C10">
        <w:rPr>
          <w:rStyle w:val="libAlaemChar"/>
          <w:rtl/>
        </w:rPr>
        <w:t>صلى‌الله‌عليه‌وآله‌وسلم</w:t>
      </w:r>
      <w:r>
        <w:rPr>
          <w:rtl/>
        </w:rPr>
        <w:t xml:space="preserve">- از او عذر خواهى نمود. و او از حق تعالى ، رفعت درجه او را سؤ ال خواهد فرمود. </w:t>
      </w:r>
      <w:r w:rsidRPr="002673E8">
        <w:rPr>
          <w:rStyle w:val="libFootnotenumChar"/>
          <w:rtl/>
        </w:rPr>
        <w:t>(٩٦)</w:t>
      </w:r>
    </w:p>
    <w:p w:rsidR="002673E8" w:rsidRDefault="00910300" w:rsidP="002673E8">
      <w:pPr>
        <w:pStyle w:val="Heading3"/>
        <w:rPr>
          <w:rtl/>
        </w:rPr>
      </w:pPr>
      <w:bookmarkStart w:id="1373" w:name="_Toc33993871"/>
      <w:bookmarkStart w:id="1374" w:name="_Toc33994153"/>
      <w:bookmarkStart w:id="1375" w:name="_Toc33994436"/>
      <w:bookmarkStart w:id="1376" w:name="_Toc33994719"/>
      <w:bookmarkStart w:id="1377" w:name="_Toc33995002"/>
      <w:r>
        <w:rPr>
          <w:rtl/>
        </w:rPr>
        <w:t>٢٥٩. شرط ورود به بهشت</w:t>
      </w:r>
      <w:bookmarkEnd w:id="1373"/>
      <w:bookmarkEnd w:id="1374"/>
      <w:bookmarkEnd w:id="1375"/>
      <w:bookmarkEnd w:id="1376"/>
      <w:bookmarkEnd w:id="1377"/>
      <w:r>
        <w:rPr>
          <w:rtl/>
        </w:rPr>
        <w:t xml:space="preserve"> </w:t>
      </w:r>
    </w:p>
    <w:p w:rsidR="00910300" w:rsidRDefault="00910300" w:rsidP="002673E8">
      <w:pPr>
        <w:pStyle w:val="libNormal"/>
        <w:rPr>
          <w:rtl/>
        </w:rPr>
      </w:pPr>
      <w:r>
        <w:rPr>
          <w:rtl/>
        </w:rPr>
        <w:t xml:space="preserve"> رسول اكرم - </w:t>
      </w:r>
      <w:r w:rsidR="00745C10" w:rsidRPr="00745C10">
        <w:rPr>
          <w:rStyle w:val="libAlaemChar"/>
          <w:rtl/>
        </w:rPr>
        <w:t>صلى‌الله‌عليه‌وآله‌وسلم</w:t>
      </w:r>
      <w:r>
        <w:rPr>
          <w:rtl/>
        </w:rPr>
        <w:t>- فرموده است :</w:t>
      </w:r>
    </w:p>
    <w:p w:rsidR="00910300" w:rsidRDefault="00910300" w:rsidP="00910300">
      <w:pPr>
        <w:pStyle w:val="libNormal"/>
        <w:rPr>
          <w:rtl/>
        </w:rPr>
      </w:pPr>
      <w:r>
        <w:rPr>
          <w:rtl/>
        </w:rPr>
        <w:t>من كان آخر كلامه اصلوه على على دخل الجنبة ؛</w:t>
      </w:r>
    </w:p>
    <w:p w:rsidR="002673E8" w:rsidRDefault="00910300" w:rsidP="00910300">
      <w:pPr>
        <w:pStyle w:val="libNormal"/>
        <w:rPr>
          <w:rtl/>
        </w:rPr>
      </w:pPr>
      <w:r>
        <w:rPr>
          <w:rtl/>
        </w:rPr>
        <w:t>هر كه آخرين سخنشبه هنگام مرگصلوات بر من و على - عليها السلام - باشد، داخل بهشت مى گردد.</w:t>
      </w:r>
    </w:p>
    <w:p w:rsidR="002673E8" w:rsidRDefault="002673E8" w:rsidP="002673E8">
      <w:pPr>
        <w:pStyle w:val="Heading3"/>
        <w:rPr>
          <w:rtl/>
        </w:rPr>
      </w:pPr>
      <w:r>
        <w:rPr>
          <w:rtl/>
        </w:rPr>
        <w:br w:type="page"/>
      </w:r>
      <w:bookmarkStart w:id="1378" w:name="_Toc33993872"/>
      <w:bookmarkStart w:id="1379" w:name="_Toc33994154"/>
      <w:bookmarkStart w:id="1380" w:name="_Toc33994437"/>
      <w:bookmarkStart w:id="1381" w:name="_Toc33994720"/>
      <w:bookmarkStart w:id="1382" w:name="_Toc33995003"/>
      <w:r w:rsidR="00910300">
        <w:rPr>
          <w:rtl/>
        </w:rPr>
        <w:lastRenderedPageBreak/>
        <w:t>٢٦٠. درخت محبوبه در بهشت</w:t>
      </w:r>
      <w:bookmarkEnd w:id="1378"/>
      <w:bookmarkEnd w:id="1379"/>
      <w:bookmarkEnd w:id="1380"/>
      <w:bookmarkEnd w:id="1381"/>
      <w:bookmarkEnd w:id="1382"/>
      <w:r w:rsidR="00910300">
        <w:rPr>
          <w:rtl/>
        </w:rPr>
        <w:t xml:space="preserve"> </w:t>
      </w:r>
    </w:p>
    <w:p w:rsidR="00910300" w:rsidRDefault="00910300" w:rsidP="002673E8">
      <w:pPr>
        <w:pStyle w:val="libNormal"/>
        <w:rPr>
          <w:rtl/>
        </w:rPr>
      </w:pPr>
      <w:r>
        <w:rPr>
          <w:rtl/>
        </w:rPr>
        <w:t xml:space="preserve"> رسول خدا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بهشت ، درختى است كه آن رامحبوبهگويند. ميوه آن درخت از انار، كوچك تر، و از سيب بزرگ تر؛ و سفيدتر از شير و شيرين تز از عسل و نرم تر از مسكه ، و از آن ميوه نمى خورد، مگر كسى كه هر روز مداومت نمايد به گفتن :</w:t>
      </w:r>
    </w:p>
    <w:p w:rsidR="00910300" w:rsidRDefault="00910300" w:rsidP="00910300">
      <w:pPr>
        <w:pStyle w:val="libNormal"/>
        <w:rPr>
          <w:rtl/>
        </w:rPr>
      </w:pPr>
      <w:r>
        <w:rPr>
          <w:rtl/>
        </w:rPr>
        <w:t>اللهم صل على محمد و آل محمد و سلم .</w:t>
      </w:r>
    </w:p>
    <w:p w:rsidR="002673E8" w:rsidRDefault="00910300" w:rsidP="002673E8">
      <w:pPr>
        <w:pStyle w:val="Heading3"/>
        <w:rPr>
          <w:rtl/>
        </w:rPr>
      </w:pPr>
      <w:bookmarkStart w:id="1383" w:name="_Toc33993873"/>
      <w:bookmarkStart w:id="1384" w:name="_Toc33994155"/>
      <w:bookmarkStart w:id="1385" w:name="_Toc33994438"/>
      <w:bookmarkStart w:id="1386" w:name="_Toc33994721"/>
      <w:bookmarkStart w:id="1387" w:name="_Toc33995004"/>
      <w:r>
        <w:rPr>
          <w:rtl/>
        </w:rPr>
        <w:t>٢٦١. رضايت خداوند</w:t>
      </w:r>
      <w:bookmarkEnd w:id="1383"/>
      <w:bookmarkEnd w:id="1384"/>
      <w:bookmarkEnd w:id="1385"/>
      <w:bookmarkEnd w:id="1386"/>
      <w:bookmarkEnd w:id="1387"/>
    </w:p>
    <w:p w:rsidR="00910300" w:rsidRDefault="00910300" w:rsidP="002673E8">
      <w:pPr>
        <w:pStyle w:val="libNormal"/>
        <w:rPr>
          <w:rtl/>
        </w:rPr>
      </w:pPr>
      <w:r>
        <w:rPr>
          <w:rtl/>
        </w:rPr>
        <w:t xml:space="preserve"> رسول الله - </w:t>
      </w:r>
      <w:r w:rsidR="00745C10" w:rsidRPr="00745C10">
        <w:rPr>
          <w:rStyle w:val="libAlaemChar"/>
          <w:rtl/>
        </w:rPr>
        <w:t>صلى‌الله‌عليه‌وآله‌وسلم</w:t>
      </w:r>
      <w:r>
        <w:rPr>
          <w:rtl/>
        </w:rPr>
        <w:t>- فرمود:</w:t>
      </w:r>
    </w:p>
    <w:p w:rsidR="00910300" w:rsidRDefault="00910300" w:rsidP="00910300">
      <w:pPr>
        <w:pStyle w:val="libNormal"/>
        <w:rPr>
          <w:rtl/>
        </w:rPr>
      </w:pPr>
      <w:r>
        <w:rPr>
          <w:rtl/>
        </w:rPr>
        <w:t>من سره ان يلقى الله عدا راضيا فليكثر الصلاة على؛</w:t>
      </w:r>
    </w:p>
    <w:p w:rsidR="00910300" w:rsidRDefault="00910300" w:rsidP="00910300">
      <w:pPr>
        <w:pStyle w:val="libNormal"/>
        <w:rPr>
          <w:rtl/>
        </w:rPr>
      </w:pPr>
      <w:r>
        <w:rPr>
          <w:rtl/>
        </w:rPr>
        <w:t>هر كه خوشحال مى شود كه فرداى قيامت خدا را ديدار كند در حالى كه از او راضى و خشنود باشد، پس بسيار بر من صلوات و درود فرستد.</w:t>
      </w:r>
    </w:p>
    <w:p w:rsidR="002673E8" w:rsidRDefault="00910300" w:rsidP="002673E8">
      <w:pPr>
        <w:pStyle w:val="Heading3"/>
        <w:rPr>
          <w:rtl/>
        </w:rPr>
      </w:pPr>
      <w:bookmarkStart w:id="1388" w:name="_Toc33993874"/>
      <w:bookmarkStart w:id="1389" w:name="_Toc33994156"/>
      <w:bookmarkStart w:id="1390" w:name="_Toc33994439"/>
      <w:bookmarkStart w:id="1391" w:name="_Toc33994722"/>
      <w:bookmarkStart w:id="1392" w:name="_Toc33995005"/>
      <w:r>
        <w:rPr>
          <w:rtl/>
        </w:rPr>
        <w:t>٢٦٢. مژده بهشت</w:t>
      </w:r>
      <w:bookmarkEnd w:id="1388"/>
      <w:bookmarkEnd w:id="1389"/>
      <w:bookmarkEnd w:id="1390"/>
      <w:bookmarkEnd w:id="1391"/>
      <w:bookmarkEnd w:id="1392"/>
      <w:r>
        <w:rPr>
          <w:rtl/>
        </w:rPr>
        <w:t xml:space="preserve"> </w:t>
      </w:r>
    </w:p>
    <w:p w:rsidR="00910300" w:rsidRDefault="00910300" w:rsidP="002673E8">
      <w:pPr>
        <w:pStyle w:val="libNormal"/>
        <w:rPr>
          <w:rtl/>
        </w:rPr>
      </w:pPr>
      <w:r>
        <w:rPr>
          <w:rtl/>
        </w:rPr>
        <w:t xml:space="preserve"> رسول خدا - </w:t>
      </w:r>
      <w:r w:rsidR="00745C10" w:rsidRPr="00745C10">
        <w:rPr>
          <w:rStyle w:val="libAlaemChar"/>
          <w:rtl/>
        </w:rPr>
        <w:t>صلى‌الله‌عليه‌وآله‌وسلم</w:t>
      </w:r>
      <w:r>
        <w:rPr>
          <w:rtl/>
        </w:rPr>
        <w:t>- فرمودند:</w:t>
      </w:r>
    </w:p>
    <w:p w:rsidR="00910300" w:rsidRDefault="00910300" w:rsidP="00910300">
      <w:pPr>
        <w:pStyle w:val="libNormal"/>
        <w:rPr>
          <w:rtl/>
        </w:rPr>
      </w:pPr>
      <w:r>
        <w:rPr>
          <w:rtl/>
        </w:rPr>
        <w:t>هر كس هزار بار بر من صلوات بفرستد، نميرد تا مژده بهشت گيرد.و در رساله جمعيه شهيد ثانى اين اثر را براى هزار بار صلوات در روز جمعه آورده .</w:t>
      </w:r>
    </w:p>
    <w:p w:rsidR="002673E8" w:rsidRDefault="00910300" w:rsidP="002673E8">
      <w:pPr>
        <w:pStyle w:val="Heading3"/>
        <w:rPr>
          <w:rtl/>
        </w:rPr>
      </w:pPr>
      <w:bookmarkStart w:id="1393" w:name="_Toc33993875"/>
      <w:bookmarkStart w:id="1394" w:name="_Toc33994157"/>
      <w:bookmarkStart w:id="1395" w:name="_Toc33994440"/>
      <w:bookmarkStart w:id="1396" w:name="_Toc33994723"/>
      <w:bookmarkStart w:id="1397" w:name="_Toc33995006"/>
      <w:r>
        <w:rPr>
          <w:rtl/>
        </w:rPr>
        <w:t>٢٦٣. از رفيقان پيامبر در بهشت</w:t>
      </w:r>
      <w:bookmarkEnd w:id="1393"/>
      <w:bookmarkEnd w:id="1394"/>
      <w:bookmarkEnd w:id="1395"/>
      <w:bookmarkEnd w:id="1396"/>
      <w:bookmarkEnd w:id="1397"/>
      <w:r>
        <w:rPr>
          <w:rtl/>
        </w:rPr>
        <w:t xml:space="preserve"> </w:t>
      </w:r>
    </w:p>
    <w:p w:rsidR="00910300" w:rsidRDefault="00910300" w:rsidP="002673E8">
      <w:pPr>
        <w:pStyle w:val="libNormal"/>
        <w:rPr>
          <w:rtl/>
        </w:rPr>
      </w:pPr>
      <w:r>
        <w:rPr>
          <w:rtl/>
        </w:rPr>
        <w:t xml:space="preserve"> امام صادق - </w:t>
      </w:r>
      <w:r w:rsidR="007560B2" w:rsidRPr="007560B2">
        <w:rPr>
          <w:rStyle w:val="libAlaemChar"/>
          <w:rtl/>
        </w:rPr>
        <w:t xml:space="preserve">عليه‌السلام </w:t>
      </w:r>
      <w:r>
        <w:rPr>
          <w:rtl/>
        </w:rPr>
        <w:t xml:space="preserve"> - فرمود:هر كس اين صلوات را بر رسول خدا - </w:t>
      </w:r>
      <w:r w:rsidR="00745C10" w:rsidRPr="00745C10">
        <w:rPr>
          <w:rStyle w:val="libAlaemChar"/>
          <w:rtl/>
        </w:rPr>
        <w:t>صلى‌الله‌عليه‌وآله‌وسلم</w:t>
      </w:r>
      <w:r>
        <w:rPr>
          <w:rtl/>
        </w:rPr>
        <w:t xml:space="preserve">- فرستد، گناهانش محو مى گردد و بر دشمنانش پيروز شود و روزى او زياد مى گردد و در بهشت از رفقاى حضرت ختمى مرتبت محمد </w:t>
      </w:r>
      <w:r w:rsidR="00745C10" w:rsidRPr="00745C10">
        <w:rPr>
          <w:rStyle w:val="libAlaemChar"/>
          <w:rtl/>
        </w:rPr>
        <w:t>صلى‌الله‌عليه‌وآله‌وسلم</w:t>
      </w:r>
      <w:r>
        <w:rPr>
          <w:rtl/>
        </w:rPr>
        <w:t>- خواهد بود.</w:t>
      </w:r>
    </w:p>
    <w:p w:rsidR="002673E8" w:rsidRDefault="00910300" w:rsidP="002673E8">
      <w:pPr>
        <w:pStyle w:val="libNormal"/>
        <w:rPr>
          <w:rtl/>
        </w:rPr>
      </w:pPr>
      <w:r>
        <w:rPr>
          <w:rtl/>
        </w:rPr>
        <w:lastRenderedPageBreak/>
        <w:t>اللهم صل على محمد و آل محمد حتى لا يبقى صلوة اللهم بارك على محمد و آل محمد حتى لا يبقى بركه اللهم و سلم على محمد و آل محمد حتى لا يبقى سلام وارحم محمدا حتى لا يبقى رحمة .</w:t>
      </w:r>
    </w:p>
    <w:p w:rsidR="002673E8" w:rsidRDefault="002673E8" w:rsidP="002673E8">
      <w:pPr>
        <w:pStyle w:val="Heading3"/>
        <w:rPr>
          <w:rtl/>
        </w:rPr>
      </w:pPr>
      <w:r>
        <w:rPr>
          <w:rtl/>
        </w:rPr>
        <w:br w:type="page"/>
      </w:r>
      <w:r>
        <w:rPr>
          <w:rtl/>
        </w:rPr>
        <w:lastRenderedPageBreak/>
        <w:t xml:space="preserve"> </w:t>
      </w:r>
      <w:bookmarkStart w:id="1398" w:name="_Toc33993876"/>
      <w:bookmarkStart w:id="1399" w:name="_Toc33994158"/>
      <w:bookmarkStart w:id="1400" w:name="_Toc33994441"/>
      <w:bookmarkStart w:id="1401" w:name="_Toc33994724"/>
      <w:bookmarkStart w:id="1402" w:name="_Toc33995007"/>
      <w:r w:rsidR="00910300">
        <w:rPr>
          <w:rtl/>
        </w:rPr>
        <w:t>٢٦٤. عمل ديگر</w:t>
      </w:r>
      <w:bookmarkEnd w:id="1398"/>
      <w:bookmarkEnd w:id="1399"/>
      <w:bookmarkEnd w:id="1400"/>
      <w:bookmarkEnd w:id="1401"/>
      <w:bookmarkEnd w:id="1402"/>
    </w:p>
    <w:p w:rsidR="00910300" w:rsidRDefault="00910300" w:rsidP="002673E8">
      <w:pPr>
        <w:pStyle w:val="libNormal"/>
        <w:rPr>
          <w:rtl/>
        </w:rPr>
      </w:pPr>
      <w:r>
        <w:rPr>
          <w:rtl/>
        </w:rPr>
        <w:t xml:space="preserve"> سيد در اقبال و مصباح الزاير به سند از پيغمبر - </w:t>
      </w:r>
      <w:r w:rsidR="00745C10" w:rsidRPr="00745C10">
        <w:rPr>
          <w:rStyle w:val="libAlaemChar"/>
          <w:rtl/>
        </w:rPr>
        <w:t>صلى‌الله‌عليه‌وآله‌وسلم</w:t>
      </w:r>
      <w:r>
        <w:rPr>
          <w:rtl/>
        </w:rPr>
        <w:t xml:space="preserve">- روايت كرده هر كس شب هفتم رجب چهار ركعت نماز بخواند با حمد يك بار توحيد و معوذتين سه بار و پس از فراغ ده بار صلوات بر پيغمبر - </w:t>
      </w:r>
      <w:r w:rsidR="00745C10" w:rsidRPr="00745C10">
        <w:rPr>
          <w:rStyle w:val="libAlaemChar"/>
          <w:rtl/>
        </w:rPr>
        <w:t>صلى‌الله‌عليه‌وآله‌وسلم</w:t>
      </w:r>
      <w:r>
        <w:rPr>
          <w:rtl/>
        </w:rPr>
        <w:t>- فرستد و ده بار تسبيح اربعه بخواند، خدايش زير عرش جاى دهد، تا فرموده و از دنيا نرود تا جايش را در بهشت بيند.</w:t>
      </w:r>
    </w:p>
    <w:p w:rsidR="00910300" w:rsidRDefault="00910300" w:rsidP="00910300">
      <w:pPr>
        <w:pStyle w:val="libNormal"/>
        <w:rPr>
          <w:rtl/>
        </w:rPr>
      </w:pPr>
      <w:r>
        <w:rPr>
          <w:rtl/>
        </w:rPr>
        <w:t xml:space="preserve">عمل ديگر: و در آن دو از پيغمبر - </w:t>
      </w:r>
      <w:r w:rsidR="00745C10" w:rsidRPr="00745C10">
        <w:rPr>
          <w:rStyle w:val="libAlaemChar"/>
          <w:rtl/>
        </w:rPr>
        <w:t>صلى‌الله‌عليه‌وآله‌وسلم</w:t>
      </w:r>
      <w:r>
        <w:rPr>
          <w:rtl/>
        </w:rPr>
        <w:t>- آمده كه هر كس شب ٢٢ رجب هشت ركعت نماز بخواند با يك بار حمد و هفت بار جحد و پس از نماز ده بار صلوات فرستد و هفت بار استغفار كند از دنيا نرود تا جايش را در بهشت بيند (الخبر)</w:t>
      </w:r>
    </w:p>
    <w:p w:rsidR="00910300" w:rsidRDefault="00910300" w:rsidP="00910300">
      <w:pPr>
        <w:pStyle w:val="libNormal"/>
        <w:rPr>
          <w:rtl/>
        </w:rPr>
      </w:pPr>
      <w:r>
        <w:rPr>
          <w:rtl/>
        </w:rPr>
        <w:t xml:space="preserve">در اقبال ضمن اعمال ماه شيعيان از پيغمبر - </w:t>
      </w:r>
      <w:r w:rsidR="00745C10" w:rsidRPr="00745C10">
        <w:rPr>
          <w:rStyle w:val="libAlaemChar"/>
          <w:rtl/>
        </w:rPr>
        <w:t>صلى‌الله‌عليه‌وآله‌وسلم</w:t>
      </w:r>
      <w:r>
        <w:rPr>
          <w:rtl/>
        </w:rPr>
        <w:t xml:space="preserve">- آورده كه هر كس شب نيمه شعبان خوب خود را طاهر كند و دو جامه پاكيزه پوشد نماز عشاء را بخواند و آن گاه دو ركعت نماز بخواند، در ركعت يكم حمد و سه آيه از اول سوره بقره و آيه الكرسى و يه آيه آخر آن ، و در دوم حمد يك بار و معوذتين هفت بار و توحيد هفت بار و سلام گويد و پس از آن چهار ركعت نماز بخواند و در ركعت يكم يس و در دوم حم دخان در سوم الم سجده در چهارم تبارك و آن گاه صد ركعت نماز بخواند، در هر ركعت يك بار حمد وده بار توحيد خدا سه حاجتش را روا كند يا در دنيا و يا آخرت و آن گاه اگر از خدا خواهد كه همان شب من را خواب بيند مى بيند. </w:t>
      </w:r>
      <w:r w:rsidRPr="002673E8">
        <w:rPr>
          <w:rStyle w:val="libFootnotenumChar"/>
          <w:rtl/>
        </w:rPr>
        <w:t>(٩٧)</w:t>
      </w:r>
    </w:p>
    <w:p w:rsidR="002673E8" w:rsidRDefault="002673E8" w:rsidP="002673E8">
      <w:pPr>
        <w:pStyle w:val="libLine"/>
        <w:rPr>
          <w:rtl/>
        </w:rPr>
      </w:pPr>
      <w:r>
        <w:rPr>
          <w:rtl/>
          <w:lang w:bidi="fa-IR"/>
        </w:rPr>
        <w:br w:type="page"/>
      </w:r>
      <w:r>
        <w:rPr>
          <w:rFonts w:hint="cs"/>
          <w:rtl/>
          <w:lang w:bidi="fa-IR"/>
        </w:rPr>
        <w:lastRenderedPageBreak/>
        <w:t>____________________</w:t>
      </w:r>
      <w:r w:rsidR="00910300">
        <w:rPr>
          <w:rtl/>
        </w:rPr>
        <w:t xml:space="preserve"> </w:t>
      </w:r>
    </w:p>
    <w:p w:rsidR="002673E8" w:rsidRPr="002673E8" w:rsidRDefault="00AF46BC" w:rsidP="00AF46BC">
      <w:pPr>
        <w:pStyle w:val="Heading2"/>
        <w:rPr>
          <w:rtl/>
        </w:rPr>
      </w:pPr>
      <w:bookmarkStart w:id="1403" w:name="_Toc33993877"/>
      <w:bookmarkStart w:id="1404" w:name="_Toc33994159"/>
      <w:bookmarkStart w:id="1405" w:name="_Toc33994442"/>
      <w:bookmarkStart w:id="1406" w:name="_Toc33994725"/>
      <w:bookmarkStart w:id="1407" w:name="_Toc33995008"/>
      <w:r>
        <w:rPr>
          <w:rFonts w:hint="cs"/>
          <w:rtl/>
        </w:rPr>
        <w:t>پاورقی</w:t>
      </w:r>
      <w:bookmarkEnd w:id="1403"/>
      <w:bookmarkEnd w:id="1404"/>
      <w:bookmarkEnd w:id="1405"/>
      <w:bookmarkEnd w:id="1406"/>
      <w:bookmarkEnd w:id="1407"/>
    </w:p>
    <w:p w:rsidR="00910300" w:rsidRDefault="00910300" w:rsidP="002673E8">
      <w:pPr>
        <w:pStyle w:val="libFootnote0"/>
        <w:rPr>
          <w:rtl/>
        </w:rPr>
      </w:pPr>
      <w:r>
        <w:rPr>
          <w:rtl/>
        </w:rPr>
        <w:t>١-بحار، ج</w:t>
      </w:r>
    </w:p>
    <w:p w:rsidR="00910300" w:rsidRDefault="00910300" w:rsidP="002673E8">
      <w:pPr>
        <w:pStyle w:val="libFootnote0"/>
        <w:rPr>
          <w:rtl/>
        </w:rPr>
      </w:pPr>
      <w:r>
        <w:rPr>
          <w:rtl/>
        </w:rPr>
        <w:t>٢-سوره بقره آيه ،٤٧.</w:t>
      </w:r>
    </w:p>
    <w:p w:rsidR="00910300" w:rsidRDefault="00910300" w:rsidP="002673E8">
      <w:pPr>
        <w:pStyle w:val="libFootnote0"/>
        <w:rPr>
          <w:rtl/>
        </w:rPr>
      </w:pPr>
      <w:r>
        <w:rPr>
          <w:rtl/>
        </w:rPr>
        <w:t>٣-علل الشريع ؛ج ١،ص ٤٣.</w:t>
      </w:r>
    </w:p>
    <w:p w:rsidR="00910300" w:rsidRDefault="00910300" w:rsidP="002673E8">
      <w:pPr>
        <w:pStyle w:val="libFootnote0"/>
        <w:rPr>
          <w:rtl/>
        </w:rPr>
      </w:pPr>
      <w:r>
        <w:rPr>
          <w:rtl/>
        </w:rPr>
        <w:t>٤-صحيفه سجاديه ،دعاى ٤٤.</w:t>
      </w:r>
    </w:p>
    <w:p w:rsidR="00910300" w:rsidRDefault="00910300" w:rsidP="002673E8">
      <w:pPr>
        <w:pStyle w:val="libFootnote0"/>
        <w:rPr>
          <w:rtl/>
        </w:rPr>
      </w:pPr>
      <w:r>
        <w:rPr>
          <w:rtl/>
        </w:rPr>
        <w:t>٥-صحيفه سجاديه ،دعاى ٤٧.</w:t>
      </w:r>
    </w:p>
    <w:p w:rsidR="00910300" w:rsidRDefault="00910300" w:rsidP="002673E8">
      <w:pPr>
        <w:pStyle w:val="libFootnote0"/>
        <w:rPr>
          <w:rtl/>
        </w:rPr>
      </w:pPr>
      <w:r>
        <w:rPr>
          <w:rtl/>
        </w:rPr>
        <w:t>٦-صحيفه سجاديه ،دعاى ٣١.</w:t>
      </w:r>
    </w:p>
    <w:p w:rsidR="00910300" w:rsidRDefault="00910300" w:rsidP="002673E8">
      <w:pPr>
        <w:pStyle w:val="libFootnote0"/>
        <w:rPr>
          <w:rtl/>
        </w:rPr>
      </w:pPr>
      <w:r>
        <w:rPr>
          <w:rtl/>
        </w:rPr>
        <w:t>٧-بحارالانوار،ج ٤٩،ص ص ٩٢. سيره رضوى ؛ص ٢٠ - ١٩.</w:t>
      </w:r>
    </w:p>
    <w:p w:rsidR="00910300" w:rsidRDefault="00910300" w:rsidP="002673E8">
      <w:pPr>
        <w:pStyle w:val="libFootnote0"/>
        <w:rPr>
          <w:rtl/>
        </w:rPr>
      </w:pPr>
      <w:r>
        <w:rPr>
          <w:rtl/>
        </w:rPr>
        <w:t>٨-پرورش روح ،ج ٢،ص ٣٥٥.</w:t>
      </w:r>
    </w:p>
    <w:p w:rsidR="00910300" w:rsidRDefault="00910300" w:rsidP="002673E8">
      <w:pPr>
        <w:pStyle w:val="libFootnote0"/>
        <w:rPr>
          <w:rtl/>
        </w:rPr>
      </w:pPr>
      <w:r>
        <w:rPr>
          <w:rtl/>
        </w:rPr>
        <w:t>٩-بحارالانوار،ج ٤٩ ص ٩٢.</w:t>
      </w:r>
    </w:p>
    <w:p w:rsidR="00910300" w:rsidRDefault="00910300" w:rsidP="002673E8">
      <w:pPr>
        <w:pStyle w:val="libFootnote0"/>
        <w:rPr>
          <w:rtl/>
        </w:rPr>
      </w:pPr>
      <w:r>
        <w:rPr>
          <w:rtl/>
        </w:rPr>
        <w:t xml:space="preserve">چهل حديث سيره رضوى - </w:t>
      </w:r>
      <w:r w:rsidR="007560B2" w:rsidRPr="007560B2">
        <w:rPr>
          <w:rStyle w:val="libAlaemChar"/>
          <w:rtl/>
        </w:rPr>
        <w:t xml:space="preserve">عليه‌السلام </w:t>
      </w:r>
      <w:r>
        <w:rPr>
          <w:rtl/>
        </w:rPr>
        <w:t xml:space="preserve"> - ص ٢١.</w:t>
      </w:r>
    </w:p>
    <w:p w:rsidR="00910300" w:rsidRDefault="00910300" w:rsidP="002673E8">
      <w:pPr>
        <w:pStyle w:val="libFootnote0"/>
        <w:rPr>
          <w:rtl/>
        </w:rPr>
      </w:pPr>
      <w:r>
        <w:rPr>
          <w:rtl/>
        </w:rPr>
        <w:t>١٠-شرح و فضايل صلوات ،ص ١١.</w:t>
      </w:r>
    </w:p>
    <w:p w:rsidR="00910300" w:rsidRDefault="00910300" w:rsidP="002673E8">
      <w:pPr>
        <w:pStyle w:val="libFootnote0"/>
        <w:rPr>
          <w:rtl/>
        </w:rPr>
      </w:pPr>
      <w:r>
        <w:rPr>
          <w:rtl/>
        </w:rPr>
        <w:t>١١-مصابح المتهجد،ص ٣٦٠. ژ</w:t>
      </w:r>
    </w:p>
    <w:p w:rsidR="00910300" w:rsidRDefault="00910300" w:rsidP="002673E8">
      <w:pPr>
        <w:pStyle w:val="libFootnote0"/>
        <w:rPr>
          <w:rtl/>
        </w:rPr>
      </w:pPr>
      <w:r>
        <w:rPr>
          <w:rtl/>
        </w:rPr>
        <w:t>چهل حديث سيره عسكريين ،ص ٣٩.</w:t>
      </w:r>
    </w:p>
    <w:p w:rsidR="00910300" w:rsidRDefault="00910300" w:rsidP="002673E8">
      <w:pPr>
        <w:pStyle w:val="libFootnote0"/>
        <w:rPr>
          <w:rtl/>
        </w:rPr>
      </w:pPr>
      <w:r>
        <w:rPr>
          <w:rtl/>
        </w:rPr>
        <w:t>١٢-سوره احزاب ،آيه ٥٦.</w:t>
      </w:r>
    </w:p>
    <w:p w:rsidR="00910300" w:rsidRDefault="00910300" w:rsidP="002673E8">
      <w:pPr>
        <w:pStyle w:val="libFootnote0"/>
        <w:rPr>
          <w:rtl/>
        </w:rPr>
      </w:pPr>
      <w:r>
        <w:rPr>
          <w:rtl/>
        </w:rPr>
        <w:t>١٣-لا اله الا الله</w:t>
      </w:r>
    </w:p>
    <w:p w:rsidR="00910300" w:rsidRDefault="00910300" w:rsidP="002673E8">
      <w:pPr>
        <w:pStyle w:val="libFootnote0"/>
        <w:rPr>
          <w:rtl/>
        </w:rPr>
      </w:pPr>
      <w:r>
        <w:rPr>
          <w:rtl/>
        </w:rPr>
        <w:t>١٤-لاحول ولاقوة الا بالله .</w:t>
      </w:r>
    </w:p>
    <w:p w:rsidR="00910300" w:rsidRDefault="00910300" w:rsidP="002673E8">
      <w:pPr>
        <w:pStyle w:val="libFootnote0"/>
        <w:rPr>
          <w:rtl/>
        </w:rPr>
      </w:pPr>
      <w:r>
        <w:rPr>
          <w:rtl/>
        </w:rPr>
        <w:t>١٥-ثواب الاعمال ، و عقاب الاعمال ، ص ٣٤٥.</w:t>
      </w:r>
    </w:p>
    <w:p w:rsidR="00910300" w:rsidRDefault="00910300" w:rsidP="002673E8">
      <w:pPr>
        <w:pStyle w:val="libFootnote0"/>
        <w:rPr>
          <w:rtl/>
        </w:rPr>
      </w:pPr>
      <w:r>
        <w:rPr>
          <w:rtl/>
        </w:rPr>
        <w:t>١٦-ثوات الاعمال و عقاب الاعمال ص ٣٤٦.</w:t>
      </w:r>
    </w:p>
    <w:p w:rsidR="00910300" w:rsidRDefault="00910300" w:rsidP="002673E8">
      <w:pPr>
        <w:pStyle w:val="libFootnote0"/>
        <w:rPr>
          <w:rtl/>
        </w:rPr>
      </w:pPr>
      <w:r>
        <w:rPr>
          <w:rtl/>
        </w:rPr>
        <w:t>١٧-اصول كافى ، ج ٦، ص ٧٨.</w:t>
      </w:r>
    </w:p>
    <w:p w:rsidR="00910300" w:rsidRDefault="00910300" w:rsidP="002673E8">
      <w:pPr>
        <w:pStyle w:val="libFootnote0"/>
        <w:rPr>
          <w:rtl/>
        </w:rPr>
      </w:pPr>
      <w:r>
        <w:rPr>
          <w:rtl/>
        </w:rPr>
        <w:t>١٨-پرورش روح ، ج ٢، ص ٣٤٦.</w:t>
      </w:r>
    </w:p>
    <w:p w:rsidR="00910300" w:rsidRDefault="00910300" w:rsidP="002673E8">
      <w:pPr>
        <w:pStyle w:val="libFootnote0"/>
        <w:rPr>
          <w:rtl/>
        </w:rPr>
      </w:pPr>
      <w:r>
        <w:rPr>
          <w:rtl/>
        </w:rPr>
        <w:t>١٩-پرورش روح ، ج ٢، ص ٣٤٤.</w:t>
      </w:r>
    </w:p>
    <w:p w:rsidR="00910300" w:rsidRDefault="00910300" w:rsidP="002673E8">
      <w:pPr>
        <w:pStyle w:val="libFootnote0"/>
        <w:rPr>
          <w:rtl/>
        </w:rPr>
      </w:pPr>
      <w:r>
        <w:rPr>
          <w:rtl/>
        </w:rPr>
        <w:t>٢٠-پرورش روح ، ج ٢، ص ٣٤٠.</w:t>
      </w:r>
    </w:p>
    <w:p w:rsidR="00910300" w:rsidRDefault="00910300" w:rsidP="002673E8">
      <w:pPr>
        <w:pStyle w:val="libFootnote0"/>
        <w:rPr>
          <w:rtl/>
        </w:rPr>
      </w:pPr>
      <w:r>
        <w:rPr>
          <w:rtl/>
        </w:rPr>
        <w:t>٢١-دارالسلام ، ج ٢، ص ١٤٠.</w:t>
      </w:r>
    </w:p>
    <w:p w:rsidR="00910300" w:rsidRDefault="00910300" w:rsidP="002673E8">
      <w:pPr>
        <w:pStyle w:val="libFootnote0"/>
        <w:rPr>
          <w:rtl/>
        </w:rPr>
      </w:pPr>
      <w:r>
        <w:rPr>
          <w:rtl/>
        </w:rPr>
        <w:t>٢٢-دارالسلام ، ج ٢، ص ١٩٥.</w:t>
      </w:r>
    </w:p>
    <w:p w:rsidR="00910300" w:rsidRDefault="00910300" w:rsidP="002673E8">
      <w:pPr>
        <w:pStyle w:val="libFootnote0"/>
        <w:rPr>
          <w:rtl/>
        </w:rPr>
      </w:pPr>
      <w:r>
        <w:rPr>
          <w:rtl/>
        </w:rPr>
        <w:t>٢٣-شرح و فضايل صلوات ، ص ١٠٥..</w:t>
      </w:r>
    </w:p>
    <w:p w:rsidR="00910300" w:rsidRDefault="00910300" w:rsidP="002673E8">
      <w:pPr>
        <w:pStyle w:val="libFootnote0"/>
        <w:rPr>
          <w:rtl/>
        </w:rPr>
      </w:pPr>
      <w:r>
        <w:rPr>
          <w:rtl/>
        </w:rPr>
        <w:lastRenderedPageBreak/>
        <w:t>٢٤-پرورش روح ، ج ٢، ص ٣٥٣.</w:t>
      </w:r>
    </w:p>
    <w:p w:rsidR="00910300" w:rsidRDefault="00910300" w:rsidP="002673E8">
      <w:pPr>
        <w:pStyle w:val="libFootnote0"/>
        <w:rPr>
          <w:rtl/>
        </w:rPr>
      </w:pPr>
      <w:r>
        <w:rPr>
          <w:rtl/>
        </w:rPr>
        <w:t>٢٥-پرورش روح ، ج ٢، ص ٣٤٧.</w:t>
      </w:r>
    </w:p>
    <w:p w:rsidR="00910300" w:rsidRDefault="00910300" w:rsidP="002673E8">
      <w:pPr>
        <w:pStyle w:val="libFootnote0"/>
        <w:rPr>
          <w:rtl/>
        </w:rPr>
      </w:pPr>
      <w:r>
        <w:rPr>
          <w:rtl/>
        </w:rPr>
        <w:t>٢٦-پرورش روح ، ج ٢، ص ٣٥٢.</w:t>
      </w:r>
    </w:p>
    <w:p w:rsidR="00910300" w:rsidRDefault="00910300" w:rsidP="002673E8">
      <w:pPr>
        <w:pStyle w:val="libFootnote0"/>
        <w:rPr>
          <w:rtl/>
        </w:rPr>
      </w:pPr>
      <w:r>
        <w:rPr>
          <w:rtl/>
        </w:rPr>
        <w:t>٢٧-پروزش روح ، ج ٢، ص ٣٥٢.</w:t>
      </w:r>
    </w:p>
    <w:p w:rsidR="00910300" w:rsidRDefault="00910300" w:rsidP="002673E8">
      <w:pPr>
        <w:pStyle w:val="libFootnote0"/>
        <w:rPr>
          <w:rtl/>
        </w:rPr>
      </w:pPr>
      <w:r>
        <w:rPr>
          <w:rtl/>
        </w:rPr>
        <w:t>٢٨-چهل حديث سيره عسكريين ، ص ٣٩.</w:t>
      </w:r>
    </w:p>
    <w:p w:rsidR="00910300" w:rsidRDefault="00910300" w:rsidP="002673E8">
      <w:pPr>
        <w:pStyle w:val="libFootnote0"/>
        <w:rPr>
          <w:rtl/>
        </w:rPr>
      </w:pPr>
      <w:r>
        <w:rPr>
          <w:rtl/>
        </w:rPr>
        <w:t>٢٩-خزينة الجواهر، ص ٥٨٦.</w:t>
      </w:r>
    </w:p>
    <w:p w:rsidR="00910300" w:rsidRDefault="00910300" w:rsidP="002673E8">
      <w:pPr>
        <w:pStyle w:val="libFootnote0"/>
        <w:rPr>
          <w:rtl/>
        </w:rPr>
      </w:pPr>
      <w:r>
        <w:rPr>
          <w:rtl/>
        </w:rPr>
        <w:t>٣٠-مصابيح الدجى ٤١٢.</w:t>
      </w:r>
    </w:p>
    <w:p w:rsidR="00910300" w:rsidRDefault="00910300" w:rsidP="002673E8">
      <w:pPr>
        <w:pStyle w:val="libFootnote0"/>
        <w:rPr>
          <w:rtl/>
        </w:rPr>
      </w:pPr>
      <w:r>
        <w:rPr>
          <w:rtl/>
        </w:rPr>
        <w:t>٣١-شرح و فضايل ، ص ٨٢.</w:t>
      </w:r>
    </w:p>
    <w:p w:rsidR="00910300" w:rsidRDefault="00910300" w:rsidP="002673E8">
      <w:pPr>
        <w:pStyle w:val="libFootnote0"/>
        <w:rPr>
          <w:rtl/>
        </w:rPr>
      </w:pPr>
      <w:r>
        <w:rPr>
          <w:rtl/>
        </w:rPr>
        <w:t>٣٢-خزينه الجواهر، ص ٥٨٨.</w:t>
      </w:r>
    </w:p>
    <w:p w:rsidR="00910300" w:rsidRDefault="00910300" w:rsidP="002673E8">
      <w:pPr>
        <w:pStyle w:val="libFootnote0"/>
        <w:rPr>
          <w:rtl/>
        </w:rPr>
      </w:pPr>
      <w:r>
        <w:rPr>
          <w:rtl/>
        </w:rPr>
        <w:t>٣٣-داستان هاى از صلوات .</w:t>
      </w:r>
    </w:p>
    <w:p w:rsidR="00910300" w:rsidRDefault="00910300" w:rsidP="002673E8">
      <w:pPr>
        <w:pStyle w:val="libFootnote0"/>
        <w:rPr>
          <w:rtl/>
        </w:rPr>
      </w:pPr>
      <w:r>
        <w:rPr>
          <w:rtl/>
        </w:rPr>
        <w:t>٣٤-خزينه الجواهر، ص ٥٨٩.</w:t>
      </w:r>
    </w:p>
    <w:p w:rsidR="00910300" w:rsidRDefault="00910300" w:rsidP="002673E8">
      <w:pPr>
        <w:pStyle w:val="libFootnote0"/>
        <w:rPr>
          <w:rtl/>
        </w:rPr>
      </w:pPr>
      <w:r>
        <w:rPr>
          <w:rtl/>
        </w:rPr>
        <w:t>٣٥-بحار الانوار، ج ٩٤، ص ٥٣، روايت ١٩، بهنقل از امالى طوسى ، ج ١، ص ١٢٧.</w:t>
      </w:r>
    </w:p>
    <w:p w:rsidR="00910300" w:rsidRDefault="00910300" w:rsidP="002673E8">
      <w:pPr>
        <w:pStyle w:val="libFootnote0"/>
        <w:rPr>
          <w:rtl/>
        </w:rPr>
      </w:pPr>
      <w:r>
        <w:rPr>
          <w:rtl/>
        </w:rPr>
        <w:t>٣٦-فضايل الخمسه ، ج ١، ص ٢٠٧؛ كنزالعمال ، ج ١، ص ١٨١.</w:t>
      </w:r>
    </w:p>
    <w:p w:rsidR="00910300" w:rsidRDefault="00910300" w:rsidP="002673E8">
      <w:pPr>
        <w:pStyle w:val="libFootnote0"/>
        <w:rPr>
          <w:rtl/>
        </w:rPr>
      </w:pPr>
      <w:r>
        <w:rPr>
          <w:rtl/>
        </w:rPr>
        <w:t>٣٧-خزينه الجواهر، ص ٥٨٩ - ٥٨٨.</w:t>
      </w:r>
    </w:p>
    <w:p w:rsidR="00910300" w:rsidRDefault="00910300" w:rsidP="002673E8">
      <w:pPr>
        <w:pStyle w:val="libFootnote0"/>
        <w:rPr>
          <w:rtl/>
        </w:rPr>
      </w:pPr>
      <w:r>
        <w:rPr>
          <w:rtl/>
        </w:rPr>
        <w:t>٣٨-فضايل ، ص ١٢٠.</w:t>
      </w:r>
    </w:p>
    <w:p w:rsidR="00910300" w:rsidRDefault="00910300" w:rsidP="002673E8">
      <w:pPr>
        <w:pStyle w:val="libFootnote0"/>
        <w:rPr>
          <w:rtl/>
        </w:rPr>
      </w:pPr>
      <w:r>
        <w:rPr>
          <w:rtl/>
        </w:rPr>
        <w:t>٣٩-جامع آيات و احاديث نماز، ص ١٥٣.</w:t>
      </w:r>
    </w:p>
    <w:p w:rsidR="00910300" w:rsidRDefault="00910300" w:rsidP="002673E8">
      <w:pPr>
        <w:pStyle w:val="libFootnote0"/>
        <w:rPr>
          <w:rtl/>
        </w:rPr>
      </w:pPr>
      <w:r>
        <w:rPr>
          <w:rtl/>
        </w:rPr>
        <w:t>٤٠-مصابيح الدجى ، ص ٤١٨؛ مستدركالوسايل ، ج ه ، ص ٤٢٤.</w:t>
      </w:r>
    </w:p>
    <w:p w:rsidR="00910300" w:rsidRDefault="00910300" w:rsidP="002673E8">
      <w:pPr>
        <w:pStyle w:val="libFootnote0"/>
        <w:rPr>
          <w:rtl/>
        </w:rPr>
      </w:pPr>
      <w:r>
        <w:rPr>
          <w:rtl/>
        </w:rPr>
        <w:t>٤١-وسايل الشيعه ، ج ٦، ص ٢٢١.</w:t>
      </w:r>
    </w:p>
    <w:p w:rsidR="00910300" w:rsidRDefault="00910300" w:rsidP="002673E8">
      <w:pPr>
        <w:pStyle w:val="libFootnote0"/>
        <w:rPr>
          <w:rtl/>
        </w:rPr>
      </w:pPr>
      <w:r>
        <w:rPr>
          <w:rtl/>
        </w:rPr>
        <w:t>٤٢-ثواب الاعمال و عقاب الاعمال ، ص ٣٣٥.</w:t>
      </w:r>
    </w:p>
    <w:p w:rsidR="00910300" w:rsidRDefault="00910300" w:rsidP="002673E8">
      <w:pPr>
        <w:pStyle w:val="libFootnote0"/>
        <w:rPr>
          <w:rtl/>
        </w:rPr>
      </w:pPr>
      <w:r>
        <w:rPr>
          <w:rtl/>
        </w:rPr>
        <w:t>٤٣-جمال الا سبوع ، ص ٢٤٢.</w:t>
      </w:r>
    </w:p>
    <w:p w:rsidR="00910300" w:rsidRDefault="00910300" w:rsidP="002673E8">
      <w:pPr>
        <w:pStyle w:val="libFootnote0"/>
        <w:rPr>
          <w:rtl/>
        </w:rPr>
      </w:pPr>
      <w:r>
        <w:rPr>
          <w:rtl/>
        </w:rPr>
        <w:t>٤٤-ثواب الا عمال و عقاب الا عمال ، ص ٣٥١ - ٣٥٠.</w:t>
      </w:r>
    </w:p>
    <w:p w:rsidR="00910300" w:rsidRDefault="00910300" w:rsidP="002673E8">
      <w:pPr>
        <w:pStyle w:val="libFootnote0"/>
        <w:rPr>
          <w:rtl/>
        </w:rPr>
      </w:pPr>
      <w:r>
        <w:rPr>
          <w:rtl/>
        </w:rPr>
        <w:t>٤٥-اصول كافى ، ج ٦، ص ٨٩.</w:t>
      </w:r>
    </w:p>
    <w:p w:rsidR="00910300" w:rsidRDefault="00910300" w:rsidP="002673E8">
      <w:pPr>
        <w:pStyle w:val="libFootnote0"/>
        <w:rPr>
          <w:rtl/>
        </w:rPr>
      </w:pPr>
      <w:r>
        <w:rPr>
          <w:rtl/>
        </w:rPr>
        <w:t>٤٦-ثواب الاعمال و عقاب الا عمال ، ص ٣٤٩.</w:t>
      </w:r>
    </w:p>
    <w:p w:rsidR="00910300" w:rsidRDefault="00910300" w:rsidP="002673E8">
      <w:pPr>
        <w:pStyle w:val="libFootnote0"/>
        <w:rPr>
          <w:rtl/>
        </w:rPr>
      </w:pPr>
      <w:r>
        <w:rPr>
          <w:rtl/>
        </w:rPr>
        <w:t>٤٧-اصول كافى ، ج ٦. ٨١.</w:t>
      </w:r>
    </w:p>
    <w:p w:rsidR="00910300" w:rsidRDefault="00910300" w:rsidP="002673E8">
      <w:pPr>
        <w:pStyle w:val="libFootnote0"/>
        <w:rPr>
          <w:rtl/>
        </w:rPr>
      </w:pPr>
      <w:r>
        <w:rPr>
          <w:rtl/>
        </w:rPr>
        <w:t>٤٨-اصول كافى ، ج ٩، ص ٨١.</w:t>
      </w:r>
    </w:p>
    <w:p w:rsidR="00910300" w:rsidRDefault="00910300" w:rsidP="002673E8">
      <w:pPr>
        <w:pStyle w:val="libFootnote0"/>
        <w:rPr>
          <w:rtl/>
        </w:rPr>
      </w:pPr>
      <w:r>
        <w:rPr>
          <w:rtl/>
        </w:rPr>
        <w:t>٤٩-ميزان الحكمه ، ص ٣١٦٤ ، ش ١٠٧٩٤، ج ٧.</w:t>
      </w:r>
    </w:p>
    <w:p w:rsidR="00910300" w:rsidRDefault="00910300" w:rsidP="002673E8">
      <w:pPr>
        <w:pStyle w:val="libFootnote0"/>
        <w:rPr>
          <w:rtl/>
        </w:rPr>
      </w:pPr>
      <w:r>
        <w:rPr>
          <w:rtl/>
        </w:rPr>
        <w:t>٥٠-الميزان ، ج ، ص ٣٨٩.</w:t>
      </w:r>
    </w:p>
    <w:p w:rsidR="00910300" w:rsidRDefault="00910300" w:rsidP="002673E8">
      <w:pPr>
        <w:pStyle w:val="libFootnote0"/>
        <w:rPr>
          <w:rtl/>
        </w:rPr>
      </w:pPr>
      <w:r>
        <w:rPr>
          <w:rtl/>
        </w:rPr>
        <w:t>٥١-ميزان الحكمه ، ج ٧، ص ٣١٦٦، ش ١٠٨٠١؛ نورالثقلين ،٤/٢ ٣٠/٢٢١</w:t>
      </w:r>
    </w:p>
    <w:p w:rsidR="00910300" w:rsidRDefault="00910300" w:rsidP="002673E8">
      <w:pPr>
        <w:pStyle w:val="libFootnote0"/>
        <w:rPr>
          <w:rtl/>
        </w:rPr>
      </w:pPr>
      <w:r>
        <w:rPr>
          <w:rtl/>
        </w:rPr>
        <w:lastRenderedPageBreak/>
        <w:t>٥٢-اصول كافى ، ج ٦ ص ٨٣.</w:t>
      </w:r>
    </w:p>
    <w:p w:rsidR="00910300" w:rsidRDefault="00910300" w:rsidP="002673E8">
      <w:pPr>
        <w:pStyle w:val="libFootnote0"/>
        <w:rPr>
          <w:rtl/>
        </w:rPr>
      </w:pPr>
      <w:r>
        <w:rPr>
          <w:rtl/>
        </w:rPr>
        <w:t>٥٣-پرورش روح ، ج ٢، ص ٣٥٠.</w:t>
      </w:r>
    </w:p>
    <w:p w:rsidR="00910300" w:rsidRDefault="00910300" w:rsidP="002673E8">
      <w:pPr>
        <w:pStyle w:val="libFootnote0"/>
        <w:rPr>
          <w:rtl/>
        </w:rPr>
      </w:pPr>
      <w:r>
        <w:rPr>
          <w:rtl/>
        </w:rPr>
        <w:t>٥٤-عيوان اخبار الرضا، ج ٢، ص ١٩٤، ح ٥.</w:t>
      </w:r>
    </w:p>
    <w:p w:rsidR="00910300" w:rsidRDefault="00910300" w:rsidP="002673E8">
      <w:pPr>
        <w:pStyle w:val="libFootnote0"/>
        <w:rPr>
          <w:rtl/>
        </w:rPr>
      </w:pPr>
      <w:r>
        <w:rPr>
          <w:rtl/>
        </w:rPr>
        <w:t xml:space="preserve">چهل حديث سيره رضوى - </w:t>
      </w:r>
      <w:r w:rsidR="007560B2" w:rsidRPr="007560B2">
        <w:rPr>
          <w:rStyle w:val="libAlaemChar"/>
          <w:rtl/>
        </w:rPr>
        <w:t xml:space="preserve">عليه‌السلام </w:t>
      </w:r>
      <w:r>
        <w:rPr>
          <w:rtl/>
        </w:rPr>
        <w:t xml:space="preserve"> - ص ٣١.</w:t>
      </w:r>
    </w:p>
    <w:p w:rsidR="00910300" w:rsidRDefault="00910300" w:rsidP="002673E8">
      <w:pPr>
        <w:pStyle w:val="libFootnote0"/>
        <w:rPr>
          <w:rtl/>
        </w:rPr>
      </w:pPr>
      <w:r>
        <w:rPr>
          <w:rtl/>
        </w:rPr>
        <w:t>٥٥-ثواب الا عمال ، ص ٣٣٣.</w:t>
      </w:r>
    </w:p>
    <w:p w:rsidR="00910300" w:rsidRDefault="00910300" w:rsidP="002673E8">
      <w:pPr>
        <w:pStyle w:val="libFootnote0"/>
        <w:rPr>
          <w:rtl/>
        </w:rPr>
      </w:pPr>
      <w:r>
        <w:rPr>
          <w:rtl/>
        </w:rPr>
        <w:t>٥٦-دارالسلام ، ج ٣، ص ، ١٤.</w:t>
      </w:r>
    </w:p>
    <w:p w:rsidR="00910300" w:rsidRDefault="00910300" w:rsidP="002673E8">
      <w:pPr>
        <w:pStyle w:val="libFootnote0"/>
        <w:rPr>
          <w:rtl/>
        </w:rPr>
      </w:pPr>
      <w:r>
        <w:rPr>
          <w:rtl/>
        </w:rPr>
        <w:t>٥٧-دارالسلام ، ج ص ٣.</w:t>
      </w:r>
    </w:p>
    <w:p w:rsidR="00910300" w:rsidRDefault="00910300" w:rsidP="002673E8">
      <w:pPr>
        <w:pStyle w:val="libFootnote0"/>
        <w:rPr>
          <w:rtl/>
        </w:rPr>
      </w:pPr>
      <w:r>
        <w:rPr>
          <w:rtl/>
        </w:rPr>
        <w:t>٥٨-دارالسلام ، ج ٣، ص ١٠.</w:t>
      </w:r>
    </w:p>
    <w:p w:rsidR="00910300" w:rsidRDefault="00910300" w:rsidP="002673E8">
      <w:pPr>
        <w:pStyle w:val="libFootnote0"/>
        <w:rPr>
          <w:rtl/>
        </w:rPr>
      </w:pPr>
      <w:r>
        <w:rPr>
          <w:rtl/>
        </w:rPr>
        <w:t>٥٩-دارالسلالم ، ج ٣، ص ٨.</w:t>
      </w:r>
    </w:p>
    <w:p w:rsidR="00910300" w:rsidRDefault="00910300" w:rsidP="002673E8">
      <w:pPr>
        <w:pStyle w:val="libFootnote0"/>
        <w:rPr>
          <w:rtl/>
        </w:rPr>
      </w:pPr>
      <w:r>
        <w:rPr>
          <w:rtl/>
        </w:rPr>
        <w:t>٦٠-دارالسلام ، ج ٣، ص ٦.</w:t>
      </w:r>
    </w:p>
    <w:p w:rsidR="00910300" w:rsidRDefault="00910300" w:rsidP="002673E8">
      <w:pPr>
        <w:pStyle w:val="libFootnote0"/>
        <w:rPr>
          <w:rtl/>
        </w:rPr>
      </w:pPr>
      <w:r>
        <w:rPr>
          <w:rtl/>
        </w:rPr>
        <w:t>٦١-دارالسلام ، ج ٣، ص ٤.</w:t>
      </w:r>
    </w:p>
    <w:p w:rsidR="00910300" w:rsidRDefault="00910300" w:rsidP="002673E8">
      <w:pPr>
        <w:pStyle w:val="libFootnote0"/>
        <w:rPr>
          <w:rtl/>
        </w:rPr>
      </w:pPr>
      <w:r>
        <w:rPr>
          <w:rtl/>
        </w:rPr>
        <w:t>٦٢-دارالسلام ، ج ٢، ص ١٣٢.</w:t>
      </w:r>
    </w:p>
    <w:p w:rsidR="00910300" w:rsidRDefault="00910300" w:rsidP="002673E8">
      <w:pPr>
        <w:pStyle w:val="libFootnote0"/>
        <w:rPr>
          <w:rtl/>
        </w:rPr>
      </w:pPr>
      <w:r>
        <w:rPr>
          <w:rtl/>
        </w:rPr>
        <w:t>٦٣-خزينه الجواهر، ص ٥٩١.</w:t>
      </w:r>
    </w:p>
    <w:p w:rsidR="00910300" w:rsidRDefault="00910300" w:rsidP="002673E8">
      <w:pPr>
        <w:pStyle w:val="libFootnote0"/>
        <w:rPr>
          <w:rtl/>
        </w:rPr>
      </w:pPr>
      <w:r>
        <w:rPr>
          <w:rtl/>
        </w:rPr>
        <w:t>٦٤-دارالسلام ، ج ٣، ص ٧.</w:t>
      </w:r>
    </w:p>
    <w:p w:rsidR="00910300" w:rsidRDefault="00910300" w:rsidP="002673E8">
      <w:pPr>
        <w:pStyle w:val="libFootnote0"/>
        <w:rPr>
          <w:rtl/>
        </w:rPr>
      </w:pPr>
      <w:r>
        <w:rPr>
          <w:rtl/>
        </w:rPr>
        <w:t>٦٥-خزينه الجواهر، ص ٥٩٠.</w:t>
      </w:r>
    </w:p>
    <w:p w:rsidR="00910300" w:rsidRDefault="00910300" w:rsidP="002673E8">
      <w:pPr>
        <w:pStyle w:val="libFootnote0"/>
        <w:rPr>
          <w:rtl/>
        </w:rPr>
      </w:pPr>
      <w:r>
        <w:rPr>
          <w:rtl/>
        </w:rPr>
        <w:t>٦٦-خزينه الجواهر، ص ٥٨٩.</w:t>
      </w:r>
    </w:p>
    <w:p w:rsidR="00910300" w:rsidRDefault="00910300" w:rsidP="002673E8">
      <w:pPr>
        <w:pStyle w:val="libFootnote0"/>
        <w:rPr>
          <w:rtl/>
        </w:rPr>
      </w:pPr>
      <w:r>
        <w:rPr>
          <w:rtl/>
        </w:rPr>
        <w:t>٦٧-شرح و فضايل صلوات ، ص ٩٢.</w:t>
      </w:r>
    </w:p>
    <w:p w:rsidR="00910300" w:rsidRDefault="00910300" w:rsidP="002673E8">
      <w:pPr>
        <w:pStyle w:val="libFootnote0"/>
        <w:rPr>
          <w:rtl/>
        </w:rPr>
      </w:pPr>
    </w:p>
    <w:p w:rsidR="00910300" w:rsidRDefault="00910300" w:rsidP="002673E8">
      <w:pPr>
        <w:pStyle w:val="libFootnote0"/>
        <w:rPr>
          <w:rtl/>
        </w:rPr>
      </w:pPr>
      <w:r>
        <w:rPr>
          <w:rtl/>
        </w:rPr>
        <w:t>٦٨-كنزالعمال ، ج ١، ص ٤٩٨.</w:t>
      </w:r>
    </w:p>
    <w:p w:rsidR="00910300" w:rsidRDefault="00910300" w:rsidP="002673E8">
      <w:pPr>
        <w:pStyle w:val="libFootnote0"/>
        <w:rPr>
          <w:rtl/>
        </w:rPr>
      </w:pPr>
      <w:r>
        <w:rPr>
          <w:rtl/>
        </w:rPr>
        <w:t>٦٩-بحارالانوار، ج ٩١، ص ٦٣.</w:t>
      </w:r>
    </w:p>
    <w:p w:rsidR="00910300" w:rsidRDefault="00910300" w:rsidP="002673E8">
      <w:pPr>
        <w:pStyle w:val="libFootnote0"/>
        <w:rPr>
          <w:rtl/>
        </w:rPr>
      </w:pPr>
      <w:r>
        <w:rPr>
          <w:rtl/>
        </w:rPr>
        <w:t>٧٠-اصول كافى ، ج ص ٢٥٤، باب ما يحبب عن ذكرالله ،عروجل فى كل كجلس حديث اول .</w:t>
      </w:r>
    </w:p>
    <w:p w:rsidR="00910300" w:rsidRDefault="00910300" w:rsidP="002673E8">
      <w:pPr>
        <w:pStyle w:val="libFootnote0"/>
        <w:rPr>
          <w:rtl/>
        </w:rPr>
      </w:pPr>
      <w:r>
        <w:rPr>
          <w:rtl/>
        </w:rPr>
        <w:t>٧١-ميزان الحكمه ، ص ٣١٦٤، ش ١٠٧٩٦.</w:t>
      </w:r>
    </w:p>
    <w:p w:rsidR="00910300" w:rsidRDefault="00910300" w:rsidP="002673E8">
      <w:pPr>
        <w:pStyle w:val="libFootnote0"/>
        <w:rPr>
          <w:rtl/>
        </w:rPr>
      </w:pPr>
      <w:r>
        <w:rPr>
          <w:rtl/>
        </w:rPr>
        <w:t>٧٢-عدة الداعى ، ابن فهمد حلى ، ص ٢٥٩.</w:t>
      </w:r>
    </w:p>
    <w:p w:rsidR="00910300" w:rsidRDefault="00910300" w:rsidP="002673E8">
      <w:pPr>
        <w:pStyle w:val="libFootnote0"/>
        <w:rPr>
          <w:rtl/>
        </w:rPr>
      </w:pPr>
      <w:r>
        <w:rPr>
          <w:rtl/>
        </w:rPr>
        <w:t>٧٣-جالاء الافهام ، ص ٢٤٥.</w:t>
      </w:r>
    </w:p>
    <w:p w:rsidR="00910300" w:rsidRDefault="00910300" w:rsidP="002673E8">
      <w:pPr>
        <w:pStyle w:val="libFootnote0"/>
        <w:rPr>
          <w:rtl/>
        </w:rPr>
      </w:pPr>
      <w:r>
        <w:rPr>
          <w:rtl/>
        </w:rPr>
        <w:t>٧٤-مستدرك الوسايل ، ج ١، ص ٣٩٣.</w:t>
      </w:r>
    </w:p>
    <w:p w:rsidR="00910300" w:rsidRDefault="00910300" w:rsidP="002673E8">
      <w:pPr>
        <w:pStyle w:val="libFootnote0"/>
        <w:rPr>
          <w:rtl/>
        </w:rPr>
      </w:pPr>
      <w:r>
        <w:rPr>
          <w:rtl/>
        </w:rPr>
        <w:t>٧٥-مرآة العقول ؛ علامه مجلسى ، ج ١٢.</w:t>
      </w:r>
    </w:p>
    <w:p w:rsidR="00910300" w:rsidRDefault="00910300" w:rsidP="002673E8">
      <w:pPr>
        <w:pStyle w:val="libFootnote0"/>
        <w:rPr>
          <w:rtl/>
        </w:rPr>
      </w:pPr>
      <w:r>
        <w:rPr>
          <w:rtl/>
        </w:rPr>
        <w:t>٧٦-زمخشزى ، ج ٣، ٥٥٨.</w:t>
      </w:r>
    </w:p>
    <w:p w:rsidR="00910300" w:rsidRDefault="00910300" w:rsidP="002673E8">
      <w:pPr>
        <w:pStyle w:val="libFootnote0"/>
        <w:rPr>
          <w:rtl/>
        </w:rPr>
      </w:pPr>
      <w:r>
        <w:rPr>
          <w:rtl/>
        </w:rPr>
        <w:t>٧٧-سفيند البحار، ج ٢، ص ٤٩.</w:t>
      </w:r>
    </w:p>
    <w:p w:rsidR="00910300" w:rsidRDefault="00910300" w:rsidP="002673E8">
      <w:pPr>
        <w:pStyle w:val="libFootnote0"/>
        <w:rPr>
          <w:rtl/>
        </w:rPr>
      </w:pPr>
      <w:r>
        <w:rPr>
          <w:rtl/>
        </w:rPr>
        <w:lastRenderedPageBreak/>
        <w:t>آثار الصادقين ، ج ١١، ص ٢٣٣.</w:t>
      </w:r>
    </w:p>
    <w:p w:rsidR="00910300" w:rsidRDefault="00910300" w:rsidP="002673E8">
      <w:pPr>
        <w:pStyle w:val="libFootnote0"/>
        <w:rPr>
          <w:rtl/>
        </w:rPr>
      </w:pPr>
      <w:r>
        <w:rPr>
          <w:rtl/>
        </w:rPr>
        <w:t>٧٨-ژ لثالى الخبار الرضا، ج ، ١٥٧٧؛چهل حديث ٦٢.</w:t>
      </w:r>
    </w:p>
    <w:p w:rsidR="00910300" w:rsidRDefault="00910300" w:rsidP="002673E8">
      <w:pPr>
        <w:pStyle w:val="libFootnote0"/>
        <w:rPr>
          <w:rtl/>
        </w:rPr>
      </w:pPr>
      <w:r>
        <w:rPr>
          <w:rtl/>
        </w:rPr>
        <w:t>٧٩-وظايف ماه رمضان ، شماره ٣١١.</w:t>
      </w:r>
    </w:p>
    <w:p w:rsidR="00910300" w:rsidRDefault="00910300" w:rsidP="002673E8">
      <w:pPr>
        <w:pStyle w:val="libFootnote0"/>
        <w:rPr>
          <w:rtl/>
        </w:rPr>
      </w:pPr>
      <w:r>
        <w:rPr>
          <w:rtl/>
        </w:rPr>
        <w:t>٨٠-پرورش روح ، ج ٢، ص ٣٤٩.</w:t>
      </w:r>
    </w:p>
    <w:p w:rsidR="00910300" w:rsidRDefault="00910300" w:rsidP="002673E8">
      <w:pPr>
        <w:pStyle w:val="libFootnote0"/>
        <w:rPr>
          <w:rtl/>
        </w:rPr>
      </w:pPr>
      <w:r>
        <w:rPr>
          <w:rtl/>
        </w:rPr>
        <w:t>٨١-نورالثقلين ، ج ٣ / ص ٥٨٩.</w:t>
      </w:r>
    </w:p>
    <w:p w:rsidR="00910300" w:rsidRDefault="00910300" w:rsidP="002673E8">
      <w:pPr>
        <w:pStyle w:val="libFootnote0"/>
        <w:rPr>
          <w:rtl/>
        </w:rPr>
      </w:pPr>
      <w:r>
        <w:rPr>
          <w:rtl/>
        </w:rPr>
        <w:t>٨٢-ميزان الحكمة ، ص ٣١٦٤، ج ٧، ش ١٠٧٩٢؛ كنزالعمال ، ٢١٤٤.</w:t>
      </w:r>
    </w:p>
    <w:p w:rsidR="00910300" w:rsidRDefault="00910300" w:rsidP="002673E8">
      <w:pPr>
        <w:pStyle w:val="libFootnote0"/>
        <w:rPr>
          <w:rtl/>
        </w:rPr>
      </w:pPr>
      <w:r>
        <w:rPr>
          <w:rtl/>
        </w:rPr>
        <w:t>٨٣-تفسير الصافى ، ذيل آيه ٥٦.</w:t>
      </w:r>
    </w:p>
    <w:p w:rsidR="00910300" w:rsidRDefault="00910300" w:rsidP="002673E8">
      <w:pPr>
        <w:pStyle w:val="libFootnote0"/>
        <w:rPr>
          <w:rtl/>
        </w:rPr>
      </w:pPr>
      <w:r>
        <w:rPr>
          <w:rtl/>
        </w:rPr>
        <w:t>٨٤-پرورش روح ، ج ٢، ص ٣٤٨.</w:t>
      </w:r>
    </w:p>
    <w:p w:rsidR="00910300" w:rsidRDefault="00910300" w:rsidP="002673E8">
      <w:pPr>
        <w:pStyle w:val="libFootnote0"/>
        <w:rPr>
          <w:rtl/>
        </w:rPr>
      </w:pPr>
      <w:r>
        <w:rPr>
          <w:rtl/>
        </w:rPr>
        <w:t>٨٥-اللثالى ، فيض كاشانى .</w:t>
      </w:r>
    </w:p>
    <w:p w:rsidR="00910300" w:rsidRDefault="00910300" w:rsidP="002673E8">
      <w:pPr>
        <w:pStyle w:val="libFootnote0"/>
        <w:rPr>
          <w:rtl/>
        </w:rPr>
      </w:pPr>
      <w:r>
        <w:rPr>
          <w:rtl/>
        </w:rPr>
        <w:t>٨٦-معراج المومنين قسمت اضافات ، ص ٢٠.</w:t>
      </w:r>
    </w:p>
    <w:p w:rsidR="00910300" w:rsidRDefault="00910300" w:rsidP="002673E8">
      <w:pPr>
        <w:pStyle w:val="libFootnote0"/>
        <w:rPr>
          <w:rtl/>
        </w:rPr>
      </w:pPr>
      <w:r>
        <w:rPr>
          <w:rtl/>
        </w:rPr>
        <w:t>٨٧-دارالسلام ، ج ٢، ص ١٩٤.</w:t>
      </w:r>
    </w:p>
    <w:p w:rsidR="00910300" w:rsidRDefault="00910300" w:rsidP="002673E8">
      <w:pPr>
        <w:pStyle w:val="libFootnote0"/>
        <w:rPr>
          <w:rtl/>
        </w:rPr>
      </w:pPr>
      <w:r>
        <w:rPr>
          <w:rtl/>
        </w:rPr>
        <w:t>٨٨-داستان هاى از صلوات ، ص ٧٣.</w:t>
      </w:r>
    </w:p>
    <w:p w:rsidR="00910300" w:rsidRDefault="00910300" w:rsidP="002673E8">
      <w:pPr>
        <w:pStyle w:val="libFootnote0"/>
        <w:rPr>
          <w:rtl/>
        </w:rPr>
      </w:pPr>
      <w:r>
        <w:rPr>
          <w:rtl/>
        </w:rPr>
        <w:t>٨٩-ثواب الاعمال و عقاب الاعمال ، ص ٣٥٣ - ٣٥٢.</w:t>
      </w:r>
    </w:p>
    <w:p w:rsidR="00910300" w:rsidRDefault="00910300" w:rsidP="002673E8">
      <w:pPr>
        <w:pStyle w:val="libFootnote0"/>
        <w:rPr>
          <w:rtl/>
        </w:rPr>
      </w:pPr>
      <w:r>
        <w:rPr>
          <w:rtl/>
        </w:rPr>
        <w:t>٩٠-بحارالانوار، ج ٩١، ص ٦٤.</w:t>
      </w:r>
    </w:p>
    <w:p w:rsidR="00910300" w:rsidRDefault="00910300" w:rsidP="002673E8">
      <w:pPr>
        <w:pStyle w:val="libFootnote0"/>
        <w:rPr>
          <w:rtl/>
        </w:rPr>
      </w:pPr>
      <w:r>
        <w:rPr>
          <w:rtl/>
        </w:rPr>
        <w:t>٩١-مواعظ العدديه ، ص ٧٠، ص ٤١٣.</w:t>
      </w:r>
    </w:p>
    <w:p w:rsidR="00910300" w:rsidRDefault="00910300" w:rsidP="002673E8">
      <w:pPr>
        <w:pStyle w:val="libFootnote0"/>
        <w:rPr>
          <w:rtl/>
        </w:rPr>
      </w:pPr>
      <w:r>
        <w:rPr>
          <w:rtl/>
        </w:rPr>
        <w:t>٩٢-وسايل الشيعه ، ج ٤، ص ٢٨.</w:t>
      </w:r>
    </w:p>
    <w:p w:rsidR="00910300" w:rsidRDefault="00910300" w:rsidP="002673E8">
      <w:pPr>
        <w:pStyle w:val="libFootnote0"/>
        <w:rPr>
          <w:rtl/>
        </w:rPr>
      </w:pPr>
      <w:r>
        <w:rPr>
          <w:rtl/>
        </w:rPr>
        <w:t>٩٣-بحارالانوار، ج ٩١، ص ٦٣.</w:t>
      </w:r>
    </w:p>
    <w:p w:rsidR="00910300" w:rsidRDefault="00910300" w:rsidP="002673E8">
      <w:pPr>
        <w:pStyle w:val="libFootnote0"/>
        <w:rPr>
          <w:rtl/>
        </w:rPr>
      </w:pPr>
      <w:r>
        <w:rPr>
          <w:rtl/>
        </w:rPr>
        <w:t>٩٤-ثواب الاعمال و عقاب الاعمال ، ص ٣٣٥.</w:t>
      </w:r>
    </w:p>
    <w:p w:rsidR="00910300" w:rsidRDefault="00910300" w:rsidP="002673E8">
      <w:pPr>
        <w:pStyle w:val="libFootnote0"/>
        <w:rPr>
          <w:rtl/>
        </w:rPr>
      </w:pPr>
      <w:r>
        <w:rPr>
          <w:rtl/>
        </w:rPr>
        <w:t>٩٥-شرح و فضايل صلوات ، ص ٨٥.</w:t>
      </w:r>
    </w:p>
    <w:p w:rsidR="00910300" w:rsidRDefault="00910300" w:rsidP="002673E8">
      <w:pPr>
        <w:pStyle w:val="libFootnote0"/>
        <w:rPr>
          <w:rtl/>
        </w:rPr>
      </w:pPr>
      <w:r>
        <w:rPr>
          <w:rtl/>
        </w:rPr>
        <w:t>٩٦-شرح و فضايل صلوات ، ص ١٧٧.</w:t>
      </w:r>
    </w:p>
    <w:p w:rsidR="00910300" w:rsidRDefault="00910300" w:rsidP="002673E8">
      <w:pPr>
        <w:pStyle w:val="libFootnote0"/>
        <w:rPr>
          <w:rtl/>
        </w:rPr>
      </w:pPr>
      <w:r>
        <w:rPr>
          <w:rtl/>
        </w:rPr>
        <w:t>٩٧-ترجمه دارالسلام ، ج ٣، ص ١٤.</w:t>
      </w:r>
    </w:p>
    <w:p w:rsidR="00A25D06" w:rsidRDefault="00AF46BC" w:rsidP="004529A7">
      <w:pPr>
        <w:pStyle w:val="Heading1Center"/>
      </w:pPr>
      <w:r>
        <w:rPr>
          <w:rtl/>
        </w:rPr>
        <w:br w:type="page"/>
      </w:r>
      <w:bookmarkStart w:id="1408" w:name="_Toc33993878"/>
      <w:bookmarkStart w:id="1409" w:name="_Toc33994160"/>
      <w:bookmarkStart w:id="1410" w:name="_Toc33994443"/>
      <w:bookmarkStart w:id="1411" w:name="_Toc33994726"/>
      <w:bookmarkStart w:id="1412" w:name="_Toc33995009"/>
      <w:r>
        <w:rPr>
          <w:rFonts w:hint="cs"/>
          <w:rtl/>
        </w:rPr>
        <w:lastRenderedPageBreak/>
        <w:t>فهرست مطالب</w:t>
      </w:r>
      <w:bookmarkEnd w:id="1408"/>
      <w:bookmarkEnd w:id="1409"/>
      <w:bookmarkEnd w:id="1410"/>
      <w:bookmarkEnd w:id="1411"/>
      <w:bookmarkEnd w:id="1412"/>
    </w:p>
    <w:sdt>
      <w:sdtPr>
        <w:rPr>
          <w:rFonts w:ascii="Times New Roman" w:eastAsia="Times New Roman" w:hAnsi="Times New Roman" w:cs="Traditional Arabic"/>
          <w:b w:val="0"/>
          <w:bCs w:val="0"/>
          <w:color w:val="000000"/>
          <w:sz w:val="24"/>
          <w:szCs w:val="32"/>
        </w:rPr>
        <w:id w:val="10099076"/>
        <w:docPartObj>
          <w:docPartGallery w:val="Table of Contents"/>
          <w:docPartUnique/>
        </w:docPartObj>
      </w:sdtPr>
      <w:sdtEndPr>
        <w:rPr>
          <w:rtl/>
        </w:rPr>
      </w:sdtEndPr>
      <w:sdtContent>
        <w:p w:rsidR="000A1758" w:rsidRDefault="000A1758" w:rsidP="00621B42">
          <w:pPr>
            <w:pStyle w:val="TOCHeading"/>
          </w:pPr>
        </w:p>
        <w:p w:rsidR="000A1758" w:rsidRDefault="00CD16FA">
          <w:pPr>
            <w:pStyle w:val="TOC1"/>
            <w:rPr>
              <w:rFonts w:asciiTheme="minorHAnsi" w:eastAsiaTheme="minorEastAsia" w:hAnsiTheme="minorHAnsi" w:cstheme="minorBidi"/>
              <w:b w:val="0"/>
              <w:bCs w:val="0"/>
              <w:noProof/>
              <w:color w:val="auto"/>
              <w:sz w:val="22"/>
              <w:szCs w:val="22"/>
              <w:rtl/>
            </w:rPr>
          </w:pPr>
          <w:r w:rsidRPr="00CD16FA">
            <w:fldChar w:fldCharType="begin"/>
          </w:r>
          <w:r w:rsidR="000A1758">
            <w:instrText xml:space="preserve"> TOC \o "1-3" \h \z \u </w:instrText>
          </w:r>
          <w:r w:rsidRPr="00CD16FA">
            <w:fldChar w:fldCharType="separate"/>
          </w:r>
          <w:hyperlink w:anchor="_Toc33994727" w:history="1">
            <w:r w:rsidR="000A1758" w:rsidRPr="00BB6861">
              <w:rPr>
                <w:rStyle w:val="Hyperlink"/>
                <w:rFonts w:hint="eastAsia"/>
                <w:noProof/>
                <w:rtl/>
              </w:rPr>
              <w:t>فصل</w:t>
            </w:r>
            <w:r w:rsidR="000A1758" w:rsidRPr="00BB6861">
              <w:rPr>
                <w:rStyle w:val="Hyperlink"/>
                <w:noProof/>
                <w:rtl/>
              </w:rPr>
              <w:t xml:space="preserve"> </w:t>
            </w:r>
            <w:r w:rsidR="000A1758" w:rsidRPr="00BB6861">
              <w:rPr>
                <w:rStyle w:val="Hyperlink"/>
                <w:rFonts w:hint="eastAsia"/>
                <w:noProof/>
                <w:rtl/>
              </w:rPr>
              <w:t>اول</w:t>
            </w:r>
            <w:r w:rsidR="000A1758" w:rsidRPr="00BB6861">
              <w:rPr>
                <w:rStyle w:val="Hyperlink"/>
                <w:noProof/>
                <w:rtl/>
              </w:rPr>
              <w:t xml:space="preserve"> : </w:t>
            </w:r>
            <w:r w:rsidR="000A1758" w:rsidRPr="00BB6861">
              <w:rPr>
                <w:rStyle w:val="Hyperlink"/>
                <w:rFonts w:hint="eastAsia"/>
                <w:noProof/>
                <w:rtl/>
              </w:rPr>
              <w:t>آثار</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بركات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دنيا</w:t>
            </w:r>
            <w:r w:rsidR="000A1758" w:rsidRPr="00BB6861">
              <w:rPr>
                <w:rStyle w:val="Hyperlink"/>
                <w:noProof/>
                <w:rtl/>
              </w:rPr>
              <w:t>.</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Toc33994727 \h</w:instrText>
            </w:r>
            <w:r w:rsidR="000A1758">
              <w:rPr>
                <w:noProof/>
                <w:webHidden/>
                <w:rtl/>
              </w:rPr>
              <w:instrText xml:space="preserve"> </w:instrText>
            </w:r>
            <w:r>
              <w:rPr>
                <w:noProof/>
                <w:webHidden/>
                <w:rtl/>
              </w:rPr>
            </w:r>
            <w:r>
              <w:rPr>
                <w:noProof/>
                <w:webHidden/>
                <w:rtl/>
              </w:rPr>
              <w:fldChar w:fldCharType="separate"/>
            </w:r>
            <w:r w:rsidR="000A1758">
              <w:rPr>
                <w:noProof/>
                <w:webHidden/>
                <w:rtl/>
              </w:rPr>
              <w:t>4</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728"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اول</w:t>
            </w:r>
            <w:r w:rsidR="000A1758" w:rsidRPr="00BB6861">
              <w:rPr>
                <w:rStyle w:val="Hyperlink"/>
                <w:noProof/>
                <w:rtl/>
              </w:rPr>
              <w:t xml:space="preserve"> : </w:t>
            </w:r>
            <w:r w:rsidR="000A1758" w:rsidRPr="00BB6861">
              <w:rPr>
                <w:rStyle w:val="Hyperlink"/>
                <w:rFonts w:hint="eastAsia"/>
                <w:noProof/>
                <w:rtl/>
              </w:rPr>
              <w:t>استعانت</w:t>
            </w:r>
            <w:r w:rsidR="000A1758" w:rsidRPr="00BB6861">
              <w:rPr>
                <w:rStyle w:val="Hyperlink"/>
                <w:noProof/>
                <w:rtl/>
              </w:rPr>
              <w:t xml:space="preserve"> </w:t>
            </w:r>
            <w:r w:rsidR="000A1758" w:rsidRPr="00BB6861">
              <w:rPr>
                <w:rStyle w:val="Hyperlink"/>
                <w:rFonts w:hint="eastAsia"/>
                <w:noProof/>
                <w:rtl/>
              </w:rPr>
              <w:t>پيامبران</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Toc33994728 \h</w:instrText>
            </w:r>
            <w:r w:rsidR="000A1758">
              <w:rPr>
                <w:noProof/>
                <w:webHidden/>
                <w:rtl/>
              </w:rPr>
              <w:instrText xml:space="preserve"> </w:instrText>
            </w:r>
            <w:r>
              <w:rPr>
                <w:noProof/>
                <w:webHidden/>
                <w:rtl/>
              </w:rPr>
            </w:r>
            <w:r>
              <w:rPr>
                <w:noProof/>
                <w:webHidden/>
                <w:rtl/>
              </w:rPr>
              <w:fldChar w:fldCharType="separate"/>
            </w:r>
            <w:r w:rsidR="000A1758">
              <w:rPr>
                <w:noProof/>
                <w:webHidden/>
                <w:rtl/>
              </w:rPr>
              <w:t>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29" w:history="1">
            <w:r w:rsidR="000A1758" w:rsidRPr="00BB6861">
              <w:rPr>
                <w:rStyle w:val="Hyperlink"/>
                <w:noProof/>
                <w:rtl/>
              </w:rPr>
              <w:t xml:space="preserve">١. </w:t>
            </w:r>
            <w:r w:rsidR="000A1758" w:rsidRPr="00BB6861">
              <w:rPr>
                <w:rStyle w:val="Hyperlink"/>
                <w:rFonts w:hint="eastAsia"/>
                <w:noProof/>
                <w:rtl/>
              </w:rPr>
              <w:t>زنده</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جوان</w:t>
            </w:r>
            <w:r w:rsidR="000A1758" w:rsidRPr="00BB6861">
              <w:rPr>
                <w:rStyle w:val="Hyperlink"/>
                <w:noProof/>
                <w:rtl/>
              </w:rPr>
              <w:t xml:space="preserve"> </w:t>
            </w:r>
            <w:r w:rsidR="000A1758" w:rsidRPr="00BB6861">
              <w:rPr>
                <w:rStyle w:val="Hyperlink"/>
                <w:rFonts w:hint="eastAsia"/>
                <w:noProof/>
                <w:rtl/>
              </w:rPr>
              <w:t>مقتول</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Toc33994729 \h</w:instrText>
            </w:r>
            <w:r w:rsidR="000A1758">
              <w:rPr>
                <w:noProof/>
                <w:webHidden/>
                <w:rtl/>
              </w:rPr>
              <w:instrText xml:space="preserve"> </w:instrText>
            </w:r>
            <w:r>
              <w:rPr>
                <w:noProof/>
                <w:webHidden/>
                <w:rtl/>
              </w:rPr>
            </w:r>
            <w:r>
              <w:rPr>
                <w:noProof/>
                <w:webHidden/>
                <w:rtl/>
              </w:rPr>
              <w:fldChar w:fldCharType="separate"/>
            </w:r>
            <w:r w:rsidR="000A1758">
              <w:rPr>
                <w:noProof/>
                <w:webHidden/>
                <w:rtl/>
              </w:rPr>
              <w:t>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30" w:history="1">
            <w:r w:rsidR="000A1758" w:rsidRPr="00BB6861">
              <w:rPr>
                <w:rStyle w:val="Hyperlink"/>
                <w:noProof/>
                <w:rtl/>
              </w:rPr>
              <w:t xml:space="preserve">٢. </w:t>
            </w:r>
            <w:r w:rsidR="000A1758" w:rsidRPr="00BB6861">
              <w:rPr>
                <w:rStyle w:val="Hyperlink"/>
                <w:rFonts w:hint="eastAsia"/>
                <w:noProof/>
                <w:rtl/>
              </w:rPr>
              <w:t>سه</w:t>
            </w:r>
            <w:r w:rsidR="000A1758" w:rsidRPr="00BB6861">
              <w:rPr>
                <w:rStyle w:val="Hyperlink"/>
                <w:noProof/>
                <w:rtl/>
              </w:rPr>
              <w:t xml:space="preserve"> </w:t>
            </w:r>
            <w:r w:rsidR="000A1758" w:rsidRPr="00BB6861">
              <w:rPr>
                <w:rStyle w:val="Hyperlink"/>
                <w:rFonts w:hint="eastAsia"/>
                <w:noProof/>
                <w:rtl/>
              </w:rPr>
              <w:t>بار</w:t>
            </w:r>
            <w:r w:rsidR="000A1758" w:rsidRPr="00BB6861">
              <w:rPr>
                <w:rStyle w:val="Hyperlink"/>
                <w:noProof/>
                <w:rtl/>
              </w:rPr>
              <w:t xml:space="preserve"> </w:t>
            </w:r>
            <w:r w:rsidR="000A1758" w:rsidRPr="00BB6861">
              <w:rPr>
                <w:rStyle w:val="Hyperlink"/>
                <w:rFonts w:hint="eastAsia"/>
                <w:noProof/>
                <w:rtl/>
              </w:rPr>
              <w:t>بر</w:t>
            </w:r>
            <w:r w:rsidR="000A1758" w:rsidRPr="00BB6861">
              <w:rPr>
                <w:rStyle w:val="Hyperlink"/>
                <w:noProof/>
                <w:rtl/>
              </w:rPr>
              <w:t xml:space="preserve"> </w:t>
            </w:r>
            <w:r w:rsidR="000A1758" w:rsidRPr="00BB6861">
              <w:rPr>
                <w:rStyle w:val="Hyperlink"/>
                <w:rFonts w:hint="eastAsia"/>
                <w:noProof/>
                <w:rtl/>
              </w:rPr>
              <w:t>محمد</w:t>
            </w:r>
            <w:r w:rsidR="000A1758" w:rsidRPr="00BB6861">
              <w:rPr>
                <w:rStyle w:val="Hyperlink"/>
                <w:noProof/>
                <w:rtl/>
              </w:rPr>
              <w:t xml:space="preserve"> </w:t>
            </w:r>
            <w:r w:rsidR="000A1758" w:rsidRPr="00BB6861">
              <w:rPr>
                <w:rStyle w:val="Hyperlink"/>
                <w:rFonts w:cs="Rafed Alaem" w:hint="eastAsia"/>
                <w:noProof/>
                <w:rtl/>
              </w:rPr>
              <w:t>صلى‌الله‌عليه‌وآله‌وسلم</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بفرست</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Toc33994730 \h</w:instrText>
            </w:r>
            <w:r w:rsidR="000A1758">
              <w:rPr>
                <w:noProof/>
                <w:webHidden/>
                <w:rtl/>
              </w:rPr>
              <w:instrText xml:space="preserve"> </w:instrText>
            </w:r>
            <w:r>
              <w:rPr>
                <w:noProof/>
                <w:webHidden/>
                <w:rtl/>
              </w:rPr>
            </w:r>
            <w:r>
              <w:rPr>
                <w:noProof/>
                <w:webHidden/>
                <w:rtl/>
              </w:rPr>
              <w:fldChar w:fldCharType="separate"/>
            </w:r>
            <w:r w:rsidR="000A1758">
              <w:rPr>
                <w:noProof/>
                <w:webHidden/>
                <w:rtl/>
              </w:rPr>
              <w:t>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31" w:history="1">
            <w:r w:rsidR="000A1758" w:rsidRPr="00BB6861">
              <w:rPr>
                <w:rStyle w:val="Hyperlink"/>
                <w:noProof/>
                <w:rtl/>
              </w:rPr>
              <w:t xml:space="preserve">٣. </w:t>
            </w:r>
            <w:r w:rsidR="000A1758" w:rsidRPr="00BB6861">
              <w:rPr>
                <w:rStyle w:val="Hyperlink"/>
                <w:rFonts w:hint="eastAsia"/>
                <w:noProof/>
                <w:rtl/>
              </w:rPr>
              <w:t>نجات</w:t>
            </w:r>
            <w:r w:rsidR="000A1758" w:rsidRPr="00BB6861">
              <w:rPr>
                <w:rStyle w:val="Hyperlink"/>
                <w:noProof/>
                <w:rtl/>
              </w:rPr>
              <w:t xml:space="preserve"> </w:t>
            </w:r>
            <w:r w:rsidR="000A1758" w:rsidRPr="00BB6861">
              <w:rPr>
                <w:rStyle w:val="Hyperlink"/>
                <w:rFonts w:hint="eastAsia"/>
                <w:noProof/>
                <w:rtl/>
              </w:rPr>
              <w:t>بنى</w:t>
            </w:r>
            <w:r w:rsidR="000A1758" w:rsidRPr="00BB6861">
              <w:rPr>
                <w:rStyle w:val="Hyperlink"/>
                <w:noProof/>
                <w:rtl/>
              </w:rPr>
              <w:t xml:space="preserve"> </w:t>
            </w:r>
            <w:r w:rsidR="000A1758" w:rsidRPr="00BB6861">
              <w:rPr>
                <w:rStyle w:val="Hyperlink"/>
                <w:rFonts w:hint="eastAsia"/>
                <w:noProof/>
                <w:rtl/>
              </w:rPr>
              <w:t>اسراييل</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Toc33994731 \h</w:instrText>
            </w:r>
            <w:r w:rsidR="000A1758">
              <w:rPr>
                <w:noProof/>
                <w:webHidden/>
                <w:rtl/>
              </w:rPr>
              <w:instrText xml:space="preserve"> </w:instrText>
            </w:r>
            <w:r>
              <w:rPr>
                <w:noProof/>
                <w:webHidden/>
                <w:rtl/>
              </w:rPr>
            </w:r>
            <w:r>
              <w:rPr>
                <w:noProof/>
                <w:webHidden/>
                <w:rtl/>
              </w:rPr>
              <w:fldChar w:fldCharType="separate"/>
            </w:r>
            <w:r w:rsidR="000A1758">
              <w:rPr>
                <w:noProof/>
                <w:webHidden/>
                <w:rtl/>
              </w:rPr>
              <w:t>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32" w:history="1">
            <w:r w:rsidR="000A1758" w:rsidRPr="00BB6861">
              <w:rPr>
                <w:rStyle w:val="Hyperlink"/>
                <w:noProof/>
                <w:rtl/>
              </w:rPr>
              <w:t xml:space="preserve">٤. </w:t>
            </w:r>
            <w:r w:rsidR="000A1758" w:rsidRPr="00BB6861">
              <w:rPr>
                <w:rStyle w:val="Hyperlink"/>
                <w:rFonts w:hint="eastAsia"/>
                <w:noProof/>
                <w:rtl/>
              </w:rPr>
              <w:t>توصيه</w:t>
            </w:r>
            <w:r w:rsidR="000A1758" w:rsidRPr="00BB6861">
              <w:rPr>
                <w:rStyle w:val="Hyperlink"/>
                <w:noProof/>
                <w:rtl/>
              </w:rPr>
              <w:t xml:space="preserve"> </w:t>
            </w:r>
            <w:r w:rsidR="000A1758" w:rsidRPr="00BB6861">
              <w:rPr>
                <w:rStyle w:val="Hyperlink"/>
                <w:rFonts w:hint="eastAsia"/>
                <w:noProof/>
                <w:rtl/>
              </w:rPr>
              <w:t>خدا</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موسى</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زياد</w:t>
            </w:r>
            <w:r w:rsidR="000A1758" w:rsidRPr="00BB6861">
              <w:rPr>
                <w:rStyle w:val="Hyperlink"/>
                <w:noProof/>
                <w:rtl/>
              </w:rPr>
              <w:t>:</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Toc33994732 \h</w:instrText>
            </w:r>
            <w:r w:rsidR="000A1758">
              <w:rPr>
                <w:noProof/>
                <w:webHidden/>
                <w:rtl/>
              </w:rPr>
              <w:instrText xml:space="preserve"> </w:instrText>
            </w:r>
            <w:r>
              <w:rPr>
                <w:noProof/>
                <w:webHidden/>
                <w:rtl/>
              </w:rPr>
            </w:r>
            <w:r>
              <w:rPr>
                <w:noProof/>
                <w:webHidden/>
                <w:rtl/>
              </w:rPr>
              <w:fldChar w:fldCharType="separate"/>
            </w:r>
            <w:r w:rsidR="000A1758">
              <w:rPr>
                <w:noProof/>
                <w:webHidden/>
                <w:rtl/>
              </w:rPr>
              <w:t>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33" w:history="1">
            <w:r w:rsidR="000A1758" w:rsidRPr="00BB6861">
              <w:rPr>
                <w:rStyle w:val="Hyperlink"/>
                <w:noProof/>
                <w:rtl/>
              </w:rPr>
              <w:t xml:space="preserve">٥. </w:t>
            </w:r>
            <w:r w:rsidR="000A1758" w:rsidRPr="00BB6861">
              <w:rPr>
                <w:rStyle w:val="Hyperlink"/>
                <w:rFonts w:hint="eastAsia"/>
                <w:noProof/>
                <w:rtl/>
              </w:rPr>
              <w:t>غلبه</w:t>
            </w:r>
            <w:r w:rsidR="000A1758" w:rsidRPr="00BB6861">
              <w:rPr>
                <w:rStyle w:val="Hyperlink"/>
                <w:noProof/>
                <w:rtl/>
              </w:rPr>
              <w:t xml:space="preserve"> </w:t>
            </w:r>
            <w:r w:rsidR="000A1758" w:rsidRPr="00BB6861">
              <w:rPr>
                <w:rStyle w:val="Hyperlink"/>
                <w:rFonts w:hint="eastAsia"/>
                <w:noProof/>
                <w:rtl/>
              </w:rPr>
              <w:t>يهود</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بركت</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Toc33994733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34" w:history="1">
            <w:r w:rsidR="000A1758" w:rsidRPr="00BB6861">
              <w:rPr>
                <w:rStyle w:val="Hyperlink"/>
                <w:noProof/>
                <w:rtl/>
              </w:rPr>
              <w:t xml:space="preserve">٦.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،علت</w:t>
            </w:r>
            <w:r w:rsidR="000A1758" w:rsidRPr="00BB6861">
              <w:rPr>
                <w:rStyle w:val="Hyperlink"/>
                <w:noProof/>
                <w:rtl/>
              </w:rPr>
              <w:t xml:space="preserve"> </w:t>
            </w:r>
            <w:r w:rsidR="000A1758" w:rsidRPr="00BB6861">
              <w:rPr>
                <w:rStyle w:val="Hyperlink"/>
                <w:rFonts w:hint="eastAsia"/>
                <w:noProof/>
                <w:rtl/>
              </w:rPr>
              <w:t>خليل</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ابراهيم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Toc33994734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735"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دوم</w:t>
            </w:r>
            <w:r w:rsidR="000A1758" w:rsidRPr="00BB6861">
              <w:rPr>
                <w:rStyle w:val="Hyperlink"/>
                <w:noProof/>
                <w:rtl/>
              </w:rPr>
              <w:t xml:space="preserve"> : </w:t>
            </w:r>
            <w:r w:rsidR="000A1758" w:rsidRPr="00BB6861">
              <w:rPr>
                <w:rStyle w:val="Hyperlink"/>
                <w:rFonts w:hint="eastAsia"/>
                <w:noProof/>
                <w:rtl/>
              </w:rPr>
              <w:t>سيره</w:t>
            </w:r>
            <w:r w:rsidR="000A1758" w:rsidRPr="00BB6861">
              <w:rPr>
                <w:rStyle w:val="Hyperlink"/>
                <w:noProof/>
                <w:rtl/>
              </w:rPr>
              <w:t xml:space="preserve"> </w:t>
            </w:r>
            <w:r w:rsidR="000A1758" w:rsidRPr="00BB6861">
              <w:rPr>
                <w:rStyle w:val="Hyperlink"/>
                <w:rFonts w:hint="eastAsia"/>
                <w:noProof/>
                <w:rtl/>
              </w:rPr>
              <w:t>معصومين</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فرستادن</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Toc33994735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36" w:history="1">
            <w:r w:rsidR="000A1758" w:rsidRPr="00BB6861">
              <w:rPr>
                <w:rStyle w:val="Hyperlink"/>
                <w:noProof/>
                <w:rtl/>
              </w:rPr>
              <w:t xml:space="preserve">٧. </w:t>
            </w:r>
            <w:r w:rsidR="000A1758" w:rsidRPr="00BB6861">
              <w:rPr>
                <w:rStyle w:val="Hyperlink"/>
                <w:rFonts w:hint="eastAsia"/>
                <w:noProof/>
                <w:rtl/>
              </w:rPr>
              <w:t>چگونگى</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فرستادن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Toc33994736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37" w:history="1">
            <w:r w:rsidR="000A1758" w:rsidRPr="00BB6861">
              <w:rPr>
                <w:rStyle w:val="Hyperlink"/>
                <w:noProof/>
                <w:rtl/>
              </w:rPr>
              <w:t xml:space="preserve">٨. </w:t>
            </w:r>
            <w:r w:rsidR="000A1758" w:rsidRPr="00BB6861">
              <w:rPr>
                <w:rStyle w:val="Hyperlink"/>
                <w:rFonts w:hint="eastAsia"/>
                <w:noProof/>
                <w:rtl/>
              </w:rPr>
              <w:t>شرط</w:t>
            </w:r>
            <w:r w:rsidR="000A1758" w:rsidRPr="00BB6861">
              <w:rPr>
                <w:rStyle w:val="Hyperlink"/>
                <w:noProof/>
                <w:rtl/>
              </w:rPr>
              <w:t xml:space="preserve"> </w:t>
            </w:r>
            <w:r w:rsidR="000A1758" w:rsidRPr="00BB6861">
              <w:rPr>
                <w:rStyle w:val="Hyperlink"/>
                <w:rFonts w:hint="eastAsia"/>
                <w:noProof/>
                <w:rtl/>
              </w:rPr>
              <w:t>استجابت</w:t>
            </w:r>
            <w:r w:rsidR="000A1758" w:rsidRPr="00BB6861">
              <w:rPr>
                <w:rStyle w:val="Hyperlink"/>
                <w:noProof/>
                <w:rtl/>
              </w:rPr>
              <w:t xml:space="preserve"> </w:t>
            </w:r>
            <w:r w:rsidR="000A1758" w:rsidRPr="00BB6861">
              <w:rPr>
                <w:rStyle w:val="Hyperlink"/>
                <w:rFonts w:hint="eastAsia"/>
                <w:noProof/>
                <w:rtl/>
              </w:rPr>
              <w:t>دعاى</w:t>
            </w:r>
            <w:r w:rsidR="000A1758" w:rsidRPr="00BB6861">
              <w:rPr>
                <w:rStyle w:val="Hyperlink"/>
                <w:noProof/>
                <w:rtl/>
              </w:rPr>
              <w:t xml:space="preserve"> </w:t>
            </w:r>
            <w:r w:rsidR="000A1758" w:rsidRPr="00BB6861">
              <w:rPr>
                <w:rStyle w:val="Hyperlink"/>
                <w:rFonts w:hint="eastAsia"/>
                <w:noProof/>
                <w:rtl/>
              </w:rPr>
              <w:t>امت</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Toc33994737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38" w:history="1">
            <w:r w:rsidR="000A1758" w:rsidRPr="00BB6861">
              <w:rPr>
                <w:rStyle w:val="Hyperlink"/>
                <w:noProof/>
                <w:rtl/>
              </w:rPr>
              <w:t>٩.</w:t>
            </w:r>
            <w:r w:rsidR="000A1758" w:rsidRPr="00BB6861">
              <w:rPr>
                <w:rStyle w:val="Hyperlink"/>
                <w:rFonts w:hint="eastAsia"/>
                <w:noProof/>
                <w:rtl/>
              </w:rPr>
              <w:t>سيره</w:t>
            </w:r>
            <w:r w:rsidR="000A1758" w:rsidRPr="00BB6861">
              <w:rPr>
                <w:rStyle w:val="Hyperlink"/>
                <w:noProof/>
                <w:rtl/>
              </w:rPr>
              <w:t xml:space="preserve"> </w:t>
            </w:r>
            <w:r w:rsidR="000A1758" w:rsidRPr="00BB6861">
              <w:rPr>
                <w:rStyle w:val="Hyperlink"/>
                <w:rFonts w:hint="eastAsia"/>
                <w:noProof/>
                <w:rtl/>
              </w:rPr>
              <w:t>امام</w:t>
            </w:r>
            <w:r w:rsidR="000A1758" w:rsidRPr="00BB6861">
              <w:rPr>
                <w:rStyle w:val="Hyperlink"/>
                <w:noProof/>
                <w:rtl/>
              </w:rPr>
              <w:t xml:space="preserve"> </w:t>
            </w:r>
            <w:r w:rsidR="000A1758" w:rsidRPr="00BB6861">
              <w:rPr>
                <w:rStyle w:val="Hyperlink"/>
                <w:rFonts w:hint="eastAsia"/>
                <w:noProof/>
                <w:rtl/>
              </w:rPr>
              <w:t>سجاد</w:t>
            </w:r>
            <w:r w:rsidR="000A1758" w:rsidRPr="00BB6861">
              <w:rPr>
                <w:rStyle w:val="Hyperlink"/>
                <w:noProof/>
                <w:rtl/>
              </w:rPr>
              <w:t xml:space="preserve"> </w:t>
            </w:r>
            <w:r w:rsidR="000A1758" w:rsidRPr="00BB6861">
              <w:rPr>
                <w:rStyle w:val="Hyperlink"/>
                <w:rFonts w:cs="Rafed Alaem" w:hint="eastAsia"/>
                <w:noProof/>
                <w:rtl/>
              </w:rPr>
              <w:t>عليها‌السلام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Toc33994738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39" w:history="1">
            <w:r w:rsidR="000A1758" w:rsidRPr="00BB6861">
              <w:rPr>
                <w:rStyle w:val="Hyperlink"/>
                <w:noProof/>
                <w:rtl/>
              </w:rPr>
              <w:t xml:space="preserve">١٠.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هم</w:t>
            </w:r>
            <w:r w:rsidR="000A1758" w:rsidRPr="00BB6861">
              <w:rPr>
                <w:rStyle w:val="Hyperlink"/>
                <w:noProof/>
                <w:rtl/>
              </w:rPr>
              <w:t xml:space="preserve"> </w:t>
            </w:r>
            <w:r w:rsidR="000A1758" w:rsidRPr="00BB6861">
              <w:rPr>
                <w:rStyle w:val="Hyperlink"/>
                <w:rFonts w:hint="eastAsia"/>
                <w:noProof/>
                <w:rtl/>
              </w:rPr>
              <w:t>وزن</w:t>
            </w:r>
            <w:r w:rsidR="000A1758" w:rsidRPr="00BB6861">
              <w:rPr>
                <w:rStyle w:val="Hyperlink"/>
                <w:noProof/>
                <w:rtl/>
              </w:rPr>
              <w:t xml:space="preserve"> </w:t>
            </w:r>
            <w:r w:rsidR="000A1758" w:rsidRPr="00BB6861">
              <w:rPr>
                <w:rStyle w:val="Hyperlink"/>
                <w:rFonts w:hint="eastAsia"/>
                <w:noProof/>
                <w:rtl/>
              </w:rPr>
              <w:t>عرش</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Toc33994739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40" w:history="1">
            <w:r w:rsidR="000A1758" w:rsidRPr="00BB6861">
              <w:rPr>
                <w:rStyle w:val="Hyperlink"/>
                <w:noProof/>
                <w:rtl/>
              </w:rPr>
              <w:t xml:space="preserve">١١.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شفاعت</w:t>
            </w:r>
            <w:r w:rsidR="000A1758" w:rsidRPr="00BB6861">
              <w:rPr>
                <w:rStyle w:val="Hyperlink"/>
                <w:noProof/>
                <w:rtl/>
              </w:rPr>
              <w:t xml:space="preserve"> </w:t>
            </w:r>
            <w:r w:rsidR="000A1758" w:rsidRPr="00BB6861">
              <w:rPr>
                <w:rStyle w:val="Hyperlink"/>
                <w:rFonts w:hint="eastAsia"/>
                <w:noProof/>
                <w:rtl/>
              </w:rPr>
              <w:t>كننده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Toc33994740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41" w:history="1">
            <w:r w:rsidR="000A1758" w:rsidRPr="00BB6861">
              <w:rPr>
                <w:rStyle w:val="Hyperlink"/>
                <w:noProof/>
                <w:rtl/>
              </w:rPr>
              <w:t xml:space="preserve">١٢. </w:t>
            </w:r>
            <w:r w:rsidR="000A1758" w:rsidRPr="00BB6861">
              <w:rPr>
                <w:rStyle w:val="Hyperlink"/>
                <w:rFonts w:hint="eastAsia"/>
                <w:noProof/>
                <w:rtl/>
              </w:rPr>
              <w:t>شادكردن</w:t>
            </w:r>
            <w:r w:rsidR="000A1758" w:rsidRPr="00BB6861">
              <w:rPr>
                <w:rStyle w:val="Hyperlink"/>
                <w:noProof/>
                <w:rtl/>
              </w:rPr>
              <w:t xml:space="preserve"> </w:t>
            </w:r>
            <w:r w:rsidR="000A1758" w:rsidRPr="00BB6861">
              <w:rPr>
                <w:rStyle w:val="Hyperlink"/>
                <w:rFonts w:hint="eastAsia"/>
                <w:noProof/>
                <w:rtl/>
              </w:rPr>
              <w:t>رسول</w:t>
            </w:r>
            <w:r w:rsidR="000A1758" w:rsidRPr="00BB6861">
              <w:rPr>
                <w:rStyle w:val="Hyperlink"/>
                <w:noProof/>
                <w:rtl/>
              </w:rPr>
              <w:t xml:space="preserve"> </w:t>
            </w:r>
            <w:r w:rsidR="000A1758" w:rsidRPr="00BB6861">
              <w:rPr>
                <w:rStyle w:val="Hyperlink"/>
                <w:rFonts w:hint="eastAsia"/>
                <w:noProof/>
                <w:rtl/>
              </w:rPr>
              <w:t>خدا</w:t>
            </w:r>
            <w:r w:rsidR="000A1758" w:rsidRPr="00BB6861">
              <w:rPr>
                <w:rStyle w:val="Hyperlink"/>
                <w:noProof/>
                <w:rtl/>
              </w:rPr>
              <w:t xml:space="preserve"> </w:t>
            </w:r>
            <w:r w:rsidR="000A1758" w:rsidRPr="00BB6861">
              <w:rPr>
                <w:rStyle w:val="Hyperlink"/>
                <w:rFonts w:cs="Rafed Alaem" w:hint="eastAsia"/>
                <w:noProof/>
                <w:rtl/>
              </w:rPr>
              <w:t>صلى‌الله‌عليه‌وآله‌وسلم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Toc33994741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42" w:history="1">
            <w:r w:rsidR="000A1758" w:rsidRPr="00BB6861">
              <w:rPr>
                <w:rStyle w:val="Hyperlink"/>
                <w:noProof/>
                <w:rtl/>
              </w:rPr>
              <w:t xml:space="preserve">١٣. </w:t>
            </w:r>
            <w:r w:rsidR="000A1758" w:rsidRPr="00BB6861">
              <w:rPr>
                <w:rStyle w:val="Hyperlink"/>
                <w:rFonts w:hint="eastAsia"/>
                <w:noProof/>
                <w:rtl/>
              </w:rPr>
              <w:t>وقت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امام</w:t>
            </w:r>
            <w:r w:rsidR="000A1758" w:rsidRPr="00BB6861">
              <w:rPr>
                <w:rStyle w:val="Hyperlink"/>
                <w:noProof/>
                <w:rtl/>
              </w:rPr>
              <w:t xml:space="preserve"> </w:t>
            </w:r>
            <w:r w:rsidR="000A1758" w:rsidRPr="00BB6861">
              <w:rPr>
                <w:rStyle w:val="Hyperlink"/>
                <w:rFonts w:hint="eastAsia"/>
                <w:noProof/>
                <w:rtl/>
              </w:rPr>
              <w:t>رضا</w:t>
            </w:r>
            <w:r w:rsidR="000A1758" w:rsidRPr="00BB6861">
              <w:rPr>
                <w:rStyle w:val="Hyperlink"/>
                <w:noProof/>
                <w:rtl/>
              </w:rPr>
              <w:t xml:space="preserve"> </w:t>
            </w:r>
            <w:r w:rsidR="000A1758" w:rsidRPr="00BB6861">
              <w:rPr>
                <w:rStyle w:val="Hyperlink"/>
                <w:rFonts w:cs="Rafed Alaem" w:hint="eastAsia"/>
                <w:noProof/>
                <w:rtl/>
              </w:rPr>
              <w:t>عليها‌السلام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Toc33994742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43" w:history="1">
            <w:r w:rsidR="000A1758" w:rsidRPr="00BB6861">
              <w:rPr>
                <w:rStyle w:val="Hyperlink"/>
                <w:noProof/>
                <w:rtl/>
              </w:rPr>
              <w:t xml:space="preserve">١٤. </w:t>
            </w:r>
            <w:r w:rsidR="000A1758" w:rsidRPr="00BB6861">
              <w:rPr>
                <w:rStyle w:val="Hyperlink"/>
                <w:rFonts w:hint="eastAsia"/>
                <w:noProof/>
                <w:rtl/>
              </w:rPr>
              <w:t>مناظره</w:t>
            </w:r>
            <w:r w:rsidR="000A1758" w:rsidRPr="00BB6861">
              <w:rPr>
                <w:rStyle w:val="Hyperlink"/>
                <w:noProof/>
                <w:rtl/>
              </w:rPr>
              <w:t xml:space="preserve"> </w:t>
            </w:r>
            <w:r w:rsidR="000A1758" w:rsidRPr="00BB6861">
              <w:rPr>
                <w:rStyle w:val="Hyperlink"/>
                <w:rFonts w:hint="eastAsia"/>
                <w:noProof/>
                <w:rtl/>
              </w:rPr>
              <w:t>امام</w:t>
            </w:r>
            <w:r w:rsidR="000A1758" w:rsidRPr="00BB6861">
              <w:rPr>
                <w:rStyle w:val="Hyperlink"/>
                <w:noProof/>
                <w:rtl/>
              </w:rPr>
              <w:t xml:space="preserve"> </w:t>
            </w:r>
            <w:r w:rsidR="000A1758" w:rsidRPr="00BB6861">
              <w:rPr>
                <w:rStyle w:val="Hyperlink"/>
                <w:rFonts w:hint="eastAsia"/>
                <w:noProof/>
                <w:rtl/>
              </w:rPr>
              <w:t>هشتم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Toc33994743 \h</w:instrText>
            </w:r>
            <w:r w:rsidR="000A1758">
              <w:rPr>
                <w:noProof/>
                <w:webHidden/>
                <w:rtl/>
              </w:rPr>
              <w:instrText xml:space="preserve"> </w:instrText>
            </w:r>
            <w:r>
              <w:rPr>
                <w:noProof/>
                <w:webHidden/>
                <w:rtl/>
              </w:rPr>
            </w:r>
            <w:r>
              <w:rPr>
                <w:noProof/>
                <w:webHidden/>
                <w:rtl/>
              </w:rPr>
              <w:fldChar w:fldCharType="separate"/>
            </w:r>
            <w:r w:rsidR="000A1758">
              <w:rPr>
                <w:noProof/>
                <w:webHidden/>
                <w:rtl/>
              </w:rPr>
              <w:t>20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44" w:history="1">
            <w:r w:rsidR="000A1758" w:rsidRPr="00BB6861">
              <w:rPr>
                <w:rStyle w:val="Hyperlink"/>
                <w:noProof/>
                <w:rtl/>
              </w:rPr>
              <w:t xml:space="preserve">١٥. </w:t>
            </w:r>
            <w:r w:rsidR="000A1758" w:rsidRPr="00BB6861">
              <w:rPr>
                <w:rStyle w:val="Hyperlink"/>
                <w:rFonts w:hint="eastAsia"/>
                <w:noProof/>
                <w:rtl/>
              </w:rPr>
              <w:t>عبادت</w:t>
            </w:r>
            <w:r w:rsidR="000A1758" w:rsidRPr="00BB6861">
              <w:rPr>
                <w:rStyle w:val="Hyperlink"/>
                <w:noProof/>
                <w:rtl/>
              </w:rPr>
              <w:t xml:space="preserve"> </w:t>
            </w:r>
            <w:r w:rsidR="000A1758" w:rsidRPr="00BB6861">
              <w:rPr>
                <w:rStyle w:val="Hyperlink"/>
                <w:rFonts w:hint="eastAsia"/>
                <w:noProof/>
                <w:rtl/>
              </w:rPr>
              <w:t>امام</w:t>
            </w:r>
            <w:r w:rsidR="000A1758" w:rsidRPr="00BB6861">
              <w:rPr>
                <w:rStyle w:val="Hyperlink"/>
                <w:noProof/>
                <w:rtl/>
              </w:rPr>
              <w:t xml:space="preserve"> </w:t>
            </w:r>
            <w:r w:rsidR="000A1758" w:rsidRPr="00BB6861">
              <w:rPr>
                <w:rStyle w:val="Hyperlink"/>
                <w:rFonts w:cs="Rafed Alaem" w:hint="eastAsia"/>
                <w:noProof/>
                <w:rtl/>
              </w:rPr>
              <w:t>عليها‌السلام</w:t>
            </w:r>
            <w:r w:rsidR="000A1758" w:rsidRPr="00BB6861">
              <w:rPr>
                <w:rStyle w:val="Hyperlink"/>
                <w:rFonts w:cs="Rafed Alaem"/>
                <w:noProof/>
                <w:rtl/>
              </w:rPr>
              <w:t xml:space="preserve">  </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سفر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Toc33994744 \h</w:instrText>
            </w:r>
            <w:r w:rsidR="000A1758">
              <w:rPr>
                <w:noProof/>
                <w:webHidden/>
                <w:rtl/>
              </w:rPr>
              <w:instrText xml:space="preserve"> </w:instrText>
            </w:r>
            <w:r>
              <w:rPr>
                <w:noProof/>
                <w:webHidden/>
                <w:rtl/>
              </w:rPr>
            </w:r>
            <w:r>
              <w:rPr>
                <w:noProof/>
                <w:webHidden/>
                <w:rtl/>
              </w:rPr>
              <w:fldChar w:fldCharType="separate"/>
            </w:r>
            <w:r w:rsidR="000A1758">
              <w:rPr>
                <w:noProof/>
                <w:webHidden/>
                <w:rtl/>
              </w:rPr>
              <w:t>21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45" w:history="1">
            <w:r w:rsidR="000A1758" w:rsidRPr="00BB6861">
              <w:rPr>
                <w:rStyle w:val="Hyperlink"/>
                <w:noProof/>
                <w:rtl/>
              </w:rPr>
              <w:t xml:space="preserve">١٦.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دعاى</w:t>
            </w:r>
            <w:r w:rsidR="000A1758" w:rsidRPr="00BB6861">
              <w:rPr>
                <w:rStyle w:val="Hyperlink"/>
                <w:noProof/>
                <w:rtl/>
              </w:rPr>
              <w:t xml:space="preserve"> </w:t>
            </w:r>
            <w:r w:rsidR="000A1758" w:rsidRPr="00BB6861">
              <w:rPr>
                <w:rStyle w:val="Hyperlink"/>
                <w:rFonts w:hint="eastAsia"/>
                <w:noProof/>
                <w:rtl/>
              </w:rPr>
              <w:t>امام</w:t>
            </w:r>
            <w:r w:rsidR="000A1758" w:rsidRPr="00BB6861">
              <w:rPr>
                <w:rStyle w:val="Hyperlink"/>
                <w:noProof/>
                <w:rtl/>
              </w:rPr>
              <w:t xml:space="preserve"> </w:t>
            </w:r>
            <w:r w:rsidR="000A1758" w:rsidRPr="00BB6861">
              <w:rPr>
                <w:rStyle w:val="Hyperlink"/>
                <w:rFonts w:hint="eastAsia"/>
                <w:noProof/>
                <w:rtl/>
              </w:rPr>
              <w:t>جواد</w:t>
            </w:r>
            <w:r w:rsidR="000A1758" w:rsidRPr="00BB6861">
              <w:rPr>
                <w:rStyle w:val="Hyperlink"/>
                <w:noProof/>
                <w:rtl/>
              </w:rPr>
              <w:t xml:space="preserve"> </w:t>
            </w:r>
            <w:r w:rsidR="000A1758" w:rsidRPr="00BB6861">
              <w:rPr>
                <w:rStyle w:val="Hyperlink"/>
                <w:rFonts w:cs="Rafed Alaem" w:hint="eastAsia"/>
                <w:noProof/>
                <w:rtl/>
              </w:rPr>
              <w:t>عليها‌السلام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Toc33994745 \h</w:instrText>
            </w:r>
            <w:r w:rsidR="000A1758">
              <w:rPr>
                <w:noProof/>
                <w:webHidden/>
                <w:rtl/>
              </w:rPr>
              <w:instrText xml:space="preserve"> </w:instrText>
            </w:r>
            <w:r>
              <w:rPr>
                <w:noProof/>
                <w:webHidden/>
                <w:rtl/>
              </w:rPr>
            </w:r>
            <w:r>
              <w:rPr>
                <w:noProof/>
                <w:webHidden/>
                <w:rtl/>
              </w:rPr>
              <w:fldChar w:fldCharType="separate"/>
            </w:r>
            <w:r w:rsidR="000A1758">
              <w:rPr>
                <w:noProof/>
                <w:webHidden/>
                <w:rtl/>
              </w:rPr>
              <w:t>22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46" w:history="1">
            <w:r w:rsidR="000A1758" w:rsidRPr="00BB6861">
              <w:rPr>
                <w:rStyle w:val="Hyperlink"/>
                <w:noProof/>
                <w:rtl/>
              </w:rPr>
              <w:t xml:space="preserve">١٧. </w:t>
            </w:r>
            <w:r w:rsidR="000A1758" w:rsidRPr="00BB6861">
              <w:rPr>
                <w:rStyle w:val="Hyperlink"/>
                <w:rFonts w:hint="eastAsia"/>
                <w:noProof/>
                <w:rtl/>
              </w:rPr>
              <w:t>دعاى</w:t>
            </w:r>
            <w:r w:rsidR="000A1758" w:rsidRPr="00BB6861">
              <w:rPr>
                <w:rStyle w:val="Hyperlink"/>
                <w:noProof/>
                <w:rtl/>
              </w:rPr>
              <w:t xml:space="preserve"> </w:t>
            </w:r>
            <w:r w:rsidR="000A1758" w:rsidRPr="00BB6861">
              <w:rPr>
                <w:rStyle w:val="Hyperlink"/>
                <w:rFonts w:hint="eastAsia"/>
                <w:noProof/>
                <w:rtl/>
              </w:rPr>
              <w:t>قبل</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طلوع</w:t>
            </w:r>
            <w:r w:rsidR="000A1758" w:rsidRPr="00BB6861">
              <w:rPr>
                <w:rStyle w:val="Hyperlink"/>
                <w:noProof/>
                <w:rtl/>
              </w:rPr>
              <w:t xml:space="preserve"> </w:t>
            </w:r>
            <w:r w:rsidR="000A1758" w:rsidRPr="00BB6861">
              <w:rPr>
                <w:rStyle w:val="Hyperlink"/>
                <w:rFonts w:hint="eastAsia"/>
                <w:noProof/>
                <w:rtl/>
              </w:rPr>
              <w:t>خورشيد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Toc33994746 \h</w:instrText>
            </w:r>
            <w:r w:rsidR="000A1758">
              <w:rPr>
                <w:noProof/>
                <w:webHidden/>
                <w:rtl/>
              </w:rPr>
              <w:instrText xml:space="preserve"> </w:instrText>
            </w:r>
            <w:r>
              <w:rPr>
                <w:noProof/>
                <w:webHidden/>
                <w:rtl/>
              </w:rPr>
            </w:r>
            <w:r>
              <w:rPr>
                <w:noProof/>
                <w:webHidden/>
                <w:rtl/>
              </w:rPr>
              <w:fldChar w:fldCharType="separate"/>
            </w:r>
            <w:r w:rsidR="000A1758">
              <w:rPr>
                <w:noProof/>
                <w:webHidden/>
                <w:rtl/>
              </w:rPr>
              <w:t>23</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747"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سوم</w:t>
            </w:r>
            <w:r w:rsidR="000A1758" w:rsidRPr="00BB6861">
              <w:rPr>
                <w:rStyle w:val="Hyperlink"/>
                <w:noProof/>
                <w:rtl/>
              </w:rPr>
              <w:t xml:space="preserve"> : </w:t>
            </w:r>
            <w:r w:rsidR="000A1758" w:rsidRPr="00BB6861">
              <w:rPr>
                <w:rStyle w:val="Hyperlink"/>
                <w:rFonts w:hint="eastAsia"/>
                <w:noProof/>
                <w:rtl/>
              </w:rPr>
              <w:t>ثوات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Toc33994747 \h</w:instrText>
            </w:r>
            <w:r w:rsidR="000A1758">
              <w:rPr>
                <w:noProof/>
                <w:webHidden/>
                <w:rtl/>
              </w:rPr>
              <w:instrText xml:space="preserve"> </w:instrText>
            </w:r>
            <w:r>
              <w:rPr>
                <w:noProof/>
                <w:webHidden/>
                <w:rtl/>
              </w:rPr>
            </w:r>
            <w:r>
              <w:rPr>
                <w:noProof/>
                <w:webHidden/>
                <w:rtl/>
              </w:rPr>
              <w:fldChar w:fldCharType="separate"/>
            </w:r>
            <w:r w:rsidR="000A1758">
              <w:rPr>
                <w:noProof/>
                <w:webHidden/>
                <w:rtl/>
              </w:rPr>
              <w:t>24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48" w:history="1">
            <w:r w:rsidR="000A1758" w:rsidRPr="00BB6861">
              <w:rPr>
                <w:rStyle w:val="Hyperlink"/>
                <w:noProof/>
                <w:rtl/>
              </w:rPr>
              <w:t xml:space="preserve">١٨.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كلام</w:t>
            </w:r>
            <w:r w:rsidR="000A1758" w:rsidRPr="00BB6861">
              <w:rPr>
                <w:rStyle w:val="Hyperlink"/>
                <w:noProof/>
                <w:rtl/>
              </w:rPr>
              <w:t xml:space="preserve"> </w:t>
            </w:r>
            <w:r w:rsidR="000A1758" w:rsidRPr="00BB6861">
              <w:rPr>
                <w:rStyle w:val="Hyperlink"/>
                <w:rFonts w:hint="eastAsia"/>
                <w:noProof/>
                <w:rtl/>
              </w:rPr>
              <w:t>الهى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Toc33994748 \h</w:instrText>
            </w:r>
            <w:r w:rsidR="000A1758">
              <w:rPr>
                <w:noProof/>
                <w:webHidden/>
                <w:rtl/>
              </w:rPr>
              <w:instrText xml:space="preserve"> </w:instrText>
            </w:r>
            <w:r>
              <w:rPr>
                <w:noProof/>
                <w:webHidden/>
                <w:rtl/>
              </w:rPr>
            </w:r>
            <w:r>
              <w:rPr>
                <w:noProof/>
                <w:webHidden/>
                <w:rtl/>
              </w:rPr>
              <w:fldChar w:fldCharType="separate"/>
            </w:r>
            <w:r w:rsidR="000A1758">
              <w:rPr>
                <w:noProof/>
                <w:webHidden/>
                <w:rtl/>
              </w:rPr>
              <w:t>24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49" w:history="1">
            <w:r w:rsidR="000A1758" w:rsidRPr="00BB6861">
              <w:rPr>
                <w:rStyle w:val="Hyperlink"/>
                <w:noProof/>
                <w:rtl/>
              </w:rPr>
              <w:t xml:space="preserve">١٩. </w:t>
            </w:r>
            <w:r w:rsidR="000A1758" w:rsidRPr="00BB6861">
              <w:rPr>
                <w:rStyle w:val="Hyperlink"/>
                <w:rFonts w:hint="eastAsia"/>
                <w:noProof/>
                <w:rtl/>
              </w:rPr>
              <w:t>من</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محاسبه</w:t>
            </w:r>
            <w:r w:rsidR="000A1758" w:rsidRPr="00BB6861">
              <w:rPr>
                <w:rStyle w:val="Hyperlink"/>
                <w:noProof/>
                <w:rtl/>
              </w:rPr>
              <w:t xml:space="preserve"> </w:t>
            </w:r>
            <w:r w:rsidR="000A1758" w:rsidRPr="00BB6861">
              <w:rPr>
                <w:rStyle w:val="Hyperlink"/>
                <w:rFonts w:hint="eastAsia"/>
                <w:noProof/>
                <w:rtl/>
              </w:rPr>
              <w:t>ثواب</w:t>
            </w:r>
            <w:r w:rsidR="000A1758" w:rsidRPr="00BB6861">
              <w:rPr>
                <w:rStyle w:val="Hyperlink"/>
                <w:noProof/>
                <w:rtl/>
              </w:rPr>
              <w:t xml:space="preserve"> </w:t>
            </w:r>
            <w:r w:rsidR="000A1758" w:rsidRPr="00BB6861">
              <w:rPr>
                <w:rStyle w:val="Hyperlink"/>
                <w:rFonts w:hint="eastAsia"/>
                <w:noProof/>
                <w:rtl/>
              </w:rPr>
              <w:t>عاجزم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Toc33994749 \h</w:instrText>
            </w:r>
            <w:r w:rsidR="000A1758">
              <w:rPr>
                <w:noProof/>
                <w:webHidden/>
                <w:rtl/>
              </w:rPr>
              <w:instrText xml:space="preserve"> </w:instrText>
            </w:r>
            <w:r>
              <w:rPr>
                <w:noProof/>
                <w:webHidden/>
                <w:rtl/>
              </w:rPr>
            </w:r>
            <w:r>
              <w:rPr>
                <w:noProof/>
                <w:webHidden/>
                <w:rtl/>
              </w:rPr>
              <w:fldChar w:fldCharType="separate"/>
            </w:r>
            <w:r w:rsidR="000A1758">
              <w:rPr>
                <w:noProof/>
                <w:webHidden/>
                <w:rtl/>
              </w:rPr>
              <w:t>25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50" w:history="1">
            <w:r w:rsidR="000A1758" w:rsidRPr="00BB6861">
              <w:rPr>
                <w:rStyle w:val="Hyperlink"/>
                <w:noProof/>
                <w:rtl/>
              </w:rPr>
              <w:t xml:space="preserve">٢٠.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خدا</w:t>
            </w:r>
            <w:r w:rsidR="000A1758" w:rsidRPr="00BB6861">
              <w:rPr>
                <w:rStyle w:val="Hyperlink"/>
                <w:noProof/>
                <w:rtl/>
              </w:rPr>
              <w:t xml:space="preserve"> </w:t>
            </w:r>
            <w:r w:rsidR="000A1758" w:rsidRPr="00BB6861">
              <w:rPr>
                <w:rStyle w:val="Hyperlink"/>
                <w:rFonts w:hint="eastAsia"/>
                <w:noProof/>
                <w:rtl/>
              </w:rPr>
              <w:t>بر</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فرستنده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Toc33994750 \h</w:instrText>
            </w:r>
            <w:r w:rsidR="000A1758">
              <w:rPr>
                <w:noProof/>
                <w:webHidden/>
                <w:rtl/>
              </w:rPr>
              <w:instrText xml:space="preserve"> </w:instrText>
            </w:r>
            <w:r>
              <w:rPr>
                <w:noProof/>
                <w:webHidden/>
                <w:rtl/>
              </w:rPr>
            </w:r>
            <w:r>
              <w:rPr>
                <w:noProof/>
                <w:webHidden/>
                <w:rtl/>
              </w:rPr>
              <w:fldChar w:fldCharType="separate"/>
            </w:r>
            <w:r w:rsidR="000A1758">
              <w:rPr>
                <w:noProof/>
                <w:webHidden/>
                <w:rtl/>
              </w:rPr>
              <w:t>26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51" w:history="1">
            <w:r w:rsidR="000A1758" w:rsidRPr="00BB6861">
              <w:rPr>
                <w:rStyle w:val="Hyperlink"/>
                <w:noProof/>
                <w:rtl/>
              </w:rPr>
              <w:t xml:space="preserve">٢١. </w:t>
            </w:r>
            <w:r w:rsidR="000A1758" w:rsidRPr="00BB6861">
              <w:rPr>
                <w:rStyle w:val="Hyperlink"/>
                <w:rFonts w:hint="eastAsia"/>
                <w:noProof/>
                <w:rtl/>
              </w:rPr>
              <w:t>سؤ</w:t>
            </w:r>
            <w:r w:rsidR="000A1758" w:rsidRPr="00BB6861">
              <w:rPr>
                <w:rStyle w:val="Hyperlink"/>
                <w:noProof/>
                <w:rtl/>
              </w:rPr>
              <w:t xml:space="preserve"> </w:t>
            </w:r>
            <w:r w:rsidR="000A1758" w:rsidRPr="00BB6861">
              <w:rPr>
                <w:rStyle w:val="Hyperlink"/>
                <w:rFonts w:hint="eastAsia"/>
                <w:noProof/>
                <w:rtl/>
              </w:rPr>
              <w:t>ال</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ثواب</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خواب</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Toc33994751 \h</w:instrText>
            </w:r>
            <w:r w:rsidR="000A1758">
              <w:rPr>
                <w:noProof/>
                <w:webHidden/>
                <w:rtl/>
              </w:rPr>
              <w:instrText xml:space="preserve"> </w:instrText>
            </w:r>
            <w:r>
              <w:rPr>
                <w:noProof/>
                <w:webHidden/>
                <w:rtl/>
              </w:rPr>
            </w:r>
            <w:r>
              <w:rPr>
                <w:noProof/>
                <w:webHidden/>
                <w:rtl/>
              </w:rPr>
              <w:fldChar w:fldCharType="separate"/>
            </w:r>
            <w:r w:rsidR="000A1758">
              <w:rPr>
                <w:noProof/>
                <w:webHidden/>
                <w:rtl/>
              </w:rPr>
              <w:t>27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52" w:history="1">
            <w:r w:rsidR="000A1758" w:rsidRPr="00BB6861">
              <w:rPr>
                <w:rStyle w:val="Hyperlink"/>
                <w:noProof/>
                <w:rtl/>
              </w:rPr>
              <w:t xml:space="preserve">٢٢ - </w:t>
            </w:r>
            <w:r w:rsidR="000A1758" w:rsidRPr="00BB6861">
              <w:rPr>
                <w:rStyle w:val="Hyperlink"/>
                <w:rFonts w:hint="eastAsia"/>
                <w:noProof/>
                <w:rtl/>
              </w:rPr>
              <w:t>ثواب</w:t>
            </w:r>
            <w:r w:rsidR="000A1758" w:rsidRPr="00BB6861">
              <w:rPr>
                <w:rStyle w:val="Hyperlink"/>
                <w:noProof/>
                <w:rtl/>
              </w:rPr>
              <w:t xml:space="preserve"> </w:t>
            </w:r>
            <w:r w:rsidR="000A1758" w:rsidRPr="00BB6861">
              <w:rPr>
                <w:rStyle w:val="Hyperlink"/>
                <w:rFonts w:hint="eastAsia"/>
                <w:noProof/>
                <w:rtl/>
              </w:rPr>
              <w:t>ده</w:t>
            </w:r>
            <w:r w:rsidR="000A1758" w:rsidRPr="00BB6861">
              <w:rPr>
                <w:rStyle w:val="Hyperlink"/>
                <w:noProof/>
                <w:rtl/>
              </w:rPr>
              <w:t xml:space="preserve"> </w:t>
            </w:r>
            <w:r w:rsidR="000A1758" w:rsidRPr="00BB6861">
              <w:rPr>
                <w:rStyle w:val="Hyperlink"/>
                <w:rFonts w:hint="eastAsia"/>
                <w:noProof/>
                <w:rtl/>
              </w:rPr>
              <w:t>هزار</w:t>
            </w:r>
            <w:r w:rsidR="000A1758" w:rsidRPr="00BB6861">
              <w:rPr>
                <w:rStyle w:val="Hyperlink"/>
                <w:noProof/>
                <w:rtl/>
              </w:rPr>
              <w:t xml:space="preserve"> </w:t>
            </w:r>
            <w:r w:rsidR="000A1758" w:rsidRPr="00BB6861">
              <w:rPr>
                <w:rStyle w:val="Hyperlink"/>
                <w:rFonts w:hint="eastAsia"/>
                <w:noProof/>
                <w:rtl/>
              </w:rPr>
              <w:t>بار</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Toc33994752 \h</w:instrText>
            </w:r>
            <w:r w:rsidR="000A1758">
              <w:rPr>
                <w:noProof/>
                <w:webHidden/>
                <w:rtl/>
              </w:rPr>
              <w:instrText xml:space="preserve"> </w:instrText>
            </w:r>
            <w:r>
              <w:rPr>
                <w:noProof/>
                <w:webHidden/>
                <w:rtl/>
              </w:rPr>
            </w:r>
            <w:r>
              <w:rPr>
                <w:noProof/>
                <w:webHidden/>
                <w:rtl/>
              </w:rPr>
              <w:fldChar w:fldCharType="separate"/>
            </w:r>
            <w:r w:rsidR="000A1758">
              <w:rPr>
                <w:noProof/>
                <w:webHidden/>
                <w:rtl/>
              </w:rPr>
              <w:t>29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53" w:history="1">
            <w:r w:rsidR="000A1758" w:rsidRPr="00BB6861">
              <w:rPr>
                <w:rStyle w:val="Hyperlink"/>
                <w:noProof/>
                <w:rtl/>
              </w:rPr>
              <w:t xml:space="preserve">٢٣ -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بهترين</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Toc33994753 \h</w:instrText>
            </w:r>
            <w:r w:rsidR="000A1758">
              <w:rPr>
                <w:noProof/>
                <w:webHidden/>
                <w:rtl/>
              </w:rPr>
              <w:instrText xml:space="preserve"> </w:instrText>
            </w:r>
            <w:r>
              <w:rPr>
                <w:noProof/>
                <w:webHidden/>
                <w:rtl/>
              </w:rPr>
            </w:r>
            <w:r>
              <w:rPr>
                <w:noProof/>
                <w:webHidden/>
                <w:rtl/>
              </w:rPr>
              <w:fldChar w:fldCharType="separate"/>
            </w:r>
            <w:r w:rsidR="000A1758">
              <w:rPr>
                <w:noProof/>
                <w:webHidden/>
                <w:rtl/>
              </w:rPr>
              <w:t>31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54" w:history="1">
            <w:r w:rsidR="000A1758" w:rsidRPr="00BB6861">
              <w:rPr>
                <w:rStyle w:val="Hyperlink"/>
                <w:noProof/>
                <w:rtl/>
              </w:rPr>
              <w:t xml:space="preserve">٢٤ -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فرستادن</w:t>
            </w:r>
            <w:r w:rsidR="000A1758" w:rsidRPr="00BB6861">
              <w:rPr>
                <w:rStyle w:val="Hyperlink"/>
                <w:noProof/>
                <w:rtl/>
              </w:rPr>
              <w:t xml:space="preserve"> </w:t>
            </w:r>
            <w:r w:rsidR="000A1758" w:rsidRPr="00BB6861">
              <w:rPr>
                <w:rStyle w:val="Hyperlink"/>
                <w:rFonts w:hint="eastAsia"/>
                <w:noProof/>
                <w:rtl/>
              </w:rPr>
              <w:t>بر</w:t>
            </w:r>
            <w:r w:rsidR="000A1758" w:rsidRPr="00BB6861">
              <w:rPr>
                <w:rStyle w:val="Hyperlink"/>
                <w:noProof/>
                <w:rtl/>
              </w:rPr>
              <w:t xml:space="preserve"> </w:t>
            </w:r>
            <w:r w:rsidR="000A1758" w:rsidRPr="00BB6861">
              <w:rPr>
                <w:rStyle w:val="Hyperlink"/>
                <w:rFonts w:hint="eastAsia"/>
                <w:noProof/>
                <w:rtl/>
              </w:rPr>
              <w:t>محمد</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اهل</w:t>
            </w:r>
            <w:r w:rsidR="000A1758" w:rsidRPr="00BB6861">
              <w:rPr>
                <w:rStyle w:val="Hyperlink"/>
                <w:noProof/>
                <w:rtl/>
              </w:rPr>
              <w:t xml:space="preserve"> </w:t>
            </w:r>
            <w:r w:rsidR="000A1758" w:rsidRPr="00BB6861">
              <w:rPr>
                <w:rStyle w:val="Hyperlink"/>
                <w:rFonts w:hint="eastAsia"/>
                <w:noProof/>
                <w:rtl/>
              </w:rPr>
              <w:t>بيت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Toc33994754 \h</w:instrText>
            </w:r>
            <w:r w:rsidR="000A1758">
              <w:rPr>
                <w:noProof/>
                <w:webHidden/>
                <w:rtl/>
              </w:rPr>
              <w:instrText xml:space="preserve"> </w:instrText>
            </w:r>
            <w:r>
              <w:rPr>
                <w:noProof/>
                <w:webHidden/>
                <w:rtl/>
              </w:rPr>
            </w:r>
            <w:r>
              <w:rPr>
                <w:noProof/>
                <w:webHidden/>
                <w:rtl/>
              </w:rPr>
              <w:fldChar w:fldCharType="separate"/>
            </w:r>
            <w:r w:rsidR="000A1758">
              <w:rPr>
                <w:noProof/>
                <w:webHidden/>
                <w:rtl/>
              </w:rPr>
              <w:t>32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55" w:history="1">
            <w:r w:rsidR="000A1758" w:rsidRPr="00BB6861">
              <w:rPr>
                <w:rStyle w:val="Hyperlink"/>
                <w:noProof/>
                <w:rtl/>
              </w:rPr>
              <w:t xml:space="preserve">٢٥. </w:t>
            </w:r>
            <w:r w:rsidR="000A1758" w:rsidRPr="00BB6861">
              <w:rPr>
                <w:rStyle w:val="Hyperlink"/>
                <w:rFonts w:hint="eastAsia"/>
                <w:noProof/>
                <w:rtl/>
              </w:rPr>
              <w:t>يكبار</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فرستادن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Toc33994755 \h</w:instrText>
            </w:r>
            <w:r w:rsidR="000A1758">
              <w:rPr>
                <w:noProof/>
                <w:webHidden/>
                <w:rtl/>
              </w:rPr>
              <w:instrText xml:space="preserve"> </w:instrText>
            </w:r>
            <w:r>
              <w:rPr>
                <w:noProof/>
                <w:webHidden/>
                <w:rtl/>
              </w:rPr>
            </w:r>
            <w:r>
              <w:rPr>
                <w:noProof/>
                <w:webHidden/>
                <w:rtl/>
              </w:rPr>
              <w:fldChar w:fldCharType="separate"/>
            </w:r>
            <w:r w:rsidR="000A1758">
              <w:rPr>
                <w:noProof/>
                <w:webHidden/>
                <w:rtl/>
              </w:rPr>
              <w:t>33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56" w:history="1">
            <w:r w:rsidR="000A1758" w:rsidRPr="00BB6861">
              <w:rPr>
                <w:rStyle w:val="Hyperlink"/>
                <w:noProof/>
                <w:rtl/>
              </w:rPr>
              <w:t xml:space="preserve">٢٦. </w:t>
            </w:r>
            <w:r w:rsidR="000A1758" w:rsidRPr="00BB6861">
              <w:rPr>
                <w:rStyle w:val="Hyperlink"/>
                <w:rFonts w:hint="eastAsia"/>
                <w:noProof/>
                <w:rtl/>
              </w:rPr>
              <w:t>درود</w:t>
            </w:r>
            <w:r w:rsidR="000A1758" w:rsidRPr="00BB6861">
              <w:rPr>
                <w:rStyle w:val="Hyperlink"/>
                <w:noProof/>
                <w:rtl/>
              </w:rPr>
              <w:t xml:space="preserve"> </w:t>
            </w:r>
            <w:r w:rsidR="000A1758" w:rsidRPr="00BB6861">
              <w:rPr>
                <w:rStyle w:val="Hyperlink"/>
                <w:rFonts w:hint="eastAsia"/>
                <w:noProof/>
                <w:rtl/>
              </w:rPr>
              <w:t>فرشتگان</w:t>
            </w:r>
            <w:r w:rsidR="000A1758" w:rsidRPr="00BB6861">
              <w:rPr>
                <w:rStyle w:val="Hyperlink"/>
                <w:noProof/>
                <w:rtl/>
              </w:rPr>
              <w:t xml:space="preserve"> </w:t>
            </w:r>
            <w:r w:rsidR="000A1758" w:rsidRPr="00BB6861">
              <w:rPr>
                <w:rStyle w:val="Hyperlink"/>
                <w:rFonts w:hint="eastAsia"/>
                <w:noProof/>
                <w:rtl/>
              </w:rPr>
              <w:t>بر</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فرستنده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Toc33994756 \h</w:instrText>
            </w:r>
            <w:r w:rsidR="000A1758">
              <w:rPr>
                <w:noProof/>
                <w:webHidden/>
                <w:rtl/>
              </w:rPr>
              <w:instrText xml:space="preserve"> </w:instrText>
            </w:r>
            <w:r>
              <w:rPr>
                <w:noProof/>
                <w:webHidden/>
                <w:rtl/>
              </w:rPr>
            </w:r>
            <w:r>
              <w:rPr>
                <w:noProof/>
                <w:webHidden/>
                <w:rtl/>
              </w:rPr>
              <w:fldChar w:fldCharType="separate"/>
            </w:r>
            <w:r w:rsidR="000A1758">
              <w:rPr>
                <w:noProof/>
                <w:webHidden/>
                <w:rtl/>
              </w:rPr>
              <w:t>34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57" w:history="1">
            <w:r w:rsidR="000A1758" w:rsidRPr="00BB6861">
              <w:rPr>
                <w:rStyle w:val="Hyperlink"/>
                <w:noProof/>
                <w:rtl/>
              </w:rPr>
              <w:t xml:space="preserve">٢٧.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درود</w:t>
            </w:r>
            <w:r w:rsidR="000A1758" w:rsidRPr="00BB6861">
              <w:rPr>
                <w:rStyle w:val="Hyperlink"/>
                <w:noProof/>
                <w:rtl/>
              </w:rPr>
              <w:t xml:space="preserve"> </w:t>
            </w:r>
            <w:r w:rsidR="000A1758" w:rsidRPr="00BB6861">
              <w:rPr>
                <w:rStyle w:val="Hyperlink"/>
                <w:rFonts w:hint="eastAsia"/>
                <w:noProof/>
                <w:rtl/>
              </w:rPr>
              <w:t>فرشتگان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Toc33994757 \h</w:instrText>
            </w:r>
            <w:r w:rsidR="000A1758">
              <w:rPr>
                <w:noProof/>
                <w:webHidden/>
                <w:rtl/>
              </w:rPr>
              <w:instrText xml:space="preserve"> </w:instrText>
            </w:r>
            <w:r>
              <w:rPr>
                <w:noProof/>
                <w:webHidden/>
                <w:rtl/>
              </w:rPr>
            </w:r>
            <w:r>
              <w:rPr>
                <w:noProof/>
                <w:webHidden/>
                <w:rtl/>
              </w:rPr>
              <w:fldChar w:fldCharType="separate"/>
            </w:r>
            <w:r w:rsidR="000A1758">
              <w:rPr>
                <w:noProof/>
                <w:webHidden/>
                <w:rtl/>
              </w:rPr>
              <w:t>35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58" w:history="1">
            <w:r w:rsidR="000A1758" w:rsidRPr="00BB6861">
              <w:rPr>
                <w:rStyle w:val="Hyperlink"/>
                <w:noProof/>
                <w:rtl/>
              </w:rPr>
              <w:t xml:space="preserve">٢٨. </w:t>
            </w:r>
            <w:r w:rsidR="000A1758" w:rsidRPr="00BB6861">
              <w:rPr>
                <w:rStyle w:val="Hyperlink"/>
                <w:rFonts w:hint="eastAsia"/>
                <w:noProof/>
                <w:rtl/>
              </w:rPr>
              <w:t>پاداش</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Toc33994758 \h</w:instrText>
            </w:r>
            <w:r w:rsidR="000A1758">
              <w:rPr>
                <w:noProof/>
                <w:webHidden/>
                <w:rtl/>
              </w:rPr>
              <w:instrText xml:space="preserve"> </w:instrText>
            </w:r>
            <w:r>
              <w:rPr>
                <w:noProof/>
                <w:webHidden/>
                <w:rtl/>
              </w:rPr>
            </w:r>
            <w:r>
              <w:rPr>
                <w:noProof/>
                <w:webHidden/>
                <w:rtl/>
              </w:rPr>
              <w:fldChar w:fldCharType="separate"/>
            </w:r>
            <w:r w:rsidR="000A1758">
              <w:rPr>
                <w:noProof/>
                <w:webHidden/>
                <w:rtl/>
              </w:rPr>
              <w:t>36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59" w:history="1">
            <w:r w:rsidR="000A1758" w:rsidRPr="00BB6861">
              <w:rPr>
                <w:rStyle w:val="Hyperlink"/>
                <w:noProof/>
                <w:rtl/>
              </w:rPr>
              <w:t xml:space="preserve">٢٩. </w:t>
            </w:r>
            <w:r w:rsidR="000A1758" w:rsidRPr="00BB6861">
              <w:rPr>
                <w:rStyle w:val="Hyperlink"/>
                <w:rFonts w:hint="eastAsia"/>
                <w:noProof/>
                <w:rtl/>
              </w:rPr>
              <w:t>يك</w:t>
            </w:r>
            <w:r w:rsidR="000A1758" w:rsidRPr="00BB6861">
              <w:rPr>
                <w:rStyle w:val="Hyperlink"/>
                <w:noProof/>
                <w:rtl/>
              </w:rPr>
              <w:t xml:space="preserve"> </w:t>
            </w:r>
            <w:r w:rsidR="000A1758" w:rsidRPr="00BB6861">
              <w:rPr>
                <w:rStyle w:val="Hyperlink"/>
                <w:rFonts w:hint="eastAsia"/>
                <w:noProof/>
                <w:rtl/>
              </w:rPr>
              <w:t>بار</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بخشش</w:t>
            </w:r>
            <w:r w:rsidR="000A1758" w:rsidRPr="00BB6861">
              <w:rPr>
                <w:rStyle w:val="Hyperlink"/>
                <w:noProof/>
                <w:rtl/>
              </w:rPr>
              <w:t xml:space="preserve"> </w:t>
            </w:r>
            <w:r w:rsidR="000A1758" w:rsidRPr="00BB6861">
              <w:rPr>
                <w:rStyle w:val="Hyperlink"/>
                <w:rFonts w:hint="eastAsia"/>
                <w:noProof/>
                <w:rtl/>
              </w:rPr>
              <w:t>ده</w:t>
            </w:r>
            <w:r w:rsidR="000A1758" w:rsidRPr="00BB6861">
              <w:rPr>
                <w:rStyle w:val="Hyperlink"/>
                <w:noProof/>
                <w:rtl/>
              </w:rPr>
              <w:t xml:space="preserve"> </w:t>
            </w:r>
            <w:r w:rsidR="000A1758" w:rsidRPr="00BB6861">
              <w:rPr>
                <w:rStyle w:val="Hyperlink"/>
                <w:rFonts w:hint="eastAsia"/>
                <w:noProof/>
                <w:rtl/>
              </w:rPr>
              <w:t>خطا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Toc33994759 \h</w:instrText>
            </w:r>
            <w:r w:rsidR="000A1758">
              <w:rPr>
                <w:noProof/>
                <w:webHidden/>
                <w:rtl/>
              </w:rPr>
              <w:instrText xml:space="preserve"> </w:instrText>
            </w:r>
            <w:r>
              <w:rPr>
                <w:noProof/>
                <w:webHidden/>
                <w:rtl/>
              </w:rPr>
            </w:r>
            <w:r>
              <w:rPr>
                <w:noProof/>
                <w:webHidden/>
                <w:rtl/>
              </w:rPr>
              <w:fldChar w:fldCharType="separate"/>
            </w:r>
            <w:r w:rsidR="000A1758">
              <w:rPr>
                <w:noProof/>
                <w:webHidden/>
                <w:rtl/>
              </w:rPr>
              <w:t>36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60" w:history="1">
            <w:r w:rsidR="000A1758" w:rsidRPr="00BB6861">
              <w:rPr>
                <w:rStyle w:val="Hyperlink"/>
                <w:noProof/>
                <w:rtl/>
              </w:rPr>
              <w:t xml:space="preserve">٣٠. </w:t>
            </w:r>
            <w:r w:rsidR="000A1758" w:rsidRPr="00BB6861">
              <w:rPr>
                <w:rStyle w:val="Hyperlink"/>
                <w:rFonts w:hint="eastAsia"/>
                <w:noProof/>
                <w:rtl/>
              </w:rPr>
              <w:t>كامل</w:t>
            </w:r>
            <w:r w:rsidR="000A1758" w:rsidRPr="00BB6861">
              <w:rPr>
                <w:rStyle w:val="Hyperlink"/>
                <w:noProof/>
                <w:rtl/>
              </w:rPr>
              <w:t xml:space="preserve"> </w:t>
            </w:r>
            <w:r w:rsidR="000A1758" w:rsidRPr="00BB6861">
              <w:rPr>
                <w:rStyle w:val="Hyperlink"/>
                <w:rFonts w:hint="eastAsia"/>
                <w:noProof/>
                <w:rtl/>
              </w:rPr>
              <w:t>ترين</w:t>
            </w:r>
            <w:r w:rsidR="000A1758" w:rsidRPr="00BB6861">
              <w:rPr>
                <w:rStyle w:val="Hyperlink"/>
                <w:noProof/>
                <w:rtl/>
              </w:rPr>
              <w:t xml:space="preserve"> </w:t>
            </w:r>
            <w:r w:rsidR="000A1758" w:rsidRPr="00BB6861">
              <w:rPr>
                <w:rStyle w:val="Hyperlink"/>
                <w:rFonts w:hint="eastAsia"/>
                <w:noProof/>
                <w:rtl/>
              </w:rPr>
              <w:t>ذكر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Toc33994760 \h</w:instrText>
            </w:r>
            <w:r w:rsidR="000A1758">
              <w:rPr>
                <w:noProof/>
                <w:webHidden/>
                <w:rtl/>
              </w:rPr>
              <w:instrText xml:space="preserve"> </w:instrText>
            </w:r>
            <w:r>
              <w:rPr>
                <w:noProof/>
                <w:webHidden/>
                <w:rtl/>
              </w:rPr>
            </w:r>
            <w:r>
              <w:rPr>
                <w:noProof/>
                <w:webHidden/>
                <w:rtl/>
              </w:rPr>
              <w:fldChar w:fldCharType="separate"/>
            </w:r>
            <w:r w:rsidR="000A1758">
              <w:rPr>
                <w:noProof/>
                <w:webHidden/>
                <w:rtl/>
              </w:rPr>
              <w:t>36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61" w:history="1">
            <w:r w:rsidR="000A1758" w:rsidRPr="00BB6861">
              <w:rPr>
                <w:rStyle w:val="Hyperlink"/>
                <w:noProof/>
                <w:rtl/>
              </w:rPr>
              <w:t xml:space="preserve">٣١.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آغاز</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Toc33994761 \h</w:instrText>
            </w:r>
            <w:r w:rsidR="000A1758">
              <w:rPr>
                <w:noProof/>
                <w:webHidden/>
                <w:rtl/>
              </w:rPr>
              <w:instrText xml:space="preserve"> </w:instrText>
            </w:r>
            <w:r>
              <w:rPr>
                <w:noProof/>
                <w:webHidden/>
                <w:rtl/>
              </w:rPr>
            </w:r>
            <w:r>
              <w:rPr>
                <w:noProof/>
                <w:webHidden/>
                <w:rtl/>
              </w:rPr>
              <w:fldChar w:fldCharType="separate"/>
            </w:r>
            <w:r w:rsidR="000A1758">
              <w:rPr>
                <w:noProof/>
                <w:webHidden/>
                <w:rtl/>
              </w:rPr>
              <w:t>36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62" w:history="1">
            <w:r w:rsidR="000A1758" w:rsidRPr="00BB6861">
              <w:rPr>
                <w:rStyle w:val="Hyperlink"/>
                <w:noProof/>
                <w:rtl/>
              </w:rPr>
              <w:t xml:space="preserve">٣٢. </w:t>
            </w:r>
            <w:r w:rsidR="000A1758" w:rsidRPr="00BB6861">
              <w:rPr>
                <w:rStyle w:val="Hyperlink"/>
                <w:rFonts w:hint="eastAsia"/>
                <w:noProof/>
                <w:rtl/>
              </w:rPr>
              <w:t>محبوب</w:t>
            </w:r>
            <w:r w:rsidR="000A1758" w:rsidRPr="00BB6861">
              <w:rPr>
                <w:rStyle w:val="Hyperlink"/>
                <w:noProof/>
                <w:rtl/>
              </w:rPr>
              <w:t xml:space="preserve"> </w:t>
            </w:r>
            <w:r w:rsidR="000A1758" w:rsidRPr="00BB6861">
              <w:rPr>
                <w:rStyle w:val="Hyperlink"/>
                <w:rFonts w:hint="eastAsia"/>
                <w:noProof/>
                <w:rtl/>
              </w:rPr>
              <w:t>ترين</w:t>
            </w:r>
            <w:r w:rsidR="000A1758" w:rsidRPr="00BB6861">
              <w:rPr>
                <w:rStyle w:val="Hyperlink"/>
                <w:noProof/>
                <w:rtl/>
              </w:rPr>
              <w:t xml:space="preserve"> </w:t>
            </w:r>
            <w:r w:rsidR="000A1758" w:rsidRPr="00BB6861">
              <w:rPr>
                <w:rStyle w:val="Hyperlink"/>
                <w:rFonts w:hint="eastAsia"/>
                <w:noProof/>
                <w:rtl/>
              </w:rPr>
              <w:t>عمل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Toc33994762 \h</w:instrText>
            </w:r>
            <w:r w:rsidR="000A1758">
              <w:rPr>
                <w:noProof/>
                <w:webHidden/>
                <w:rtl/>
              </w:rPr>
              <w:instrText xml:space="preserve"> </w:instrText>
            </w:r>
            <w:r>
              <w:rPr>
                <w:noProof/>
                <w:webHidden/>
                <w:rtl/>
              </w:rPr>
            </w:r>
            <w:r>
              <w:rPr>
                <w:noProof/>
                <w:webHidden/>
                <w:rtl/>
              </w:rPr>
              <w:fldChar w:fldCharType="separate"/>
            </w:r>
            <w:r w:rsidR="000A1758">
              <w:rPr>
                <w:noProof/>
                <w:webHidden/>
                <w:rtl/>
              </w:rPr>
              <w:t>37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63" w:history="1">
            <w:r w:rsidR="000A1758" w:rsidRPr="00BB6861">
              <w:rPr>
                <w:rStyle w:val="Hyperlink"/>
                <w:noProof/>
                <w:rtl/>
              </w:rPr>
              <w:t xml:space="preserve">٣٣. </w:t>
            </w:r>
            <w:r w:rsidR="000A1758" w:rsidRPr="00BB6861">
              <w:rPr>
                <w:rStyle w:val="Hyperlink"/>
                <w:rFonts w:hint="eastAsia"/>
                <w:noProof/>
                <w:rtl/>
              </w:rPr>
              <w:t>بهترين</w:t>
            </w:r>
            <w:r w:rsidR="000A1758" w:rsidRPr="00BB6861">
              <w:rPr>
                <w:rStyle w:val="Hyperlink"/>
                <w:noProof/>
                <w:rtl/>
              </w:rPr>
              <w:t xml:space="preserve"> </w:t>
            </w:r>
            <w:r w:rsidR="000A1758" w:rsidRPr="00BB6861">
              <w:rPr>
                <w:rStyle w:val="Hyperlink"/>
                <w:rFonts w:hint="eastAsia"/>
                <w:noProof/>
                <w:rtl/>
              </w:rPr>
              <w:t>اعمال</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آخرت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Toc33994763 \h</w:instrText>
            </w:r>
            <w:r w:rsidR="000A1758">
              <w:rPr>
                <w:noProof/>
                <w:webHidden/>
                <w:rtl/>
              </w:rPr>
              <w:instrText xml:space="preserve"> </w:instrText>
            </w:r>
            <w:r>
              <w:rPr>
                <w:noProof/>
                <w:webHidden/>
                <w:rtl/>
              </w:rPr>
            </w:r>
            <w:r>
              <w:rPr>
                <w:noProof/>
                <w:webHidden/>
                <w:rtl/>
              </w:rPr>
              <w:fldChar w:fldCharType="separate"/>
            </w:r>
            <w:r w:rsidR="000A1758">
              <w:rPr>
                <w:noProof/>
                <w:webHidden/>
                <w:rtl/>
              </w:rPr>
              <w:t>37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64" w:history="1">
            <w:r w:rsidR="000A1758" w:rsidRPr="00BB6861">
              <w:rPr>
                <w:rStyle w:val="Hyperlink"/>
                <w:noProof/>
                <w:rtl/>
              </w:rPr>
              <w:t xml:space="preserve">٣٤.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هنگام</w:t>
            </w:r>
            <w:r w:rsidR="000A1758" w:rsidRPr="00BB6861">
              <w:rPr>
                <w:rStyle w:val="Hyperlink"/>
                <w:noProof/>
                <w:rtl/>
              </w:rPr>
              <w:t xml:space="preserve"> </w:t>
            </w:r>
            <w:r w:rsidR="000A1758" w:rsidRPr="00BB6861">
              <w:rPr>
                <w:rStyle w:val="Hyperlink"/>
                <w:rFonts w:hint="eastAsia"/>
                <w:noProof/>
                <w:rtl/>
              </w:rPr>
              <w:t>يادآورى</w:t>
            </w:r>
            <w:r w:rsidR="000A1758" w:rsidRPr="00BB6861">
              <w:rPr>
                <w:rStyle w:val="Hyperlink"/>
                <w:noProof/>
                <w:rtl/>
              </w:rPr>
              <w:t xml:space="preserve"> </w:t>
            </w:r>
            <w:r w:rsidR="000A1758" w:rsidRPr="00BB6861">
              <w:rPr>
                <w:rStyle w:val="Hyperlink"/>
                <w:rFonts w:hint="eastAsia"/>
                <w:noProof/>
                <w:rtl/>
              </w:rPr>
              <w:t>نام</w:t>
            </w:r>
            <w:r w:rsidR="000A1758" w:rsidRPr="00BB6861">
              <w:rPr>
                <w:rStyle w:val="Hyperlink"/>
                <w:noProof/>
                <w:rtl/>
              </w:rPr>
              <w:t xml:space="preserve"> </w:t>
            </w:r>
            <w:r w:rsidR="000A1758" w:rsidRPr="00BB6861">
              <w:rPr>
                <w:rStyle w:val="Hyperlink"/>
                <w:rFonts w:hint="eastAsia"/>
                <w:noProof/>
                <w:rtl/>
              </w:rPr>
              <w:t>پروردگار</w:t>
            </w:r>
            <w:r w:rsidR="000A1758" w:rsidRPr="00BB6861">
              <w:rPr>
                <w:rStyle w:val="Hyperlink"/>
                <w:noProof/>
                <w:rtl/>
              </w:rPr>
              <w:t>.</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Toc33994764 \h</w:instrText>
            </w:r>
            <w:r w:rsidR="000A1758">
              <w:rPr>
                <w:noProof/>
                <w:webHidden/>
                <w:rtl/>
              </w:rPr>
              <w:instrText xml:space="preserve"> </w:instrText>
            </w:r>
            <w:r>
              <w:rPr>
                <w:noProof/>
                <w:webHidden/>
                <w:rtl/>
              </w:rPr>
            </w:r>
            <w:r>
              <w:rPr>
                <w:noProof/>
                <w:webHidden/>
                <w:rtl/>
              </w:rPr>
              <w:fldChar w:fldCharType="separate"/>
            </w:r>
            <w:r w:rsidR="000A1758">
              <w:rPr>
                <w:noProof/>
                <w:webHidden/>
                <w:rtl/>
              </w:rPr>
              <w:t>37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65" w:history="1">
            <w:r w:rsidR="000A1758" w:rsidRPr="00BB6861">
              <w:rPr>
                <w:rStyle w:val="Hyperlink"/>
                <w:noProof/>
                <w:rtl/>
              </w:rPr>
              <w:t xml:space="preserve">٣٥. </w:t>
            </w:r>
            <w:r w:rsidR="000A1758" w:rsidRPr="00BB6861">
              <w:rPr>
                <w:rStyle w:val="Hyperlink"/>
                <w:rFonts w:hint="eastAsia"/>
                <w:noProof/>
                <w:rtl/>
              </w:rPr>
              <w:t>همراهى</w:t>
            </w:r>
            <w:r w:rsidR="000A1758" w:rsidRPr="00BB6861">
              <w:rPr>
                <w:rStyle w:val="Hyperlink"/>
                <w:noProof/>
                <w:rtl/>
              </w:rPr>
              <w:t xml:space="preserve"> </w:t>
            </w:r>
            <w:r w:rsidR="000A1758" w:rsidRPr="00BB6861">
              <w:rPr>
                <w:rStyle w:val="Hyperlink"/>
                <w:rFonts w:hint="eastAsia"/>
                <w:noProof/>
                <w:rtl/>
              </w:rPr>
              <w:t>ملايك</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Toc33994765 \h</w:instrText>
            </w:r>
            <w:r w:rsidR="000A1758">
              <w:rPr>
                <w:noProof/>
                <w:webHidden/>
                <w:rtl/>
              </w:rPr>
              <w:instrText xml:space="preserve"> </w:instrText>
            </w:r>
            <w:r>
              <w:rPr>
                <w:noProof/>
                <w:webHidden/>
                <w:rtl/>
              </w:rPr>
            </w:r>
            <w:r>
              <w:rPr>
                <w:noProof/>
                <w:webHidden/>
                <w:rtl/>
              </w:rPr>
              <w:fldChar w:fldCharType="separate"/>
            </w:r>
            <w:r w:rsidR="000A1758">
              <w:rPr>
                <w:noProof/>
                <w:webHidden/>
                <w:rtl/>
              </w:rPr>
              <w:t>38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66" w:history="1">
            <w:r w:rsidR="000A1758" w:rsidRPr="00BB6861">
              <w:rPr>
                <w:rStyle w:val="Hyperlink"/>
                <w:noProof/>
                <w:rtl/>
              </w:rPr>
              <w:t xml:space="preserve">٣٦. </w:t>
            </w:r>
            <w:r w:rsidR="000A1758" w:rsidRPr="00BB6861">
              <w:rPr>
                <w:rStyle w:val="Hyperlink"/>
                <w:rFonts w:hint="eastAsia"/>
                <w:noProof/>
                <w:rtl/>
              </w:rPr>
              <w:t>رهنمود</w:t>
            </w:r>
            <w:r w:rsidR="000A1758" w:rsidRPr="00BB6861">
              <w:rPr>
                <w:rStyle w:val="Hyperlink"/>
                <w:noProof/>
                <w:rtl/>
              </w:rPr>
              <w:t xml:space="preserve"> </w:t>
            </w:r>
            <w:r w:rsidR="000A1758" w:rsidRPr="00BB6861">
              <w:rPr>
                <w:rStyle w:val="Hyperlink"/>
                <w:rFonts w:hint="eastAsia"/>
                <w:noProof/>
                <w:rtl/>
              </w:rPr>
              <w:t>پيامبر</w:t>
            </w:r>
            <w:r w:rsidR="000A1758" w:rsidRPr="00BB6861">
              <w:rPr>
                <w:rStyle w:val="Hyperlink"/>
                <w:noProof/>
                <w:rtl/>
              </w:rPr>
              <w:t xml:space="preserve"> </w:t>
            </w:r>
            <w:r w:rsidR="000A1758" w:rsidRPr="00BB6861">
              <w:rPr>
                <w:rStyle w:val="Hyperlink"/>
                <w:rFonts w:cs="Rafed Alaem" w:hint="eastAsia"/>
                <w:noProof/>
                <w:rtl/>
              </w:rPr>
              <w:t>صلى‌الله‌عليه‌وآله‌وسلم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Toc33994766 \h</w:instrText>
            </w:r>
            <w:r w:rsidR="000A1758">
              <w:rPr>
                <w:noProof/>
                <w:webHidden/>
                <w:rtl/>
              </w:rPr>
              <w:instrText xml:space="preserve"> </w:instrText>
            </w:r>
            <w:r>
              <w:rPr>
                <w:noProof/>
                <w:webHidden/>
                <w:rtl/>
              </w:rPr>
            </w:r>
            <w:r>
              <w:rPr>
                <w:noProof/>
                <w:webHidden/>
                <w:rtl/>
              </w:rPr>
              <w:fldChar w:fldCharType="separate"/>
            </w:r>
            <w:r w:rsidR="000A1758">
              <w:rPr>
                <w:noProof/>
                <w:webHidden/>
                <w:rtl/>
              </w:rPr>
              <w:t>38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67" w:history="1">
            <w:r w:rsidR="000A1758" w:rsidRPr="00BB6861">
              <w:rPr>
                <w:rStyle w:val="Hyperlink"/>
                <w:noProof/>
                <w:rtl/>
              </w:rPr>
              <w:t xml:space="preserve">٣٧. </w:t>
            </w:r>
            <w:r w:rsidR="000A1758" w:rsidRPr="00BB6861">
              <w:rPr>
                <w:rStyle w:val="Hyperlink"/>
                <w:rFonts w:hint="eastAsia"/>
                <w:noProof/>
                <w:rtl/>
              </w:rPr>
              <w:t>هنگام</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دست</w:t>
            </w:r>
            <w:r w:rsidR="000A1758" w:rsidRPr="00BB6861">
              <w:rPr>
                <w:rStyle w:val="Hyperlink"/>
                <w:noProof/>
                <w:rtl/>
              </w:rPr>
              <w:t xml:space="preserve"> </w:t>
            </w:r>
            <w:r w:rsidR="000A1758" w:rsidRPr="00BB6861">
              <w:rPr>
                <w:rStyle w:val="Hyperlink"/>
                <w:rFonts w:hint="eastAsia"/>
                <w:noProof/>
                <w:rtl/>
              </w:rPr>
              <w:t>دادن</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يا</w:t>
            </w:r>
            <w:r w:rsidR="000A1758" w:rsidRPr="00BB6861">
              <w:rPr>
                <w:rStyle w:val="Hyperlink"/>
                <w:noProof/>
                <w:rtl/>
              </w:rPr>
              <w:t xml:space="preserve"> </w:t>
            </w:r>
            <w:r w:rsidR="000A1758" w:rsidRPr="00BB6861">
              <w:rPr>
                <w:rStyle w:val="Hyperlink"/>
                <w:rFonts w:hint="eastAsia"/>
                <w:noProof/>
                <w:rtl/>
              </w:rPr>
              <w:t>نابودى</w:t>
            </w:r>
            <w:r w:rsidR="000A1758" w:rsidRPr="00BB6861">
              <w:rPr>
                <w:rStyle w:val="Hyperlink"/>
                <w:noProof/>
                <w:rtl/>
              </w:rPr>
              <w:t xml:space="preserve"> </w:t>
            </w:r>
            <w:r w:rsidR="000A1758" w:rsidRPr="00BB6861">
              <w:rPr>
                <w:rStyle w:val="Hyperlink"/>
                <w:rFonts w:hint="eastAsia"/>
                <w:noProof/>
                <w:rtl/>
              </w:rPr>
              <w:t>چيزى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Toc33994767 \h</w:instrText>
            </w:r>
            <w:r w:rsidR="000A1758">
              <w:rPr>
                <w:noProof/>
                <w:webHidden/>
                <w:rtl/>
              </w:rPr>
              <w:instrText xml:space="preserve"> </w:instrText>
            </w:r>
            <w:r>
              <w:rPr>
                <w:noProof/>
                <w:webHidden/>
                <w:rtl/>
              </w:rPr>
            </w:r>
            <w:r>
              <w:rPr>
                <w:noProof/>
                <w:webHidden/>
                <w:rtl/>
              </w:rPr>
              <w:fldChar w:fldCharType="separate"/>
            </w:r>
            <w:r w:rsidR="000A1758">
              <w:rPr>
                <w:noProof/>
                <w:webHidden/>
                <w:rtl/>
              </w:rPr>
              <w:t>39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68" w:history="1">
            <w:r w:rsidR="000A1758" w:rsidRPr="00BB6861">
              <w:rPr>
                <w:rStyle w:val="Hyperlink"/>
                <w:noProof/>
                <w:rtl/>
              </w:rPr>
              <w:t xml:space="preserve">٣٨.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خدا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Toc33994768 \h</w:instrText>
            </w:r>
            <w:r w:rsidR="000A1758">
              <w:rPr>
                <w:noProof/>
                <w:webHidden/>
                <w:rtl/>
              </w:rPr>
              <w:instrText xml:space="preserve"> </w:instrText>
            </w:r>
            <w:r>
              <w:rPr>
                <w:noProof/>
                <w:webHidden/>
                <w:rtl/>
              </w:rPr>
            </w:r>
            <w:r>
              <w:rPr>
                <w:noProof/>
                <w:webHidden/>
                <w:rtl/>
              </w:rPr>
              <w:fldChar w:fldCharType="separate"/>
            </w:r>
            <w:r w:rsidR="000A1758">
              <w:rPr>
                <w:noProof/>
                <w:webHidden/>
                <w:rtl/>
              </w:rPr>
              <w:t>39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69" w:history="1">
            <w:r w:rsidR="000A1758" w:rsidRPr="00BB6861">
              <w:rPr>
                <w:rStyle w:val="Hyperlink"/>
                <w:noProof/>
                <w:rtl/>
              </w:rPr>
              <w:t xml:space="preserve">٣٩.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معناى</w:t>
            </w:r>
            <w:r w:rsidR="000A1758" w:rsidRPr="00BB6861">
              <w:rPr>
                <w:rStyle w:val="Hyperlink"/>
                <w:noProof/>
                <w:rtl/>
              </w:rPr>
              <w:t xml:space="preserve"> </w:t>
            </w:r>
            <w:r w:rsidR="000A1758" w:rsidRPr="00BB6861">
              <w:rPr>
                <w:rStyle w:val="Hyperlink"/>
                <w:rFonts w:hint="eastAsia"/>
                <w:noProof/>
                <w:rtl/>
              </w:rPr>
              <w:t>عهد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Toc33994769 \h</w:instrText>
            </w:r>
            <w:r w:rsidR="000A1758">
              <w:rPr>
                <w:noProof/>
                <w:webHidden/>
                <w:rtl/>
              </w:rPr>
              <w:instrText xml:space="preserve"> </w:instrText>
            </w:r>
            <w:r>
              <w:rPr>
                <w:noProof/>
                <w:webHidden/>
                <w:rtl/>
              </w:rPr>
            </w:r>
            <w:r>
              <w:rPr>
                <w:noProof/>
                <w:webHidden/>
                <w:rtl/>
              </w:rPr>
              <w:fldChar w:fldCharType="separate"/>
            </w:r>
            <w:r w:rsidR="000A1758">
              <w:rPr>
                <w:noProof/>
                <w:webHidden/>
                <w:rtl/>
              </w:rPr>
              <w:t>39</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770"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چهارم</w:t>
            </w:r>
            <w:r w:rsidR="000A1758" w:rsidRPr="00BB6861">
              <w:rPr>
                <w:rStyle w:val="Hyperlink"/>
                <w:noProof/>
                <w:rtl/>
              </w:rPr>
              <w:t xml:space="preserve"> : </w:t>
            </w:r>
            <w:r w:rsidR="000A1758" w:rsidRPr="00BB6861">
              <w:rPr>
                <w:rStyle w:val="Hyperlink"/>
                <w:rFonts w:hint="eastAsia"/>
                <w:noProof/>
                <w:rtl/>
              </w:rPr>
              <w:t>بركت</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Toc33994770 \h</w:instrText>
            </w:r>
            <w:r w:rsidR="000A1758">
              <w:rPr>
                <w:noProof/>
                <w:webHidden/>
                <w:rtl/>
              </w:rPr>
              <w:instrText xml:space="preserve"> </w:instrText>
            </w:r>
            <w:r>
              <w:rPr>
                <w:noProof/>
                <w:webHidden/>
                <w:rtl/>
              </w:rPr>
            </w:r>
            <w:r>
              <w:rPr>
                <w:noProof/>
                <w:webHidden/>
                <w:rtl/>
              </w:rPr>
              <w:fldChar w:fldCharType="separate"/>
            </w:r>
            <w:r w:rsidR="000A1758">
              <w:rPr>
                <w:noProof/>
                <w:webHidden/>
                <w:rtl/>
              </w:rPr>
              <w:t>40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71" w:history="1">
            <w:r w:rsidR="000A1758" w:rsidRPr="00BB6861">
              <w:rPr>
                <w:rStyle w:val="Hyperlink"/>
                <w:noProof/>
                <w:rtl/>
              </w:rPr>
              <w:t xml:space="preserve">٤٠. </w:t>
            </w:r>
            <w:r w:rsidR="000A1758" w:rsidRPr="00BB6861">
              <w:rPr>
                <w:rStyle w:val="Hyperlink"/>
                <w:rFonts w:hint="eastAsia"/>
                <w:noProof/>
                <w:rtl/>
              </w:rPr>
              <w:t>باريدن</w:t>
            </w:r>
            <w:r w:rsidR="000A1758" w:rsidRPr="00BB6861">
              <w:rPr>
                <w:rStyle w:val="Hyperlink"/>
                <w:noProof/>
                <w:rtl/>
              </w:rPr>
              <w:t xml:space="preserve"> </w:t>
            </w:r>
            <w:r w:rsidR="000A1758" w:rsidRPr="00BB6861">
              <w:rPr>
                <w:rStyle w:val="Hyperlink"/>
                <w:rFonts w:hint="eastAsia"/>
                <w:noProof/>
                <w:rtl/>
              </w:rPr>
              <w:t>طلا</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آسمان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Toc33994771 \h</w:instrText>
            </w:r>
            <w:r w:rsidR="000A1758">
              <w:rPr>
                <w:noProof/>
                <w:webHidden/>
                <w:rtl/>
              </w:rPr>
              <w:instrText xml:space="preserve"> </w:instrText>
            </w:r>
            <w:r>
              <w:rPr>
                <w:noProof/>
                <w:webHidden/>
                <w:rtl/>
              </w:rPr>
            </w:r>
            <w:r>
              <w:rPr>
                <w:noProof/>
                <w:webHidden/>
                <w:rtl/>
              </w:rPr>
              <w:fldChar w:fldCharType="separate"/>
            </w:r>
            <w:r w:rsidR="000A1758">
              <w:rPr>
                <w:noProof/>
                <w:webHidden/>
                <w:rtl/>
              </w:rPr>
              <w:t>40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72" w:history="1">
            <w:r w:rsidR="000A1758" w:rsidRPr="00BB6861">
              <w:rPr>
                <w:rStyle w:val="Hyperlink"/>
                <w:noProof/>
                <w:rtl/>
              </w:rPr>
              <w:t xml:space="preserve">٤١. </w:t>
            </w:r>
            <w:r w:rsidR="000A1758" w:rsidRPr="00BB6861">
              <w:rPr>
                <w:rStyle w:val="Hyperlink"/>
                <w:rFonts w:hint="eastAsia"/>
                <w:noProof/>
                <w:rtl/>
              </w:rPr>
              <w:t>سه</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شيرين</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عسل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Toc33994772 \h</w:instrText>
            </w:r>
            <w:r w:rsidR="000A1758">
              <w:rPr>
                <w:noProof/>
                <w:webHidden/>
                <w:rtl/>
              </w:rPr>
              <w:instrText xml:space="preserve"> </w:instrText>
            </w:r>
            <w:r>
              <w:rPr>
                <w:noProof/>
                <w:webHidden/>
                <w:rtl/>
              </w:rPr>
            </w:r>
            <w:r>
              <w:rPr>
                <w:noProof/>
                <w:webHidden/>
                <w:rtl/>
              </w:rPr>
              <w:fldChar w:fldCharType="separate"/>
            </w:r>
            <w:r w:rsidR="000A1758">
              <w:rPr>
                <w:noProof/>
                <w:webHidden/>
                <w:rtl/>
              </w:rPr>
              <w:t>42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73" w:history="1">
            <w:r w:rsidR="000A1758" w:rsidRPr="00BB6861">
              <w:rPr>
                <w:rStyle w:val="Hyperlink"/>
                <w:noProof/>
                <w:rtl/>
              </w:rPr>
              <w:t xml:space="preserve">٤٢. </w:t>
            </w:r>
            <w:r w:rsidR="000A1758" w:rsidRPr="00BB6861">
              <w:rPr>
                <w:rStyle w:val="Hyperlink"/>
                <w:rFonts w:hint="eastAsia"/>
                <w:noProof/>
                <w:rtl/>
              </w:rPr>
              <w:t>پر</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پال</w:t>
            </w:r>
            <w:r w:rsidR="000A1758" w:rsidRPr="00BB6861">
              <w:rPr>
                <w:rStyle w:val="Hyperlink"/>
                <w:noProof/>
                <w:rtl/>
              </w:rPr>
              <w:t xml:space="preserve"> </w:t>
            </w:r>
            <w:r w:rsidR="000A1758" w:rsidRPr="00BB6861">
              <w:rPr>
                <w:rStyle w:val="Hyperlink"/>
                <w:rFonts w:hint="eastAsia"/>
                <w:noProof/>
                <w:rtl/>
              </w:rPr>
              <w:t>ملك</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واسطه</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Toc33994773 \h</w:instrText>
            </w:r>
            <w:r w:rsidR="000A1758">
              <w:rPr>
                <w:noProof/>
                <w:webHidden/>
                <w:rtl/>
              </w:rPr>
              <w:instrText xml:space="preserve"> </w:instrText>
            </w:r>
            <w:r>
              <w:rPr>
                <w:noProof/>
                <w:webHidden/>
                <w:rtl/>
              </w:rPr>
            </w:r>
            <w:r>
              <w:rPr>
                <w:noProof/>
                <w:webHidden/>
                <w:rtl/>
              </w:rPr>
              <w:fldChar w:fldCharType="separate"/>
            </w:r>
            <w:r w:rsidR="000A1758">
              <w:rPr>
                <w:noProof/>
                <w:webHidden/>
                <w:rtl/>
              </w:rPr>
              <w:t>43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74" w:history="1">
            <w:r w:rsidR="000A1758" w:rsidRPr="00BB6861">
              <w:rPr>
                <w:rStyle w:val="Hyperlink"/>
                <w:noProof/>
                <w:rtl/>
              </w:rPr>
              <w:t xml:space="preserve">٤٣. </w:t>
            </w:r>
            <w:r w:rsidR="000A1758" w:rsidRPr="00BB6861">
              <w:rPr>
                <w:rStyle w:val="Hyperlink"/>
                <w:rFonts w:hint="eastAsia"/>
                <w:noProof/>
                <w:rtl/>
              </w:rPr>
              <w:t>رفع</w:t>
            </w:r>
            <w:r w:rsidR="000A1758" w:rsidRPr="00BB6861">
              <w:rPr>
                <w:rStyle w:val="Hyperlink"/>
                <w:noProof/>
                <w:rtl/>
              </w:rPr>
              <w:t xml:space="preserve"> </w:t>
            </w:r>
            <w:r w:rsidR="000A1758" w:rsidRPr="00BB6861">
              <w:rPr>
                <w:rStyle w:val="Hyperlink"/>
                <w:rFonts w:hint="eastAsia"/>
                <w:noProof/>
                <w:rtl/>
              </w:rPr>
              <w:t>فقر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Toc33994774 \h</w:instrText>
            </w:r>
            <w:r w:rsidR="000A1758">
              <w:rPr>
                <w:noProof/>
                <w:webHidden/>
                <w:rtl/>
              </w:rPr>
              <w:instrText xml:space="preserve"> </w:instrText>
            </w:r>
            <w:r>
              <w:rPr>
                <w:noProof/>
                <w:webHidden/>
                <w:rtl/>
              </w:rPr>
            </w:r>
            <w:r>
              <w:rPr>
                <w:noProof/>
                <w:webHidden/>
                <w:rtl/>
              </w:rPr>
              <w:fldChar w:fldCharType="separate"/>
            </w:r>
            <w:r w:rsidR="000A1758">
              <w:rPr>
                <w:noProof/>
                <w:webHidden/>
                <w:rtl/>
              </w:rPr>
              <w:t>44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75" w:history="1">
            <w:r w:rsidR="000A1758" w:rsidRPr="00BB6861">
              <w:rPr>
                <w:rStyle w:val="Hyperlink"/>
                <w:noProof/>
                <w:rtl/>
              </w:rPr>
              <w:t xml:space="preserve">٤٥. </w:t>
            </w:r>
            <w:r w:rsidR="000A1758" w:rsidRPr="00BB6861">
              <w:rPr>
                <w:rStyle w:val="Hyperlink"/>
                <w:rFonts w:hint="eastAsia"/>
                <w:noProof/>
                <w:rtl/>
              </w:rPr>
              <w:t>خوشبو</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روى</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بركت</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Toc33994775 \h</w:instrText>
            </w:r>
            <w:r w:rsidR="000A1758">
              <w:rPr>
                <w:noProof/>
                <w:webHidden/>
                <w:rtl/>
              </w:rPr>
              <w:instrText xml:space="preserve"> </w:instrText>
            </w:r>
            <w:r>
              <w:rPr>
                <w:noProof/>
                <w:webHidden/>
                <w:rtl/>
              </w:rPr>
            </w:r>
            <w:r>
              <w:rPr>
                <w:noProof/>
                <w:webHidden/>
                <w:rtl/>
              </w:rPr>
              <w:fldChar w:fldCharType="separate"/>
            </w:r>
            <w:r w:rsidR="000A1758">
              <w:rPr>
                <w:noProof/>
                <w:webHidden/>
                <w:rtl/>
              </w:rPr>
              <w:t>46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76" w:history="1">
            <w:r w:rsidR="000A1758" w:rsidRPr="00BB6861">
              <w:rPr>
                <w:rStyle w:val="Hyperlink"/>
                <w:noProof/>
                <w:rtl/>
              </w:rPr>
              <w:t xml:space="preserve">٤٦. </w:t>
            </w:r>
            <w:r w:rsidR="000A1758" w:rsidRPr="00BB6861">
              <w:rPr>
                <w:rStyle w:val="Hyperlink"/>
                <w:rFonts w:hint="eastAsia"/>
                <w:noProof/>
                <w:rtl/>
              </w:rPr>
              <w:t>بوى</w:t>
            </w:r>
            <w:r w:rsidR="000A1758" w:rsidRPr="00BB6861">
              <w:rPr>
                <w:rStyle w:val="Hyperlink"/>
                <w:noProof/>
                <w:rtl/>
              </w:rPr>
              <w:t xml:space="preserve"> </w:t>
            </w:r>
            <w:r w:rsidR="000A1758" w:rsidRPr="00BB6861">
              <w:rPr>
                <w:rStyle w:val="Hyperlink"/>
                <w:rFonts w:hint="eastAsia"/>
                <w:noProof/>
                <w:rtl/>
              </w:rPr>
              <w:t>خوش</w:t>
            </w:r>
            <w:r w:rsidR="000A1758" w:rsidRPr="00BB6861">
              <w:rPr>
                <w:rStyle w:val="Hyperlink"/>
                <w:noProof/>
                <w:rtl/>
              </w:rPr>
              <w:t xml:space="preserve"> </w:t>
            </w:r>
            <w:r w:rsidR="000A1758" w:rsidRPr="00BB6861">
              <w:rPr>
                <w:rStyle w:val="Hyperlink"/>
                <w:rFonts w:hint="eastAsia"/>
                <w:noProof/>
                <w:rtl/>
              </w:rPr>
              <w:t>دهان</w:t>
            </w:r>
            <w:r w:rsidR="000A1758" w:rsidRPr="00BB6861">
              <w:rPr>
                <w:rStyle w:val="Hyperlink"/>
                <w:noProof/>
                <w:rtl/>
              </w:rPr>
              <w:t xml:space="preserve"> </w:t>
            </w:r>
            <w:r w:rsidR="000A1758" w:rsidRPr="00BB6861">
              <w:rPr>
                <w:rStyle w:val="Hyperlink"/>
                <w:rFonts w:hint="eastAsia"/>
                <w:noProof/>
                <w:rtl/>
              </w:rPr>
              <w:t>فقير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Toc33994776 \h</w:instrText>
            </w:r>
            <w:r w:rsidR="000A1758">
              <w:rPr>
                <w:noProof/>
                <w:webHidden/>
                <w:rtl/>
              </w:rPr>
              <w:instrText xml:space="preserve"> </w:instrText>
            </w:r>
            <w:r>
              <w:rPr>
                <w:noProof/>
                <w:webHidden/>
                <w:rtl/>
              </w:rPr>
            </w:r>
            <w:r>
              <w:rPr>
                <w:noProof/>
                <w:webHidden/>
                <w:rtl/>
              </w:rPr>
              <w:fldChar w:fldCharType="separate"/>
            </w:r>
            <w:r w:rsidR="000A1758">
              <w:rPr>
                <w:noProof/>
                <w:webHidden/>
                <w:rtl/>
              </w:rPr>
              <w:t>47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77" w:history="1">
            <w:r w:rsidR="000A1758" w:rsidRPr="00BB6861">
              <w:rPr>
                <w:rStyle w:val="Hyperlink"/>
                <w:noProof/>
                <w:rtl/>
              </w:rPr>
              <w:t xml:space="preserve">٤٧. </w:t>
            </w:r>
            <w:r w:rsidR="000A1758" w:rsidRPr="00BB6861">
              <w:rPr>
                <w:rStyle w:val="Hyperlink"/>
                <w:rFonts w:hint="eastAsia"/>
                <w:noProof/>
                <w:rtl/>
              </w:rPr>
              <w:t>صلواتى</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اسرار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Toc33994777 \h</w:instrText>
            </w:r>
            <w:r w:rsidR="000A1758">
              <w:rPr>
                <w:noProof/>
                <w:webHidden/>
                <w:rtl/>
              </w:rPr>
              <w:instrText xml:space="preserve"> </w:instrText>
            </w:r>
            <w:r>
              <w:rPr>
                <w:noProof/>
                <w:webHidden/>
                <w:rtl/>
              </w:rPr>
            </w:r>
            <w:r>
              <w:rPr>
                <w:noProof/>
                <w:webHidden/>
                <w:rtl/>
              </w:rPr>
              <w:fldChar w:fldCharType="separate"/>
            </w:r>
            <w:r w:rsidR="000A1758">
              <w:rPr>
                <w:noProof/>
                <w:webHidden/>
                <w:rtl/>
              </w:rPr>
              <w:t>48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78" w:history="1">
            <w:r w:rsidR="000A1758" w:rsidRPr="00BB6861">
              <w:rPr>
                <w:rStyle w:val="Hyperlink"/>
                <w:noProof/>
                <w:rtl/>
              </w:rPr>
              <w:t xml:space="preserve">٤٨ - </w:t>
            </w:r>
            <w:r w:rsidR="000A1758" w:rsidRPr="00BB6861">
              <w:rPr>
                <w:rStyle w:val="Hyperlink"/>
                <w:rFonts w:hint="eastAsia"/>
                <w:noProof/>
                <w:rtl/>
              </w:rPr>
              <w:t>درمان</w:t>
            </w:r>
            <w:r w:rsidR="000A1758" w:rsidRPr="00BB6861">
              <w:rPr>
                <w:rStyle w:val="Hyperlink"/>
                <w:noProof/>
                <w:rtl/>
              </w:rPr>
              <w:t xml:space="preserve"> </w:t>
            </w:r>
            <w:r w:rsidR="000A1758" w:rsidRPr="00BB6861">
              <w:rPr>
                <w:rStyle w:val="Hyperlink"/>
                <w:rFonts w:hint="eastAsia"/>
                <w:noProof/>
                <w:rtl/>
              </w:rPr>
              <w:t>فراموشى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Toc33994778 \h</w:instrText>
            </w:r>
            <w:r w:rsidR="000A1758">
              <w:rPr>
                <w:noProof/>
                <w:webHidden/>
                <w:rtl/>
              </w:rPr>
              <w:instrText xml:space="preserve"> </w:instrText>
            </w:r>
            <w:r>
              <w:rPr>
                <w:noProof/>
                <w:webHidden/>
                <w:rtl/>
              </w:rPr>
            </w:r>
            <w:r>
              <w:rPr>
                <w:noProof/>
                <w:webHidden/>
                <w:rtl/>
              </w:rPr>
              <w:fldChar w:fldCharType="separate"/>
            </w:r>
            <w:r w:rsidR="000A1758">
              <w:rPr>
                <w:noProof/>
                <w:webHidden/>
                <w:rtl/>
              </w:rPr>
              <w:t>49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79" w:history="1">
            <w:r w:rsidR="000A1758" w:rsidRPr="00BB6861">
              <w:rPr>
                <w:rStyle w:val="Hyperlink"/>
                <w:noProof/>
                <w:rtl/>
              </w:rPr>
              <w:t xml:space="preserve">٤٩ - </w:t>
            </w:r>
            <w:r w:rsidR="000A1758" w:rsidRPr="00BB6861">
              <w:rPr>
                <w:rStyle w:val="Hyperlink"/>
                <w:rFonts w:hint="eastAsia"/>
                <w:noProof/>
                <w:rtl/>
              </w:rPr>
              <w:t>اين</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بركات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است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Toc33994779 \h</w:instrText>
            </w:r>
            <w:r w:rsidR="000A1758">
              <w:rPr>
                <w:noProof/>
                <w:webHidden/>
                <w:rtl/>
              </w:rPr>
              <w:instrText xml:space="preserve"> </w:instrText>
            </w:r>
            <w:r>
              <w:rPr>
                <w:noProof/>
                <w:webHidden/>
                <w:rtl/>
              </w:rPr>
            </w:r>
            <w:r>
              <w:rPr>
                <w:noProof/>
                <w:webHidden/>
                <w:rtl/>
              </w:rPr>
              <w:fldChar w:fldCharType="separate"/>
            </w:r>
            <w:r w:rsidR="000A1758">
              <w:rPr>
                <w:noProof/>
                <w:webHidden/>
                <w:rtl/>
              </w:rPr>
              <w:t>49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80" w:history="1">
            <w:r w:rsidR="000A1758" w:rsidRPr="00BB6861">
              <w:rPr>
                <w:rStyle w:val="Hyperlink"/>
                <w:noProof/>
                <w:rtl/>
              </w:rPr>
              <w:t xml:space="preserve">٥١. </w:t>
            </w:r>
            <w:r w:rsidR="000A1758" w:rsidRPr="00BB6861">
              <w:rPr>
                <w:rStyle w:val="Hyperlink"/>
                <w:rFonts w:hint="eastAsia"/>
                <w:noProof/>
                <w:rtl/>
              </w:rPr>
              <w:t>رفع</w:t>
            </w:r>
            <w:r w:rsidR="000A1758" w:rsidRPr="00BB6861">
              <w:rPr>
                <w:rStyle w:val="Hyperlink"/>
                <w:noProof/>
                <w:rtl/>
              </w:rPr>
              <w:t xml:space="preserve"> </w:t>
            </w:r>
            <w:r w:rsidR="000A1758" w:rsidRPr="00BB6861">
              <w:rPr>
                <w:rStyle w:val="Hyperlink"/>
                <w:rFonts w:hint="eastAsia"/>
                <w:noProof/>
                <w:rtl/>
              </w:rPr>
              <w:t>فقر</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واسطه</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Toc33994780 \h</w:instrText>
            </w:r>
            <w:r w:rsidR="000A1758">
              <w:rPr>
                <w:noProof/>
                <w:webHidden/>
                <w:rtl/>
              </w:rPr>
              <w:instrText xml:space="preserve"> </w:instrText>
            </w:r>
            <w:r>
              <w:rPr>
                <w:noProof/>
                <w:webHidden/>
                <w:rtl/>
              </w:rPr>
            </w:r>
            <w:r>
              <w:rPr>
                <w:noProof/>
                <w:webHidden/>
                <w:rtl/>
              </w:rPr>
              <w:fldChar w:fldCharType="separate"/>
            </w:r>
            <w:r w:rsidR="000A1758">
              <w:rPr>
                <w:noProof/>
                <w:webHidden/>
                <w:rtl/>
              </w:rPr>
              <w:t>51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81" w:history="1">
            <w:r w:rsidR="000A1758" w:rsidRPr="00BB6861">
              <w:rPr>
                <w:rStyle w:val="Hyperlink"/>
                <w:noProof/>
                <w:rtl/>
              </w:rPr>
              <w:t xml:space="preserve">٥٢. </w:t>
            </w:r>
            <w:r w:rsidR="000A1758" w:rsidRPr="00BB6861">
              <w:rPr>
                <w:rStyle w:val="Hyperlink"/>
                <w:rFonts w:hint="eastAsia"/>
                <w:noProof/>
                <w:rtl/>
              </w:rPr>
              <w:t>رفع</w:t>
            </w:r>
            <w:r w:rsidR="000A1758" w:rsidRPr="00BB6861">
              <w:rPr>
                <w:rStyle w:val="Hyperlink"/>
                <w:noProof/>
                <w:rtl/>
              </w:rPr>
              <w:t xml:space="preserve"> </w:t>
            </w:r>
            <w:r w:rsidR="000A1758" w:rsidRPr="00BB6861">
              <w:rPr>
                <w:rStyle w:val="Hyperlink"/>
                <w:rFonts w:hint="eastAsia"/>
                <w:noProof/>
                <w:rtl/>
              </w:rPr>
              <w:t>نفاق</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Toc33994781 \h</w:instrText>
            </w:r>
            <w:r w:rsidR="000A1758">
              <w:rPr>
                <w:noProof/>
                <w:webHidden/>
                <w:rtl/>
              </w:rPr>
              <w:instrText xml:space="preserve"> </w:instrText>
            </w:r>
            <w:r>
              <w:rPr>
                <w:noProof/>
                <w:webHidden/>
                <w:rtl/>
              </w:rPr>
            </w:r>
            <w:r>
              <w:rPr>
                <w:noProof/>
                <w:webHidden/>
                <w:rtl/>
              </w:rPr>
              <w:fldChar w:fldCharType="separate"/>
            </w:r>
            <w:r w:rsidR="000A1758">
              <w:rPr>
                <w:noProof/>
                <w:webHidden/>
                <w:rtl/>
              </w:rPr>
              <w:t>51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82" w:history="1">
            <w:r w:rsidR="000A1758" w:rsidRPr="00BB6861">
              <w:rPr>
                <w:rStyle w:val="Hyperlink"/>
                <w:noProof/>
                <w:rtl/>
              </w:rPr>
              <w:t xml:space="preserve">٥٣. </w:t>
            </w:r>
            <w:r w:rsidR="000A1758" w:rsidRPr="00BB6861">
              <w:rPr>
                <w:rStyle w:val="Hyperlink"/>
                <w:rFonts w:hint="eastAsia"/>
                <w:noProof/>
                <w:rtl/>
              </w:rPr>
              <w:t>رواشدن</w:t>
            </w:r>
            <w:r w:rsidR="000A1758" w:rsidRPr="00BB6861">
              <w:rPr>
                <w:rStyle w:val="Hyperlink"/>
                <w:noProof/>
                <w:rtl/>
              </w:rPr>
              <w:t xml:space="preserve"> </w:t>
            </w:r>
            <w:r w:rsidR="000A1758" w:rsidRPr="00BB6861">
              <w:rPr>
                <w:rStyle w:val="Hyperlink"/>
                <w:rFonts w:hint="eastAsia"/>
                <w:noProof/>
                <w:rtl/>
              </w:rPr>
              <w:t>حاجت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Toc33994782 \h</w:instrText>
            </w:r>
            <w:r w:rsidR="000A1758">
              <w:rPr>
                <w:noProof/>
                <w:webHidden/>
                <w:rtl/>
              </w:rPr>
              <w:instrText xml:space="preserve"> </w:instrText>
            </w:r>
            <w:r>
              <w:rPr>
                <w:noProof/>
                <w:webHidden/>
                <w:rtl/>
              </w:rPr>
            </w:r>
            <w:r>
              <w:rPr>
                <w:noProof/>
                <w:webHidden/>
                <w:rtl/>
              </w:rPr>
              <w:fldChar w:fldCharType="separate"/>
            </w:r>
            <w:r w:rsidR="000A1758">
              <w:rPr>
                <w:noProof/>
                <w:webHidden/>
                <w:rtl/>
              </w:rPr>
              <w:t>51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83" w:history="1">
            <w:r w:rsidR="000A1758" w:rsidRPr="00BB6861">
              <w:rPr>
                <w:rStyle w:val="Hyperlink"/>
                <w:noProof/>
                <w:rtl/>
              </w:rPr>
              <w:t xml:space="preserve">٥٤. </w:t>
            </w:r>
            <w:r w:rsidR="000A1758" w:rsidRPr="00BB6861">
              <w:rPr>
                <w:rStyle w:val="Hyperlink"/>
                <w:rFonts w:hint="eastAsia"/>
                <w:noProof/>
                <w:rtl/>
              </w:rPr>
              <w:t>يك</w:t>
            </w:r>
            <w:r w:rsidR="000A1758" w:rsidRPr="00BB6861">
              <w:rPr>
                <w:rStyle w:val="Hyperlink"/>
                <w:noProof/>
                <w:rtl/>
              </w:rPr>
              <w:t xml:space="preserve"> </w:t>
            </w:r>
            <w:r w:rsidR="000A1758" w:rsidRPr="00BB6861">
              <w:rPr>
                <w:rStyle w:val="Hyperlink"/>
                <w:rFonts w:hint="eastAsia"/>
                <w:noProof/>
                <w:rtl/>
              </w:rPr>
              <w:t>صد</w:t>
            </w:r>
            <w:r w:rsidR="000A1758" w:rsidRPr="00BB6861">
              <w:rPr>
                <w:rStyle w:val="Hyperlink"/>
                <w:noProof/>
                <w:rtl/>
              </w:rPr>
              <w:t xml:space="preserve"> </w:t>
            </w:r>
            <w:r w:rsidR="000A1758" w:rsidRPr="00BB6861">
              <w:rPr>
                <w:rStyle w:val="Hyperlink"/>
                <w:rFonts w:hint="eastAsia"/>
                <w:noProof/>
                <w:rtl/>
              </w:rPr>
              <w:t>بار</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Toc33994783 \h</w:instrText>
            </w:r>
            <w:r w:rsidR="000A1758">
              <w:rPr>
                <w:noProof/>
                <w:webHidden/>
                <w:rtl/>
              </w:rPr>
              <w:instrText xml:space="preserve"> </w:instrText>
            </w:r>
            <w:r>
              <w:rPr>
                <w:noProof/>
                <w:webHidden/>
                <w:rtl/>
              </w:rPr>
            </w:r>
            <w:r>
              <w:rPr>
                <w:noProof/>
                <w:webHidden/>
                <w:rtl/>
              </w:rPr>
              <w:fldChar w:fldCharType="separate"/>
            </w:r>
            <w:r w:rsidR="000A1758">
              <w:rPr>
                <w:noProof/>
                <w:webHidden/>
                <w:rtl/>
              </w:rPr>
              <w:t>51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84" w:history="1">
            <w:r w:rsidR="000A1758" w:rsidRPr="00BB6861">
              <w:rPr>
                <w:rStyle w:val="Hyperlink"/>
                <w:noProof/>
                <w:rtl/>
              </w:rPr>
              <w:t xml:space="preserve">٥٥. </w:t>
            </w:r>
            <w:r w:rsidR="000A1758" w:rsidRPr="00BB6861">
              <w:rPr>
                <w:rStyle w:val="Hyperlink"/>
                <w:rFonts w:hint="eastAsia"/>
                <w:noProof/>
                <w:rtl/>
              </w:rPr>
              <w:t>خلاصى</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دشوارى</w:t>
            </w:r>
            <w:r w:rsidR="000A1758" w:rsidRPr="00BB6861">
              <w:rPr>
                <w:rStyle w:val="Hyperlink"/>
                <w:noProof/>
                <w:rtl/>
              </w:rPr>
              <w:t xml:space="preserve"> </w:t>
            </w:r>
            <w:r w:rsidR="000A1758" w:rsidRPr="00BB6861">
              <w:rPr>
                <w:rStyle w:val="Hyperlink"/>
                <w:rFonts w:hint="eastAsia"/>
                <w:noProof/>
                <w:rtl/>
              </w:rPr>
              <w:t>ها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Toc33994784 \h</w:instrText>
            </w:r>
            <w:r w:rsidR="000A1758">
              <w:rPr>
                <w:noProof/>
                <w:webHidden/>
                <w:rtl/>
              </w:rPr>
              <w:instrText xml:space="preserve"> </w:instrText>
            </w:r>
            <w:r>
              <w:rPr>
                <w:noProof/>
                <w:webHidden/>
                <w:rtl/>
              </w:rPr>
            </w:r>
            <w:r>
              <w:rPr>
                <w:noProof/>
                <w:webHidden/>
                <w:rtl/>
              </w:rPr>
              <w:fldChar w:fldCharType="separate"/>
            </w:r>
            <w:r w:rsidR="000A1758">
              <w:rPr>
                <w:noProof/>
                <w:webHidden/>
                <w:rtl/>
              </w:rPr>
              <w:t>52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85" w:history="1">
            <w:r w:rsidR="000A1758" w:rsidRPr="00BB6861">
              <w:rPr>
                <w:rStyle w:val="Hyperlink"/>
                <w:noProof/>
                <w:rtl/>
              </w:rPr>
              <w:t xml:space="preserve">٥٦. </w:t>
            </w:r>
            <w:r w:rsidR="000A1758" w:rsidRPr="00BB6861">
              <w:rPr>
                <w:rStyle w:val="Hyperlink"/>
                <w:rFonts w:hint="eastAsia"/>
                <w:noProof/>
                <w:rtl/>
              </w:rPr>
              <w:t>هنگام</w:t>
            </w:r>
            <w:r w:rsidR="000A1758" w:rsidRPr="00BB6861">
              <w:rPr>
                <w:rStyle w:val="Hyperlink"/>
                <w:noProof/>
                <w:rtl/>
              </w:rPr>
              <w:t xml:space="preserve"> </w:t>
            </w:r>
            <w:r w:rsidR="000A1758" w:rsidRPr="00BB6861">
              <w:rPr>
                <w:rStyle w:val="Hyperlink"/>
                <w:rFonts w:hint="eastAsia"/>
                <w:noProof/>
                <w:rtl/>
              </w:rPr>
              <w:t>فراموشى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Toc33994785 \h</w:instrText>
            </w:r>
            <w:r w:rsidR="000A1758">
              <w:rPr>
                <w:noProof/>
                <w:webHidden/>
                <w:rtl/>
              </w:rPr>
              <w:instrText xml:space="preserve"> </w:instrText>
            </w:r>
            <w:r>
              <w:rPr>
                <w:noProof/>
                <w:webHidden/>
                <w:rtl/>
              </w:rPr>
            </w:r>
            <w:r>
              <w:rPr>
                <w:noProof/>
                <w:webHidden/>
                <w:rtl/>
              </w:rPr>
              <w:fldChar w:fldCharType="separate"/>
            </w:r>
            <w:r w:rsidR="000A1758">
              <w:rPr>
                <w:noProof/>
                <w:webHidden/>
                <w:rtl/>
              </w:rPr>
              <w:t>53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86" w:history="1">
            <w:r w:rsidR="000A1758" w:rsidRPr="00BB6861">
              <w:rPr>
                <w:rStyle w:val="Hyperlink"/>
                <w:noProof/>
                <w:rtl/>
              </w:rPr>
              <w:t xml:space="preserve">٥٧. </w:t>
            </w:r>
            <w:r w:rsidR="000A1758" w:rsidRPr="00BB6861">
              <w:rPr>
                <w:rStyle w:val="Hyperlink"/>
                <w:rFonts w:hint="eastAsia"/>
                <w:noProof/>
                <w:rtl/>
              </w:rPr>
              <w:t>قبول</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حاجت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Toc33994786 \h</w:instrText>
            </w:r>
            <w:r w:rsidR="000A1758">
              <w:rPr>
                <w:noProof/>
                <w:webHidden/>
                <w:rtl/>
              </w:rPr>
              <w:instrText xml:space="preserve"> </w:instrText>
            </w:r>
            <w:r>
              <w:rPr>
                <w:noProof/>
                <w:webHidden/>
                <w:rtl/>
              </w:rPr>
            </w:r>
            <w:r>
              <w:rPr>
                <w:noProof/>
                <w:webHidden/>
                <w:rtl/>
              </w:rPr>
              <w:fldChar w:fldCharType="separate"/>
            </w:r>
            <w:r w:rsidR="000A1758">
              <w:rPr>
                <w:noProof/>
                <w:webHidden/>
                <w:rtl/>
              </w:rPr>
              <w:t>54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87" w:history="1">
            <w:r w:rsidR="000A1758" w:rsidRPr="00BB6861">
              <w:rPr>
                <w:rStyle w:val="Hyperlink"/>
                <w:noProof/>
                <w:rtl/>
              </w:rPr>
              <w:t xml:space="preserve">٥٨. </w:t>
            </w:r>
            <w:r w:rsidR="000A1758" w:rsidRPr="00BB6861">
              <w:rPr>
                <w:rStyle w:val="Hyperlink"/>
                <w:rFonts w:hint="eastAsia"/>
                <w:noProof/>
                <w:rtl/>
              </w:rPr>
              <w:t>نورانيت</w:t>
            </w:r>
            <w:r w:rsidR="000A1758" w:rsidRPr="00BB6861">
              <w:rPr>
                <w:rStyle w:val="Hyperlink"/>
                <w:noProof/>
                <w:rtl/>
              </w:rPr>
              <w:t xml:space="preserve"> </w:t>
            </w:r>
            <w:r w:rsidR="000A1758" w:rsidRPr="00BB6861">
              <w:rPr>
                <w:rStyle w:val="Hyperlink"/>
                <w:rFonts w:hint="eastAsia"/>
                <w:noProof/>
                <w:rtl/>
              </w:rPr>
              <w:t>دل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Toc33994787 \h</w:instrText>
            </w:r>
            <w:r w:rsidR="000A1758">
              <w:rPr>
                <w:noProof/>
                <w:webHidden/>
                <w:rtl/>
              </w:rPr>
              <w:instrText xml:space="preserve"> </w:instrText>
            </w:r>
            <w:r>
              <w:rPr>
                <w:noProof/>
                <w:webHidden/>
                <w:rtl/>
              </w:rPr>
            </w:r>
            <w:r>
              <w:rPr>
                <w:noProof/>
                <w:webHidden/>
                <w:rtl/>
              </w:rPr>
              <w:fldChar w:fldCharType="separate"/>
            </w:r>
            <w:r w:rsidR="000A1758">
              <w:rPr>
                <w:noProof/>
                <w:webHidden/>
                <w:rtl/>
              </w:rPr>
              <w:t>54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88" w:history="1">
            <w:r w:rsidR="000A1758" w:rsidRPr="00BB6861">
              <w:rPr>
                <w:rStyle w:val="Hyperlink"/>
                <w:noProof/>
                <w:rtl/>
              </w:rPr>
              <w:t xml:space="preserve">٥٩. </w:t>
            </w:r>
            <w:r w:rsidR="000A1758" w:rsidRPr="00BB6861">
              <w:rPr>
                <w:rStyle w:val="Hyperlink"/>
                <w:rFonts w:hint="eastAsia"/>
                <w:noProof/>
                <w:rtl/>
              </w:rPr>
              <w:t>تندرستى</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عافيت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Toc33994788 \h</w:instrText>
            </w:r>
            <w:r w:rsidR="000A1758">
              <w:rPr>
                <w:noProof/>
                <w:webHidden/>
                <w:rtl/>
              </w:rPr>
              <w:instrText xml:space="preserve"> </w:instrText>
            </w:r>
            <w:r>
              <w:rPr>
                <w:noProof/>
                <w:webHidden/>
                <w:rtl/>
              </w:rPr>
            </w:r>
            <w:r>
              <w:rPr>
                <w:noProof/>
                <w:webHidden/>
                <w:rtl/>
              </w:rPr>
              <w:fldChar w:fldCharType="separate"/>
            </w:r>
            <w:r w:rsidR="000A1758">
              <w:rPr>
                <w:noProof/>
                <w:webHidden/>
                <w:rtl/>
              </w:rPr>
              <w:t>55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89" w:history="1">
            <w:r w:rsidR="000A1758" w:rsidRPr="00BB6861">
              <w:rPr>
                <w:rStyle w:val="Hyperlink"/>
                <w:noProof/>
                <w:rtl/>
              </w:rPr>
              <w:t xml:space="preserve">٦٠. </w:t>
            </w:r>
            <w:r w:rsidR="000A1758" w:rsidRPr="00BB6861">
              <w:rPr>
                <w:rStyle w:val="Hyperlink"/>
                <w:rFonts w:hint="eastAsia"/>
                <w:noProof/>
                <w:rtl/>
              </w:rPr>
              <w:t>دعا</w:t>
            </w:r>
            <w:r w:rsidR="000A1758" w:rsidRPr="00BB6861">
              <w:rPr>
                <w:rStyle w:val="Hyperlink"/>
                <w:noProof/>
                <w:rtl/>
              </w:rPr>
              <w:t xml:space="preserve"> </w:t>
            </w:r>
            <w:r w:rsidR="000A1758" w:rsidRPr="00BB6861">
              <w:rPr>
                <w:rStyle w:val="Hyperlink"/>
                <w:rFonts w:hint="eastAsia"/>
                <w:noProof/>
                <w:rtl/>
              </w:rPr>
              <w:t>قبل</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طلوع</w:t>
            </w:r>
            <w:r w:rsidR="000A1758" w:rsidRPr="00BB6861">
              <w:rPr>
                <w:rStyle w:val="Hyperlink"/>
                <w:noProof/>
                <w:rtl/>
              </w:rPr>
              <w:t xml:space="preserve"> </w:t>
            </w:r>
            <w:r w:rsidR="000A1758" w:rsidRPr="00BB6861">
              <w:rPr>
                <w:rStyle w:val="Hyperlink"/>
                <w:rFonts w:hint="eastAsia"/>
                <w:noProof/>
                <w:rtl/>
              </w:rPr>
              <w:t>خورشيد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Toc33994789 \h</w:instrText>
            </w:r>
            <w:r w:rsidR="000A1758">
              <w:rPr>
                <w:noProof/>
                <w:webHidden/>
                <w:rtl/>
              </w:rPr>
              <w:instrText xml:space="preserve"> </w:instrText>
            </w:r>
            <w:r>
              <w:rPr>
                <w:noProof/>
                <w:webHidden/>
                <w:rtl/>
              </w:rPr>
            </w:r>
            <w:r>
              <w:rPr>
                <w:noProof/>
                <w:webHidden/>
                <w:rtl/>
              </w:rPr>
              <w:fldChar w:fldCharType="separate"/>
            </w:r>
            <w:r w:rsidR="000A1758">
              <w:rPr>
                <w:noProof/>
                <w:webHidden/>
                <w:rtl/>
              </w:rPr>
              <w:t>55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90" w:history="1">
            <w:r w:rsidR="000A1758" w:rsidRPr="00BB6861">
              <w:rPr>
                <w:rStyle w:val="Hyperlink"/>
                <w:noProof/>
                <w:rtl/>
              </w:rPr>
              <w:t xml:space="preserve">٦١.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يمن</w:t>
            </w:r>
            <w:r w:rsidR="000A1758" w:rsidRPr="00BB6861">
              <w:rPr>
                <w:rStyle w:val="Hyperlink"/>
                <w:noProof/>
                <w:rtl/>
              </w:rPr>
              <w:t xml:space="preserve"> </w:t>
            </w:r>
            <w:r w:rsidR="000A1758" w:rsidRPr="00BB6861">
              <w:rPr>
                <w:rStyle w:val="Hyperlink"/>
                <w:rFonts w:hint="eastAsia"/>
                <w:noProof/>
                <w:rtl/>
              </w:rPr>
              <w:t>بركت</w:t>
            </w:r>
            <w:r w:rsidR="000A1758" w:rsidRPr="00BB6861">
              <w:rPr>
                <w:rStyle w:val="Hyperlink"/>
                <w:noProof/>
                <w:rtl/>
              </w:rPr>
              <w:t xml:space="preserve"> </w:t>
            </w:r>
            <w:r w:rsidR="000A1758" w:rsidRPr="00BB6861">
              <w:rPr>
                <w:rStyle w:val="Hyperlink"/>
                <w:rFonts w:hint="eastAsia"/>
                <w:noProof/>
                <w:rtl/>
              </w:rPr>
              <w:t>توست</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Toc33994790 \h</w:instrText>
            </w:r>
            <w:r w:rsidR="000A1758">
              <w:rPr>
                <w:noProof/>
                <w:webHidden/>
                <w:rtl/>
              </w:rPr>
              <w:instrText xml:space="preserve"> </w:instrText>
            </w:r>
            <w:r>
              <w:rPr>
                <w:noProof/>
                <w:webHidden/>
                <w:rtl/>
              </w:rPr>
            </w:r>
            <w:r>
              <w:rPr>
                <w:noProof/>
                <w:webHidden/>
                <w:rtl/>
              </w:rPr>
              <w:fldChar w:fldCharType="separate"/>
            </w:r>
            <w:r w:rsidR="000A1758">
              <w:rPr>
                <w:noProof/>
                <w:webHidden/>
                <w:rtl/>
              </w:rPr>
              <w:t>56</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791"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پنجم</w:t>
            </w:r>
            <w:r w:rsidR="000A1758" w:rsidRPr="00BB6861">
              <w:rPr>
                <w:rStyle w:val="Hyperlink"/>
                <w:noProof/>
                <w:rtl/>
              </w:rPr>
              <w:t xml:space="preserve"> :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بخشش</w:t>
            </w:r>
            <w:r w:rsidR="000A1758" w:rsidRPr="00BB6861">
              <w:rPr>
                <w:rStyle w:val="Hyperlink"/>
                <w:noProof/>
                <w:rtl/>
              </w:rPr>
              <w:t xml:space="preserve"> </w:t>
            </w:r>
            <w:r w:rsidR="000A1758" w:rsidRPr="00BB6861">
              <w:rPr>
                <w:rStyle w:val="Hyperlink"/>
                <w:rFonts w:hint="eastAsia"/>
                <w:noProof/>
                <w:rtl/>
              </w:rPr>
              <w:t>گناهان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Toc33994791 \h</w:instrText>
            </w:r>
            <w:r w:rsidR="000A1758">
              <w:rPr>
                <w:noProof/>
                <w:webHidden/>
                <w:rtl/>
              </w:rPr>
              <w:instrText xml:space="preserve"> </w:instrText>
            </w:r>
            <w:r>
              <w:rPr>
                <w:noProof/>
                <w:webHidden/>
                <w:rtl/>
              </w:rPr>
            </w:r>
            <w:r>
              <w:rPr>
                <w:noProof/>
                <w:webHidden/>
                <w:rtl/>
              </w:rPr>
              <w:fldChar w:fldCharType="separate"/>
            </w:r>
            <w:r w:rsidR="000A1758">
              <w:rPr>
                <w:noProof/>
                <w:webHidden/>
                <w:rtl/>
              </w:rPr>
              <w:t>57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92" w:history="1">
            <w:r w:rsidR="000A1758" w:rsidRPr="00BB6861">
              <w:rPr>
                <w:rStyle w:val="Hyperlink"/>
                <w:noProof/>
                <w:rtl/>
              </w:rPr>
              <w:t xml:space="preserve">٦٢. </w:t>
            </w:r>
            <w:r w:rsidR="000A1758" w:rsidRPr="00BB6861">
              <w:rPr>
                <w:rStyle w:val="Hyperlink"/>
                <w:rFonts w:hint="eastAsia"/>
                <w:noProof/>
                <w:rtl/>
              </w:rPr>
              <w:t>انهدام</w:t>
            </w:r>
            <w:r w:rsidR="000A1758" w:rsidRPr="00BB6861">
              <w:rPr>
                <w:rStyle w:val="Hyperlink"/>
                <w:noProof/>
                <w:rtl/>
              </w:rPr>
              <w:t xml:space="preserve"> </w:t>
            </w:r>
            <w:r w:rsidR="000A1758" w:rsidRPr="00BB6861">
              <w:rPr>
                <w:rStyle w:val="Hyperlink"/>
                <w:rFonts w:hint="eastAsia"/>
                <w:noProof/>
                <w:rtl/>
              </w:rPr>
              <w:t>گناهان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Toc33994792 \h</w:instrText>
            </w:r>
            <w:r w:rsidR="000A1758">
              <w:rPr>
                <w:noProof/>
                <w:webHidden/>
                <w:rtl/>
              </w:rPr>
              <w:instrText xml:space="preserve"> </w:instrText>
            </w:r>
            <w:r>
              <w:rPr>
                <w:noProof/>
                <w:webHidden/>
                <w:rtl/>
              </w:rPr>
            </w:r>
            <w:r>
              <w:rPr>
                <w:noProof/>
                <w:webHidden/>
                <w:rtl/>
              </w:rPr>
              <w:fldChar w:fldCharType="separate"/>
            </w:r>
            <w:r w:rsidR="000A1758">
              <w:rPr>
                <w:noProof/>
                <w:webHidden/>
                <w:rtl/>
              </w:rPr>
              <w:t>57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93" w:history="1">
            <w:r w:rsidR="000A1758" w:rsidRPr="00BB6861">
              <w:rPr>
                <w:rStyle w:val="Hyperlink"/>
                <w:noProof/>
                <w:rtl/>
              </w:rPr>
              <w:t xml:space="preserve">٦٣. </w:t>
            </w:r>
            <w:r w:rsidR="000A1758" w:rsidRPr="00BB6861">
              <w:rPr>
                <w:rStyle w:val="Hyperlink"/>
                <w:rFonts w:hint="eastAsia"/>
                <w:noProof/>
                <w:rtl/>
              </w:rPr>
              <w:t>بخش</w:t>
            </w:r>
            <w:r w:rsidR="000A1758" w:rsidRPr="00BB6861">
              <w:rPr>
                <w:rStyle w:val="Hyperlink"/>
                <w:rFonts w:hint="cs"/>
                <w:noProof/>
                <w:rtl/>
              </w:rPr>
              <w:t>ی</w:t>
            </w:r>
            <w:r w:rsidR="000A1758" w:rsidRPr="00BB6861">
              <w:rPr>
                <w:rStyle w:val="Hyperlink"/>
                <w:rFonts w:hint="eastAsia"/>
                <w:noProof/>
                <w:rtl/>
              </w:rPr>
              <w:t>ده</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گناهان</w:t>
            </w:r>
            <w:r w:rsidR="000A1758" w:rsidRPr="00BB6861">
              <w:rPr>
                <w:rStyle w:val="Hyperlink"/>
                <w:noProof/>
                <w:rtl/>
              </w:rPr>
              <w:t xml:space="preserve"> </w:t>
            </w:r>
            <w:r w:rsidR="000A1758" w:rsidRPr="00BB6861">
              <w:rPr>
                <w:rStyle w:val="Hyperlink"/>
                <w:rFonts w:hint="eastAsia"/>
                <w:noProof/>
                <w:rtl/>
              </w:rPr>
              <w:t>آينده</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گذشته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Toc33994793 \h</w:instrText>
            </w:r>
            <w:r w:rsidR="000A1758">
              <w:rPr>
                <w:noProof/>
                <w:webHidden/>
                <w:rtl/>
              </w:rPr>
              <w:instrText xml:space="preserve"> </w:instrText>
            </w:r>
            <w:r>
              <w:rPr>
                <w:noProof/>
                <w:webHidden/>
                <w:rtl/>
              </w:rPr>
            </w:r>
            <w:r>
              <w:rPr>
                <w:noProof/>
                <w:webHidden/>
                <w:rtl/>
              </w:rPr>
              <w:fldChar w:fldCharType="separate"/>
            </w:r>
            <w:r w:rsidR="000A1758">
              <w:rPr>
                <w:noProof/>
                <w:webHidden/>
                <w:rtl/>
              </w:rPr>
              <w:t>57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94" w:history="1">
            <w:r w:rsidR="000A1758" w:rsidRPr="00BB6861">
              <w:rPr>
                <w:rStyle w:val="Hyperlink"/>
                <w:noProof/>
                <w:rtl/>
              </w:rPr>
              <w:t xml:space="preserve">٦٤. </w:t>
            </w:r>
            <w:r w:rsidR="000A1758" w:rsidRPr="00BB6861">
              <w:rPr>
                <w:rStyle w:val="Hyperlink"/>
                <w:rFonts w:hint="eastAsia"/>
                <w:noProof/>
                <w:rtl/>
              </w:rPr>
              <w:t>درود</w:t>
            </w:r>
            <w:r w:rsidR="000A1758" w:rsidRPr="00BB6861">
              <w:rPr>
                <w:rStyle w:val="Hyperlink"/>
                <w:noProof/>
                <w:rtl/>
              </w:rPr>
              <w:t xml:space="preserve"> </w:t>
            </w:r>
            <w:r w:rsidR="000A1758" w:rsidRPr="00BB6861">
              <w:rPr>
                <w:rStyle w:val="Hyperlink"/>
                <w:rFonts w:hint="eastAsia"/>
                <w:noProof/>
                <w:rtl/>
              </w:rPr>
              <w:t>ملايك</w:t>
            </w:r>
            <w:r w:rsidR="000A1758" w:rsidRPr="00BB6861">
              <w:rPr>
                <w:rStyle w:val="Hyperlink"/>
                <w:noProof/>
                <w:rtl/>
              </w:rPr>
              <w:t xml:space="preserve"> </w:t>
            </w:r>
            <w:r w:rsidR="000A1758" w:rsidRPr="00BB6861">
              <w:rPr>
                <w:rStyle w:val="Hyperlink"/>
                <w:rFonts w:hint="eastAsia"/>
                <w:noProof/>
                <w:rtl/>
              </w:rPr>
              <w:t>بر</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فرستنده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Toc33994794 \h</w:instrText>
            </w:r>
            <w:r w:rsidR="000A1758">
              <w:rPr>
                <w:noProof/>
                <w:webHidden/>
                <w:rtl/>
              </w:rPr>
              <w:instrText xml:space="preserve"> </w:instrText>
            </w:r>
            <w:r>
              <w:rPr>
                <w:noProof/>
                <w:webHidden/>
                <w:rtl/>
              </w:rPr>
            </w:r>
            <w:r>
              <w:rPr>
                <w:noProof/>
                <w:webHidden/>
                <w:rtl/>
              </w:rPr>
              <w:fldChar w:fldCharType="separate"/>
            </w:r>
            <w:r w:rsidR="000A1758">
              <w:rPr>
                <w:noProof/>
                <w:webHidden/>
                <w:rtl/>
              </w:rPr>
              <w:t>58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95" w:history="1">
            <w:r w:rsidR="000A1758" w:rsidRPr="00BB6861">
              <w:rPr>
                <w:rStyle w:val="Hyperlink"/>
                <w:noProof/>
                <w:rtl/>
              </w:rPr>
              <w:t xml:space="preserve">٦٥.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هنگام</w:t>
            </w:r>
            <w:r w:rsidR="000A1758" w:rsidRPr="00BB6861">
              <w:rPr>
                <w:rStyle w:val="Hyperlink"/>
                <w:noProof/>
                <w:rtl/>
              </w:rPr>
              <w:t xml:space="preserve"> </w:t>
            </w:r>
            <w:r w:rsidR="000A1758" w:rsidRPr="00BB6861">
              <w:rPr>
                <w:rStyle w:val="Hyperlink"/>
                <w:rFonts w:hint="eastAsia"/>
                <w:noProof/>
                <w:rtl/>
              </w:rPr>
              <w:t>بوييدن</w:t>
            </w:r>
            <w:r w:rsidR="000A1758" w:rsidRPr="00BB6861">
              <w:rPr>
                <w:rStyle w:val="Hyperlink"/>
                <w:noProof/>
                <w:rtl/>
              </w:rPr>
              <w:t xml:space="preserve"> </w:t>
            </w:r>
            <w:r w:rsidR="000A1758" w:rsidRPr="00BB6861">
              <w:rPr>
                <w:rStyle w:val="Hyperlink"/>
                <w:rFonts w:hint="eastAsia"/>
                <w:noProof/>
                <w:rtl/>
              </w:rPr>
              <w:t>گل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Toc33994795 \h</w:instrText>
            </w:r>
            <w:r w:rsidR="000A1758">
              <w:rPr>
                <w:noProof/>
                <w:webHidden/>
                <w:rtl/>
              </w:rPr>
              <w:instrText xml:space="preserve"> </w:instrText>
            </w:r>
            <w:r>
              <w:rPr>
                <w:noProof/>
                <w:webHidden/>
                <w:rtl/>
              </w:rPr>
            </w:r>
            <w:r>
              <w:rPr>
                <w:noProof/>
                <w:webHidden/>
                <w:rtl/>
              </w:rPr>
              <w:fldChar w:fldCharType="separate"/>
            </w:r>
            <w:r w:rsidR="000A1758">
              <w:rPr>
                <w:noProof/>
                <w:webHidden/>
                <w:rtl/>
              </w:rPr>
              <w:t>58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96" w:history="1">
            <w:r w:rsidR="000A1758" w:rsidRPr="00BB6861">
              <w:rPr>
                <w:rStyle w:val="Hyperlink"/>
                <w:noProof/>
                <w:rtl/>
              </w:rPr>
              <w:t xml:space="preserve">٦٦. </w:t>
            </w:r>
            <w:r w:rsidR="000A1758" w:rsidRPr="00BB6861">
              <w:rPr>
                <w:rStyle w:val="Hyperlink"/>
                <w:rFonts w:hint="eastAsia"/>
                <w:noProof/>
                <w:rtl/>
              </w:rPr>
              <w:t>بخشش</w:t>
            </w:r>
            <w:r w:rsidR="000A1758" w:rsidRPr="00BB6861">
              <w:rPr>
                <w:rStyle w:val="Hyperlink"/>
                <w:noProof/>
                <w:rtl/>
              </w:rPr>
              <w:t xml:space="preserve"> </w:t>
            </w:r>
            <w:r w:rsidR="000A1758" w:rsidRPr="00BB6861">
              <w:rPr>
                <w:rStyle w:val="Hyperlink"/>
                <w:rFonts w:hint="eastAsia"/>
                <w:noProof/>
                <w:rtl/>
              </w:rPr>
              <w:t>گناه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Toc33994796 \h</w:instrText>
            </w:r>
            <w:r w:rsidR="000A1758">
              <w:rPr>
                <w:noProof/>
                <w:webHidden/>
                <w:rtl/>
              </w:rPr>
              <w:instrText xml:space="preserve"> </w:instrText>
            </w:r>
            <w:r>
              <w:rPr>
                <w:noProof/>
                <w:webHidden/>
                <w:rtl/>
              </w:rPr>
            </w:r>
            <w:r>
              <w:rPr>
                <w:noProof/>
                <w:webHidden/>
                <w:rtl/>
              </w:rPr>
              <w:fldChar w:fldCharType="separate"/>
            </w:r>
            <w:r w:rsidR="000A1758">
              <w:rPr>
                <w:noProof/>
                <w:webHidden/>
                <w:rtl/>
              </w:rPr>
              <w:t>59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97" w:history="1">
            <w:r w:rsidR="000A1758" w:rsidRPr="00BB6861">
              <w:rPr>
                <w:rStyle w:val="Hyperlink"/>
                <w:noProof/>
                <w:rtl/>
              </w:rPr>
              <w:t xml:space="preserve">٦٧. </w:t>
            </w:r>
            <w:r w:rsidR="000A1758" w:rsidRPr="00BB6861">
              <w:rPr>
                <w:rStyle w:val="Hyperlink"/>
                <w:rFonts w:hint="eastAsia"/>
                <w:noProof/>
                <w:rtl/>
              </w:rPr>
              <w:t>طلب</w:t>
            </w:r>
            <w:r w:rsidR="000A1758" w:rsidRPr="00BB6861">
              <w:rPr>
                <w:rStyle w:val="Hyperlink"/>
                <w:noProof/>
                <w:rtl/>
              </w:rPr>
              <w:t xml:space="preserve"> </w:t>
            </w:r>
            <w:r w:rsidR="000A1758" w:rsidRPr="00BB6861">
              <w:rPr>
                <w:rStyle w:val="Hyperlink"/>
                <w:rFonts w:hint="eastAsia"/>
                <w:noProof/>
                <w:rtl/>
              </w:rPr>
              <w:t>آمرزش</w:t>
            </w:r>
            <w:r w:rsidR="000A1758" w:rsidRPr="00BB6861">
              <w:rPr>
                <w:rStyle w:val="Hyperlink"/>
                <w:noProof/>
                <w:rtl/>
              </w:rPr>
              <w:t xml:space="preserve"> </w:t>
            </w:r>
            <w:r w:rsidR="000A1758" w:rsidRPr="00BB6861">
              <w:rPr>
                <w:rStyle w:val="Hyperlink"/>
                <w:rFonts w:hint="eastAsia"/>
                <w:noProof/>
                <w:rtl/>
              </w:rPr>
              <w:t>با</w:t>
            </w:r>
            <w:r w:rsidR="000A1758" w:rsidRPr="00BB6861">
              <w:rPr>
                <w:rStyle w:val="Hyperlink"/>
                <w:noProof/>
                <w:rtl/>
              </w:rPr>
              <w:t xml:space="preserve"> </w:t>
            </w:r>
            <w:r w:rsidR="000A1758" w:rsidRPr="00BB6861">
              <w:rPr>
                <w:rStyle w:val="Hyperlink"/>
                <w:rFonts w:hint="eastAsia"/>
                <w:noProof/>
                <w:rtl/>
              </w:rPr>
              <w:t>همه</w:t>
            </w:r>
            <w:r w:rsidR="000A1758" w:rsidRPr="00BB6861">
              <w:rPr>
                <w:rStyle w:val="Hyperlink"/>
                <w:noProof/>
                <w:rtl/>
              </w:rPr>
              <w:t xml:space="preserve"> </w:t>
            </w:r>
            <w:r w:rsidR="000A1758" w:rsidRPr="00BB6861">
              <w:rPr>
                <w:rStyle w:val="Hyperlink"/>
                <w:rFonts w:hint="eastAsia"/>
                <w:noProof/>
                <w:rtl/>
              </w:rPr>
              <w:t>زبان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Toc33994797 \h</w:instrText>
            </w:r>
            <w:r w:rsidR="000A1758">
              <w:rPr>
                <w:noProof/>
                <w:webHidden/>
                <w:rtl/>
              </w:rPr>
              <w:instrText xml:space="preserve"> </w:instrText>
            </w:r>
            <w:r>
              <w:rPr>
                <w:noProof/>
                <w:webHidden/>
                <w:rtl/>
              </w:rPr>
            </w:r>
            <w:r>
              <w:rPr>
                <w:noProof/>
                <w:webHidden/>
                <w:rtl/>
              </w:rPr>
              <w:fldChar w:fldCharType="separate"/>
            </w:r>
            <w:r w:rsidR="000A1758">
              <w:rPr>
                <w:noProof/>
                <w:webHidden/>
                <w:rtl/>
              </w:rPr>
              <w:t>59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98" w:history="1">
            <w:r w:rsidR="000A1758" w:rsidRPr="00BB6861">
              <w:rPr>
                <w:rStyle w:val="Hyperlink"/>
                <w:noProof/>
                <w:rtl/>
              </w:rPr>
              <w:t xml:space="preserve">٦٨.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بين</w:t>
            </w:r>
            <w:r w:rsidR="000A1758" w:rsidRPr="00BB6861">
              <w:rPr>
                <w:rStyle w:val="Hyperlink"/>
                <w:noProof/>
                <w:rtl/>
              </w:rPr>
              <w:t xml:space="preserve"> </w:t>
            </w:r>
            <w:r w:rsidR="000A1758" w:rsidRPr="00BB6861">
              <w:rPr>
                <w:rStyle w:val="Hyperlink"/>
                <w:rFonts w:hint="eastAsia"/>
                <w:noProof/>
                <w:rtl/>
              </w:rPr>
              <w:t>برنده</w:t>
            </w:r>
            <w:r w:rsidR="000A1758" w:rsidRPr="00BB6861">
              <w:rPr>
                <w:rStyle w:val="Hyperlink"/>
                <w:noProof/>
                <w:rtl/>
              </w:rPr>
              <w:t xml:space="preserve"> </w:t>
            </w:r>
            <w:r w:rsidR="000A1758" w:rsidRPr="00BB6861">
              <w:rPr>
                <w:rStyle w:val="Hyperlink"/>
                <w:rFonts w:hint="eastAsia"/>
                <w:noProof/>
                <w:rtl/>
              </w:rPr>
              <w:t>گناهان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Toc33994798 \h</w:instrText>
            </w:r>
            <w:r w:rsidR="000A1758">
              <w:rPr>
                <w:noProof/>
                <w:webHidden/>
                <w:rtl/>
              </w:rPr>
              <w:instrText xml:space="preserve"> </w:instrText>
            </w:r>
            <w:r>
              <w:rPr>
                <w:noProof/>
                <w:webHidden/>
                <w:rtl/>
              </w:rPr>
            </w:r>
            <w:r>
              <w:rPr>
                <w:noProof/>
                <w:webHidden/>
                <w:rtl/>
              </w:rPr>
              <w:fldChar w:fldCharType="separate"/>
            </w:r>
            <w:r w:rsidR="000A1758">
              <w:rPr>
                <w:noProof/>
                <w:webHidden/>
                <w:rtl/>
              </w:rPr>
              <w:t>60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799" w:history="1">
            <w:r w:rsidR="000A1758" w:rsidRPr="00BB6861">
              <w:rPr>
                <w:rStyle w:val="Hyperlink"/>
                <w:noProof/>
                <w:rtl/>
              </w:rPr>
              <w:t xml:space="preserve">٦٩. </w:t>
            </w:r>
            <w:r w:rsidR="000A1758" w:rsidRPr="00BB6861">
              <w:rPr>
                <w:rStyle w:val="Hyperlink"/>
                <w:rFonts w:hint="eastAsia"/>
                <w:noProof/>
                <w:rtl/>
              </w:rPr>
              <w:t>خوشا</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حال</w:t>
            </w:r>
            <w:r w:rsidR="000A1758" w:rsidRPr="00BB6861">
              <w:rPr>
                <w:rStyle w:val="Hyperlink"/>
                <w:noProof/>
                <w:rtl/>
              </w:rPr>
              <w:t xml:space="preserve"> </w:t>
            </w:r>
            <w:r w:rsidR="000A1758" w:rsidRPr="00BB6861">
              <w:rPr>
                <w:rStyle w:val="Hyperlink"/>
                <w:rFonts w:hint="eastAsia"/>
                <w:noProof/>
                <w:rtl/>
              </w:rPr>
              <w:t>شما</w:t>
            </w:r>
            <w:r w:rsidR="000A1758" w:rsidRPr="00BB6861">
              <w:rPr>
                <w:rStyle w:val="Hyperlink"/>
                <w:noProof/>
                <w:rtl/>
              </w:rPr>
              <w:t xml:space="preserve"> </w:t>
            </w:r>
            <w:r w:rsidR="000A1758" w:rsidRPr="00BB6861">
              <w:rPr>
                <w:rStyle w:val="Hyperlink"/>
                <w:rFonts w:hint="eastAsia"/>
                <w:noProof/>
                <w:rtl/>
              </w:rPr>
              <w:t>كه</w:t>
            </w:r>
            <w:r w:rsidR="000A1758" w:rsidRPr="00BB6861">
              <w:rPr>
                <w:rStyle w:val="Hyperlink"/>
                <w:noProof/>
                <w:rtl/>
              </w:rPr>
              <w:t xml:space="preserve"> </w:t>
            </w:r>
            <w:r w:rsidR="000A1758" w:rsidRPr="00BB6861">
              <w:rPr>
                <w:rStyle w:val="Hyperlink"/>
                <w:rFonts w:hint="eastAsia"/>
                <w:noProof/>
                <w:rtl/>
              </w:rPr>
              <w:t>آمرزيده</w:t>
            </w:r>
            <w:r w:rsidR="000A1758" w:rsidRPr="00BB6861">
              <w:rPr>
                <w:rStyle w:val="Hyperlink"/>
                <w:noProof/>
                <w:rtl/>
              </w:rPr>
              <w:t xml:space="preserve"> </w:t>
            </w:r>
            <w:r w:rsidR="000A1758" w:rsidRPr="00BB6861">
              <w:rPr>
                <w:rStyle w:val="Hyperlink"/>
                <w:rFonts w:hint="eastAsia"/>
                <w:noProof/>
                <w:rtl/>
              </w:rPr>
              <w:t>شديد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Toc33994799 \h</w:instrText>
            </w:r>
            <w:r w:rsidR="000A1758">
              <w:rPr>
                <w:noProof/>
                <w:webHidden/>
                <w:rtl/>
              </w:rPr>
              <w:instrText xml:space="preserve"> </w:instrText>
            </w:r>
            <w:r>
              <w:rPr>
                <w:noProof/>
                <w:webHidden/>
                <w:rtl/>
              </w:rPr>
            </w:r>
            <w:r>
              <w:rPr>
                <w:noProof/>
                <w:webHidden/>
                <w:rtl/>
              </w:rPr>
              <w:fldChar w:fldCharType="separate"/>
            </w:r>
            <w:r w:rsidR="000A1758">
              <w:rPr>
                <w:noProof/>
                <w:webHidden/>
                <w:rtl/>
              </w:rPr>
              <w:t>60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00" w:history="1">
            <w:r w:rsidR="000A1758" w:rsidRPr="00BB6861">
              <w:rPr>
                <w:rStyle w:val="Hyperlink"/>
                <w:noProof/>
                <w:rtl/>
              </w:rPr>
              <w:t xml:space="preserve">٧٠. </w:t>
            </w:r>
            <w:r w:rsidR="000A1758" w:rsidRPr="00BB6861">
              <w:rPr>
                <w:rStyle w:val="Hyperlink"/>
                <w:rFonts w:hint="eastAsia"/>
                <w:noProof/>
                <w:rtl/>
              </w:rPr>
              <w:t>نوشتن</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Toc33994800 \h</w:instrText>
            </w:r>
            <w:r w:rsidR="000A1758">
              <w:rPr>
                <w:noProof/>
                <w:webHidden/>
                <w:rtl/>
              </w:rPr>
              <w:instrText xml:space="preserve"> </w:instrText>
            </w:r>
            <w:r>
              <w:rPr>
                <w:noProof/>
                <w:webHidden/>
                <w:rtl/>
              </w:rPr>
            </w:r>
            <w:r>
              <w:rPr>
                <w:noProof/>
                <w:webHidden/>
                <w:rtl/>
              </w:rPr>
              <w:fldChar w:fldCharType="separate"/>
            </w:r>
            <w:r w:rsidR="000A1758">
              <w:rPr>
                <w:noProof/>
                <w:webHidden/>
                <w:rtl/>
              </w:rPr>
              <w:t>60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01" w:history="1">
            <w:r w:rsidR="000A1758" w:rsidRPr="00BB6861">
              <w:rPr>
                <w:rStyle w:val="Hyperlink"/>
                <w:noProof/>
                <w:rtl/>
              </w:rPr>
              <w:t xml:space="preserve">٧١. </w:t>
            </w:r>
            <w:r w:rsidR="000A1758" w:rsidRPr="00BB6861">
              <w:rPr>
                <w:rStyle w:val="Hyperlink"/>
                <w:rFonts w:hint="eastAsia"/>
                <w:noProof/>
                <w:rtl/>
              </w:rPr>
              <w:t>بخشش</w:t>
            </w:r>
            <w:r w:rsidR="000A1758" w:rsidRPr="00BB6861">
              <w:rPr>
                <w:rStyle w:val="Hyperlink"/>
                <w:noProof/>
                <w:rtl/>
              </w:rPr>
              <w:t xml:space="preserve"> </w:t>
            </w:r>
            <w:r w:rsidR="000A1758" w:rsidRPr="00BB6861">
              <w:rPr>
                <w:rStyle w:val="Hyperlink"/>
                <w:rFonts w:hint="eastAsia"/>
                <w:noProof/>
                <w:rtl/>
              </w:rPr>
              <w:t>گناهان</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اندازه</w:t>
            </w:r>
            <w:r w:rsidR="000A1758" w:rsidRPr="00BB6861">
              <w:rPr>
                <w:rStyle w:val="Hyperlink"/>
                <w:noProof/>
                <w:rtl/>
              </w:rPr>
              <w:t xml:space="preserve"> </w:t>
            </w:r>
            <w:r w:rsidR="000A1758" w:rsidRPr="00BB6861">
              <w:rPr>
                <w:rStyle w:val="Hyperlink"/>
                <w:rFonts w:hint="eastAsia"/>
                <w:noProof/>
                <w:rtl/>
              </w:rPr>
              <w:t>ر</w:t>
            </w:r>
            <w:r w:rsidR="000A1758" w:rsidRPr="00BB6861">
              <w:rPr>
                <w:rStyle w:val="Hyperlink"/>
                <w:rFonts w:hint="cs"/>
                <w:noProof/>
                <w:rtl/>
              </w:rPr>
              <w:t>ی</w:t>
            </w:r>
            <w:r w:rsidR="000A1758" w:rsidRPr="00BB6861">
              <w:rPr>
                <w:rStyle w:val="Hyperlink"/>
                <w:rFonts w:hint="eastAsia"/>
                <w:noProof/>
                <w:rtl/>
              </w:rPr>
              <w:t>گ</w:t>
            </w:r>
            <w:r w:rsidR="000A1758" w:rsidRPr="00BB6861">
              <w:rPr>
                <w:rStyle w:val="Hyperlink"/>
                <w:noProof/>
                <w:rtl/>
              </w:rPr>
              <w:t xml:space="preserve"> </w:t>
            </w:r>
            <w:r w:rsidR="000A1758" w:rsidRPr="00BB6861">
              <w:rPr>
                <w:rStyle w:val="Hyperlink"/>
                <w:rFonts w:hint="eastAsia"/>
                <w:noProof/>
                <w:rtl/>
              </w:rPr>
              <w:t>بيابان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Toc33994801 \h</w:instrText>
            </w:r>
            <w:r w:rsidR="000A1758">
              <w:rPr>
                <w:noProof/>
                <w:webHidden/>
                <w:rtl/>
              </w:rPr>
              <w:instrText xml:space="preserve"> </w:instrText>
            </w:r>
            <w:r>
              <w:rPr>
                <w:noProof/>
                <w:webHidden/>
                <w:rtl/>
              </w:rPr>
            </w:r>
            <w:r>
              <w:rPr>
                <w:noProof/>
                <w:webHidden/>
                <w:rtl/>
              </w:rPr>
              <w:fldChar w:fldCharType="separate"/>
            </w:r>
            <w:r w:rsidR="000A1758">
              <w:rPr>
                <w:noProof/>
                <w:webHidden/>
                <w:rtl/>
              </w:rPr>
              <w:t>61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02" w:history="1">
            <w:r w:rsidR="000A1758" w:rsidRPr="00BB6861">
              <w:rPr>
                <w:rStyle w:val="Hyperlink"/>
                <w:noProof/>
                <w:rtl/>
              </w:rPr>
              <w:t xml:space="preserve">٧٢. </w:t>
            </w:r>
            <w:r w:rsidR="000A1758" w:rsidRPr="00BB6861">
              <w:rPr>
                <w:rStyle w:val="Hyperlink"/>
                <w:rFonts w:hint="eastAsia"/>
                <w:noProof/>
                <w:rtl/>
              </w:rPr>
              <w:t>محو</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ده</w:t>
            </w:r>
            <w:r w:rsidR="000A1758" w:rsidRPr="00BB6861">
              <w:rPr>
                <w:rStyle w:val="Hyperlink"/>
                <w:noProof/>
                <w:rtl/>
              </w:rPr>
              <w:t xml:space="preserve"> </w:t>
            </w:r>
            <w:r w:rsidR="000A1758" w:rsidRPr="00BB6861">
              <w:rPr>
                <w:rStyle w:val="Hyperlink"/>
                <w:rFonts w:hint="eastAsia"/>
                <w:noProof/>
                <w:rtl/>
              </w:rPr>
              <w:t>گناه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Toc33994802 \h</w:instrText>
            </w:r>
            <w:r w:rsidR="000A1758">
              <w:rPr>
                <w:noProof/>
                <w:webHidden/>
                <w:rtl/>
              </w:rPr>
              <w:instrText xml:space="preserve"> </w:instrText>
            </w:r>
            <w:r>
              <w:rPr>
                <w:noProof/>
                <w:webHidden/>
                <w:rtl/>
              </w:rPr>
            </w:r>
            <w:r>
              <w:rPr>
                <w:noProof/>
                <w:webHidden/>
                <w:rtl/>
              </w:rPr>
              <w:fldChar w:fldCharType="separate"/>
            </w:r>
            <w:r w:rsidR="000A1758">
              <w:rPr>
                <w:noProof/>
                <w:webHidden/>
                <w:rtl/>
              </w:rPr>
              <w:t>61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03" w:history="1">
            <w:r w:rsidR="000A1758" w:rsidRPr="00BB6861">
              <w:rPr>
                <w:rStyle w:val="Hyperlink"/>
                <w:noProof/>
                <w:rtl/>
              </w:rPr>
              <w:t xml:space="preserve">٧٣. </w:t>
            </w:r>
            <w:r w:rsidR="000A1758" w:rsidRPr="00BB6861">
              <w:rPr>
                <w:rStyle w:val="Hyperlink"/>
                <w:rFonts w:hint="eastAsia"/>
                <w:noProof/>
                <w:rtl/>
              </w:rPr>
              <w:t>آمرزش</w:t>
            </w:r>
            <w:r w:rsidR="000A1758" w:rsidRPr="00BB6861">
              <w:rPr>
                <w:rStyle w:val="Hyperlink"/>
                <w:noProof/>
                <w:rtl/>
              </w:rPr>
              <w:t xml:space="preserve"> </w:t>
            </w:r>
            <w:r w:rsidR="000A1758" w:rsidRPr="00BB6861">
              <w:rPr>
                <w:rStyle w:val="Hyperlink"/>
                <w:rFonts w:hint="eastAsia"/>
                <w:noProof/>
                <w:rtl/>
              </w:rPr>
              <w:t>گناهان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Toc33994803 \h</w:instrText>
            </w:r>
            <w:r w:rsidR="000A1758">
              <w:rPr>
                <w:noProof/>
                <w:webHidden/>
                <w:rtl/>
              </w:rPr>
              <w:instrText xml:space="preserve"> </w:instrText>
            </w:r>
            <w:r>
              <w:rPr>
                <w:noProof/>
                <w:webHidden/>
                <w:rtl/>
              </w:rPr>
            </w:r>
            <w:r>
              <w:rPr>
                <w:noProof/>
                <w:webHidden/>
                <w:rtl/>
              </w:rPr>
              <w:fldChar w:fldCharType="separate"/>
            </w:r>
            <w:r w:rsidR="000A1758">
              <w:rPr>
                <w:noProof/>
                <w:webHidden/>
                <w:rtl/>
              </w:rPr>
              <w:t>61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04" w:history="1">
            <w:r w:rsidR="000A1758" w:rsidRPr="00BB6861">
              <w:rPr>
                <w:rStyle w:val="Hyperlink"/>
                <w:noProof/>
                <w:rtl/>
              </w:rPr>
              <w:t xml:space="preserve">٧٤. </w:t>
            </w:r>
            <w:r w:rsidR="000A1758" w:rsidRPr="00BB6861">
              <w:rPr>
                <w:rStyle w:val="Hyperlink"/>
                <w:rFonts w:hint="eastAsia"/>
                <w:noProof/>
                <w:rtl/>
              </w:rPr>
              <w:t>باقى</w:t>
            </w:r>
            <w:r w:rsidR="000A1758" w:rsidRPr="00BB6861">
              <w:rPr>
                <w:rStyle w:val="Hyperlink"/>
                <w:noProof/>
                <w:rtl/>
              </w:rPr>
              <w:t xml:space="preserve"> </w:t>
            </w:r>
            <w:r w:rsidR="000A1758" w:rsidRPr="00BB6861">
              <w:rPr>
                <w:rStyle w:val="Hyperlink"/>
                <w:rFonts w:hint="eastAsia"/>
                <w:noProof/>
                <w:rtl/>
              </w:rPr>
              <w:t>نماندن</w:t>
            </w:r>
            <w:r w:rsidR="000A1758" w:rsidRPr="00BB6861">
              <w:rPr>
                <w:rStyle w:val="Hyperlink"/>
                <w:noProof/>
                <w:rtl/>
              </w:rPr>
              <w:t xml:space="preserve"> </w:t>
            </w:r>
            <w:r w:rsidR="000A1758" w:rsidRPr="00BB6861">
              <w:rPr>
                <w:rStyle w:val="Hyperlink"/>
                <w:rFonts w:hint="eastAsia"/>
                <w:noProof/>
                <w:rtl/>
              </w:rPr>
              <w:t>چيزى</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گناه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Toc33994804 \h</w:instrText>
            </w:r>
            <w:r w:rsidR="000A1758">
              <w:rPr>
                <w:noProof/>
                <w:webHidden/>
                <w:rtl/>
              </w:rPr>
              <w:instrText xml:space="preserve"> </w:instrText>
            </w:r>
            <w:r>
              <w:rPr>
                <w:noProof/>
                <w:webHidden/>
                <w:rtl/>
              </w:rPr>
            </w:r>
            <w:r>
              <w:rPr>
                <w:noProof/>
                <w:webHidden/>
                <w:rtl/>
              </w:rPr>
              <w:fldChar w:fldCharType="separate"/>
            </w:r>
            <w:r w:rsidR="000A1758">
              <w:rPr>
                <w:noProof/>
                <w:webHidden/>
                <w:rtl/>
              </w:rPr>
              <w:t>62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05" w:history="1">
            <w:r w:rsidR="000A1758" w:rsidRPr="00BB6861">
              <w:rPr>
                <w:rStyle w:val="Hyperlink"/>
                <w:noProof/>
                <w:rtl/>
              </w:rPr>
              <w:t xml:space="preserve">٧٥. </w:t>
            </w:r>
            <w:r w:rsidR="000A1758" w:rsidRPr="00BB6861">
              <w:rPr>
                <w:rStyle w:val="Hyperlink"/>
                <w:rFonts w:hint="eastAsia"/>
                <w:noProof/>
                <w:rtl/>
              </w:rPr>
              <w:t>پاك</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سهر</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گناه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Toc33994805 \h</w:instrText>
            </w:r>
            <w:r w:rsidR="000A1758">
              <w:rPr>
                <w:noProof/>
                <w:webHidden/>
                <w:rtl/>
              </w:rPr>
              <w:instrText xml:space="preserve"> </w:instrText>
            </w:r>
            <w:r>
              <w:rPr>
                <w:noProof/>
                <w:webHidden/>
                <w:rtl/>
              </w:rPr>
            </w:r>
            <w:r>
              <w:rPr>
                <w:noProof/>
                <w:webHidden/>
                <w:rtl/>
              </w:rPr>
              <w:fldChar w:fldCharType="separate"/>
            </w:r>
            <w:r w:rsidR="000A1758">
              <w:rPr>
                <w:noProof/>
                <w:webHidden/>
                <w:rtl/>
              </w:rPr>
              <w:t>62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06" w:history="1">
            <w:r w:rsidR="000A1758" w:rsidRPr="00BB6861">
              <w:rPr>
                <w:rStyle w:val="Hyperlink"/>
                <w:noProof/>
                <w:rtl/>
              </w:rPr>
              <w:t xml:space="preserve">٧٦. </w:t>
            </w:r>
            <w:r w:rsidR="000A1758" w:rsidRPr="00BB6861">
              <w:rPr>
                <w:rStyle w:val="Hyperlink"/>
                <w:rFonts w:hint="eastAsia"/>
                <w:noProof/>
                <w:rtl/>
              </w:rPr>
              <w:t>ريزش</w:t>
            </w:r>
            <w:r w:rsidR="000A1758" w:rsidRPr="00BB6861">
              <w:rPr>
                <w:rStyle w:val="Hyperlink"/>
                <w:noProof/>
                <w:rtl/>
              </w:rPr>
              <w:t xml:space="preserve"> </w:t>
            </w:r>
            <w:r w:rsidR="000A1758" w:rsidRPr="00BB6861">
              <w:rPr>
                <w:rStyle w:val="Hyperlink"/>
                <w:rFonts w:hint="eastAsia"/>
                <w:noProof/>
                <w:rtl/>
              </w:rPr>
              <w:t>گناهان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Toc33994806 \h</w:instrText>
            </w:r>
            <w:r w:rsidR="000A1758">
              <w:rPr>
                <w:noProof/>
                <w:webHidden/>
                <w:rtl/>
              </w:rPr>
              <w:instrText xml:space="preserve"> </w:instrText>
            </w:r>
            <w:r>
              <w:rPr>
                <w:noProof/>
                <w:webHidden/>
                <w:rtl/>
              </w:rPr>
            </w:r>
            <w:r>
              <w:rPr>
                <w:noProof/>
                <w:webHidden/>
                <w:rtl/>
              </w:rPr>
              <w:fldChar w:fldCharType="separate"/>
            </w:r>
            <w:r w:rsidR="000A1758">
              <w:rPr>
                <w:noProof/>
                <w:webHidden/>
                <w:rtl/>
              </w:rPr>
              <w:t>62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07" w:history="1">
            <w:r w:rsidR="000A1758" w:rsidRPr="00BB6861">
              <w:rPr>
                <w:rStyle w:val="Hyperlink"/>
                <w:noProof/>
                <w:rtl/>
              </w:rPr>
              <w:t xml:space="preserve">٧٧. </w:t>
            </w:r>
            <w:r w:rsidR="000A1758" w:rsidRPr="00BB6861">
              <w:rPr>
                <w:rStyle w:val="Hyperlink"/>
                <w:rFonts w:hint="eastAsia"/>
                <w:noProof/>
                <w:rtl/>
              </w:rPr>
              <w:t>لطف</w:t>
            </w:r>
            <w:r w:rsidR="000A1758" w:rsidRPr="00BB6861">
              <w:rPr>
                <w:rStyle w:val="Hyperlink"/>
                <w:noProof/>
                <w:rtl/>
              </w:rPr>
              <w:t xml:space="preserve"> </w:t>
            </w:r>
            <w:r w:rsidR="000A1758" w:rsidRPr="00BB6861">
              <w:rPr>
                <w:rStyle w:val="Hyperlink"/>
                <w:rFonts w:hint="eastAsia"/>
                <w:noProof/>
                <w:rtl/>
              </w:rPr>
              <w:t>الهى</w:t>
            </w:r>
            <w:r w:rsidR="000A1758" w:rsidRPr="00BB6861">
              <w:rPr>
                <w:rStyle w:val="Hyperlink"/>
                <w:noProof/>
                <w:rtl/>
              </w:rPr>
              <w:t xml:space="preserve"> </w:t>
            </w:r>
            <w:r w:rsidR="000A1758" w:rsidRPr="00BB6861">
              <w:rPr>
                <w:rStyle w:val="Hyperlink"/>
                <w:rFonts w:hint="eastAsia"/>
                <w:noProof/>
                <w:rtl/>
              </w:rPr>
              <w:t>بكند</w:t>
            </w:r>
            <w:r w:rsidR="000A1758" w:rsidRPr="00BB6861">
              <w:rPr>
                <w:rStyle w:val="Hyperlink"/>
                <w:noProof/>
                <w:rtl/>
              </w:rPr>
              <w:t xml:space="preserve"> </w:t>
            </w:r>
            <w:r w:rsidR="000A1758" w:rsidRPr="00BB6861">
              <w:rPr>
                <w:rStyle w:val="Hyperlink"/>
                <w:rFonts w:hint="eastAsia"/>
                <w:noProof/>
                <w:rtl/>
              </w:rPr>
              <w:t>كار</w:t>
            </w:r>
            <w:r w:rsidR="000A1758" w:rsidRPr="00BB6861">
              <w:rPr>
                <w:rStyle w:val="Hyperlink"/>
                <w:noProof/>
                <w:rtl/>
              </w:rPr>
              <w:t xml:space="preserve"> </w:t>
            </w:r>
            <w:r w:rsidR="000A1758" w:rsidRPr="00BB6861">
              <w:rPr>
                <w:rStyle w:val="Hyperlink"/>
                <w:rFonts w:hint="eastAsia"/>
                <w:noProof/>
                <w:rtl/>
              </w:rPr>
              <w:t>خويش</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Toc33994807 \h</w:instrText>
            </w:r>
            <w:r w:rsidR="000A1758">
              <w:rPr>
                <w:noProof/>
                <w:webHidden/>
                <w:rtl/>
              </w:rPr>
              <w:instrText xml:space="preserve"> </w:instrText>
            </w:r>
            <w:r>
              <w:rPr>
                <w:noProof/>
                <w:webHidden/>
                <w:rtl/>
              </w:rPr>
            </w:r>
            <w:r>
              <w:rPr>
                <w:noProof/>
                <w:webHidden/>
                <w:rtl/>
              </w:rPr>
              <w:fldChar w:fldCharType="separate"/>
            </w:r>
            <w:r w:rsidR="000A1758">
              <w:rPr>
                <w:noProof/>
                <w:webHidden/>
                <w:rtl/>
              </w:rPr>
              <w:t>62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08" w:history="1">
            <w:r w:rsidR="000A1758" w:rsidRPr="00BB6861">
              <w:rPr>
                <w:rStyle w:val="Hyperlink"/>
                <w:noProof/>
                <w:rtl/>
              </w:rPr>
              <w:t xml:space="preserve">٧٨. </w:t>
            </w:r>
            <w:r w:rsidR="000A1758" w:rsidRPr="00BB6861">
              <w:rPr>
                <w:rStyle w:val="Hyperlink"/>
                <w:rFonts w:hint="eastAsia"/>
                <w:noProof/>
                <w:rtl/>
              </w:rPr>
              <w:t>ثوات</w:t>
            </w:r>
            <w:r w:rsidR="000A1758" w:rsidRPr="00BB6861">
              <w:rPr>
                <w:rStyle w:val="Hyperlink"/>
                <w:noProof/>
                <w:rtl/>
              </w:rPr>
              <w:t xml:space="preserve"> </w:t>
            </w:r>
            <w:r w:rsidR="000A1758" w:rsidRPr="00BB6861">
              <w:rPr>
                <w:rStyle w:val="Hyperlink"/>
                <w:rFonts w:hint="eastAsia"/>
                <w:noProof/>
                <w:rtl/>
              </w:rPr>
              <w:t>هفتاد</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دو</w:t>
            </w:r>
            <w:r w:rsidR="000A1758" w:rsidRPr="00BB6861">
              <w:rPr>
                <w:rStyle w:val="Hyperlink"/>
                <w:noProof/>
                <w:rtl/>
              </w:rPr>
              <w:t xml:space="preserve"> </w:t>
            </w:r>
            <w:r w:rsidR="000A1758" w:rsidRPr="00BB6861">
              <w:rPr>
                <w:rStyle w:val="Hyperlink"/>
                <w:rFonts w:hint="eastAsia"/>
                <w:noProof/>
                <w:rtl/>
              </w:rPr>
              <w:t>شهيد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Toc33994808 \h</w:instrText>
            </w:r>
            <w:r w:rsidR="000A1758">
              <w:rPr>
                <w:noProof/>
                <w:webHidden/>
                <w:rtl/>
              </w:rPr>
              <w:instrText xml:space="preserve"> </w:instrText>
            </w:r>
            <w:r>
              <w:rPr>
                <w:noProof/>
                <w:webHidden/>
                <w:rtl/>
              </w:rPr>
            </w:r>
            <w:r>
              <w:rPr>
                <w:noProof/>
                <w:webHidden/>
                <w:rtl/>
              </w:rPr>
              <w:fldChar w:fldCharType="separate"/>
            </w:r>
            <w:r w:rsidR="000A1758">
              <w:rPr>
                <w:noProof/>
                <w:webHidden/>
                <w:rtl/>
              </w:rPr>
              <w:t>63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09" w:history="1">
            <w:r w:rsidR="000A1758" w:rsidRPr="00BB6861">
              <w:rPr>
                <w:rStyle w:val="Hyperlink"/>
                <w:noProof/>
                <w:rtl/>
              </w:rPr>
              <w:t xml:space="preserve">٧٩. </w:t>
            </w:r>
            <w:r w:rsidR="000A1758" w:rsidRPr="00BB6861">
              <w:rPr>
                <w:rStyle w:val="Hyperlink"/>
                <w:rFonts w:hint="eastAsia"/>
                <w:noProof/>
                <w:rtl/>
              </w:rPr>
              <w:t>ثواب</w:t>
            </w:r>
            <w:r w:rsidR="000A1758" w:rsidRPr="00BB6861">
              <w:rPr>
                <w:rStyle w:val="Hyperlink"/>
                <w:noProof/>
                <w:rtl/>
              </w:rPr>
              <w:t xml:space="preserve"> </w:t>
            </w:r>
            <w:r w:rsidR="000A1758" w:rsidRPr="00BB6861">
              <w:rPr>
                <w:rStyle w:val="Hyperlink"/>
                <w:rFonts w:hint="eastAsia"/>
                <w:noProof/>
                <w:rtl/>
              </w:rPr>
              <w:t>عادت</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نوشتن</w:t>
            </w:r>
            <w:r w:rsidR="000A1758" w:rsidRPr="00BB6861">
              <w:rPr>
                <w:rStyle w:val="Hyperlink"/>
                <w:noProof/>
                <w:rtl/>
              </w:rPr>
              <w:t xml:space="preserve"> </w:t>
            </w:r>
            <w:r w:rsidR="000A1758" w:rsidRPr="00BB6861">
              <w:rPr>
                <w:rStyle w:val="Hyperlink"/>
                <w:rFonts w:hint="eastAsia"/>
                <w:noProof/>
                <w:rtl/>
              </w:rPr>
              <w:t>ذكر</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Toc33994809 \h</w:instrText>
            </w:r>
            <w:r w:rsidR="000A1758">
              <w:rPr>
                <w:noProof/>
                <w:webHidden/>
                <w:rtl/>
              </w:rPr>
              <w:instrText xml:space="preserve"> </w:instrText>
            </w:r>
            <w:r>
              <w:rPr>
                <w:noProof/>
                <w:webHidden/>
                <w:rtl/>
              </w:rPr>
            </w:r>
            <w:r>
              <w:rPr>
                <w:noProof/>
                <w:webHidden/>
                <w:rtl/>
              </w:rPr>
              <w:fldChar w:fldCharType="separate"/>
            </w:r>
            <w:r w:rsidR="000A1758">
              <w:rPr>
                <w:noProof/>
                <w:webHidden/>
                <w:rtl/>
              </w:rPr>
              <w:t>64</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810"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ششم</w:t>
            </w:r>
            <w:r w:rsidR="000A1758" w:rsidRPr="00BB6861">
              <w:rPr>
                <w:rStyle w:val="Hyperlink"/>
                <w:noProof/>
                <w:rtl/>
              </w:rPr>
              <w:t xml:space="preserve"> : </w:t>
            </w:r>
            <w:r w:rsidR="000A1758" w:rsidRPr="00BB6861">
              <w:rPr>
                <w:rStyle w:val="Hyperlink"/>
                <w:rFonts w:hint="eastAsia"/>
                <w:noProof/>
                <w:rtl/>
              </w:rPr>
              <w:t>حفاظت</w:t>
            </w:r>
            <w:r w:rsidR="000A1758" w:rsidRPr="00BB6861">
              <w:rPr>
                <w:rStyle w:val="Hyperlink"/>
                <w:noProof/>
                <w:rtl/>
              </w:rPr>
              <w:t xml:space="preserve"> </w:t>
            </w:r>
            <w:r w:rsidR="000A1758" w:rsidRPr="00BB6861">
              <w:rPr>
                <w:rStyle w:val="Hyperlink"/>
                <w:rFonts w:hint="eastAsia"/>
                <w:noProof/>
                <w:rtl/>
              </w:rPr>
              <w:t>مال</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جان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Toc33994810 \h</w:instrText>
            </w:r>
            <w:r w:rsidR="000A1758">
              <w:rPr>
                <w:noProof/>
                <w:webHidden/>
                <w:rtl/>
              </w:rPr>
              <w:instrText xml:space="preserve"> </w:instrText>
            </w:r>
            <w:r>
              <w:rPr>
                <w:noProof/>
                <w:webHidden/>
                <w:rtl/>
              </w:rPr>
            </w:r>
            <w:r>
              <w:rPr>
                <w:noProof/>
                <w:webHidden/>
                <w:rtl/>
              </w:rPr>
              <w:fldChar w:fldCharType="separate"/>
            </w:r>
            <w:r w:rsidR="000A1758">
              <w:rPr>
                <w:noProof/>
                <w:webHidden/>
                <w:rtl/>
              </w:rPr>
              <w:t>65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11" w:history="1">
            <w:r w:rsidR="000A1758" w:rsidRPr="00BB6861">
              <w:rPr>
                <w:rStyle w:val="Hyperlink"/>
                <w:noProof/>
                <w:rtl/>
              </w:rPr>
              <w:t xml:space="preserve">٨١. </w:t>
            </w:r>
            <w:r w:rsidR="000A1758" w:rsidRPr="00BB6861">
              <w:rPr>
                <w:rStyle w:val="Hyperlink"/>
                <w:rFonts w:hint="eastAsia"/>
                <w:noProof/>
                <w:rtl/>
              </w:rPr>
              <w:t>محفوظ</w:t>
            </w:r>
            <w:r w:rsidR="000A1758" w:rsidRPr="00BB6861">
              <w:rPr>
                <w:rStyle w:val="Hyperlink"/>
                <w:noProof/>
                <w:rtl/>
              </w:rPr>
              <w:t xml:space="preserve"> </w:t>
            </w:r>
            <w:r w:rsidR="000A1758" w:rsidRPr="00BB6861">
              <w:rPr>
                <w:rStyle w:val="Hyperlink"/>
                <w:rFonts w:hint="eastAsia"/>
                <w:noProof/>
                <w:rtl/>
              </w:rPr>
              <w:t>ماندن</w:t>
            </w:r>
            <w:r w:rsidR="000A1758" w:rsidRPr="00BB6861">
              <w:rPr>
                <w:rStyle w:val="Hyperlink"/>
                <w:noProof/>
                <w:rtl/>
              </w:rPr>
              <w:t xml:space="preserve"> </w:t>
            </w:r>
            <w:r w:rsidR="000A1758" w:rsidRPr="00BB6861">
              <w:rPr>
                <w:rStyle w:val="Hyperlink"/>
                <w:rFonts w:hint="eastAsia"/>
                <w:noProof/>
                <w:rtl/>
              </w:rPr>
              <w:t>عيال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Toc33994811 \h</w:instrText>
            </w:r>
            <w:r w:rsidR="000A1758">
              <w:rPr>
                <w:noProof/>
                <w:webHidden/>
                <w:rtl/>
              </w:rPr>
              <w:instrText xml:space="preserve"> </w:instrText>
            </w:r>
            <w:r>
              <w:rPr>
                <w:noProof/>
                <w:webHidden/>
                <w:rtl/>
              </w:rPr>
            </w:r>
            <w:r>
              <w:rPr>
                <w:noProof/>
                <w:webHidden/>
                <w:rtl/>
              </w:rPr>
              <w:fldChar w:fldCharType="separate"/>
            </w:r>
            <w:r w:rsidR="000A1758">
              <w:rPr>
                <w:noProof/>
                <w:webHidden/>
                <w:rtl/>
              </w:rPr>
              <w:t>65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12" w:history="1">
            <w:r w:rsidR="000A1758" w:rsidRPr="00BB6861">
              <w:rPr>
                <w:rStyle w:val="Hyperlink"/>
                <w:noProof/>
                <w:rtl/>
              </w:rPr>
              <w:t xml:space="preserve">٨٢. </w:t>
            </w:r>
            <w:r w:rsidR="000A1758" w:rsidRPr="00BB6861">
              <w:rPr>
                <w:rStyle w:val="Hyperlink"/>
                <w:rFonts w:hint="eastAsia"/>
                <w:noProof/>
                <w:rtl/>
              </w:rPr>
              <w:t>نجات</w:t>
            </w:r>
            <w:r w:rsidR="000A1758" w:rsidRPr="00BB6861">
              <w:rPr>
                <w:rStyle w:val="Hyperlink"/>
                <w:noProof/>
                <w:rtl/>
              </w:rPr>
              <w:t xml:space="preserve"> </w:t>
            </w:r>
            <w:r w:rsidR="000A1758" w:rsidRPr="00BB6861">
              <w:rPr>
                <w:rStyle w:val="Hyperlink"/>
                <w:rFonts w:hint="eastAsia"/>
                <w:noProof/>
                <w:rtl/>
              </w:rPr>
              <w:t>ملاحسين</w:t>
            </w:r>
            <w:r w:rsidR="000A1758" w:rsidRPr="00BB6861">
              <w:rPr>
                <w:rStyle w:val="Hyperlink"/>
                <w:noProof/>
                <w:rtl/>
              </w:rPr>
              <w:t xml:space="preserve"> </w:t>
            </w:r>
            <w:r w:rsidR="000A1758" w:rsidRPr="00BB6861">
              <w:rPr>
                <w:rStyle w:val="Hyperlink"/>
                <w:rFonts w:hint="eastAsia"/>
                <w:noProof/>
                <w:rtl/>
              </w:rPr>
              <w:t>كاشفى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Toc33994812 \h</w:instrText>
            </w:r>
            <w:r w:rsidR="000A1758">
              <w:rPr>
                <w:noProof/>
                <w:webHidden/>
                <w:rtl/>
              </w:rPr>
              <w:instrText xml:space="preserve"> </w:instrText>
            </w:r>
            <w:r>
              <w:rPr>
                <w:noProof/>
                <w:webHidden/>
                <w:rtl/>
              </w:rPr>
            </w:r>
            <w:r>
              <w:rPr>
                <w:noProof/>
                <w:webHidden/>
                <w:rtl/>
              </w:rPr>
              <w:fldChar w:fldCharType="separate"/>
            </w:r>
            <w:r w:rsidR="000A1758">
              <w:rPr>
                <w:noProof/>
                <w:webHidden/>
                <w:rtl/>
              </w:rPr>
              <w:t>66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13" w:history="1">
            <w:r w:rsidR="000A1758" w:rsidRPr="00BB6861">
              <w:rPr>
                <w:rStyle w:val="Hyperlink"/>
                <w:noProof/>
                <w:rtl/>
              </w:rPr>
              <w:t xml:space="preserve">٨٣. </w:t>
            </w:r>
            <w:r w:rsidR="000A1758" w:rsidRPr="00BB6861">
              <w:rPr>
                <w:rStyle w:val="Hyperlink"/>
                <w:rFonts w:hint="eastAsia"/>
                <w:noProof/>
                <w:rtl/>
              </w:rPr>
              <w:t>شهادت</w:t>
            </w:r>
            <w:r w:rsidR="000A1758" w:rsidRPr="00BB6861">
              <w:rPr>
                <w:rStyle w:val="Hyperlink"/>
                <w:noProof/>
                <w:rtl/>
              </w:rPr>
              <w:t xml:space="preserve"> </w:t>
            </w:r>
            <w:r w:rsidR="000A1758" w:rsidRPr="00BB6861">
              <w:rPr>
                <w:rStyle w:val="Hyperlink"/>
                <w:rFonts w:hint="eastAsia"/>
                <w:noProof/>
                <w:rtl/>
              </w:rPr>
              <w:t>شتر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Toc33994813 \h</w:instrText>
            </w:r>
            <w:r w:rsidR="000A1758">
              <w:rPr>
                <w:noProof/>
                <w:webHidden/>
                <w:rtl/>
              </w:rPr>
              <w:instrText xml:space="preserve"> </w:instrText>
            </w:r>
            <w:r>
              <w:rPr>
                <w:noProof/>
                <w:webHidden/>
                <w:rtl/>
              </w:rPr>
            </w:r>
            <w:r>
              <w:rPr>
                <w:noProof/>
                <w:webHidden/>
                <w:rtl/>
              </w:rPr>
              <w:fldChar w:fldCharType="separate"/>
            </w:r>
            <w:r w:rsidR="000A1758">
              <w:rPr>
                <w:noProof/>
                <w:webHidden/>
                <w:rtl/>
              </w:rPr>
              <w:t>68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14" w:history="1">
            <w:r w:rsidR="000A1758" w:rsidRPr="00BB6861">
              <w:rPr>
                <w:rStyle w:val="Hyperlink"/>
                <w:noProof/>
                <w:rtl/>
              </w:rPr>
              <w:t xml:space="preserve">٨٤. </w:t>
            </w:r>
            <w:r w:rsidR="000A1758" w:rsidRPr="00BB6861">
              <w:rPr>
                <w:rStyle w:val="Hyperlink"/>
                <w:rFonts w:hint="eastAsia"/>
                <w:noProof/>
                <w:rtl/>
              </w:rPr>
              <w:t>نورى</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بهشت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Toc33994814 \h</w:instrText>
            </w:r>
            <w:r w:rsidR="000A1758">
              <w:rPr>
                <w:noProof/>
                <w:webHidden/>
                <w:rtl/>
              </w:rPr>
              <w:instrText xml:space="preserve"> </w:instrText>
            </w:r>
            <w:r>
              <w:rPr>
                <w:noProof/>
                <w:webHidden/>
                <w:rtl/>
              </w:rPr>
            </w:r>
            <w:r>
              <w:rPr>
                <w:noProof/>
                <w:webHidden/>
                <w:rtl/>
              </w:rPr>
              <w:fldChar w:fldCharType="separate"/>
            </w:r>
            <w:r w:rsidR="000A1758">
              <w:rPr>
                <w:noProof/>
                <w:webHidden/>
                <w:rtl/>
              </w:rPr>
              <w:t>69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15" w:history="1">
            <w:r w:rsidR="000A1758" w:rsidRPr="00BB6861">
              <w:rPr>
                <w:rStyle w:val="Hyperlink"/>
                <w:noProof/>
                <w:rtl/>
              </w:rPr>
              <w:t xml:space="preserve">٨٥. </w:t>
            </w:r>
            <w:r w:rsidR="000A1758" w:rsidRPr="00BB6861">
              <w:rPr>
                <w:rStyle w:val="Hyperlink"/>
                <w:rFonts w:hint="eastAsia"/>
                <w:noProof/>
                <w:rtl/>
              </w:rPr>
              <w:t>رفع</w:t>
            </w:r>
            <w:r w:rsidR="000A1758" w:rsidRPr="00BB6861">
              <w:rPr>
                <w:rStyle w:val="Hyperlink"/>
                <w:noProof/>
                <w:rtl/>
              </w:rPr>
              <w:t xml:space="preserve"> </w:t>
            </w:r>
            <w:r w:rsidR="000A1758" w:rsidRPr="00BB6861">
              <w:rPr>
                <w:rStyle w:val="Hyperlink"/>
                <w:rFonts w:hint="eastAsia"/>
                <w:noProof/>
                <w:rtl/>
              </w:rPr>
              <w:t>غم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Toc33994815 \h</w:instrText>
            </w:r>
            <w:r w:rsidR="000A1758">
              <w:rPr>
                <w:noProof/>
                <w:webHidden/>
                <w:rtl/>
              </w:rPr>
              <w:instrText xml:space="preserve"> </w:instrText>
            </w:r>
            <w:r>
              <w:rPr>
                <w:noProof/>
                <w:webHidden/>
                <w:rtl/>
              </w:rPr>
            </w:r>
            <w:r>
              <w:rPr>
                <w:noProof/>
                <w:webHidden/>
                <w:rtl/>
              </w:rPr>
              <w:fldChar w:fldCharType="separate"/>
            </w:r>
            <w:r w:rsidR="000A1758">
              <w:rPr>
                <w:noProof/>
                <w:webHidden/>
                <w:rtl/>
              </w:rPr>
              <w:t>69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16" w:history="1">
            <w:r w:rsidR="000A1758" w:rsidRPr="00BB6861">
              <w:rPr>
                <w:rStyle w:val="Hyperlink"/>
                <w:noProof/>
                <w:rtl/>
              </w:rPr>
              <w:t xml:space="preserve">٨٦. </w:t>
            </w:r>
            <w:r w:rsidR="000A1758" w:rsidRPr="00BB6861">
              <w:rPr>
                <w:rStyle w:val="Hyperlink"/>
                <w:rFonts w:hint="eastAsia"/>
                <w:noProof/>
                <w:rtl/>
              </w:rPr>
              <w:t>نجات</w:t>
            </w:r>
            <w:r w:rsidR="000A1758" w:rsidRPr="00BB6861">
              <w:rPr>
                <w:rStyle w:val="Hyperlink"/>
                <w:noProof/>
                <w:rtl/>
              </w:rPr>
              <w:t xml:space="preserve"> </w:t>
            </w:r>
            <w:r w:rsidR="000A1758" w:rsidRPr="00BB6861">
              <w:rPr>
                <w:rStyle w:val="Hyperlink"/>
                <w:rFonts w:hint="eastAsia"/>
                <w:noProof/>
                <w:rtl/>
              </w:rPr>
              <w:t>اهل</w:t>
            </w:r>
            <w:r w:rsidR="000A1758" w:rsidRPr="00BB6861">
              <w:rPr>
                <w:rStyle w:val="Hyperlink"/>
                <w:noProof/>
                <w:rtl/>
              </w:rPr>
              <w:t xml:space="preserve"> </w:t>
            </w:r>
            <w:r w:rsidR="000A1758" w:rsidRPr="00BB6861">
              <w:rPr>
                <w:rStyle w:val="Hyperlink"/>
                <w:rFonts w:hint="eastAsia"/>
                <w:noProof/>
                <w:rtl/>
              </w:rPr>
              <w:t>كشتى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Toc33994816 \h</w:instrText>
            </w:r>
            <w:r w:rsidR="000A1758">
              <w:rPr>
                <w:noProof/>
                <w:webHidden/>
                <w:rtl/>
              </w:rPr>
              <w:instrText xml:space="preserve"> </w:instrText>
            </w:r>
            <w:r>
              <w:rPr>
                <w:noProof/>
                <w:webHidden/>
                <w:rtl/>
              </w:rPr>
            </w:r>
            <w:r>
              <w:rPr>
                <w:noProof/>
                <w:webHidden/>
                <w:rtl/>
              </w:rPr>
              <w:fldChar w:fldCharType="separate"/>
            </w:r>
            <w:r w:rsidR="000A1758">
              <w:rPr>
                <w:noProof/>
                <w:webHidden/>
                <w:rtl/>
              </w:rPr>
              <w:t>69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17" w:history="1">
            <w:r w:rsidR="000A1758" w:rsidRPr="00BB6861">
              <w:rPr>
                <w:rStyle w:val="Hyperlink"/>
                <w:noProof/>
                <w:rtl/>
              </w:rPr>
              <w:t xml:space="preserve">٧٨. </w:t>
            </w:r>
            <w:r w:rsidR="000A1758" w:rsidRPr="00BB6861">
              <w:rPr>
                <w:rStyle w:val="Hyperlink"/>
                <w:rFonts w:hint="eastAsia"/>
                <w:noProof/>
                <w:rtl/>
              </w:rPr>
              <w:t>درمان</w:t>
            </w:r>
            <w:r w:rsidR="000A1758" w:rsidRPr="00BB6861">
              <w:rPr>
                <w:rStyle w:val="Hyperlink"/>
                <w:noProof/>
                <w:rtl/>
              </w:rPr>
              <w:t xml:space="preserve"> </w:t>
            </w:r>
            <w:r w:rsidR="000A1758" w:rsidRPr="00BB6861">
              <w:rPr>
                <w:rStyle w:val="Hyperlink"/>
                <w:rFonts w:hint="eastAsia"/>
                <w:noProof/>
                <w:rtl/>
              </w:rPr>
              <w:t>سرطان</w:t>
            </w:r>
            <w:r w:rsidR="000A1758" w:rsidRPr="00BB6861">
              <w:rPr>
                <w:rStyle w:val="Hyperlink"/>
                <w:noProof/>
                <w:rtl/>
              </w:rPr>
              <w:t xml:space="preserve"> </w:t>
            </w:r>
            <w:r w:rsidR="000A1758" w:rsidRPr="00BB6861">
              <w:rPr>
                <w:rStyle w:val="Hyperlink"/>
                <w:rFonts w:hint="eastAsia"/>
                <w:noProof/>
                <w:rtl/>
              </w:rPr>
              <w:t>با</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Toc33994817 \h</w:instrText>
            </w:r>
            <w:r w:rsidR="000A1758">
              <w:rPr>
                <w:noProof/>
                <w:webHidden/>
                <w:rtl/>
              </w:rPr>
              <w:instrText xml:space="preserve"> </w:instrText>
            </w:r>
            <w:r>
              <w:rPr>
                <w:noProof/>
                <w:webHidden/>
                <w:rtl/>
              </w:rPr>
            </w:r>
            <w:r>
              <w:rPr>
                <w:noProof/>
                <w:webHidden/>
                <w:rtl/>
              </w:rPr>
              <w:fldChar w:fldCharType="separate"/>
            </w:r>
            <w:r w:rsidR="000A1758">
              <w:rPr>
                <w:noProof/>
                <w:webHidden/>
                <w:rtl/>
              </w:rPr>
              <w:t>70</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818"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هفتم</w:t>
            </w:r>
            <w:r w:rsidR="000A1758" w:rsidRPr="00BB6861">
              <w:rPr>
                <w:rStyle w:val="Hyperlink"/>
                <w:noProof/>
                <w:rtl/>
              </w:rPr>
              <w:t xml:space="preserve"> : </w:t>
            </w:r>
            <w:r w:rsidR="000A1758" w:rsidRPr="00BB6861">
              <w:rPr>
                <w:rStyle w:val="Hyperlink"/>
                <w:rFonts w:hint="eastAsia"/>
                <w:noProof/>
                <w:rtl/>
              </w:rPr>
              <w:t>آثار</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همراه</w:t>
            </w:r>
            <w:r w:rsidR="000A1758" w:rsidRPr="00BB6861">
              <w:rPr>
                <w:rStyle w:val="Hyperlink"/>
                <w:noProof/>
                <w:rtl/>
              </w:rPr>
              <w:t xml:space="preserve"> </w:t>
            </w:r>
            <w:r w:rsidR="000A1758" w:rsidRPr="00BB6861">
              <w:rPr>
                <w:rStyle w:val="Hyperlink"/>
                <w:rFonts w:hint="eastAsia"/>
                <w:noProof/>
                <w:rtl/>
              </w:rPr>
              <w:t>نماز</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Toc33994818 \h</w:instrText>
            </w:r>
            <w:r w:rsidR="000A1758">
              <w:rPr>
                <w:noProof/>
                <w:webHidden/>
                <w:rtl/>
              </w:rPr>
              <w:instrText xml:space="preserve"> </w:instrText>
            </w:r>
            <w:r>
              <w:rPr>
                <w:noProof/>
                <w:webHidden/>
                <w:rtl/>
              </w:rPr>
            </w:r>
            <w:r>
              <w:rPr>
                <w:noProof/>
                <w:webHidden/>
                <w:rtl/>
              </w:rPr>
              <w:fldChar w:fldCharType="separate"/>
            </w:r>
            <w:r w:rsidR="000A1758">
              <w:rPr>
                <w:noProof/>
                <w:webHidden/>
                <w:rtl/>
              </w:rPr>
              <w:t>71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19" w:history="1">
            <w:r w:rsidR="000A1758" w:rsidRPr="00BB6861">
              <w:rPr>
                <w:rStyle w:val="Hyperlink"/>
                <w:noProof/>
                <w:rtl/>
              </w:rPr>
              <w:t xml:space="preserve">٨٨.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ركوع</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سجود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Toc33994819 \h</w:instrText>
            </w:r>
            <w:r w:rsidR="000A1758">
              <w:rPr>
                <w:noProof/>
                <w:webHidden/>
                <w:rtl/>
              </w:rPr>
              <w:instrText xml:space="preserve"> </w:instrText>
            </w:r>
            <w:r>
              <w:rPr>
                <w:noProof/>
                <w:webHidden/>
                <w:rtl/>
              </w:rPr>
            </w:r>
            <w:r>
              <w:rPr>
                <w:noProof/>
                <w:webHidden/>
                <w:rtl/>
              </w:rPr>
              <w:fldChar w:fldCharType="separate"/>
            </w:r>
            <w:r w:rsidR="000A1758">
              <w:rPr>
                <w:noProof/>
                <w:webHidden/>
                <w:rtl/>
              </w:rPr>
              <w:t>71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20" w:history="1">
            <w:r w:rsidR="000A1758" w:rsidRPr="00BB6861">
              <w:rPr>
                <w:rStyle w:val="Hyperlink"/>
                <w:noProof/>
                <w:rtl/>
              </w:rPr>
              <w:t xml:space="preserve">٨٩. </w:t>
            </w:r>
            <w:r w:rsidR="000A1758" w:rsidRPr="00BB6861">
              <w:rPr>
                <w:rStyle w:val="Hyperlink"/>
                <w:rFonts w:hint="eastAsia"/>
                <w:noProof/>
                <w:rtl/>
              </w:rPr>
              <w:t>فرستادن</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بين</w:t>
            </w:r>
            <w:r w:rsidR="000A1758" w:rsidRPr="00BB6861">
              <w:rPr>
                <w:rStyle w:val="Hyperlink"/>
                <w:noProof/>
                <w:rtl/>
              </w:rPr>
              <w:t xml:space="preserve"> </w:t>
            </w:r>
            <w:r w:rsidR="000A1758" w:rsidRPr="00BB6861">
              <w:rPr>
                <w:rStyle w:val="Hyperlink"/>
                <w:rFonts w:hint="eastAsia"/>
                <w:noProof/>
                <w:rtl/>
              </w:rPr>
              <w:t>نماز</w:t>
            </w:r>
            <w:r w:rsidR="000A1758" w:rsidRPr="00BB6861">
              <w:rPr>
                <w:rStyle w:val="Hyperlink"/>
                <w:noProof/>
                <w:rtl/>
              </w:rPr>
              <w:t xml:space="preserve"> </w:t>
            </w:r>
            <w:r w:rsidR="000A1758" w:rsidRPr="00BB6861">
              <w:rPr>
                <w:rStyle w:val="Hyperlink"/>
                <w:rFonts w:hint="eastAsia"/>
                <w:noProof/>
                <w:rtl/>
              </w:rPr>
              <w:t>ظهر</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عصر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Toc33994820 \h</w:instrText>
            </w:r>
            <w:r w:rsidR="000A1758">
              <w:rPr>
                <w:noProof/>
                <w:webHidden/>
                <w:rtl/>
              </w:rPr>
              <w:instrText xml:space="preserve"> </w:instrText>
            </w:r>
            <w:r>
              <w:rPr>
                <w:noProof/>
                <w:webHidden/>
                <w:rtl/>
              </w:rPr>
            </w:r>
            <w:r>
              <w:rPr>
                <w:noProof/>
                <w:webHidden/>
                <w:rtl/>
              </w:rPr>
              <w:fldChar w:fldCharType="separate"/>
            </w:r>
            <w:r w:rsidR="000A1758">
              <w:rPr>
                <w:noProof/>
                <w:webHidden/>
                <w:rtl/>
              </w:rPr>
              <w:t>71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21" w:history="1">
            <w:r w:rsidR="000A1758" w:rsidRPr="00BB6861">
              <w:rPr>
                <w:rStyle w:val="Hyperlink"/>
                <w:noProof/>
                <w:rtl/>
              </w:rPr>
              <w:t xml:space="preserve">٩٠. </w:t>
            </w:r>
            <w:r w:rsidR="000A1758" w:rsidRPr="00BB6861">
              <w:rPr>
                <w:rStyle w:val="Hyperlink"/>
                <w:rFonts w:hint="eastAsia"/>
                <w:noProof/>
                <w:rtl/>
              </w:rPr>
              <w:t>مايه</w:t>
            </w:r>
            <w:r w:rsidR="000A1758" w:rsidRPr="00BB6861">
              <w:rPr>
                <w:rStyle w:val="Hyperlink"/>
                <w:noProof/>
                <w:rtl/>
              </w:rPr>
              <w:t xml:space="preserve"> </w:t>
            </w:r>
            <w:r w:rsidR="000A1758" w:rsidRPr="00BB6861">
              <w:rPr>
                <w:rStyle w:val="Hyperlink"/>
                <w:rFonts w:hint="eastAsia"/>
                <w:noProof/>
                <w:rtl/>
              </w:rPr>
              <w:t>تماميت</w:t>
            </w:r>
            <w:r w:rsidR="000A1758" w:rsidRPr="00BB6861">
              <w:rPr>
                <w:rStyle w:val="Hyperlink"/>
                <w:noProof/>
                <w:rtl/>
              </w:rPr>
              <w:t xml:space="preserve"> </w:t>
            </w:r>
            <w:r w:rsidR="000A1758" w:rsidRPr="00BB6861">
              <w:rPr>
                <w:rStyle w:val="Hyperlink"/>
                <w:rFonts w:hint="eastAsia"/>
                <w:noProof/>
                <w:rtl/>
              </w:rPr>
              <w:t>نماز</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Toc33994821 \h</w:instrText>
            </w:r>
            <w:r w:rsidR="000A1758">
              <w:rPr>
                <w:noProof/>
                <w:webHidden/>
                <w:rtl/>
              </w:rPr>
              <w:instrText xml:space="preserve"> </w:instrText>
            </w:r>
            <w:r>
              <w:rPr>
                <w:noProof/>
                <w:webHidden/>
                <w:rtl/>
              </w:rPr>
            </w:r>
            <w:r>
              <w:rPr>
                <w:noProof/>
                <w:webHidden/>
                <w:rtl/>
              </w:rPr>
              <w:fldChar w:fldCharType="separate"/>
            </w:r>
            <w:r w:rsidR="000A1758">
              <w:rPr>
                <w:noProof/>
                <w:webHidden/>
                <w:rtl/>
              </w:rPr>
              <w:t>71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22" w:history="1">
            <w:r w:rsidR="000A1758" w:rsidRPr="00BB6861">
              <w:rPr>
                <w:rStyle w:val="Hyperlink"/>
                <w:noProof/>
                <w:rtl/>
              </w:rPr>
              <w:t xml:space="preserve">٩١. </w:t>
            </w:r>
            <w:r w:rsidR="000A1758" w:rsidRPr="00BB6861">
              <w:rPr>
                <w:rStyle w:val="Hyperlink"/>
                <w:rFonts w:hint="eastAsia"/>
                <w:noProof/>
                <w:rtl/>
              </w:rPr>
              <w:t>پاك</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گناهان</w:t>
            </w:r>
            <w:r w:rsidR="000A1758" w:rsidRPr="00BB6861">
              <w:rPr>
                <w:rStyle w:val="Hyperlink"/>
                <w:noProof/>
                <w:rtl/>
              </w:rPr>
              <w:t xml:space="preserve"> </w:t>
            </w:r>
            <w:r w:rsidR="000A1758" w:rsidRPr="00BB6861">
              <w:rPr>
                <w:rStyle w:val="Hyperlink"/>
                <w:rFonts w:hint="eastAsia"/>
                <w:noProof/>
                <w:rtl/>
              </w:rPr>
              <w:t>يك</w:t>
            </w:r>
            <w:r w:rsidR="000A1758" w:rsidRPr="00BB6861">
              <w:rPr>
                <w:rStyle w:val="Hyperlink"/>
                <w:noProof/>
                <w:rtl/>
              </w:rPr>
              <w:t xml:space="preserve"> </w:t>
            </w:r>
            <w:r w:rsidR="000A1758" w:rsidRPr="00BB6861">
              <w:rPr>
                <w:rStyle w:val="Hyperlink"/>
                <w:rFonts w:hint="eastAsia"/>
                <w:noProof/>
                <w:rtl/>
              </w:rPr>
              <w:t>سال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Toc33994822 \h</w:instrText>
            </w:r>
            <w:r w:rsidR="000A1758">
              <w:rPr>
                <w:noProof/>
                <w:webHidden/>
                <w:rtl/>
              </w:rPr>
              <w:instrText xml:space="preserve"> </w:instrText>
            </w:r>
            <w:r>
              <w:rPr>
                <w:noProof/>
                <w:webHidden/>
                <w:rtl/>
              </w:rPr>
            </w:r>
            <w:r>
              <w:rPr>
                <w:noProof/>
                <w:webHidden/>
                <w:rtl/>
              </w:rPr>
              <w:fldChar w:fldCharType="separate"/>
            </w:r>
            <w:r w:rsidR="000A1758">
              <w:rPr>
                <w:noProof/>
                <w:webHidden/>
                <w:rtl/>
              </w:rPr>
              <w:t>71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23" w:history="1">
            <w:r w:rsidR="000A1758" w:rsidRPr="00BB6861">
              <w:rPr>
                <w:rStyle w:val="Hyperlink"/>
                <w:noProof/>
                <w:rtl/>
              </w:rPr>
              <w:t xml:space="preserve">٩٢. </w:t>
            </w:r>
            <w:r w:rsidR="000A1758" w:rsidRPr="00BB6861">
              <w:rPr>
                <w:rStyle w:val="Hyperlink"/>
                <w:rFonts w:hint="eastAsia"/>
                <w:noProof/>
                <w:rtl/>
              </w:rPr>
              <w:t>شرط</w:t>
            </w:r>
            <w:r w:rsidR="000A1758" w:rsidRPr="00BB6861">
              <w:rPr>
                <w:rStyle w:val="Hyperlink"/>
                <w:noProof/>
                <w:rtl/>
              </w:rPr>
              <w:t xml:space="preserve"> </w:t>
            </w:r>
            <w:r w:rsidR="000A1758" w:rsidRPr="00BB6861">
              <w:rPr>
                <w:rStyle w:val="Hyperlink"/>
                <w:rFonts w:hint="eastAsia"/>
                <w:noProof/>
                <w:rtl/>
              </w:rPr>
              <w:t>قبولى</w:t>
            </w:r>
            <w:r w:rsidR="000A1758" w:rsidRPr="00BB6861">
              <w:rPr>
                <w:rStyle w:val="Hyperlink"/>
                <w:noProof/>
                <w:rtl/>
              </w:rPr>
              <w:t xml:space="preserve"> </w:t>
            </w:r>
            <w:r w:rsidR="000A1758" w:rsidRPr="00BB6861">
              <w:rPr>
                <w:rStyle w:val="Hyperlink"/>
                <w:rFonts w:hint="eastAsia"/>
                <w:noProof/>
                <w:rtl/>
              </w:rPr>
              <w:t>نماز</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Toc33994823 \h</w:instrText>
            </w:r>
            <w:r w:rsidR="000A1758">
              <w:rPr>
                <w:noProof/>
                <w:webHidden/>
                <w:rtl/>
              </w:rPr>
              <w:instrText xml:space="preserve"> </w:instrText>
            </w:r>
            <w:r>
              <w:rPr>
                <w:noProof/>
                <w:webHidden/>
                <w:rtl/>
              </w:rPr>
            </w:r>
            <w:r>
              <w:rPr>
                <w:noProof/>
                <w:webHidden/>
                <w:rtl/>
              </w:rPr>
              <w:fldChar w:fldCharType="separate"/>
            </w:r>
            <w:r w:rsidR="000A1758">
              <w:rPr>
                <w:noProof/>
                <w:webHidden/>
                <w:rtl/>
              </w:rPr>
              <w:t>72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24" w:history="1">
            <w:r w:rsidR="000A1758" w:rsidRPr="00BB6861">
              <w:rPr>
                <w:rStyle w:val="Hyperlink"/>
                <w:noProof/>
                <w:rtl/>
              </w:rPr>
              <w:t xml:space="preserve">٩٣. </w:t>
            </w:r>
            <w:r w:rsidR="000A1758" w:rsidRPr="00BB6861">
              <w:rPr>
                <w:rStyle w:val="Hyperlink"/>
                <w:rFonts w:hint="eastAsia"/>
                <w:noProof/>
                <w:rtl/>
              </w:rPr>
              <w:t>ديدار</w:t>
            </w:r>
            <w:r w:rsidR="000A1758" w:rsidRPr="00BB6861">
              <w:rPr>
                <w:rStyle w:val="Hyperlink"/>
                <w:noProof/>
                <w:rtl/>
              </w:rPr>
              <w:t xml:space="preserve"> </w:t>
            </w:r>
            <w:r w:rsidR="000A1758" w:rsidRPr="00BB6861">
              <w:rPr>
                <w:rStyle w:val="Hyperlink"/>
                <w:rFonts w:hint="eastAsia"/>
                <w:noProof/>
                <w:rtl/>
              </w:rPr>
              <w:t>امام</w:t>
            </w:r>
            <w:r w:rsidR="000A1758" w:rsidRPr="00BB6861">
              <w:rPr>
                <w:rStyle w:val="Hyperlink"/>
                <w:noProof/>
                <w:rtl/>
              </w:rPr>
              <w:t xml:space="preserve"> </w:t>
            </w:r>
            <w:r w:rsidR="000A1758" w:rsidRPr="00BB6861">
              <w:rPr>
                <w:rStyle w:val="Hyperlink"/>
                <w:rFonts w:hint="eastAsia"/>
                <w:noProof/>
                <w:rtl/>
              </w:rPr>
              <w:t>قائم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Toc33994824 \h</w:instrText>
            </w:r>
            <w:r w:rsidR="000A1758">
              <w:rPr>
                <w:noProof/>
                <w:webHidden/>
                <w:rtl/>
              </w:rPr>
              <w:instrText xml:space="preserve"> </w:instrText>
            </w:r>
            <w:r>
              <w:rPr>
                <w:noProof/>
                <w:webHidden/>
                <w:rtl/>
              </w:rPr>
            </w:r>
            <w:r>
              <w:rPr>
                <w:noProof/>
                <w:webHidden/>
                <w:rtl/>
              </w:rPr>
              <w:fldChar w:fldCharType="separate"/>
            </w:r>
            <w:r w:rsidR="000A1758">
              <w:rPr>
                <w:noProof/>
                <w:webHidden/>
                <w:rtl/>
              </w:rPr>
              <w:t>72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25" w:history="1">
            <w:r w:rsidR="000A1758" w:rsidRPr="00BB6861">
              <w:rPr>
                <w:rStyle w:val="Hyperlink"/>
                <w:noProof/>
                <w:rtl/>
              </w:rPr>
              <w:t xml:space="preserve">٩٤.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بعد</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نماز</w:t>
            </w:r>
            <w:r w:rsidR="000A1758" w:rsidRPr="00BB6861">
              <w:rPr>
                <w:rStyle w:val="Hyperlink"/>
                <w:noProof/>
                <w:rtl/>
              </w:rPr>
              <w:t xml:space="preserve"> </w:t>
            </w:r>
            <w:r w:rsidR="000A1758" w:rsidRPr="00BB6861">
              <w:rPr>
                <w:rStyle w:val="Hyperlink"/>
                <w:rFonts w:hint="eastAsia"/>
                <w:noProof/>
                <w:rtl/>
              </w:rPr>
              <w:t>جمعه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Toc33994825 \h</w:instrText>
            </w:r>
            <w:r w:rsidR="000A1758">
              <w:rPr>
                <w:noProof/>
                <w:webHidden/>
                <w:rtl/>
              </w:rPr>
              <w:instrText xml:space="preserve"> </w:instrText>
            </w:r>
            <w:r>
              <w:rPr>
                <w:noProof/>
                <w:webHidden/>
                <w:rtl/>
              </w:rPr>
            </w:r>
            <w:r>
              <w:rPr>
                <w:noProof/>
                <w:webHidden/>
                <w:rtl/>
              </w:rPr>
              <w:fldChar w:fldCharType="separate"/>
            </w:r>
            <w:r w:rsidR="000A1758">
              <w:rPr>
                <w:noProof/>
                <w:webHidden/>
                <w:rtl/>
              </w:rPr>
              <w:t>72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26" w:history="1">
            <w:r w:rsidR="000A1758" w:rsidRPr="00BB6861">
              <w:rPr>
                <w:rStyle w:val="Hyperlink"/>
                <w:noProof/>
                <w:rtl/>
              </w:rPr>
              <w:t xml:space="preserve">٩٥. </w:t>
            </w:r>
            <w:r w:rsidR="000A1758" w:rsidRPr="00BB6861">
              <w:rPr>
                <w:rStyle w:val="Hyperlink"/>
                <w:rFonts w:hint="eastAsia"/>
                <w:noProof/>
                <w:rtl/>
              </w:rPr>
              <w:t>پس</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نماز</w:t>
            </w:r>
            <w:r w:rsidR="000A1758" w:rsidRPr="00BB6861">
              <w:rPr>
                <w:rStyle w:val="Hyperlink"/>
                <w:noProof/>
                <w:rtl/>
              </w:rPr>
              <w:t xml:space="preserve"> </w:t>
            </w:r>
            <w:r w:rsidR="000A1758" w:rsidRPr="00BB6861">
              <w:rPr>
                <w:rStyle w:val="Hyperlink"/>
                <w:rFonts w:hint="eastAsia"/>
                <w:noProof/>
                <w:rtl/>
              </w:rPr>
              <w:t>صبح</w:t>
            </w:r>
            <w:r w:rsidR="000A1758" w:rsidRPr="00BB6861">
              <w:rPr>
                <w:rStyle w:val="Hyperlink"/>
                <w:noProof/>
                <w:rtl/>
              </w:rPr>
              <w:t xml:space="preserve"> </w:t>
            </w:r>
            <w:r w:rsidR="000A1758" w:rsidRPr="00BB6861">
              <w:rPr>
                <w:rStyle w:val="Hyperlink"/>
                <w:rFonts w:hint="eastAsia"/>
                <w:noProof/>
                <w:rtl/>
              </w:rPr>
              <w:t>يا</w:t>
            </w:r>
            <w:r w:rsidR="000A1758" w:rsidRPr="00BB6861">
              <w:rPr>
                <w:rStyle w:val="Hyperlink"/>
                <w:noProof/>
                <w:rtl/>
              </w:rPr>
              <w:t xml:space="preserve"> </w:t>
            </w:r>
            <w:r w:rsidR="000A1758" w:rsidRPr="00BB6861">
              <w:rPr>
                <w:rStyle w:val="Hyperlink"/>
                <w:rFonts w:hint="eastAsia"/>
                <w:noProof/>
                <w:rtl/>
              </w:rPr>
              <w:t>مغرب</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Toc33994826 \h</w:instrText>
            </w:r>
            <w:r w:rsidR="000A1758">
              <w:rPr>
                <w:noProof/>
                <w:webHidden/>
                <w:rtl/>
              </w:rPr>
              <w:instrText xml:space="preserve"> </w:instrText>
            </w:r>
            <w:r>
              <w:rPr>
                <w:noProof/>
                <w:webHidden/>
                <w:rtl/>
              </w:rPr>
            </w:r>
            <w:r>
              <w:rPr>
                <w:noProof/>
                <w:webHidden/>
                <w:rtl/>
              </w:rPr>
              <w:fldChar w:fldCharType="separate"/>
            </w:r>
            <w:r w:rsidR="000A1758">
              <w:rPr>
                <w:noProof/>
                <w:webHidden/>
                <w:rtl/>
              </w:rPr>
              <w:t>73</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827"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هشتم</w:t>
            </w:r>
            <w:r w:rsidR="000A1758" w:rsidRPr="00BB6861">
              <w:rPr>
                <w:rStyle w:val="Hyperlink"/>
                <w:noProof/>
                <w:rtl/>
              </w:rPr>
              <w:t xml:space="preserve"> : </w:t>
            </w:r>
            <w:r w:rsidR="000A1758" w:rsidRPr="00BB6861">
              <w:rPr>
                <w:rStyle w:val="Hyperlink"/>
                <w:rFonts w:hint="eastAsia"/>
                <w:noProof/>
                <w:rtl/>
              </w:rPr>
              <w:t>اسجابت</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Toc33994827 \h</w:instrText>
            </w:r>
            <w:r w:rsidR="000A1758">
              <w:rPr>
                <w:noProof/>
                <w:webHidden/>
                <w:rtl/>
              </w:rPr>
              <w:instrText xml:space="preserve"> </w:instrText>
            </w:r>
            <w:r>
              <w:rPr>
                <w:noProof/>
                <w:webHidden/>
                <w:rtl/>
              </w:rPr>
            </w:r>
            <w:r>
              <w:rPr>
                <w:noProof/>
                <w:webHidden/>
                <w:rtl/>
              </w:rPr>
              <w:fldChar w:fldCharType="separate"/>
            </w:r>
            <w:r w:rsidR="000A1758">
              <w:rPr>
                <w:noProof/>
                <w:webHidden/>
                <w:rtl/>
              </w:rPr>
              <w:t>74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28" w:history="1">
            <w:r w:rsidR="000A1758" w:rsidRPr="00BB6861">
              <w:rPr>
                <w:rStyle w:val="Hyperlink"/>
                <w:noProof/>
                <w:rtl/>
              </w:rPr>
              <w:t xml:space="preserve">٩٦. </w:t>
            </w:r>
            <w:r w:rsidR="000A1758" w:rsidRPr="00BB6861">
              <w:rPr>
                <w:rStyle w:val="Hyperlink"/>
                <w:rFonts w:hint="eastAsia"/>
                <w:noProof/>
                <w:rtl/>
              </w:rPr>
              <w:t>استجابت</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Toc33994828 \h</w:instrText>
            </w:r>
            <w:r w:rsidR="000A1758">
              <w:rPr>
                <w:noProof/>
                <w:webHidden/>
                <w:rtl/>
              </w:rPr>
              <w:instrText xml:space="preserve"> </w:instrText>
            </w:r>
            <w:r>
              <w:rPr>
                <w:noProof/>
                <w:webHidden/>
                <w:rtl/>
              </w:rPr>
            </w:r>
            <w:r>
              <w:rPr>
                <w:noProof/>
                <w:webHidden/>
                <w:rtl/>
              </w:rPr>
              <w:fldChar w:fldCharType="separate"/>
            </w:r>
            <w:r w:rsidR="000A1758">
              <w:rPr>
                <w:noProof/>
                <w:webHidden/>
                <w:rtl/>
              </w:rPr>
              <w:t>74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29" w:history="1">
            <w:r w:rsidR="000A1758" w:rsidRPr="00BB6861">
              <w:rPr>
                <w:rStyle w:val="Hyperlink"/>
                <w:noProof/>
                <w:rtl/>
              </w:rPr>
              <w:t xml:space="preserve">٩٧. </w:t>
            </w:r>
            <w:r w:rsidR="000A1758" w:rsidRPr="00BB6861">
              <w:rPr>
                <w:rStyle w:val="Hyperlink"/>
                <w:rFonts w:hint="eastAsia"/>
                <w:noProof/>
                <w:rtl/>
              </w:rPr>
              <w:t>خدا</w:t>
            </w:r>
            <w:r w:rsidR="000A1758" w:rsidRPr="00BB6861">
              <w:rPr>
                <w:rStyle w:val="Hyperlink"/>
                <w:noProof/>
                <w:rtl/>
              </w:rPr>
              <w:t xml:space="preserve"> </w:t>
            </w:r>
            <w:r w:rsidR="000A1758" w:rsidRPr="00BB6861">
              <w:rPr>
                <w:rStyle w:val="Hyperlink"/>
                <w:rFonts w:hint="eastAsia"/>
                <w:noProof/>
                <w:rtl/>
              </w:rPr>
              <w:t>جوادتر</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آن</w:t>
            </w:r>
            <w:r w:rsidR="000A1758" w:rsidRPr="00BB6861">
              <w:rPr>
                <w:rStyle w:val="Hyperlink"/>
                <w:noProof/>
                <w:rtl/>
              </w:rPr>
              <w:t xml:space="preserve"> </w:t>
            </w:r>
            <w:r w:rsidR="000A1758" w:rsidRPr="00BB6861">
              <w:rPr>
                <w:rStyle w:val="Hyperlink"/>
                <w:rFonts w:hint="eastAsia"/>
                <w:noProof/>
                <w:rtl/>
              </w:rPr>
              <w:t>است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Toc33994829 \h</w:instrText>
            </w:r>
            <w:r w:rsidR="000A1758">
              <w:rPr>
                <w:noProof/>
                <w:webHidden/>
                <w:rtl/>
              </w:rPr>
              <w:instrText xml:space="preserve"> </w:instrText>
            </w:r>
            <w:r>
              <w:rPr>
                <w:noProof/>
                <w:webHidden/>
                <w:rtl/>
              </w:rPr>
            </w:r>
            <w:r>
              <w:rPr>
                <w:noProof/>
                <w:webHidden/>
                <w:rtl/>
              </w:rPr>
              <w:fldChar w:fldCharType="separate"/>
            </w:r>
            <w:r w:rsidR="000A1758">
              <w:rPr>
                <w:noProof/>
                <w:webHidden/>
                <w:rtl/>
              </w:rPr>
              <w:t>74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30" w:history="1">
            <w:r w:rsidR="000A1758" w:rsidRPr="00BB6861">
              <w:rPr>
                <w:rStyle w:val="Hyperlink"/>
                <w:noProof/>
                <w:rtl/>
              </w:rPr>
              <w:t xml:space="preserve">٩٨. </w:t>
            </w:r>
            <w:r w:rsidR="000A1758" w:rsidRPr="00BB6861">
              <w:rPr>
                <w:rStyle w:val="Hyperlink"/>
                <w:rFonts w:hint="eastAsia"/>
                <w:noProof/>
                <w:rtl/>
              </w:rPr>
              <w:t>شرايط</w:t>
            </w:r>
            <w:r w:rsidR="000A1758" w:rsidRPr="00BB6861">
              <w:rPr>
                <w:rStyle w:val="Hyperlink"/>
                <w:noProof/>
                <w:rtl/>
              </w:rPr>
              <w:t xml:space="preserve"> </w:t>
            </w:r>
            <w:r w:rsidR="000A1758" w:rsidRPr="00BB6861">
              <w:rPr>
                <w:rStyle w:val="Hyperlink"/>
                <w:rFonts w:hint="eastAsia"/>
                <w:noProof/>
                <w:rtl/>
              </w:rPr>
              <w:t>استجابت</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Toc33994830 \h</w:instrText>
            </w:r>
            <w:r w:rsidR="000A1758">
              <w:rPr>
                <w:noProof/>
                <w:webHidden/>
                <w:rtl/>
              </w:rPr>
              <w:instrText xml:space="preserve"> </w:instrText>
            </w:r>
            <w:r>
              <w:rPr>
                <w:noProof/>
                <w:webHidden/>
                <w:rtl/>
              </w:rPr>
            </w:r>
            <w:r>
              <w:rPr>
                <w:noProof/>
                <w:webHidden/>
                <w:rtl/>
              </w:rPr>
              <w:fldChar w:fldCharType="separate"/>
            </w:r>
            <w:r w:rsidR="000A1758">
              <w:rPr>
                <w:noProof/>
                <w:webHidden/>
                <w:rtl/>
              </w:rPr>
              <w:t>75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31" w:history="1">
            <w:r w:rsidR="000A1758" w:rsidRPr="00BB6861">
              <w:rPr>
                <w:rStyle w:val="Hyperlink"/>
                <w:noProof/>
                <w:rtl/>
              </w:rPr>
              <w:t xml:space="preserve">٩٩. </w:t>
            </w:r>
            <w:r w:rsidR="000A1758" w:rsidRPr="00BB6861">
              <w:rPr>
                <w:rStyle w:val="Hyperlink"/>
                <w:rFonts w:hint="eastAsia"/>
                <w:noProof/>
                <w:rtl/>
              </w:rPr>
              <w:t>باز</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درهاى</w:t>
            </w:r>
            <w:r w:rsidR="000A1758" w:rsidRPr="00BB6861">
              <w:rPr>
                <w:rStyle w:val="Hyperlink"/>
                <w:noProof/>
                <w:rtl/>
              </w:rPr>
              <w:t xml:space="preserve"> </w:t>
            </w:r>
            <w:r w:rsidR="000A1758" w:rsidRPr="00BB6861">
              <w:rPr>
                <w:rStyle w:val="Hyperlink"/>
                <w:rFonts w:hint="eastAsia"/>
                <w:noProof/>
                <w:rtl/>
              </w:rPr>
              <w:t>آسمان</w:t>
            </w:r>
            <w:r w:rsidR="000A1758" w:rsidRPr="00BB6861">
              <w:rPr>
                <w:rStyle w:val="Hyperlink"/>
                <w:noProof/>
                <w:rtl/>
              </w:rPr>
              <w:t xml:space="preserve"> </w:t>
            </w:r>
            <w:r w:rsidR="000A1758" w:rsidRPr="00BB6861">
              <w:rPr>
                <w:rStyle w:val="Hyperlink"/>
                <w:rFonts w:hint="eastAsia"/>
                <w:noProof/>
                <w:rtl/>
              </w:rPr>
              <w:t>براى</w:t>
            </w:r>
            <w:r w:rsidR="000A1758" w:rsidRPr="00BB6861">
              <w:rPr>
                <w:rStyle w:val="Hyperlink"/>
                <w:noProof/>
                <w:rtl/>
              </w:rPr>
              <w:t xml:space="preserve"> </w:t>
            </w:r>
            <w:r w:rsidR="000A1758" w:rsidRPr="00BB6861">
              <w:rPr>
                <w:rStyle w:val="Hyperlink"/>
                <w:rFonts w:hint="eastAsia"/>
                <w:noProof/>
                <w:rtl/>
              </w:rPr>
              <w:t>دعا</w:t>
            </w:r>
            <w:r w:rsidR="000A1758" w:rsidRPr="00BB6861">
              <w:rPr>
                <w:rStyle w:val="Hyperlink"/>
                <w:noProof/>
                <w:rtl/>
              </w:rPr>
              <w:t xml:space="preserve"> </w:t>
            </w:r>
            <w:r w:rsidR="000A1758" w:rsidRPr="00BB6861">
              <w:rPr>
                <w:rStyle w:val="Hyperlink"/>
                <w:rFonts w:hint="eastAsia"/>
                <w:noProof/>
                <w:rtl/>
              </w:rPr>
              <w:t>كننده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Toc33994831 \h</w:instrText>
            </w:r>
            <w:r w:rsidR="000A1758">
              <w:rPr>
                <w:noProof/>
                <w:webHidden/>
                <w:rtl/>
              </w:rPr>
              <w:instrText xml:space="preserve"> </w:instrText>
            </w:r>
            <w:r>
              <w:rPr>
                <w:noProof/>
                <w:webHidden/>
                <w:rtl/>
              </w:rPr>
            </w:r>
            <w:r>
              <w:rPr>
                <w:noProof/>
                <w:webHidden/>
                <w:rtl/>
              </w:rPr>
              <w:fldChar w:fldCharType="separate"/>
            </w:r>
            <w:r w:rsidR="000A1758">
              <w:rPr>
                <w:noProof/>
                <w:webHidden/>
                <w:rtl/>
              </w:rPr>
              <w:t>76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32" w:history="1">
            <w:r w:rsidR="000A1758" w:rsidRPr="00BB6861">
              <w:rPr>
                <w:rStyle w:val="Hyperlink"/>
                <w:noProof/>
                <w:rtl/>
              </w:rPr>
              <w:t xml:space="preserve">١٠٠.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ميان</w:t>
            </w:r>
            <w:r w:rsidR="000A1758" w:rsidRPr="00BB6861">
              <w:rPr>
                <w:rStyle w:val="Hyperlink"/>
                <w:noProof/>
                <w:rtl/>
              </w:rPr>
              <w:t xml:space="preserve"> </w:t>
            </w:r>
            <w:r w:rsidR="000A1758" w:rsidRPr="00BB6861">
              <w:rPr>
                <w:rStyle w:val="Hyperlink"/>
                <w:rFonts w:hint="eastAsia"/>
                <w:noProof/>
                <w:rtl/>
              </w:rPr>
              <w:t>دو</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Toc33994832 \h</w:instrText>
            </w:r>
            <w:r w:rsidR="000A1758">
              <w:rPr>
                <w:noProof/>
                <w:webHidden/>
                <w:rtl/>
              </w:rPr>
              <w:instrText xml:space="preserve"> </w:instrText>
            </w:r>
            <w:r>
              <w:rPr>
                <w:noProof/>
                <w:webHidden/>
                <w:rtl/>
              </w:rPr>
            </w:r>
            <w:r>
              <w:rPr>
                <w:noProof/>
                <w:webHidden/>
                <w:rtl/>
              </w:rPr>
              <w:fldChar w:fldCharType="separate"/>
            </w:r>
            <w:r w:rsidR="000A1758">
              <w:rPr>
                <w:noProof/>
                <w:webHidden/>
                <w:rtl/>
              </w:rPr>
              <w:t>77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33" w:history="1">
            <w:r w:rsidR="000A1758" w:rsidRPr="00BB6861">
              <w:rPr>
                <w:rStyle w:val="Hyperlink"/>
                <w:noProof/>
                <w:rtl/>
              </w:rPr>
              <w:t xml:space="preserve">١٠١. </w:t>
            </w:r>
            <w:r w:rsidR="000A1758" w:rsidRPr="00BB6861">
              <w:rPr>
                <w:rStyle w:val="Hyperlink"/>
                <w:rFonts w:hint="eastAsia"/>
                <w:noProof/>
                <w:rtl/>
              </w:rPr>
              <w:t>صلواتى</w:t>
            </w:r>
            <w:r w:rsidR="000A1758" w:rsidRPr="00BB6861">
              <w:rPr>
                <w:rStyle w:val="Hyperlink"/>
                <w:noProof/>
                <w:rtl/>
              </w:rPr>
              <w:t xml:space="preserve"> </w:t>
            </w:r>
            <w:r w:rsidR="000A1758" w:rsidRPr="00BB6861">
              <w:rPr>
                <w:rStyle w:val="Hyperlink"/>
                <w:rFonts w:hint="eastAsia"/>
                <w:noProof/>
                <w:rtl/>
              </w:rPr>
              <w:t>قبل</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Toc33994833 \h</w:instrText>
            </w:r>
            <w:r w:rsidR="000A1758">
              <w:rPr>
                <w:noProof/>
                <w:webHidden/>
                <w:rtl/>
              </w:rPr>
              <w:instrText xml:space="preserve"> </w:instrText>
            </w:r>
            <w:r>
              <w:rPr>
                <w:noProof/>
                <w:webHidden/>
                <w:rtl/>
              </w:rPr>
            </w:r>
            <w:r>
              <w:rPr>
                <w:noProof/>
                <w:webHidden/>
                <w:rtl/>
              </w:rPr>
              <w:fldChar w:fldCharType="separate"/>
            </w:r>
            <w:r w:rsidR="000A1758">
              <w:rPr>
                <w:noProof/>
                <w:webHidden/>
                <w:rtl/>
              </w:rPr>
              <w:t>77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34" w:history="1">
            <w:r w:rsidR="000A1758" w:rsidRPr="00BB6861">
              <w:rPr>
                <w:rStyle w:val="Hyperlink"/>
                <w:noProof/>
                <w:rtl/>
              </w:rPr>
              <w:t xml:space="preserve">١٠٢ - </w:t>
            </w:r>
            <w:r w:rsidR="000A1758" w:rsidRPr="00BB6861">
              <w:rPr>
                <w:rStyle w:val="Hyperlink"/>
                <w:rFonts w:hint="eastAsia"/>
                <w:noProof/>
                <w:rtl/>
              </w:rPr>
              <w:t>قبولى</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Toc33994834 \h</w:instrText>
            </w:r>
            <w:r w:rsidR="000A1758">
              <w:rPr>
                <w:noProof/>
                <w:webHidden/>
                <w:rtl/>
              </w:rPr>
              <w:instrText xml:space="preserve"> </w:instrText>
            </w:r>
            <w:r>
              <w:rPr>
                <w:noProof/>
                <w:webHidden/>
                <w:rtl/>
              </w:rPr>
            </w:r>
            <w:r>
              <w:rPr>
                <w:noProof/>
                <w:webHidden/>
                <w:rtl/>
              </w:rPr>
              <w:fldChar w:fldCharType="separate"/>
            </w:r>
            <w:r w:rsidR="000A1758">
              <w:rPr>
                <w:noProof/>
                <w:webHidden/>
                <w:rtl/>
              </w:rPr>
              <w:t>78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35" w:history="1">
            <w:r w:rsidR="000A1758" w:rsidRPr="00BB6861">
              <w:rPr>
                <w:rStyle w:val="Hyperlink"/>
                <w:noProof/>
                <w:rtl/>
              </w:rPr>
              <w:t xml:space="preserve">١٠٣. </w:t>
            </w:r>
            <w:r w:rsidR="000A1758" w:rsidRPr="00BB6861">
              <w:rPr>
                <w:rStyle w:val="Hyperlink"/>
                <w:rFonts w:hint="eastAsia"/>
                <w:noProof/>
                <w:rtl/>
              </w:rPr>
              <w:t>بال</w:t>
            </w:r>
            <w:r w:rsidR="000A1758" w:rsidRPr="00BB6861">
              <w:rPr>
                <w:rStyle w:val="Hyperlink"/>
                <w:noProof/>
                <w:rtl/>
              </w:rPr>
              <w:t xml:space="preserve"> </w:t>
            </w:r>
            <w:r w:rsidR="000A1758" w:rsidRPr="00BB6861">
              <w:rPr>
                <w:rStyle w:val="Hyperlink"/>
                <w:rFonts w:hint="eastAsia"/>
                <w:noProof/>
                <w:rtl/>
              </w:rPr>
              <w:t>رفتن</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Toc33994835 \h</w:instrText>
            </w:r>
            <w:r w:rsidR="000A1758">
              <w:rPr>
                <w:noProof/>
                <w:webHidden/>
                <w:rtl/>
              </w:rPr>
              <w:instrText xml:space="preserve"> </w:instrText>
            </w:r>
            <w:r>
              <w:rPr>
                <w:noProof/>
                <w:webHidden/>
                <w:rtl/>
              </w:rPr>
            </w:r>
            <w:r>
              <w:rPr>
                <w:noProof/>
                <w:webHidden/>
                <w:rtl/>
              </w:rPr>
              <w:fldChar w:fldCharType="separate"/>
            </w:r>
            <w:r w:rsidR="000A1758">
              <w:rPr>
                <w:noProof/>
                <w:webHidden/>
                <w:rtl/>
              </w:rPr>
              <w:t>78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36" w:history="1">
            <w:r w:rsidR="000A1758" w:rsidRPr="00BB6861">
              <w:rPr>
                <w:rStyle w:val="Hyperlink"/>
                <w:noProof/>
                <w:rtl/>
              </w:rPr>
              <w:t xml:space="preserve">١٠٤. </w:t>
            </w:r>
            <w:r w:rsidR="000A1758" w:rsidRPr="00BB6861">
              <w:rPr>
                <w:rStyle w:val="Hyperlink"/>
                <w:rFonts w:hint="eastAsia"/>
                <w:noProof/>
                <w:rtl/>
              </w:rPr>
              <w:t>شرط</w:t>
            </w:r>
            <w:r w:rsidR="000A1758" w:rsidRPr="00BB6861">
              <w:rPr>
                <w:rStyle w:val="Hyperlink"/>
                <w:noProof/>
                <w:rtl/>
              </w:rPr>
              <w:t xml:space="preserve"> </w:t>
            </w:r>
            <w:r w:rsidR="000A1758" w:rsidRPr="00BB6861">
              <w:rPr>
                <w:rStyle w:val="Hyperlink"/>
                <w:rFonts w:hint="eastAsia"/>
                <w:noProof/>
                <w:rtl/>
              </w:rPr>
              <w:t>قبولى</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Toc33994836 \h</w:instrText>
            </w:r>
            <w:r w:rsidR="000A1758">
              <w:rPr>
                <w:noProof/>
                <w:webHidden/>
                <w:rtl/>
              </w:rPr>
              <w:instrText xml:space="preserve"> </w:instrText>
            </w:r>
            <w:r>
              <w:rPr>
                <w:noProof/>
                <w:webHidden/>
                <w:rtl/>
              </w:rPr>
            </w:r>
            <w:r>
              <w:rPr>
                <w:noProof/>
                <w:webHidden/>
                <w:rtl/>
              </w:rPr>
              <w:fldChar w:fldCharType="separate"/>
            </w:r>
            <w:r w:rsidR="000A1758">
              <w:rPr>
                <w:noProof/>
                <w:webHidden/>
                <w:rtl/>
              </w:rPr>
              <w:t>78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37" w:history="1">
            <w:r w:rsidR="000A1758" w:rsidRPr="00BB6861">
              <w:rPr>
                <w:rStyle w:val="Hyperlink"/>
                <w:noProof/>
                <w:rtl/>
              </w:rPr>
              <w:t xml:space="preserve">١٠٥.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w:t>
            </w:r>
            <w:r w:rsidR="000A1758" w:rsidRPr="00BB6861">
              <w:rPr>
                <w:rStyle w:val="Hyperlink"/>
                <w:noProof/>
                <w:rtl/>
              </w:rPr>
              <w:t xml:space="preserve"> </w:t>
            </w:r>
            <w:r w:rsidR="000A1758" w:rsidRPr="00BB6861">
              <w:rPr>
                <w:rStyle w:val="Hyperlink"/>
                <w:rFonts w:hint="eastAsia"/>
                <w:noProof/>
                <w:rtl/>
              </w:rPr>
              <w:t>دعاى</w:t>
            </w:r>
            <w:r w:rsidR="000A1758" w:rsidRPr="00BB6861">
              <w:rPr>
                <w:rStyle w:val="Hyperlink"/>
                <w:noProof/>
                <w:rtl/>
              </w:rPr>
              <w:t xml:space="preserve"> </w:t>
            </w:r>
            <w:r w:rsidR="000A1758" w:rsidRPr="00BB6861">
              <w:rPr>
                <w:rStyle w:val="Hyperlink"/>
                <w:rFonts w:hint="eastAsia"/>
                <w:noProof/>
                <w:rtl/>
              </w:rPr>
              <w:t>مردم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Toc33994837 \h</w:instrText>
            </w:r>
            <w:r w:rsidR="000A1758">
              <w:rPr>
                <w:noProof/>
                <w:webHidden/>
                <w:rtl/>
              </w:rPr>
              <w:instrText xml:space="preserve"> </w:instrText>
            </w:r>
            <w:r>
              <w:rPr>
                <w:noProof/>
                <w:webHidden/>
                <w:rtl/>
              </w:rPr>
            </w:r>
            <w:r>
              <w:rPr>
                <w:noProof/>
                <w:webHidden/>
                <w:rtl/>
              </w:rPr>
              <w:fldChar w:fldCharType="separate"/>
            </w:r>
            <w:r w:rsidR="000A1758">
              <w:rPr>
                <w:noProof/>
                <w:webHidden/>
                <w:rtl/>
              </w:rPr>
              <w:t>78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38" w:history="1">
            <w:r w:rsidR="000A1758" w:rsidRPr="00BB6861">
              <w:rPr>
                <w:rStyle w:val="Hyperlink"/>
                <w:noProof/>
                <w:rtl/>
              </w:rPr>
              <w:t xml:space="preserve">١٠٦. </w:t>
            </w:r>
            <w:r w:rsidR="000A1758" w:rsidRPr="00BB6861">
              <w:rPr>
                <w:rStyle w:val="Hyperlink"/>
                <w:rFonts w:hint="eastAsia"/>
                <w:noProof/>
                <w:rtl/>
              </w:rPr>
              <w:t>معناى</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Toc33994838 \h</w:instrText>
            </w:r>
            <w:r w:rsidR="000A1758">
              <w:rPr>
                <w:noProof/>
                <w:webHidden/>
                <w:rtl/>
              </w:rPr>
              <w:instrText xml:space="preserve"> </w:instrText>
            </w:r>
            <w:r>
              <w:rPr>
                <w:noProof/>
                <w:webHidden/>
                <w:rtl/>
              </w:rPr>
            </w:r>
            <w:r>
              <w:rPr>
                <w:noProof/>
                <w:webHidden/>
                <w:rtl/>
              </w:rPr>
              <w:fldChar w:fldCharType="separate"/>
            </w:r>
            <w:r w:rsidR="000A1758">
              <w:rPr>
                <w:noProof/>
                <w:webHidden/>
                <w:rtl/>
              </w:rPr>
              <w:t>79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39" w:history="1">
            <w:r w:rsidR="000A1758" w:rsidRPr="00BB6861">
              <w:rPr>
                <w:rStyle w:val="Hyperlink"/>
                <w:noProof/>
                <w:rtl/>
              </w:rPr>
              <w:t xml:space="preserve">١٠٧. </w:t>
            </w:r>
            <w:r w:rsidR="000A1758" w:rsidRPr="00BB6861">
              <w:rPr>
                <w:rStyle w:val="Hyperlink"/>
                <w:rFonts w:hint="eastAsia"/>
                <w:noProof/>
                <w:rtl/>
              </w:rPr>
              <w:t>قرار</w:t>
            </w:r>
            <w:r w:rsidR="000A1758" w:rsidRPr="00BB6861">
              <w:rPr>
                <w:rStyle w:val="Hyperlink"/>
                <w:noProof/>
                <w:rtl/>
              </w:rPr>
              <w:t xml:space="preserve"> </w:t>
            </w:r>
            <w:r w:rsidR="000A1758" w:rsidRPr="00BB6861">
              <w:rPr>
                <w:rStyle w:val="Hyperlink"/>
                <w:rFonts w:hint="eastAsia"/>
                <w:noProof/>
                <w:rtl/>
              </w:rPr>
              <w:t>دادن</w:t>
            </w:r>
            <w:r w:rsidR="000A1758" w:rsidRPr="00BB6861">
              <w:rPr>
                <w:rStyle w:val="Hyperlink"/>
                <w:noProof/>
                <w:rtl/>
              </w:rPr>
              <w:t xml:space="preserve"> </w:t>
            </w:r>
            <w:r w:rsidR="000A1758" w:rsidRPr="00BB6861">
              <w:rPr>
                <w:rStyle w:val="Hyperlink"/>
                <w:rFonts w:hint="eastAsia"/>
                <w:noProof/>
                <w:rtl/>
              </w:rPr>
              <w:t>نام</w:t>
            </w:r>
            <w:r w:rsidR="000A1758" w:rsidRPr="00BB6861">
              <w:rPr>
                <w:rStyle w:val="Hyperlink"/>
                <w:noProof/>
                <w:rtl/>
              </w:rPr>
              <w:t xml:space="preserve"> </w:t>
            </w:r>
            <w:r w:rsidR="000A1758" w:rsidRPr="00BB6861">
              <w:rPr>
                <w:rStyle w:val="Hyperlink"/>
                <w:rFonts w:hint="eastAsia"/>
                <w:noProof/>
                <w:rtl/>
              </w:rPr>
              <w:t>پيامبر</w:t>
            </w:r>
            <w:r w:rsidR="000A1758" w:rsidRPr="00BB6861">
              <w:rPr>
                <w:rStyle w:val="Hyperlink"/>
                <w:noProof/>
                <w:rtl/>
              </w:rPr>
              <w:t xml:space="preserve"> </w:t>
            </w:r>
            <w:r w:rsidR="000A1758" w:rsidRPr="00BB6861">
              <w:rPr>
                <w:rStyle w:val="Hyperlink"/>
                <w:rFonts w:cs="Rafed Alaem" w:hint="eastAsia"/>
                <w:noProof/>
                <w:rtl/>
              </w:rPr>
              <w:t>صلى‌الله‌عليه‌وآله‌وسلم</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Toc33994839 \h</w:instrText>
            </w:r>
            <w:r w:rsidR="000A1758">
              <w:rPr>
                <w:noProof/>
                <w:webHidden/>
                <w:rtl/>
              </w:rPr>
              <w:instrText xml:space="preserve"> </w:instrText>
            </w:r>
            <w:r>
              <w:rPr>
                <w:noProof/>
                <w:webHidden/>
                <w:rtl/>
              </w:rPr>
            </w:r>
            <w:r>
              <w:rPr>
                <w:noProof/>
                <w:webHidden/>
                <w:rtl/>
              </w:rPr>
              <w:fldChar w:fldCharType="separate"/>
            </w:r>
            <w:r w:rsidR="000A1758">
              <w:rPr>
                <w:noProof/>
                <w:webHidden/>
                <w:rtl/>
              </w:rPr>
              <w:t>79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40" w:history="1">
            <w:r w:rsidR="000A1758" w:rsidRPr="00BB6861">
              <w:rPr>
                <w:rStyle w:val="Hyperlink"/>
                <w:noProof/>
                <w:rtl/>
              </w:rPr>
              <w:t xml:space="preserve">١٠٨. </w:t>
            </w:r>
            <w:r w:rsidR="000A1758" w:rsidRPr="00BB6861">
              <w:rPr>
                <w:rStyle w:val="Hyperlink"/>
                <w:rFonts w:hint="eastAsia"/>
                <w:noProof/>
                <w:rtl/>
              </w:rPr>
              <w:t>رفع</w:t>
            </w:r>
            <w:r w:rsidR="000A1758" w:rsidRPr="00BB6861">
              <w:rPr>
                <w:rStyle w:val="Hyperlink"/>
                <w:noProof/>
                <w:rtl/>
              </w:rPr>
              <w:t xml:space="preserve"> </w:t>
            </w:r>
            <w:r w:rsidR="000A1758" w:rsidRPr="00BB6861">
              <w:rPr>
                <w:rStyle w:val="Hyperlink"/>
                <w:rFonts w:hint="eastAsia"/>
                <w:noProof/>
                <w:rtl/>
              </w:rPr>
              <w:t>موانع</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حجاب</w:t>
            </w:r>
            <w:r w:rsidR="000A1758" w:rsidRPr="00BB6861">
              <w:rPr>
                <w:rStyle w:val="Hyperlink"/>
                <w:noProof/>
                <w:rtl/>
              </w:rPr>
              <w:t xml:space="preserve"> </w:t>
            </w:r>
            <w:r w:rsidR="000A1758" w:rsidRPr="00BB6861">
              <w:rPr>
                <w:rStyle w:val="Hyperlink"/>
                <w:rFonts w:hint="eastAsia"/>
                <w:noProof/>
                <w:rtl/>
              </w:rPr>
              <w:t>ها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Toc33994840 \h</w:instrText>
            </w:r>
            <w:r w:rsidR="000A1758">
              <w:rPr>
                <w:noProof/>
                <w:webHidden/>
                <w:rtl/>
              </w:rPr>
              <w:instrText xml:space="preserve"> </w:instrText>
            </w:r>
            <w:r>
              <w:rPr>
                <w:noProof/>
                <w:webHidden/>
                <w:rtl/>
              </w:rPr>
            </w:r>
            <w:r>
              <w:rPr>
                <w:noProof/>
                <w:webHidden/>
                <w:rtl/>
              </w:rPr>
              <w:fldChar w:fldCharType="separate"/>
            </w:r>
            <w:r w:rsidR="000A1758">
              <w:rPr>
                <w:noProof/>
                <w:webHidden/>
                <w:rtl/>
              </w:rPr>
              <w:t>79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41" w:history="1">
            <w:r w:rsidR="000A1758" w:rsidRPr="00BB6861">
              <w:rPr>
                <w:rStyle w:val="Hyperlink"/>
                <w:noProof/>
                <w:rtl/>
              </w:rPr>
              <w:t xml:space="preserve">١٠٩. </w:t>
            </w:r>
            <w:r w:rsidR="000A1758" w:rsidRPr="00BB6861">
              <w:rPr>
                <w:rStyle w:val="Hyperlink"/>
                <w:rFonts w:hint="eastAsia"/>
                <w:noProof/>
                <w:rtl/>
              </w:rPr>
              <w:t>امام</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بر</w:t>
            </w:r>
            <w:r w:rsidR="000A1758" w:rsidRPr="00BB6861">
              <w:rPr>
                <w:rStyle w:val="Hyperlink"/>
                <w:noProof/>
                <w:rtl/>
              </w:rPr>
              <w:t xml:space="preserve"> </w:t>
            </w:r>
            <w:r w:rsidR="000A1758" w:rsidRPr="00BB6861">
              <w:rPr>
                <w:rStyle w:val="Hyperlink"/>
                <w:rFonts w:hint="eastAsia"/>
                <w:noProof/>
                <w:rtl/>
              </w:rPr>
              <w:t>محمد</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آل</w:t>
            </w:r>
            <w:r w:rsidR="000A1758" w:rsidRPr="00BB6861">
              <w:rPr>
                <w:rStyle w:val="Hyperlink"/>
                <w:noProof/>
                <w:rtl/>
              </w:rPr>
              <w:t xml:space="preserve"> </w:t>
            </w:r>
            <w:r w:rsidR="000A1758" w:rsidRPr="00BB6861">
              <w:rPr>
                <w:rStyle w:val="Hyperlink"/>
                <w:rFonts w:hint="eastAsia"/>
                <w:noProof/>
                <w:rtl/>
              </w:rPr>
              <w:t>محمد</w:t>
            </w:r>
            <w:r w:rsidR="000A1758" w:rsidRPr="00BB6861">
              <w:rPr>
                <w:rStyle w:val="Hyperlink"/>
                <w:noProof/>
                <w:rtl/>
              </w:rPr>
              <w:t xml:space="preserve"> </w:t>
            </w:r>
            <w:r w:rsidR="000A1758" w:rsidRPr="00BB6861">
              <w:rPr>
                <w:rStyle w:val="Hyperlink"/>
                <w:rFonts w:cs="Rafed Alaem" w:hint="eastAsia"/>
                <w:noProof/>
                <w:rtl/>
              </w:rPr>
              <w:t>صلى‌الله‌عليه‌وآله‌وسلم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Toc33994841 \h</w:instrText>
            </w:r>
            <w:r w:rsidR="000A1758">
              <w:rPr>
                <w:noProof/>
                <w:webHidden/>
                <w:rtl/>
              </w:rPr>
              <w:instrText xml:space="preserve"> </w:instrText>
            </w:r>
            <w:r>
              <w:rPr>
                <w:noProof/>
                <w:webHidden/>
                <w:rtl/>
              </w:rPr>
            </w:r>
            <w:r>
              <w:rPr>
                <w:noProof/>
                <w:webHidden/>
                <w:rtl/>
              </w:rPr>
              <w:fldChar w:fldCharType="separate"/>
            </w:r>
            <w:r w:rsidR="000A1758">
              <w:rPr>
                <w:noProof/>
                <w:webHidden/>
                <w:rtl/>
              </w:rPr>
              <w:t>80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42" w:history="1">
            <w:r w:rsidR="000A1758" w:rsidRPr="00BB6861">
              <w:rPr>
                <w:rStyle w:val="Hyperlink"/>
                <w:noProof/>
                <w:rtl/>
              </w:rPr>
              <w:t xml:space="preserve">١١٠.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حفظ</w:t>
            </w:r>
            <w:r w:rsidR="000A1758" w:rsidRPr="00BB6861">
              <w:rPr>
                <w:rStyle w:val="Hyperlink"/>
                <w:noProof/>
                <w:rtl/>
              </w:rPr>
              <w:t xml:space="preserve"> </w:t>
            </w:r>
            <w:r w:rsidR="000A1758" w:rsidRPr="00BB6861">
              <w:rPr>
                <w:rStyle w:val="Hyperlink"/>
                <w:rFonts w:hint="eastAsia"/>
                <w:noProof/>
                <w:rtl/>
              </w:rPr>
              <w:t>او</w:t>
            </w:r>
            <w:r w:rsidR="000A1758" w:rsidRPr="00BB6861">
              <w:rPr>
                <w:rStyle w:val="Hyperlink"/>
                <w:noProof/>
                <w:rtl/>
              </w:rPr>
              <w:t xml:space="preserve"> </w:t>
            </w:r>
            <w:r w:rsidR="000A1758" w:rsidRPr="00BB6861">
              <w:rPr>
                <w:rStyle w:val="Hyperlink"/>
                <w:rFonts w:hint="eastAsia"/>
                <w:noProof/>
                <w:rtl/>
              </w:rPr>
              <w:t>بكوشيد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Toc33994842 \h</w:instrText>
            </w:r>
            <w:r w:rsidR="000A1758">
              <w:rPr>
                <w:noProof/>
                <w:webHidden/>
                <w:rtl/>
              </w:rPr>
              <w:instrText xml:space="preserve"> </w:instrText>
            </w:r>
            <w:r>
              <w:rPr>
                <w:noProof/>
                <w:webHidden/>
                <w:rtl/>
              </w:rPr>
            </w:r>
            <w:r>
              <w:rPr>
                <w:noProof/>
                <w:webHidden/>
                <w:rtl/>
              </w:rPr>
              <w:fldChar w:fldCharType="separate"/>
            </w:r>
            <w:r w:rsidR="000A1758">
              <w:rPr>
                <w:noProof/>
                <w:webHidden/>
                <w:rtl/>
              </w:rPr>
              <w:t>80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43" w:history="1">
            <w:r w:rsidR="000A1758" w:rsidRPr="00BB6861">
              <w:rPr>
                <w:rStyle w:val="Hyperlink"/>
                <w:noProof/>
                <w:rtl/>
              </w:rPr>
              <w:t xml:space="preserve">١١١. </w:t>
            </w:r>
            <w:r w:rsidR="000A1758" w:rsidRPr="00BB6861">
              <w:rPr>
                <w:rStyle w:val="Hyperlink"/>
                <w:rFonts w:hint="eastAsia"/>
                <w:noProof/>
                <w:rtl/>
              </w:rPr>
              <w:t>اجابت</w:t>
            </w:r>
            <w:r w:rsidR="000A1758" w:rsidRPr="00BB6861">
              <w:rPr>
                <w:rStyle w:val="Hyperlink"/>
                <w:noProof/>
                <w:rtl/>
              </w:rPr>
              <w:t xml:space="preserve"> </w:t>
            </w:r>
            <w:r w:rsidR="000A1758" w:rsidRPr="00BB6861">
              <w:rPr>
                <w:rStyle w:val="Hyperlink"/>
                <w:rFonts w:hint="eastAsia"/>
                <w:noProof/>
                <w:rtl/>
              </w:rPr>
              <w:t>دعا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Toc33994843 \h</w:instrText>
            </w:r>
            <w:r w:rsidR="000A1758">
              <w:rPr>
                <w:noProof/>
                <w:webHidden/>
                <w:rtl/>
              </w:rPr>
              <w:instrText xml:space="preserve"> </w:instrText>
            </w:r>
            <w:r>
              <w:rPr>
                <w:noProof/>
                <w:webHidden/>
                <w:rtl/>
              </w:rPr>
            </w:r>
            <w:r>
              <w:rPr>
                <w:noProof/>
                <w:webHidden/>
                <w:rtl/>
              </w:rPr>
              <w:fldChar w:fldCharType="separate"/>
            </w:r>
            <w:r w:rsidR="000A1758">
              <w:rPr>
                <w:noProof/>
                <w:webHidden/>
                <w:rtl/>
              </w:rPr>
              <w:t>80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44" w:history="1">
            <w:r w:rsidR="000A1758" w:rsidRPr="00BB6861">
              <w:rPr>
                <w:rStyle w:val="Hyperlink"/>
                <w:noProof/>
                <w:rtl/>
              </w:rPr>
              <w:t xml:space="preserve">١١٢. </w:t>
            </w:r>
            <w:r w:rsidR="000A1758" w:rsidRPr="00BB6861">
              <w:rPr>
                <w:rStyle w:val="Hyperlink"/>
                <w:rFonts w:hint="eastAsia"/>
                <w:noProof/>
                <w:rtl/>
              </w:rPr>
              <w:t>هيچ</w:t>
            </w:r>
            <w:r w:rsidR="000A1758" w:rsidRPr="00BB6861">
              <w:rPr>
                <w:rStyle w:val="Hyperlink"/>
                <w:noProof/>
                <w:rtl/>
              </w:rPr>
              <w:t xml:space="preserve"> </w:t>
            </w:r>
            <w:r w:rsidR="000A1758" w:rsidRPr="00BB6861">
              <w:rPr>
                <w:rStyle w:val="Hyperlink"/>
                <w:rFonts w:hint="eastAsia"/>
                <w:noProof/>
                <w:rtl/>
              </w:rPr>
              <w:t>دعايى</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آسمان</w:t>
            </w:r>
            <w:r w:rsidR="000A1758" w:rsidRPr="00BB6861">
              <w:rPr>
                <w:rStyle w:val="Hyperlink"/>
                <w:noProof/>
                <w:rtl/>
              </w:rPr>
              <w:t xml:space="preserve"> </w:t>
            </w:r>
            <w:r w:rsidR="000A1758" w:rsidRPr="00BB6861">
              <w:rPr>
                <w:rStyle w:val="Hyperlink"/>
                <w:rFonts w:hint="eastAsia"/>
                <w:noProof/>
                <w:rtl/>
              </w:rPr>
              <w:t>نمى</w:t>
            </w:r>
            <w:r w:rsidR="000A1758" w:rsidRPr="00BB6861">
              <w:rPr>
                <w:rStyle w:val="Hyperlink"/>
                <w:noProof/>
                <w:rtl/>
              </w:rPr>
              <w:t xml:space="preserve"> </w:t>
            </w:r>
            <w:r w:rsidR="000A1758" w:rsidRPr="00BB6861">
              <w:rPr>
                <w:rStyle w:val="Hyperlink"/>
                <w:rFonts w:hint="eastAsia"/>
                <w:noProof/>
                <w:rtl/>
              </w:rPr>
              <w:t>رسد</w:t>
            </w:r>
            <w:r w:rsidR="000A1758" w:rsidRPr="00BB6861">
              <w:rPr>
                <w:rStyle w:val="Hyperlink"/>
                <w:noProof/>
                <w:rtl/>
              </w:rPr>
              <w:t xml:space="preserve"> </w:t>
            </w:r>
            <w:r w:rsidR="000A1758" w:rsidRPr="00BB6861">
              <w:rPr>
                <w:rStyle w:val="Hyperlink"/>
                <w:rFonts w:hint="eastAsia"/>
                <w:noProof/>
                <w:rtl/>
              </w:rPr>
              <w:t>مگر</w:t>
            </w:r>
            <w:r w:rsidR="000A1758" w:rsidRPr="00BB6861">
              <w:rPr>
                <w:rStyle w:val="Hyperlink"/>
                <w:noProof/>
                <w:rtl/>
              </w:rPr>
              <w:t>...</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Toc33994844 \h</w:instrText>
            </w:r>
            <w:r w:rsidR="000A1758">
              <w:rPr>
                <w:noProof/>
                <w:webHidden/>
                <w:rtl/>
              </w:rPr>
              <w:instrText xml:space="preserve"> </w:instrText>
            </w:r>
            <w:r>
              <w:rPr>
                <w:noProof/>
                <w:webHidden/>
                <w:rtl/>
              </w:rPr>
            </w:r>
            <w:r>
              <w:rPr>
                <w:noProof/>
                <w:webHidden/>
                <w:rtl/>
              </w:rPr>
              <w:fldChar w:fldCharType="separate"/>
            </w:r>
            <w:r w:rsidR="000A1758">
              <w:rPr>
                <w:noProof/>
                <w:webHidden/>
                <w:rtl/>
              </w:rPr>
              <w:t>80</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845"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نهم</w:t>
            </w:r>
            <w:r w:rsidR="000A1758" w:rsidRPr="00BB6861">
              <w:rPr>
                <w:rStyle w:val="Hyperlink"/>
                <w:noProof/>
                <w:rtl/>
              </w:rPr>
              <w:t xml:space="preserve"> :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رؤ</w:t>
            </w:r>
            <w:r w:rsidR="000A1758" w:rsidRPr="00BB6861">
              <w:rPr>
                <w:rStyle w:val="Hyperlink"/>
                <w:noProof/>
                <w:rtl/>
              </w:rPr>
              <w:t xml:space="preserve"> </w:t>
            </w:r>
            <w:r w:rsidR="000A1758" w:rsidRPr="00BB6861">
              <w:rPr>
                <w:rStyle w:val="Hyperlink"/>
                <w:rFonts w:hint="eastAsia"/>
                <w:noProof/>
                <w:rtl/>
              </w:rPr>
              <w:t>ياهاى</w:t>
            </w:r>
            <w:r w:rsidR="000A1758" w:rsidRPr="00BB6861">
              <w:rPr>
                <w:rStyle w:val="Hyperlink"/>
                <w:noProof/>
                <w:rtl/>
              </w:rPr>
              <w:t xml:space="preserve"> </w:t>
            </w:r>
            <w:r w:rsidR="000A1758" w:rsidRPr="00BB6861">
              <w:rPr>
                <w:rStyle w:val="Hyperlink"/>
                <w:rFonts w:hint="eastAsia"/>
                <w:noProof/>
                <w:rtl/>
              </w:rPr>
              <w:t>صادقا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Toc33994845 \h</w:instrText>
            </w:r>
            <w:r w:rsidR="000A1758">
              <w:rPr>
                <w:noProof/>
                <w:webHidden/>
                <w:rtl/>
              </w:rPr>
              <w:instrText xml:space="preserve"> </w:instrText>
            </w:r>
            <w:r>
              <w:rPr>
                <w:noProof/>
                <w:webHidden/>
                <w:rtl/>
              </w:rPr>
            </w:r>
            <w:r>
              <w:rPr>
                <w:noProof/>
                <w:webHidden/>
                <w:rtl/>
              </w:rPr>
              <w:fldChar w:fldCharType="separate"/>
            </w:r>
            <w:r w:rsidR="000A1758">
              <w:rPr>
                <w:noProof/>
                <w:webHidden/>
                <w:rtl/>
              </w:rPr>
              <w:t>81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46" w:history="1">
            <w:r w:rsidR="000A1758" w:rsidRPr="00BB6861">
              <w:rPr>
                <w:rStyle w:val="Hyperlink"/>
                <w:noProof/>
                <w:rtl/>
              </w:rPr>
              <w:t xml:space="preserve">١١٣.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رؤ</w:t>
            </w:r>
            <w:r w:rsidR="000A1758" w:rsidRPr="00BB6861">
              <w:rPr>
                <w:rStyle w:val="Hyperlink"/>
                <w:noProof/>
                <w:rtl/>
              </w:rPr>
              <w:t xml:space="preserve"> </w:t>
            </w:r>
            <w:r w:rsidR="000A1758" w:rsidRPr="00BB6861">
              <w:rPr>
                <w:rStyle w:val="Hyperlink"/>
                <w:rFonts w:hint="eastAsia"/>
                <w:noProof/>
                <w:rtl/>
              </w:rPr>
              <w:t>ياهاى</w:t>
            </w:r>
            <w:r w:rsidR="000A1758" w:rsidRPr="00BB6861">
              <w:rPr>
                <w:rStyle w:val="Hyperlink"/>
                <w:noProof/>
                <w:rtl/>
              </w:rPr>
              <w:t xml:space="preserve"> </w:t>
            </w:r>
            <w:r w:rsidR="000A1758" w:rsidRPr="00BB6861">
              <w:rPr>
                <w:rStyle w:val="Hyperlink"/>
                <w:rFonts w:hint="eastAsia"/>
                <w:noProof/>
                <w:rtl/>
              </w:rPr>
              <w:t>صادقانه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Toc33994846 \h</w:instrText>
            </w:r>
            <w:r w:rsidR="000A1758">
              <w:rPr>
                <w:noProof/>
                <w:webHidden/>
                <w:rtl/>
              </w:rPr>
              <w:instrText xml:space="preserve"> </w:instrText>
            </w:r>
            <w:r>
              <w:rPr>
                <w:noProof/>
                <w:webHidden/>
                <w:rtl/>
              </w:rPr>
            </w:r>
            <w:r>
              <w:rPr>
                <w:noProof/>
                <w:webHidden/>
                <w:rtl/>
              </w:rPr>
              <w:fldChar w:fldCharType="separate"/>
            </w:r>
            <w:r w:rsidR="000A1758">
              <w:rPr>
                <w:noProof/>
                <w:webHidden/>
                <w:rtl/>
              </w:rPr>
              <w:t>81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47" w:history="1">
            <w:r w:rsidR="000A1758" w:rsidRPr="00BB6861">
              <w:rPr>
                <w:rStyle w:val="Hyperlink"/>
                <w:noProof/>
                <w:rtl/>
              </w:rPr>
              <w:t xml:space="preserve">١١٤. </w:t>
            </w:r>
            <w:r w:rsidR="000A1758" w:rsidRPr="00BB6861">
              <w:rPr>
                <w:rStyle w:val="Hyperlink"/>
                <w:rFonts w:hint="eastAsia"/>
                <w:noProof/>
                <w:rtl/>
              </w:rPr>
              <w:t>بركت</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Toc33994847 \h</w:instrText>
            </w:r>
            <w:r w:rsidR="000A1758">
              <w:rPr>
                <w:noProof/>
                <w:webHidden/>
                <w:rtl/>
              </w:rPr>
              <w:instrText xml:space="preserve"> </w:instrText>
            </w:r>
            <w:r>
              <w:rPr>
                <w:noProof/>
                <w:webHidden/>
                <w:rtl/>
              </w:rPr>
            </w:r>
            <w:r>
              <w:rPr>
                <w:noProof/>
                <w:webHidden/>
                <w:rtl/>
              </w:rPr>
              <w:fldChar w:fldCharType="separate"/>
            </w:r>
            <w:r w:rsidR="000A1758">
              <w:rPr>
                <w:noProof/>
                <w:webHidden/>
                <w:rtl/>
              </w:rPr>
              <w:t>81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48" w:history="1">
            <w:r w:rsidR="000A1758" w:rsidRPr="00BB6861">
              <w:rPr>
                <w:rStyle w:val="Hyperlink"/>
                <w:noProof/>
                <w:rtl/>
              </w:rPr>
              <w:t xml:space="preserve">١١٥. </w:t>
            </w:r>
            <w:r w:rsidR="000A1758" w:rsidRPr="00BB6861">
              <w:rPr>
                <w:rStyle w:val="Hyperlink"/>
                <w:rFonts w:hint="eastAsia"/>
                <w:noProof/>
                <w:rtl/>
              </w:rPr>
              <w:t>رويت</w:t>
            </w:r>
            <w:r w:rsidR="000A1758" w:rsidRPr="00BB6861">
              <w:rPr>
                <w:rStyle w:val="Hyperlink"/>
                <w:noProof/>
                <w:rtl/>
              </w:rPr>
              <w:t xml:space="preserve"> </w:t>
            </w:r>
            <w:r w:rsidR="000A1758" w:rsidRPr="00BB6861">
              <w:rPr>
                <w:rStyle w:val="Hyperlink"/>
                <w:rFonts w:hint="eastAsia"/>
                <w:noProof/>
                <w:rtl/>
              </w:rPr>
              <w:t>نبى</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خواب</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Toc33994848 \h</w:instrText>
            </w:r>
            <w:r w:rsidR="000A1758">
              <w:rPr>
                <w:noProof/>
                <w:webHidden/>
                <w:rtl/>
              </w:rPr>
              <w:instrText xml:space="preserve"> </w:instrText>
            </w:r>
            <w:r>
              <w:rPr>
                <w:noProof/>
                <w:webHidden/>
                <w:rtl/>
              </w:rPr>
            </w:r>
            <w:r>
              <w:rPr>
                <w:noProof/>
                <w:webHidden/>
                <w:rtl/>
              </w:rPr>
              <w:fldChar w:fldCharType="separate"/>
            </w:r>
            <w:r w:rsidR="000A1758">
              <w:rPr>
                <w:noProof/>
                <w:webHidden/>
                <w:rtl/>
              </w:rPr>
              <w:t>82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49" w:history="1">
            <w:r w:rsidR="000A1758" w:rsidRPr="00BB6861">
              <w:rPr>
                <w:rStyle w:val="Hyperlink"/>
                <w:noProof/>
                <w:rtl/>
              </w:rPr>
              <w:t xml:space="preserve">١١٦. </w:t>
            </w:r>
            <w:r w:rsidR="000A1758" w:rsidRPr="00BB6861">
              <w:rPr>
                <w:rStyle w:val="Hyperlink"/>
                <w:rFonts w:hint="eastAsia"/>
                <w:noProof/>
                <w:rtl/>
              </w:rPr>
              <w:t>برآورده</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نياز</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خواب</w:t>
            </w:r>
            <w:r w:rsidR="000A1758" w:rsidRPr="00BB6861">
              <w:rPr>
                <w:rStyle w:val="Hyperlink"/>
                <w:noProof/>
                <w:rtl/>
              </w:rPr>
              <w:t xml:space="preserve"> : </w:t>
            </w:r>
            <w:r w:rsidR="000A1758" w:rsidRPr="00BB6861">
              <w:rPr>
                <w:rStyle w:val="Hyperlink"/>
                <w:rFonts w:hint="eastAsia"/>
                <w:noProof/>
                <w:rtl/>
              </w:rPr>
              <w:t>ازمجموع</w:t>
            </w:r>
            <w:r w:rsidR="000A1758" w:rsidRPr="00BB6861">
              <w:rPr>
                <w:rStyle w:val="Hyperlink"/>
                <w:noProof/>
                <w:rtl/>
              </w:rPr>
              <w:t xml:space="preserve"> </w:t>
            </w:r>
            <w:r w:rsidR="000A1758" w:rsidRPr="00BB6861">
              <w:rPr>
                <w:rStyle w:val="Hyperlink"/>
                <w:rFonts w:hint="eastAsia"/>
                <w:noProof/>
                <w:rtl/>
              </w:rPr>
              <w:t>الدعواتتلعكبرى</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اهل</w:t>
            </w:r>
            <w:r w:rsidR="000A1758" w:rsidRPr="00BB6861">
              <w:rPr>
                <w:rStyle w:val="Hyperlink"/>
                <w:noProof/>
                <w:rtl/>
              </w:rPr>
              <w:t xml:space="preserve"> </w:t>
            </w:r>
            <w:r w:rsidR="000A1758" w:rsidRPr="00BB6861">
              <w:rPr>
                <w:rStyle w:val="Hyperlink"/>
                <w:rFonts w:hint="eastAsia"/>
                <w:noProof/>
                <w:rtl/>
              </w:rPr>
              <w:t>بيت</w:t>
            </w:r>
            <w:r w:rsidR="000A1758" w:rsidRPr="00BB6861">
              <w:rPr>
                <w:rStyle w:val="Hyperlink"/>
                <w:noProof/>
                <w:rtl/>
              </w:rPr>
              <w:t xml:space="preserve"> - </w:t>
            </w:r>
            <w:r w:rsidR="000A1758" w:rsidRPr="00BB6861">
              <w:rPr>
                <w:rStyle w:val="Hyperlink"/>
                <w:rFonts w:cs="Rafed Alaem" w:hint="eastAsia"/>
                <w:noProof/>
                <w:rtl/>
              </w:rPr>
              <w:t>عليه‌السلام</w:t>
            </w:r>
            <w:r w:rsidR="000A1758" w:rsidRPr="00BB6861">
              <w:rPr>
                <w:rStyle w:val="Hyperlink"/>
                <w:rFonts w:cs="Rafed Alaem"/>
                <w:noProof/>
                <w:rtl/>
              </w:rPr>
              <w:t xml:space="preserve"> </w:t>
            </w:r>
            <w:r w:rsidR="000A1758" w:rsidRPr="00BB6861">
              <w:rPr>
                <w:rStyle w:val="Hyperlink"/>
                <w:noProof/>
                <w:rtl/>
              </w:rPr>
              <w:t xml:space="preserve"> - </w:t>
            </w:r>
            <w:r w:rsidR="000A1758" w:rsidRPr="00BB6861">
              <w:rPr>
                <w:rStyle w:val="Hyperlink"/>
                <w:rFonts w:hint="eastAsia"/>
                <w:noProof/>
                <w:rtl/>
              </w:rPr>
              <w:t>روايت</w:t>
            </w:r>
            <w:r w:rsidR="000A1758" w:rsidRPr="00BB6861">
              <w:rPr>
                <w:rStyle w:val="Hyperlink"/>
                <w:noProof/>
                <w:rtl/>
              </w:rPr>
              <w:t xml:space="preserve"> </w:t>
            </w:r>
            <w:r w:rsidR="000A1758" w:rsidRPr="00BB6861">
              <w:rPr>
                <w:rStyle w:val="Hyperlink"/>
                <w:rFonts w:hint="eastAsia"/>
                <w:noProof/>
                <w:rtl/>
              </w:rPr>
              <w:t>شده</w:t>
            </w:r>
            <w:r w:rsidR="000A1758" w:rsidRPr="00BB6861">
              <w:rPr>
                <w:rStyle w:val="Hyperlink"/>
                <w:noProof/>
                <w:rtl/>
              </w:rPr>
              <w:t xml:space="preserve"> </w:t>
            </w:r>
            <w:r w:rsidR="000A1758" w:rsidRPr="00BB6861">
              <w:rPr>
                <w:rStyle w:val="Hyperlink"/>
                <w:rFonts w:hint="eastAsia"/>
                <w:noProof/>
                <w:rtl/>
              </w:rPr>
              <w:t>است</w:t>
            </w:r>
            <w:r w:rsidR="000A1758" w:rsidRPr="00BB6861">
              <w:rPr>
                <w:rStyle w:val="Hyperlink"/>
                <w:noProof/>
                <w:rtl/>
              </w:rPr>
              <w:t xml:space="preserve"> </w:t>
            </w:r>
            <w:r w:rsidR="000A1758" w:rsidRPr="00BB6861">
              <w:rPr>
                <w:rStyle w:val="Hyperlink"/>
                <w:rFonts w:hint="eastAsia"/>
                <w:noProof/>
                <w:rtl/>
              </w:rPr>
              <w:t>كه</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Toc33994849 \h</w:instrText>
            </w:r>
            <w:r w:rsidR="000A1758">
              <w:rPr>
                <w:noProof/>
                <w:webHidden/>
                <w:rtl/>
              </w:rPr>
              <w:instrText xml:space="preserve"> </w:instrText>
            </w:r>
            <w:r>
              <w:rPr>
                <w:noProof/>
                <w:webHidden/>
                <w:rtl/>
              </w:rPr>
            </w:r>
            <w:r>
              <w:rPr>
                <w:noProof/>
                <w:webHidden/>
                <w:rtl/>
              </w:rPr>
              <w:fldChar w:fldCharType="separate"/>
            </w:r>
            <w:r w:rsidR="000A1758">
              <w:rPr>
                <w:noProof/>
                <w:webHidden/>
                <w:rtl/>
              </w:rPr>
              <w:t>82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50" w:history="1">
            <w:r w:rsidR="000A1758" w:rsidRPr="00BB6861">
              <w:rPr>
                <w:rStyle w:val="Hyperlink"/>
                <w:noProof/>
                <w:rtl/>
              </w:rPr>
              <w:t xml:space="preserve">١١٧. </w:t>
            </w:r>
            <w:r w:rsidR="000A1758" w:rsidRPr="00BB6861">
              <w:rPr>
                <w:rStyle w:val="Hyperlink"/>
                <w:rFonts w:hint="eastAsia"/>
                <w:noProof/>
                <w:rtl/>
              </w:rPr>
              <w:t>دستورالعملى</w:t>
            </w:r>
            <w:r w:rsidR="000A1758" w:rsidRPr="00BB6861">
              <w:rPr>
                <w:rStyle w:val="Hyperlink"/>
                <w:noProof/>
                <w:rtl/>
              </w:rPr>
              <w:t xml:space="preserve"> </w:t>
            </w:r>
            <w:r w:rsidR="000A1758" w:rsidRPr="00BB6861">
              <w:rPr>
                <w:rStyle w:val="Hyperlink"/>
                <w:rFonts w:hint="eastAsia"/>
                <w:noProof/>
                <w:rtl/>
              </w:rPr>
              <w:t>براى</w:t>
            </w:r>
            <w:r w:rsidR="000A1758" w:rsidRPr="00BB6861">
              <w:rPr>
                <w:rStyle w:val="Hyperlink"/>
                <w:noProof/>
                <w:rtl/>
              </w:rPr>
              <w:t xml:space="preserve"> </w:t>
            </w:r>
            <w:r w:rsidR="000A1758" w:rsidRPr="00BB6861">
              <w:rPr>
                <w:rStyle w:val="Hyperlink"/>
                <w:rFonts w:hint="eastAsia"/>
                <w:noProof/>
                <w:rtl/>
              </w:rPr>
              <w:t>خواب</w:t>
            </w:r>
            <w:r w:rsidR="000A1758" w:rsidRPr="00BB6861">
              <w:rPr>
                <w:rStyle w:val="Hyperlink"/>
                <w:noProof/>
                <w:rtl/>
              </w:rPr>
              <w:t xml:space="preserve"> </w:t>
            </w:r>
            <w:r w:rsidR="000A1758" w:rsidRPr="00BB6861">
              <w:rPr>
                <w:rStyle w:val="Hyperlink"/>
                <w:rFonts w:hint="eastAsia"/>
                <w:noProof/>
                <w:rtl/>
              </w:rPr>
              <w:t>ديدن</w:t>
            </w:r>
            <w:r w:rsidR="000A1758" w:rsidRPr="00BB6861">
              <w:rPr>
                <w:rStyle w:val="Hyperlink"/>
                <w:noProof/>
                <w:rtl/>
              </w:rPr>
              <w:t xml:space="preserve"> </w:t>
            </w:r>
            <w:r w:rsidR="000A1758" w:rsidRPr="00BB6861">
              <w:rPr>
                <w:rStyle w:val="Hyperlink"/>
                <w:rFonts w:hint="eastAsia"/>
                <w:noProof/>
                <w:rtl/>
              </w:rPr>
              <w:t>رسول</w:t>
            </w:r>
            <w:r w:rsidR="000A1758" w:rsidRPr="00BB6861">
              <w:rPr>
                <w:rStyle w:val="Hyperlink"/>
                <w:noProof/>
                <w:rtl/>
              </w:rPr>
              <w:t xml:space="preserve"> </w:t>
            </w:r>
            <w:r w:rsidR="000A1758" w:rsidRPr="00BB6861">
              <w:rPr>
                <w:rStyle w:val="Hyperlink"/>
                <w:rFonts w:hint="eastAsia"/>
                <w:noProof/>
                <w:rtl/>
              </w:rPr>
              <w:t>خدا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Toc33994850 \h</w:instrText>
            </w:r>
            <w:r w:rsidR="000A1758">
              <w:rPr>
                <w:noProof/>
                <w:webHidden/>
                <w:rtl/>
              </w:rPr>
              <w:instrText xml:space="preserve"> </w:instrText>
            </w:r>
            <w:r>
              <w:rPr>
                <w:noProof/>
                <w:webHidden/>
                <w:rtl/>
              </w:rPr>
            </w:r>
            <w:r>
              <w:rPr>
                <w:noProof/>
                <w:webHidden/>
                <w:rtl/>
              </w:rPr>
              <w:fldChar w:fldCharType="separate"/>
            </w:r>
            <w:r w:rsidR="000A1758">
              <w:rPr>
                <w:noProof/>
                <w:webHidden/>
                <w:rtl/>
              </w:rPr>
              <w:t>83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51" w:history="1">
            <w:r w:rsidR="000A1758" w:rsidRPr="00BB6861">
              <w:rPr>
                <w:rStyle w:val="Hyperlink"/>
                <w:noProof/>
                <w:rtl/>
              </w:rPr>
              <w:t xml:space="preserve">١١٨. </w:t>
            </w:r>
            <w:r w:rsidR="000A1758" w:rsidRPr="00BB6861">
              <w:rPr>
                <w:rStyle w:val="Hyperlink"/>
                <w:rFonts w:hint="eastAsia"/>
                <w:noProof/>
                <w:rtl/>
              </w:rPr>
              <w:t>رويت</w:t>
            </w:r>
            <w:r w:rsidR="000A1758" w:rsidRPr="00BB6861">
              <w:rPr>
                <w:rStyle w:val="Hyperlink"/>
                <w:noProof/>
                <w:rtl/>
              </w:rPr>
              <w:t xml:space="preserve"> </w:t>
            </w:r>
            <w:r w:rsidR="000A1758" w:rsidRPr="00BB6861">
              <w:rPr>
                <w:rStyle w:val="Hyperlink"/>
                <w:rFonts w:hint="eastAsia"/>
                <w:noProof/>
                <w:rtl/>
              </w:rPr>
              <w:t>حضرت</w:t>
            </w:r>
            <w:r w:rsidR="000A1758" w:rsidRPr="00BB6861">
              <w:rPr>
                <w:rStyle w:val="Hyperlink"/>
                <w:noProof/>
                <w:rtl/>
              </w:rPr>
              <w:t xml:space="preserve"> </w:t>
            </w:r>
            <w:r w:rsidR="000A1758" w:rsidRPr="00BB6861">
              <w:rPr>
                <w:rStyle w:val="Hyperlink"/>
                <w:rFonts w:hint="eastAsia"/>
                <w:noProof/>
                <w:rtl/>
              </w:rPr>
              <w:t>رسول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Toc33994851 \h</w:instrText>
            </w:r>
            <w:r w:rsidR="000A1758">
              <w:rPr>
                <w:noProof/>
                <w:webHidden/>
                <w:rtl/>
              </w:rPr>
              <w:instrText xml:space="preserve"> </w:instrText>
            </w:r>
            <w:r>
              <w:rPr>
                <w:noProof/>
                <w:webHidden/>
                <w:rtl/>
              </w:rPr>
            </w:r>
            <w:r>
              <w:rPr>
                <w:noProof/>
                <w:webHidden/>
                <w:rtl/>
              </w:rPr>
              <w:fldChar w:fldCharType="separate"/>
            </w:r>
            <w:r w:rsidR="000A1758">
              <w:rPr>
                <w:noProof/>
                <w:webHidden/>
                <w:rtl/>
              </w:rPr>
              <w:t>84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52" w:history="1">
            <w:r w:rsidR="000A1758" w:rsidRPr="00BB6861">
              <w:rPr>
                <w:rStyle w:val="Hyperlink"/>
                <w:noProof/>
                <w:rtl/>
              </w:rPr>
              <w:t xml:space="preserve">١١٩.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w:t>
            </w:r>
            <w:r w:rsidR="000A1758" w:rsidRPr="00BB6861">
              <w:rPr>
                <w:rStyle w:val="Hyperlink"/>
                <w:noProof/>
                <w:rtl/>
              </w:rPr>
              <w:t xml:space="preserve"> </w:t>
            </w:r>
            <w:r w:rsidR="000A1758" w:rsidRPr="00BB6861">
              <w:rPr>
                <w:rStyle w:val="Hyperlink"/>
                <w:rFonts w:hint="eastAsia"/>
                <w:noProof/>
                <w:rtl/>
              </w:rPr>
              <w:t>رمز</w:t>
            </w:r>
            <w:r w:rsidR="000A1758" w:rsidRPr="00BB6861">
              <w:rPr>
                <w:rStyle w:val="Hyperlink"/>
                <w:noProof/>
                <w:rtl/>
              </w:rPr>
              <w:t xml:space="preserve"> </w:t>
            </w:r>
            <w:r w:rsidR="000A1758" w:rsidRPr="00BB6861">
              <w:rPr>
                <w:rStyle w:val="Hyperlink"/>
                <w:rFonts w:hint="eastAsia"/>
                <w:noProof/>
                <w:rtl/>
              </w:rPr>
              <w:t>خواب</w:t>
            </w:r>
            <w:r w:rsidR="000A1758" w:rsidRPr="00BB6861">
              <w:rPr>
                <w:rStyle w:val="Hyperlink"/>
                <w:noProof/>
                <w:rtl/>
              </w:rPr>
              <w:t xml:space="preserve"> </w:t>
            </w:r>
            <w:r w:rsidR="000A1758" w:rsidRPr="00BB6861">
              <w:rPr>
                <w:rStyle w:val="Hyperlink"/>
                <w:rFonts w:hint="eastAsia"/>
                <w:noProof/>
                <w:rtl/>
              </w:rPr>
              <w:t>ديدن</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Toc33994852 \h</w:instrText>
            </w:r>
            <w:r w:rsidR="000A1758">
              <w:rPr>
                <w:noProof/>
                <w:webHidden/>
                <w:rtl/>
              </w:rPr>
              <w:instrText xml:space="preserve"> </w:instrText>
            </w:r>
            <w:r>
              <w:rPr>
                <w:noProof/>
                <w:webHidden/>
                <w:rtl/>
              </w:rPr>
            </w:r>
            <w:r>
              <w:rPr>
                <w:noProof/>
                <w:webHidden/>
                <w:rtl/>
              </w:rPr>
              <w:fldChar w:fldCharType="separate"/>
            </w:r>
            <w:r w:rsidR="000A1758">
              <w:rPr>
                <w:noProof/>
                <w:webHidden/>
                <w:rtl/>
              </w:rPr>
              <w:t>84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53" w:history="1">
            <w:r w:rsidR="000A1758" w:rsidRPr="00BB6861">
              <w:rPr>
                <w:rStyle w:val="Hyperlink"/>
                <w:noProof/>
                <w:rtl/>
              </w:rPr>
              <w:t xml:space="preserve">١٢٠. </w:t>
            </w:r>
            <w:r w:rsidR="000A1758" w:rsidRPr="00BB6861">
              <w:rPr>
                <w:rStyle w:val="Hyperlink"/>
                <w:rFonts w:hint="eastAsia"/>
                <w:noProof/>
                <w:rtl/>
              </w:rPr>
              <w:t>تشريف</w:t>
            </w:r>
            <w:r w:rsidR="000A1758" w:rsidRPr="00BB6861">
              <w:rPr>
                <w:rStyle w:val="Hyperlink"/>
                <w:noProof/>
                <w:rtl/>
              </w:rPr>
              <w:t xml:space="preserve"> </w:t>
            </w:r>
            <w:r w:rsidR="000A1758" w:rsidRPr="00BB6861">
              <w:rPr>
                <w:rStyle w:val="Hyperlink"/>
                <w:rFonts w:hint="eastAsia"/>
                <w:noProof/>
                <w:rtl/>
              </w:rPr>
              <w:t>حضور</w:t>
            </w:r>
            <w:r w:rsidR="000A1758" w:rsidRPr="00BB6861">
              <w:rPr>
                <w:rStyle w:val="Hyperlink"/>
                <w:noProof/>
                <w:rtl/>
              </w:rPr>
              <w:t xml:space="preserve"> </w:t>
            </w:r>
            <w:r w:rsidR="000A1758" w:rsidRPr="00BB6861">
              <w:rPr>
                <w:rStyle w:val="Hyperlink"/>
                <w:rFonts w:hint="eastAsia"/>
                <w:noProof/>
                <w:rtl/>
              </w:rPr>
              <w:t>پيامبر</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خواب</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Toc33994853 \h</w:instrText>
            </w:r>
            <w:r w:rsidR="000A1758">
              <w:rPr>
                <w:noProof/>
                <w:webHidden/>
                <w:rtl/>
              </w:rPr>
              <w:instrText xml:space="preserve"> </w:instrText>
            </w:r>
            <w:r>
              <w:rPr>
                <w:noProof/>
                <w:webHidden/>
                <w:rtl/>
              </w:rPr>
            </w:r>
            <w:r>
              <w:rPr>
                <w:noProof/>
                <w:webHidden/>
                <w:rtl/>
              </w:rPr>
              <w:fldChar w:fldCharType="separate"/>
            </w:r>
            <w:r w:rsidR="000A1758">
              <w:rPr>
                <w:noProof/>
                <w:webHidden/>
                <w:rtl/>
              </w:rPr>
              <w:t>84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54" w:history="1">
            <w:r w:rsidR="000A1758" w:rsidRPr="00BB6861">
              <w:rPr>
                <w:rStyle w:val="Hyperlink"/>
                <w:noProof/>
                <w:rtl/>
              </w:rPr>
              <w:t xml:space="preserve">١٢١.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صورت</w:t>
            </w:r>
            <w:r w:rsidR="000A1758" w:rsidRPr="00BB6861">
              <w:rPr>
                <w:rStyle w:val="Hyperlink"/>
                <w:noProof/>
                <w:rtl/>
              </w:rPr>
              <w:t xml:space="preserve"> </w:t>
            </w:r>
            <w:r w:rsidR="000A1758" w:rsidRPr="00BB6861">
              <w:rPr>
                <w:rStyle w:val="Hyperlink"/>
                <w:rFonts w:hint="eastAsia"/>
                <w:noProof/>
                <w:rtl/>
              </w:rPr>
              <w:t>زيبا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Toc33994854 \h</w:instrText>
            </w:r>
            <w:r w:rsidR="000A1758">
              <w:rPr>
                <w:noProof/>
                <w:webHidden/>
                <w:rtl/>
              </w:rPr>
              <w:instrText xml:space="preserve"> </w:instrText>
            </w:r>
            <w:r>
              <w:rPr>
                <w:noProof/>
                <w:webHidden/>
                <w:rtl/>
              </w:rPr>
            </w:r>
            <w:r>
              <w:rPr>
                <w:noProof/>
                <w:webHidden/>
                <w:rtl/>
              </w:rPr>
              <w:fldChar w:fldCharType="separate"/>
            </w:r>
            <w:r w:rsidR="000A1758">
              <w:rPr>
                <w:noProof/>
                <w:webHidden/>
                <w:rtl/>
              </w:rPr>
              <w:t>86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55" w:history="1">
            <w:r w:rsidR="000A1758" w:rsidRPr="00BB6861">
              <w:rPr>
                <w:rStyle w:val="Hyperlink"/>
                <w:noProof/>
                <w:rtl/>
              </w:rPr>
              <w:t xml:space="preserve">١٢٢. </w:t>
            </w:r>
            <w:r w:rsidR="000A1758" w:rsidRPr="00BB6861">
              <w:rPr>
                <w:rStyle w:val="Hyperlink"/>
                <w:rFonts w:hint="eastAsia"/>
                <w:noProof/>
                <w:rtl/>
              </w:rPr>
              <w:t>ما</w:t>
            </w:r>
            <w:r w:rsidR="000A1758" w:rsidRPr="00BB6861">
              <w:rPr>
                <w:rStyle w:val="Hyperlink"/>
                <w:noProof/>
                <w:rtl/>
              </w:rPr>
              <w:t xml:space="preserve"> </w:t>
            </w:r>
            <w:r w:rsidR="000A1758" w:rsidRPr="00BB6861">
              <w:rPr>
                <w:rStyle w:val="Hyperlink"/>
                <w:rFonts w:hint="eastAsia"/>
                <w:noProof/>
                <w:rtl/>
              </w:rPr>
              <w:t>نيز</w:t>
            </w:r>
            <w:r w:rsidR="000A1758" w:rsidRPr="00BB6861">
              <w:rPr>
                <w:rStyle w:val="Hyperlink"/>
                <w:noProof/>
                <w:rtl/>
              </w:rPr>
              <w:t xml:space="preserve"> </w:t>
            </w:r>
            <w:r w:rsidR="000A1758" w:rsidRPr="00BB6861">
              <w:rPr>
                <w:rStyle w:val="Hyperlink"/>
                <w:rFonts w:hint="eastAsia"/>
                <w:noProof/>
                <w:rtl/>
              </w:rPr>
              <w:t>زياد</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مى</w:t>
            </w:r>
            <w:r w:rsidR="000A1758" w:rsidRPr="00BB6861">
              <w:rPr>
                <w:rStyle w:val="Hyperlink"/>
                <w:noProof/>
                <w:rtl/>
              </w:rPr>
              <w:t xml:space="preserve"> </w:t>
            </w:r>
            <w:r w:rsidR="000A1758" w:rsidRPr="00BB6861">
              <w:rPr>
                <w:rStyle w:val="Hyperlink"/>
                <w:rFonts w:hint="eastAsia"/>
                <w:noProof/>
                <w:rtl/>
              </w:rPr>
              <w:t>فرستيم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Toc33994855 \h</w:instrText>
            </w:r>
            <w:r w:rsidR="000A1758">
              <w:rPr>
                <w:noProof/>
                <w:webHidden/>
                <w:rtl/>
              </w:rPr>
              <w:instrText xml:space="preserve"> </w:instrText>
            </w:r>
            <w:r>
              <w:rPr>
                <w:noProof/>
                <w:webHidden/>
                <w:rtl/>
              </w:rPr>
            </w:r>
            <w:r>
              <w:rPr>
                <w:noProof/>
                <w:webHidden/>
                <w:rtl/>
              </w:rPr>
              <w:fldChar w:fldCharType="separate"/>
            </w:r>
            <w:r w:rsidR="000A1758">
              <w:rPr>
                <w:noProof/>
                <w:webHidden/>
                <w:rtl/>
              </w:rPr>
              <w:t>87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56" w:history="1">
            <w:r w:rsidR="000A1758" w:rsidRPr="00BB6861">
              <w:rPr>
                <w:rStyle w:val="Hyperlink"/>
                <w:noProof/>
                <w:rtl/>
              </w:rPr>
              <w:t xml:space="preserve">١٢٣. </w:t>
            </w:r>
            <w:r w:rsidR="000A1758" w:rsidRPr="00BB6861">
              <w:rPr>
                <w:rStyle w:val="Hyperlink"/>
                <w:rFonts w:hint="eastAsia"/>
                <w:noProof/>
                <w:rtl/>
              </w:rPr>
              <w:t>مداوات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رمز</w:t>
            </w:r>
            <w:r w:rsidR="000A1758" w:rsidRPr="00BB6861">
              <w:rPr>
                <w:rStyle w:val="Hyperlink"/>
                <w:noProof/>
                <w:rtl/>
              </w:rPr>
              <w:t xml:space="preserve"> </w:t>
            </w:r>
            <w:r w:rsidR="000A1758" w:rsidRPr="00BB6861">
              <w:rPr>
                <w:rStyle w:val="Hyperlink"/>
                <w:rFonts w:hint="eastAsia"/>
                <w:noProof/>
                <w:rtl/>
              </w:rPr>
              <w:t>خواب</w:t>
            </w:r>
            <w:r w:rsidR="000A1758" w:rsidRPr="00BB6861">
              <w:rPr>
                <w:rStyle w:val="Hyperlink"/>
                <w:noProof/>
                <w:rtl/>
              </w:rPr>
              <w:t xml:space="preserve"> </w:t>
            </w:r>
            <w:r w:rsidR="000A1758" w:rsidRPr="00BB6861">
              <w:rPr>
                <w:rStyle w:val="Hyperlink"/>
                <w:rFonts w:hint="eastAsia"/>
                <w:noProof/>
                <w:rtl/>
              </w:rPr>
              <w:t>ديدن</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Toc33994856 \h</w:instrText>
            </w:r>
            <w:r w:rsidR="000A1758">
              <w:rPr>
                <w:noProof/>
                <w:webHidden/>
                <w:rtl/>
              </w:rPr>
              <w:instrText xml:space="preserve"> </w:instrText>
            </w:r>
            <w:r>
              <w:rPr>
                <w:noProof/>
                <w:webHidden/>
                <w:rtl/>
              </w:rPr>
            </w:r>
            <w:r>
              <w:rPr>
                <w:noProof/>
                <w:webHidden/>
                <w:rtl/>
              </w:rPr>
              <w:fldChar w:fldCharType="separate"/>
            </w:r>
            <w:r w:rsidR="000A1758">
              <w:rPr>
                <w:noProof/>
                <w:webHidden/>
                <w:rtl/>
              </w:rPr>
              <w:t>88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57" w:history="1">
            <w:r w:rsidR="000A1758" w:rsidRPr="00BB6861">
              <w:rPr>
                <w:rStyle w:val="Hyperlink"/>
                <w:noProof/>
                <w:rtl/>
              </w:rPr>
              <w:t xml:space="preserve">١٢٤. </w:t>
            </w:r>
            <w:r w:rsidR="000A1758" w:rsidRPr="00BB6861">
              <w:rPr>
                <w:rStyle w:val="Hyperlink"/>
                <w:rFonts w:hint="eastAsia"/>
                <w:noProof/>
                <w:rtl/>
              </w:rPr>
              <w:t>پيامبر</w:t>
            </w:r>
            <w:r w:rsidR="000A1758" w:rsidRPr="00BB6861">
              <w:rPr>
                <w:rStyle w:val="Hyperlink"/>
                <w:noProof/>
                <w:rtl/>
              </w:rPr>
              <w:t xml:space="preserve"> </w:t>
            </w:r>
            <w:r w:rsidR="000A1758" w:rsidRPr="00BB6861">
              <w:rPr>
                <w:rStyle w:val="Hyperlink"/>
                <w:rFonts w:hint="eastAsia"/>
                <w:noProof/>
                <w:rtl/>
              </w:rPr>
              <w:t>نيز</w:t>
            </w:r>
            <w:r w:rsidR="000A1758" w:rsidRPr="00BB6861">
              <w:rPr>
                <w:rStyle w:val="Hyperlink"/>
                <w:noProof/>
                <w:rtl/>
              </w:rPr>
              <w:t xml:space="preserve"> </w:t>
            </w:r>
            <w:r w:rsidR="000A1758" w:rsidRPr="00BB6861">
              <w:rPr>
                <w:rStyle w:val="Hyperlink"/>
                <w:rFonts w:hint="eastAsia"/>
                <w:noProof/>
                <w:rtl/>
              </w:rPr>
              <w:t>دائم</w:t>
            </w:r>
            <w:r w:rsidR="000A1758" w:rsidRPr="00BB6861">
              <w:rPr>
                <w:rStyle w:val="Hyperlink"/>
                <w:noProof/>
                <w:rtl/>
              </w:rPr>
              <w:t xml:space="preserve"> </w:t>
            </w:r>
            <w:r w:rsidR="000A1758" w:rsidRPr="00BB6861">
              <w:rPr>
                <w:rStyle w:val="Hyperlink"/>
                <w:rFonts w:hint="eastAsia"/>
                <w:noProof/>
                <w:rtl/>
              </w:rPr>
              <w:t>الصوات</w:t>
            </w:r>
            <w:r w:rsidR="000A1758" w:rsidRPr="00BB6861">
              <w:rPr>
                <w:rStyle w:val="Hyperlink"/>
                <w:noProof/>
                <w:rtl/>
              </w:rPr>
              <w:t xml:space="preserve"> </w:t>
            </w:r>
            <w:r w:rsidR="000A1758" w:rsidRPr="00BB6861">
              <w:rPr>
                <w:rStyle w:val="Hyperlink"/>
                <w:rFonts w:hint="eastAsia"/>
                <w:noProof/>
                <w:rtl/>
              </w:rPr>
              <w:t>است</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Toc33994857 \h</w:instrText>
            </w:r>
            <w:r w:rsidR="000A1758">
              <w:rPr>
                <w:noProof/>
                <w:webHidden/>
                <w:rtl/>
              </w:rPr>
              <w:instrText xml:space="preserve"> </w:instrText>
            </w:r>
            <w:r>
              <w:rPr>
                <w:noProof/>
                <w:webHidden/>
                <w:rtl/>
              </w:rPr>
            </w:r>
            <w:r>
              <w:rPr>
                <w:noProof/>
                <w:webHidden/>
                <w:rtl/>
              </w:rPr>
              <w:fldChar w:fldCharType="separate"/>
            </w:r>
            <w:r w:rsidR="000A1758">
              <w:rPr>
                <w:noProof/>
                <w:webHidden/>
                <w:rtl/>
              </w:rPr>
              <w:t>88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58" w:history="1">
            <w:r w:rsidR="000A1758" w:rsidRPr="00BB6861">
              <w:rPr>
                <w:rStyle w:val="Hyperlink"/>
                <w:noProof/>
                <w:rtl/>
              </w:rPr>
              <w:t xml:space="preserve">١٢٥. </w:t>
            </w:r>
            <w:r w:rsidR="000A1758" w:rsidRPr="00BB6861">
              <w:rPr>
                <w:rStyle w:val="Hyperlink"/>
                <w:rFonts w:hint="eastAsia"/>
                <w:noProof/>
                <w:rtl/>
              </w:rPr>
              <w:t>بوسيدن</w:t>
            </w:r>
            <w:r w:rsidR="000A1758" w:rsidRPr="00BB6861">
              <w:rPr>
                <w:rStyle w:val="Hyperlink"/>
                <w:noProof/>
                <w:rtl/>
              </w:rPr>
              <w:t xml:space="preserve"> </w:t>
            </w:r>
            <w:r w:rsidR="000A1758" w:rsidRPr="00BB6861">
              <w:rPr>
                <w:rStyle w:val="Hyperlink"/>
                <w:rFonts w:hint="eastAsia"/>
                <w:noProof/>
                <w:rtl/>
              </w:rPr>
              <w:t>دهان</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فرستنده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Toc33994858 \h</w:instrText>
            </w:r>
            <w:r w:rsidR="000A1758">
              <w:rPr>
                <w:noProof/>
                <w:webHidden/>
                <w:rtl/>
              </w:rPr>
              <w:instrText xml:space="preserve"> </w:instrText>
            </w:r>
            <w:r>
              <w:rPr>
                <w:noProof/>
                <w:webHidden/>
                <w:rtl/>
              </w:rPr>
            </w:r>
            <w:r>
              <w:rPr>
                <w:noProof/>
                <w:webHidden/>
                <w:rtl/>
              </w:rPr>
              <w:fldChar w:fldCharType="separate"/>
            </w:r>
            <w:r w:rsidR="000A1758">
              <w:rPr>
                <w:noProof/>
                <w:webHidden/>
                <w:rtl/>
              </w:rPr>
              <w:t>89</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859"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دهم</w:t>
            </w:r>
            <w:r w:rsidR="000A1758" w:rsidRPr="00BB6861">
              <w:rPr>
                <w:rStyle w:val="Hyperlink"/>
                <w:noProof/>
                <w:rtl/>
              </w:rPr>
              <w:t xml:space="preserve"> : </w:t>
            </w:r>
            <w:r w:rsidR="000A1758" w:rsidRPr="00BB6861">
              <w:rPr>
                <w:rStyle w:val="Hyperlink"/>
                <w:rFonts w:hint="eastAsia"/>
                <w:noProof/>
                <w:rtl/>
              </w:rPr>
              <w:t>رسيدن</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Toc33994859 \h</w:instrText>
            </w:r>
            <w:r w:rsidR="000A1758">
              <w:rPr>
                <w:noProof/>
                <w:webHidden/>
                <w:rtl/>
              </w:rPr>
              <w:instrText xml:space="preserve"> </w:instrText>
            </w:r>
            <w:r>
              <w:rPr>
                <w:noProof/>
                <w:webHidden/>
                <w:rtl/>
              </w:rPr>
            </w:r>
            <w:r>
              <w:rPr>
                <w:noProof/>
                <w:webHidden/>
                <w:rtl/>
              </w:rPr>
              <w:fldChar w:fldCharType="separate"/>
            </w:r>
            <w:r w:rsidR="000A1758">
              <w:rPr>
                <w:noProof/>
                <w:webHidden/>
                <w:rtl/>
              </w:rPr>
              <w:t>91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60" w:history="1">
            <w:r w:rsidR="000A1758" w:rsidRPr="00BB6861">
              <w:rPr>
                <w:rStyle w:val="Hyperlink"/>
                <w:noProof/>
                <w:rtl/>
              </w:rPr>
              <w:t xml:space="preserve">١٢٦. </w:t>
            </w:r>
            <w:r w:rsidR="000A1758" w:rsidRPr="00BB6861">
              <w:rPr>
                <w:rStyle w:val="Hyperlink"/>
                <w:rFonts w:hint="eastAsia"/>
                <w:noProof/>
                <w:rtl/>
              </w:rPr>
              <w:t>خشنودى</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Toc33994860 \h</w:instrText>
            </w:r>
            <w:r w:rsidR="000A1758">
              <w:rPr>
                <w:noProof/>
                <w:webHidden/>
                <w:rtl/>
              </w:rPr>
              <w:instrText xml:space="preserve"> </w:instrText>
            </w:r>
            <w:r>
              <w:rPr>
                <w:noProof/>
                <w:webHidden/>
                <w:rtl/>
              </w:rPr>
            </w:r>
            <w:r>
              <w:rPr>
                <w:noProof/>
                <w:webHidden/>
                <w:rtl/>
              </w:rPr>
              <w:fldChar w:fldCharType="separate"/>
            </w:r>
            <w:r w:rsidR="000A1758">
              <w:rPr>
                <w:noProof/>
                <w:webHidden/>
                <w:rtl/>
              </w:rPr>
              <w:t>91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61" w:history="1">
            <w:r w:rsidR="000A1758" w:rsidRPr="00BB6861">
              <w:rPr>
                <w:rStyle w:val="Hyperlink"/>
                <w:noProof/>
                <w:rtl/>
              </w:rPr>
              <w:t xml:space="preserve">١٢٧. </w:t>
            </w:r>
            <w:r w:rsidR="000A1758" w:rsidRPr="00BB6861">
              <w:rPr>
                <w:rStyle w:val="Hyperlink"/>
                <w:rFonts w:hint="eastAsia"/>
                <w:noProof/>
                <w:rtl/>
              </w:rPr>
              <w:t>جواب</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Toc33994861 \h</w:instrText>
            </w:r>
            <w:r w:rsidR="000A1758">
              <w:rPr>
                <w:noProof/>
                <w:webHidden/>
                <w:rtl/>
              </w:rPr>
              <w:instrText xml:space="preserve"> </w:instrText>
            </w:r>
            <w:r>
              <w:rPr>
                <w:noProof/>
                <w:webHidden/>
                <w:rtl/>
              </w:rPr>
            </w:r>
            <w:r>
              <w:rPr>
                <w:noProof/>
                <w:webHidden/>
                <w:rtl/>
              </w:rPr>
              <w:fldChar w:fldCharType="separate"/>
            </w:r>
            <w:r w:rsidR="000A1758">
              <w:rPr>
                <w:noProof/>
                <w:webHidden/>
                <w:rtl/>
              </w:rPr>
              <w:t>91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62" w:history="1">
            <w:r w:rsidR="000A1758" w:rsidRPr="00BB6861">
              <w:rPr>
                <w:rStyle w:val="Hyperlink"/>
                <w:noProof/>
                <w:rtl/>
              </w:rPr>
              <w:t xml:space="preserve">١٢٨. </w:t>
            </w:r>
            <w:r w:rsidR="000A1758" w:rsidRPr="00BB6861">
              <w:rPr>
                <w:rStyle w:val="Hyperlink"/>
                <w:rFonts w:hint="eastAsia"/>
                <w:noProof/>
                <w:rtl/>
              </w:rPr>
              <w:t>ملك</w:t>
            </w:r>
            <w:r w:rsidR="000A1758" w:rsidRPr="00BB6861">
              <w:rPr>
                <w:rStyle w:val="Hyperlink"/>
                <w:noProof/>
                <w:rtl/>
              </w:rPr>
              <w:t xml:space="preserve"> </w:t>
            </w:r>
            <w:r w:rsidR="000A1758" w:rsidRPr="00BB6861">
              <w:rPr>
                <w:rStyle w:val="Hyperlink"/>
                <w:rFonts w:hint="eastAsia"/>
                <w:noProof/>
                <w:rtl/>
              </w:rPr>
              <w:t>طهليل</w:t>
            </w:r>
            <w:r w:rsidR="000A1758" w:rsidRPr="00BB6861">
              <w:rPr>
                <w:rStyle w:val="Hyperlink"/>
                <w:noProof/>
                <w:rtl/>
              </w:rPr>
              <w:t xml:space="preserve"> </w:t>
            </w:r>
            <w:r w:rsidR="000A1758" w:rsidRPr="00BB6861">
              <w:rPr>
                <w:rStyle w:val="Hyperlink"/>
                <w:rFonts w:hint="eastAsia"/>
                <w:noProof/>
                <w:rtl/>
              </w:rPr>
              <w:t>مامور</w:t>
            </w:r>
            <w:r w:rsidR="000A1758" w:rsidRPr="00BB6861">
              <w:rPr>
                <w:rStyle w:val="Hyperlink"/>
                <w:noProof/>
                <w:rtl/>
              </w:rPr>
              <w:t xml:space="preserve"> </w:t>
            </w:r>
            <w:r w:rsidR="000A1758" w:rsidRPr="00BB6861">
              <w:rPr>
                <w:rStyle w:val="Hyperlink"/>
                <w:rFonts w:hint="eastAsia"/>
                <w:noProof/>
                <w:rtl/>
              </w:rPr>
              <w:t>رساندن</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Toc33994862 \h</w:instrText>
            </w:r>
            <w:r w:rsidR="000A1758">
              <w:rPr>
                <w:noProof/>
                <w:webHidden/>
                <w:rtl/>
              </w:rPr>
              <w:instrText xml:space="preserve"> </w:instrText>
            </w:r>
            <w:r>
              <w:rPr>
                <w:noProof/>
                <w:webHidden/>
                <w:rtl/>
              </w:rPr>
            </w:r>
            <w:r>
              <w:rPr>
                <w:noProof/>
                <w:webHidden/>
                <w:rtl/>
              </w:rPr>
              <w:fldChar w:fldCharType="separate"/>
            </w:r>
            <w:r w:rsidR="000A1758">
              <w:rPr>
                <w:noProof/>
                <w:webHidden/>
                <w:rtl/>
              </w:rPr>
              <w:t>91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63" w:history="1">
            <w:r w:rsidR="000A1758" w:rsidRPr="00BB6861">
              <w:rPr>
                <w:rStyle w:val="Hyperlink"/>
                <w:noProof/>
                <w:rtl/>
              </w:rPr>
              <w:t xml:space="preserve">١٢٩.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را</w:t>
            </w:r>
            <w:r w:rsidR="000A1758" w:rsidRPr="00BB6861">
              <w:rPr>
                <w:rStyle w:val="Hyperlink"/>
                <w:noProof/>
                <w:rtl/>
              </w:rPr>
              <w:t xml:space="preserve"> </w:t>
            </w:r>
            <w:r w:rsidR="000A1758" w:rsidRPr="00BB6861">
              <w:rPr>
                <w:rStyle w:val="Hyperlink"/>
                <w:rFonts w:hint="eastAsia"/>
                <w:noProof/>
                <w:rtl/>
              </w:rPr>
              <w:t>مى</w:t>
            </w:r>
            <w:r w:rsidR="000A1758" w:rsidRPr="00BB6861">
              <w:rPr>
                <w:rStyle w:val="Hyperlink"/>
                <w:noProof/>
                <w:rtl/>
              </w:rPr>
              <w:t xml:space="preserve"> </w:t>
            </w:r>
            <w:r w:rsidR="000A1758" w:rsidRPr="00BB6861">
              <w:rPr>
                <w:rStyle w:val="Hyperlink"/>
                <w:rFonts w:hint="eastAsia"/>
                <w:noProof/>
                <w:rtl/>
              </w:rPr>
              <w:t>شنوم</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مى</w:t>
            </w:r>
            <w:r w:rsidR="000A1758" w:rsidRPr="00BB6861">
              <w:rPr>
                <w:rStyle w:val="Hyperlink"/>
                <w:noProof/>
                <w:rtl/>
              </w:rPr>
              <w:t xml:space="preserve"> </w:t>
            </w:r>
            <w:r w:rsidR="000A1758" w:rsidRPr="00BB6861">
              <w:rPr>
                <w:rStyle w:val="Hyperlink"/>
                <w:rFonts w:hint="eastAsia"/>
                <w:noProof/>
                <w:rtl/>
              </w:rPr>
              <w:t>دانم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Toc33994863 \h</w:instrText>
            </w:r>
            <w:r w:rsidR="000A1758">
              <w:rPr>
                <w:noProof/>
                <w:webHidden/>
                <w:rtl/>
              </w:rPr>
              <w:instrText xml:space="preserve"> </w:instrText>
            </w:r>
            <w:r>
              <w:rPr>
                <w:noProof/>
                <w:webHidden/>
                <w:rtl/>
              </w:rPr>
            </w:r>
            <w:r>
              <w:rPr>
                <w:noProof/>
                <w:webHidden/>
                <w:rtl/>
              </w:rPr>
              <w:fldChar w:fldCharType="separate"/>
            </w:r>
            <w:r w:rsidR="000A1758">
              <w:rPr>
                <w:noProof/>
                <w:webHidden/>
                <w:rtl/>
              </w:rPr>
              <w:t>92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64" w:history="1">
            <w:r w:rsidR="000A1758" w:rsidRPr="00BB6861">
              <w:rPr>
                <w:rStyle w:val="Hyperlink"/>
                <w:noProof/>
                <w:rtl/>
              </w:rPr>
              <w:t xml:space="preserve">١٣٠. </w:t>
            </w:r>
            <w:r w:rsidR="000A1758" w:rsidRPr="00BB6861">
              <w:rPr>
                <w:rStyle w:val="Hyperlink"/>
                <w:rFonts w:hint="eastAsia"/>
                <w:noProof/>
                <w:rtl/>
              </w:rPr>
              <w:t>ده</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پاداش</w:t>
            </w:r>
            <w:r w:rsidR="000A1758" w:rsidRPr="00BB6861">
              <w:rPr>
                <w:rStyle w:val="Hyperlink"/>
                <w:noProof/>
                <w:rtl/>
              </w:rPr>
              <w:t xml:space="preserve"> </w:t>
            </w:r>
            <w:r w:rsidR="000A1758" w:rsidRPr="00BB6861">
              <w:rPr>
                <w:rStyle w:val="Hyperlink"/>
                <w:rFonts w:hint="eastAsia"/>
                <w:noProof/>
                <w:rtl/>
              </w:rPr>
              <w:t>يك</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Toc33994864 \h</w:instrText>
            </w:r>
            <w:r w:rsidR="000A1758">
              <w:rPr>
                <w:noProof/>
                <w:webHidden/>
                <w:rtl/>
              </w:rPr>
              <w:instrText xml:space="preserve"> </w:instrText>
            </w:r>
            <w:r>
              <w:rPr>
                <w:noProof/>
                <w:webHidden/>
                <w:rtl/>
              </w:rPr>
            </w:r>
            <w:r>
              <w:rPr>
                <w:noProof/>
                <w:webHidden/>
                <w:rtl/>
              </w:rPr>
              <w:fldChar w:fldCharType="separate"/>
            </w:r>
            <w:r w:rsidR="000A1758">
              <w:rPr>
                <w:noProof/>
                <w:webHidden/>
                <w:rtl/>
              </w:rPr>
              <w:t>92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65" w:history="1">
            <w:r w:rsidR="000A1758" w:rsidRPr="00BB6861">
              <w:rPr>
                <w:rStyle w:val="Hyperlink"/>
                <w:noProof/>
                <w:rtl/>
              </w:rPr>
              <w:t xml:space="preserve">١٣١. </w:t>
            </w:r>
            <w:r w:rsidR="000A1758" w:rsidRPr="00BB6861">
              <w:rPr>
                <w:rStyle w:val="Hyperlink"/>
                <w:rFonts w:hint="eastAsia"/>
                <w:noProof/>
                <w:rtl/>
              </w:rPr>
              <w:t>فرشتگان</w:t>
            </w:r>
            <w:r w:rsidR="000A1758" w:rsidRPr="00BB6861">
              <w:rPr>
                <w:rStyle w:val="Hyperlink"/>
                <w:noProof/>
                <w:rtl/>
              </w:rPr>
              <w:t xml:space="preserve"> </w:t>
            </w:r>
            <w:r w:rsidR="000A1758" w:rsidRPr="00BB6861">
              <w:rPr>
                <w:rStyle w:val="Hyperlink"/>
                <w:rFonts w:hint="eastAsia"/>
                <w:noProof/>
                <w:rtl/>
              </w:rPr>
              <w:t>قاصد</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Toc33994865 \h</w:instrText>
            </w:r>
            <w:r w:rsidR="000A1758">
              <w:rPr>
                <w:noProof/>
                <w:webHidden/>
                <w:rtl/>
              </w:rPr>
              <w:instrText xml:space="preserve"> </w:instrText>
            </w:r>
            <w:r>
              <w:rPr>
                <w:noProof/>
                <w:webHidden/>
                <w:rtl/>
              </w:rPr>
            </w:r>
            <w:r>
              <w:rPr>
                <w:noProof/>
                <w:webHidden/>
                <w:rtl/>
              </w:rPr>
              <w:fldChar w:fldCharType="separate"/>
            </w:r>
            <w:r w:rsidR="000A1758">
              <w:rPr>
                <w:noProof/>
                <w:webHidden/>
                <w:rtl/>
              </w:rPr>
              <w:t>92</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866"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يازدهم</w:t>
            </w:r>
            <w:r w:rsidR="000A1758" w:rsidRPr="00BB6861">
              <w:rPr>
                <w:rStyle w:val="Hyperlink"/>
                <w:noProof/>
                <w:rtl/>
              </w:rPr>
              <w:t xml:space="preserve"> : </w:t>
            </w:r>
            <w:r w:rsidR="000A1758" w:rsidRPr="00BB6861">
              <w:rPr>
                <w:rStyle w:val="Hyperlink"/>
                <w:rFonts w:hint="eastAsia"/>
                <w:noProof/>
                <w:rtl/>
              </w:rPr>
              <w:t>آثار</w:t>
            </w:r>
            <w:r w:rsidR="000A1758" w:rsidRPr="00BB6861">
              <w:rPr>
                <w:rStyle w:val="Hyperlink"/>
                <w:noProof/>
                <w:rtl/>
              </w:rPr>
              <w:t xml:space="preserve"> </w:t>
            </w:r>
            <w:r w:rsidR="000A1758" w:rsidRPr="00BB6861">
              <w:rPr>
                <w:rStyle w:val="Hyperlink"/>
                <w:rFonts w:hint="eastAsia"/>
                <w:noProof/>
                <w:rtl/>
              </w:rPr>
              <w:t>ترك</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Toc33994866 \h</w:instrText>
            </w:r>
            <w:r w:rsidR="000A1758">
              <w:rPr>
                <w:noProof/>
                <w:webHidden/>
                <w:rtl/>
              </w:rPr>
              <w:instrText xml:space="preserve"> </w:instrText>
            </w:r>
            <w:r>
              <w:rPr>
                <w:noProof/>
                <w:webHidden/>
                <w:rtl/>
              </w:rPr>
            </w:r>
            <w:r>
              <w:rPr>
                <w:noProof/>
                <w:webHidden/>
                <w:rtl/>
              </w:rPr>
              <w:fldChar w:fldCharType="separate"/>
            </w:r>
            <w:r w:rsidR="000A1758">
              <w:rPr>
                <w:noProof/>
                <w:webHidden/>
                <w:rtl/>
              </w:rPr>
              <w:t>93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67" w:history="1">
            <w:r w:rsidR="000A1758" w:rsidRPr="00BB6861">
              <w:rPr>
                <w:rStyle w:val="Hyperlink"/>
                <w:noProof/>
                <w:rtl/>
              </w:rPr>
              <w:t xml:space="preserve">١٣٢. </w:t>
            </w:r>
            <w:r w:rsidR="000A1758" w:rsidRPr="00BB6861">
              <w:rPr>
                <w:rStyle w:val="Hyperlink"/>
                <w:rFonts w:hint="eastAsia"/>
                <w:noProof/>
                <w:rtl/>
              </w:rPr>
              <w:t>شقى</w:t>
            </w:r>
            <w:r w:rsidR="000A1758" w:rsidRPr="00BB6861">
              <w:rPr>
                <w:rStyle w:val="Hyperlink"/>
                <w:noProof/>
                <w:rtl/>
              </w:rPr>
              <w:t xml:space="preserve"> </w:t>
            </w:r>
            <w:r w:rsidR="000A1758" w:rsidRPr="00BB6861">
              <w:rPr>
                <w:rStyle w:val="Hyperlink"/>
                <w:rFonts w:hint="eastAsia"/>
                <w:noProof/>
                <w:rtl/>
              </w:rPr>
              <w:t>باد</w:t>
            </w:r>
            <w:r w:rsidR="000A1758" w:rsidRPr="00BB6861">
              <w:rPr>
                <w:rStyle w:val="Hyperlink"/>
                <w:noProof/>
                <w:rtl/>
              </w:rPr>
              <w:t xml:space="preserve"> </w:t>
            </w:r>
            <w:r w:rsidR="000A1758" w:rsidRPr="00BB6861">
              <w:rPr>
                <w:rStyle w:val="Hyperlink"/>
                <w:rFonts w:hint="eastAsia"/>
                <w:noProof/>
                <w:rtl/>
              </w:rPr>
              <w:t>آن</w:t>
            </w:r>
            <w:r w:rsidR="000A1758" w:rsidRPr="00BB6861">
              <w:rPr>
                <w:rStyle w:val="Hyperlink"/>
                <w:noProof/>
                <w:rtl/>
              </w:rPr>
              <w:t xml:space="preserve"> </w:t>
            </w:r>
            <w:r w:rsidR="000A1758" w:rsidRPr="00BB6861">
              <w:rPr>
                <w:rStyle w:val="Hyperlink"/>
                <w:rFonts w:hint="eastAsia"/>
                <w:noProof/>
                <w:rtl/>
              </w:rPr>
              <w:t>بنده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Toc33994867 \h</w:instrText>
            </w:r>
            <w:r w:rsidR="000A1758">
              <w:rPr>
                <w:noProof/>
                <w:webHidden/>
                <w:rtl/>
              </w:rPr>
              <w:instrText xml:space="preserve"> </w:instrText>
            </w:r>
            <w:r>
              <w:rPr>
                <w:noProof/>
                <w:webHidden/>
                <w:rtl/>
              </w:rPr>
            </w:r>
            <w:r>
              <w:rPr>
                <w:noProof/>
                <w:webHidden/>
                <w:rtl/>
              </w:rPr>
              <w:fldChar w:fldCharType="separate"/>
            </w:r>
            <w:r w:rsidR="000A1758">
              <w:rPr>
                <w:noProof/>
                <w:webHidden/>
                <w:rtl/>
              </w:rPr>
              <w:t>93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68" w:history="1">
            <w:r w:rsidR="000A1758" w:rsidRPr="00BB6861">
              <w:rPr>
                <w:rStyle w:val="Hyperlink"/>
                <w:noProof/>
                <w:rtl/>
              </w:rPr>
              <w:t xml:space="preserve">١٣٣. </w:t>
            </w:r>
            <w:r w:rsidR="000A1758" w:rsidRPr="00BB6861">
              <w:rPr>
                <w:rStyle w:val="Hyperlink"/>
                <w:rFonts w:hint="eastAsia"/>
                <w:noProof/>
                <w:rtl/>
              </w:rPr>
              <w:t>مكان</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Toc33994868 \h</w:instrText>
            </w:r>
            <w:r w:rsidR="000A1758">
              <w:rPr>
                <w:noProof/>
                <w:webHidden/>
                <w:rtl/>
              </w:rPr>
              <w:instrText xml:space="preserve"> </w:instrText>
            </w:r>
            <w:r>
              <w:rPr>
                <w:noProof/>
                <w:webHidden/>
                <w:rtl/>
              </w:rPr>
            </w:r>
            <w:r>
              <w:rPr>
                <w:noProof/>
                <w:webHidden/>
                <w:rtl/>
              </w:rPr>
              <w:fldChar w:fldCharType="separate"/>
            </w:r>
            <w:r w:rsidR="000A1758">
              <w:rPr>
                <w:noProof/>
                <w:webHidden/>
                <w:rtl/>
              </w:rPr>
              <w:t>93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69" w:history="1">
            <w:r w:rsidR="000A1758" w:rsidRPr="00BB6861">
              <w:rPr>
                <w:rStyle w:val="Hyperlink"/>
                <w:noProof/>
                <w:rtl/>
              </w:rPr>
              <w:t xml:space="preserve">١٣٤. </w:t>
            </w:r>
            <w:r w:rsidR="000A1758" w:rsidRPr="00BB6861">
              <w:rPr>
                <w:rStyle w:val="Hyperlink"/>
                <w:rFonts w:hint="eastAsia"/>
                <w:noProof/>
                <w:rtl/>
              </w:rPr>
              <w:t>نظر</w:t>
            </w:r>
            <w:r w:rsidR="000A1758" w:rsidRPr="00BB6861">
              <w:rPr>
                <w:rStyle w:val="Hyperlink"/>
                <w:noProof/>
                <w:rtl/>
              </w:rPr>
              <w:t xml:space="preserve"> </w:t>
            </w:r>
            <w:r w:rsidR="000A1758" w:rsidRPr="00BB6861">
              <w:rPr>
                <w:rStyle w:val="Hyperlink"/>
                <w:rFonts w:hint="eastAsia"/>
                <w:noProof/>
                <w:rtl/>
              </w:rPr>
              <w:t>لطف</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Toc33994869 \h</w:instrText>
            </w:r>
            <w:r w:rsidR="000A1758">
              <w:rPr>
                <w:noProof/>
                <w:webHidden/>
                <w:rtl/>
              </w:rPr>
              <w:instrText xml:space="preserve"> </w:instrText>
            </w:r>
            <w:r>
              <w:rPr>
                <w:noProof/>
                <w:webHidden/>
                <w:rtl/>
              </w:rPr>
            </w:r>
            <w:r>
              <w:rPr>
                <w:noProof/>
                <w:webHidden/>
                <w:rtl/>
              </w:rPr>
              <w:fldChar w:fldCharType="separate"/>
            </w:r>
            <w:r w:rsidR="000A1758">
              <w:rPr>
                <w:noProof/>
                <w:webHidden/>
                <w:rtl/>
              </w:rPr>
              <w:t>94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70" w:history="1">
            <w:r w:rsidR="000A1758" w:rsidRPr="00BB6861">
              <w:rPr>
                <w:rStyle w:val="Hyperlink"/>
                <w:noProof/>
                <w:rtl/>
              </w:rPr>
              <w:t xml:space="preserve">١٣٥. </w:t>
            </w:r>
            <w:r w:rsidR="000A1758" w:rsidRPr="00BB6861">
              <w:rPr>
                <w:rStyle w:val="Hyperlink"/>
                <w:rFonts w:hint="eastAsia"/>
                <w:noProof/>
                <w:rtl/>
              </w:rPr>
              <w:t>بخيل</w:t>
            </w:r>
            <w:r w:rsidR="000A1758" w:rsidRPr="00BB6861">
              <w:rPr>
                <w:rStyle w:val="Hyperlink"/>
                <w:noProof/>
                <w:rtl/>
              </w:rPr>
              <w:t xml:space="preserve"> </w:t>
            </w:r>
            <w:r w:rsidR="000A1758" w:rsidRPr="00BB6861">
              <w:rPr>
                <w:rStyle w:val="Hyperlink"/>
                <w:rFonts w:hint="eastAsia"/>
                <w:noProof/>
                <w:rtl/>
              </w:rPr>
              <w:t>ترين</w:t>
            </w:r>
            <w:r w:rsidR="000A1758" w:rsidRPr="00BB6861">
              <w:rPr>
                <w:rStyle w:val="Hyperlink"/>
                <w:noProof/>
                <w:rtl/>
              </w:rPr>
              <w:t xml:space="preserve"> </w:t>
            </w:r>
            <w:r w:rsidR="000A1758" w:rsidRPr="00BB6861">
              <w:rPr>
                <w:rStyle w:val="Hyperlink"/>
                <w:rFonts w:hint="eastAsia"/>
                <w:noProof/>
                <w:rtl/>
              </w:rPr>
              <w:t>مردم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Toc33994870 \h</w:instrText>
            </w:r>
            <w:r w:rsidR="000A1758">
              <w:rPr>
                <w:noProof/>
                <w:webHidden/>
                <w:rtl/>
              </w:rPr>
              <w:instrText xml:space="preserve"> </w:instrText>
            </w:r>
            <w:r>
              <w:rPr>
                <w:noProof/>
                <w:webHidden/>
                <w:rtl/>
              </w:rPr>
            </w:r>
            <w:r>
              <w:rPr>
                <w:noProof/>
                <w:webHidden/>
                <w:rtl/>
              </w:rPr>
              <w:fldChar w:fldCharType="separate"/>
            </w:r>
            <w:r w:rsidR="000A1758">
              <w:rPr>
                <w:noProof/>
                <w:webHidden/>
                <w:rtl/>
              </w:rPr>
              <w:t>94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71" w:history="1">
            <w:r w:rsidR="000A1758" w:rsidRPr="00BB6861">
              <w:rPr>
                <w:rStyle w:val="Hyperlink"/>
                <w:noProof/>
                <w:rtl/>
              </w:rPr>
              <w:t xml:space="preserve">١٣٦. </w:t>
            </w:r>
            <w:r w:rsidR="000A1758" w:rsidRPr="00BB6861">
              <w:rPr>
                <w:rStyle w:val="Hyperlink"/>
                <w:rFonts w:hint="eastAsia"/>
                <w:noProof/>
                <w:rtl/>
              </w:rPr>
              <w:t>مجلس</w:t>
            </w:r>
            <w:r w:rsidR="000A1758" w:rsidRPr="00BB6861">
              <w:rPr>
                <w:rStyle w:val="Hyperlink"/>
                <w:noProof/>
                <w:rtl/>
              </w:rPr>
              <w:t xml:space="preserve"> </w:t>
            </w:r>
            <w:r w:rsidR="000A1758" w:rsidRPr="00BB6861">
              <w:rPr>
                <w:rStyle w:val="Hyperlink"/>
                <w:rFonts w:hint="eastAsia"/>
                <w:noProof/>
                <w:rtl/>
              </w:rPr>
              <w:t>حسرت</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وبال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Toc33994871 \h</w:instrText>
            </w:r>
            <w:r w:rsidR="000A1758">
              <w:rPr>
                <w:noProof/>
                <w:webHidden/>
                <w:rtl/>
              </w:rPr>
              <w:instrText xml:space="preserve"> </w:instrText>
            </w:r>
            <w:r>
              <w:rPr>
                <w:noProof/>
                <w:webHidden/>
                <w:rtl/>
              </w:rPr>
            </w:r>
            <w:r>
              <w:rPr>
                <w:noProof/>
                <w:webHidden/>
                <w:rtl/>
              </w:rPr>
              <w:fldChar w:fldCharType="separate"/>
            </w:r>
            <w:r w:rsidR="000A1758">
              <w:rPr>
                <w:noProof/>
                <w:webHidden/>
                <w:rtl/>
              </w:rPr>
              <w:t>94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72" w:history="1">
            <w:r w:rsidR="000A1758" w:rsidRPr="00BB6861">
              <w:rPr>
                <w:rStyle w:val="Hyperlink"/>
                <w:noProof/>
                <w:rtl/>
              </w:rPr>
              <w:t xml:space="preserve">١٣٧. </w:t>
            </w:r>
            <w:r w:rsidR="000A1758" w:rsidRPr="00BB6861">
              <w:rPr>
                <w:rStyle w:val="Hyperlink"/>
                <w:rFonts w:hint="eastAsia"/>
                <w:noProof/>
                <w:rtl/>
              </w:rPr>
              <w:t>سخن</w:t>
            </w:r>
            <w:r w:rsidR="000A1758" w:rsidRPr="00BB6861">
              <w:rPr>
                <w:rStyle w:val="Hyperlink"/>
                <w:noProof/>
                <w:rtl/>
              </w:rPr>
              <w:t xml:space="preserve"> </w:t>
            </w:r>
            <w:r w:rsidR="000A1758" w:rsidRPr="00BB6861">
              <w:rPr>
                <w:rStyle w:val="Hyperlink"/>
                <w:rFonts w:hint="eastAsia"/>
                <w:noProof/>
                <w:rtl/>
              </w:rPr>
              <w:t>بدون</w:t>
            </w:r>
            <w:r w:rsidR="000A1758" w:rsidRPr="00BB6861">
              <w:rPr>
                <w:rStyle w:val="Hyperlink"/>
                <w:noProof/>
                <w:rtl/>
              </w:rPr>
              <w:t xml:space="preserve"> </w:t>
            </w:r>
            <w:r w:rsidR="000A1758" w:rsidRPr="00BB6861">
              <w:rPr>
                <w:rStyle w:val="Hyperlink"/>
                <w:rFonts w:hint="eastAsia"/>
                <w:noProof/>
                <w:rtl/>
              </w:rPr>
              <w:t>بركت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Toc33994872 \h</w:instrText>
            </w:r>
            <w:r w:rsidR="000A1758">
              <w:rPr>
                <w:noProof/>
                <w:webHidden/>
                <w:rtl/>
              </w:rPr>
              <w:instrText xml:space="preserve"> </w:instrText>
            </w:r>
            <w:r>
              <w:rPr>
                <w:noProof/>
                <w:webHidden/>
                <w:rtl/>
              </w:rPr>
            </w:r>
            <w:r>
              <w:rPr>
                <w:noProof/>
                <w:webHidden/>
                <w:rtl/>
              </w:rPr>
              <w:fldChar w:fldCharType="separate"/>
            </w:r>
            <w:r w:rsidR="000A1758">
              <w:rPr>
                <w:noProof/>
                <w:webHidden/>
                <w:rtl/>
              </w:rPr>
              <w:t>95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73" w:history="1">
            <w:r w:rsidR="000A1758" w:rsidRPr="00BB6861">
              <w:rPr>
                <w:rStyle w:val="Hyperlink"/>
                <w:noProof/>
                <w:rtl/>
              </w:rPr>
              <w:t xml:space="preserve">١٣٨. </w:t>
            </w:r>
            <w:r w:rsidR="000A1758" w:rsidRPr="00BB6861">
              <w:rPr>
                <w:rStyle w:val="Hyperlink"/>
                <w:rFonts w:hint="eastAsia"/>
                <w:noProof/>
                <w:rtl/>
              </w:rPr>
              <w:t>شخص</w:t>
            </w:r>
            <w:r w:rsidR="000A1758" w:rsidRPr="00BB6861">
              <w:rPr>
                <w:rStyle w:val="Hyperlink"/>
                <w:noProof/>
                <w:rtl/>
              </w:rPr>
              <w:t xml:space="preserve"> </w:t>
            </w:r>
            <w:r w:rsidR="000A1758" w:rsidRPr="00BB6861">
              <w:rPr>
                <w:rStyle w:val="Hyperlink"/>
                <w:rFonts w:hint="eastAsia"/>
                <w:noProof/>
                <w:rtl/>
              </w:rPr>
              <w:t>بدبخت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Toc33994873 \h</w:instrText>
            </w:r>
            <w:r w:rsidR="000A1758">
              <w:rPr>
                <w:noProof/>
                <w:webHidden/>
                <w:rtl/>
              </w:rPr>
              <w:instrText xml:space="preserve"> </w:instrText>
            </w:r>
            <w:r>
              <w:rPr>
                <w:noProof/>
                <w:webHidden/>
                <w:rtl/>
              </w:rPr>
            </w:r>
            <w:r>
              <w:rPr>
                <w:noProof/>
                <w:webHidden/>
                <w:rtl/>
              </w:rPr>
              <w:fldChar w:fldCharType="separate"/>
            </w:r>
            <w:r w:rsidR="000A1758">
              <w:rPr>
                <w:noProof/>
                <w:webHidden/>
                <w:rtl/>
              </w:rPr>
              <w:t>95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74" w:history="1">
            <w:r w:rsidR="000A1758" w:rsidRPr="00BB6861">
              <w:rPr>
                <w:rStyle w:val="Hyperlink"/>
                <w:noProof/>
                <w:rtl/>
              </w:rPr>
              <w:t xml:space="preserve">١٣٩. </w:t>
            </w:r>
            <w:r w:rsidR="000A1758" w:rsidRPr="00BB6861">
              <w:rPr>
                <w:rStyle w:val="Hyperlink"/>
                <w:rFonts w:hint="eastAsia"/>
                <w:noProof/>
                <w:rtl/>
              </w:rPr>
              <w:t>ترك</w:t>
            </w:r>
            <w:r w:rsidR="000A1758" w:rsidRPr="00BB6861">
              <w:rPr>
                <w:rStyle w:val="Hyperlink"/>
                <w:noProof/>
                <w:rtl/>
              </w:rPr>
              <w:t xml:space="preserve"> </w:t>
            </w:r>
            <w:r w:rsidR="000A1758" w:rsidRPr="00BB6861">
              <w:rPr>
                <w:rStyle w:val="Hyperlink"/>
                <w:rFonts w:hint="eastAsia"/>
                <w:noProof/>
                <w:rtl/>
              </w:rPr>
              <w:t>نوشتن</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 </w:t>
            </w:r>
            <w:r w:rsidR="000A1758" w:rsidRPr="00BB6861">
              <w:rPr>
                <w:rStyle w:val="Hyperlink"/>
                <w:rFonts w:hint="eastAsia"/>
                <w:noProof/>
                <w:rtl/>
              </w:rPr>
              <w:t>نقل</w:t>
            </w:r>
            <w:r w:rsidR="000A1758" w:rsidRPr="00BB6861">
              <w:rPr>
                <w:rStyle w:val="Hyperlink"/>
                <w:noProof/>
                <w:rtl/>
              </w:rPr>
              <w:t xml:space="preserve"> </w:t>
            </w:r>
            <w:r w:rsidR="000A1758" w:rsidRPr="00BB6861">
              <w:rPr>
                <w:rStyle w:val="Hyperlink"/>
                <w:rFonts w:hint="eastAsia"/>
                <w:noProof/>
                <w:rtl/>
              </w:rPr>
              <w:t>كرده</w:t>
            </w:r>
            <w:r w:rsidR="000A1758" w:rsidRPr="00BB6861">
              <w:rPr>
                <w:rStyle w:val="Hyperlink"/>
                <w:noProof/>
                <w:rtl/>
              </w:rPr>
              <w:t xml:space="preserve"> </w:t>
            </w:r>
            <w:r w:rsidR="000A1758" w:rsidRPr="00BB6861">
              <w:rPr>
                <w:rStyle w:val="Hyperlink"/>
                <w:rFonts w:hint="eastAsia"/>
                <w:noProof/>
                <w:rtl/>
              </w:rPr>
              <w:t>اند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Toc33994874 \h</w:instrText>
            </w:r>
            <w:r w:rsidR="000A1758">
              <w:rPr>
                <w:noProof/>
                <w:webHidden/>
                <w:rtl/>
              </w:rPr>
              <w:instrText xml:space="preserve"> </w:instrText>
            </w:r>
            <w:r>
              <w:rPr>
                <w:noProof/>
                <w:webHidden/>
                <w:rtl/>
              </w:rPr>
            </w:r>
            <w:r>
              <w:rPr>
                <w:noProof/>
                <w:webHidden/>
                <w:rtl/>
              </w:rPr>
              <w:fldChar w:fldCharType="separate"/>
            </w:r>
            <w:r w:rsidR="000A1758">
              <w:rPr>
                <w:noProof/>
                <w:webHidden/>
                <w:rtl/>
              </w:rPr>
              <w:t>95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75" w:history="1">
            <w:r w:rsidR="000A1758" w:rsidRPr="00BB6861">
              <w:rPr>
                <w:rStyle w:val="Hyperlink"/>
                <w:noProof/>
                <w:rtl/>
              </w:rPr>
              <w:t xml:space="preserve">١٤٠. </w:t>
            </w:r>
            <w:r w:rsidR="000A1758" w:rsidRPr="00BB6861">
              <w:rPr>
                <w:rStyle w:val="Hyperlink"/>
                <w:rFonts w:hint="eastAsia"/>
                <w:noProof/>
                <w:rtl/>
              </w:rPr>
              <w:t>اگر</w:t>
            </w:r>
            <w:r w:rsidR="000A1758" w:rsidRPr="00BB6861">
              <w:rPr>
                <w:rStyle w:val="Hyperlink"/>
                <w:noProof/>
                <w:rtl/>
              </w:rPr>
              <w:t xml:space="preserve"> </w:t>
            </w:r>
            <w:r w:rsidR="000A1758" w:rsidRPr="00BB6861">
              <w:rPr>
                <w:rStyle w:val="Hyperlink"/>
                <w:rFonts w:hint="eastAsia"/>
                <w:noProof/>
                <w:rtl/>
              </w:rPr>
              <w:t>بنده</w:t>
            </w:r>
            <w:r w:rsidR="000A1758" w:rsidRPr="00BB6861">
              <w:rPr>
                <w:rStyle w:val="Hyperlink"/>
                <w:noProof/>
                <w:rtl/>
              </w:rPr>
              <w:t xml:space="preserve"> </w:t>
            </w:r>
            <w:r w:rsidR="000A1758" w:rsidRPr="00BB6861">
              <w:rPr>
                <w:rStyle w:val="Hyperlink"/>
                <w:rFonts w:hint="eastAsia"/>
                <w:noProof/>
                <w:rtl/>
              </w:rPr>
              <w:t>اى</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را</w:t>
            </w:r>
            <w:r w:rsidR="000A1758" w:rsidRPr="00BB6861">
              <w:rPr>
                <w:rStyle w:val="Hyperlink"/>
                <w:noProof/>
                <w:rtl/>
              </w:rPr>
              <w:t xml:space="preserve"> </w:t>
            </w:r>
            <w:r w:rsidR="000A1758" w:rsidRPr="00BB6861">
              <w:rPr>
                <w:rStyle w:val="Hyperlink"/>
                <w:rFonts w:hint="eastAsia"/>
                <w:noProof/>
                <w:rtl/>
              </w:rPr>
              <w:t>ترك</w:t>
            </w:r>
            <w:r w:rsidR="000A1758" w:rsidRPr="00BB6861">
              <w:rPr>
                <w:rStyle w:val="Hyperlink"/>
                <w:noProof/>
                <w:rtl/>
              </w:rPr>
              <w:t xml:space="preserve"> </w:t>
            </w:r>
            <w:r w:rsidR="000A1758" w:rsidRPr="00BB6861">
              <w:rPr>
                <w:rStyle w:val="Hyperlink"/>
                <w:rFonts w:hint="eastAsia"/>
                <w:noProof/>
                <w:rtl/>
              </w:rPr>
              <w:t>كند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Toc33994875 \h</w:instrText>
            </w:r>
            <w:r w:rsidR="000A1758">
              <w:rPr>
                <w:noProof/>
                <w:webHidden/>
                <w:rtl/>
              </w:rPr>
              <w:instrText xml:space="preserve"> </w:instrText>
            </w:r>
            <w:r>
              <w:rPr>
                <w:noProof/>
                <w:webHidden/>
                <w:rtl/>
              </w:rPr>
            </w:r>
            <w:r>
              <w:rPr>
                <w:noProof/>
                <w:webHidden/>
                <w:rtl/>
              </w:rPr>
              <w:fldChar w:fldCharType="separate"/>
            </w:r>
            <w:r w:rsidR="000A1758">
              <w:rPr>
                <w:noProof/>
                <w:webHidden/>
                <w:rtl/>
              </w:rPr>
              <w:t>95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76" w:history="1">
            <w:r w:rsidR="000A1758" w:rsidRPr="00BB6861">
              <w:rPr>
                <w:rStyle w:val="Hyperlink"/>
                <w:noProof/>
                <w:rtl/>
              </w:rPr>
              <w:t xml:space="preserve">١٤١. </w:t>
            </w:r>
            <w:r w:rsidR="000A1758" w:rsidRPr="00BB6861">
              <w:rPr>
                <w:rStyle w:val="Hyperlink"/>
                <w:rFonts w:hint="eastAsia"/>
                <w:noProof/>
                <w:rtl/>
              </w:rPr>
              <w:t>بوى</w:t>
            </w:r>
            <w:r w:rsidR="000A1758" w:rsidRPr="00BB6861">
              <w:rPr>
                <w:rStyle w:val="Hyperlink"/>
                <w:noProof/>
                <w:rtl/>
              </w:rPr>
              <w:t xml:space="preserve"> </w:t>
            </w:r>
            <w:r w:rsidR="000A1758" w:rsidRPr="00BB6861">
              <w:rPr>
                <w:rStyle w:val="Hyperlink"/>
                <w:rFonts w:hint="eastAsia"/>
                <w:noProof/>
                <w:rtl/>
              </w:rPr>
              <w:t>بهشت</w:t>
            </w:r>
            <w:r w:rsidR="000A1758" w:rsidRPr="00BB6861">
              <w:rPr>
                <w:rStyle w:val="Hyperlink"/>
                <w:noProof/>
                <w:rtl/>
              </w:rPr>
              <w:t xml:space="preserve"> </w:t>
            </w:r>
            <w:r w:rsidR="000A1758" w:rsidRPr="00BB6861">
              <w:rPr>
                <w:rStyle w:val="Hyperlink"/>
                <w:rFonts w:hint="eastAsia"/>
                <w:noProof/>
                <w:rtl/>
              </w:rPr>
              <w:t>را</w:t>
            </w:r>
            <w:r w:rsidR="000A1758" w:rsidRPr="00BB6861">
              <w:rPr>
                <w:rStyle w:val="Hyperlink"/>
                <w:noProof/>
                <w:rtl/>
              </w:rPr>
              <w:t xml:space="preserve"> </w:t>
            </w:r>
            <w:r w:rsidR="000A1758" w:rsidRPr="00BB6861">
              <w:rPr>
                <w:rStyle w:val="Hyperlink"/>
                <w:rFonts w:hint="eastAsia"/>
                <w:noProof/>
                <w:rtl/>
              </w:rPr>
              <w:t>استشمام</w:t>
            </w:r>
            <w:r w:rsidR="000A1758" w:rsidRPr="00BB6861">
              <w:rPr>
                <w:rStyle w:val="Hyperlink"/>
                <w:noProof/>
                <w:rtl/>
              </w:rPr>
              <w:t xml:space="preserve"> </w:t>
            </w:r>
            <w:r w:rsidR="000A1758" w:rsidRPr="00BB6861">
              <w:rPr>
                <w:rStyle w:val="Hyperlink"/>
                <w:rFonts w:hint="eastAsia"/>
                <w:noProof/>
                <w:rtl/>
              </w:rPr>
              <w:t>نخواهد</w:t>
            </w:r>
            <w:r w:rsidR="000A1758" w:rsidRPr="00BB6861">
              <w:rPr>
                <w:rStyle w:val="Hyperlink"/>
                <w:noProof/>
                <w:rtl/>
              </w:rPr>
              <w:t xml:space="preserve"> </w:t>
            </w:r>
            <w:r w:rsidR="000A1758" w:rsidRPr="00BB6861">
              <w:rPr>
                <w:rStyle w:val="Hyperlink"/>
                <w:rFonts w:hint="eastAsia"/>
                <w:noProof/>
                <w:rtl/>
              </w:rPr>
              <w:t>كرد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Toc33994876 \h</w:instrText>
            </w:r>
            <w:r w:rsidR="000A1758">
              <w:rPr>
                <w:noProof/>
                <w:webHidden/>
                <w:rtl/>
              </w:rPr>
              <w:instrText xml:space="preserve"> </w:instrText>
            </w:r>
            <w:r>
              <w:rPr>
                <w:noProof/>
                <w:webHidden/>
                <w:rtl/>
              </w:rPr>
            </w:r>
            <w:r>
              <w:rPr>
                <w:noProof/>
                <w:webHidden/>
                <w:rtl/>
              </w:rPr>
              <w:fldChar w:fldCharType="separate"/>
            </w:r>
            <w:r w:rsidR="000A1758">
              <w:rPr>
                <w:noProof/>
                <w:webHidden/>
                <w:rtl/>
              </w:rPr>
              <w:t>98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77" w:history="1">
            <w:r w:rsidR="000A1758" w:rsidRPr="00BB6861">
              <w:rPr>
                <w:rStyle w:val="Hyperlink"/>
                <w:noProof/>
                <w:rtl/>
              </w:rPr>
              <w:t xml:space="preserve">١٤٢. </w:t>
            </w:r>
            <w:r w:rsidR="000A1758" w:rsidRPr="00BB6861">
              <w:rPr>
                <w:rStyle w:val="Hyperlink"/>
                <w:rFonts w:hint="eastAsia"/>
                <w:noProof/>
                <w:rtl/>
              </w:rPr>
              <w:t>گمراه</w:t>
            </w:r>
            <w:r w:rsidR="000A1758" w:rsidRPr="00BB6861">
              <w:rPr>
                <w:rStyle w:val="Hyperlink"/>
                <w:noProof/>
                <w:rtl/>
              </w:rPr>
              <w:t xml:space="preserve"> </w:t>
            </w:r>
            <w:r w:rsidR="000A1758" w:rsidRPr="00BB6861">
              <w:rPr>
                <w:rStyle w:val="Hyperlink"/>
                <w:rFonts w:hint="eastAsia"/>
                <w:noProof/>
                <w:rtl/>
              </w:rPr>
              <w:t>ترين</w:t>
            </w:r>
            <w:r w:rsidR="000A1758" w:rsidRPr="00BB6861">
              <w:rPr>
                <w:rStyle w:val="Hyperlink"/>
                <w:noProof/>
                <w:rtl/>
              </w:rPr>
              <w:t xml:space="preserve"> </w:t>
            </w:r>
            <w:r w:rsidR="000A1758" w:rsidRPr="00BB6861">
              <w:rPr>
                <w:rStyle w:val="Hyperlink"/>
                <w:rFonts w:hint="eastAsia"/>
                <w:noProof/>
                <w:rtl/>
              </w:rPr>
              <w:t>انسان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Toc33994877 \h</w:instrText>
            </w:r>
            <w:r w:rsidR="000A1758">
              <w:rPr>
                <w:noProof/>
                <w:webHidden/>
                <w:rtl/>
              </w:rPr>
              <w:instrText xml:space="preserve"> </w:instrText>
            </w:r>
            <w:r>
              <w:rPr>
                <w:noProof/>
                <w:webHidden/>
                <w:rtl/>
              </w:rPr>
            </w:r>
            <w:r>
              <w:rPr>
                <w:noProof/>
                <w:webHidden/>
                <w:rtl/>
              </w:rPr>
              <w:fldChar w:fldCharType="separate"/>
            </w:r>
            <w:r w:rsidR="000A1758">
              <w:rPr>
                <w:noProof/>
                <w:webHidden/>
                <w:rtl/>
              </w:rPr>
              <w:t>98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78" w:history="1">
            <w:r w:rsidR="000A1758" w:rsidRPr="00BB6861">
              <w:rPr>
                <w:rStyle w:val="Hyperlink"/>
                <w:noProof/>
                <w:rtl/>
              </w:rPr>
              <w:t xml:space="preserve">١٤٣ . </w:t>
            </w:r>
            <w:r w:rsidR="000A1758" w:rsidRPr="00BB6861">
              <w:rPr>
                <w:rStyle w:val="Hyperlink"/>
                <w:rFonts w:hint="eastAsia"/>
                <w:noProof/>
                <w:rtl/>
              </w:rPr>
              <w:t>قبول</w:t>
            </w:r>
            <w:r w:rsidR="000A1758" w:rsidRPr="00BB6861">
              <w:rPr>
                <w:rStyle w:val="Hyperlink"/>
                <w:noProof/>
                <w:rtl/>
              </w:rPr>
              <w:t xml:space="preserve"> </w:t>
            </w:r>
            <w:r w:rsidR="000A1758" w:rsidRPr="00BB6861">
              <w:rPr>
                <w:rStyle w:val="Hyperlink"/>
                <w:rFonts w:hint="eastAsia"/>
                <w:noProof/>
                <w:rtl/>
              </w:rPr>
              <w:t>نماز</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Toc33994878 \h</w:instrText>
            </w:r>
            <w:r w:rsidR="000A1758">
              <w:rPr>
                <w:noProof/>
                <w:webHidden/>
                <w:rtl/>
              </w:rPr>
              <w:instrText xml:space="preserve"> </w:instrText>
            </w:r>
            <w:r>
              <w:rPr>
                <w:noProof/>
                <w:webHidden/>
                <w:rtl/>
              </w:rPr>
            </w:r>
            <w:r>
              <w:rPr>
                <w:noProof/>
                <w:webHidden/>
                <w:rtl/>
              </w:rPr>
              <w:fldChar w:fldCharType="separate"/>
            </w:r>
            <w:r w:rsidR="000A1758">
              <w:rPr>
                <w:noProof/>
                <w:webHidden/>
                <w:rtl/>
              </w:rPr>
              <w:t>98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79" w:history="1">
            <w:r w:rsidR="000A1758" w:rsidRPr="00BB6861">
              <w:rPr>
                <w:rStyle w:val="Hyperlink"/>
                <w:noProof/>
                <w:rtl/>
              </w:rPr>
              <w:t xml:space="preserve">١٤٤. </w:t>
            </w:r>
            <w:r w:rsidR="000A1758" w:rsidRPr="00BB6861">
              <w:rPr>
                <w:rStyle w:val="Hyperlink"/>
                <w:rFonts w:hint="eastAsia"/>
                <w:noProof/>
                <w:rtl/>
              </w:rPr>
              <w:t>فرد</w:t>
            </w:r>
            <w:r w:rsidR="000A1758" w:rsidRPr="00BB6861">
              <w:rPr>
                <w:rStyle w:val="Hyperlink"/>
                <w:noProof/>
                <w:rtl/>
              </w:rPr>
              <w:t xml:space="preserve"> </w:t>
            </w:r>
            <w:r w:rsidR="000A1758" w:rsidRPr="00BB6861">
              <w:rPr>
                <w:rStyle w:val="Hyperlink"/>
                <w:rFonts w:hint="eastAsia"/>
                <w:noProof/>
                <w:rtl/>
              </w:rPr>
              <w:t>بدبخت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Toc33994879 \h</w:instrText>
            </w:r>
            <w:r w:rsidR="000A1758">
              <w:rPr>
                <w:noProof/>
                <w:webHidden/>
                <w:rtl/>
              </w:rPr>
              <w:instrText xml:space="preserve"> </w:instrText>
            </w:r>
            <w:r>
              <w:rPr>
                <w:noProof/>
                <w:webHidden/>
                <w:rtl/>
              </w:rPr>
            </w:r>
            <w:r>
              <w:rPr>
                <w:noProof/>
                <w:webHidden/>
                <w:rtl/>
              </w:rPr>
              <w:fldChar w:fldCharType="separate"/>
            </w:r>
            <w:r w:rsidR="000A1758">
              <w:rPr>
                <w:noProof/>
                <w:webHidden/>
                <w:rtl/>
              </w:rPr>
              <w:t>98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80" w:history="1">
            <w:r w:rsidR="000A1758" w:rsidRPr="00BB6861">
              <w:rPr>
                <w:rStyle w:val="Hyperlink"/>
                <w:noProof/>
                <w:rtl/>
              </w:rPr>
              <w:t xml:space="preserve">١٤٥. </w:t>
            </w:r>
            <w:r w:rsidR="000A1758" w:rsidRPr="00BB6861">
              <w:rPr>
                <w:rStyle w:val="Hyperlink"/>
                <w:rFonts w:hint="eastAsia"/>
                <w:noProof/>
                <w:rtl/>
              </w:rPr>
              <w:t>بخيل</w:t>
            </w:r>
            <w:r w:rsidR="000A1758" w:rsidRPr="00BB6861">
              <w:rPr>
                <w:rStyle w:val="Hyperlink"/>
                <w:noProof/>
                <w:rtl/>
              </w:rPr>
              <w:t xml:space="preserve"> </w:t>
            </w:r>
            <w:r w:rsidR="000A1758" w:rsidRPr="00BB6861">
              <w:rPr>
                <w:rStyle w:val="Hyperlink"/>
                <w:rFonts w:hint="eastAsia"/>
                <w:noProof/>
                <w:rtl/>
              </w:rPr>
              <w:t>واقعى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Toc33994880 \h</w:instrText>
            </w:r>
            <w:r w:rsidR="000A1758">
              <w:rPr>
                <w:noProof/>
                <w:webHidden/>
                <w:rtl/>
              </w:rPr>
              <w:instrText xml:space="preserve"> </w:instrText>
            </w:r>
            <w:r>
              <w:rPr>
                <w:noProof/>
                <w:webHidden/>
                <w:rtl/>
              </w:rPr>
            </w:r>
            <w:r>
              <w:rPr>
                <w:noProof/>
                <w:webHidden/>
                <w:rtl/>
              </w:rPr>
              <w:fldChar w:fldCharType="separate"/>
            </w:r>
            <w:r w:rsidR="000A1758">
              <w:rPr>
                <w:noProof/>
                <w:webHidden/>
                <w:rtl/>
              </w:rPr>
              <w:t>99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81" w:history="1">
            <w:r w:rsidR="000A1758" w:rsidRPr="00BB6861">
              <w:rPr>
                <w:rStyle w:val="Hyperlink"/>
                <w:noProof/>
                <w:rtl/>
              </w:rPr>
              <w:t xml:space="preserve">١٤٦. </w:t>
            </w:r>
            <w:r w:rsidR="000A1758" w:rsidRPr="00BB6861">
              <w:rPr>
                <w:rStyle w:val="Hyperlink"/>
                <w:rFonts w:hint="eastAsia"/>
                <w:noProof/>
                <w:rtl/>
              </w:rPr>
              <w:t>گم</w:t>
            </w:r>
            <w:r w:rsidR="000A1758" w:rsidRPr="00BB6861">
              <w:rPr>
                <w:rStyle w:val="Hyperlink"/>
                <w:noProof/>
                <w:rtl/>
              </w:rPr>
              <w:t xml:space="preserve"> </w:t>
            </w:r>
            <w:r w:rsidR="000A1758" w:rsidRPr="00BB6861">
              <w:rPr>
                <w:rStyle w:val="Hyperlink"/>
                <w:rFonts w:hint="eastAsia"/>
                <w:noProof/>
                <w:rtl/>
              </w:rPr>
              <w:t>كردن</w:t>
            </w:r>
            <w:r w:rsidR="000A1758" w:rsidRPr="00BB6861">
              <w:rPr>
                <w:rStyle w:val="Hyperlink"/>
                <w:noProof/>
                <w:rtl/>
              </w:rPr>
              <w:t xml:space="preserve"> </w:t>
            </w:r>
            <w:r w:rsidR="000A1758" w:rsidRPr="00BB6861">
              <w:rPr>
                <w:rStyle w:val="Hyperlink"/>
                <w:rFonts w:hint="eastAsia"/>
                <w:noProof/>
                <w:rtl/>
              </w:rPr>
              <w:t>راه</w:t>
            </w:r>
            <w:r w:rsidR="000A1758" w:rsidRPr="00BB6861">
              <w:rPr>
                <w:rStyle w:val="Hyperlink"/>
                <w:noProof/>
                <w:rtl/>
              </w:rPr>
              <w:t xml:space="preserve"> </w:t>
            </w:r>
            <w:r w:rsidR="000A1758" w:rsidRPr="00BB6861">
              <w:rPr>
                <w:rStyle w:val="Hyperlink"/>
                <w:rFonts w:hint="eastAsia"/>
                <w:noProof/>
                <w:rtl/>
              </w:rPr>
              <w:t>بهشت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Toc33994881 \h</w:instrText>
            </w:r>
            <w:r w:rsidR="000A1758">
              <w:rPr>
                <w:noProof/>
                <w:webHidden/>
                <w:rtl/>
              </w:rPr>
              <w:instrText xml:space="preserve"> </w:instrText>
            </w:r>
            <w:r>
              <w:rPr>
                <w:noProof/>
                <w:webHidden/>
                <w:rtl/>
              </w:rPr>
            </w:r>
            <w:r>
              <w:rPr>
                <w:noProof/>
                <w:webHidden/>
                <w:rtl/>
              </w:rPr>
              <w:fldChar w:fldCharType="separate"/>
            </w:r>
            <w:r w:rsidR="000A1758">
              <w:rPr>
                <w:noProof/>
                <w:webHidden/>
                <w:rtl/>
              </w:rPr>
              <w:t>99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82" w:history="1">
            <w:r w:rsidR="000A1758" w:rsidRPr="00BB6861">
              <w:rPr>
                <w:rStyle w:val="Hyperlink"/>
                <w:noProof/>
                <w:rtl/>
              </w:rPr>
              <w:t xml:space="preserve">١٤٧. </w:t>
            </w:r>
            <w:r w:rsidR="000A1758" w:rsidRPr="00BB6861">
              <w:rPr>
                <w:rStyle w:val="Hyperlink"/>
                <w:rFonts w:hint="eastAsia"/>
                <w:noProof/>
                <w:rtl/>
              </w:rPr>
              <w:t>جفا</w:t>
            </w:r>
            <w:r w:rsidR="000A1758" w:rsidRPr="00BB6861">
              <w:rPr>
                <w:rStyle w:val="Hyperlink"/>
                <w:noProof/>
                <w:rtl/>
              </w:rPr>
              <w:t xml:space="preserve"> </w:t>
            </w:r>
            <w:r w:rsidR="000A1758" w:rsidRPr="00BB6861">
              <w:rPr>
                <w:rStyle w:val="Hyperlink"/>
                <w:rFonts w:hint="eastAsia"/>
                <w:noProof/>
                <w:rtl/>
              </w:rPr>
              <w:t>بر</w:t>
            </w:r>
            <w:r w:rsidR="000A1758" w:rsidRPr="00BB6861">
              <w:rPr>
                <w:rStyle w:val="Hyperlink"/>
                <w:noProof/>
                <w:rtl/>
              </w:rPr>
              <w:t xml:space="preserve"> </w:t>
            </w:r>
            <w:r w:rsidR="000A1758" w:rsidRPr="00BB6861">
              <w:rPr>
                <w:rStyle w:val="Hyperlink"/>
                <w:rFonts w:hint="eastAsia"/>
                <w:noProof/>
                <w:rtl/>
              </w:rPr>
              <w:t>رسول</w:t>
            </w:r>
            <w:r w:rsidR="000A1758" w:rsidRPr="00BB6861">
              <w:rPr>
                <w:rStyle w:val="Hyperlink"/>
                <w:noProof/>
                <w:rtl/>
              </w:rPr>
              <w:t xml:space="preserve"> </w:t>
            </w:r>
            <w:r w:rsidR="000A1758" w:rsidRPr="00BB6861">
              <w:rPr>
                <w:rStyle w:val="Hyperlink"/>
                <w:rFonts w:hint="eastAsia"/>
                <w:noProof/>
                <w:rtl/>
              </w:rPr>
              <w:t>خدا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Toc33994882 \h</w:instrText>
            </w:r>
            <w:r w:rsidR="000A1758">
              <w:rPr>
                <w:noProof/>
                <w:webHidden/>
                <w:rtl/>
              </w:rPr>
              <w:instrText xml:space="preserve"> </w:instrText>
            </w:r>
            <w:r>
              <w:rPr>
                <w:noProof/>
                <w:webHidden/>
                <w:rtl/>
              </w:rPr>
            </w:r>
            <w:r>
              <w:rPr>
                <w:noProof/>
                <w:webHidden/>
                <w:rtl/>
              </w:rPr>
              <w:fldChar w:fldCharType="separate"/>
            </w:r>
            <w:r w:rsidR="000A1758">
              <w:rPr>
                <w:noProof/>
                <w:webHidden/>
                <w:rtl/>
              </w:rPr>
              <w:t>99</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883"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دواردهم</w:t>
            </w:r>
            <w:r w:rsidR="000A1758" w:rsidRPr="00BB6861">
              <w:rPr>
                <w:rStyle w:val="Hyperlink"/>
                <w:noProof/>
                <w:rtl/>
              </w:rPr>
              <w:t xml:space="preserve"> : </w:t>
            </w:r>
            <w:r w:rsidR="000A1758" w:rsidRPr="00BB6861">
              <w:rPr>
                <w:rStyle w:val="Hyperlink"/>
                <w:rFonts w:hint="eastAsia"/>
                <w:noProof/>
                <w:rtl/>
              </w:rPr>
              <w:t>آداب</w:t>
            </w:r>
            <w:r w:rsidR="000A1758" w:rsidRPr="00BB6861">
              <w:rPr>
                <w:rStyle w:val="Hyperlink"/>
                <w:noProof/>
                <w:rtl/>
              </w:rPr>
              <w:t xml:space="preserve"> </w:t>
            </w:r>
            <w:r w:rsidR="000A1758" w:rsidRPr="00BB6861">
              <w:rPr>
                <w:rStyle w:val="Hyperlink"/>
                <w:rFonts w:hint="eastAsia"/>
                <w:noProof/>
                <w:rtl/>
              </w:rPr>
              <w:t>فرستادن</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Toc33994883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84" w:history="1">
            <w:r w:rsidR="000A1758" w:rsidRPr="00BB6861">
              <w:rPr>
                <w:rStyle w:val="Hyperlink"/>
                <w:noProof/>
                <w:rtl/>
              </w:rPr>
              <w:t xml:space="preserve">١٤٨. </w:t>
            </w:r>
            <w:r w:rsidR="000A1758" w:rsidRPr="00BB6861">
              <w:rPr>
                <w:rStyle w:val="Hyperlink"/>
                <w:rFonts w:hint="eastAsia"/>
                <w:noProof/>
                <w:rtl/>
              </w:rPr>
              <w:t>نخست</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ابراهيم</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بفرستد</w:t>
            </w:r>
            <w:r w:rsidR="000A1758" w:rsidRPr="00BB6861">
              <w:rPr>
                <w:rStyle w:val="Hyperlink"/>
                <w:noProof/>
                <w:rtl/>
              </w:rPr>
              <w:t>!:</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Toc33994884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85" w:history="1">
            <w:r w:rsidR="000A1758" w:rsidRPr="00BB6861">
              <w:rPr>
                <w:rStyle w:val="Hyperlink"/>
                <w:noProof/>
                <w:rtl/>
              </w:rPr>
              <w:t xml:space="preserve">١٤٩.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جامع</w:t>
            </w:r>
            <w:r w:rsidR="000A1758" w:rsidRPr="00BB6861">
              <w:rPr>
                <w:rStyle w:val="Hyperlink"/>
                <w:noProof/>
                <w:rtl/>
              </w:rPr>
              <w:t xml:space="preserve"> : </w:t>
            </w:r>
            <w:r w:rsidR="000A1758" w:rsidRPr="00BB6861">
              <w:rPr>
                <w:rStyle w:val="Hyperlink"/>
                <w:rFonts w:hint="eastAsia"/>
                <w:noProof/>
                <w:rtl/>
              </w:rPr>
              <w:t>عمار</w:t>
            </w:r>
            <w:r w:rsidR="000A1758" w:rsidRPr="00BB6861">
              <w:rPr>
                <w:rStyle w:val="Hyperlink"/>
                <w:noProof/>
                <w:rtl/>
              </w:rPr>
              <w:t xml:space="preserve"> </w:t>
            </w:r>
            <w:r w:rsidR="000A1758" w:rsidRPr="00BB6861">
              <w:rPr>
                <w:rStyle w:val="Hyperlink"/>
                <w:rFonts w:hint="eastAsia"/>
                <w:noProof/>
                <w:rtl/>
              </w:rPr>
              <w:t>ساباطى</w:t>
            </w:r>
            <w:r w:rsidR="000A1758" w:rsidRPr="00BB6861">
              <w:rPr>
                <w:rStyle w:val="Hyperlink"/>
                <w:noProof/>
                <w:rtl/>
              </w:rPr>
              <w:t xml:space="preserve"> </w:t>
            </w:r>
            <w:r w:rsidR="000A1758" w:rsidRPr="00BB6861">
              <w:rPr>
                <w:rStyle w:val="Hyperlink"/>
                <w:rFonts w:hint="eastAsia"/>
                <w:noProof/>
                <w:rtl/>
              </w:rPr>
              <w:t>گويد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Toc33994885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86" w:history="1">
            <w:r w:rsidR="000A1758" w:rsidRPr="00BB6861">
              <w:rPr>
                <w:rStyle w:val="Hyperlink"/>
                <w:noProof/>
                <w:rtl/>
              </w:rPr>
              <w:t xml:space="preserve">١٥٠.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ناقص</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Toc33994886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87" w:history="1">
            <w:r w:rsidR="000A1758" w:rsidRPr="00BB6861">
              <w:rPr>
                <w:rStyle w:val="Hyperlink"/>
                <w:noProof/>
                <w:rtl/>
              </w:rPr>
              <w:t xml:space="preserve">١٥١. </w:t>
            </w:r>
            <w:r w:rsidR="000A1758" w:rsidRPr="00BB6861">
              <w:rPr>
                <w:rStyle w:val="Hyperlink"/>
                <w:rFonts w:hint="eastAsia"/>
                <w:noProof/>
                <w:rtl/>
              </w:rPr>
              <w:t>حفظ</w:t>
            </w:r>
            <w:r w:rsidR="000A1758" w:rsidRPr="00BB6861">
              <w:rPr>
                <w:rStyle w:val="Hyperlink"/>
                <w:noProof/>
                <w:rtl/>
              </w:rPr>
              <w:t xml:space="preserve"> </w:t>
            </w:r>
            <w:r w:rsidR="000A1758" w:rsidRPr="00BB6861">
              <w:rPr>
                <w:rStyle w:val="Hyperlink"/>
                <w:rFonts w:hint="eastAsia"/>
                <w:noProof/>
                <w:rtl/>
              </w:rPr>
              <w:t>قداست</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Toc33994887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88" w:history="1">
            <w:r w:rsidR="000A1758" w:rsidRPr="00BB6861">
              <w:rPr>
                <w:rStyle w:val="Hyperlink"/>
                <w:noProof/>
                <w:rtl/>
              </w:rPr>
              <w:t xml:space="preserve">١٥٢. </w:t>
            </w:r>
            <w:r w:rsidR="000A1758" w:rsidRPr="00BB6861">
              <w:rPr>
                <w:rStyle w:val="Hyperlink"/>
                <w:rFonts w:hint="eastAsia"/>
                <w:noProof/>
                <w:rtl/>
              </w:rPr>
              <w:t>آغاز</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با</w:t>
            </w:r>
            <w:r w:rsidR="000A1758" w:rsidRPr="00BB6861">
              <w:rPr>
                <w:rStyle w:val="Hyperlink"/>
                <w:noProof/>
                <w:rtl/>
              </w:rPr>
              <w:t xml:space="preserve"> </w:t>
            </w:r>
            <w:r w:rsidR="000A1758" w:rsidRPr="00BB6861">
              <w:rPr>
                <w:rStyle w:val="Hyperlink"/>
                <w:rFonts w:hint="eastAsia"/>
                <w:noProof/>
                <w:rtl/>
              </w:rPr>
              <w:t>نام</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Toc33994888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89" w:history="1">
            <w:r w:rsidR="000A1758" w:rsidRPr="00BB6861">
              <w:rPr>
                <w:rStyle w:val="Hyperlink"/>
                <w:noProof/>
                <w:rtl/>
              </w:rPr>
              <w:t xml:space="preserve">١٥٣.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بين</w:t>
            </w:r>
            <w:r w:rsidR="000A1758" w:rsidRPr="00BB6861">
              <w:rPr>
                <w:rStyle w:val="Hyperlink"/>
                <w:noProof/>
                <w:rtl/>
              </w:rPr>
              <w:t xml:space="preserve"> </w:t>
            </w:r>
            <w:r w:rsidR="000A1758" w:rsidRPr="00BB6861">
              <w:rPr>
                <w:rStyle w:val="Hyperlink"/>
                <w:rFonts w:hint="eastAsia"/>
                <w:noProof/>
                <w:rtl/>
              </w:rPr>
              <w:t>برنده</w:t>
            </w:r>
            <w:r w:rsidR="000A1758" w:rsidRPr="00BB6861">
              <w:rPr>
                <w:rStyle w:val="Hyperlink"/>
                <w:noProof/>
                <w:rtl/>
              </w:rPr>
              <w:t xml:space="preserve"> </w:t>
            </w:r>
            <w:r w:rsidR="000A1758" w:rsidRPr="00BB6861">
              <w:rPr>
                <w:rStyle w:val="Hyperlink"/>
                <w:rFonts w:hint="eastAsia"/>
                <w:noProof/>
                <w:rtl/>
              </w:rPr>
              <w:t>نفاق</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Toc33994889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90" w:history="1">
            <w:r w:rsidR="000A1758" w:rsidRPr="00BB6861">
              <w:rPr>
                <w:rStyle w:val="Hyperlink"/>
                <w:noProof/>
                <w:rtl/>
              </w:rPr>
              <w:t xml:space="preserve">١٥٤. </w:t>
            </w:r>
            <w:r w:rsidR="000A1758" w:rsidRPr="00BB6861">
              <w:rPr>
                <w:rStyle w:val="Hyperlink"/>
                <w:rFonts w:hint="eastAsia"/>
                <w:noProof/>
                <w:rtl/>
              </w:rPr>
              <w:t>ذكر</w:t>
            </w:r>
            <w:r w:rsidR="000A1758" w:rsidRPr="00BB6861">
              <w:rPr>
                <w:rStyle w:val="Hyperlink"/>
                <w:noProof/>
                <w:rtl/>
              </w:rPr>
              <w:t xml:space="preserve"> </w:t>
            </w:r>
            <w:r w:rsidR="000A1758" w:rsidRPr="00BB6861">
              <w:rPr>
                <w:rStyle w:val="Hyperlink"/>
                <w:rFonts w:hint="eastAsia"/>
                <w:noProof/>
                <w:rtl/>
              </w:rPr>
              <w:t>دنباله</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Toc33994890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91" w:history="1">
            <w:r w:rsidR="000A1758" w:rsidRPr="00BB6861">
              <w:rPr>
                <w:rStyle w:val="Hyperlink"/>
                <w:noProof/>
                <w:rtl/>
              </w:rPr>
              <w:t xml:space="preserve">١٥٥. </w:t>
            </w:r>
            <w:r w:rsidR="000A1758" w:rsidRPr="00BB6861">
              <w:rPr>
                <w:rStyle w:val="Hyperlink"/>
                <w:rFonts w:hint="eastAsia"/>
                <w:noProof/>
                <w:rtl/>
              </w:rPr>
              <w:t>نسب</w:t>
            </w:r>
            <w:r w:rsidR="000A1758" w:rsidRPr="00BB6861">
              <w:rPr>
                <w:rStyle w:val="Hyperlink"/>
                <w:noProof/>
                <w:rtl/>
              </w:rPr>
              <w:t xml:space="preserve"> </w:t>
            </w:r>
            <w:r w:rsidR="000A1758" w:rsidRPr="00BB6861">
              <w:rPr>
                <w:rStyle w:val="Hyperlink"/>
                <w:rFonts w:hint="eastAsia"/>
                <w:noProof/>
                <w:rtl/>
              </w:rPr>
              <w:t>آل</w:t>
            </w:r>
            <w:r w:rsidR="000A1758" w:rsidRPr="00BB6861">
              <w:rPr>
                <w:rStyle w:val="Hyperlink"/>
                <w:noProof/>
                <w:rtl/>
              </w:rPr>
              <w:t xml:space="preserve"> </w:t>
            </w:r>
            <w:r w:rsidR="000A1758" w:rsidRPr="00BB6861">
              <w:rPr>
                <w:rStyle w:val="Hyperlink"/>
                <w:rFonts w:hint="eastAsia"/>
                <w:noProof/>
                <w:rtl/>
              </w:rPr>
              <w:t>محمد</w:t>
            </w:r>
            <w:r w:rsidR="000A1758" w:rsidRPr="00BB6861">
              <w:rPr>
                <w:rStyle w:val="Hyperlink"/>
                <w:noProof/>
                <w:rtl/>
              </w:rPr>
              <w:t xml:space="preserve"> </w:t>
            </w:r>
            <w:r w:rsidR="000A1758" w:rsidRPr="00BB6861">
              <w:rPr>
                <w:rStyle w:val="Hyperlink"/>
                <w:rFonts w:cs="Rafed Alaem" w:hint="eastAsia"/>
                <w:noProof/>
                <w:rtl/>
              </w:rPr>
              <w:t>صلى‌الله‌عليه‌وآله‌وسلم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Toc33994891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92" w:history="1">
            <w:r w:rsidR="000A1758" w:rsidRPr="00BB6861">
              <w:rPr>
                <w:rStyle w:val="Hyperlink"/>
                <w:noProof/>
                <w:rtl/>
              </w:rPr>
              <w:t xml:space="preserve">١٥٦.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با</w:t>
            </w:r>
            <w:r w:rsidR="000A1758" w:rsidRPr="00BB6861">
              <w:rPr>
                <w:rStyle w:val="Hyperlink"/>
                <w:noProof/>
                <w:rtl/>
              </w:rPr>
              <w:t xml:space="preserve"> </w:t>
            </w:r>
            <w:r w:rsidR="000A1758" w:rsidRPr="00BB6861">
              <w:rPr>
                <w:rStyle w:val="Hyperlink"/>
                <w:rFonts w:hint="eastAsia"/>
                <w:noProof/>
                <w:rtl/>
              </w:rPr>
              <w:t>آل</w:t>
            </w:r>
            <w:r w:rsidR="000A1758" w:rsidRPr="00BB6861">
              <w:rPr>
                <w:rStyle w:val="Hyperlink"/>
                <w:noProof/>
                <w:rtl/>
              </w:rPr>
              <w:t xml:space="preserve"> </w:t>
            </w:r>
            <w:r w:rsidR="000A1758" w:rsidRPr="00BB6861">
              <w:rPr>
                <w:rStyle w:val="Hyperlink"/>
                <w:rFonts w:hint="eastAsia"/>
                <w:noProof/>
                <w:rtl/>
              </w:rPr>
              <w:t>محمد</w:t>
            </w:r>
            <w:r w:rsidR="000A1758" w:rsidRPr="00BB6861">
              <w:rPr>
                <w:rStyle w:val="Hyperlink"/>
                <w:noProof/>
                <w:rtl/>
              </w:rPr>
              <w:t xml:space="preserve"> </w:t>
            </w:r>
            <w:r w:rsidR="000A1758" w:rsidRPr="00BB6861">
              <w:rPr>
                <w:rStyle w:val="Hyperlink"/>
                <w:rFonts w:cs="Rafed Alaem" w:hint="eastAsia"/>
                <w:noProof/>
                <w:rtl/>
              </w:rPr>
              <w:t>صلى‌الله‌عليه‌وآله‌وسلم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Toc33994892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93" w:history="1">
            <w:r w:rsidR="000A1758" w:rsidRPr="00BB6861">
              <w:rPr>
                <w:rStyle w:val="Hyperlink"/>
                <w:noProof/>
                <w:rtl/>
              </w:rPr>
              <w:t xml:space="preserve">١٥٧.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تشهد</w:t>
            </w:r>
            <w:r w:rsidR="000A1758" w:rsidRPr="00BB6861">
              <w:rPr>
                <w:rStyle w:val="Hyperlink"/>
                <w:noProof/>
                <w:rtl/>
              </w:rPr>
              <w:t xml:space="preserve"> </w:t>
            </w:r>
            <w:r w:rsidR="000A1758" w:rsidRPr="00BB6861">
              <w:rPr>
                <w:rStyle w:val="Hyperlink"/>
                <w:rFonts w:hint="eastAsia"/>
                <w:noProof/>
                <w:rtl/>
              </w:rPr>
              <w:t>نماز</w:t>
            </w:r>
            <w:r w:rsidR="000A1758" w:rsidRPr="00BB6861">
              <w:rPr>
                <w:rStyle w:val="Hyperlink"/>
                <w:noProof/>
                <w:rtl/>
              </w:rPr>
              <w:t>:</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Toc33994893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94" w:history="1">
            <w:r w:rsidR="000A1758" w:rsidRPr="00BB6861">
              <w:rPr>
                <w:rStyle w:val="Hyperlink"/>
                <w:noProof/>
                <w:rtl/>
              </w:rPr>
              <w:t xml:space="preserve">١٥٨. </w:t>
            </w:r>
            <w:r w:rsidR="000A1758" w:rsidRPr="00BB6861">
              <w:rPr>
                <w:rStyle w:val="Hyperlink"/>
                <w:rFonts w:hint="eastAsia"/>
                <w:noProof/>
                <w:rtl/>
              </w:rPr>
              <w:t>آثار</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بر</w:t>
            </w:r>
            <w:r w:rsidR="000A1758" w:rsidRPr="00BB6861">
              <w:rPr>
                <w:rStyle w:val="Hyperlink"/>
                <w:noProof/>
                <w:rtl/>
              </w:rPr>
              <w:t xml:space="preserve"> </w:t>
            </w:r>
            <w:r w:rsidR="000A1758" w:rsidRPr="00BB6861">
              <w:rPr>
                <w:rStyle w:val="Hyperlink"/>
                <w:rFonts w:hint="eastAsia"/>
                <w:noProof/>
                <w:rtl/>
              </w:rPr>
              <w:t>محمد</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آل</w:t>
            </w:r>
            <w:r w:rsidR="000A1758" w:rsidRPr="00BB6861">
              <w:rPr>
                <w:rStyle w:val="Hyperlink"/>
                <w:noProof/>
                <w:rtl/>
              </w:rPr>
              <w:t xml:space="preserve"> </w:t>
            </w:r>
            <w:r w:rsidR="000A1758" w:rsidRPr="00BB6861">
              <w:rPr>
                <w:rStyle w:val="Hyperlink"/>
                <w:rFonts w:hint="eastAsia"/>
                <w:noProof/>
                <w:rtl/>
              </w:rPr>
              <w:t>او</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Toc33994894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95" w:history="1">
            <w:r w:rsidR="000A1758" w:rsidRPr="00BB6861">
              <w:rPr>
                <w:rStyle w:val="Hyperlink"/>
                <w:noProof/>
                <w:rtl/>
              </w:rPr>
              <w:t xml:space="preserve">١٦٠. </w:t>
            </w:r>
            <w:r w:rsidR="000A1758" w:rsidRPr="00BB6861">
              <w:rPr>
                <w:rStyle w:val="Hyperlink"/>
                <w:rFonts w:hint="eastAsia"/>
                <w:noProof/>
                <w:rtl/>
              </w:rPr>
              <w:t>سنت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جمعه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Toc33994895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96" w:history="1">
            <w:r w:rsidR="000A1758" w:rsidRPr="00BB6861">
              <w:rPr>
                <w:rStyle w:val="Hyperlink"/>
                <w:noProof/>
                <w:rtl/>
              </w:rPr>
              <w:t xml:space="preserve">١٦١. </w:t>
            </w:r>
            <w:r w:rsidR="000A1758" w:rsidRPr="00BB6861">
              <w:rPr>
                <w:rStyle w:val="Hyperlink"/>
                <w:rFonts w:hint="eastAsia"/>
                <w:noProof/>
                <w:rtl/>
              </w:rPr>
              <w:t>افضل</w:t>
            </w:r>
            <w:r w:rsidR="000A1758" w:rsidRPr="00BB6861">
              <w:rPr>
                <w:rStyle w:val="Hyperlink"/>
                <w:noProof/>
                <w:rtl/>
              </w:rPr>
              <w:t xml:space="preserve"> </w:t>
            </w:r>
            <w:r w:rsidR="000A1758" w:rsidRPr="00BB6861">
              <w:rPr>
                <w:rStyle w:val="Hyperlink"/>
                <w:rFonts w:hint="eastAsia"/>
                <w:noProof/>
                <w:rtl/>
              </w:rPr>
              <w:t>اعمال</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جمعه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Toc33994896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97" w:history="1">
            <w:r w:rsidR="000A1758" w:rsidRPr="00BB6861">
              <w:rPr>
                <w:rStyle w:val="Hyperlink"/>
                <w:noProof/>
                <w:rtl/>
              </w:rPr>
              <w:t xml:space="preserve">١٦٢. </w:t>
            </w:r>
            <w:r w:rsidR="000A1758" w:rsidRPr="00BB6861">
              <w:rPr>
                <w:rStyle w:val="Hyperlink"/>
                <w:rFonts w:hint="eastAsia"/>
                <w:noProof/>
                <w:rtl/>
              </w:rPr>
              <w:t>توصيه</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جمعه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Toc33994897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98" w:history="1">
            <w:r w:rsidR="000A1758" w:rsidRPr="00BB6861">
              <w:rPr>
                <w:rStyle w:val="Hyperlink"/>
                <w:noProof/>
                <w:rtl/>
              </w:rPr>
              <w:t xml:space="preserve">١٦٣. </w:t>
            </w:r>
            <w:r w:rsidR="000A1758" w:rsidRPr="00BB6861">
              <w:rPr>
                <w:rStyle w:val="Hyperlink"/>
                <w:rFonts w:hint="eastAsia"/>
                <w:noProof/>
                <w:rtl/>
              </w:rPr>
              <w:t>امان</w:t>
            </w:r>
            <w:r w:rsidR="000A1758" w:rsidRPr="00BB6861">
              <w:rPr>
                <w:rStyle w:val="Hyperlink"/>
                <w:noProof/>
                <w:rtl/>
              </w:rPr>
              <w:t xml:space="preserve"> </w:t>
            </w:r>
            <w:r w:rsidR="000A1758" w:rsidRPr="00BB6861">
              <w:rPr>
                <w:rStyle w:val="Hyperlink"/>
                <w:rFonts w:hint="eastAsia"/>
                <w:noProof/>
                <w:rtl/>
              </w:rPr>
              <w:t>بودن</w:t>
            </w:r>
            <w:r w:rsidR="000A1758" w:rsidRPr="00BB6861">
              <w:rPr>
                <w:rStyle w:val="Hyperlink"/>
                <w:noProof/>
                <w:rtl/>
              </w:rPr>
              <w:t xml:space="preserve"> </w:t>
            </w:r>
            <w:r w:rsidR="000A1758" w:rsidRPr="00BB6861">
              <w:rPr>
                <w:rStyle w:val="Hyperlink"/>
                <w:rFonts w:hint="eastAsia"/>
                <w:noProof/>
                <w:rtl/>
              </w:rPr>
              <w:t>تا</w:t>
            </w:r>
            <w:r w:rsidR="000A1758" w:rsidRPr="00BB6861">
              <w:rPr>
                <w:rStyle w:val="Hyperlink"/>
                <w:noProof/>
                <w:rtl/>
              </w:rPr>
              <w:t xml:space="preserve"> </w:t>
            </w:r>
            <w:r w:rsidR="000A1758" w:rsidRPr="00BB6861">
              <w:rPr>
                <w:rStyle w:val="Hyperlink"/>
                <w:rFonts w:hint="eastAsia"/>
                <w:noProof/>
                <w:rtl/>
              </w:rPr>
              <w:t>يك</w:t>
            </w:r>
            <w:r w:rsidR="000A1758" w:rsidRPr="00BB6861">
              <w:rPr>
                <w:rStyle w:val="Hyperlink"/>
                <w:noProof/>
                <w:rtl/>
              </w:rPr>
              <w:t xml:space="preserve"> </w:t>
            </w:r>
            <w:r w:rsidR="000A1758" w:rsidRPr="00BB6861">
              <w:rPr>
                <w:rStyle w:val="Hyperlink"/>
                <w:rFonts w:hint="eastAsia"/>
                <w:noProof/>
                <w:rtl/>
              </w:rPr>
              <w:t>هفته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Toc33994898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899" w:history="1">
            <w:r w:rsidR="000A1758" w:rsidRPr="00BB6861">
              <w:rPr>
                <w:rStyle w:val="Hyperlink"/>
                <w:noProof/>
                <w:rtl/>
              </w:rPr>
              <w:t xml:space="preserve">١٦٤.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بعد</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عصر</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جمعه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Toc33994899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00" w:history="1">
            <w:r w:rsidR="000A1758" w:rsidRPr="00BB6861">
              <w:rPr>
                <w:rStyle w:val="Hyperlink"/>
                <w:noProof/>
                <w:rtl/>
              </w:rPr>
              <w:t xml:space="preserve">١٦٥. </w:t>
            </w:r>
            <w:r w:rsidR="000A1758" w:rsidRPr="00BB6861">
              <w:rPr>
                <w:rStyle w:val="Hyperlink"/>
                <w:rFonts w:hint="eastAsia"/>
                <w:noProof/>
                <w:rtl/>
              </w:rPr>
              <w:t>بيمه</w:t>
            </w:r>
            <w:r w:rsidR="000A1758" w:rsidRPr="00BB6861">
              <w:rPr>
                <w:rStyle w:val="Hyperlink"/>
                <w:noProof/>
                <w:rtl/>
              </w:rPr>
              <w:t xml:space="preserve"> </w:t>
            </w:r>
            <w:r w:rsidR="000A1758" w:rsidRPr="00BB6861">
              <w:rPr>
                <w:rStyle w:val="Hyperlink"/>
                <w:rFonts w:hint="eastAsia"/>
                <w:noProof/>
                <w:rtl/>
              </w:rPr>
              <w:t>يك</w:t>
            </w:r>
            <w:r w:rsidR="000A1758" w:rsidRPr="00BB6861">
              <w:rPr>
                <w:rStyle w:val="Hyperlink"/>
                <w:noProof/>
                <w:rtl/>
              </w:rPr>
              <w:t xml:space="preserve"> </w:t>
            </w:r>
            <w:r w:rsidR="000A1758" w:rsidRPr="00BB6861">
              <w:rPr>
                <w:rStyle w:val="Hyperlink"/>
                <w:rFonts w:hint="eastAsia"/>
                <w:noProof/>
                <w:rtl/>
              </w:rPr>
              <w:t>سال</w:t>
            </w:r>
            <w:r w:rsidR="000A1758" w:rsidRPr="00BB6861">
              <w:rPr>
                <w:rStyle w:val="Hyperlink"/>
                <w:noProof/>
                <w:rtl/>
              </w:rPr>
              <w:t xml:space="preserve"> </w:t>
            </w:r>
            <w:r w:rsidR="000A1758" w:rsidRPr="00BB6861">
              <w:rPr>
                <w:rStyle w:val="Hyperlink"/>
                <w:rFonts w:hint="eastAsia"/>
                <w:noProof/>
                <w:rtl/>
              </w:rPr>
              <w:t>گناه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Toc33994900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01" w:history="1">
            <w:r w:rsidR="000A1758" w:rsidRPr="00BB6861">
              <w:rPr>
                <w:rStyle w:val="Hyperlink"/>
                <w:noProof/>
                <w:rtl/>
              </w:rPr>
              <w:t xml:space="preserve">١٦٦. </w:t>
            </w:r>
            <w:r w:rsidR="000A1758" w:rsidRPr="00BB6861">
              <w:rPr>
                <w:rStyle w:val="Hyperlink"/>
                <w:rFonts w:hint="eastAsia"/>
                <w:noProof/>
                <w:rtl/>
              </w:rPr>
              <w:t>اثر</w:t>
            </w:r>
            <w:r w:rsidR="000A1758" w:rsidRPr="00BB6861">
              <w:rPr>
                <w:rStyle w:val="Hyperlink"/>
                <w:noProof/>
                <w:rtl/>
              </w:rPr>
              <w:t xml:space="preserve"> </w:t>
            </w:r>
            <w:r w:rsidR="000A1758" w:rsidRPr="00BB6861">
              <w:rPr>
                <w:rStyle w:val="Hyperlink"/>
                <w:rFonts w:hint="eastAsia"/>
                <w:noProof/>
                <w:rtl/>
              </w:rPr>
              <w:t>هزار</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جمعه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Toc33994901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02" w:history="1">
            <w:r w:rsidR="000A1758" w:rsidRPr="00BB6861">
              <w:rPr>
                <w:rStyle w:val="Hyperlink"/>
                <w:noProof/>
                <w:rtl/>
              </w:rPr>
              <w:t xml:space="preserve">١٦٧. </w:t>
            </w:r>
            <w:r w:rsidR="000A1758" w:rsidRPr="00BB6861">
              <w:rPr>
                <w:rStyle w:val="Hyperlink"/>
                <w:rFonts w:hint="eastAsia"/>
                <w:noProof/>
                <w:rtl/>
              </w:rPr>
              <w:t>محوسيئات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Toc33994902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03" w:history="1">
            <w:r w:rsidR="000A1758" w:rsidRPr="00BB6861">
              <w:rPr>
                <w:rStyle w:val="Hyperlink"/>
                <w:noProof/>
                <w:rtl/>
              </w:rPr>
              <w:t xml:space="preserve">١٦٨. </w:t>
            </w:r>
            <w:r w:rsidR="000A1758" w:rsidRPr="00BB6861">
              <w:rPr>
                <w:rStyle w:val="Hyperlink"/>
                <w:rFonts w:hint="eastAsia"/>
                <w:noProof/>
                <w:rtl/>
              </w:rPr>
              <w:t>بهترين</w:t>
            </w:r>
            <w:r w:rsidR="000A1758" w:rsidRPr="00BB6861">
              <w:rPr>
                <w:rStyle w:val="Hyperlink"/>
                <w:noProof/>
                <w:rtl/>
              </w:rPr>
              <w:t xml:space="preserve"> </w:t>
            </w:r>
            <w:r w:rsidR="000A1758" w:rsidRPr="00BB6861">
              <w:rPr>
                <w:rStyle w:val="Hyperlink"/>
                <w:rFonts w:hint="eastAsia"/>
                <w:noProof/>
                <w:rtl/>
              </w:rPr>
              <w:t>عمل</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جمعه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Toc33994903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04" w:history="1">
            <w:r w:rsidR="000A1758" w:rsidRPr="00BB6861">
              <w:rPr>
                <w:rStyle w:val="Hyperlink"/>
                <w:noProof/>
                <w:rtl/>
              </w:rPr>
              <w:t xml:space="preserve">١٦٩.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زياد</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جمعه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Toc33994904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05" w:history="1">
            <w:r w:rsidR="000A1758" w:rsidRPr="00BB6861">
              <w:rPr>
                <w:rStyle w:val="Hyperlink"/>
                <w:noProof/>
                <w:rtl/>
              </w:rPr>
              <w:t xml:space="preserve">١٧٠. </w:t>
            </w:r>
            <w:r w:rsidR="000A1758" w:rsidRPr="00BB6861">
              <w:rPr>
                <w:rStyle w:val="Hyperlink"/>
                <w:rFonts w:hint="eastAsia"/>
                <w:noProof/>
                <w:rtl/>
              </w:rPr>
              <w:t>ياد</w:t>
            </w:r>
            <w:r w:rsidR="000A1758" w:rsidRPr="00BB6861">
              <w:rPr>
                <w:rStyle w:val="Hyperlink"/>
                <w:noProof/>
                <w:rtl/>
              </w:rPr>
              <w:t xml:space="preserve"> </w:t>
            </w:r>
            <w:r w:rsidR="000A1758" w:rsidRPr="00BB6861">
              <w:rPr>
                <w:rStyle w:val="Hyperlink"/>
                <w:rFonts w:hint="eastAsia"/>
                <w:noProof/>
                <w:rtl/>
              </w:rPr>
              <w:t>خدا</w:t>
            </w:r>
            <w:r w:rsidR="000A1758" w:rsidRPr="00BB6861">
              <w:rPr>
                <w:rStyle w:val="Hyperlink"/>
                <w:noProof/>
                <w:rtl/>
              </w:rPr>
              <w:t xml:space="preserve"> </w:t>
            </w:r>
            <w:r w:rsidR="000A1758" w:rsidRPr="00BB6861">
              <w:rPr>
                <w:rStyle w:val="Hyperlink"/>
                <w:rFonts w:hint="eastAsia"/>
                <w:noProof/>
                <w:rtl/>
              </w:rPr>
              <w:t>زمان</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Toc33994905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06" w:history="1">
            <w:r w:rsidR="000A1758" w:rsidRPr="00BB6861">
              <w:rPr>
                <w:rStyle w:val="Hyperlink"/>
                <w:noProof/>
                <w:rtl/>
              </w:rPr>
              <w:t xml:space="preserve">١٧١.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مبعث</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Toc33994906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07" w:history="1">
            <w:r w:rsidR="000A1758" w:rsidRPr="00BB6861">
              <w:rPr>
                <w:rStyle w:val="Hyperlink"/>
                <w:noProof/>
                <w:rtl/>
              </w:rPr>
              <w:t xml:space="preserve">١٧٢.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هنگام</w:t>
            </w:r>
            <w:r w:rsidR="000A1758" w:rsidRPr="00BB6861">
              <w:rPr>
                <w:rStyle w:val="Hyperlink"/>
                <w:noProof/>
                <w:rtl/>
              </w:rPr>
              <w:t xml:space="preserve"> </w:t>
            </w:r>
            <w:r w:rsidR="000A1758" w:rsidRPr="00BB6861">
              <w:rPr>
                <w:rStyle w:val="Hyperlink"/>
                <w:rFonts w:hint="eastAsia"/>
                <w:noProof/>
                <w:rtl/>
              </w:rPr>
              <w:t>صداى</w:t>
            </w:r>
            <w:r w:rsidR="000A1758" w:rsidRPr="00BB6861">
              <w:rPr>
                <w:rStyle w:val="Hyperlink"/>
                <w:noProof/>
                <w:rtl/>
              </w:rPr>
              <w:t xml:space="preserve"> </w:t>
            </w:r>
            <w:r w:rsidR="000A1758" w:rsidRPr="00BB6861">
              <w:rPr>
                <w:rStyle w:val="Hyperlink"/>
                <w:rFonts w:hint="eastAsia"/>
                <w:noProof/>
                <w:rtl/>
              </w:rPr>
              <w:t>گوش</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Toc33994907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08" w:history="1">
            <w:r w:rsidR="000A1758" w:rsidRPr="00BB6861">
              <w:rPr>
                <w:rStyle w:val="Hyperlink"/>
                <w:noProof/>
                <w:rtl/>
              </w:rPr>
              <w:t xml:space="preserve">١٧٣.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ماه</w:t>
            </w:r>
            <w:r w:rsidR="000A1758" w:rsidRPr="00BB6861">
              <w:rPr>
                <w:rStyle w:val="Hyperlink"/>
                <w:noProof/>
                <w:rtl/>
              </w:rPr>
              <w:t xml:space="preserve"> </w:t>
            </w:r>
            <w:r w:rsidR="000A1758" w:rsidRPr="00BB6861">
              <w:rPr>
                <w:rStyle w:val="Hyperlink"/>
                <w:rFonts w:hint="eastAsia"/>
                <w:noProof/>
                <w:rtl/>
              </w:rPr>
              <w:t>شعيان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Toc33994908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109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09" w:history="1">
            <w:r w:rsidR="000A1758" w:rsidRPr="00BB6861">
              <w:rPr>
                <w:rStyle w:val="Hyperlink"/>
                <w:noProof/>
                <w:rtl/>
              </w:rPr>
              <w:t xml:space="preserve">١٧٤. </w:t>
            </w:r>
            <w:r w:rsidR="000A1758" w:rsidRPr="00BB6861">
              <w:rPr>
                <w:rStyle w:val="Hyperlink"/>
                <w:rFonts w:hint="eastAsia"/>
                <w:noProof/>
                <w:rtl/>
              </w:rPr>
              <w:t>ترازوى</w:t>
            </w:r>
            <w:r w:rsidR="000A1758" w:rsidRPr="00BB6861">
              <w:rPr>
                <w:rStyle w:val="Hyperlink"/>
                <w:noProof/>
                <w:rtl/>
              </w:rPr>
              <w:t xml:space="preserve"> </w:t>
            </w:r>
            <w:r w:rsidR="000A1758" w:rsidRPr="00BB6861">
              <w:rPr>
                <w:rStyle w:val="Hyperlink"/>
                <w:rFonts w:hint="eastAsia"/>
                <w:noProof/>
                <w:rtl/>
              </w:rPr>
              <w:t>عمل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Toc33994909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10" w:history="1">
            <w:r w:rsidR="000A1758" w:rsidRPr="00BB6861">
              <w:rPr>
                <w:rStyle w:val="Hyperlink"/>
                <w:noProof/>
                <w:rtl/>
              </w:rPr>
              <w:t xml:space="preserve">١٧٥. </w:t>
            </w:r>
            <w:r w:rsidR="000A1758" w:rsidRPr="00BB6861">
              <w:rPr>
                <w:rStyle w:val="Hyperlink"/>
                <w:rFonts w:hint="eastAsia"/>
                <w:noProof/>
                <w:rtl/>
              </w:rPr>
              <w:t>فرستادن</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پس</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نماز</w:t>
            </w:r>
            <w:r w:rsidR="000A1758" w:rsidRPr="00BB6861">
              <w:rPr>
                <w:rStyle w:val="Hyperlink"/>
                <w:noProof/>
                <w:rtl/>
              </w:rPr>
              <w:t xml:space="preserve"> </w:t>
            </w:r>
            <w:r w:rsidR="000A1758" w:rsidRPr="00BB6861">
              <w:rPr>
                <w:rStyle w:val="Hyperlink"/>
                <w:rFonts w:hint="eastAsia"/>
                <w:noProof/>
                <w:rtl/>
              </w:rPr>
              <w:t>صبح</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Toc33994910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11" w:history="1">
            <w:r w:rsidR="000A1758" w:rsidRPr="00BB6861">
              <w:rPr>
                <w:rStyle w:val="Hyperlink"/>
                <w:noProof/>
                <w:rtl/>
              </w:rPr>
              <w:t xml:space="preserve">١٧٦. </w:t>
            </w:r>
            <w:r w:rsidR="000A1758" w:rsidRPr="00BB6861">
              <w:rPr>
                <w:rStyle w:val="Hyperlink"/>
                <w:rFonts w:hint="eastAsia"/>
                <w:noProof/>
                <w:rtl/>
              </w:rPr>
              <w:t>استغناى</w:t>
            </w:r>
            <w:r w:rsidR="000A1758" w:rsidRPr="00BB6861">
              <w:rPr>
                <w:rStyle w:val="Hyperlink"/>
                <w:noProof/>
                <w:rtl/>
              </w:rPr>
              <w:t xml:space="preserve"> </w:t>
            </w:r>
            <w:r w:rsidR="000A1758" w:rsidRPr="00BB6861">
              <w:rPr>
                <w:rStyle w:val="Hyperlink"/>
                <w:rFonts w:hint="eastAsia"/>
                <w:noProof/>
                <w:rtl/>
              </w:rPr>
              <w:t>باطنى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Toc33994911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110</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912"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چهاردهم</w:t>
            </w:r>
            <w:r w:rsidR="000A1758" w:rsidRPr="00BB6861">
              <w:rPr>
                <w:rStyle w:val="Hyperlink"/>
                <w:noProof/>
                <w:rtl/>
              </w:rPr>
              <w:t xml:space="preserve"> : </w:t>
            </w:r>
            <w:r w:rsidR="000A1758" w:rsidRPr="00BB6861">
              <w:rPr>
                <w:rStyle w:val="Hyperlink"/>
                <w:rFonts w:hint="eastAsia"/>
                <w:noProof/>
                <w:rtl/>
              </w:rPr>
              <w:t>مكان</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Toc33994912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13" w:history="1">
            <w:r w:rsidR="000A1758" w:rsidRPr="00BB6861">
              <w:rPr>
                <w:rStyle w:val="Hyperlink"/>
                <w:noProof/>
                <w:rtl/>
              </w:rPr>
              <w:t xml:space="preserve">١٧٧.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هنگام</w:t>
            </w:r>
            <w:r w:rsidR="000A1758" w:rsidRPr="00BB6861">
              <w:rPr>
                <w:rStyle w:val="Hyperlink"/>
                <w:noProof/>
                <w:rtl/>
              </w:rPr>
              <w:t xml:space="preserve"> </w:t>
            </w:r>
            <w:r w:rsidR="000A1758" w:rsidRPr="00BB6861">
              <w:rPr>
                <w:rStyle w:val="Hyperlink"/>
                <w:rFonts w:hint="eastAsia"/>
                <w:noProof/>
                <w:rtl/>
              </w:rPr>
              <w:t>عبور</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مسجد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Toc33994913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14" w:history="1">
            <w:r w:rsidR="000A1758" w:rsidRPr="00BB6861">
              <w:rPr>
                <w:rStyle w:val="Hyperlink"/>
                <w:noProof/>
                <w:rtl/>
              </w:rPr>
              <w:t xml:space="preserve">١٧٨.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هنگام</w:t>
            </w:r>
            <w:r w:rsidR="000A1758" w:rsidRPr="00BB6861">
              <w:rPr>
                <w:rStyle w:val="Hyperlink"/>
                <w:noProof/>
                <w:rtl/>
              </w:rPr>
              <w:t xml:space="preserve"> </w:t>
            </w:r>
            <w:r w:rsidR="000A1758" w:rsidRPr="00BB6861">
              <w:rPr>
                <w:rStyle w:val="Hyperlink"/>
                <w:rFonts w:hint="eastAsia"/>
                <w:noProof/>
                <w:rtl/>
              </w:rPr>
              <w:t>ورود</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مسجد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Toc33994914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15" w:history="1">
            <w:r w:rsidR="000A1758" w:rsidRPr="00BB6861">
              <w:rPr>
                <w:rStyle w:val="Hyperlink"/>
                <w:noProof/>
                <w:rtl/>
              </w:rPr>
              <w:t xml:space="preserve">١٧٩.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مسجد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Toc33994915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16" w:history="1">
            <w:r w:rsidR="000A1758" w:rsidRPr="00BB6861">
              <w:rPr>
                <w:rStyle w:val="Hyperlink"/>
                <w:noProof/>
                <w:rtl/>
              </w:rPr>
              <w:t xml:space="preserve">١٨١. </w:t>
            </w:r>
            <w:r w:rsidR="000A1758" w:rsidRPr="00BB6861">
              <w:rPr>
                <w:rStyle w:val="Hyperlink"/>
                <w:rFonts w:hint="eastAsia"/>
                <w:noProof/>
                <w:rtl/>
              </w:rPr>
              <w:t>وجوب</w:t>
            </w:r>
            <w:r w:rsidR="000A1758" w:rsidRPr="00BB6861">
              <w:rPr>
                <w:rStyle w:val="Hyperlink"/>
                <w:noProof/>
                <w:rtl/>
              </w:rPr>
              <w:t xml:space="preserve"> </w:t>
            </w:r>
            <w:r w:rsidR="000A1758" w:rsidRPr="00BB6861">
              <w:rPr>
                <w:rStyle w:val="Hyperlink"/>
                <w:rFonts w:hint="eastAsia"/>
                <w:noProof/>
                <w:rtl/>
              </w:rPr>
              <w:t>فرستادن</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Toc33994916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17" w:history="1">
            <w:r w:rsidR="000A1758" w:rsidRPr="00BB6861">
              <w:rPr>
                <w:rStyle w:val="Hyperlink"/>
                <w:noProof/>
                <w:rtl/>
              </w:rPr>
              <w:t xml:space="preserve">١٨٢. </w:t>
            </w:r>
            <w:r w:rsidR="000A1758" w:rsidRPr="00BB6861">
              <w:rPr>
                <w:rStyle w:val="Hyperlink"/>
                <w:rFonts w:hint="eastAsia"/>
                <w:noProof/>
                <w:rtl/>
              </w:rPr>
              <w:t>واجب</w:t>
            </w:r>
            <w:r w:rsidR="000A1758" w:rsidRPr="00BB6861">
              <w:rPr>
                <w:rStyle w:val="Hyperlink"/>
                <w:noProof/>
                <w:rtl/>
              </w:rPr>
              <w:t xml:space="preserve"> </w:t>
            </w:r>
            <w:r w:rsidR="000A1758" w:rsidRPr="00BB6861">
              <w:rPr>
                <w:rStyle w:val="Hyperlink"/>
                <w:rFonts w:hint="eastAsia"/>
                <w:noProof/>
                <w:rtl/>
              </w:rPr>
              <w:t>بودن</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همه</w:t>
            </w:r>
            <w:r w:rsidR="000A1758" w:rsidRPr="00BB6861">
              <w:rPr>
                <w:rStyle w:val="Hyperlink"/>
                <w:noProof/>
                <w:rtl/>
              </w:rPr>
              <w:t xml:space="preserve"> </w:t>
            </w:r>
            <w:r w:rsidR="000A1758" w:rsidRPr="00BB6861">
              <w:rPr>
                <w:rStyle w:val="Hyperlink"/>
                <w:rFonts w:hint="eastAsia"/>
                <w:noProof/>
                <w:rtl/>
              </w:rPr>
              <w:t>مكان</w:t>
            </w:r>
            <w:r w:rsidR="000A1758" w:rsidRPr="00BB6861">
              <w:rPr>
                <w:rStyle w:val="Hyperlink"/>
                <w:noProof/>
                <w:rtl/>
              </w:rPr>
              <w:t xml:space="preserve"> </w:t>
            </w:r>
            <w:r w:rsidR="000A1758" w:rsidRPr="00BB6861">
              <w:rPr>
                <w:rStyle w:val="Hyperlink"/>
                <w:rFonts w:hint="eastAsia"/>
                <w:noProof/>
                <w:rtl/>
              </w:rPr>
              <w:t>ها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Toc33994917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18" w:history="1">
            <w:r w:rsidR="000A1758" w:rsidRPr="00BB6861">
              <w:rPr>
                <w:rStyle w:val="Hyperlink"/>
                <w:noProof/>
                <w:rtl/>
              </w:rPr>
              <w:t xml:space="preserve">١٨٣. </w:t>
            </w:r>
            <w:r w:rsidR="000A1758" w:rsidRPr="00BB6861">
              <w:rPr>
                <w:rStyle w:val="Hyperlink"/>
                <w:rFonts w:hint="eastAsia"/>
                <w:noProof/>
                <w:rtl/>
              </w:rPr>
              <w:t>خطبه</w:t>
            </w:r>
            <w:r w:rsidR="000A1758" w:rsidRPr="00BB6861">
              <w:rPr>
                <w:rStyle w:val="Hyperlink"/>
                <w:noProof/>
                <w:rtl/>
              </w:rPr>
              <w:t xml:space="preserve"> </w:t>
            </w:r>
            <w:r w:rsidR="000A1758" w:rsidRPr="00BB6861">
              <w:rPr>
                <w:rStyle w:val="Hyperlink"/>
                <w:rFonts w:hint="eastAsia"/>
                <w:noProof/>
                <w:rtl/>
              </w:rPr>
              <w:t>ازدواج</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همه</w:t>
            </w:r>
            <w:r w:rsidR="000A1758" w:rsidRPr="00BB6861">
              <w:rPr>
                <w:rStyle w:val="Hyperlink"/>
                <w:noProof/>
                <w:rtl/>
              </w:rPr>
              <w:t xml:space="preserve"> </w:t>
            </w:r>
            <w:r w:rsidR="000A1758" w:rsidRPr="00BB6861">
              <w:rPr>
                <w:rStyle w:val="Hyperlink"/>
                <w:rFonts w:hint="eastAsia"/>
                <w:noProof/>
                <w:rtl/>
              </w:rPr>
              <w:t>احوال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Toc33994918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112</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919"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پانزدهم</w:t>
            </w:r>
            <w:r w:rsidR="000A1758" w:rsidRPr="00BB6861">
              <w:rPr>
                <w:rStyle w:val="Hyperlink"/>
                <w:noProof/>
                <w:rtl/>
              </w:rPr>
              <w:t xml:space="preserve"> : </w:t>
            </w:r>
            <w:r w:rsidR="000A1758" w:rsidRPr="00BB6861">
              <w:rPr>
                <w:rStyle w:val="Hyperlink"/>
                <w:rFonts w:hint="eastAsia"/>
                <w:noProof/>
                <w:rtl/>
              </w:rPr>
              <w:t>انواع</w:t>
            </w:r>
            <w:r w:rsidR="000A1758" w:rsidRPr="00BB6861">
              <w:rPr>
                <w:rStyle w:val="Hyperlink"/>
                <w:noProof/>
                <w:rtl/>
              </w:rPr>
              <w:t xml:space="preserve"> </w:t>
            </w:r>
            <w:r w:rsidR="000A1758" w:rsidRPr="00BB6861">
              <w:rPr>
                <w:rStyle w:val="Hyperlink"/>
                <w:rFonts w:hint="eastAsia"/>
                <w:noProof/>
                <w:rtl/>
              </w:rPr>
              <w:t>ختم</w:t>
            </w:r>
            <w:r w:rsidR="000A1758" w:rsidRPr="00BB6861">
              <w:rPr>
                <w:rStyle w:val="Hyperlink"/>
                <w:noProof/>
                <w:rtl/>
              </w:rPr>
              <w:t xml:space="preserve"> </w:t>
            </w:r>
            <w:r w:rsidR="000A1758" w:rsidRPr="00BB6861">
              <w:rPr>
                <w:rStyle w:val="Hyperlink"/>
                <w:rFonts w:hint="eastAsia"/>
                <w:noProof/>
                <w:rtl/>
              </w:rPr>
              <w:t>هاى</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Toc33994919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20" w:history="1">
            <w:r w:rsidR="000A1758" w:rsidRPr="00BB6861">
              <w:rPr>
                <w:rStyle w:val="Hyperlink"/>
                <w:noProof/>
                <w:rtl/>
              </w:rPr>
              <w:t xml:space="preserve">١٨٤. </w:t>
            </w:r>
            <w:r w:rsidR="000A1758" w:rsidRPr="00BB6861">
              <w:rPr>
                <w:rStyle w:val="Hyperlink"/>
                <w:rFonts w:hint="eastAsia"/>
                <w:noProof/>
                <w:rtl/>
              </w:rPr>
              <w:t>ختم</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براى</w:t>
            </w:r>
            <w:r w:rsidR="000A1758" w:rsidRPr="00BB6861">
              <w:rPr>
                <w:rStyle w:val="Hyperlink"/>
                <w:noProof/>
                <w:rtl/>
              </w:rPr>
              <w:t xml:space="preserve"> </w:t>
            </w:r>
            <w:r w:rsidR="000A1758" w:rsidRPr="00BB6861">
              <w:rPr>
                <w:rStyle w:val="Hyperlink"/>
                <w:rFonts w:hint="eastAsia"/>
                <w:noProof/>
                <w:rtl/>
              </w:rPr>
              <w:t>رفع</w:t>
            </w:r>
            <w:r w:rsidR="000A1758" w:rsidRPr="00BB6861">
              <w:rPr>
                <w:rStyle w:val="Hyperlink"/>
                <w:noProof/>
                <w:rtl/>
              </w:rPr>
              <w:t xml:space="preserve"> </w:t>
            </w:r>
            <w:r w:rsidR="000A1758" w:rsidRPr="00BB6861">
              <w:rPr>
                <w:rStyle w:val="Hyperlink"/>
                <w:rFonts w:hint="eastAsia"/>
                <w:noProof/>
                <w:rtl/>
              </w:rPr>
              <w:t>حوايج</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Toc33994920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21" w:history="1">
            <w:r w:rsidR="000A1758" w:rsidRPr="00BB6861">
              <w:rPr>
                <w:rStyle w:val="Hyperlink"/>
                <w:noProof/>
                <w:rtl/>
              </w:rPr>
              <w:t xml:space="preserve">١٨٦. </w:t>
            </w:r>
            <w:r w:rsidR="000A1758" w:rsidRPr="00BB6861">
              <w:rPr>
                <w:rStyle w:val="Hyperlink"/>
                <w:rFonts w:hint="eastAsia"/>
                <w:noProof/>
                <w:rtl/>
              </w:rPr>
              <w:t>ختم</w:t>
            </w:r>
            <w:r w:rsidR="000A1758" w:rsidRPr="00BB6861">
              <w:rPr>
                <w:rStyle w:val="Hyperlink"/>
                <w:noProof/>
                <w:rtl/>
              </w:rPr>
              <w:t xml:space="preserve"> </w:t>
            </w:r>
            <w:r w:rsidR="000A1758" w:rsidRPr="00BB6861">
              <w:rPr>
                <w:rStyle w:val="Hyperlink"/>
                <w:rFonts w:hint="eastAsia"/>
                <w:noProof/>
                <w:rtl/>
              </w:rPr>
              <w:t>با</w:t>
            </w:r>
            <w:r w:rsidR="000A1758" w:rsidRPr="00BB6861">
              <w:rPr>
                <w:rStyle w:val="Hyperlink"/>
                <w:noProof/>
                <w:rtl/>
              </w:rPr>
              <w:t xml:space="preserve"> </w:t>
            </w:r>
            <w:r w:rsidR="000A1758" w:rsidRPr="00BB6861">
              <w:rPr>
                <w:rStyle w:val="Hyperlink"/>
                <w:rFonts w:hint="eastAsia"/>
                <w:noProof/>
                <w:rtl/>
              </w:rPr>
              <w:t>طهارت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Toc33994921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22" w:history="1">
            <w:r w:rsidR="000A1758" w:rsidRPr="00BB6861">
              <w:rPr>
                <w:rStyle w:val="Hyperlink"/>
                <w:noProof/>
                <w:rtl/>
              </w:rPr>
              <w:t xml:space="preserve">١٨٧. </w:t>
            </w:r>
            <w:r w:rsidR="000A1758" w:rsidRPr="00BB6861">
              <w:rPr>
                <w:rStyle w:val="Hyperlink"/>
                <w:rFonts w:hint="eastAsia"/>
                <w:noProof/>
                <w:rtl/>
              </w:rPr>
              <w:t>ختم</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مجرب</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Toc33994922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23" w:history="1">
            <w:r w:rsidR="000A1758" w:rsidRPr="00BB6861">
              <w:rPr>
                <w:rStyle w:val="Hyperlink"/>
                <w:noProof/>
                <w:rtl/>
              </w:rPr>
              <w:t xml:space="preserve">١٨٨. </w:t>
            </w:r>
            <w:r w:rsidR="000A1758" w:rsidRPr="00BB6861">
              <w:rPr>
                <w:rStyle w:val="Hyperlink"/>
                <w:rFonts w:hint="eastAsia"/>
                <w:noProof/>
                <w:rtl/>
              </w:rPr>
              <w:t>ختم</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براى</w:t>
            </w:r>
            <w:r w:rsidR="000A1758" w:rsidRPr="00BB6861">
              <w:rPr>
                <w:rStyle w:val="Hyperlink"/>
                <w:noProof/>
                <w:rtl/>
              </w:rPr>
              <w:t xml:space="preserve"> </w:t>
            </w:r>
            <w:r w:rsidR="000A1758" w:rsidRPr="00BB6861">
              <w:rPr>
                <w:rStyle w:val="Hyperlink"/>
                <w:rFonts w:hint="eastAsia"/>
                <w:noProof/>
                <w:rtl/>
              </w:rPr>
              <w:t>شفاى</w:t>
            </w:r>
            <w:r w:rsidR="000A1758" w:rsidRPr="00BB6861">
              <w:rPr>
                <w:rStyle w:val="Hyperlink"/>
                <w:noProof/>
                <w:rtl/>
              </w:rPr>
              <w:t xml:space="preserve"> </w:t>
            </w:r>
            <w:r w:rsidR="000A1758" w:rsidRPr="00BB6861">
              <w:rPr>
                <w:rStyle w:val="Hyperlink"/>
                <w:rFonts w:hint="eastAsia"/>
                <w:noProof/>
                <w:rtl/>
              </w:rPr>
              <w:t>مريض</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Toc33994923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24" w:history="1">
            <w:r w:rsidR="000A1758" w:rsidRPr="00BB6861">
              <w:rPr>
                <w:rStyle w:val="Hyperlink"/>
                <w:noProof/>
                <w:rtl/>
              </w:rPr>
              <w:t xml:space="preserve">١٨٩. </w:t>
            </w:r>
            <w:r w:rsidR="000A1758" w:rsidRPr="00BB6861">
              <w:rPr>
                <w:rStyle w:val="Hyperlink"/>
                <w:rFonts w:hint="eastAsia"/>
                <w:noProof/>
                <w:rtl/>
              </w:rPr>
              <w:t>برآورده</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صد</w:t>
            </w:r>
            <w:r w:rsidR="000A1758" w:rsidRPr="00BB6861">
              <w:rPr>
                <w:rStyle w:val="Hyperlink"/>
                <w:noProof/>
                <w:rtl/>
              </w:rPr>
              <w:t xml:space="preserve"> </w:t>
            </w:r>
            <w:r w:rsidR="000A1758" w:rsidRPr="00BB6861">
              <w:rPr>
                <w:rStyle w:val="Hyperlink"/>
                <w:rFonts w:hint="eastAsia"/>
                <w:noProof/>
                <w:rtl/>
              </w:rPr>
              <w:t>حاجت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Toc33994924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25" w:history="1">
            <w:r w:rsidR="000A1758" w:rsidRPr="00BB6861">
              <w:rPr>
                <w:rStyle w:val="Hyperlink"/>
                <w:noProof/>
                <w:rtl/>
              </w:rPr>
              <w:t xml:space="preserve">١٩٠. </w:t>
            </w:r>
            <w:r w:rsidR="000A1758" w:rsidRPr="00BB6861">
              <w:rPr>
                <w:rStyle w:val="Hyperlink"/>
                <w:rFonts w:hint="eastAsia"/>
                <w:noProof/>
                <w:rtl/>
              </w:rPr>
              <w:t>او</w:t>
            </w:r>
            <w:r w:rsidR="000A1758" w:rsidRPr="00BB6861">
              <w:rPr>
                <w:rStyle w:val="Hyperlink"/>
                <w:noProof/>
                <w:rtl/>
              </w:rPr>
              <w:t xml:space="preserve"> </w:t>
            </w:r>
            <w:r w:rsidR="000A1758" w:rsidRPr="00BB6861">
              <w:rPr>
                <w:rStyle w:val="Hyperlink"/>
                <w:rFonts w:hint="eastAsia"/>
                <w:noProof/>
                <w:rtl/>
              </w:rPr>
              <w:t>را</w:t>
            </w:r>
            <w:r w:rsidR="000A1758" w:rsidRPr="00BB6861">
              <w:rPr>
                <w:rStyle w:val="Hyperlink"/>
                <w:noProof/>
                <w:rtl/>
              </w:rPr>
              <w:t xml:space="preserve"> </w:t>
            </w:r>
            <w:r w:rsidR="000A1758" w:rsidRPr="00BB6861">
              <w:rPr>
                <w:rStyle w:val="Hyperlink"/>
                <w:rFonts w:hint="eastAsia"/>
                <w:noProof/>
                <w:rtl/>
              </w:rPr>
              <w:t>دريابم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Toc33994925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26" w:history="1">
            <w:r w:rsidR="000A1758" w:rsidRPr="00BB6861">
              <w:rPr>
                <w:rStyle w:val="Hyperlink"/>
                <w:noProof/>
                <w:rtl/>
              </w:rPr>
              <w:t xml:space="preserve">١٩١.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توسل</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حضرت</w:t>
            </w:r>
            <w:r w:rsidR="000A1758" w:rsidRPr="00BB6861">
              <w:rPr>
                <w:rStyle w:val="Hyperlink"/>
                <w:noProof/>
                <w:rtl/>
              </w:rPr>
              <w:t xml:space="preserve"> </w:t>
            </w:r>
            <w:r w:rsidR="000A1758" w:rsidRPr="00BB6861">
              <w:rPr>
                <w:rStyle w:val="Hyperlink"/>
                <w:rFonts w:hint="eastAsia"/>
                <w:noProof/>
                <w:rtl/>
              </w:rPr>
              <w:t>زينت</w:t>
            </w:r>
            <w:r w:rsidR="000A1758" w:rsidRPr="00BB6861">
              <w:rPr>
                <w:rStyle w:val="Hyperlink"/>
                <w:noProof/>
                <w:rtl/>
              </w:rPr>
              <w:t xml:space="preserve"> </w:t>
            </w:r>
            <w:r w:rsidR="000A1758" w:rsidRPr="00BB6861">
              <w:rPr>
                <w:rStyle w:val="Hyperlink"/>
                <w:rFonts w:eastAsiaTheme="minorHAnsi" w:cs="Rafed Alaem" w:hint="eastAsia"/>
                <w:noProof/>
                <w:rtl/>
              </w:rPr>
              <w:t>عليها‌السلام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Toc33994926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27" w:history="1">
            <w:r w:rsidR="000A1758" w:rsidRPr="00BB6861">
              <w:rPr>
                <w:rStyle w:val="Hyperlink"/>
                <w:noProof/>
                <w:rtl/>
              </w:rPr>
              <w:t xml:space="preserve">١٩٢. </w:t>
            </w:r>
            <w:r w:rsidR="000A1758" w:rsidRPr="00BB6861">
              <w:rPr>
                <w:rStyle w:val="Hyperlink"/>
                <w:rFonts w:hint="eastAsia"/>
                <w:noProof/>
                <w:rtl/>
              </w:rPr>
              <w:t>نحوه</w:t>
            </w:r>
            <w:r w:rsidR="000A1758" w:rsidRPr="00BB6861">
              <w:rPr>
                <w:rStyle w:val="Hyperlink"/>
                <w:noProof/>
                <w:rtl/>
              </w:rPr>
              <w:t xml:space="preserve"> </w:t>
            </w:r>
            <w:r w:rsidR="000A1758" w:rsidRPr="00BB6861">
              <w:rPr>
                <w:rStyle w:val="Hyperlink"/>
                <w:rFonts w:hint="eastAsia"/>
                <w:noProof/>
                <w:rtl/>
              </w:rPr>
              <w:t>برآورده</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حاجت</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زبان</w:t>
            </w:r>
            <w:r w:rsidR="000A1758" w:rsidRPr="00BB6861">
              <w:rPr>
                <w:rStyle w:val="Hyperlink"/>
                <w:noProof/>
                <w:rtl/>
              </w:rPr>
              <w:t xml:space="preserve"> </w:t>
            </w:r>
            <w:r w:rsidR="000A1758" w:rsidRPr="00BB6861">
              <w:rPr>
                <w:rStyle w:val="Hyperlink"/>
                <w:rFonts w:hint="eastAsia"/>
                <w:noProof/>
                <w:rtl/>
              </w:rPr>
              <w:t>شيخ</w:t>
            </w:r>
            <w:r w:rsidR="000A1758" w:rsidRPr="00BB6861">
              <w:rPr>
                <w:rStyle w:val="Hyperlink"/>
                <w:noProof/>
                <w:rtl/>
              </w:rPr>
              <w:t xml:space="preserve"> </w:t>
            </w:r>
            <w:r w:rsidR="000A1758" w:rsidRPr="00BB6861">
              <w:rPr>
                <w:rStyle w:val="Hyperlink"/>
                <w:rFonts w:hint="eastAsia"/>
                <w:noProof/>
                <w:rtl/>
              </w:rPr>
              <w:t>بهايى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Toc33994927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28" w:history="1">
            <w:r w:rsidR="000A1758" w:rsidRPr="00BB6861">
              <w:rPr>
                <w:rStyle w:val="Hyperlink"/>
                <w:noProof/>
                <w:rtl/>
              </w:rPr>
              <w:t xml:space="preserve">١٩٣. </w:t>
            </w:r>
            <w:r w:rsidR="000A1758" w:rsidRPr="00BB6861">
              <w:rPr>
                <w:rStyle w:val="Hyperlink"/>
                <w:rFonts w:hint="eastAsia"/>
                <w:noProof/>
                <w:rtl/>
              </w:rPr>
              <w:t>دو</w:t>
            </w:r>
            <w:r w:rsidR="000A1758" w:rsidRPr="00BB6861">
              <w:rPr>
                <w:rStyle w:val="Hyperlink"/>
                <w:noProof/>
                <w:rtl/>
              </w:rPr>
              <w:t xml:space="preserve"> </w:t>
            </w:r>
            <w:r w:rsidR="000A1758" w:rsidRPr="00BB6861">
              <w:rPr>
                <w:rStyle w:val="Hyperlink"/>
                <w:rFonts w:hint="eastAsia"/>
                <w:noProof/>
                <w:rtl/>
              </w:rPr>
              <w:t>ركعت</w:t>
            </w:r>
            <w:r w:rsidR="000A1758" w:rsidRPr="00BB6861">
              <w:rPr>
                <w:rStyle w:val="Hyperlink"/>
                <w:noProof/>
                <w:rtl/>
              </w:rPr>
              <w:t xml:space="preserve"> </w:t>
            </w:r>
            <w:r w:rsidR="000A1758" w:rsidRPr="00BB6861">
              <w:rPr>
                <w:rStyle w:val="Hyperlink"/>
                <w:rFonts w:hint="eastAsia"/>
                <w:noProof/>
                <w:rtl/>
              </w:rPr>
              <w:t>نماز</w:t>
            </w:r>
            <w:r w:rsidR="000A1758" w:rsidRPr="00BB6861">
              <w:rPr>
                <w:rStyle w:val="Hyperlink"/>
                <w:noProof/>
                <w:rtl/>
              </w:rPr>
              <w:t xml:space="preserve"> </w:t>
            </w:r>
            <w:r w:rsidR="000A1758" w:rsidRPr="00BB6861">
              <w:rPr>
                <w:rStyle w:val="Hyperlink"/>
                <w:rFonts w:hint="eastAsia"/>
                <w:noProof/>
                <w:rtl/>
              </w:rPr>
              <w:t>حاجت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Toc33994928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29" w:history="1">
            <w:r w:rsidR="000A1758" w:rsidRPr="00BB6861">
              <w:rPr>
                <w:rStyle w:val="Hyperlink"/>
                <w:noProof/>
                <w:rtl/>
              </w:rPr>
              <w:t xml:space="preserve">١٩٤. </w:t>
            </w:r>
            <w:r w:rsidR="000A1758" w:rsidRPr="00BB6861">
              <w:rPr>
                <w:rStyle w:val="Hyperlink"/>
                <w:rFonts w:hint="eastAsia"/>
                <w:noProof/>
                <w:rtl/>
              </w:rPr>
              <w:t>برآورده</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حاجت</w:t>
            </w:r>
            <w:r w:rsidR="000A1758" w:rsidRPr="00BB6861">
              <w:rPr>
                <w:rStyle w:val="Hyperlink"/>
                <w:noProof/>
                <w:rtl/>
              </w:rPr>
              <w:t xml:space="preserve"> </w:t>
            </w:r>
            <w:r w:rsidR="000A1758" w:rsidRPr="00BB6861">
              <w:rPr>
                <w:rStyle w:val="Hyperlink"/>
                <w:rFonts w:hint="eastAsia"/>
                <w:noProof/>
                <w:rtl/>
              </w:rPr>
              <w:t>كنار</w:t>
            </w:r>
            <w:r w:rsidR="000A1758" w:rsidRPr="00BB6861">
              <w:rPr>
                <w:rStyle w:val="Hyperlink"/>
                <w:noProof/>
                <w:rtl/>
              </w:rPr>
              <w:t xml:space="preserve"> </w:t>
            </w:r>
            <w:r w:rsidR="000A1758" w:rsidRPr="00BB6861">
              <w:rPr>
                <w:rStyle w:val="Hyperlink"/>
                <w:rFonts w:hint="eastAsia"/>
                <w:noProof/>
                <w:rtl/>
              </w:rPr>
              <w:t>قبر</w:t>
            </w:r>
            <w:r w:rsidR="000A1758" w:rsidRPr="00BB6861">
              <w:rPr>
                <w:rStyle w:val="Hyperlink"/>
                <w:noProof/>
                <w:rtl/>
              </w:rPr>
              <w:t xml:space="preserve"> </w:t>
            </w:r>
            <w:r w:rsidR="000A1758" w:rsidRPr="00BB6861">
              <w:rPr>
                <w:rStyle w:val="Hyperlink"/>
                <w:rFonts w:hint="eastAsia"/>
                <w:noProof/>
                <w:rtl/>
              </w:rPr>
              <w:t>حضرت</w:t>
            </w:r>
            <w:r w:rsidR="000A1758" w:rsidRPr="00BB6861">
              <w:rPr>
                <w:rStyle w:val="Hyperlink"/>
                <w:noProof/>
                <w:rtl/>
              </w:rPr>
              <w:t xml:space="preserve"> </w:t>
            </w:r>
            <w:r w:rsidR="000A1758" w:rsidRPr="00BB6861">
              <w:rPr>
                <w:rStyle w:val="Hyperlink"/>
                <w:rFonts w:hint="eastAsia"/>
                <w:noProof/>
                <w:rtl/>
              </w:rPr>
              <w:t>رسول</w:t>
            </w:r>
            <w:r w:rsidR="000A1758" w:rsidRPr="00BB6861">
              <w:rPr>
                <w:rStyle w:val="Hyperlink"/>
                <w:noProof/>
                <w:rtl/>
              </w:rPr>
              <w:t xml:space="preserve"> </w:t>
            </w:r>
            <w:r w:rsidR="000A1758" w:rsidRPr="00BB6861">
              <w:rPr>
                <w:rStyle w:val="Hyperlink"/>
                <w:rFonts w:cs="Rafed Alaem" w:hint="eastAsia"/>
                <w:noProof/>
                <w:rtl/>
              </w:rPr>
              <w:t>صلى‌الله‌عليه‌وآله‌وسلم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Toc33994929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30" w:history="1">
            <w:r w:rsidR="000A1758" w:rsidRPr="00BB6861">
              <w:rPr>
                <w:rStyle w:val="Hyperlink"/>
                <w:noProof/>
                <w:rtl/>
              </w:rPr>
              <w:t xml:space="preserve">١٩٥.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سه</w:t>
            </w:r>
            <w:r w:rsidR="000A1758" w:rsidRPr="00BB6861">
              <w:rPr>
                <w:rStyle w:val="Hyperlink"/>
                <w:noProof/>
                <w:rtl/>
              </w:rPr>
              <w:t xml:space="preserve"> </w:t>
            </w:r>
            <w:r w:rsidR="000A1758" w:rsidRPr="00BB6861">
              <w:rPr>
                <w:rStyle w:val="Hyperlink"/>
                <w:rFonts w:hint="eastAsia"/>
                <w:noProof/>
                <w:rtl/>
              </w:rPr>
              <w:t>عنايت</w:t>
            </w:r>
            <w:r w:rsidR="000A1758" w:rsidRPr="00BB6861">
              <w:rPr>
                <w:rStyle w:val="Hyperlink"/>
                <w:noProof/>
                <w:rtl/>
              </w:rPr>
              <w:t xml:space="preserve"> </w:t>
            </w:r>
            <w:r w:rsidR="000A1758" w:rsidRPr="00BB6861">
              <w:rPr>
                <w:rStyle w:val="Hyperlink"/>
                <w:rFonts w:hint="eastAsia"/>
                <w:noProof/>
                <w:rtl/>
              </w:rPr>
              <w:t>خداوندى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Toc33994930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31" w:history="1">
            <w:r w:rsidR="000A1758" w:rsidRPr="00BB6861">
              <w:rPr>
                <w:rStyle w:val="Hyperlink"/>
                <w:noProof/>
                <w:rtl/>
              </w:rPr>
              <w:t xml:space="preserve">١٩٦. </w:t>
            </w:r>
            <w:r w:rsidR="000A1758" w:rsidRPr="00BB6861">
              <w:rPr>
                <w:rStyle w:val="Hyperlink"/>
                <w:rFonts w:hint="eastAsia"/>
                <w:noProof/>
                <w:rtl/>
              </w:rPr>
              <w:t>توسل</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حضرت</w:t>
            </w:r>
            <w:r w:rsidR="000A1758" w:rsidRPr="00BB6861">
              <w:rPr>
                <w:rStyle w:val="Hyperlink"/>
                <w:noProof/>
                <w:rtl/>
              </w:rPr>
              <w:t xml:space="preserve"> </w:t>
            </w:r>
            <w:r w:rsidR="000A1758" w:rsidRPr="00BB6861">
              <w:rPr>
                <w:rStyle w:val="Hyperlink"/>
                <w:rFonts w:hint="eastAsia"/>
                <w:noProof/>
                <w:rtl/>
              </w:rPr>
              <w:t>رسول</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هنگام</w:t>
            </w:r>
            <w:r w:rsidR="000A1758" w:rsidRPr="00BB6861">
              <w:rPr>
                <w:rStyle w:val="Hyperlink"/>
                <w:noProof/>
                <w:rtl/>
              </w:rPr>
              <w:t xml:space="preserve"> </w:t>
            </w:r>
            <w:r w:rsidR="000A1758" w:rsidRPr="00BB6861">
              <w:rPr>
                <w:rStyle w:val="Hyperlink"/>
                <w:rFonts w:hint="eastAsia"/>
                <w:noProof/>
                <w:rtl/>
              </w:rPr>
              <w:t>غم</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اندوه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Toc33994931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32" w:history="1">
            <w:r w:rsidR="000A1758" w:rsidRPr="00BB6861">
              <w:rPr>
                <w:rStyle w:val="Hyperlink"/>
                <w:noProof/>
                <w:rtl/>
              </w:rPr>
              <w:t xml:space="preserve">١٩٧. </w:t>
            </w:r>
            <w:r w:rsidR="000A1758" w:rsidRPr="00BB6861">
              <w:rPr>
                <w:rStyle w:val="Hyperlink"/>
                <w:rFonts w:hint="eastAsia"/>
                <w:noProof/>
                <w:rtl/>
              </w:rPr>
              <w:t>دعاى</w:t>
            </w:r>
            <w:r w:rsidR="000A1758" w:rsidRPr="00BB6861">
              <w:rPr>
                <w:rStyle w:val="Hyperlink"/>
                <w:noProof/>
                <w:rtl/>
              </w:rPr>
              <w:t xml:space="preserve"> </w:t>
            </w:r>
            <w:r w:rsidR="000A1758" w:rsidRPr="00BB6861">
              <w:rPr>
                <w:rStyle w:val="Hyperlink"/>
                <w:rFonts w:hint="eastAsia"/>
                <w:noProof/>
                <w:rtl/>
              </w:rPr>
              <w:t>دائم</w:t>
            </w:r>
            <w:r w:rsidR="000A1758" w:rsidRPr="00BB6861">
              <w:rPr>
                <w:rStyle w:val="Hyperlink"/>
                <w:noProof/>
                <w:rtl/>
              </w:rPr>
              <w:t xml:space="preserve"> </w:t>
            </w:r>
            <w:r w:rsidR="000A1758" w:rsidRPr="00BB6861">
              <w:rPr>
                <w:rStyle w:val="Hyperlink"/>
                <w:rFonts w:hint="eastAsia"/>
                <w:noProof/>
                <w:rtl/>
              </w:rPr>
              <w:t>الفضل</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شب</w:t>
            </w:r>
            <w:r w:rsidR="000A1758" w:rsidRPr="00BB6861">
              <w:rPr>
                <w:rStyle w:val="Hyperlink"/>
                <w:noProof/>
                <w:rtl/>
              </w:rPr>
              <w:t xml:space="preserve"> </w:t>
            </w:r>
            <w:r w:rsidR="000A1758" w:rsidRPr="00BB6861">
              <w:rPr>
                <w:rStyle w:val="Hyperlink"/>
                <w:rFonts w:hint="eastAsia"/>
                <w:noProof/>
                <w:rtl/>
              </w:rPr>
              <w:t>عيد</w:t>
            </w:r>
            <w:r w:rsidR="000A1758" w:rsidRPr="00BB6861">
              <w:rPr>
                <w:rStyle w:val="Hyperlink"/>
                <w:noProof/>
                <w:rtl/>
              </w:rPr>
              <w:t xml:space="preserve"> </w:t>
            </w:r>
            <w:r w:rsidR="000A1758" w:rsidRPr="00BB6861">
              <w:rPr>
                <w:rStyle w:val="Hyperlink"/>
                <w:rFonts w:hint="eastAsia"/>
                <w:noProof/>
                <w:rtl/>
              </w:rPr>
              <w:t>فطر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Toc33994932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33" w:history="1">
            <w:r w:rsidR="000A1758" w:rsidRPr="00BB6861">
              <w:rPr>
                <w:rStyle w:val="Hyperlink"/>
                <w:noProof/>
                <w:rtl/>
              </w:rPr>
              <w:t xml:space="preserve">١٩٨. </w:t>
            </w:r>
            <w:r w:rsidR="000A1758" w:rsidRPr="00BB6861">
              <w:rPr>
                <w:rStyle w:val="Hyperlink"/>
                <w:rFonts w:hint="eastAsia"/>
                <w:noProof/>
                <w:rtl/>
              </w:rPr>
              <w:t>هديه</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امام</w:t>
            </w:r>
            <w:r w:rsidR="000A1758" w:rsidRPr="00BB6861">
              <w:rPr>
                <w:rStyle w:val="Hyperlink"/>
                <w:noProof/>
                <w:rtl/>
              </w:rPr>
              <w:t xml:space="preserve"> </w:t>
            </w:r>
            <w:r w:rsidR="000A1758" w:rsidRPr="00BB6861">
              <w:rPr>
                <w:rStyle w:val="Hyperlink"/>
                <w:rFonts w:hint="eastAsia"/>
                <w:noProof/>
                <w:rtl/>
              </w:rPr>
              <w:t>عصر</w:t>
            </w:r>
            <w:r w:rsidR="000A1758" w:rsidRPr="00BB6861">
              <w:rPr>
                <w:rStyle w:val="Hyperlink"/>
                <w:noProof/>
                <w:rtl/>
              </w:rPr>
              <w:t xml:space="preserve"> </w:t>
            </w:r>
            <w:r w:rsidR="000A1758" w:rsidRPr="00BB6861">
              <w:rPr>
                <w:rStyle w:val="Hyperlink"/>
                <w:rFonts w:cs="Rafed Alaem" w:hint="eastAsia"/>
                <w:noProof/>
                <w:rtl/>
              </w:rPr>
              <w:t>عليها‌السلام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Toc33994933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34" w:history="1">
            <w:r w:rsidR="000A1758" w:rsidRPr="00BB6861">
              <w:rPr>
                <w:rStyle w:val="Hyperlink"/>
                <w:noProof/>
                <w:rtl/>
              </w:rPr>
              <w:t xml:space="preserve">١٩٩. </w:t>
            </w:r>
            <w:r w:rsidR="000A1758" w:rsidRPr="00BB6861">
              <w:rPr>
                <w:rStyle w:val="Hyperlink"/>
                <w:rFonts w:hint="eastAsia"/>
                <w:noProof/>
                <w:rtl/>
              </w:rPr>
              <w:t>چهل</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مداومت</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Toc33994934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35" w:history="1">
            <w:r w:rsidR="000A1758" w:rsidRPr="00BB6861">
              <w:rPr>
                <w:rStyle w:val="Hyperlink"/>
                <w:noProof/>
                <w:rtl/>
              </w:rPr>
              <w:t xml:space="preserve">٢٠٠. </w:t>
            </w:r>
            <w:r w:rsidR="000A1758" w:rsidRPr="00BB6861">
              <w:rPr>
                <w:rStyle w:val="Hyperlink"/>
                <w:rFonts w:hint="eastAsia"/>
                <w:noProof/>
                <w:rtl/>
              </w:rPr>
              <w:t>توسل</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حضرت</w:t>
            </w:r>
            <w:r w:rsidR="000A1758" w:rsidRPr="00BB6861">
              <w:rPr>
                <w:rStyle w:val="Hyperlink"/>
                <w:noProof/>
                <w:rtl/>
              </w:rPr>
              <w:t xml:space="preserve"> </w:t>
            </w:r>
            <w:r w:rsidR="000A1758" w:rsidRPr="00BB6861">
              <w:rPr>
                <w:rStyle w:val="Hyperlink"/>
                <w:rFonts w:hint="eastAsia"/>
                <w:noProof/>
                <w:rtl/>
              </w:rPr>
              <w:t>رسول</w:t>
            </w:r>
            <w:r w:rsidR="000A1758" w:rsidRPr="00BB6861">
              <w:rPr>
                <w:rStyle w:val="Hyperlink"/>
                <w:noProof/>
                <w:rtl/>
              </w:rPr>
              <w:t xml:space="preserve"> </w:t>
            </w:r>
            <w:r w:rsidR="000A1758" w:rsidRPr="00BB6861">
              <w:rPr>
                <w:rStyle w:val="Hyperlink"/>
                <w:rFonts w:hint="eastAsia"/>
                <w:noProof/>
                <w:rtl/>
              </w:rPr>
              <w:t>با</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Toc33994935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36" w:history="1">
            <w:r w:rsidR="000A1758" w:rsidRPr="00BB6861">
              <w:rPr>
                <w:rStyle w:val="Hyperlink"/>
                <w:noProof/>
                <w:rtl/>
              </w:rPr>
              <w:t xml:space="preserve">٢٠١. </w:t>
            </w:r>
            <w:r w:rsidR="000A1758" w:rsidRPr="00BB6861">
              <w:rPr>
                <w:rStyle w:val="Hyperlink"/>
                <w:rFonts w:hint="eastAsia"/>
                <w:noProof/>
                <w:rtl/>
              </w:rPr>
              <w:t>يك</w:t>
            </w:r>
            <w:r w:rsidR="000A1758" w:rsidRPr="00BB6861">
              <w:rPr>
                <w:rStyle w:val="Hyperlink"/>
                <w:noProof/>
                <w:rtl/>
              </w:rPr>
              <w:t xml:space="preserve"> </w:t>
            </w:r>
            <w:r w:rsidR="000A1758" w:rsidRPr="00BB6861">
              <w:rPr>
                <w:rStyle w:val="Hyperlink"/>
                <w:rFonts w:hint="eastAsia"/>
                <w:noProof/>
                <w:rtl/>
              </w:rPr>
              <w:t>اربعين</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فرستادن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Toc33994936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119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37" w:history="1">
            <w:r w:rsidR="000A1758" w:rsidRPr="00BB6861">
              <w:rPr>
                <w:rStyle w:val="Hyperlink"/>
                <w:noProof/>
                <w:rtl/>
              </w:rPr>
              <w:t xml:space="preserve">٢٠٢.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راه</w:t>
            </w:r>
            <w:r w:rsidR="000A1758" w:rsidRPr="00BB6861">
              <w:rPr>
                <w:rStyle w:val="Hyperlink"/>
                <w:noProof/>
                <w:rtl/>
              </w:rPr>
              <w:t xml:space="preserve"> </w:t>
            </w:r>
            <w:r w:rsidR="000A1758" w:rsidRPr="00BB6861">
              <w:rPr>
                <w:rStyle w:val="Hyperlink"/>
                <w:rFonts w:hint="eastAsia"/>
                <w:noProof/>
                <w:rtl/>
              </w:rPr>
              <w:t>ولايت</w:t>
            </w:r>
            <w:r w:rsidR="000A1758" w:rsidRPr="00BB6861">
              <w:rPr>
                <w:rStyle w:val="Hyperlink"/>
                <w:noProof/>
                <w:rtl/>
              </w:rPr>
              <w:t xml:space="preserve"> </w:t>
            </w:r>
            <w:r w:rsidR="000A1758" w:rsidRPr="00BB6861">
              <w:rPr>
                <w:rStyle w:val="Hyperlink"/>
                <w:rFonts w:hint="eastAsia"/>
                <w:noProof/>
                <w:rtl/>
              </w:rPr>
              <w:t>على</w:t>
            </w:r>
            <w:r w:rsidR="000A1758" w:rsidRPr="00BB6861">
              <w:rPr>
                <w:rStyle w:val="Hyperlink"/>
                <w:noProof/>
                <w:rtl/>
              </w:rPr>
              <w:t xml:space="preserve"> </w:t>
            </w:r>
            <w:r w:rsidR="000A1758" w:rsidRPr="00BB6861">
              <w:rPr>
                <w:rStyle w:val="Hyperlink"/>
                <w:rFonts w:cs="Rafed Alaem" w:hint="eastAsia"/>
                <w:noProof/>
                <w:rtl/>
              </w:rPr>
              <w:t>عليها‌السلام</w:t>
            </w:r>
            <w:r w:rsidR="000A1758" w:rsidRPr="00BB6861">
              <w:rPr>
                <w:rStyle w:val="Hyperlink"/>
                <w:rFonts w:cs="Rafed Alaem"/>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اهل</w:t>
            </w:r>
            <w:r w:rsidR="000A1758" w:rsidRPr="00BB6861">
              <w:rPr>
                <w:rStyle w:val="Hyperlink"/>
                <w:noProof/>
                <w:rtl/>
              </w:rPr>
              <w:t xml:space="preserve"> </w:t>
            </w:r>
            <w:r w:rsidR="000A1758" w:rsidRPr="00BB6861">
              <w:rPr>
                <w:rStyle w:val="Hyperlink"/>
                <w:rFonts w:hint="eastAsia"/>
                <w:noProof/>
                <w:rtl/>
              </w:rPr>
              <w:t>بيت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Toc33994937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38" w:history="1">
            <w:r w:rsidR="000A1758" w:rsidRPr="00BB6861">
              <w:rPr>
                <w:rStyle w:val="Hyperlink"/>
                <w:noProof/>
                <w:rtl/>
              </w:rPr>
              <w:t xml:space="preserve">٢٠٣.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روح</w:t>
            </w:r>
            <w:r w:rsidR="000A1758" w:rsidRPr="00BB6861">
              <w:rPr>
                <w:rStyle w:val="Hyperlink"/>
                <w:noProof/>
                <w:rtl/>
              </w:rPr>
              <w:t xml:space="preserve"> </w:t>
            </w:r>
            <w:r w:rsidR="000A1758" w:rsidRPr="00BB6861">
              <w:rPr>
                <w:rStyle w:val="Hyperlink"/>
                <w:rFonts w:hint="eastAsia"/>
                <w:noProof/>
                <w:rtl/>
              </w:rPr>
              <w:t>شهداى</w:t>
            </w:r>
            <w:r w:rsidR="000A1758" w:rsidRPr="00BB6861">
              <w:rPr>
                <w:rStyle w:val="Hyperlink"/>
                <w:noProof/>
                <w:rtl/>
              </w:rPr>
              <w:t xml:space="preserve"> </w:t>
            </w:r>
            <w:r w:rsidR="000A1758" w:rsidRPr="00BB6861">
              <w:rPr>
                <w:rStyle w:val="Hyperlink"/>
                <w:rFonts w:hint="eastAsia"/>
                <w:noProof/>
                <w:rtl/>
              </w:rPr>
              <w:t>كربلا</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Toc33994938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39" w:history="1">
            <w:r w:rsidR="000A1758" w:rsidRPr="00BB6861">
              <w:rPr>
                <w:rStyle w:val="Hyperlink"/>
                <w:noProof/>
                <w:rtl/>
              </w:rPr>
              <w:t xml:space="preserve">٢٠٤.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براى</w:t>
            </w:r>
            <w:r w:rsidR="000A1758" w:rsidRPr="00BB6861">
              <w:rPr>
                <w:rStyle w:val="Hyperlink"/>
                <w:noProof/>
                <w:rtl/>
              </w:rPr>
              <w:t xml:space="preserve"> </w:t>
            </w:r>
            <w:r w:rsidR="000A1758" w:rsidRPr="00BB6861">
              <w:rPr>
                <w:rStyle w:val="Hyperlink"/>
                <w:rFonts w:hint="eastAsia"/>
                <w:noProof/>
                <w:rtl/>
              </w:rPr>
              <w:t>رهايى</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بند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Toc33994939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40" w:history="1">
            <w:r w:rsidR="000A1758" w:rsidRPr="00BB6861">
              <w:rPr>
                <w:rStyle w:val="Hyperlink"/>
                <w:noProof/>
                <w:rtl/>
              </w:rPr>
              <w:t xml:space="preserve">٢٠٥.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هديه</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ارواح</w:t>
            </w:r>
            <w:r w:rsidR="000A1758" w:rsidRPr="00BB6861">
              <w:rPr>
                <w:rStyle w:val="Hyperlink"/>
                <w:noProof/>
                <w:rtl/>
              </w:rPr>
              <w:t xml:space="preserve"> </w:t>
            </w:r>
            <w:r w:rsidR="000A1758" w:rsidRPr="00BB6861">
              <w:rPr>
                <w:rStyle w:val="Hyperlink"/>
                <w:rFonts w:hint="eastAsia"/>
                <w:noProof/>
                <w:rtl/>
              </w:rPr>
              <w:t>مؤ</w:t>
            </w:r>
            <w:r w:rsidR="000A1758" w:rsidRPr="00BB6861">
              <w:rPr>
                <w:rStyle w:val="Hyperlink"/>
                <w:noProof/>
                <w:rtl/>
              </w:rPr>
              <w:t xml:space="preserve"> </w:t>
            </w:r>
            <w:r w:rsidR="000A1758" w:rsidRPr="00BB6861">
              <w:rPr>
                <w:rStyle w:val="Hyperlink"/>
                <w:rFonts w:hint="eastAsia"/>
                <w:noProof/>
                <w:rtl/>
              </w:rPr>
              <w:t>منين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Toc33994940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41" w:history="1">
            <w:r w:rsidR="000A1758" w:rsidRPr="00BB6861">
              <w:rPr>
                <w:rStyle w:val="Hyperlink"/>
                <w:noProof/>
                <w:rtl/>
              </w:rPr>
              <w:t xml:space="preserve">٢٠٦. </w:t>
            </w:r>
            <w:r w:rsidR="000A1758" w:rsidRPr="00BB6861">
              <w:rPr>
                <w:rStyle w:val="Hyperlink"/>
                <w:rFonts w:hint="eastAsia"/>
                <w:noProof/>
                <w:rtl/>
              </w:rPr>
              <w:t>توسل</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حمزه</w:t>
            </w:r>
            <w:r w:rsidR="000A1758" w:rsidRPr="00BB6861">
              <w:rPr>
                <w:rStyle w:val="Hyperlink"/>
                <w:noProof/>
                <w:rtl/>
              </w:rPr>
              <w:t xml:space="preserve"> </w:t>
            </w:r>
            <w:r w:rsidR="000A1758" w:rsidRPr="00BB6861">
              <w:rPr>
                <w:rStyle w:val="Hyperlink"/>
                <w:rFonts w:hint="eastAsia"/>
                <w:noProof/>
                <w:rtl/>
              </w:rPr>
              <w:t>سيدالشهداء</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Toc33994941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42" w:history="1">
            <w:r w:rsidR="000A1758" w:rsidRPr="00BB6861">
              <w:rPr>
                <w:rStyle w:val="Hyperlink"/>
                <w:noProof/>
                <w:rtl/>
              </w:rPr>
              <w:t xml:space="preserve">٢٠٧. </w:t>
            </w:r>
            <w:r w:rsidR="000A1758" w:rsidRPr="00BB6861">
              <w:rPr>
                <w:rStyle w:val="Hyperlink"/>
                <w:rFonts w:hint="eastAsia"/>
                <w:noProof/>
                <w:rtl/>
              </w:rPr>
              <w:t>براى</w:t>
            </w:r>
            <w:r w:rsidR="000A1758" w:rsidRPr="00BB6861">
              <w:rPr>
                <w:rStyle w:val="Hyperlink"/>
                <w:noProof/>
                <w:rtl/>
              </w:rPr>
              <w:t xml:space="preserve"> </w:t>
            </w:r>
            <w:r w:rsidR="000A1758" w:rsidRPr="00BB6861">
              <w:rPr>
                <w:rStyle w:val="Hyperlink"/>
                <w:rFonts w:hint="eastAsia"/>
                <w:noProof/>
                <w:rtl/>
              </w:rPr>
              <w:t>گشايش</w:t>
            </w:r>
            <w:r w:rsidR="000A1758" w:rsidRPr="00BB6861">
              <w:rPr>
                <w:rStyle w:val="Hyperlink"/>
                <w:noProof/>
                <w:rtl/>
              </w:rPr>
              <w:t xml:space="preserve"> </w:t>
            </w:r>
            <w:r w:rsidR="000A1758" w:rsidRPr="00BB6861">
              <w:rPr>
                <w:rStyle w:val="Hyperlink"/>
                <w:rFonts w:hint="eastAsia"/>
                <w:noProof/>
                <w:rtl/>
              </w:rPr>
              <w:t>امور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Toc33994942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43" w:history="1">
            <w:r w:rsidR="000A1758" w:rsidRPr="00BB6861">
              <w:rPr>
                <w:rStyle w:val="Hyperlink"/>
                <w:noProof/>
                <w:rtl/>
              </w:rPr>
              <w:t xml:space="preserve">٢٠٨. </w:t>
            </w:r>
            <w:r w:rsidR="000A1758" w:rsidRPr="00BB6861">
              <w:rPr>
                <w:rStyle w:val="Hyperlink"/>
                <w:rFonts w:hint="eastAsia"/>
                <w:noProof/>
                <w:rtl/>
              </w:rPr>
              <w:t>توسل</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ام</w:t>
            </w:r>
            <w:r w:rsidR="000A1758" w:rsidRPr="00BB6861">
              <w:rPr>
                <w:rStyle w:val="Hyperlink"/>
                <w:noProof/>
                <w:rtl/>
              </w:rPr>
              <w:t xml:space="preserve"> </w:t>
            </w:r>
            <w:r w:rsidR="000A1758" w:rsidRPr="00BB6861">
              <w:rPr>
                <w:rStyle w:val="Hyperlink"/>
                <w:rFonts w:hint="eastAsia"/>
                <w:noProof/>
                <w:rtl/>
              </w:rPr>
              <w:t>البنين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Toc33994943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44" w:history="1">
            <w:r w:rsidR="000A1758" w:rsidRPr="00BB6861">
              <w:rPr>
                <w:rStyle w:val="Hyperlink"/>
                <w:noProof/>
                <w:rtl/>
              </w:rPr>
              <w:t xml:space="preserve">٢٠٩. </w:t>
            </w:r>
            <w:r w:rsidR="000A1758" w:rsidRPr="00BB6861">
              <w:rPr>
                <w:rStyle w:val="Hyperlink"/>
                <w:rFonts w:hint="eastAsia"/>
                <w:noProof/>
                <w:rtl/>
              </w:rPr>
              <w:t>توسل</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ثامن</w:t>
            </w:r>
            <w:r w:rsidR="000A1758" w:rsidRPr="00BB6861">
              <w:rPr>
                <w:rStyle w:val="Hyperlink"/>
                <w:noProof/>
                <w:rtl/>
              </w:rPr>
              <w:t xml:space="preserve"> </w:t>
            </w:r>
            <w:r w:rsidR="000A1758" w:rsidRPr="00BB6861">
              <w:rPr>
                <w:rStyle w:val="Hyperlink"/>
                <w:rFonts w:hint="eastAsia"/>
                <w:noProof/>
                <w:rtl/>
              </w:rPr>
              <w:t>الحجج</w:t>
            </w:r>
            <w:r w:rsidR="000A1758" w:rsidRPr="00BB6861">
              <w:rPr>
                <w:rStyle w:val="Hyperlink"/>
                <w:noProof/>
                <w:rtl/>
              </w:rPr>
              <w:t xml:space="preserve"> </w:t>
            </w:r>
            <w:r w:rsidR="000A1758" w:rsidRPr="00BB6861">
              <w:rPr>
                <w:rStyle w:val="Hyperlink"/>
                <w:rFonts w:cs="Rafed Alaem" w:hint="eastAsia"/>
                <w:noProof/>
                <w:rtl/>
              </w:rPr>
              <w:t>عليها‌السلام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Toc33994944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45" w:history="1">
            <w:r w:rsidR="000A1758" w:rsidRPr="00BB6861">
              <w:rPr>
                <w:rStyle w:val="Hyperlink"/>
                <w:noProof/>
                <w:rtl/>
              </w:rPr>
              <w:t xml:space="preserve">٢١٠. </w:t>
            </w:r>
            <w:r w:rsidR="000A1758" w:rsidRPr="00BB6861">
              <w:rPr>
                <w:rStyle w:val="Hyperlink"/>
                <w:rFonts w:hint="eastAsia"/>
                <w:noProof/>
                <w:rtl/>
              </w:rPr>
              <w:t>هديه</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موسى</w:t>
            </w:r>
            <w:r w:rsidR="000A1758" w:rsidRPr="00BB6861">
              <w:rPr>
                <w:rStyle w:val="Hyperlink"/>
                <w:noProof/>
                <w:rtl/>
              </w:rPr>
              <w:t xml:space="preserve"> </w:t>
            </w:r>
            <w:r w:rsidR="000A1758" w:rsidRPr="00BB6861">
              <w:rPr>
                <w:rStyle w:val="Hyperlink"/>
                <w:rFonts w:hint="eastAsia"/>
                <w:noProof/>
                <w:rtl/>
              </w:rPr>
              <w:t>بن</w:t>
            </w:r>
            <w:r w:rsidR="000A1758" w:rsidRPr="00BB6861">
              <w:rPr>
                <w:rStyle w:val="Hyperlink"/>
                <w:noProof/>
                <w:rtl/>
              </w:rPr>
              <w:t xml:space="preserve"> </w:t>
            </w:r>
            <w:r w:rsidR="000A1758" w:rsidRPr="00BB6861">
              <w:rPr>
                <w:rStyle w:val="Hyperlink"/>
                <w:rFonts w:hint="eastAsia"/>
                <w:noProof/>
                <w:rtl/>
              </w:rPr>
              <w:t>جعفر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Toc33994945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46" w:history="1">
            <w:r w:rsidR="000A1758" w:rsidRPr="00BB6861">
              <w:rPr>
                <w:rStyle w:val="Hyperlink"/>
                <w:noProof/>
                <w:rtl/>
              </w:rPr>
              <w:t xml:space="preserve">٢١١. </w:t>
            </w:r>
            <w:r w:rsidR="000A1758" w:rsidRPr="00BB6861">
              <w:rPr>
                <w:rStyle w:val="Hyperlink"/>
                <w:rFonts w:hint="eastAsia"/>
                <w:noProof/>
                <w:rtl/>
              </w:rPr>
              <w:t>توسل</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مسلم</w:t>
            </w:r>
            <w:r w:rsidR="000A1758" w:rsidRPr="00BB6861">
              <w:rPr>
                <w:rStyle w:val="Hyperlink"/>
                <w:noProof/>
                <w:rtl/>
              </w:rPr>
              <w:t xml:space="preserve"> </w:t>
            </w:r>
            <w:r w:rsidR="000A1758" w:rsidRPr="00BB6861">
              <w:rPr>
                <w:rStyle w:val="Hyperlink"/>
                <w:rFonts w:hint="eastAsia"/>
                <w:noProof/>
                <w:rtl/>
              </w:rPr>
              <w:t>بن</w:t>
            </w:r>
            <w:r w:rsidR="000A1758" w:rsidRPr="00BB6861">
              <w:rPr>
                <w:rStyle w:val="Hyperlink"/>
                <w:noProof/>
                <w:rtl/>
              </w:rPr>
              <w:t xml:space="preserve"> </w:t>
            </w:r>
            <w:r w:rsidR="000A1758" w:rsidRPr="00BB6861">
              <w:rPr>
                <w:rStyle w:val="Hyperlink"/>
                <w:rFonts w:hint="eastAsia"/>
                <w:noProof/>
                <w:rtl/>
              </w:rPr>
              <w:t>عقيل</w:t>
            </w:r>
            <w:r w:rsidR="000A1758" w:rsidRPr="00BB6861">
              <w:rPr>
                <w:rStyle w:val="Hyperlink"/>
                <w:noProof/>
                <w:rtl/>
              </w:rPr>
              <w:t xml:space="preserve"> </w:t>
            </w:r>
            <w:r w:rsidR="000A1758" w:rsidRPr="00BB6861">
              <w:rPr>
                <w:rStyle w:val="Hyperlink"/>
                <w:rFonts w:hint="eastAsia"/>
                <w:noProof/>
                <w:rtl/>
              </w:rPr>
              <w:t>با</w:t>
            </w:r>
            <w:r w:rsidR="000A1758" w:rsidRPr="00BB6861">
              <w:rPr>
                <w:rStyle w:val="Hyperlink"/>
                <w:noProof/>
                <w:rtl/>
              </w:rPr>
              <w:t xml:space="preserve"> </w:t>
            </w:r>
            <w:r w:rsidR="000A1758" w:rsidRPr="00BB6861">
              <w:rPr>
                <w:rStyle w:val="Hyperlink"/>
                <w:rFonts w:hint="eastAsia"/>
                <w:noProof/>
                <w:rtl/>
              </w:rPr>
              <w:t>صلوات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Toc33994946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47" w:history="1">
            <w:r w:rsidR="000A1758" w:rsidRPr="00BB6861">
              <w:rPr>
                <w:rStyle w:val="Hyperlink"/>
                <w:noProof/>
                <w:rtl/>
              </w:rPr>
              <w:t xml:space="preserve">٢١٢. </w:t>
            </w:r>
            <w:r w:rsidR="000A1758" w:rsidRPr="00BB6861">
              <w:rPr>
                <w:rStyle w:val="Hyperlink"/>
                <w:rFonts w:hint="eastAsia"/>
                <w:noProof/>
                <w:rtl/>
              </w:rPr>
              <w:t>توسل</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ابوطالب</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فاطمه</w:t>
            </w:r>
            <w:r w:rsidR="000A1758" w:rsidRPr="00BB6861">
              <w:rPr>
                <w:rStyle w:val="Hyperlink"/>
                <w:noProof/>
                <w:rtl/>
              </w:rPr>
              <w:t xml:space="preserve"> </w:t>
            </w:r>
            <w:r w:rsidR="000A1758" w:rsidRPr="00BB6861">
              <w:rPr>
                <w:rStyle w:val="Hyperlink"/>
                <w:rFonts w:hint="eastAsia"/>
                <w:noProof/>
                <w:rtl/>
              </w:rPr>
              <w:t>بنت</w:t>
            </w:r>
            <w:r w:rsidR="000A1758" w:rsidRPr="00BB6861">
              <w:rPr>
                <w:rStyle w:val="Hyperlink"/>
                <w:noProof/>
                <w:rtl/>
              </w:rPr>
              <w:t xml:space="preserve"> </w:t>
            </w:r>
            <w:r w:rsidR="000A1758" w:rsidRPr="00BB6861">
              <w:rPr>
                <w:rStyle w:val="Hyperlink"/>
                <w:rFonts w:hint="eastAsia"/>
                <w:noProof/>
                <w:rtl/>
              </w:rPr>
              <w:t>اسد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Toc33994947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121</w:t>
            </w:r>
            <w:r>
              <w:rPr>
                <w:noProof/>
                <w:webHidden/>
                <w:rtl/>
              </w:rPr>
              <w:fldChar w:fldCharType="end"/>
            </w:r>
          </w:hyperlink>
        </w:p>
        <w:p w:rsidR="000A1758" w:rsidRDefault="00CD16FA">
          <w:pPr>
            <w:pStyle w:val="TOC1"/>
            <w:rPr>
              <w:rFonts w:asciiTheme="minorHAnsi" w:eastAsiaTheme="minorEastAsia" w:hAnsiTheme="minorHAnsi" w:cstheme="minorBidi"/>
              <w:b w:val="0"/>
              <w:bCs w:val="0"/>
              <w:noProof/>
              <w:color w:val="auto"/>
              <w:sz w:val="22"/>
              <w:szCs w:val="22"/>
              <w:rtl/>
            </w:rPr>
          </w:pPr>
          <w:hyperlink w:anchor="_Toc33994948" w:history="1">
            <w:r w:rsidR="000A1758" w:rsidRPr="00BB6861">
              <w:rPr>
                <w:rStyle w:val="Hyperlink"/>
                <w:rFonts w:hint="eastAsia"/>
                <w:noProof/>
                <w:rtl/>
              </w:rPr>
              <w:t>فصل</w:t>
            </w:r>
            <w:r w:rsidR="000A1758" w:rsidRPr="00BB6861">
              <w:rPr>
                <w:rStyle w:val="Hyperlink"/>
                <w:noProof/>
                <w:rtl/>
              </w:rPr>
              <w:t xml:space="preserve"> </w:t>
            </w:r>
            <w:r w:rsidR="000A1758" w:rsidRPr="00BB6861">
              <w:rPr>
                <w:rStyle w:val="Hyperlink"/>
                <w:rFonts w:hint="eastAsia"/>
                <w:noProof/>
                <w:rtl/>
              </w:rPr>
              <w:t>دوم</w:t>
            </w:r>
            <w:r w:rsidR="000A1758" w:rsidRPr="00BB6861">
              <w:rPr>
                <w:rStyle w:val="Hyperlink"/>
                <w:noProof/>
                <w:rtl/>
              </w:rPr>
              <w:t xml:space="preserve"> : </w:t>
            </w:r>
            <w:r w:rsidR="000A1758" w:rsidRPr="00BB6861">
              <w:rPr>
                <w:rStyle w:val="Hyperlink"/>
                <w:rFonts w:hint="eastAsia"/>
                <w:noProof/>
                <w:rtl/>
              </w:rPr>
              <w:t>آثار</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بركات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عالم</w:t>
            </w:r>
            <w:r w:rsidR="000A1758" w:rsidRPr="00BB6861">
              <w:rPr>
                <w:rStyle w:val="Hyperlink"/>
                <w:noProof/>
                <w:rtl/>
              </w:rPr>
              <w:t xml:space="preserve"> </w:t>
            </w:r>
            <w:r w:rsidR="000A1758" w:rsidRPr="00BB6861">
              <w:rPr>
                <w:rStyle w:val="Hyperlink"/>
                <w:rFonts w:hint="eastAsia"/>
                <w:noProof/>
                <w:rtl/>
              </w:rPr>
              <w:t>برزخ</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Toc33994948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49" w:history="1">
            <w:r w:rsidR="000A1758" w:rsidRPr="00BB6861">
              <w:rPr>
                <w:rStyle w:val="Hyperlink"/>
                <w:noProof/>
                <w:rtl/>
              </w:rPr>
              <w:t xml:space="preserve">٢١٣. </w:t>
            </w:r>
            <w:r w:rsidR="000A1758" w:rsidRPr="00BB6861">
              <w:rPr>
                <w:rStyle w:val="Hyperlink"/>
                <w:rFonts w:hint="eastAsia"/>
                <w:noProof/>
                <w:rtl/>
              </w:rPr>
              <w:t>قبر</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محل</w:t>
            </w:r>
            <w:r w:rsidR="000A1758" w:rsidRPr="00BB6861">
              <w:rPr>
                <w:rStyle w:val="Hyperlink"/>
                <w:noProof/>
                <w:rtl/>
              </w:rPr>
              <w:t xml:space="preserve"> </w:t>
            </w:r>
            <w:r w:rsidR="000A1758" w:rsidRPr="00BB6861">
              <w:rPr>
                <w:rStyle w:val="Hyperlink"/>
                <w:rFonts w:hint="eastAsia"/>
                <w:noProof/>
                <w:rtl/>
              </w:rPr>
              <w:t>برآورده</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حاجات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Toc33994949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50" w:history="1">
            <w:r w:rsidR="000A1758" w:rsidRPr="00BB6861">
              <w:rPr>
                <w:rStyle w:val="Hyperlink"/>
                <w:noProof/>
                <w:rtl/>
              </w:rPr>
              <w:t xml:space="preserve">٢١٤. </w:t>
            </w:r>
            <w:r w:rsidR="000A1758" w:rsidRPr="00BB6861">
              <w:rPr>
                <w:rStyle w:val="Hyperlink"/>
                <w:rFonts w:hint="eastAsia"/>
                <w:noProof/>
                <w:rtl/>
              </w:rPr>
              <w:t>رفع</w:t>
            </w:r>
            <w:r w:rsidR="000A1758" w:rsidRPr="00BB6861">
              <w:rPr>
                <w:rStyle w:val="Hyperlink"/>
                <w:noProof/>
                <w:rtl/>
              </w:rPr>
              <w:t xml:space="preserve"> </w:t>
            </w:r>
            <w:r w:rsidR="000A1758" w:rsidRPr="00BB6861">
              <w:rPr>
                <w:rStyle w:val="Hyperlink"/>
                <w:rFonts w:hint="eastAsia"/>
                <w:noProof/>
                <w:rtl/>
              </w:rPr>
              <w:t>عذاب</w:t>
            </w:r>
            <w:r w:rsidR="000A1758" w:rsidRPr="00BB6861">
              <w:rPr>
                <w:rStyle w:val="Hyperlink"/>
                <w:noProof/>
                <w:rtl/>
              </w:rPr>
              <w:t xml:space="preserve"> </w:t>
            </w:r>
            <w:r w:rsidR="000A1758" w:rsidRPr="00BB6861">
              <w:rPr>
                <w:rStyle w:val="Hyperlink"/>
                <w:rFonts w:hint="eastAsia"/>
                <w:noProof/>
                <w:rtl/>
              </w:rPr>
              <w:t>قبر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Toc33994950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51" w:history="1">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اگر</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آن</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يا</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آن</w:t>
            </w:r>
            <w:r w:rsidR="000A1758" w:rsidRPr="00BB6861">
              <w:rPr>
                <w:rStyle w:val="Hyperlink"/>
                <w:noProof/>
                <w:rtl/>
              </w:rPr>
              <w:t xml:space="preserve"> </w:t>
            </w:r>
            <w:r w:rsidR="000A1758" w:rsidRPr="00BB6861">
              <w:rPr>
                <w:rStyle w:val="Hyperlink"/>
                <w:rFonts w:hint="eastAsia"/>
                <w:noProof/>
                <w:rtl/>
              </w:rPr>
              <w:t>شب</w:t>
            </w:r>
            <w:r w:rsidR="000A1758" w:rsidRPr="00BB6861">
              <w:rPr>
                <w:rStyle w:val="Hyperlink"/>
                <w:noProof/>
                <w:rtl/>
              </w:rPr>
              <w:t xml:space="preserve"> </w:t>
            </w:r>
            <w:r w:rsidR="000A1758" w:rsidRPr="00BB6861">
              <w:rPr>
                <w:rStyle w:val="Hyperlink"/>
                <w:rFonts w:hint="eastAsia"/>
                <w:noProof/>
                <w:rtl/>
              </w:rPr>
              <w:t>بيمرد،</w:t>
            </w:r>
            <w:r w:rsidR="000A1758" w:rsidRPr="00BB6861">
              <w:rPr>
                <w:rStyle w:val="Hyperlink"/>
                <w:noProof/>
                <w:rtl/>
              </w:rPr>
              <w:t xml:space="preserve"> </w:t>
            </w:r>
            <w:r w:rsidR="000A1758" w:rsidRPr="00BB6861">
              <w:rPr>
                <w:rStyle w:val="Hyperlink"/>
                <w:rFonts w:hint="eastAsia"/>
                <w:noProof/>
                <w:rtl/>
              </w:rPr>
              <w:t>شهيد</w:t>
            </w:r>
            <w:r w:rsidR="000A1758" w:rsidRPr="00BB6861">
              <w:rPr>
                <w:rStyle w:val="Hyperlink"/>
                <w:noProof/>
                <w:rtl/>
              </w:rPr>
              <w:t xml:space="preserve"> </w:t>
            </w:r>
            <w:r w:rsidR="000A1758" w:rsidRPr="00BB6861">
              <w:rPr>
                <w:rStyle w:val="Hyperlink"/>
                <w:rFonts w:hint="eastAsia"/>
                <w:noProof/>
                <w:rtl/>
              </w:rPr>
              <w:t>مرده</w:t>
            </w:r>
            <w:r w:rsidR="000A1758" w:rsidRPr="00BB6861">
              <w:rPr>
                <w:rStyle w:val="Hyperlink"/>
                <w:noProof/>
                <w:rtl/>
              </w:rPr>
              <w:t xml:space="preserve"> </w:t>
            </w:r>
            <w:r w:rsidR="000A1758" w:rsidRPr="00BB6861">
              <w:rPr>
                <w:rStyle w:val="Hyperlink"/>
                <w:rFonts w:hint="eastAsia"/>
                <w:noProof/>
                <w:rtl/>
              </w:rPr>
              <w:t>باشد</w:t>
            </w:r>
            <w:r w:rsidR="000A1758" w:rsidRPr="00BB6861">
              <w:rPr>
                <w:rStyle w:val="Hyperlink"/>
                <w:noProof/>
                <w:rtl/>
              </w:rPr>
              <w:t xml:space="preserve"> </w:t>
            </w:r>
            <w:r w:rsidR="000A1758" w:rsidRPr="00BB6861">
              <w:rPr>
                <w:rStyle w:val="Hyperlink"/>
                <w:rFonts w:hint="eastAsia"/>
                <w:noProof/>
                <w:rtl/>
              </w:rPr>
              <w:t>خدا</w:t>
            </w:r>
            <w:r w:rsidR="000A1758" w:rsidRPr="00BB6861">
              <w:rPr>
                <w:rStyle w:val="Hyperlink"/>
                <w:noProof/>
                <w:rtl/>
              </w:rPr>
              <w:t xml:space="preserve"> </w:t>
            </w:r>
            <w:r w:rsidR="000A1758" w:rsidRPr="00BB6861">
              <w:rPr>
                <w:rStyle w:val="Hyperlink"/>
                <w:rFonts w:hint="eastAsia"/>
                <w:noProof/>
                <w:rtl/>
              </w:rPr>
              <w:t>عذاب</w:t>
            </w:r>
            <w:r w:rsidR="000A1758" w:rsidRPr="00BB6861">
              <w:rPr>
                <w:rStyle w:val="Hyperlink"/>
                <w:noProof/>
                <w:rtl/>
              </w:rPr>
              <w:t xml:space="preserve"> </w:t>
            </w:r>
            <w:r w:rsidR="000A1758" w:rsidRPr="00BB6861">
              <w:rPr>
                <w:rStyle w:val="Hyperlink"/>
                <w:rFonts w:hint="eastAsia"/>
                <w:noProof/>
                <w:rtl/>
              </w:rPr>
              <w:t>قبر</w:t>
            </w:r>
            <w:r w:rsidR="000A1758" w:rsidRPr="00BB6861">
              <w:rPr>
                <w:rStyle w:val="Hyperlink"/>
                <w:noProof/>
                <w:rtl/>
              </w:rPr>
              <w:t xml:space="preserve"> </w:t>
            </w:r>
            <w:r w:rsidR="000A1758" w:rsidRPr="00BB6861">
              <w:rPr>
                <w:rStyle w:val="Hyperlink"/>
                <w:rFonts w:hint="eastAsia"/>
                <w:noProof/>
                <w:rtl/>
              </w:rPr>
              <w:t>را</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او</w:t>
            </w:r>
            <w:r w:rsidR="000A1758" w:rsidRPr="00BB6861">
              <w:rPr>
                <w:rStyle w:val="Hyperlink"/>
                <w:noProof/>
                <w:rtl/>
              </w:rPr>
              <w:t xml:space="preserve"> </w:t>
            </w:r>
            <w:r w:rsidR="000A1758" w:rsidRPr="00BB6861">
              <w:rPr>
                <w:rStyle w:val="Hyperlink"/>
                <w:rFonts w:hint="eastAsia"/>
                <w:noProof/>
                <w:rtl/>
              </w:rPr>
              <w:t>بردارد</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هرچه</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خدا</w:t>
            </w:r>
            <w:r w:rsidR="000A1758" w:rsidRPr="00BB6861">
              <w:rPr>
                <w:rStyle w:val="Hyperlink"/>
                <w:noProof/>
                <w:rtl/>
              </w:rPr>
              <w:t xml:space="preserve"> </w:t>
            </w:r>
            <w:r w:rsidR="000A1758" w:rsidRPr="00BB6861">
              <w:rPr>
                <w:rStyle w:val="Hyperlink"/>
                <w:rFonts w:hint="eastAsia"/>
                <w:noProof/>
                <w:rtl/>
              </w:rPr>
              <w:t>سؤ</w:t>
            </w:r>
            <w:r w:rsidR="000A1758" w:rsidRPr="00BB6861">
              <w:rPr>
                <w:rStyle w:val="Hyperlink"/>
                <w:noProof/>
                <w:rtl/>
              </w:rPr>
              <w:t xml:space="preserve"> </w:t>
            </w:r>
            <w:r w:rsidR="000A1758" w:rsidRPr="00BB6861">
              <w:rPr>
                <w:rStyle w:val="Hyperlink"/>
                <w:rFonts w:hint="eastAsia"/>
                <w:noProof/>
                <w:rtl/>
              </w:rPr>
              <w:t>ال</w:t>
            </w:r>
            <w:r w:rsidR="000A1758" w:rsidRPr="00BB6861">
              <w:rPr>
                <w:rStyle w:val="Hyperlink"/>
                <w:noProof/>
                <w:rtl/>
              </w:rPr>
              <w:t xml:space="preserve"> </w:t>
            </w:r>
            <w:r w:rsidR="000A1758" w:rsidRPr="00BB6861">
              <w:rPr>
                <w:rStyle w:val="Hyperlink"/>
                <w:rFonts w:hint="eastAsia"/>
                <w:noProof/>
                <w:rtl/>
              </w:rPr>
              <w:t>كند،</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او</w:t>
            </w:r>
            <w:r w:rsidR="000A1758" w:rsidRPr="00BB6861">
              <w:rPr>
                <w:rStyle w:val="Hyperlink"/>
                <w:noProof/>
                <w:rtl/>
              </w:rPr>
              <w:t xml:space="preserve"> </w:t>
            </w:r>
            <w:r w:rsidR="000A1758" w:rsidRPr="00BB6861">
              <w:rPr>
                <w:rStyle w:val="Hyperlink"/>
                <w:rFonts w:hint="eastAsia"/>
                <w:noProof/>
                <w:rtl/>
              </w:rPr>
              <w:t>عطا</w:t>
            </w:r>
            <w:r w:rsidR="000A1758" w:rsidRPr="00BB6861">
              <w:rPr>
                <w:rStyle w:val="Hyperlink"/>
                <w:noProof/>
                <w:rtl/>
              </w:rPr>
              <w:t xml:space="preserve"> </w:t>
            </w:r>
            <w:r w:rsidR="000A1758" w:rsidRPr="00BB6861">
              <w:rPr>
                <w:rStyle w:val="Hyperlink"/>
                <w:rFonts w:hint="eastAsia"/>
                <w:noProof/>
                <w:rtl/>
              </w:rPr>
              <w:t>فرمايد</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نماز</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روزه</w:t>
            </w:r>
            <w:r w:rsidR="000A1758" w:rsidRPr="00BB6861">
              <w:rPr>
                <w:rStyle w:val="Hyperlink"/>
                <w:noProof/>
                <w:rtl/>
              </w:rPr>
              <w:t xml:space="preserve"> </w:t>
            </w:r>
            <w:r w:rsidR="000A1758" w:rsidRPr="00BB6861">
              <w:rPr>
                <w:rStyle w:val="Hyperlink"/>
                <w:rFonts w:hint="eastAsia"/>
                <w:noProof/>
                <w:rtl/>
              </w:rPr>
              <w:t>او</w:t>
            </w:r>
            <w:r w:rsidR="000A1758" w:rsidRPr="00BB6861">
              <w:rPr>
                <w:rStyle w:val="Hyperlink"/>
                <w:noProof/>
                <w:rtl/>
              </w:rPr>
              <w:t xml:space="preserve"> </w:t>
            </w:r>
            <w:r w:rsidR="000A1758" w:rsidRPr="00BB6861">
              <w:rPr>
                <w:rStyle w:val="Hyperlink"/>
                <w:rFonts w:hint="eastAsia"/>
                <w:noProof/>
                <w:rtl/>
              </w:rPr>
              <w:t>را</w:t>
            </w:r>
            <w:r w:rsidR="000A1758" w:rsidRPr="00BB6861">
              <w:rPr>
                <w:rStyle w:val="Hyperlink"/>
                <w:noProof/>
                <w:rtl/>
              </w:rPr>
              <w:t xml:space="preserve"> </w:t>
            </w:r>
            <w:r w:rsidR="000A1758" w:rsidRPr="00BB6861">
              <w:rPr>
                <w:rStyle w:val="Hyperlink"/>
                <w:rFonts w:hint="eastAsia"/>
                <w:noProof/>
                <w:rtl/>
              </w:rPr>
              <w:t>قبول</w:t>
            </w:r>
            <w:r w:rsidR="000A1758" w:rsidRPr="00BB6861">
              <w:rPr>
                <w:rStyle w:val="Hyperlink"/>
                <w:noProof/>
                <w:rtl/>
              </w:rPr>
              <w:t xml:space="preserve"> </w:t>
            </w:r>
            <w:r w:rsidR="000A1758" w:rsidRPr="00BB6861">
              <w:rPr>
                <w:rStyle w:val="Hyperlink"/>
                <w:rFonts w:hint="eastAsia"/>
                <w:noProof/>
                <w:rtl/>
              </w:rPr>
              <w:t>فرمايد</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دعاى</w:t>
            </w:r>
            <w:r w:rsidR="000A1758" w:rsidRPr="00BB6861">
              <w:rPr>
                <w:rStyle w:val="Hyperlink"/>
                <w:noProof/>
                <w:rtl/>
              </w:rPr>
              <w:t xml:space="preserve"> </w:t>
            </w:r>
            <w:r w:rsidR="000A1758" w:rsidRPr="00BB6861">
              <w:rPr>
                <w:rStyle w:val="Hyperlink"/>
                <w:rFonts w:hint="eastAsia"/>
                <w:noProof/>
                <w:rtl/>
              </w:rPr>
              <w:t>او</w:t>
            </w:r>
            <w:r w:rsidR="000A1758" w:rsidRPr="00BB6861">
              <w:rPr>
                <w:rStyle w:val="Hyperlink"/>
                <w:noProof/>
                <w:rtl/>
              </w:rPr>
              <w:t xml:space="preserve"> </w:t>
            </w:r>
            <w:r w:rsidR="000A1758" w:rsidRPr="00BB6861">
              <w:rPr>
                <w:rStyle w:val="Hyperlink"/>
                <w:rFonts w:hint="eastAsia"/>
                <w:noProof/>
                <w:rtl/>
              </w:rPr>
              <w:t>را</w:t>
            </w:r>
            <w:r w:rsidR="000A1758" w:rsidRPr="00BB6861">
              <w:rPr>
                <w:rStyle w:val="Hyperlink"/>
                <w:noProof/>
                <w:rtl/>
              </w:rPr>
              <w:t xml:space="preserve"> </w:t>
            </w:r>
            <w:r w:rsidR="000A1758" w:rsidRPr="00BB6861">
              <w:rPr>
                <w:rStyle w:val="Hyperlink"/>
                <w:rFonts w:hint="eastAsia"/>
                <w:noProof/>
                <w:rtl/>
              </w:rPr>
              <w:t>مستجاب</w:t>
            </w:r>
            <w:r w:rsidR="000A1758" w:rsidRPr="00BB6861">
              <w:rPr>
                <w:rStyle w:val="Hyperlink"/>
                <w:noProof/>
                <w:rtl/>
              </w:rPr>
              <w:t xml:space="preserve"> </w:t>
            </w:r>
            <w:r w:rsidR="000A1758" w:rsidRPr="00BB6861">
              <w:rPr>
                <w:rStyle w:val="Hyperlink"/>
                <w:rFonts w:hint="eastAsia"/>
                <w:noProof/>
                <w:rtl/>
              </w:rPr>
              <w:t>سازد</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ملك</w:t>
            </w:r>
            <w:r w:rsidR="000A1758" w:rsidRPr="00BB6861">
              <w:rPr>
                <w:rStyle w:val="Hyperlink"/>
                <w:noProof/>
                <w:rtl/>
              </w:rPr>
              <w:t xml:space="preserve"> </w:t>
            </w:r>
            <w:r w:rsidR="000A1758" w:rsidRPr="00BB6861">
              <w:rPr>
                <w:rStyle w:val="Hyperlink"/>
                <w:rFonts w:hint="eastAsia"/>
                <w:noProof/>
                <w:rtl/>
              </w:rPr>
              <w:t>موت</w:t>
            </w:r>
            <w:r w:rsidR="000A1758" w:rsidRPr="00BB6861">
              <w:rPr>
                <w:rStyle w:val="Hyperlink"/>
                <w:noProof/>
                <w:rtl/>
              </w:rPr>
              <w:t xml:space="preserve"> </w:t>
            </w:r>
            <w:r w:rsidR="000A1758" w:rsidRPr="00BB6861">
              <w:rPr>
                <w:rStyle w:val="Hyperlink"/>
                <w:rFonts w:hint="eastAsia"/>
                <w:noProof/>
                <w:rtl/>
              </w:rPr>
              <w:t>،</w:t>
            </w:r>
            <w:r w:rsidR="000A1758" w:rsidRPr="00BB6861">
              <w:rPr>
                <w:rStyle w:val="Hyperlink"/>
                <w:noProof/>
                <w:rtl/>
              </w:rPr>
              <w:t xml:space="preserve"> </w:t>
            </w:r>
            <w:r w:rsidR="000A1758" w:rsidRPr="00BB6861">
              <w:rPr>
                <w:rStyle w:val="Hyperlink"/>
                <w:rFonts w:hint="eastAsia"/>
                <w:noProof/>
                <w:rtl/>
              </w:rPr>
              <w:t>روح</w:t>
            </w:r>
            <w:r w:rsidR="000A1758" w:rsidRPr="00BB6861">
              <w:rPr>
                <w:rStyle w:val="Hyperlink"/>
                <w:noProof/>
                <w:rtl/>
              </w:rPr>
              <w:t xml:space="preserve"> </w:t>
            </w:r>
            <w:r w:rsidR="000A1758" w:rsidRPr="00BB6861">
              <w:rPr>
                <w:rStyle w:val="Hyperlink"/>
                <w:rFonts w:hint="eastAsia"/>
                <w:noProof/>
                <w:rtl/>
              </w:rPr>
              <w:t>او</w:t>
            </w:r>
            <w:r w:rsidR="000A1758" w:rsidRPr="00BB6861">
              <w:rPr>
                <w:rStyle w:val="Hyperlink"/>
                <w:noProof/>
                <w:rtl/>
              </w:rPr>
              <w:t xml:space="preserve"> </w:t>
            </w:r>
            <w:r w:rsidR="000A1758" w:rsidRPr="00BB6861">
              <w:rPr>
                <w:rStyle w:val="Hyperlink"/>
                <w:rFonts w:hint="eastAsia"/>
                <w:noProof/>
                <w:rtl/>
              </w:rPr>
              <w:t>را</w:t>
            </w:r>
            <w:r w:rsidR="000A1758" w:rsidRPr="00BB6861">
              <w:rPr>
                <w:rStyle w:val="Hyperlink"/>
                <w:noProof/>
                <w:rtl/>
              </w:rPr>
              <w:t xml:space="preserve"> </w:t>
            </w:r>
            <w:r w:rsidR="000A1758" w:rsidRPr="00BB6861">
              <w:rPr>
                <w:rStyle w:val="Hyperlink"/>
                <w:rFonts w:hint="eastAsia"/>
                <w:noProof/>
                <w:rtl/>
              </w:rPr>
              <w:t>قبض</w:t>
            </w:r>
            <w:r w:rsidR="000A1758" w:rsidRPr="00BB6861">
              <w:rPr>
                <w:rStyle w:val="Hyperlink"/>
                <w:noProof/>
                <w:rtl/>
              </w:rPr>
              <w:t xml:space="preserve"> </w:t>
            </w:r>
            <w:r w:rsidR="000A1758" w:rsidRPr="00BB6861">
              <w:rPr>
                <w:rStyle w:val="Hyperlink"/>
                <w:rFonts w:hint="eastAsia"/>
                <w:noProof/>
                <w:rtl/>
              </w:rPr>
              <w:t>نكند،</w:t>
            </w:r>
            <w:r w:rsidR="000A1758" w:rsidRPr="00BB6861">
              <w:rPr>
                <w:rStyle w:val="Hyperlink"/>
                <w:noProof/>
                <w:rtl/>
              </w:rPr>
              <w:t xml:space="preserve"> </w:t>
            </w:r>
            <w:r w:rsidR="000A1758" w:rsidRPr="00BB6861">
              <w:rPr>
                <w:rStyle w:val="Hyperlink"/>
                <w:rFonts w:hint="eastAsia"/>
                <w:noProof/>
                <w:rtl/>
              </w:rPr>
              <w:t>تا</w:t>
            </w:r>
            <w:r w:rsidR="000A1758" w:rsidRPr="00BB6861">
              <w:rPr>
                <w:rStyle w:val="Hyperlink"/>
                <w:noProof/>
                <w:rtl/>
              </w:rPr>
              <w:t xml:space="preserve"> </w:t>
            </w:r>
            <w:r w:rsidR="000A1758" w:rsidRPr="00BB6861">
              <w:rPr>
                <w:rStyle w:val="Hyperlink"/>
                <w:rFonts w:hint="eastAsia"/>
                <w:noProof/>
                <w:rtl/>
              </w:rPr>
              <w:t>آن</w:t>
            </w:r>
            <w:r w:rsidR="000A1758" w:rsidRPr="00BB6861">
              <w:rPr>
                <w:rStyle w:val="Hyperlink"/>
                <w:noProof/>
                <w:rtl/>
              </w:rPr>
              <w:t xml:space="preserve"> </w:t>
            </w:r>
            <w:r w:rsidR="000A1758" w:rsidRPr="00BB6861">
              <w:rPr>
                <w:rStyle w:val="Hyperlink"/>
                <w:rFonts w:hint="eastAsia"/>
                <w:noProof/>
                <w:rtl/>
              </w:rPr>
              <w:t>كه</w:t>
            </w:r>
            <w:r w:rsidR="000A1758" w:rsidRPr="00BB6861">
              <w:rPr>
                <w:rStyle w:val="Hyperlink"/>
                <w:noProof/>
                <w:rtl/>
              </w:rPr>
              <w:t xml:space="preserve"> </w:t>
            </w:r>
            <w:r w:rsidR="000A1758" w:rsidRPr="00BB6861">
              <w:rPr>
                <w:rStyle w:val="Hyperlink"/>
                <w:rFonts w:hint="eastAsia"/>
                <w:noProof/>
                <w:rtl/>
              </w:rPr>
              <w:t>رضوان</w:t>
            </w:r>
            <w:r w:rsidR="000A1758" w:rsidRPr="00BB6861">
              <w:rPr>
                <w:rStyle w:val="Hyperlink"/>
                <w:noProof/>
                <w:rtl/>
              </w:rPr>
              <w:t xml:space="preserve"> </w:t>
            </w:r>
            <w:r w:rsidR="000A1758" w:rsidRPr="00BB6861">
              <w:rPr>
                <w:rStyle w:val="Hyperlink"/>
                <w:rFonts w:hint="eastAsia"/>
                <w:noProof/>
                <w:rtl/>
              </w:rPr>
              <w:t>،ريحان</w:t>
            </w:r>
            <w:r w:rsidR="000A1758" w:rsidRPr="00BB6861">
              <w:rPr>
                <w:rStyle w:val="Hyperlink"/>
                <w:noProof/>
                <w:rtl/>
              </w:rPr>
              <w:t xml:space="preserve"> </w:t>
            </w:r>
            <w:r w:rsidR="000A1758" w:rsidRPr="00BB6861">
              <w:rPr>
                <w:rStyle w:val="Hyperlink"/>
                <w:rFonts w:hint="eastAsia"/>
                <w:noProof/>
                <w:rtl/>
              </w:rPr>
              <w:t>بهشت</w:t>
            </w:r>
            <w:r w:rsidR="000A1758" w:rsidRPr="00BB6861">
              <w:rPr>
                <w:rStyle w:val="Hyperlink"/>
                <w:noProof/>
                <w:rtl/>
              </w:rPr>
              <w:t xml:space="preserve"> </w:t>
            </w:r>
            <w:r w:rsidR="000A1758" w:rsidRPr="00BB6861">
              <w:rPr>
                <w:rStyle w:val="Hyperlink"/>
                <w:rFonts w:hint="eastAsia"/>
                <w:noProof/>
                <w:rtl/>
              </w:rPr>
              <w:t>را</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نزد</w:t>
            </w:r>
            <w:r w:rsidR="000A1758" w:rsidRPr="00BB6861">
              <w:rPr>
                <w:rStyle w:val="Hyperlink"/>
                <w:noProof/>
                <w:rtl/>
              </w:rPr>
              <w:t xml:space="preserve"> </w:t>
            </w:r>
            <w:r w:rsidR="000A1758" w:rsidRPr="00BB6861">
              <w:rPr>
                <w:rStyle w:val="Hyperlink"/>
                <w:rFonts w:hint="eastAsia"/>
                <w:noProof/>
                <w:rtl/>
              </w:rPr>
              <w:t>او</w:t>
            </w:r>
            <w:r w:rsidR="000A1758" w:rsidRPr="00BB6861">
              <w:rPr>
                <w:rStyle w:val="Hyperlink"/>
                <w:noProof/>
                <w:rtl/>
              </w:rPr>
              <w:t xml:space="preserve"> </w:t>
            </w:r>
            <w:r w:rsidR="000A1758" w:rsidRPr="00BB6861">
              <w:rPr>
                <w:rStyle w:val="Hyperlink"/>
                <w:rFonts w:hint="eastAsia"/>
                <w:noProof/>
                <w:rtl/>
              </w:rPr>
              <w:t>آورد</w:t>
            </w:r>
            <w:r w:rsidR="000A1758" w:rsidRPr="00BB6861">
              <w:rPr>
                <w:rStyle w:val="Hyperlink"/>
                <w:noProof/>
                <w:rtl/>
              </w:rPr>
              <w:t xml:space="preserve">. ٢١٥. </w:t>
            </w:r>
            <w:r w:rsidR="000A1758" w:rsidRPr="00BB6861">
              <w:rPr>
                <w:rStyle w:val="Hyperlink"/>
                <w:rFonts w:hint="eastAsia"/>
                <w:noProof/>
                <w:rtl/>
              </w:rPr>
              <w:t>برترين</w:t>
            </w:r>
            <w:r w:rsidR="000A1758" w:rsidRPr="00BB6861">
              <w:rPr>
                <w:rStyle w:val="Hyperlink"/>
                <w:noProof/>
                <w:rtl/>
              </w:rPr>
              <w:t xml:space="preserve"> </w:t>
            </w:r>
            <w:r w:rsidR="000A1758" w:rsidRPr="00BB6861">
              <w:rPr>
                <w:rStyle w:val="Hyperlink"/>
                <w:rFonts w:hint="eastAsia"/>
                <w:noProof/>
                <w:rtl/>
              </w:rPr>
              <w:t>اعمال</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برزخ</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Toc33994951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52" w:history="1">
            <w:r w:rsidR="000A1758" w:rsidRPr="00BB6861">
              <w:rPr>
                <w:rStyle w:val="Hyperlink"/>
                <w:noProof/>
                <w:rtl/>
              </w:rPr>
              <w:t xml:space="preserve">٢١٥. </w:t>
            </w:r>
            <w:r w:rsidR="000A1758" w:rsidRPr="00BB6861">
              <w:rPr>
                <w:rStyle w:val="Hyperlink"/>
                <w:rFonts w:hint="eastAsia"/>
                <w:noProof/>
                <w:rtl/>
              </w:rPr>
              <w:t>برترين</w:t>
            </w:r>
            <w:r w:rsidR="000A1758" w:rsidRPr="00BB6861">
              <w:rPr>
                <w:rStyle w:val="Hyperlink"/>
                <w:noProof/>
                <w:rtl/>
              </w:rPr>
              <w:t xml:space="preserve"> </w:t>
            </w:r>
            <w:r w:rsidR="000A1758" w:rsidRPr="00BB6861">
              <w:rPr>
                <w:rStyle w:val="Hyperlink"/>
                <w:rFonts w:hint="eastAsia"/>
                <w:noProof/>
                <w:rtl/>
              </w:rPr>
              <w:t>اعمال</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برزخ</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Toc33994952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53" w:history="1">
            <w:r w:rsidR="000A1758" w:rsidRPr="00BB6861">
              <w:rPr>
                <w:rStyle w:val="Hyperlink"/>
                <w:noProof/>
                <w:rtl/>
              </w:rPr>
              <w:t xml:space="preserve">٢١٦. </w:t>
            </w:r>
            <w:r w:rsidR="000A1758" w:rsidRPr="00BB6861">
              <w:rPr>
                <w:rStyle w:val="Hyperlink"/>
                <w:rFonts w:hint="eastAsia"/>
                <w:noProof/>
                <w:rtl/>
              </w:rPr>
              <w:t>كرامت</w:t>
            </w:r>
            <w:r w:rsidR="000A1758" w:rsidRPr="00BB6861">
              <w:rPr>
                <w:rStyle w:val="Hyperlink"/>
                <w:noProof/>
                <w:rtl/>
              </w:rPr>
              <w:t xml:space="preserve"> </w:t>
            </w:r>
            <w:r w:rsidR="000A1758" w:rsidRPr="00BB6861">
              <w:rPr>
                <w:rStyle w:val="Hyperlink"/>
                <w:rFonts w:hint="eastAsia"/>
                <w:noProof/>
                <w:rtl/>
              </w:rPr>
              <w:t>رسول</w:t>
            </w:r>
            <w:r w:rsidR="000A1758" w:rsidRPr="00BB6861">
              <w:rPr>
                <w:rStyle w:val="Hyperlink"/>
                <w:noProof/>
                <w:rtl/>
              </w:rPr>
              <w:t xml:space="preserve"> </w:t>
            </w:r>
            <w:r w:rsidR="000A1758" w:rsidRPr="00BB6861">
              <w:rPr>
                <w:rStyle w:val="Hyperlink"/>
                <w:rFonts w:hint="eastAsia"/>
                <w:noProof/>
                <w:rtl/>
              </w:rPr>
              <w:t>الله</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قبر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Toc33994953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54" w:history="1">
            <w:r w:rsidR="000A1758" w:rsidRPr="00BB6861">
              <w:rPr>
                <w:rStyle w:val="Hyperlink"/>
                <w:noProof/>
                <w:rtl/>
              </w:rPr>
              <w:t xml:space="preserve">٢١٧ - </w:t>
            </w:r>
            <w:r w:rsidR="000A1758" w:rsidRPr="00BB6861">
              <w:rPr>
                <w:rStyle w:val="Hyperlink"/>
                <w:rFonts w:hint="eastAsia"/>
                <w:noProof/>
                <w:rtl/>
              </w:rPr>
              <w:t>رفع</w:t>
            </w:r>
            <w:r w:rsidR="000A1758" w:rsidRPr="00BB6861">
              <w:rPr>
                <w:rStyle w:val="Hyperlink"/>
                <w:noProof/>
                <w:rtl/>
              </w:rPr>
              <w:t xml:space="preserve"> </w:t>
            </w:r>
            <w:r w:rsidR="000A1758" w:rsidRPr="00BB6861">
              <w:rPr>
                <w:rStyle w:val="Hyperlink"/>
                <w:rFonts w:hint="eastAsia"/>
                <w:noProof/>
                <w:rtl/>
              </w:rPr>
              <w:t>عذاب</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همه</w:t>
            </w:r>
            <w:r w:rsidR="000A1758" w:rsidRPr="00BB6861">
              <w:rPr>
                <w:rStyle w:val="Hyperlink"/>
                <w:noProof/>
                <w:rtl/>
              </w:rPr>
              <w:t xml:space="preserve"> </w:t>
            </w:r>
            <w:r w:rsidR="000A1758" w:rsidRPr="00BB6861">
              <w:rPr>
                <w:rStyle w:val="Hyperlink"/>
                <w:rFonts w:hint="eastAsia"/>
                <w:noProof/>
                <w:rtl/>
              </w:rPr>
              <w:t>اهل</w:t>
            </w:r>
            <w:r w:rsidR="000A1758" w:rsidRPr="00BB6861">
              <w:rPr>
                <w:rStyle w:val="Hyperlink"/>
                <w:noProof/>
                <w:rtl/>
              </w:rPr>
              <w:t xml:space="preserve"> </w:t>
            </w:r>
            <w:r w:rsidR="000A1758" w:rsidRPr="00BB6861">
              <w:rPr>
                <w:rStyle w:val="Hyperlink"/>
                <w:rFonts w:hint="eastAsia"/>
                <w:noProof/>
                <w:rtl/>
              </w:rPr>
              <w:t>قبرستان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Toc33994954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55" w:history="1">
            <w:r w:rsidR="000A1758" w:rsidRPr="00BB6861">
              <w:rPr>
                <w:rStyle w:val="Hyperlink"/>
                <w:noProof/>
                <w:rtl/>
              </w:rPr>
              <w:t xml:space="preserve">٢١٨. </w:t>
            </w:r>
            <w:r w:rsidR="000A1758" w:rsidRPr="00BB6861">
              <w:rPr>
                <w:rStyle w:val="Hyperlink"/>
                <w:rFonts w:hint="eastAsia"/>
                <w:noProof/>
                <w:rtl/>
              </w:rPr>
              <w:t>چيره</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ثوات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بر</w:t>
            </w:r>
            <w:r w:rsidR="000A1758" w:rsidRPr="00BB6861">
              <w:rPr>
                <w:rStyle w:val="Hyperlink"/>
                <w:noProof/>
                <w:rtl/>
              </w:rPr>
              <w:t xml:space="preserve"> </w:t>
            </w:r>
            <w:r w:rsidR="000A1758" w:rsidRPr="00BB6861">
              <w:rPr>
                <w:rStyle w:val="Hyperlink"/>
                <w:rFonts w:hint="eastAsia"/>
                <w:noProof/>
                <w:rtl/>
              </w:rPr>
              <w:t>گناهان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Toc33994955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56" w:history="1">
            <w:r w:rsidR="000A1758" w:rsidRPr="00BB6861">
              <w:rPr>
                <w:rStyle w:val="Hyperlink"/>
                <w:noProof/>
                <w:rtl/>
              </w:rPr>
              <w:t xml:space="preserve">٢١٩. </w:t>
            </w:r>
            <w:r w:rsidR="000A1758" w:rsidRPr="00BB6861">
              <w:rPr>
                <w:rStyle w:val="Hyperlink"/>
                <w:rFonts w:hint="eastAsia"/>
                <w:noProof/>
                <w:rtl/>
              </w:rPr>
              <w:t>فريادرسى</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قبر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Toc33994956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57" w:history="1">
            <w:r w:rsidR="000A1758" w:rsidRPr="00BB6861">
              <w:rPr>
                <w:rStyle w:val="Hyperlink"/>
                <w:noProof/>
                <w:rtl/>
              </w:rPr>
              <w:t xml:space="preserve">٢٢٠. </w:t>
            </w:r>
            <w:r w:rsidR="000A1758" w:rsidRPr="00BB6861">
              <w:rPr>
                <w:rStyle w:val="Hyperlink"/>
                <w:rFonts w:hint="eastAsia"/>
                <w:noProof/>
                <w:rtl/>
              </w:rPr>
              <w:t>نورانى</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چهره</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عالم</w:t>
            </w:r>
            <w:r w:rsidR="000A1758" w:rsidRPr="00BB6861">
              <w:rPr>
                <w:rStyle w:val="Hyperlink"/>
                <w:noProof/>
                <w:rtl/>
              </w:rPr>
              <w:t xml:space="preserve"> </w:t>
            </w:r>
            <w:r w:rsidR="000A1758" w:rsidRPr="00BB6861">
              <w:rPr>
                <w:rStyle w:val="Hyperlink"/>
                <w:rFonts w:hint="eastAsia"/>
                <w:noProof/>
                <w:rtl/>
              </w:rPr>
              <w:t>برزخ</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Toc33994957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58" w:history="1">
            <w:r w:rsidR="000A1758" w:rsidRPr="00BB6861">
              <w:rPr>
                <w:rStyle w:val="Hyperlink"/>
                <w:noProof/>
                <w:rtl/>
              </w:rPr>
              <w:t xml:space="preserve">٢٢١. </w:t>
            </w:r>
            <w:r w:rsidR="000A1758" w:rsidRPr="00BB6861">
              <w:rPr>
                <w:rStyle w:val="Hyperlink"/>
                <w:rFonts w:hint="eastAsia"/>
                <w:noProof/>
                <w:rtl/>
              </w:rPr>
              <w:t>كرامت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برزخ</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Toc33994958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59" w:history="1">
            <w:r w:rsidR="000A1758" w:rsidRPr="00BB6861">
              <w:rPr>
                <w:rStyle w:val="Hyperlink"/>
                <w:noProof/>
                <w:rtl/>
              </w:rPr>
              <w:t xml:space="preserve">٢٢٢. </w:t>
            </w:r>
            <w:r w:rsidR="000A1758" w:rsidRPr="00BB6861">
              <w:rPr>
                <w:rStyle w:val="Hyperlink"/>
                <w:rFonts w:hint="eastAsia"/>
                <w:noProof/>
                <w:rtl/>
              </w:rPr>
              <w:t>نورى</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قبر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Toc33994959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60" w:history="1">
            <w:r w:rsidR="000A1758" w:rsidRPr="00BB6861">
              <w:rPr>
                <w:rStyle w:val="Hyperlink"/>
                <w:noProof/>
                <w:rtl/>
              </w:rPr>
              <w:t xml:space="preserve">٢٢٣. </w:t>
            </w:r>
            <w:r w:rsidR="000A1758" w:rsidRPr="00BB6861">
              <w:rPr>
                <w:rStyle w:val="Hyperlink"/>
                <w:rFonts w:hint="eastAsia"/>
                <w:noProof/>
                <w:rtl/>
              </w:rPr>
              <w:t>ايمنى</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تلخى</w:t>
            </w:r>
            <w:r w:rsidR="000A1758" w:rsidRPr="00BB6861">
              <w:rPr>
                <w:rStyle w:val="Hyperlink"/>
                <w:noProof/>
                <w:rtl/>
              </w:rPr>
              <w:t xml:space="preserve"> </w:t>
            </w:r>
            <w:r w:rsidR="000A1758" w:rsidRPr="00BB6861">
              <w:rPr>
                <w:rStyle w:val="Hyperlink"/>
                <w:rFonts w:hint="eastAsia"/>
                <w:noProof/>
                <w:rtl/>
              </w:rPr>
              <w:t>جان</w:t>
            </w:r>
            <w:r w:rsidR="000A1758" w:rsidRPr="00BB6861">
              <w:rPr>
                <w:rStyle w:val="Hyperlink"/>
                <w:noProof/>
                <w:rtl/>
              </w:rPr>
              <w:t xml:space="preserve"> </w:t>
            </w:r>
            <w:r w:rsidR="000A1758" w:rsidRPr="00BB6861">
              <w:rPr>
                <w:rStyle w:val="Hyperlink"/>
                <w:rFonts w:hint="eastAsia"/>
                <w:noProof/>
                <w:rtl/>
              </w:rPr>
              <w:t>كندن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Toc33994960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129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61" w:history="1">
            <w:r w:rsidR="000A1758" w:rsidRPr="00BB6861">
              <w:rPr>
                <w:rStyle w:val="Hyperlink"/>
                <w:noProof/>
                <w:rtl/>
              </w:rPr>
              <w:t xml:space="preserve">٢٢٤. </w:t>
            </w:r>
            <w:r w:rsidR="000A1758" w:rsidRPr="00BB6861">
              <w:rPr>
                <w:rStyle w:val="Hyperlink"/>
                <w:rFonts w:hint="eastAsia"/>
                <w:noProof/>
                <w:rtl/>
              </w:rPr>
              <w:t>هنگام</w:t>
            </w:r>
            <w:r w:rsidR="000A1758" w:rsidRPr="00BB6861">
              <w:rPr>
                <w:rStyle w:val="Hyperlink"/>
                <w:noProof/>
                <w:rtl/>
              </w:rPr>
              <w:t xml:space="preserve"> </w:t>
            </w:r>
            <w:r w:rsidR="000A1758" w:rsidRPr="00BB6861">
              <w:rPr>
                <w:rStyle w:val="Hyperlink"/>
                <w:rFonts w:hint="eastAsia"/>
                <w:noProof/>
                <w:rtl/>
              </w:rPr>
              <w:t>جان</w:t>
            </w:r>
            <w:r w:rsidR="000A1758" w:rsidRPr="00BB6861">
              <w:rPr>
                <w:rStyle w:val="Hyperlink"/>
                <w:noProof/>
                <w:rtl/>
              </w:rPr>
              <w:t xml:space="preserve"> </w:t>
            </w:r>
            <w:r w:rsidR="000A1758" w:rsidRPr="00BB6861">
              <w:rPr>
                <w:rStyle w:val="Hyperlink"/>
                <w:rFonts w:hint="eastAsia"/>
                <w:noProof/>
                <w:rtl/>
              </w:rPr>
              <w:t>دادن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Toc33994961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130</w:t>
            </w:r>
            <w:r>
              <w:rPr>
                <w:noProof/>
                <w:webHidden/>
                <w:rtl/>
              </w:rPr>
              <w:fldChar w:fldCharType="end"/>
            </w:r>
          </w:hyperlink>
        </w:p>
        <w:p w:rsidR="000A1758" w:rsidRDefault="00CD16FA">
          <w:pPr>
            <w:pStyle w:val="TOC1"/>
            <w:rPr>
              <w:rFonts w:asciiTheme="minorHAnsi" w:eastAsiaTheme="minorEastAsia" w:hAnsiTheme="minorHAnsi" w:cstheme="minorBidi"/>
              <w:b w:val="0"/>
              <w:bCs w:val="0"/>
              <w:noProof/>
              <w:color w:val="auto"/>
              <w:sz w:val="22"/>
              <w:szCs w:val="22"/>
              <w:rtl/>
            </w:rPr>
          </w:pPr>
          <w:hyperlink w:anchor="_Toc33994962" w:history="1">
            <w:r w:rsidR="000A1758" w:rsidRPr="00BB6861">
              <w:rPr>
                <w:rStyle w:val="Hyperlink"/>
                <w:rFonts w:hint="eastAsia"/>
                <w:noProof/>
                <w:rtl/>
              </w:rPr>
              <w:t>فصل</w:t>
            </w:r>
            <w:r w:rsidR="000A1758" w:rsidRPr="00BB6861">
              <w:rPr>
                <w:rStyle w:val="Hyperlink"/>
                <w:noProof/>
                <w:rtl/>
              </w:rPr>
              <w:t xml:space="preserve"> </w:t>
            </w:r>
            <w:r w:rsidR="000A1758" w:rsidRPr="00BB6861">
              <w:rPr>
                <w:rStyle w:val="Hyperlink"/>
                <w:rFonts w:hint="eastAsia"/>
                <w:noProof/>
                <w:rtl/>
              </w:rPr>
              <w:t>سوم</w:t>
            </w:r>
            <w:r w:rsidR="000A1758" w:rsidRPr="00BB6861">
              <w:rPr>
                <w:rStyle w:val="Hyperlink"/>
                <w:noProof/>
                <w:rtl/>
              </w:rPr>
              <w:t xml:space="preserve"> : </w:t>
            </w:r>
            <w:r w:rsidR="000A1758" w:rsidRPr="00BB6861">
              <w:rPr>
                <w:rStyle w:val="Hyperlink"/>
                <w:rFonts w:hint="eastAsia"/>
                <w:noProof/>
                <w:rtl/>
              </w:rPr>
              <w:t>آثار</w:t>
            </w:r>
            <w:r w:rsidR="000A1758" w:rsidRPr="00BB6861">
              <w:rPr>
                <w:rStyle w:val="Hyperlink"/>
                <w:noProof/>
                <w:rtl/>
              </w:rPr>
              <w:t xml:space="preserve"> </w:t>
            </w:r>
            <w:r w:rsidR="000A1758" w:rsidRPr="00BB6861">
              <w:rPr>
                <w:rStyle w:val="Hyperlink"/>
                <w:rFonts w:hint="eastAsia"/>
                <w:noProof/>
                <w:rtl/>
              </w:rPr>
              <w:t>و</w:t>
            </w:r>
            <w:r w:rsidR="000A1758" w:rsidRPr="00BB6861">
              <w:rPr>
                <w:rStyle w:val="Hyperlink"/>
                <w:noProof/>
                <w:rtl/>
              </w:rPr>
              <w:t xml:space="preserve"> </w:t>
            </w:r>
            <w:r w:rsidR="000A1758" w:rsidRPr="00BB6861">
              <w:rPr>
                <w:rStyle w:val="Hyperlink"/>
                <w:rFonts w:hint="eastAsia"/>
                <w:noProof/>
                <w:rtl/>
              </w:rPr>
              <w:t>بركات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قيامت</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Toc33994962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131</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963"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اول</w:t>
            </w:r>
            <w:r w:rsidR="000A1758" w:rsidRPr="00BB6861">
              <w:rPr>
                <w:rStyle w:val="Hyperlink"/>
                <w:noProof/>
                <w:rtl/>
              </w:rPr>
              <w:t xml:space="preserve"> : </w:t>
            </w:r>
            <w:r w:rsidR="000A1758" w:rsidRPr="00BB6861">
              <w:rPr>
                <w:rStyle w:val="Hyperlink"/>
                <w:rFonts w:hint="eastAsia"/>
                <w:noProof/>
                <w:rtl/>
              </w:rPr>
              <w:t>جايگاه</w:t>
            </w:r>
            <w:r w:rsidR="000A1758" w:rsidRPr="00BB6861">
              <w:rPr>
                <w:rStyle w:val="Hyperlink"/>
                <w:noProof/>
                <w:rtl/>
              </w:rPr>
              <w:t xml:space="preserve"> </w:t>
            </w:r>
            <w:r w:rsidR="000A1758" w:rsidRPr="00BB6861">
              <w:rPr>
                <w:rStyle w:val="Hyperlink"/>
                <w:rFonts w:hint="eastAsia"/>
                <w:noProof/>
                <w:rtl/>
              </w:rPr>
              <w:t>ذاكر</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قيامت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Toc33994963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64" w:history="1">
            <w:r w:rsidR="000A1758" w:rsidRPr="00BB6861">
              <w:rPr>
                <w:rStyle w:val="Hyperlink"/>
                <w:noProof/>
                <w:rtl/>
              </w:rPr>
              <w:t xml:space="preserve">٢٢٥.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جمعه</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قيامت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Toc33994964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65" w:history="1">
            <w:r w:rsidR="000A1758" w:rsidRPr="00BB6861">
              <w:rPr>
                <w:rStyle w:val="Hyperlink"/>
                <w:noProof/>
                <w:rtl/>
              </w:rPr>
              <w:t xml:space="preserve">٢٢٦. </w:t>
            </w:r>
            <w:r w:rsidR="000A1758" w:rsidRPr="00BB6861">
              <w:rPr>
                <w:rStyle w:val="Hyperlink"/>
                <w:rFonts w:hint="eastAsia"/>
                <w:noProof/>
                <w:rtl/>
              </w:rPr>
              <w:t>نزديك</w:t>
            </w:r>
            <w:r w:rsidR="000A1758" w:rsidRPr="00BB6861">
              <w:rPr>
                <w:rStyle w:val="Hyperlink"/>
                <w:noProof/>
                <w:rtl/>
              </w:rPr>
              <w:t xml:space="preserve"> </w:t>
            </w:r>
            <w:r w:rsidR="000A1758" w:rsidRPr="00BB6861">
              <w:rPr>
                <w:rStyle w:val="Hyperlink"/>
                <w:rFonts w:hint="eastAsia"/>
                <w:noProof/>
                <w:rtl/>
              </w:rPr>
              <w:t>ترين</w:t>
            </w:r>
            <w:r w:rsidR="000A1758" w:rsidRPr="00BB6861">
              <w:rPr>
                <w:rStyle w:val="Hyperlink"/>
                <w:noProof/>
                <w:rtl/>
              </w:rPr>
              <w:t xml:space="preserve"> </w:t>
            </w:r>
            <w:r w:rsidR="000A1758" w:rsidRPr="00BB6861">
              <w:rPr>
                <w:rStyle w:val="Hyperlink"/>
                <w:rFonts w:hint="eastAsia"/>
                <w:noProof/>
                <w:rtl/>
              </w:rPr>
              <w:t>افراد</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پيامبر</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قيامت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Toc33994965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66" w:history="1">
            <w:r w:rsidR="000A1758" w:rsidRPr="00BB6861">
              <w:rPr>
                <w:rStyle w:val="Hyperlink"/>
                <w:noProof/>
                <w:rtl/>
              </w:rPr>
              <w:t xml:space="preserve">٢٢٧. </w:t>
            </w:r>
            <w:r w:rsidR="000A1758" w:rsidRPr="00BB6861">
              <w:rPr>
                <w:rStyle w:val="Hyperlink"/>
                <w:rFonts w:hint="eastAsia"/>
                <w:noProof/>
                <w:rtl/>
              </w:rPr>
              <w:t>گشايش</w:t>
            </w:r>
            <w:r w:rsidR="000A1758" w:rsidRPr="00BB6861">
              <w:rPr>
                <w:rStyle w:val="Hyperlink"/>
                <w:noProof/>
                <w:rtl/>
              </w:rPr>
              <w:t xml:space="preserve"> </w:t>
            </w:r>
            <w:r w:rsidR="000A1758" w:rsidRPr="00BB6861">
              <w:rPr>
                <w:rStyle w:val="Hyperlink"/>
                <w:rFonts w:hint="eastAsia"/>
                <w:noProof/>
                <w:rtl/>
              </w:rPr>
              <w:t>هفتاد</w:t>
            </w:r>
            <w:r w:rsidR="000A1758" w:rsidRPr="00BB6861">
              <w:rPr>
                <w:rStyle w:val="Hyperlink"/>
                <w:noProof/>
                <w:rtl/>
              </w:rPr>
              <w:t xml:space="preserve"> </w:t>
            </w:r>
            <w:r w:rsidR="000A1758" w:rsidRPr="00BB6861">
              <w:rPr>
                <w:rStyle w:val="Hyperlink"/>
                <w:rFonts w:hint="eastAsia"/>
                <w:noProof/>
                <w:rtl/>
              </w:rPr>
              <w:t>حاجت</w:t>
            </w:r>
            <w:r w:rsidR="000A1758" w:rsidRPr="00BB6861">
              <w:rPr>
                <w:rStyle w:val="Hyperlink"/>
                <w:noProof/>
                <w:rtl/>
              </w:rPr>
              <w:t xml:space="preserve"> </w:t>
            </w:r>
            <w:r w:rsidR="000A1758" w:rsidRPr="00BB6861">
              <w:rPr>
                <w:rStyle w:val="Hyperlink"/>
                <w:rFonts w:hint="eastAsia"/>
                <w:noProof/>
                <w:rtl/>
              </w:rPr>
              <w:t>اخروى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Toc33994966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67" w:history="1">
            <w:r w:rsidR="000A1758" w:rsidRPr="00BB6861">
              <w:rPr>
                <w:rStyle w:val="Hyperlink"/>
                <w:noProof/>
                <w:rtl/>
              </w:rPr>
              <w:t xml:space="preserve">٢٢٨. </w:t>
            </w:r>
            <w:r w:rsidR="000A1758" w:rsidRPr="00BB6861">
              <w:rPr>
                <w:rStyle w:val="Hyperlink"/>
                <w:rFonts w:hint="eastAsia"/>
                <w:noProof/>
                <w:rtl/>
              </w:rPr>
              <w:t>نور</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قيامت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Toc33994967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68" w:history="1">
            <w:r w:rsidR="000A1758" w:rsidRPr="00BB6861">
              <w:rPr>
                <w:rStyle w:val="Hyperlink"/>
                <w:noProof/>
                <w:rtl/>
              </w:rPr>
              <w:t xml:space="preserve">٢٢٩. </w:t>
            </w:r>
            <w:r w:rsidR="000A1758" w:rsidRPr="00BB6861">
              <w:rPr>
                <w:rStyle w:val="Hyperlink"/>
                <w:rFonts w:hint="eastAsia"/>
                <w:noProof/>
                <w:rtl/>
              </w:rPr>
              <w:t>رواشدن</w:t>
            </w:r>
            <w:r w:rsidR="000A1758" w:rsidRPr="00BB6861">
              <w:rPr>
                <w:rStyle w:val="Hyperlink"/>
                <w:noProof/>
                <w:rtl/>
              </w:rPr>
              <w:t xml:space="preserve"> </w:t>
            </w:r>
            <w:r w:rsidR="000A1758" w:rsidRPr="00BB6861">
              <w:rPr>
                <w:rStyle w:val="Hyperlink"/>
                <w:rFonts w:hint="eastAsia"/>
                <w:noProof/>
                <w:rtl/>
              </w:rPr>
              <w:t>سى</w:t>
            </w:r>
            <w:r w:rsidR="000A1758" w:rsidRPr="00BB6861">
              <w:rPr>
                <w:rStyle w:val="Hyperlink"/>
                <w:noProof/>
                <w:rtl/>
              </w:rPr>
              <w:t xml:space="preserve"> </w:t>
            </w:r>
            <w:r w:rsidR="000A1758" w:rsidRPr="00BB6861">
              <w:rPr>
                <w:rStyle w:val="Hyperlink"/>
                <w:rFonts w:hint="eastAsia"/>
                <w:noProof/>
                <w:rtl/>
              </w:rPr>
              <w:t>حاجت</w:t>
            </w:r>
            <w:r w:rsidR="000A1758" w:rsidRPr="00BB6861">
              <w:rPr>
                <w:rStyle w:val="Hyperlink"/>
                <w:noProof/>
                <w:rtl/>
              </w:rPr>
              <w:t xml:space="preserve"> </w:t>
            </w:r>
            <w:r w:rsidR="000A1758" w:rsidRPr="00BB6861">
              <w:rPr>
                <w:rStyle w:val="Hyperlink"/>
                <w:rFonts w:hint="eastAsia"/>
                <w:noProof/>
                <w:rtl/>
              </w:rPr>
              <w:t>آخرت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Toc33994968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69" w:history="1">
            <w:r w:rsidR="000A1758" w:rsidRPr="00BB6861">
              <w:rPr>
                <w:rStyle w:val="Hyperlink"/>
                <w:noProof/>
                <w:rtl/>
              </w:rPr>
              <w:t xml:space="preserve">٢٣٠. </w:t>
            </w:r>
            <w:r w:rsidR="000A1758" w:rsidRPr="00BB6861">
              <w:rPr>
                <w:rStyle w:val="Hyperlink"/>
                <w:rFonts w:hint="eastAsia"/>
                <w:noProof/>
                <w:rtl/>
              </w:rPr>
              <w:t>زير</w:t>
            </w:r>
            <w:r w:rsidR="000A1758" w:rsidRPr="00BB6861">
              <w:rPr>
                <w:rStyle w:val="Hyperlink"/>
                <w:noProof/>
                <w:rtl/>
              </w:rPr>
              <w:t xml:space="preserve"> </w:t>
            </w:r>
            <w:r w:rsidR="000A1758" w:rsidRPr="00BB6861">
              <w:rPr>
                <w:rStyle w:val="Hyperlink"/>
                <w:rFonts w:hint="eastAsia"/>
                <w:noProof/>
                <w:rtl/>
              </w:rPr>
              <w:t>عرش</w:t>
            </w:r>
            <w:r w:rsidR="000A1758" w:rsidRPr="00BB6861">
              <w:rPr>
                <w:rStyle w:val="Hyperlink"/>
                <w:noProof/>
                <w:rtl/>
              </w:rPr>
              <w:t xml:space="preserve"> </w:t>
            </w:r>
            <w:r w:rsidR="000A1758" w:rsidRPr="00BB6861">
              <w:rPr>
                <w:rStyle w:val="Hyperlink"/>
                <w:rFonts w:hint="eastAsia"/>
                <w:noProof/>
                <w:rtl/>
              </w:rPr>
              <w:t>الهى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Toc33994969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132</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970"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دوم</w:t>
            </w:r>
            <w:r w:rsidR="000A1758" w:rsidRPr="00BB6861">
              <w:rPr>
                <w:rStyle w:val="Hyperlink"/>
                <w:noProof/>
                <w:rtl/>
              </w:rPr>
              <w:t xml:space="preserve"> : </w:t>
            </w:r>
            <w:r w:rsidR="000A1758" w:rsidRPr="00BB6861">
              <w:rPr>
                <w:rStyle w:val="Hyperlink"/>
                <w:rFonts w:hint="eastAsia"/>
                <w:noProof/>
                <w:rtl/>
              </w:rPr>
              <w:t>سنگينى</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ترازوى</w:t>
            </w:r>
            <w:r w:rsidR="000A1758" w:rsidRPr="00BB6861">
              <w:rPr>
                <w:rStyle w:val="Hyperlink"/>
                <w:noProof/>
                <w:rtl/>
              </w:rPr>
              <w:t xml:space="preserve"> </w:t>
            </w:r>
            <w:r w:rsidR="000A1758" w:rsidRPr="00BB6861">
              <w:rPr>
                <w:rStyle w:val="Hyperlink"/>
                <w:rFonts w:hint="eastAsia"/>
                <w:noProof/>
                <w:rtl/>
              </w:rPr>
              <w:t>اعمال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Toc33994970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71" w:history="1">
            <w:r w:rsidR="000A1758" w:rsidRPr="00BB6861">
              <w:rPr>
                <w:rStyle w:val="Hyperlink"/>
                <w:noProof/>
                <w:rtl/>
              </w:rPr>
              <w:t xml:space="preserve">٢٣١.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ماه</w:t>
            </w:r>
            <w:r w:rsidR="000A1758" w:rsidRPr="00BB6861">
              <w:rPr>
                <w:rStyle w:val="Hyperlink"/>
                <w:noProof/>
                <w:rtl/>
              </w:rPr>
              <w:t xml:space="preserve"> </w:t>
            </w:r>
            <w:r w:rsidR="000A1758" w:rsidRPr="00BB6861">
              <w:rPr>
                <w:rStyle w:val="Hyperlink"/>
                <w:rFonts w:hint="eastAsia"/>
                <w:noProof/>
                <w:rtl/>
              </w:rPr>
              <w:t>رمضان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Toc33994971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72" w:history="1">
            <w:r w:rsidR="000A1758" w:rsidRPr="00BB6861">
              <w:rPr>
                <w:rStyle w:val="Hyperlink"/>
                <w:noProof/>
                <w:rtl/>
              </w:rPr>
              <w:t xml:space="preserve">٢٣٢. </w:t>
            </w:r>
            <w:r w:rsidR="000A1758" w:rsidRPr="00BB6861">
              <w:rPr>
                <w:rStyle w:val="Hyperlink"/>
                <w:rFonts w:hint="eastAsia"/>
                <w:noProof/>
                <w:rtl/>
              </w:rPr>
              <w:t>سنگين</w:t>
            </w:r>
            <w:r w:rsidR="000A1758" w:rsidRPr="00BB6861">
              <w:rPr>
                <w:rStyle w:val="Hyperlink"/>
                <w:noProof/>
                <w:rtl/>
              </w:rPr>
              <w:t xml:space="preserve"> </w:t>
            </w:r>
            <w:r w:rsidR="000A1758" w:rsidRPr="00BB6861">
              <w:rPr>
                <w:rStyle w:val="Hyperlink"/>
                <w:rFonts w:hint="eastAsia"/>
                <w:noProof/>
                <w:rtl/>
              </w:rPr>
              <w:t>ترين</w:t>
            </w:r>
            <w:r w:rsidR="000A1758" w:rsidRPr="00BB6861">
              <w:rPr>
                <w:rStyle w:val="Hyperlink"/>
                <w:noProof/>
                <w:rtl/>
              </w:rPr>
              <w:t xml:space="preserve"> </w:t>
            </w:r>
            <w:r w:rsidR="000A1758" w:rsidRPr="00BB6861">
              <w:rPr>
                <w:rStyle w:val="Hyperlink"/>
                <w:rFonts w:hint="eastAsia"/>
                <w:noProof/>
                <w:rtl/>
              </w:rPr>
              <w:t>عمل</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قيامت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Toc33994972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73" w:history="1">
            <w:r w:rsidR="000A1758" w:rsidRPr="00BB6861">
              <w:rPr>
                <w:rStyle w:val="Hyperlink"/>
                <w:noProof/>
                <w:rtl/>
              </w:rPr>
              <w:t xml:space="preserve">٢٣٣. </w:t>
            </w:r>
            <w:r w:rsidR="000A1758" w:rsidRPr="00BB6861">
              <w:rPr>
                <w:rStyle w:val="Hyperlink"/>
                <w:rFonts w:hint="eastAsia"/>
                <w:noProof/>
                <w:rtl/>
              </w:rPr>
              <w:t>سنگينى</w:t>
            </w:r>
            <w:r w:rsidR="000A1758" w:rsidRPr="00BB6861">
              <w:rPr>
                <w:rStyle w:val="Hyperlink"/>
                <w:noProof/>
                <w:rtl/>
              </w:rPr>
              <w:t xml:space="preserve"> </w:t>
            </w:r>
            <w:r w:rsidR="000A1758" w:rsidRPr="00BB6861">
              <w:rPr>
                <w:rStyle w:val="Hyperlink"/>
                <w:rFonts w:hint="eastAsia"/>
                <w:noProof/>
                <w:rtl/>
              </w:rPr>
              <w:t>حسنات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Toc33994973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74" w:history="1">
            <w:r w:rsidR="000A1758" w:rsidRPr="00BB6861">
              <w:rPr>
                <w:rStyle w:val="Hyperlink"/>
                <w:noProof/>
                <w:rtl/>
              </w:rPr>
              <w:t xml:space="preserve">٢٣٤. </w:t>
            </w:r>
            <w:r w:rsidR="000A1758" w:rsidRPr="00BB6861">
              <w:rPr>
                <w:rStyle w:val="Hyperlink"/>
                <w:rFonts w:hint="eastAsia"/>
                <w:noProof/>
                <w:rtl/>
              </w:rPr>
              <w:t>افضل</w:t>
            </w:r>
            <w:r w:rsidR="000A1758" w:rsidRPr="00BB6861">
              <w:rPr>
                <w:rStyle w:val="Hyperlink"/>
                <w:noProof/>
                <w:rtl/>
              </w:rPr>
              <w:t xml:space="preserve"> </w:t>
            </w:r>
            <w:r w:rsidR="000A1758" w:rsidRPr="00BB6861">
              <w:rPr>
                <w:rStyle w:val="Hyperlink"/>
                <w:rFonts w:hint="eastAsia"/>
                <w:noProof/>
                <w:rtl/>
              </w:rPr>
              <w:t>اعمال</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قيامت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Toc33994974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75" w:history="1">
            <w:r w:rsidR="000A1758" w:rsidRPr="00BB6861">
              <w:rPr>
                <w:rStyle w:val="Hyperlink"/>
                <w:noProof/>
                <w:rtl/>
              </w:rPr>
              <w:t xml:space="preserve">٢٣٥. </w:t>
            </w:r>
            <w:r w:rsidR="000A1758" w:rsidRPr="00BB6861">
              <w:rPr>
                <w:rStyle w:val="Hyperlink"/>
                <w:rFonts w:hint="eastAsia"/>
                <w:noProof/>
                <w:rtl/>
              </w:rPr>
              <w:t>ذخيره</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براى</w:t>
            </w:r>
            <w:r w:rsidR="000A1758" w:rsidRPr="00BB6861">
              <w:rPr>
                <w:rStyle w:val="Hyperlink"/>
                <w:noProof/>
                <w:rtl/>
              </w:rPr>
              <w:t xml:space="preserve"> </w:t>
            </w:r>
            <w:r w:rsidR="000A1758" w:rsidRPr="00BB6861">
              <w:rPr>
                <w:rStyle w:val="Hyperlink"/>
                <w:rFonts w:hint="eastAsia"/>
                <w:noProof/>
                <w:rtl/>
              </w:rPr>
              <w:t>قيامت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Toc33994975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76" w:history="1">
            <w:r w:rsidR="000A1758" w:rsidRPr="00BB6861">
              <w:rPr>
                <w:rStyle w:val="Hyperlink"/>
                <w:noProof/>
                <w:rtl/>
              </w:rPr>
              <w:t xml:space="preserve">٢٣٦. </w:t>
            </w:r>
            <w:r w:rsidR="000A1758" w:rsidRPr="00BB6861">
              <w:rPr>
                <w:rStyle w:val="Hyperlink"/>
                <w:rFonts w:hint="eastAsia"/>
                <w:noProof/>
                <w:rtl/>
              </w:rPr>
              <w:t>سنگين</w:t>
            </w:r>
            <w:r w:rsidR="000A1758" w:rsidRPr="00BB6861">
              <w:rPr>
                <w:rStyle w:val="Hyperlink"/>
                <w:noProof/>
                <w:rtl/>
              </w:rPr>
              <w:t xml:space="preserve"> </w:t>
            </w:r>
            <w:r w:rsidR="000A1758" w:rsidRPr="00BB6861">
              <w:rPr>
                <w:rStyle w:val="Hyperlink"/>
                <w:rFonts w:hint="eastAsia"/>
                <w:noProof/>
                <w:rtl/>
              </w:rPr>
              <w:t>ترين</w:t>
            </w:r>
            <w:r w:rsidR="000A1758" w:rsidRPr="00BB6861">
              <w:rPr>
                <w:rStyle w:val="Hyperlink"/>
                <w:noProof/>
                <w:rtl/>
              </w:rPr>
              <w:t xml:space="preserve"> </w:t>
            </w:r>
            <w:r w:rsidR="000A1758" w:rsidRPr="00BB6861">
              <w:rPr>
                <w:rStyle w:val="Hyperlink"/>
                <w:rFonts w:hint="eastAsia"/>
                <w:noProof/>
                <w:rtl/>
              </w:rPr>
              <w:t>اعمال</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ميزان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Toc33994976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135</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977"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سوم</w:t>
            </w:r>
            <w:r w:rsidR="000A1758" w:rsidRPr="00BB6861">
              <w:rPr>
                <w:rStyle w:val="Hyperlink"/>
                <w:noProof/>
                <w:rtl/>
              </w:rPr>
              <w:t xml:space="preserve"> : </w:t>
            </w:r>
            <w:r w:rsidR="000A1758" w:rsidRPr="00BB6861">
              <w:rPr>
                <w:rStyle w:val="Hyperlink"/>
                <w:rFonts w:hint="eastAsia"/>
                <w:noProof/>
                <w:rtl/>
              </w:rPr>
              <w:t>مجوز</w:t>
            </w:r>
            <w:r w:rsidR="000A1758" w:rsidRPr="00BB6861">
              <w:rPr>
                <w:rStyle w:val="Hyperlink"/>
                <w:noProof/>
                <w:rtl/>
              </w:rPr>
              <w:t xml:space="preserve"> </w:t>
            </w:r>
            <w:r w:rsidR="000A1758" w:rsidRPr="00BB6861">
              <w:rPr>
                <w:rStyle w:val="Hyperlink"/>
                <w:rFonts w:hint="eastAsia"/>
                <w:noProof/>
                <w:rtl/>
              </w:rPr>
              <w:t>عبور</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صراط</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Toc33994977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78" w:history="1">
            <w:r w:rsidR="000A1758" w:rsidRPr="00BB6861">
              <w:rPr>
                <w:rStyle w:val="Hyperlink"/>
                <w:noProof/>
                <w:rtl/>
              </w:rPr>
              <w:t xml:space="preserve">٢٣٧. </w:t>
            </w:r>
            <w:r w:rsidR="000A1758" w:rsidRPr="00BB6861">
              <w:rPr>
                <w:rStyle w:val="Hyperlink"/>
                <w:rFonts w:hint="eastAsia"/>
                <w:noProof/>
                <w:rtl/>
              </w:rPr>
              <w:t>راهنماى</w:t>
            </w:r>
            <w:r w:rsidR="000A1758" w:rsidRPr="00BB6861">
              <w:rPr>
                <w:rStyle w:val="Hyperlink"/>
                <w:noProof/>
                <w:rtl/>
              </w:rPr>
              <w:t xml:space="preserve"> </w:t>
            </w:r>
            <w:r w:rsidR="000A1758" w:rsidRPr="00BB6861">
              <w:rPr>
                <w:rStyle w:val="Hyperlink"/>
                <w:rFonts w:hint="eastAsia"/>
                <w:noProof/>
                <w:rtl/>
              </w:rPr>
              <w:t>عبور</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صراط</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Toc33994978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79" w:history="1">
            <w:r w:rsidR="000A1758" w:rsidRPr="00BB6861">
              <w:rPr>
                <w:rStyle w:val="Hyperlink"/>
                <w:noProof/>
                <w:rtl/>
              </w:rPr>
              <w:t xml:space="preserve">٢٣٨. </w:t>
            </w:r>
            <w:r w:rsidR="000A1758" w:rsidRPr="00BB6861">
              <w:rPr>
                <w:rStyle w:val="Hyperlink"/>
                <w:rFonts w:hint="eastAsia"/>
                <w:noProof/>
                <w:rtl/>
              </w:rPr>
              <w:t>نور</w:t>
            </w:r>
            <w:r w:rsidR="000A1758" w:rsidRPr="00BB6861">
              <w:rPr>
                <w:rStyle w:val="Hyperlink"/>
                <w:noProof/>
                <w:rtl/>
              </w:rPr>
              <w:t xml:space="preserve"> </w:t>
            </w:r>
            <w:r w:rsidR="000A1758" w:rsidRPr="00BB6861">
              <w:rPr>
                <w:rStyle w:val="Hyperlink"/>
                <w:rFonts w:hint="eastAsia"/>
                <w:noProof/>
                <w:rtl/>
              </w:rPr>
              <w:t>بالاى</w:t>
            </w:r>
            <w:r w:rsidR="000A1758" w:rsidRPr="00BB6861">
              <w:rPr>
                <w:rStyle w:val="Hyperlink"/>
                <w:noProof/>
                <w:rtl/>
              </w:rPr>
              <w:t xml:space="preserve"> </w:t>
            </w:r>
            <w:r w:rsidR="000A1758" w:rsidRPr="00BB6861">
              <w:rPr>
                <w:rStyle w:val="Hyperlink"/>
                <w:rFonts w:hint="eastAsia"/>
                <w:noProof/>
                <w:rtl/>
              </w:rPr>
              <w:t>صراط</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Toc33994979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80" w:history="1">
            <w:r w:rsidR="000A1758" w:rsidRPr="00BB6861">
              <w:rPr>
                <w:rStyle w:val="Hyperlink"/>
                <w:noProof/>
                <w:rtl/>
              </w:rPr>
              <w:t xml:space="preserve">٢٣٩. </w:t>
            </w:r>
            <w:r w:rsidR="000A1758" w:rsidRPr="00BB6861">
              <w:rPr>
                <w:rStyle w:val="Hyperlink"/>
                <w:rFonts w:hint="eastAsia"/>
                <w:noProof/>
                <w:rtl/>
              </w:rPr>
              <w:t>نورى</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صراط</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Toc33994980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136</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981"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چهارم</w:t>
            </w:r>
            <w:r w:rsidR="000A1758" w:rsidRPr="00BB6861">
              <w:rPr>
                <w:rStyle w:val="Hyperlink"/>
                <w:noProof/>
                <w:rtl/>
              </w:rPr>
              <w:t xml:space="preserve"> : </w:t>
            </w:r>
            <w:r w:rsidR="000A1758" w:rsidRPr="00BB6861">
              <w:rPr>
                <w:rStyle w:val="Hyperlink"/>
                <w:rFonts w:hint="eastAsia"/>
                <w:noProof/>
                <w:rtl/>
              </w:rPr>
              <w:t>شفاعت</w:t>
            </w:r>
            <w:r w:rsidR="000A1758" w:rsidRPr="00BB6861">
              <w:rPr>
                <w:rStyle w:val="Hyperlink"/>
                <w:noProof/>
                <w:rtl/>
              </w:rPr>
              <w:t xml:space="preserve"> </w:t>
            </w:r>
            <w:r w:rsidR="000A1758" w:rsidRPr="00BB6861">
              <w:rPr>
                <w:rStyle w:val="Hyperlink"/>
                <w:rFonts w:hint="eastAsia"/>
                <w:noProof/>
                <w:rtl/>
              </w:rPr>
              <w:t>پيامبر</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فرستنده</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Toc33994981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82" w:history="1">
            <w:r w:rsidR="000A1758" w:rsidRPr="00BB6861">
              <w:rPr>
                <w:rStyle w:val="Hyperlink"/>
                <w:noProof/>
                <w:rtl/>
              </w:rPr>
              <w:t xml:space="preserve">٢٤٠.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قيامت</w:t>
            </w:r>
            <w:r w:rsidR="000A1758" w:rsidRPr="00BB6861">
              <w:rPr>
                <w:rStyle w:val="Hyperlink"/>
                <w:noProof/>
                <w:rtl/>
              </w:rPr>
              <w:t xml:space="preserve"> </w:t>
            </w:r>
            <w:r w:rsidR="000A1758" w:rsidRPr="00BB6861">
              <w:rPr>
                <w:rStyle w:val="Hyperlink"/>
                <w:rFonts w:hint="eastAsia"/>
                <w:noProof/>
                <w:rtl/>
              </w:rPr>
              <w:t>شفيع</w:t>
            </w:r>
            <w:r w:rsidR="000A1758" w:rsidRPr="00BB6861">
              <w:rPr>
                <w:rStyle w:val="Hyperlink"/>
                <w:noProof/>
                <w:rtl/>
              </w:rPr>
              <w:t xml:space="preserve"> </w:t>
            </w:r>
            <w:r w:rsidR="000A1758" w:rsidRPr="00BB6861">
              <w:rPr>
                <w:rStyle w:val="Hyperlink"/>
                <w:rFonts w:hint="eastAsia"/>
                <w:noProof/>
                <w:rtl/>
              </w:rPr>
              <w:t>توام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Toc33994982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137</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83" w:history="1">
            <w:r w:rsidR="000A1758" w:rsidRPr="00BB6861">
              <w:rPr>
                <w:rStyle w:val="Hyperlink"/>
                <w:noProof/>
                <w:rtl/>
              </w:rPr>
              <w:t>٢٤١ .</w:t>
            </w:r>
            <w:r w:rsidR="000A1758" w:rsidRPr="00BB6861">
              <w:rPr>
                <w:rStyle w:val="Hyperlink"/>
                <w:rFonts w:hint="eastAsia"/>
                <w:noProof/>
                <w:rtl/>
              </w:rPr>
              <w:t>شفاعت</w:t>
            </w:r>
            <w:r w:rsidR="000A1758" w:rsidRPr="00BB6861">
              <w:rPr>
                <w:rStyle w:val="Hyperlink"/>
                <w:noProof/>
                <w:rtl/>
              </w:rPr>
              <w:t xml:space="preserve"> </w:t>
            </w:r>
            <w:r w:rsidR="000A1758" w:rsidRPr="00BB6861">
              <w:rPr>
                <w:rStyle w:val="Hyperlink"/>
                <w:rFonts w:hint="eastAsia"/>
                <w:noProof/>
                <w:rtl/>
              </w:rPr>
              <w:t>پيامبر</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قيامت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Toc33994983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84" w:history="1">
            <w:r w:rsidR="000A1758" w:rsidRPr="00BB6861">
              <w:rPr>
                <w:rStyle w:val="Hyperlink"/>
                <w:noProof/>
                <w:rtl/>
              </w:rPr>
              <w:t xml:space="preserve">٢٤٢. </w:t>
            </w:r>
            <w:r w:rsidR="000A1758" w:rsidRPr="00BB6861">
              <w:rPr>
                <w:rStyle w:val="Hyperlink"/>
                <w:rFonts w:hint="eastAsia"/>
                <w:noProof/>
                <w:rtl/>
              </w:rPr>
              <w:t>واجب</w:t>
            </w:r>
            <w:r w:rsidR="000A1758" w:rsidRPr="00BB6861">
              <w:rPr>
                <w:rStyle w:val="Hyperlink"/>
                <w:noProof/>
                <w:rtl/>
              </w:rPr>
              <w:t xml:space="preserve"> </w:t>
            </w:r>
            <w:r w:rsidR="000A1758" w:rsidRPr="00BB6861">
              <w:rPr>
                <w:rStyle w:val="Hyperlink"/>
                <w:rFonts w:hint="eastAsia"/>
                <w:noProof/>
                <w:rtl/>
              </w:rPr>
              <w:t>شدن</w:t>
            </w:r>
            <w:r w:rsidR="000A1758" w:rsidRPr="00BB6861">
              <w:rPr>
                <w:rStyle w:val="Hyperlink"/>
                <w:noProof/>
                <w:rtl/>
              </w:rPr>
              <w:t xml:space="preserve"> </w:t>
            </w:r>
            <w:r w:rsidR="000A1758" w:rsidRPr="00BB6861">
              <w:rPr>
                <w:rStyle w:val="Hyperlink"/>
                <w:rFonts w:hint="eastAsia"/>
                <w:noProof/>
                <w:rtl/>
              </w:rPr>
              <w:t>شفاعت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Toc33994984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138</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85" w:history="1">
            <w:r w:rsidR="000A1758" w:rsidRPr="00BB6861">
              <w:rPr>
                <w:rStyle w:val="Hyperlink"/>
                <w:noProof/>
                <w:rtl/>
              </w:rPr>
              <w:t xml:space="preserve">٢٤٣. </w:t>
            </w:r>
            <w:r w:rsidR="000A1758" w:rsidRPr="00BB6861">
              <w:rPr>
                <w:rStyle w:val="Hyperlink"/>
                <w:rFonts w:hint="eastAsia"/>
                <w:noProof/>
                <w:rtl/>
              </w:rPr>
              <w:t>شفاعت</w:t>
            </w:r>
            <w:r w:rsidR="000A1758" w:rsidRPr="00BB6861">
              <w:rPr>
                <w:rStyle w:val="Hyperlink"/>
                <w:noProof/>
                <w:rtl/>
              </w:rPr>
              <w:t xml:space="preserve"> </w:t>
            </w:r>
            <w:r w:rsidR="000A1758" w:rsidRPr="00BB6861">
              <w:rPr>
                <w:rStyle w:val="Hyperlink"/>
                <w:rFonts w:hint="eastAsia"/>
                <w:noProof/>
                <w:rtl/>
              </w:rPr>
              <w:t>هزار</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Toc33994985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138</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4986" w:history="1">
            <w:r w:rsidR="000A1758" w:rsidRPr="00BB6861">
              <w:rPr>
                <w:rStyle w:val="Hyperlink"/>
                <w:rFonts w:hint="eastAsia"/>
                <w:noProof/>
                <w:rtl/>
              </w:rPr>
              <w:t>بخش</w:t>
            </w:r>
            <w:r w:rsidR="000A1758" w:rsidRPr="00BB6861">
              <w:rPr>
                <w:rStyle w:val="Hyperlink"/>
                <w:noProof/>
                <w:rtl/>
              </w:rPr>
              <w:t xml:space="preserve"> </w:t>
            </w:r>
            <w:r w:rsidR="000A1758" w:rsidRPr="00BB6861">
              <w:rPr>
                <w:rStyle w:val="Hyperlink"/>
                <w:rFonts w:hint="eastAsia"/>
                <w:noProof/>
                <w:rtl/>
              </w:rPr>
              <w:t>پنجم</w:t>
            </w:r>
            <w:r w:rsidR="000A1758" w:rsidRPr="00BB6861">
              <w:rPr>
                <w:rStyle w:val="Hyperlink"/>
                <w:noProof/>
                <w:rtl/>
              </w:rPr>
              <w:t xml:space="preserve"> : </w:t>
            </w:r>
            <w:r w:rsidR="000A1758" w:rsidRPr="00BB6861">
              <w:rPr>
                <w:rStyle w:val="Hyperlink"/>
                <w:rFonts w:hint="eastAsia"/>
                <w:noProof/>
                <w:rtl/>
              </w:rPr>
              <w:t>محافظت</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آتش</w:t>
            </w:r>
            <w:r w:rsidR="000A1758" w:rsidRPr="00BB6861">
              <w:rPr>
                <w:rStyle w:val="Hyperlink"/>
                <w:noProof/>
                <w:rtl/>
              </w:rPr>
              <w:t xml:space="preserve"> </w:t>
            </w:r>
            <w:r w:rsidR="000A1758" w:rsidRPr="00BB6861">
              <w:rPr>
                <w:rStyle w:val="Hyperlink"/>
                <w:rFonts w:hint="eastAsia"/>
                <w:noProof/>
                <w:rtl/>
              </w:rPr>
              <w:t>جهنم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Toc33994986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87" w:history="1">
            <w:r w:rsidR="000A1758" w:rsidRPr="00BB6861">
              <w:rPr>
                <w:rStyle w:val="Hyperlink"/>
                <w:noProof/>
                <w:rtl/>
              </w:rPr>
              <w:t xml:space="preserve">٢٤٤. </w:t>
            </w:r>
            <w:r w:rsidR="000A1758" w:rsidRPr="00BB6861">
              <w:rPr>
                <w:rStyle w:val="Hyperlink"/>
                <w:rFonts w:hint="eastAsia"/>
                <w:noProof/>
                <w:rtl/>
              </w:rPr>
              <w:t>محافظت</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گرماى</w:t>
            </w:r>
            <w:r w:rsidR="000A1758" w:rsidRPr="00BB6861">
              <w:rPr>
                <w:rStyle w:val="Hyperlink"/>
                <w:noProof/>
                <w:rtl/>
              </w:rPr>
              <w:t xml:space="preserve"> </w:t>
            </w:r>
            <w:r w:rsidR="000A1758" w:rsidRPr="00BB6861">
              <w:rPr>
                <w:rStyle w:val="Hyperlink"/>
                <w:rFonts w:hint="eastAsia"/>
                <w:noProof/>
                <w:rtl/>
              </w:rPr>
              <w:t>دوزخ</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Toc33994987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139</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88" w:history="1">
            <w:r w:rsidR="000A1758" w:rsidRPr="00BB6861">
              <w:rPr>
                <w:rStyle w:val="Hyperlink"/>
                <w:noProof/>
                <w:rtl/>
              </w:rPr>
              <w:t xml:space="preserve">٢٤٥. </w:t>
            </w:r>
            <w:r w:rsidR="000A1758" w:rsidRPr="00BB6861">
              <w:rPr>
                <w:rStyle w:val="Hyperlink"/>
                <w:rFonts w:hint="eastAsia"/>
                <w:noProof/>
                <w:rtl/>
              </w:rPr>
              <w:t>رهايى</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جهنم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Toc33994988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140</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89" w:history="1">
            <w:r w:rsidR="000A1758" w:rsidRPr="00BB6861">
              <w:rPr>
                <w:rStyle w:val="Hyperlink"/>
                <w:noProof/>
                <w:rtl/>
              </w:rPr>
              <w:t xml:space="preserve">٢٤٦ - </w:t>
            </w:r>
            <w:r w:rsidR="000A1758" w:rsidRPr="00BB6861">
              <w:rPr>
                <w:rStyle w:val="Hyperlink"/>
                <w:rFonts w:hint="eastAsia"/>
                <w:noProof/>
                <w:rtl/>
              </w:rPr>
              <w:t>محافظت</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آتش</w:t>
            </w:r>
            <w:r w:rsidR="000A1758" w:rsidRPr="00BB6861">
              <w:rPr>
                <w:rStyle w:val="Hyperlink"/>
                <w:noProof/>
                <w:rtl/>
              </w:rPr>
              <w:t xml:space="preserve"> </w:t>
            </w:r>
            <w:r w:rsidR="000A1758" w:rsidRPr="00BB6861">
              <w:rPr>
                <w:rStyle w:val="Hyperlink"/>
                <w:rFonts w:hint="eastAsia"/>
                <w:noProof/>
                <w:rtl/>
              </w:rPr>
              <w:t>دوزخ</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Toc33994989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90" w:history="1">
            <w:r w:rsidR="000A1758" w:rsidRPr="00BB6861">
              <w:rPr>
                <w:rStyle w:val="Hyperlink"/>
                <w:noProof/>
                <w:rtl/>
              </w:rPr>
              <w:t xml:space="preserve">٢٤٧. </w:t>
            </w:r>
            <w:r w:rsidR="000A1758" w:rsidRPr="00BB6861">
              <w:rPr>
                <w:rStyle w:val="Hyperlink"/>
                <w:rFonts w:hint="eastAsia"/>
                <w:noProof/>
                <w:rtl/>
              </w:rPr>
              <w:t>راحتى</w:t>
            </w:r>
            <w:r w:rsidR="000A1758" w:rsidRPr="00BB6861">
              <w:rPr>
                <w:rStyle w:val="Hyperlink"/>
                <w:noProof/>
                <w:rtl/>
              </w:rPr>
              <w:t xml:space="preserve"> </w:t>
            </w:r>
            <w:r w:rsidR="000A1758" w:rsidRPr="00BB6861">
              <w:rPr>
                <w:rStyle w:val="Hyperlink"/>
                <w:rFonts w:hint="eastAsia"/>
                <w:noProof/>
                <w:rtl/>
              </w:rPr>
              <w:t>مرگ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Toc33994990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91" w:history="1">
            <w:r w:rsidR="000A1758" w:rsidRPr="00BB6861">
              <w:rPr>
                <w:rStyle w:val="Hyperlink"/>
                <w:noProof/>
                <w:rtl/>
              </w:rPr>
              <w:t xml:space="preserve">٢٤٨. </w:t>
            </w:r>
            <w:r w:rsidR="000A1758" w:rsidRPr="00BB6861">
              <w:rPr>
                <w:rStyle w:val="Hyperlink"/>
                <w:rFonts w:hint="eastAsia"/>
                <w:noProof/>
                <w:rtl/>
              </w:rPr>
              <w:t>تزويح</w:t>
            </w:r>
            <w:r w:rsidR="000A1758" w:rsidRPr="00BB6861">
              <w:rPr>
                <w:rStyle w:val="Hyperlink"/>
                <w:noProof/>
                <w:rtl/>
              </w:rPr>
              <w:t xml:space="preserve"> </w:t>
            </w:r>
            <w:r w:rsidR="000A1758" w:rsidRPr="00BB6861">
              <w:rPr>
                <w:rStyle w:val="Hyperlink"/>
                <w:rFonts w:hint="eastAsia"/>
                <w:noProof/>
                <w:rtl/>
              </w:rPr>
              <w:t>حورالعين</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Toc33994991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92" w:history="1">
            <w:r w:rsidR="000A1758" w:rsidRPr="00BB6861">
              <w:rPr>
                <w:rStyle w:val="Hyperlink"/>
                <w:noProof/>
                <w:rtl/>
              </w:rPr>
              <w:t xml:space="preserve">٢٤٩. </w:t>
            </w:r>
            <w:r w:rsidR="000A1758" w:rsidRPr="00BB6861">
              <w:rPr>
                <w:rStyle w:val="Hyperlink"/>
                <w:rFonts w:hint="eastAsia"/>
                <w:noProof/>
                <w:rtl/>
              </w:rPr>
              <w:t>رفع</w:t>
            </w:r>
            <w:r w:rsidR="000A1758" w:rsidRPr="00BB6861">
              <w:rPr>
                <w:rStyle w:val="Hyperlink"/>
                <w:noProof/>
                <w:rtl/>
              </w:rPr>
              <w:t xml:space="preserve"> </w:t>
            </w:r>
            <w:r w:rsidR="000A1758" w:rsidRPr="00BB6861">
              <w:rPr>
                <w:rStyle w:val="Hyperlink"/>
                <w:rFonts w:hint="eastAsia"/>
                <w:noProof/>
                <w:rtl/>
              </w:rPr>
              <w:t>عطش</w:t>
            </w:r>
            <w:r w:rsidR="000A1758" w:rsidRPr="00BB6861">
              <w:rPr>
                <w:rStyle w:val="Hyperlink"/>
                <w:noProof/>
                <w:rtl/>
              </w:rPr>
              <w:t xml:space="preserve"> </w:t>
            </w:r>
            <w:r w:rsidR="000A1758" w:rsidRPr="00BB6861">
              <w:rPr>
                <w:rStyle w:val="Hyperlink"/>
                <w:rFonts w:hint="eastAsia"/>
                <w:noProof/>
                <w:rtl/>
              </w:rPr>
              <w:t>قيامت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Toc33994992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141</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93" w:history="1">
            <w:r w:rsidR="000A1758" w:rsidRPr="00BB6861">
              <w:rPr>
                <w:rStyle w:val="Hyperlink"/>
                <w:noProof/>
                <w:rtl/>
              </w:rPr>
              <w:t xml:space="preserve">٢٥٠. </w:t>
            </w:r>
            <w:r w:rsidR="000A1758" w:rsidRPr="00BB6861">
              <w:rPr>
                <w:rStyle w:val="Hyperlink"/>
                <w:rFonts w:hint="eastAsia"/>
                <w:noProof/>
                <w:rtl/>
              </w:rPr>
              <w:t>مانع</w:t>
            </w:r>
            <w:r w:rsidR="000A1758" w:rsidRPr="00BB6861">
              <w:rPr>
                <w:rStyle w:val="Hyperlink"/>
                <w:noProof/>
                <w:rtl/>
              </w:rPr>
              <w:t xml:space="preserve"> </w:t>
            </w:r>
            <w:r w:rsidR="000A1758" w:rsidRPr="00BB6861">
              <w:rPr>
                <w:rStyle w:val="Hyperlink"/>
                <w:rFonts w:hint="eastAsia"/>
                <w:noProof/>
                <w:rtl/>
              </w:rPr>
              <w:t>آتش</w:t>
            </w:r>
            <w:r w:rsidR="000A1758" w:rsidRPr="00BB6861">
              <w:rPr>
                <w:rStyle w:val="Hyperlink"/>
                <w:noProof/>
                <w:rtl/>
              </w:rPr>
              <w:t xml:space="preserve"> </w:t>
            </w:r>
            <w:r w:rsidR="000A1758" w:rsidRPr="00BB6861">
              <w:rPr>
                <w:rStyle w:val="Hyperlink"/>
                <w:rFonts w:hint="eastAsia"/>
                <w:noProof/>
                <w:rtl/>
              </w:rPr>
              <w:t>جهنم</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Toc33994993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94" w:history="1">
            <w:r w:rsidR="000A1758" w:rsidRPr="00BB6861">
              <w:rPr>
                <w:rStyle w:val="Hyperlink"/>
                <w:noProof/>
                <w:rtl/>
              </w:rPr>
              <w:t xml:space="preserve">٢٥١. </w:t>
            </w:r>
            <w:r w:rsidR="000A1758" w:rsidRPr="00BB6861">
              <w:rPr>
                <w:rStyle w:val="Hyperlink"/>
                <w:rFonts w:hint="eastAsia"/>
                <w:noProof/>
                <w:rtl/>
              </w:rPr>
              <w:t>مانع</w:t>
            </w:r>
            <w:r w:rsidR="000A1758" w:rsidRPr="00BB6861">
              <w:rPr>
                <w:rStyle w:val="Hyperlink"/>
                <w:noProof/>
                <w:rtl/>
              </w:rPr>
              <w:t xml:space="preserve"> </w:t>
            </w:r>
            <w:r w:rsidR="000A1758" w:rsidRPr="00BB6861">
              <w:rPr>
                <w:rStyle w:val="Hyperlink"/>
                <w:rFonts w:hint="eastAsia"/>
                <w:noProof/>
                <w:rtl/>
              </w:rPr>
              <w:t>ورود</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آتش</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Toc33994994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95" w:history="1">
            <w:r w:rsidR="000A1758" w:rsidRPr="00BB6861">
              <w:rPr>
                <w:rStyle w:val="Hyperlink"/>
                <w:noProof/>
                <w:rtl/>
              </w:rPr>
              <w:t xml:space="preserve">٢٥٢: </w:t>
            </w:r>
            <w:r w:rsidR="000A1758" w:rsidRPr="00BB6861">
              <w:rPr>
                <w:rStyle w:val="Hyperlink"/>
                <w:rFonts w:hint="eastAsia"/>
                <w:noProof/>
                <w:rtl/>
              </w:rPr>
              <w:t>دوست</w:t>
            </w:r>
            <w:r w:rsidR="000A1758" w:rsidRPr="00BB6861">
              <w:rPr>
                <w:rStyle w:val="Hyperlink"/>
                <w:noProof/>
                <w:rtl/>
              </w:rPr>
              <w:t xml:space="preserve"> </w:t>
            </w:r>
            <w:r w:rsidR="000A1758" w:rsidRPr="00BB6861">
              <w:rPr>
                <w:rStyle w:val="Hyperlink"/>
                <w:rFonts w:hint="eastAsia"/>
                <w:noProof/>
                <w:rtl/>
              </w:rPr>
              <w:t>پيامبر</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بهشت</w:t>
            </w:r>
            <w:r w:rsidR="000A1758" w:rsidRPr="00BB6861">
              <w:rPr>
                <w:rStyle w:val="Hyperlink"/>
                <w:noProof/>
                <w:rtl/>
              </w:rPr>
              <w:t xml:space="preserve"> </w:t>
            </w:r>
            <w:r w:rsidR="000A1758" w:rsidRPr="00BB6861">
              <w:rPr>
                <w:rStyle w:val="Hyperlink"/>
                <w:rFonts w:hint="eastAsia"/>
                <w:noProof/>
                <w:rtl/>
              </w:rPr>
              <w:t>اعلى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Toc33994995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142</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96" w:history="1">
            <w:r w:rsidR="000A1758" w:rsidRPr="00BB6861">
              <w:rPr>
                <w:rStyle w:val="Hyperlink"/>
                <w:noProof/>
                <w:rtl/>
              </w:rPr>
              <w:t xml:space="preserve">٢٥٣. </w:t>
            </w:r>
            <w:r w:rsidR="000A1758" w:rsidRPr="00BB6861">
              <w:rPr>
                <w:rStyle w:val="Hyperlink"/>
                <w:rFonts w:hint="eastAsia"/>
                <w:noProof/>
                <w:rtl/>
              </w:rPr>
              <w:t>درجات</w:t>
            </w:r>
            <w:r w:rsidR="000A1758" w:rsidRPr="00BB6861">
              <w:rPr>
                <w:rStyle w:val="Hyperlink"/>
                <w:noProof/>
                <w:rtl/>
              </w:rPr>
              <w:t xml:space="preserve">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فرستاده</w:t>
            </w:r>
            <w:r w:rsidR="000A1758" w:rsidRPr="00BB6861">
              <w:rPr>
                <w:rStyle w:val="Hyperlink"/>
                <w:noProof/>
                <w:rtl/>
              </w:rPr>
              <w:t xml:space="preserve"> </w:t>
            </w:r>
            <w:r w:rsidR="000A1758" w:rsidRPr="00BB6861">
              <w:rPr>
                <w:rStyle w:val="Hyperlink"/>
                <w:rFonts w:hint="eastAsia"/>
                <w:noProof/>
                <w:rtl/>
              </w:rPr>
              <w:t>بر</w:t>
            </w:r>
            <w:r w:rsidR="000A1758" w:rsidRPr="00BB6861">
              <w:rPr>
                <w:rStyle w:val="Hyperlink"/>
                <w:noProof/>
                <w:rtl/>
              </w:rPr>
              <w:t xml:space="preserve"> </w:t>
            </w:r>
            <w:r w:rsidR="000A1758" w:rsidRPr="00BB6861">
              <w:rPr>
                <w:rStyle w:val="Hyperlink"/>
                <w:rFonts w:hint="eastAsia"/>
                <w:noProof/>
                <w:rtl/>
              </w:rPr>
              <w:t>پيامبر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Toc33994996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143</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97" w:history="1">
            <w:r w:rsidR="000A1758" w:rsidRPr="00BB6861">
              <w:rPr>
                <w:rStyle w:val="Hyperlink"/>
                <w:noProof/>
                <w:rtl/>
              </w:rPr>
              <w:t xml:space="preserve">٢٥٤. </w:t>
            </w:r>
            <w:r w:rsidR="000A1758" w:rsidRPr="00BB6861">
              <w:rPr>
                <w:rStyle w:val="Hyperlink"/>
                <w:rFonts w:hint="eastAsia"/>
                <w:noProof/>
                <w:rtl/>
              </w:rPr>
              <w:t>اعطاى</w:t>
            </w:r>
            <w:r w:rsidR="000A1758" w:rsidRPr="00BB6861">
              <w:rPr>
                <w:rStyle w:val="Hyperlink"/>
                <w:noProof/>
                <w:rtl/>
              </w:rPr>
              <w:t xml:space="preserve"> </w:t>
            </w:r>
            <w:r w:rsidR="000A1758" w:rsidRPr="00BB6861">
              <w:rPr>
                <w:rStyle w:val="Hyperlink"/>
                <w:rFonts w:hint="eastAsia"/>
                <w:noProof/>
                <w:rtl/>
              </w:rPr>
              <w:t>هفتاد</w:t>
            </w:r>
            <w:r w:rsidR="000A1758" w:rsidRPr="00BB6861">
              <w:rPr>
                <w:rStyle w:val="Hyperlink"/>
                <w:noProof/>
                <w:rtl/>
              </w:rPr>
              <w:t xml:space="preserve"> </w:t>
            </w:r>
            <w:r w:rsidR="000A1758" w:rsidRPr="00BB6861">
              <w:rPr>
                <w:rStyle w:val="Hyperlink"/>
                <w:rFonts w:hint="eastAsia"/>
                <w:noProof/>
                <w:rtl/>
              </w:rPr>
              <w:t>هزار</w:t>
            </w:r>
            <w:r w:rsidR="000A1758" w:rsidRPr="00BB6861">
              <w:rPr>
                <w:rStyle w:val="Hyperlink"/>
                <w:noProof/>
                <w:rtl/>
              </w:rPr>
              <w:t xml:space="preserve"> </w:t>
            </w:r>
            <w:r w:rsidR="000A1758" w:rsidRPr="00BB6861">
              <w:rPr>
                <w:rStyle w:val="Hyperlink"/>
                <w:rFonts w:hint="eastAsia"/>
                <w:noProof/>
                <w:rtl/>
              </w:rPr>
              <w:t>قصر</w:t>
            </w:r>
            <w:r w:rsidR="000A1758" w:rsidRPr="00BB6861">
              <w:rPr>
                <w:rStyle w:val="Hyperlink"/>
                <w:noProof/>
                <w:rtl/>
              </w:rPr>
              <w:t xml:space="preserve"> </w:t>
            </w:r>
            <w:r w:rsidR="000A1758" w:rsidRPr="00BB6861">
              <w:rPr>
                <w:rStyle w:val="Hyperlink"/>
                <w:rFonts w:hint="eastAsia"/>
                <w:noProof/>
                <w:rtl/>
              </w:rPr>
              <w:t>بهشتى</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Toc33994997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98" w:history="1">
            <w:r w:rsidR="000A1758" w:rsidRPr="00BB6861">
              <w:rPr>
                <w:rStyle w:val="Hyperlink"/>
                <w:noProof/>
                <w:rtl/>
              </w:rPr>
              <w:t xml:space="preserve">٢٥٥. </w:t>
            </w:r>
            <w:r w:rsidR="000A1758" w:rsidRPr="00BB6861">
              <w:rPr>
                <w:rStyle w:val="Hyperlink"/>
                <w:rFonts w:hint="eastAsia"/>
                <w:noProof/>
                <w:rtl/>
              </w:rPr>
              <w:t>تحفه</w:t>
            </w:r>
            <w:r w:rsidR="000A1758" w:rsidRPr="00BB6861">
              <w:rPr>
                <w:rStyle w:val="Hyperlink"/>
                <w:noProof/>
                <w:rtl/>
              </w:rPr>
              <w:t xml:space="preserve"> </w:t>
            </w:r>
            <w:r w:rsidR="000A1758" w:rsidRPr="00BB6861">
              <w:rPr>
                <w:rStyle w:val="Hyperlink"/>
                <w:rFonts w:hint="eastAsia"/>
                <w:noProof/>
                <w:rtl/>
              </w:rPr>
              <w:t>اى</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بهشت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Toc33994998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4999" w:history="1">
            <w:r w:rsidR="000A1758" w:rsidRPr="00BB6861">
              <w:rPr>
                <w:rStyle w:val="Hyperlink"/>
                <w:noProof/>
                <w:rtl/>
              </w:rPr>
              <w:t xml:space="preserve">٢٥٦. </w:t>
            </w:r>
            <w:r w:rsidR="000A1758" w:rsidRPr="00BB6861">
              <w:rPr>
                <w:rStyle w:val="Hyperlink"/>
                <w:rFonts w:hint="eastAsia"/>
                <w:noProof/>
                <w:rtl/>
              </w:rPr>
              <w:t>نوشيدن</w:t>
            </w:r>
            <w:r w:rsidR="000A1758" w:rsidRPr="00BB6861">
              <w:rPr>
                <w:rStyle w:val="Hyperlink"/>
                <w:noProof/>
                <w:rtl/>
              </w:rPr>
              <w:t xml:space="preserve"> </w:t>
            </w:r>
            <w:r w:rsidR="000A1758" w:rsidRPr="00BB6861">
              <w:rPr>
                <w:rStyle w:val="Hyperlink"/>
                <w:rFonts w:hint="eastAsia"/>
                <w:noProof/>
                <w:rtl/>
              </w:rPr>
              <w:t>شراب</w:t>
            </w:r>
            <w:r w:rsidR="000A1758" w:rsidRPr="00BB6861">
              <w:rPr>
                <w:rStyle w:val="Hyperlink"/>
                <w:noProof/>
                <w:rtl/>
              </w:rPr>
              <w:t xml:space="preserve"> </w:t>
            </w:r>
            <w:r w:rsidR="000A1758" w:rsidRPr="00BB6861">
              <w:rPr>
                <w:rStyle w:val="Hyperlink"/>
                <w:rFonts w:hint="eastAsia"/>
                <w:noProof/>
                <w:rtl/>
              </w:rPr>
              <w:t>سلسبيل</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Toc33994999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144</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5000" w:history="1">
            <w:r w:rsidR="000A1758" w:rsidRPr="00BB6861">
              <w:rPr>
                <w:rStyle w:val="Hyperlink"/>
                <w:noProof/>
                <w:rtl/>
              </w:rPr>
              <w:t xml:space="preserve">٢٥٧. </w:t>
            </w:r>
            <w:r w:rsidR="000A1758" w:rsidRPr="00BB6861">
              <w:rPr>
                <w:rStyle w:val="Hyperlink"/>
                <w:rFonts w:hint="eastAsia"/>
                <w:noProof/>
                <w:rtl/>
              </w:rPr>
              <w:t>صلوات</w:t>
            </w:r>
            <w:r w:rsidR="000A1758" w:rsidRPr="00BB6861">
              <w:rPr>
                <w:rStyle w:val="Hyperlink"/>
                <w:noProof/>
                <w:rtl/>
              </w:rPr>
              <w:t xml:space="preserve"> </w:t>
            </w:r>
            <w:r w:rsidR="000A1758" w:rsidRPr="00BB6861">
              <w:rPr>
                <w:rStyle w:val="Hyperlink"/>
                <w:rFonts w:hint="eastAsia"/>
                <w:noProof/>
                <w:rtl/>
              </w:rPr>
              <w:t>اميرالمومنين</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روز</w:t>
            </w:r>
            <w:r w:rsidR="000A1758" w:rsidRPr="00BB6861">
              <w:rPr>
                <w:rStyle w:val="Hyperlink"/>
                <w:noProof/>
                <w:rtl/>
              </w:rPr>
              <w:t xml:space="preserve"> </w:t>
            </w:r>
            <w:r w:rsidR="000A1758" w:rsidRPr="00BB6861">
              <w:rPr>
                <w:rStyle w:val="Hyperlink"/>
                <w:rFonts w:hint="eastAsia"/>
                <w:noProof/>
                <w:rtl/>
              </w:rPr>
              <w:t>جمعه</w:t>
            </w:r>
            <w:r w:rsidR="000A1758" w:rsidRPr="00BB6861">
              <w:rPr>
                <w:rStyle w:val="Hyperlink"/>
                <w:noProof/>
                <w:rtl/>
              </w:rPr>
              <w:t xml:space="preserve">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اميرالمومنين</w:t>
            </w:r>
            <w:r w:rsidR="000A1758" w:rsidRPr="00BB6861">
              <w:rPr>
                <w:rStyle w:val="Hyperlink"/>
                <w:noProof/>
                <w:rtl/>
              </w:rPr>
              <w:t xml:space="preserve"> </w:t>
            </w:r>
            <w:r w:rsidR="000A1758" w:rsidRPr="00BB6861">
              <w:rPr>
                <w:rStyle w:val="Hyperlink"/>
                <w:rFonts w:hint="eastAsia"/>
                <w:noProof/>
                <w:rtl/>
              </w:rPr>
              <w:t>على</w:t>
            </w:r>
            <w:r w:rsidR="000A1758" w:rsidRPr="00BB6861">
              <w:rPr>
                <w:rStyle w:val="Hyperlink"/>
                <w:noProof/>
                <w:rtl/>
              </w:rPr>
              <w:t xml:space="preserve"> - </w:t>
            </w:r>
            <w:r w:rsidR="000A1758" w:rsidRPr="00BB6861">
              <w:rPr>
                <w:rStyle w:val="Hyperlink"/>
                <w:rFonts w:cs="Rafed Alaem" w:hint="eastAsia"/>
                <w:noProof/>
                <w:rtl/>
              </w:rPr>
              <w:t>عليه‌السلام</w:t>
            </w:r>
            <w:r w:rsidR="000A1758" w:rsidRPr="00BB6861">
              <w:rPr>
                <w:rStyle w:val="Hyperlink"/>
                <w:rFonts w:cs="Rafed Alaem"/>
                <w:noProof/>
                <w:rtl/>
              </w:rPr>
              <w:t xml:space="preserve"> </w:t>
            </w:r>
            <w:r w:rsidR="000A1758" w:rsidRPr="00BB6861">
              <w:rPr>
                <w:rStyle w:val="Hyperlink"/>
                <w:noProof/>
                <w:rtl/>
              </w:rPr>
              <w:t xml:space="preserve"> - </w:t>
            </w:r>
            <w:r w:rsidR="000A1758" w:rsidRPr="00BB6861">
              <w:rPr>
                <w:rStyle w:val="Hyperlink"/>
                <w:rFonts w:hint="eastAsia"/>
                <w:noProof/>
                <w:rtl/>
              </w:rPr>
              <w:t>روايت</w:t>
            </w:r>
            <w:r w:rsidR="000A1758" w:rsidRPr="00BB6861">
              <w:rPr>
                <w:rStyle w:val="Hyperlink"/>
                <w:noProof/>
                <w:rtl/>
              </w:rPr>
              <w:t xml:space="preserve"> </w:t>
            </w:r>
            <w:r w:rsidR="000A1758" w:rsidRPr="00BB6861">
              <w:rPr>
                <w:rStyle w:val="Hyperlink"/>
                <w:rFonts w:hint="eastAsia"/>
                <w:noProof/>
                <w:rtl/>
              </w:rPr>
              <w:t>است</w:t>
            </w:r>
            <w:r w:rsidR="000A1758" w:rsidRPr="00BB6861">
              <w:rPr>
                <w:rStyle w:val="Hyperlink"/>
                <w:noProof/>
                <w:rtl/>
              </w:rPr>
              <w:t xml:space="preserve"> </w:t>
            </w:r>
            <w:r w:rsidR="000A1758" w:rsidRPr="00BB6861">
              <w:rPr>
                <w:rStyle w:val="Hyperlink"/>
                <w:rFonts w:hint="eastAsia"/>
                <w:noProof/>
                <w:rtl/>
              </w:rPr>
              <w:t>كه</w:t>
            </w:r>
            <w:r w:rsidR="000A1758" w:rsidRPr="00BB6861">
              <w:rPr>
                <w:rStyle w:val="Hyperlink"/>
                <w:noProof/>
                <w:rtl/>
              </w:rPr>
              <w:t xml:space="preserve"> :</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Toc33995000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5001" w:history="1">
            <w:r w:rsidR="000A1758" w:rsidRPr="00BB6861">
              <w:rPr>
                <w:rStyle w:val="Hyperlink"/>
                <w:noProof/>
                <w:rtl/>
              </w:rPr>
              <w:t xml:space="preserve">٢٥٨.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جاى</w:t>
            </w:r>
            <w:r w:rsidR="000A1758" w:rsidRPr="00BB6861">
              <w:rPr>
                <w:rStyle w:val="Hyperlink"/>
                <w:noProof/>
                <w:rtl/>
              </w:rPr>
              <w:t xml:space="preserve"> </w:t>
            </w:r>
            <w:r w:rsidR="000A1758" w:rsidRPr="00BB6861">
              <w:rPr>
                <w:rStyle w:val="Hyperlink"/>
                <w:rFonts w:hint="eastAsia"/>
                <w:noProof/>
                <w:rtl/>
              </w:rPr>
              <w:t>آوردن</w:t>
            </w:r>
            <w:r w:rsidR="000A1758" w:rsidRPr="00BB6861">
              <w:rPr>
                <w:rStyle w:val="Hyperlink"/>
                <w:noProof/>
                <w:rtl/>
              </w:rPr>
              <w:t xml:space="preserve"> </w:t>
            </w:r>
            <w:r w:rsidR="000A1758" w:rsidRPr="00BB6861">
              <w:rPr>
                <w:rStyle w:val="Hyperlink"/>
                <w:rFonts w:hint="eastAsia"/>
                <w:noProof/>
                <w:rtl/>
              </w:rPr>
              <w:t>حق</w:t>
            </w:r>
            <w:r w:rsidR="000A1758" w:rsidRPr="00BB6861">
              <w:rPr>
                <w:rStyle w:val="Hyperlink"/>
                <w:noProof/>
                <w:rtl/>
              </w:rPr>
              <w:t xml:space="preserve"> </w:t>
            </w:r>
            <w:r w:rsidR="000A1758" w:rsidRPr="00BB6861">
              <w:rPr>
                <w:rStyle w:val="Hyperlink"/>
                <w:rFonts w:hint="eastAsia"/>
                <w:noProof/>
                <w:rtl/>
              </w:rPr>
              <w:t>نعمت</w:t>
            </w:r>
            <w:r w:rsidR="000A1758" w:rsidRPr="00BB6861">
              <w:rPr>
                <w:rStyle w:val="Hyperlink"/>
                <w:noProof/>
                <w:rtl/>
              </w:rPr>
              <w:t xml:space="preserve"> </w:t>
            </w:r>
            <w:r w:rsidR="000A1758" w:rsidRPr="00BB6861">
              <w:rPr>
                <w:rStyle w:val="Hyperlink"/>
                <w:rFonts w:hint="eastAsia"/>
                <w:noProof/>
                <w:rtl/>
              </w:rPr>
              <w:t>بهشت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Toc33995001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5002" w:history="1">
            <w:r w:rsidR="000A1758" w:rsidRPr="00BB6861">
              <w:rPr>
                <w:rStyle w:val="Hyperlink"/>
                <w:noProof/>
                <w:rtl/>
              </w:rPr>
              <w:t xml:space="preserve">٢٥٩. </w:t>
            </w:r>
            <w:r w:rsidR="000A1758" w:rsidRPr="00BB6861">
              <w:rPr>
                <w:rStyle w:val="Hyperlink"/>
                <w:rFonts w:hint="eastAsia"/>
                <w:noProof/>
                <w:rtl/>
              </w:rPr>
              <w:t>شرط</w:t>
            </w:r>
            <w:r w:rsidR="000A1758" w:rsidRPr="00BB6861">
              <w:rPr>
                <w:rStyle w:val="Hyperlink"/>
                <w:noProof/>
                <w:rtl/>
              </w:rPr>
              <w:t xml:space="preserve"> </w:t>
            </w:r>
            <w:r w:rsidR="000A1758" w:rsidRPr="00BB6861">
              <w:rPr>
                <w:rStyle w:val="Hyperlink"/>
                <w:rFonts w:hint="eastAsia"/>
                <w:noProof/>
                <w:rtl/>
              </w:rPr>
              <w:t>ورود</w:t>
            </w:r>
            <w:r w:rsidR="000A1758" w:rsidRPr="00BB6861">
              <w:rPr>
                <w:rStyle w:val="Hyperlink"/>
                <w:noProof/>
                <w:rtl/>
              </w:rPr>
              <w:t xml:space="preserve"> </w:t>
            </w:r>
            <w:r w:rsidR="000A1758" w:rsidRPr="00BB6861">
              <w:rPr>
                <w:rStyle w:val="Hyperlink"/>
                <w:rFonts w:hint="eastAsia"/>
                <w:noProof/>
                <w:rtl/>
              </w:rPr>
              <w:t>به</w:t>
            </w:r>
            <w:r w:rsidR="000A1758" w:rsidRPr="00BB6861">
              <w:rPr>
                <w:rStyle w:val="Hyperlink"/>
                <w:noProof/>
                <w:rtl/>
              </w:rPr>
              <w:t xml:space="preserve"> </w:t>
            </w:r>
            <w:r w:rsidR="000A1758" w:rsidRPr="00BB6861">
              <w:rPr>
                <w:rStyle w:val="Hyperlink"/>
                <w:rFonts w:hint="eastAsia"/>
                <w:noProof/>
                <w:rtl/>
              </w:rPr>
              <w:t>بهشت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Toc33995002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145</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5003" w:history="1">
            <w:r w:rsidR="000A1758" w:rsidRPr="00BB6861">
              <w:rPr>
                <w:rStyle w:val="Hyperlink"/>
                <w:noProof/>
                <w:rtl/>
              </w:rPr>
              <w:t xml:space="preserve">٢٦٠. </w:t>
            </w:r>
            <w:r w:rsidR="000A1758" w:rsidRPr="00BB6861">
              <w:rPr>
                <w:rStyle w:val="Hyperlink"/>
                <w:rFonts w:hint="eastAsia"/>
                <w:noProof/>
                <w:rtl/>
              </w:rPr>
              <w:t>درخت</w:t>
            </w:r>
            <w:r w:rsidR="000A1758" w:rsidRPr="00BB6861">
              <w:rPr>
                <w:rStyle w:val="Hyperlink"/>
                <w:noProof/>
                <w:rtl/>
              </w:rPr>
              <w:t xml:space="preserve"> </w:t>
            </w:r>
            <w:r w:rsidR="000A1758" w:rsidRPr="00BB6861">
              <w:rPr>
                <w:rStyle w:val="Hyperlink"/>
                <w:rFonts w:hint="eastAsia"/>
                <w:noProof/>
                <w:rtl/>
              </w:rPr>
              <w:t>محبوبه</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بهشت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Toc33995003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5004" w:history="1">
            <w:r w:rsidR="000A1758" w:rsidRPr="00BB6861">
              <w:rPr>
                <w:rStyle w:val="Hyperlink"/>
                <w:noProof/>
                <w:rtl/>
              </w:rPr>
              <w:t xml:space="preserve">٢٦١. </w:t>
            </w:r>
            <w:r w:rsidR="000A1758" w:rsidRPr="00BB6861">
              <w:rPr>
                <w:rStyle w:val="Hyperlink"/>
                <w:rFonts w:hint="eastAsia"/>
                <w:noProof/>
                <w:rtl/>
              </w:rPr>
              <w:t>رضايت</w:t>
            </w:r>
            <w:r w:rsidR="000A1758" w:rsidRPr="00BB6861">
              <w:rPr>
                <w:rStyle w:val="Hyperlink"/>
                <w:noProof/>
                <w:rtl/>
              </w:rPr>
              <w:t xml:space="preserve"> </w:t>
            </w:r>
            <w:r w:rsidR="000A1758" w:rsidRPr="00BB6861">
              <w:rPr>
                <w:rStyle w:val="Hyperlink"/>
                <w:rFonts w:hint="eastAsia"/>
                <w:noProof/>
                <w:rtl/>
              </w:rPr>
              <w:t>خداوند</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Toc33995004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5005" w:history="1">
            <w:r w:rsidR="000A1758" w:rsidRPr="00BB6861">
              <w:rPr>
                <w:rStyle w:val="Hyperlink"/>
                <w:noProof/>
                <w:rtl/>
              </w:rPr>
              <w:t xml:space="preserve">٢٦٢. </w:t>
            </w:r>
            <w:r w:rsidR="000A1758" w:rsidRPr="00BB6861">
              <w:rPr>
                <w:rStyle w:val="Hyperlink"/>
                <w:rFonts w:hint="eastAsia"/>
                <w:noProof/>
                <w:rtl/>
              </w:rPr>
              <w:t>مژده</w:t>
            </w:r>
            <w:r w:rsidR="000A1758" w:rsidRPr="00BB6861">
              <w:rPr>
                <w:rStyle w:val="Hyperlink"/>
                <w:noProof/>
                <w:rtl/>
              </w:rPr>
              <w:t xml:space="preserve"> </w:t>
            </w:r>
            <w:r w:rsidR="000A1758" w:rsidRPr="00BB6861">
              <w:rPr>
                <w:rStyle w:val="Hyperlink"/>
                <w:rFonts w:hint="eastAsia"/>
                <w:noProof/>
                <w:rtl/>
              </w:rPr>
              <w:t>بهشت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Toc33995005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5006" w:history="1">
            <w:r w:rsidR="000A1758" w:rsidRPr="00BB6861">
              <w:rPr>
                <w:rStyle w:val="Hyperlink"/>
                <w:noProof/>
                <w:rtl/>
              </w:rPr>
              <w:t xml:space="preserve">٢٦٣. </w:t>
            </w:r>
            <w:r w:rsidR="000A1758" w:rsidRPr="00BB6861">
              <w:rPr>
                <w:rStyle w:val="Hyperlink"/>
                <w:rFonts w:hint="eastAsia"/>
                <w:noProof/>
                <w:rtl/>
              </w:rPr>
              <w:t>از</w:t>
            </w:r>
            <w:r w:rsidR="000A1758" w:rsidRPr="00BB6861">
              <w:rPr>
                <w:rStyle w:val="Hyperlink"/>
                <w:noProof/>
                <w:rtl/>
              </w:rPr>
              <w:t xml:space="preserve"> </w:t>
            </w:r>
            <w:r w:rsidR="000A1758" w:rsidRPr="00BB6861">
              <w:rPr>
                <w:rStyle w:val="Hyperlink"/>
                <w:rFonts w:hint="eastAsia"/>
                <w:noProof/>
                <w:rtl/>
              </w:rPr>
              <w:t>رفيقان</w:t>
            </w:r>
            <w:r w:rsidR="000A1758" w:rsidRPr="00BB6861">
              <w:rPr>
                <w:rStyle w:val="Hyperlink"/>
                <w:noProof/>
                <w:rtl/>
              </w:rPr>
              <w:t xml:space="preserve"> </w:t>
            </w:r>
            <w:r w:rsidR="000A1758" w:rsidRPr="00BB6861">
              <w:rPr>
                <w:rStyle w:val="Hyperlink"/>
                <w:rFonts w:hint="eastAsia"/>
                <w:noProof/>
                <w:rtl/>
              </w:rPr>
              <w:t>پيامبر</w:t>
            </w:r>
            <w:r w:rsidR="000A1758" w:rsidRPr="00BB6861">
              <w:rPr>
                <w:rStyle w:val="Hyperlink"/>
                <w:noProof/>
                <w:rtl/>
              </w:rPr>
              <w:t xml:space="preserve"> </w:t>
            </w:r>
            <w:r w:rsidR="000A1758" w:rsidRPr="00BB6861">
              <w:rPr>
                <w:rStyle w:val="Hyperlink"/>
                <w:rFonts w:hint="eastAsia"/>
                <w:noProof/>
                <w:rtl/>
              </w:rPr>
              <w:t>در</w:t>
            </w:r>
            <w:r w:rsidR="000A1758" w:rsidRPr="00BB6861">
              <w:rPr>
                <w:rStyle w:val="Hyperlink"/>
                <w:noProof/>
                <w:rtl/>
              </w:rPr>
              <w:t xml:space="preserve"> </w:t>
            </w:r>
            <w:r w:rsidR="000A1758" w:rsidRPr="00BB6861">
              <w:rPr>
                <w:rStyle w:val="Hyperlink"/>
                <w:rFonts w:hint="eastAsia"/>
                <w:noProof/>
                <w:rtl/>
              </w:rPr>
              <w:t>بهشت</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Toc33995006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146</w:t>
            </w:r>
            <w:r>
              <w:rPr>
                <w:noProof/>
                <w:webHidden/>
                <w:rtl/>
              </w:rPr>
              <w:fldChar w:fldCharType="end"/>
            </w:r>
          </w:hyperlink>
        </w:p>
        <w:p w:rsidR="000A1758" w:rsidRDefault="00CD16FA">
          <w:pPr>
            <w:pStyle w:val="TOC3"/>
            <w:rPr>
              <w:rFonts w:asciiTheme="minorHAnsi" w:eastAsiaTheme="minorEastAsia" w:hAnsiTheme="minorHAnsi" w:cstheme="minorBidi"/>
              <w:noProof/>
              <w:color w:val="auto"/>
              <w:sz w:val="22"/>
              <w:szCs w:val="22"/>
              <w:rtl/>
            </w:rPr>
          </w:pPr>
          <w:hyperlink w:anchor="_Toc33995007" w:history="1">
            <w:r w:rsidR="000A1758" w:rsidRPr="00BB6861">
              <w:rPr>
                <w:rStyle w:val="Hyperlink"/>
                <w:noProof/>
                <w:rtl/>
              </w:rPr>
              <w:t xml:space="preserve">٢٦٤. </w:t>
            </w:r>
            <w:r w:rsidR="000A1758" w:rsidRPr="00BB6861">
              <w:rPr>
                <w:rStyle w:val="Hyperlink"/>
                <w:rFonts w:hint="eastAsia"/>
                <w:noProof/>
                <w:rtl/>
              </w:rPr>
              <w:t>عمل</w:t>
            </w:r>
            <w:r w:rsidR="000A1758" w:rsidRPr="00BB6861">
              <w:rPr>
                <w:rStyle w:val="Hyperlink"/>
                <w:noProof/>
                <w:rtl/>
              </w:rPr>
              <w:t xml:space="preserve"> </w:t>
            </w:r>
            <w:r w:rsidR="000A1758" w:rsidRPr="00BB6861">
              <w:rPr>
                <w:rStyle w:val="Hyperlink"/>
                <w:rFonts w:hint="eastAsia"/>
                <w:noProof/>
                <w:rtl/>
              </w:rPr>
              <w:t>ديگر</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Toc33995007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147</w:t>
            </w:r>
            <w:r>
              <w:rPr>
                <w:noProof/>
                <w:webHidden/>
                <w:rtl/>
              </w:rPr>
              <w:fldChar w:fldCharType="end"/>
            </w:r>
          </w:hyperlink>
        </w:p>
        <w:p w:rsidR="000A1758" w:rsidRDefault="00CD16FA">
          <w:pPr>
            <w:pStyle w:val="TOC2"/>
            <w:tabs>
              <w:tab w:val="right" w:leader="dot" w:pos="7361"/>
            </w:tabs>
            <w:rPr>
              <w:rFonts w:asciiTheme="minorHAnsi" w:eastAsiaTheme="minorEastAsia" w:hAnsiTheme="minorHAnsi" w:cstheme="minorBidi"/>
              <w:noProof/>
              <w:color w:val="auto"/>
              <w:sz w:val="22"/>
              <w:szCs w:val="22"/>
              <w:rtl/>
            </w:rPr>
          </w:pPr>
          <w:hyperlink w:anchor="_Toc33995008" w:history="1">
            <w:r w:rsidR="000A1758" w:rsidRPr="00BB6861">
              <w:rPr>
                <w:rStyle w:val="Hyperlink"/>
                <w:rFonts w:hint="eastAsia"/>
                <w:noProof/>
                <w:rtl/>
              </w:rPr>
              <w:t>پاورق</w:t>
            </w:r>
            <w:r w:rsidR="000A1758" w:rsidRPr="00BB6861">
              <w:rPr>
                <w:rStyle w:val="Hyperlink"/>
                <w:rFonts w:hint="cs"/>
                <w:noProof/>
                <w:rtl/>
              </w:rPr>
              <w:t>ی</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Toc33995008 \h</w:instrText>
            </w:r>
            <w:r w:rsidR="000A1758">
              <w:rPr>
                <w:noProof/>
                <w:webHidden/>
                <w:rtl/>
              </w:rPr>
              <w:instrText xml:space="preserve"> </w:instrText>
            </w:r>
            <w:r>
              <w:rPr>
                <w:noProof/>
                <w:webHidden/>
                <w:rtl/>
              </w:rPr>
            </w:r>
            <w:r>
              <w:rPr>
                <w:noProof/>
                <w:webHidden/>
                <w:rtl/>
              </w:rPr>
              <w:fldChar w:fldCharType="separate"/>
            </w:r>
            <w:r w:rsidR="000A1758">
              <w:rPr>
                <w:noProof/>
                <w:webHidden/>
                <w:rtl/>
              </w:rPr>
              <w:t>148</w:t>
            </w:r>
            <w:r>
              <w:rPr>
                <w:noProof/>
                <w:webHidden/>
                <w:rtl/>
              </w:rPr>
              <w:fldChar w:fldCharType="end"/>
            </w:r>
          </w:hyperlink>
        </w:p>
        <w:p w:rsidR="000A1758" w:rsidRDefault="00CD16FA">
          <w:pPr>
            <w:pStyle w:val="TOC1"/>
            <w:rPr>
              <w:rFonts w:asciiTheme="minorHAnsi" w:eastAsiaTheme="minorEastAsia" w:hAnsiTheme="minorHAnsi" w:cstheme="minorBidi"/>
              <w:b w:val="0"/>
              <w:bCs w:val="0"/>
              <w:noProof/>
              <w:color w:val="auto"/>
              <w:sz w:val="22"/>
              <w:szCs w:val="22"/>
              <w:rtl/>
            </w:rPr>
          </w:pPr>
          <w:hyperlink w:anchor="_Toc33995009" w:history="1">
            <w:r w:rsidR="000A1758" w:rsidRPr="00BB6861">
              <w:rPr>
                <w:rStyle w:val="Hyperlink"/>
                <w:rFonts w:hint="eastAsia"/>
                <w:noProof/>
                <w:rtl/>
              </w:rPr>
              <w:t>فهرست</w:t>
            </w:r>
            <w:r w:rsidR="000A1758" w:rsidRPr="00BB6861">
              <w:rPr>
                <w:rStyle w:val="Hyperlink"/>
                <w:noProof/>
                <w:rtl/>
              </w:rPr>
              <w:t xml:space="preserve"> </w:t>
            </w:r>
            <w:r w:rsidR="000A1758" w:rsidRPr="00BB6861">
              <w:rPr>
                <w:rStyle w:val="Hyperlink"/>
                <w:rFonts w:hint="eastAsia"/>
                <w:noProof/>
                <w:rtl/>
              </w:rPr>
              <w:t>مطالب</w:t>
            </w:r>
            <w:r w:rsidR="000A1758">
              <w:rPr>
                <w:noProof/>
                <w:webHidden/>
                <w:rtl/>
              </w:rPr>
              <w:tab/>
            </w:r>
            <w:r>
              <w:rPr>
                <w:noProof/>
                <w:webHidden/>
                <w:rtl/>
              </w:rPr>
              <w:fldChar w:fldCharType="begin"/>
            </w:r>
            <w:r w:rsidR="000A1758">
              <w:rPr>
                <w:noProof/>
                <w:webHidden/>
                <w:rtl/>
              </w:rPr>
              <w:instrText xml:space="preserve"> </w:instrText>
            </w:r>
            <w:r w:rsidR="000A1758">
              <w:rPr>
                <w:noProof/>
                <w:webHidden/>
              </w:rPr>
              <w:instrText>PAGEREF</w:instrText>
            </w:r>
            <w:r w:rsidR="000A1758">
              <w:rPr>
                <w:noProof/>
                <w:webHidden/>
                <w:rtl/>
              </w:rPr>
              <w:instrText xml:space="preserve"> _</w:instrText>
            </w:r>
            <w:r w:rsidR="000A1758">
              <w:rPr>
                <w:noProof/>
                <w:webHidden/>
              </w:rPr>
              <w:instrText>Toc33995009 \h</w:instrText>
            </w:r>
            <w:r w:rsidR="000A1758">
              <w:rPr>
                <w:noProof/>
                <w:webHidden/>
                <w:rtl/>
              </w:rPr>
              <w:instrText xml:space="preserve"> </w:instrText>
            </w:r>
            <w:r>
              <w:rPr>
                <w:noProof/>
                <w:webHidden/>
                <w:rtl/>
              </w:rPr>
            </w:r>
            <w:r>
              <w:rPr>
                <w:noProof/>
                <w:webHidden/>
                <w:rtl/>
              </w:rPr>
              <w:fldChar w:fldCharType="separate"/>
            </w:r>
            <w:r w:rsidR="000A1758">
              <w:rPr>
                <w:noProof/>
                <w:webHidden/>
                <w:rtl/>
              </w:rPr>
              <w:t>151</w:t>
            </w:r>
            <w:r>
              <w:rPr>
                <w:noProof/>
                <w:webHidden/>
                <w:rtl/>
              </w:rPr>
              <w:fldChar w:fldCharType="end"/>
            </w:r>
          </w:hyperlink>
        </w:p>
        <w:p w:rsidR="000A1758" w:rsidRDefault="00CD16FA">
          <w:r>
            <w:fldChar w:fldCharType="end"/>
          </w:r>
        </w:p>
      </w:sdtContent>
    </w:sdt>
    <w:p w:rsidR="00AF46BC" w:rsidRPr="0042098A" w:rsidRDefault="00AF46BC" w:rsidP="00296BC1">
      <w:pPr>
        <w:pStyle w:val="libNormal"/>
        <w:rPr>
          <w:rtl/>
        </w:rPr>
      </w:pPr>
    </w:p>
    <w:sectPr w:rsidR="00AF46BC" w:rsidRPr="0042098A"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521C" w:rsidRDefault="00FA521C">
      <w:r>
        <w:separator/>
      </w:r>
    </w:p>
  </w:endnote>
  <w:endnote w:type="continuationSeparator" w:id="0">
    <w:p w:rsidR="00FA521C" w:rsidRDefault="00FA52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43" w:usb2="00000009" w:usb3="00000000" w:csb0="000001FF" w:csb1="00000000"/>
  </w:font>
  <w:font w:name="B Badr">
    <w:altName w:val="Courier New"/>
    <w:panose1 w:val="00000400000000000000"/>
    <w:charset w:val="B2"/>
    <w:family w:val="auto"/>
    <w:pitch w:val="variable"/>
    <w:sig w:usb0="00002001"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D06" w:rsidRDefault="00CD16FA">
    <w:pPr>
      <w:pStyle w:val="Footer"/>
    </w:pPr>
    <w:fldSimple w:instr=" PAGE   \* MERGEFORMAT ">
      <w:r w:rsidR="00621B42">
        <w:rPr>
          <w:noProof/>
          <w:rtl/>
        </w:rPr>
        <w:t>170</w:t>
      </w:r>
    </w:fldSimple>
  </w:p>
  <w:p w:rsidR="00A25D06" w:rsidRDefault="00A25D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D06" w:rsidRDefault="00CD16FA">
    <w:pPr>
      <w:pStyle w:val="Footer"/>
    </w:pPr>
    <w:fldSimple w:instr=" PAGE   \* MERGEFORMAT ">
      <w:r w:rsidR="00621B42">
        <w:rPr>
          <w:noProof/>
          <w:rtl/>
        </w:rPr>
        <w:t>159</w:t>
      </w:r>
    </w:fldSimple>
  </w:p>
  <w:p w:rsidR="00A25D06" w:rsidRDefault="00A25D0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5D06" w:rsidRDefault="00CD16FA">
    <w:pPr>
      <w:pStyle w:val="Footer"/>
    </w:pPr>
    <w:fldSimple w:instr=" PAGE   \* MERGEFORMAT ">
      <w:r w:rsidR="006F3A4C">
        <w:rPr>
          <w:noProof/>
          <w:rtl/>
        </w:rPr>
        <w:t>1</w:t>
      </w:r>
    </w:fldSimple>
  </w:p>
  <w:p w:rsidR="00A25D06" w:rsidRDefault="00A25D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521C" w:rsidRDefault="00FA521C">
      <w:r>
        <w:separator/>
      </w:r>
    </w:p>
  </w:footnote>
  <w:footnote w:type="continuationSeparator" w:id="0">
    <w:p w:rsidR="00FA521C" w:rsidRDefault="00FA52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9E57B9"/>
    <w:rsid w:val="00005A19"/>
    <w:rsid w:val="00010942"/>
    <w:rsid w:val="000217A6"/>
    <w:rsid w:val="00024AA0"/>
    <w:rsid w:val="000267FE"/>
    <w:rsid w:val="00040272"/>
    <w:rsid w:val="00040798"/>
    <w:rsid w:val="00043023"/>
    <w:rsid w:val="00054406"/>
    <w:rsid w:val="0006216A"/>
    <w:rsid w:val="00067F84"/>
    <w:rsid w:val="00071C97"/>
    <w:rsid w:val="000761F7"/>
    <w:rsid w:val="00076A3A"/>
    <w:rsid w:val="00092805"/>
    <w:rsid w:val="00092A0C"/>
    <w:rsid w:val="000A1758"/>
    <w:rsid w:val="000A7750"/>
    <w:rsid w:val="000B3A56"/>
    <w:rsid w:val="000C0A89"/>
    <w:rsid w:val="000C7722"/>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0603"/>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D60DA"/>
    <w:rsid w:val="001D67C0"/>
    <w:rsid w:val="001E25DC"/>
    <w:rsid w:val="001F0713"/>
    <w:rsid w:val="001F160F"/>
    <w:rsid w:val="00202C7B"/>
    <w:rsid w:val="002054C5"/>
    <w:rsid w:val="00213662"/>
    <w:rsid w:val="002139CB"/>
    <w:rsid w:val="00214801"/>
    <w:rsid w:val="00217764"/>
    <w:rsid w:val="00224964"/>
    <w:rsid w:val="002267C7"/>
    <w:rsid w:val="00227FEE"/>
    <w:rsid w:val="00240F71"/>
    <w:rsid w:val="00241F59"/>
    <w:rsid w:val="0024265C"/>
    <w:rsid w:val="00244C2E"/>
    <w:rsid w:val="00250E0A"/>
    <w:rsid w:val="00251E02"/>
    <w:rsid w:val="00257657"/>
    <w:rsid w:val="00263F56"/>
    <w:rsid w:val="00264F12"/>
    <w:rsid w:val="002673E8"/>
    <w:rsid w:val="0027369F"/>
    <w:rsid w:val="002818EF"/>
    <w:rsid w:val="0028271F"/>
    <w:rsid w:val="00294EFB"/>
    <w:rsid w:val="00296BC1"/>
    <w:rsid w:val="002A0284"/>
    <w:rsid w:val="002A09E7"/>
    <w:rsid w:val="002A338C"/>
    <w:rsid w:val="002A717D"/>
    <w:rsid w:val="002A73D7"/>
    <w:rsid w:val="002B2B15"/>
    <w:rsid w:val="002B71A8"/>
    <w:rsid w:val="002B7989"/>
    <w:rsid w:val="002C1009"/>
    <w:rsid w:val="002C3E3A"/>
    <w:rsid w:val="002C4FEF"/>
    <w:rsid w:val="002C5C66"/>
    <w:rsid w:val="002C6427"/>
    <w:rsid w:val="002D0E5C"/>
    <w:rsid w:val="002D19A9"/>
    <w:rsid w:val="002D2485"/>
    <w:rsid w:val="002D4CD3"/>
    <w:rsid w:val="002D580E"/>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29A7"/>
    <w:rsid w:val="004538D5"/>
    <w:rsid w:val="00455A59"/>
    <w:rsid w:val="0046634E"/>
    <w:rsid w:val="00467E54"/>
    <w:rsid w:val="00470378"/>
    <w:rsid w:val="004722F9"/>
    <w:rsid w:val="00475E99"/>
    <w:rsid w:val="00480DC8"/>
    <w:rsid w:val="00481FD0"/>
    <w:rsid w:val="00482060"/>
    <w:rsid w:val="004820D7"/>
    <w:rsid w:val="0048221F"/>
    <w:rsid w:val="004857ED"/>
    <w:rsid w:val="00486CAD"/>
    <w:rsid w:val="00487AE8"/>
    <w:rsid w:val="004919C3"/>
    <w:rsid w:val="00494861"/>
    <w:rsid w:val="004953C3"/>
    <w:rsid w:val="00497042"/>
    <w:rsid w:val="004A0866"/>
    <w:rsid w:val="004A5E75"/>
    <w:rsid w:val="004B17F4"/>
    <w:rsid w:val="004B3F28"/>
    <w:rsid w:val="004C3E90"/>
    <w:rsid w:val="004C4336"/>
    <w:rsid w:val="004C77B5"/>
    <w:rsid w:val="004D7678"/>
    <w:rsid w:val="004D7CD7"/>
    <w:rsid w:val="004E6E95"/>
    <w:rsid w:val="004F4B1F"/>
    <w:rsid w:val="004F58BA"/>
    <w:rsid w:val="005022E5"/>
    <w:rsid w:val="00502651"/>
    <w:rsid w:val="005077E7"/>
    <w:rsid w:val="0051305D"/>
    <w:rsid w:val="00514243"/>
    <w:rsid w:val="005254BC"/>
    <w:rsid w:val="005261CF"/>
    <w:rsid w:val="00526724"/>
    <w:rsid w:val="005358E7"/>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C5E71"/>
    <w:rsid w:val="005D2C72"/>
    <w:rsid w:val="005D316A"/>
    <w:rsid w:val="005E2913"/>
    <w:rsid w:val="005E4DD0"/>
    <w:rsid w:val="005E7821"/>
    <w:rsid w:val="00613E8E"/>
    <w:rsid w:val="00614301"/>
    <w:rsid w:val="00614540"/>
    <w:rsid w:val="00616ED9"/>
    <w:rsid w:val="00620B12"/>
    <w:rsid w:val="006210F4"/>
    <w:rsid w:val="00621B42"/>
    <w:rsid w:val="00625C71"/>
    <w:rsid w:val="00627A7B"/>
    <w:rsid w:val="006357C1"/>
    <w:rsid w:val="00641A2D"/>
    <w:rsid w:val="00643F5E"/>
    <w:rsid w:val="00646D08"/>
    <w:rsid w:val="00651640"/>
    <w:rsid w:val="00651ADF"/>
    <w:rsid w:val="006574EA"/>
    <w:rsid w:val="00663284"/>
    <w:rsid w:val="00665B79"/>
    <w:rsid w:val="006702C6"/>
    <w:rsid w:val="006726F6"/>
    <w:rsid w:val="00672E5A"/>
    <w:rsid w:val="006747DF"/>
    <w:rsid w:val="00682902"/>
    <w:rsid w:val="00684527"/>
    <w:rsid w:val="0068652E"/>
    <w:rsid w:val="00687928"/>
    <w:rsid w:val="0069163F"/>
    <w:rsid w:val="006916DF"/>
    <w:rsid w:val="00691DBB"/>
    <w:rsid w:val="00697257"/>
    <w:rsid w:val="006A44BA"/>
    <w:rsid w:val="006A77BD"/>
    <w:rsid w:val="006A7D4D"/>
    <w:rsid w:val="006B5C71"/>
    <w:rsid w:val="006B7F0E"/>
    <w:rsid w:val="006C4B43"/>
    <w:rsid w:val="006D36EC"/>
    <w:rsid w:val="006D6C37"/>
    <w:rsid w:val="006D6DC1"/>
    <w:rsid w:val="006D6F9A"/>
    <w:rsid w:val="006E2C8E"/>
    <w:rsid w:val="006E446F"/>
    <w:rsid w:val="006E6291"/>
    <w:rsid w:val="006F2E14"/>
    <w:rsid w:val="006F3A4C"/>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5C10"/>
    <w:rsid w:val="0074654C"/>
    <w:rsid w:val="007515BE"/>
    <w:rsid w:val="007560B2"/>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CD8"/>
    <w:rsid w:val="007B6D51"/>
    <w:rsid w:val="007C23F4"/>
    <w:rsid w:val="007C3DC9"/>
    <w:rsid w:val="007D1D2B"/>
    <w:rsid w:val="007D4810"/>
    <w:rsid w:val="007D5FD1"/>
    <w:rsid w:val="007E2EBF"/>
    <w:rsid w:val="007E6735"/>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4452"/>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258C"/>
    <w:rsid w:val="008F3BB8"/>
    <w:rsid w:val="008F4513"/>
    <w:rsid w:val="008F5B45"/>
    <w:rsid w:val="009006DA"/>
    <w:rsid w:val="009036AC"/>
    <w:rsid w:val="009046DF"/>
    <w:rsid w:val="00910300"/>
    <w:rsid w:val="0091682D"/>
    <w:rsid w:val="00922370"/>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57B9"/>
    <w:rsid w:val="009E67C9"/>
    <w:rsid w:val="009E6DE8"/>
    <w:rsid w:val="009E7AB9"/>
    <w:rsid w:val="009F2C77"/>
    <w:rsid w:val="009F3FA6"/>
    <w:rsid w:val="009F4A72"/>
    <w:rsid w:val="009F5327"/>
    <w:rsid w:val="009F6DDF"/>
    <w:rsid w:val="00A00A9C"/>
    <w:rsid w:val="00A05A22"/>
    <w:rsid w:val="00A10F83"/>
    <w:rsid w:val="00A16415"/>
    <w:rsid w:val="00A209AB"/>
    <w:rsid w:val="00A21090"/>
    <w:rsid w:val="00A22363"/>
    <w:rsid w:val="00A2310F"/>
    <w:rsid w:val="00A25D06"/>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6BC"/>
    <w:rsid w:val="00B01257"/>
    <w:rsid w:val="00B1002E"/>
    <w:rsid w:val="00B10CA1"/>
    <w:rsid w:val="00B11AF5"/>
    <w:rsid w:val="00B129E5"/>
    <w:rsid w:val="00B12ED2"/>
    <w:rsid w:val="00B17010"/>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67F"/>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3E6"/>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30F4"/>
    <w:rsid w:val="00C97009"/>
    <w:rsid w:val="00CA2801"/>
    <w:rsid w:val="00CA41BF"/>
    <w:rsid w:val="00CB22FF"/>
    <w:rsid w:val="00CB686E"/>
    <w:rsid w:val="00CC0833"/>
    <w:rsid w:val="00CC12EE"/>
    <w:rsid w:val="00CC156E"/>
    <w:rsid w:val="00CC1B44"/>
    <w:rsid w:val="00CD16FA"/>
    <w:rsid w:val="00CD1FC1"/>
    <w:rsid w:val="00CD66FF"/>
    <w:rsid w:val="00CD72D4"/>
    <w:rsid w:val="00CE30CD"/>
    <w:rsid w:val="00CE69A0"/>
    <w:rsid w:val="00CF137D"/>
    <w:rsid w:val="00D0599C"/>
    <w:rsid w:val="00D10971"/>
    <w:rsid w:val="00D20EAE"/>
    <w:rsid w:val="00D212D5"/>
    <w:rsid w:val="00D24B24"/>
    <w:rsid w:val="00D24EB0"/>
    <w:rsid w:val="00D25987"/>
    <w:rsid w:val="00D33A32"/>
    <w:rsid w:val="00D449F0"/>
    <w:rsid w:val="00D46C32"/>
    <w:rsid w:val="00D5174F"/>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B5B40"/>
    <w:rsid w:val="00EC0F78"/>
    <w:rsid w:val="00EC1A32"/>
    <w:rsid w:val="00EC1A39"/>
    <w:rsid w:val="00EC5C01"/>
    <w:rsid w:val="00ED0DD0"/>
    <w:rsid w:val="00ED3DFD"/>
    <w:rsid w:val="00ED3F21"/>
    <w:rsid w:val="00ED4263"/>
    <w:rsid w:val="00EE260F"/>
    <w:rsid w:val="00EE4843"/>
    <w:rsid w:val="00EE56E1"/>
    <w:rsid w:val="00EE604B"/>
    <w:rsid w:val="00EE6B33"/>
    <w:rsid w:val="00EF0462"/>
    <w:rsid w:val="00EF6505"/>
    <w:rsid w:val="00EF75EA"/>
    <w:rsid w:val="00EF7A6F"/>
    <w:rsid w:val="00F02C57"/>
    <w:rsid w:val="00F070E5"/>
    <w:rsid w:val="00F07D33"/>
    <w:rsid w:val="00F1517E"/>
    <w:rsid w:val="00F16678"/>
    <w:rsid w:val="00F26388"/>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A32"/>
    <w:rsid w:val="00FA3B58"/>
    <w:rsid w:val="00FA521C"/>
    <w:rsid w:val="00FA5484"/>
    <w:rsid w:val="00FA6127"/>
    <w:rsid w:val="00FB1A72"/>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296BC1"/>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FooterChar">
    <w:name w:val="Footer Char"/>
    <w:link w:val="Footer"/>
    <w:uiPriority w:val="99"/>
    <w:rsid w:val="00613E8E"/>
    <w:rPr>
      <w:rFonts w:cs="B Badr"/>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paragraph" w:customStyle="1" w:styleId="libFootnote">
    <w:name w:val="libFootnote"/>
    <w:basedOn w:val="libNormal"/>
    <w:next w:val="libNormal"/>
    <w:link w:val="libFootnoteChar"/>
    <w:qFormat/>
    <w:rsid w:val="004B3F28"/>
    <w:rPr>
      <w:sz w:val="24"/>
      <w:szCs w:val="26"/>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En">
    <w:name w:val="libEn"/>
    <w:basedOn w:val="libNormal"/>
    <w:next w:val="libNormal"/>
    <w:link w:val="libEnChar"/>
    <w:rsid w:val="004B3F28"/>
    <w:pPr>
      <w:jc w:val="right"/>
    </w:p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character" w:customStyle="1" w:styleId="libLeftBoldChar">
    <w:name w:val="libLeftBold Char"/>
    <w:link w:val="libLeftBold"/>
    <w:rsid w:val="00651ADF"/>
    <w:rPr>
      <w:rFonts w:cs="B Badr"/>
      <w:b/>
      <w:bCs/>
      <w:color w:val="000000"/>
      <w:sz w:val="30"/>
      <w:szCs w:val="30"/>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link w:val="libBold1"/>
    <w:rsid w:val="006E446F"/>
    <w:rPr>
      <w:rFonts w:cs="B Badr"/>
      <w:b/>
      <w:bCs/>
      <w:color w:val="000000"/>
      <w:sz w:val="32"/>
      <w:szCs w:val="32"/>
      <w:lang w:val="en-US" w:eastAsia="en-US" w:bidi="ar-SA"/>
    </w:rPr>
  </w:style>
  <w:style w:type="paragraph" w:customStyle="1" w:styleId="libFootnoteAie">
    <w:name w:val="libFootnoteAie"/>
    <w:basedOn w:val="libFootnote"/>
    <w:next w:val="libFootnote"/>
    <w:link w:val="libFootnoteAieChar"/>
    <w:qFormat/>
    <w:rsid w:val="004B3F28"/>
    <w:rPr>
      <w:color w:val="008000"/>
    </w:rPr>
  </w:style>
  <w:style w:type="character" w:customStyle="1" w:styleId="libFootnoteAieChar">
    <w:name w:val="libFootnoteAie Char"/>
    <w:link w:val="libFootnoteAie"/>
    <w:rsid w:val="004B3F28"/>
    <w:rPr>
      <w:rFonts w:cs="B Badr"/>
      <w:color w:val="008000"/>
      <w:sz w:val="24"/>
      <w:szCs w:val="26"/>
      <w:lang w:val="en-US" w:eastAsia="en-US"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Bold2">
    <w:name w:val="libBold2"/>
    <w:basedOn w:val="libNormal"/>
    <w:next w:val="libNormal"/>
    <w:qFormat/>
    <w:rsid w:val="001C5EDB"/>
    <w:rPr>
      <w:b/>
      <w:bCs/>
      <w:sz w:val="28"/>
      <w:szCs w:val="28"/>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paragraph" w:styleId="TOCHeading">
    <w:name w:val="TOC Heading"/>
    <w:basedOn w:val="Heading1"/>
    <w:next w:val="Normal"/>
    <w:uiPriority w:val="39"/>
    <w:unhideWhenUsed/>
    <w:qFormat/>
    <w:rsid w:val="00AF46BC"/>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AF46BC"/>
    <w:rPr>
      <w:color w:val="0000FF" w:themeColor="hyperlink"/>
      <w:u w:val="single"/>
    </w:rPr>
  </w:style>
  <w:style w:type="paragraph" w:styleId="TOC6">
    <w:name w:val="toc 6"/>
    <w:basedOn w:val="Normal"/>
    <w:next w:val="Normal"/>
    <w:autoRedefine/>
    <w:uiPriority w:val="39"/>
    <w:unhideWhenUsed/>
    <w:rsid w:val="000A1758"/>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0A1758"/>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0A1758"/>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0A1758"/>
    <w:pPr>
      <w:bidi w:val="0"/>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up\mah-shaval\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81473B-54CD-4493-A015-EAAB174D5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156</TotalTime>
  <Pages>170</Pages>
  <Words>23410</Words>
  <Characters>133439</Characters>
  <Application>Microsoft Office Word</Application>
  <DocSecurity>0</DocSecurity>
  <Lines>1111</Lines>
  <Paragraphs>313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156536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Windows User</cp:lastModifiedBy>
  <cp:revision>17</cp:revision>
  <cp:lastPrinted>1601-01-01T00:00:00Z</cp:lastPrinted>
  <dcterms:created xsi:type="dcterms:W3CDTF">2019-11-16T08:21:00Z</dcterms:created>
  <dcterms:modified xsi:type="dcterms:W3CDTF">2017-01-04T09:49:00Z</dcterms:modified>
</cp:coreProperties>
</file>