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Calibri" w:eastAsia="Calibri" w:hAnsi="Calibri" w:cs="Arial"/>
          <w:b w:val="0"/>
          <w:bCs w:val="0"/>
          <w:color w:val="auto"/>
          <w:sz w:val="22"/>
          <w:szCs w:val="22"/>
          <w:rtl/>
        </w:rPr>
        <w:id w:val="14521079"/>
        <w:docPartObj>
          <w:docPartGallery w:val="Table of Contents"/>
          <w:docPartUnique/>
        </w:docPartObj>
      </w:sdtPr>
      <w:sdtEndPr>
        <w:rPr>
          <w:rtl w:val="0"/>
        </w:rPr>
      </w:sdtEndPr>
      <w:sdtContent>
        <w:p w:rsidR="006475C5" w:rsidRDefault="006475C5" w:rsidP="006475C5">
          <w:pPr>
            <w:pStyle w:val="libBold1"/>
          </w:pPr>
          <w:r>
            <w:rPr>
              <w:rFonts w:hint="cs"/>
              <w:rtl/>
            </w:rPr>
            <w:t>فهرست مطالب</w:t>
          </w:r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EB479C">
            <w:fldChar w:fldCharType="begin"/>
          </w:r>
          <w:r w:rsidR="006475C5">
            <w:instrText xml:space="preserve"> TOC \o "1-3" \h \z \u </w:instrText>
          </w:r>
          <w:r w:rsidRPr="00EB479C">
            <w:fldChar w:fldCharType="separate"/>
          </w:r>
          <w:hyperlink w:anchor="_Toc460325648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شصت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گناهان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محو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كند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Toc460325648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49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شصت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معادل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يك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عمره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باشد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>)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Toc460325649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50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شصت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معادل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يك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حج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باشد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Toc460325650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51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شصت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بيان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اينكه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معائل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يك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حج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يك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عمره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باشند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Toc460325651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52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شصت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معادل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چند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حج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باشد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Toc460325652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53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شصت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معادل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آزاد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كردن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بندگان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باشد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Toc460325653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54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شصت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زوار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شفاعت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ديگران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كنند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Toc460325654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55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شصت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نهم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غم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اندوه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طرف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كرده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واسطه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اش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حوائج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آورده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شود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Toc460325655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56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هفتادم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عرفه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Toc460325656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57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هفتاد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يكم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كسى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عاشورأ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كند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Toc460325657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58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هفتاد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نيمه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شعبان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Toc460325658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59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هفتاد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كسى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رجب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كند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Toc460325659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60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هفتاد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كسى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غير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عيد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عرفه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كند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Toc460325660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61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هفتاد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كسى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فرات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غسل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كرده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برود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Toc460325661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62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هفتاد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جواز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ترك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غسل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Toc460325662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63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هفتاد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بيان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اينكه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زائرين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عارف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هستند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Toc460325663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64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هفتاد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كسانى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ترك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كنند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Toc460325664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65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هفتاد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كسانى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ترك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كنند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Toc460325665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66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هفتاد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ونهم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نقل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زيارات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وارده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Toc460325666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67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هشتادم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كيفيت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خواندن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Toc460325667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68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هشتاد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يكم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قصر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واجب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رخصت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خواندن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مستحبى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حائر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تمام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مشاهد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مشرفه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Toc460325668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69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هشتاد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يكم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قصر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واجب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رخصت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خواندن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مستحبى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حائر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تمام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مشاهد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مشرفه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Toc460325669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70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هشتاد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تمام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خواندن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كنار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تمام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مشاهد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مشرفه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Toc460325670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71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هشتاد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فريضه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حرم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معادل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حج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نافلة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معادل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عمره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محسوب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شود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Toc460325671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264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72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هشتاد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وداع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عليهما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Toc460325672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269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73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هشتاد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عباس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Toc460325673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276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74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هشتاد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وداع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عباس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Toc460325674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280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75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هشتاد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وداع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شهدأ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Toc460325675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282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76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هشتاد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فضيلت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كربلأ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Toc460325676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284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77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هشتاد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ونهم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فضيلت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زائر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حرمت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Toc460325677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314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78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نود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حائر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مواضعى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دعأ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محبوب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باشد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Toc460325678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318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79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نود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يكم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شفأ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تربت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مقدار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مستحب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Toc460325679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323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80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نود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ودوم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تربت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شفأ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باشند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Toc460325680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336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81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نود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مكان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كيفيت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اخذ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تربت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Toc460325681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340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82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نود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آنچه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شخص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تناول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نمودن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تربت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گويد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Toc460325682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354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83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نود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حرمت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خوردن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تمام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تربت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مگر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تربت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زيرا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شفأ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دردى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باشد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Toc460325683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357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84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نود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كيفيت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نمودن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كسى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منزل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وطنش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سيد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الشهدأ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دور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باشد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Toc460325684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360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85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نود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مكروه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جفأ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نسبت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Toc460325685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370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86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نود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كمترين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مدتى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بايد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كرد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اكثرى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كه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جناب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غنى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فقير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توانند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تاخير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بياندازند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Toc460325686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380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87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نود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نهم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ابى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الحسن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موسى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جعفر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الجواد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بغداد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Toc460325687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394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88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صدم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بيان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ابى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الحسن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موسى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جعفر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ابى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جعفر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الجواد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Toc460325688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402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89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صد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يكم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ابى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الحسن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موسى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الرضا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طوس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Toc460325689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407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90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صد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ابى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الحسن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الرضا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Toc460325690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419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91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صدو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ابى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الحسن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الهادى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ابى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الحسن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العسكرى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Toc460325691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430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92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صد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جميع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ائمه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cs="Rafed Alaem" w:hint="eastAsia"/>
                <w:noProof/>
                <w:rtl/>
                <w:lang w:bidi="fa-IR"/>
              </w:rPr>
              <w:t>عليه‌السلام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جامعه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Toc460325692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434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93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صد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فضيلت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مومنين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وكيفيت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Toc460325693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443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94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صد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وششم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فضيلت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دختر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موسى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جعفر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عليه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شهر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قم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Toc460325694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457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95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صدو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فضيلت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عبد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العظيم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عبد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العظيم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عبد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الحسنى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رى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Toc460325695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458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325696" w:history="1"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صد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6475C5" w:rsidRPr="00DC78D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475C5" w:rsidRPr="00DC78D0">
              <w:rPr>
                <w:rStyle w:val="Hyperlink"/>
                <w:rFonts w:hint="eastAsia"/>
                <w:noProof/>
                <w:rtl/>
                <w:lang w:bidi="fa-IR"/>
              </w:rPr>
              <w:t>نادره</w:t>
            </w:r>
            <w:r w:rsidR="006475C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 w:rsidR="006475C5">
              <w:rPr>
                <w:noProof/>
                <w:webHidden/>
              </w:rPr>
              <w:instrText>PAGEREF</w:instrText>
            </w:r>
            <w:r w:rsidR="006475C5">
              <w:rPr>
                <w:noProof/>
                <w:webHidden/>
                <w:rtl/>
              </w:rPr>
              <w:instrText xml:space="preserve"> _</w:instrText>
            </w:r>
            <w:r w:rsidR="006475C5">
              <w:rPr>
                <w:noProof/>
                <w:webHidden/>
              </w:rPr>
              <w:instrText>Toc460325696 \h</w:instrText>
            </w:r>
            <w:r w:rsidR="006475C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475C5">
              <w:rPr>
                <w:noProof/>
                <w:webHidden/>
                <w:rtl/>
              </w:rPr>
              <w:t>460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475C5" w:rsidRDefault="00EB479C">
          <w:r>
            <w:fldChar w:fldCharType="end"/>
          </w:r>
        </w:p>
      </w:sdtContent>
    </w:sdt>
    <w:p w:rsidR="006475C5" w:rsidRDefault="006475C5" w:rsidP="007413E6">
      <w:pPr>
        <w:pStyle w:val="libNormal"/>
        <w:rPr>
          <w:rtl/>
          <w:lang w:bidi="fa-IR"/>
        </w:rPr>
      </w:pPr>
    </w:p>
    <w:p w:rsidR="007413E6" w:rsidRDefault="006475C5" w:rsidP="007413E6">
      <w:pPr>
        <w:pStyle w:val="libNormal"/>
      </w:pPr>
      <w:r>
        <w:rPr>
          <w:rtl/>
          <w:lang w:bidi="fa-IR"/>
        </w:rPr>
        <w:br w:type="page"/>
      </w:r>
      <w:r w:rsidR="007413E6">
        <w:rPr>
          <w:rFonts w:hint="cs"/>
          <w:rtl/>
          <w:lang w:bidi="fa-IR"/>
        </w:rPr>
        <w:lastRenderedPageBreak/>
        <w:t>ترجمه</w:t>
      </w:r>
      <w:r w:rsidR="007413E6">
        <w:rPr>
          <w:rtl/>
          <w:lang w:bidi="fa-IR"/>
        </w:rPr>
        <w:t xml:space="preserve"> </w:t>
      </w:r>
      <w:r w:rsidR="007413E6">
        <w:rPr>
          <w:rFonts w:hint="cs"/>
          <w:rtl/>
          <w:lang w:bidi="fa-IR"/>
        </w:rPr>
        <w:t>كامل</w:t>
      </w:r>
      <w:r w:rsidR="007413E6">
        <w:rPr>
          <w:rtl/>
          <w:lang w:bidi="fa-IR"/>
        </w:rPr>
        <w:t xml:space="preserve"> </w:t>
      </w:r>
      <w:r w:rsidR="007413E6">
        <w:rPr>
          <w:rFonts w:hint="cs"/>
          <w:rtl/>
          <w:lang w:bidi="fa-IR"/>
        </w:rPr>
        <w:t>الزيارات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مولف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القمى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مترجم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ذهنى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تهرانى</w:t>
      </w:r>
    </w:p>
    <w:p w:rsidR="007413E6" w:rsidRDefault="007413E6" w:rsidP="005C4912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الستون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الذنوب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6255C7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الخشاب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يعبرها،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عبره</w:t>
      </w:r>
      <w:r>
        <w:rPr>
          <w:rtl/>
          <w:lang w:bidi="fa-IR"/>
        </w:rPr>
        <w:t>.</w:t>
      </w:r>
    </w:p>
    <w:p w:rsidR="007413E6" w:rsidRDefault="006255C7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6255C7">
      <w:pPr>
        <w:pStyle w:val="Heading2"/>
      </w:pPr>
      <w:bookmarkStart w:id="0" w:name="_Toc460325648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bookmarkEnd w:id="0"/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الخشاب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رجالش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الرزاز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الدهان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مغفرة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عبدى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ادعنى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اقضيها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تنزيه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اجابتت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حاجتت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الاسناد،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موكلين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بزيارته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ذبوبه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ضاعفوا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حسانته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تضاعف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اكتفوه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ينادون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قدسوا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اغتسلوا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ناداهم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ابشروا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بمرافقتى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ناداهم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لقض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اكتتفوهم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شمائلهم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ينصرفوا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اهاليهم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مغيره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مضاعف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مضاعف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اطرافش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تنزيهش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تنزيه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مسافرين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ضامنم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چپ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خويشاوندان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بازگردند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الجامورانى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الرازى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انقلبت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طوبى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العبد؛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غنمت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فاستانف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الجامورانى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رازى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>....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الخيبرى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يثاب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تاخر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خيبرى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كمترين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مشروط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بشناسد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اورمة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زكريا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الكاهلى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فليكن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الثواب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البحر،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 w:rsidR="009C0D65" w:rsidRPr="005C4912">
        <w:rPr>
          <w:rStyle w:val="libAlaemChar"/>
          <w:rFonts w:hint="cs"/>
          <w:rtl/>
          <w:lang w:bidi="fa-IR"/>
        </w:rPr>
        <w:t>عليهما‌السلام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مضطهدا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عطشانا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اورمه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زكريا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الكاهلى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مرتكب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اولا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ثانيا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ثالثا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9C0D65" w:rsidRPr="005C4912">
        <w:rPr>
          <w:rStyle w:val="libAlaemChar"/>
          <w:rFonts w:hint="cs"/>
          <w:rtl/>
          <w:lang w:bidi="fa-IR"/>
        </w:rPr>
        <w:t>عليهما‌السلام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اصبعه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قفاه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فاستانف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العمل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الاسناد،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انگشتش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بپرداز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اسناد،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اسنادش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الانصارى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شهدت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الخراسان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فسالوه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كمولود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باجنحتهم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فرفرفت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باجنحتهم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المغفرة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غشيته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نادته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طبت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نوزادى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مشايعتش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بيامرزد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اكناف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>:</w:t>
      </w:r>
    </w:p>
    <w:p w:rsidR="006255C7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>.</w:t>
      </w:r>
    </w:p>
    <w:p w:rsidR="007413E6" w:rsidRDefault="006255C7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6255C7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الثالث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الستون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2860DA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).</w:t>
      </w:r>
    </w:p>
    <w:p w:rsidR="007413E6" w:rsidRDefault="002860DA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6255C7">
      <w:pPr>
        <w:pStyle w:val="Heading2"/>
        <w:rPr>
          <w:rtl/>
          <w:lang w:bidi="fa-IR"/>
        </w:rPr>
      </w:pPr>
      <w:bookmarkStart w:id="1" w:name="_Toc460325649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 w:rsidR="006255C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)</w:t>
      </w:r>
      <w:bookmarkEnd w:id="1"/>
    </w:p>
    <w:p w:rsidR="002860DA" w:rsidRPr="002860DA" w:rsidRDefault="002860DA" w:rsidP="002860DA">
      <w:pPr>
        <w:pStyle w:val="libNormal"/>
        <w:rPr>
          <w:lang w:bidi="fa-IR"/>
        </w:rPr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ثوابش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المدائنى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الطاهرين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الابرار،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اثنتان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مدائنى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>،</w:t>
      </w:r>
      <w:r w:rsidR="00490C6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نيكوكارترين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نيكوكاران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متقبلة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بعضنا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فرمائيد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گوئى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ثوابش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القطان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گوئيد؟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گوييم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متقبلة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بعضهم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الاسناد،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البوفكى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الفضيض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رئاب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ينبغى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سنين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اسناد،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بوفكى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رئاب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6255C7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سزاوار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6255C7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6255C7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الستون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6255C7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>.</w:t>
      </w:r>
    </w:p>
    <w:p w:rsidR="006255C7" w:rsidRDefault="006255C7" w:rsidP="007413E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413E6" w:rsidRDefault="007413E6" w:rsidP="006255C7">
      <w:pPr>
        <w:pStyle w:val="Heading2"/>
        <w:rPr>
          <w:rtl/>
          <w:lang w:bidi="fa-IR"/>
        </w:rPr>
      </w:pPr>
      <w:bookmarkStart w:id="2" w:name="_Toc460325650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bookmarkEnd w:id="2"/>
    </w:p>
    <w:p w:rsidR="002860DA" w:rsidRPr="002860DA" w:rsidRDefault="002860DA" w:rsidP="002860DA">
      <w:pPr>
        <w:pStyle w:val="libNormal"/>
        <w:rPr>
          <w:lang w:bidi="fa-IR"/>
        </w:rPr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اخبرنى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الانبارى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يتهيا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يتهيا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يتهيا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>؟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آمادگى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آمادگى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ههنا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يتهيا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يتهيا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آمادگى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بشتابد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ميسور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حريز،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حريز،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حريز،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lastRenderedPageBreak/>
        <w:t>متن</w:t>
      </w:r>
      <w:r>
        <w:rPr>
          <w:rtl/>
          <w:lang w:bidi="fa-IR"/>
        </w:rPr>
        <w:t>:</w:t>
      </w:r>
    </w:p>
    <w:p w:rsidR="007413E6" w:rsidRDefault="007413E6" w:rsidP="006255C7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حريز؛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عنهما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قالا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6255C7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القماط،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يعفور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يتهيا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يجزئه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قماط،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يعفور،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الصالح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يخبرنى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فكتب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مصلحت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نتوانسته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6255C7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6255C7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6255C7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الخامس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الستون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6255C7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الاحمسى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الاحمسية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بيده</w:t>
      </w:r>
      <w:r>
        <w:rPr>
          <w:rtl/>
          <w:lang w:bidi="fa-IR"/>
        </w:rPr>
        <w:t>.</w:t>
      </w:r>
    </w:p>
    <w:p w:rsidR="006255C7" w:rsidRDefault="006255C7" w:rsidP="007413E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413E6" w:rsidRDefault="007413E6" w:rsidP="006255C7">
      <w:pPr>
        <w:pStyle w:val="Heading2"/>
        <w:rPr>
          <w:rtl/>
          <w:lang w:bidi="fa-IR"/>
        </w:rPr>
      </w:pPr>
      <w:bookmarkStart w:id="3" w:name="_Toc460325651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bookmarkEnd w:id="3"/>
    </w:p>
    <w:p w:rsidR="002860DA" w:rsidRPr="002860DA" w:rsidRDefault="002860DA" w:rsidP="002860DA">
      <w:pPr>
        <w:pStyle w:val="libNormal"/>
        <w:rPr>
          <w:lang w:bidi="fa-IR"/>
        </w:rPr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احمسية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هيهنا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يتهيا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يتهيا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ميسور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ميسور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شعثا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يبكونه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>،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ژوليده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الواش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عائذ،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خديجة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هكذا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وش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عائذ،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انگشتان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>).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النيسابورى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اليمانى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نيشابورى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يطرح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الضعيف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يطوف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ادركهم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صعدوا،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فطافوا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الصباح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لاكرم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النوبة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lastRenderedPageBreak/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ساقط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مقصود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محسوب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عزيزتر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ژوليده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الاحمسية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: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اصابعه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الزيارات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احمسيه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فرماييد؟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انگشتانشان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برگرداندند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شعثا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يبكونه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صفار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ژوليده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مقصود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>(</w:t>
      </w:r>
      <w:r w:rsidRPr="006255C7">
        <w:rPr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عطية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بياع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السابرى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الكندى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اسنادش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يازدهم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راويان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...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مصادف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الجهنى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محفوظا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يرجع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فحدثته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فرغت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عمركى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مصادف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محفوظ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المختار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سيزدهم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عمركى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الزيتونى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ركعتين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كتبت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مفترض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طاعته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مفترض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طاعته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lastRenderedPageBreak/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زيتونى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مفترض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الرزاز،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يريدون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هول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يمنعهم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الغريب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العراق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زيارته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زيارته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مبرورات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متقبلات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فادع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العشرين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lastRenderedPageBreak/>
        <w:t xml:space="preserve">(حديث </w:t>
      </w:r>
      <w:r>
        <w:rPr>
          <w:rFonts w:hint="cs"/>
          <w:rtl/>
          <w:lang w:bidi="fa-IR"/>
        </w:rPr>
        <w:t>پانزدهم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دارند؟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غريب</w:t>
      </w:r>
      <w:r>
        <w:rPr>
          <w:rtl/>
          <w:lang w:bidi="fa-IR"/>
        </w:rPr>
        <w:t>؟!!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...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افزودند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افزودند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پذيرفته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برنخاستم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تقاضا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015B10" w:rsidRDefault="007413E6" w:rsidP="002860DA">
      <w:pPr>
        <w:pStyle w:val="libBold1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الستون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حججا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متن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الشحام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).</w:t>
      </w:r>
    </w:p>
    <w:p w:rsidR="00C4105F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C4105F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6255C7">
      <w:pPr>
        <w:pStyle w:val="Heading2"/>
        <w:rPr>
          <w:rtl/>
          <w:lang w:bidi="fa-IR"/>
        </w:rPr>
      </w:pPr>
      <w:bookmarkStart w:id="4" w:name="_Toc460325652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bookmarkEnd w:id="4"/>
    </w:p>
    <w:p w:rsidR="002860DA" w:rsidRPr="002860DA" w:rsidRDefault="002860DA" w:rsidP="002860DA">
      <w:pPr>
        <w:pStyle w:val="libNormal"/>
        <w:rPr>
          <w:lang w:bidi="fa-IR"/>
        </w:rPr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شحام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اسنادش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المدائنى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الاطيبين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الطاهرين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الابرار،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lastRenderedPageBreak/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مدائنى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>،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نيكوكارترين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نيكوكاران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النضر،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تسعة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تمها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تحسب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نضر،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شهاب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نوزده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تتميم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حذيفة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حججت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تسعة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اتممت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حذيفة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نوزده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lastRenderedPageBreak/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ثمانين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الخيبرى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الحضرمى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النجف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سياتيك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القادسية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ههنا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يدعوك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فسيجى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فذهبت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ادعه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ههنا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يدعوك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وصفك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فجئت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الاعرابى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قدمت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ههنا؟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فجئت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للزيارة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انفسنا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اهالينا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اموالنا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معايشنا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ازيدك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اليمنى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زاكية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فتعجب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>: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متقبلتين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زاكيتين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فتعجب</w:t>
      </w:r>
      <w:r>
        <w:rPr>
          <w:rtl/>
          <w:lang w:bidi="fa-IR"/>
        </w:rPr>
        <w:t>!</w:t>
      </w:r>
      <w:r>
        <w:rPr>
          <w:rFonts w:hint="cs"/>
          <w:rtl/>
          <w:lang w:bidi="fa-IR"/>
        </w:rPr>
        <w:t>فلم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متقبلة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زاكية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خيبرى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حكومت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دوانيقى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قادسيه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آمد،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>: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برويم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اعرابى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خداحافظى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بينيد؟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معايشمان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نگويم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: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بفرمائيد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تعجبش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افزوده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افزودند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lastRenderedPageBreak/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هول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يمنعهم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الشهيد؟</w:t>
      </w:r>
      <w:r>
        <w:rPr>
          <w:rtl/>
          <w:lang w:bidi="fa-IR"/>
        </w:rPr>
        <w:t xml:space="preserve">!!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العراق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زيارته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مبرورات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متقبلات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فادع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العشرين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لزيارته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دارند؟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بازداشت</w:t>
      </w:r>
      <w:r>
        <w:rPr>
          <w:rtl/>
          <w:lang w:bidi="fa-IR"/>
        </w:rPr>
        <w:t>؟!!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حضورش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مسعدة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حجتان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عشرون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فسكت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مسعدة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>؟!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اضافه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>!!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>؟!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القداح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مستنكف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شقيا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مغيره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قداح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استكبار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استنكافى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محسوبش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غوطه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2860DA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الستون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الرقاب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الرزاز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النيلى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مسرجة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ملجمة</w:t>
      </w:r>
      <w:r>
        <w:rPr>
          <w:rtl/>
          <w:lang w:bidi="fa-IR"/>
        </w:rPr>
        <w:t xml:space="preserve"> ).</w:t>
      </w:r>
    </w:p>
    <w:p w:rsidR="004B007D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4B007D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4B007D">
      <w:pPr>
        <w:pStyle w:val="Heading2"/>
        <w:rPr>
          <w:rtl/>
          <w:lang w:bidi="fa-IR"/>
        </w:rPr>
      </w:pPr>
      <w:bookmarkStart w:id="5" w:name="_Toc460325653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bookmarkEnd w:id="5"/>
    </w:p>
    <w:p w:rsidR="002860DA" w:rsidRPr="002860DA" w:rsidRDefault="002860DA" w:rsidP="002860DA">
      <w:pPr>
        <w:pStyle w:val="libNormal"/>
        <w:rPr>
          <w:lang w:bidi="fa-IR"/>
        </w:rPr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المداينى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الاطهرين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رقبة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المداينى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...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مدائنى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>،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نيكوكارترين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نيكوكاران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مدائنى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...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>.</w:t>
      </w:r>
    </w:p>
    <w:p w:rsidR="007413E6" w:rsidRDefault="007413E6" w:rsidP="002860DA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الستون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مشفعون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4B007D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الاشعرى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النعمان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يتجلى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lastRenderedPageBreak/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يشفعهم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مسائلهم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فيفعل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>.</w:t>
      </w:r>
    </w:p>
    <w:p w:rsidR="007413E6" w:rsidRDefault="004B007D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4B007D">
      <w:pPr>
        <w:pStyle w:val="Heading2"/>
        <w:rPr>
          <w:rtl/>
          <w:lang w:bidi="fa-IR"/>
        </w:rPr>
      </w:pPr>
      <w:bookmarkStart w:id="6" w:name="_Toc460325654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bookmarkEnd w:id="6"/>
    </w:p>
    <w:p w:rsidR="002860DA" w:rsidRPr="002860DA" w:rsidRDefault="002860DA" w:rsidP="002860DA">
      <w:pPr>
        <w:pStyle w:val="libNormal"/>
        <w:rPr>
          <w:lang w:bidi="fa-IR"/>
        </w:rPr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شفاعتشان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ملحوظ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4B007D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التمار،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B007D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المسرفين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مسرفين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البوفكى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فقتله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خطيئة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يخلص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المخلصين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خالطها،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الفساد،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فيلقى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تخالطه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القلوب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اخوانه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تتولى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بكفنه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حنوطه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تاتيه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ثمانية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تصيبه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النفخة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شيئا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النفخة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يصافحه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الاوصي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يبشرونه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الزمنا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يقيمونه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الحوض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فيشرب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lastRenderedPageBreak/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بوفكى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>....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نمائيم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اورمة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لحظة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يعذب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لزائرى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خاصة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كائنا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استوجبه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:)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استوجبه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ناصبيا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اورمه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بالخصوص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ناگفته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اشخاص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مشمول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مستوجب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مشروط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ناصبى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محسوب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نگردد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وضاح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التيمى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ينادى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محمد؟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فيقوم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يحصيهم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فيقومون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فيقوم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خذوا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احببتم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انطلقوا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فياخذ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لرجل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تعرفنى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فيدخله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يمنع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وضاح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هستند؟</w:t>
      </w:r>
      <w:r>
        <w:rPr>
          <w:rtl/>
          <w:lang w:bidi="fa-IR"/>
        </w:rPr>
        <w:t>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افرادى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هستند؟</w:t>
      </w:r>
      <w:r>
        <w:rPr>
          <w:rtl/>
          <w:lang w:bidi="fa-IR"/>
        </w:rPr>
        <w:t>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خيزند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الزيارات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>: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شناسى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314BBE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التاسع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الستون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الحوائج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العلوى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حاجته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314BBE">
      <w:pPr>
        <w:pStyle w:val="Heading2"/>
        <w:rPr>
          <w:rtl/>
          <w:lang w:bidi="fa-IR"/>
        </w:rPr>
      </w:pPr>
      <w:bookmarkStart w:id="7" w:name="_Toc460325655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bookmarkEnd w:id="7"/>
    </w:p>
    <w:p w:rsidR="00314BBE" w:rsidRPr="00314BBE" w:rsidRDefault="00314BBE" w:rsidP="00314BBE">
      <w:pPr>
        <w:pStyle w:val="libNormal"/>
        <w:rPr>
          <w:lang w:bidi="fa-IR"/>
        </w:rPr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اندوهگينى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سازد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السابرى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الكنانى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شعثا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يبكونه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مامنه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عادوه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اتبعوا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جنازته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اندوهگينى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ژوليده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ماوايش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مشايعتش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عيادتش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تشييع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مكروبا،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مسرورا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سزاوار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اندوهگينى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برگرداند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الامصار،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يقبلها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الكوفة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مسرورا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بقض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پذيرفتند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اندوهگينى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برگرداند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مكروبا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عطشانا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لهفانا،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لهفان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مغموم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عاهة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مسالته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رزقه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فاعتبروا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الابصار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اندهگين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بصيرت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بگيريد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العمركى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كربتة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عمركى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غمگينى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مقصود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ناجية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يقبلها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لزقه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ليحف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ناجيه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ولايت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نپذيرفت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مقصود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طوافش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يعفور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دعانى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تجشمت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مشقة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فهلا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؟! </w:t>
      </w:r>
      <w:r>
        <w:rPr>
          <w:rFonts w:hint="cs"/>
          <w:rtl/>
          <w:lang w:bidi="fa-IR"/>
        </w:rPr>
        <w:t>فكان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قوله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فهلا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قوله</w:t>
      </w:r>
      <w:r>
        <w:rPr>
          <w:rtl/>
          <w:lang w:bidi="fa-IR"/>
        </w:rPr>
        <w:t xml:space="preserve">: (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).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حوائجك</w:t>
      </w:r>
      <w:r>
        <w:rPr>
          <w:rtl/>
          <w:lang w:bidi="fa-IR"/>
        </w:rPr>
        <w:t>؟!.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يعفور،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مشكلات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>؟!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يعفور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عبارت</w:t>
      </w:r>
      <w:r>
        <w:rPr>
          <w:rtl/>
          <w:lang w:bidi="fa-IR"/>
        </w:rPr>
        <w:t xml:space="preserve"> (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...)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نيازمندى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>؟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ذهبا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فضة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ضياعى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تفعل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مكُة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يكفرون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ملهوف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ورزند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بروم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محزونى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>.</w:t>
      </w:r>
    </w:p>
    <w:p w:rsidR="007413E6" w:rsidRDefault="007413E6" w:rsidP="00314BBE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عرفة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4B007D" w:rsidRDefault="007413E6" w:rsidP="004B007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الرزاز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ربما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احسنت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متقبلات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عرفُة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عارفابحقه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متقبلات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الموقف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المغضب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عرفُة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بمناسكها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غزوة</w:t>
      </w:r>
      <w:r>
        <w:rPr>
          <w:rtl/>
          <w:lang w:bidi="fa-IR"/>
        </w:rPr>
        <w:t>.</w:t>
      </w:r>
    </w:p>
    <w:p w:rsidR="007413E6" w:rsidRDefault="004B007D" w:rsidP="004B007D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4B007D">
      <w:pPr>
        <w:pStyle w:val="Heading2"/>
        <w:rPr>
          <w:rtl/>
          <w:lang w:bidi="fa-IR"/>
        </w:rPr>
      </w:pPr>
      <w:bookmarkStart w:id="8" w:name="_Toc460325656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bookmarkEnd w:id="8"/>
    </w:p>
    <w:p w:rsidR="00314BBE" w:rsidRPr="00314BBE" w:rsidRDefault="00314BBE" w:rsidP="00314BBE">
      <w:pPr>
        <w:pStyle w:val="libNormal"/>
        <w:rPr>
          <w:lang w:bidi="fa-IR"/>
        </w:rPr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غضبناك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مناسك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يقولون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الفواد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مطمئن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الهيثم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مسروق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يبدء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الموقف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مسروق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اسباط،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موقف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حاجى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زنازاده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زنازاده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النعمان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يتجلى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يشفعهم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مسائلهم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فيفعل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النيسابورى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اليمانى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بعرفات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فادركها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ليبدء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يخالطهم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نيشابورى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متقبله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ظبيان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سازد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استانفوا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عرفات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العرزمى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ارجعوا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مغفورا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ينصرف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العزرمى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برگرديد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بوجهه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احججت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lastRenderedPageBreak/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بمكة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عرفات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فسره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فيعطيه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يرفعها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يضعها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حاجى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بفرمائيد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بشنو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ظرفيت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پذيرش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ظبيان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القائم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بوعدى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زكاه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كروبا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ظبيان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ميليون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عبدى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بوعدى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زكاه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يازدهم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القماط،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معسرا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يتهيا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يجزئه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اللمعسر،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يتنفل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شغل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عائق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عرفُة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اجزاه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اضعافا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مضاعفة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>،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مائة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تحصوها،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كريم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قماط،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ناگفته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اجز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شغل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جزائ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بشماريد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آئيد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بخشايد</w:t>
      </w:r>
      <w:r>
        <w:rPr>
          <w:rtl/>
          <w:lang w:bidi="fa-IR"/>
        </w:rPr>
        <w:t>.</w:t>
      </w:r>
    </w:p>
    <w:p w:rsidR="007413E6" w:rsidRDefault="007413E6" w:rsidP="00314BBE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المدائنى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اخبرنى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الجبلى</w:t>
      </w:r>
      <w:r>
        <w:rPr>
          <w:rtl/>
          <w:lang w:bidi="fa-IR"/>
        </w:rPr>
        <w:t>،</w:t>
      </w:r>
    </w:p>
    <w:p w:rsidR="004B007D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قبيصة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هول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المزور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الزائر،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ملطخا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عرصته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يديه</w:t>
      </w:r>
      <w:r>
        <w:rPr>
          <w:rtl/>
          <w:lang w:bidi="fa-IR"/>
        </w:rPr>
        <w:t>.</w:t>
      </w:r>
    </w:p>
    <w:p w:rsidR="007413E6" w:rsidRDefault="004B007D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4B007D">
      <w:pPr>
        <w:pStyle w:val="Heading2"/>
        <w:rPr>
          <w:rtl/>
          <w:lang w:bidi="fa-IR"/>
        </w:rPr>
      </w:pPr>
      <w:bookmarkStart w:id="9" w:name="_Toc460325657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bookmarkEnd w:id="9"/>
    </w:p>
    <w:p w:rsidR="00314BBE" w:rsidRPr="00314BBE" w:rsidRDefault="00314BBE" w:rsidP="00314BBE">
      <w:pPr>
        <w:pStyle w:val="libNormal"/>
        <w:rPr>
          <w:lang w:bidi="fa-IR"/>
        </w:rPr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مدائنى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قبيصه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زائرين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بيتوته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بيتوته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DD3E6F" w:rsidRDefault="007413E6" w:rsidP="00015B10">
      <w:pPr>
        <w:pStyle w:val="libBold2"/>
        <w:rPr>
          <w:rtl/>
          <w:lang w:bidi="fa-IR"/>
        </w:rPr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DD3E6F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حريز،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حريز،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الانبارى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الشحام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4B007D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انبارى</w:t>
      </w:r>
      <w:r>
        <w:rPr>
          <w:rtl/>
          <w:lang w:bidi="fa-IR"/>
        </w:rPr>
        <w:t>،</w:t>
      </w:r>
      <w:r w:rsidR="004B007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شحام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تشحط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معصومين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المدائنى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>(حديث</w:t>
      </w:r>
      <w:r>
        <w:rPr>
          <w:rFonts w:hint="cs"/>
          <w:rtl/>
          <w:lang w:bidi="fa-IR"/>
        </w:rPr>
        <w:t>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مدائنى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اسنادش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الموسوى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الشحام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تاخر،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عرفةُ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متقبلة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عرشه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المعافا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الشحام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موسوى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شحام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آمرزد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معافا،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شحام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الهمدانى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الطيالسى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علقمة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الحضرمى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الجهنى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الباقر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يظل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باكيا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الائمة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الراشدين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همدانى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طيالسى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علقمة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الباقر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شايان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اقصيها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يمكنه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الصحر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سطحا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مرتفعا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اجتهد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الزوال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ليندب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يبكيه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يامر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بالبك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يقيم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يتلاقون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بالبك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البيوت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ليعز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بمصاب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الثواب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الضامن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الزعيم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الضامن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الزعيم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علقمه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بشتابد؟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مواظب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دستورهائى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شويد؟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دستورهاى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بعضا؟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يقولون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اجورنا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بمصابنا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الطالبين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بثاره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استطعت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تنتشر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فافعال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رشدا،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تدخرن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لمنزلك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شيئا،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لمنزله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شيئا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يدخره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الساعة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علقمه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بگويند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اجورنا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بمصابنا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الطالبين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بثاره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علهيم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عزادار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نيازمندى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آذوقه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ذخيره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ذخيره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بنابر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دستورها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انقراض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الجهنى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عميرة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علقمة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الحضرمى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علمنى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ادعو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ادعو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سطح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علقمة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الركعتين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يدعو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سيئة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تشاركهم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درجاتهم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الستشهدوا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>،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علقمة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فرمائيد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علقمه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):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>،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خيرته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الوصيين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الموتور،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الارواح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بفنائك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برحلك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عظمت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الرزية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المصيبة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السماوات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دفعتكم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مقامكم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ازالتكم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الممهدين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بالتمكين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قتالكم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برئت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اشياعهم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اتباعهم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حاربكم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قاطبة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مرجانة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اسرجت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لقتالك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عاشورا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علقمه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مادامى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هستند،اى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منزلتتان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بدينوسيله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>،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مرجانه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يكرمنى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بموالاتك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بالبر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اعدائكم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بالبر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بنيانه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اشياعكم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برئت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بموالاتكم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اعدائكم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الناصبين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اشياعهم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اتباعهم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حاربكم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والاكم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عاداكم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بمعرفتكم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اوليائكم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اعدائكم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يجعلنى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يثبت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يبلغنى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ناطق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يعطينى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بمصابى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بمصيبة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اقول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راجعون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رزيتها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السماوات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آبرومند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>،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آقاى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>،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رسولش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بدنبالش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تبرى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ناطق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مطالبه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اقدسش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حقانيت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عزادارى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بفرمايد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چقدر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مغفرة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تنزلت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اللعنة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آكلة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الاكباد،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اللعين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اللعنة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الابدين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اللعنة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لقتلهم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(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موقفى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بالبر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اللعنة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بالموالاة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وبقيه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>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زيستن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زيستن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جگرها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بوسيله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پيامبرت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ابوسفيان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زندگانيم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پيامبرت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العصابة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اعداه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الارواح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بفنائك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برحلك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مابقيت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نپذيرفته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شدند،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بگردان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ارواح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اطرافت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واحدة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باللعن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قاطبة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الشاكرين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مصابهم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الحمدلله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مهجهم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علقمة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الباقر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علقمة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استطعت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فافعل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697B8D">
      <w:pPr>
        <w:pStyle w:val="libNormal"/>
      </w:pP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اختصاص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آخرين</w:t>
      </w:r>
      <w:r>
        <w:rPr>
          <w:rtl/>
          <w:lang w:bidi="fa-IR"/>
        </w:rPr>
        <w:t>،</w:t>
      </w:r>
      <w:r w:rsidR="00697B8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گزاران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عزادارى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ثابت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علقمه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علقمه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>.</w:t>
      </w:r>
    </w:p>
    <w:p w:rsidR="007413E6" w:rsidRDefault="007413E6" w:rsidP="00314BBE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11089C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زائرى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ارجعوا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مغفورا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ثوابكم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نبيكم</w:t>
      </w:r>
      <w:r>
        <w:rPr>
          <w:rtl/>
          <w:lang w:bidi="fa-IR"/>
        </w:rPr>
        <w:t>.</w:t>
      </w:r>
    </w:p>
    <w:p w:rsidR="007413E6" w:rsidRDefault="0011089C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11089C">
      <w:pPr>
        <w:pStyle w:val="Heading2"/>
        <w:rPr>
          <w:rtl/>
          <w:lang w:bidi="fa-IR"/>
        </w:rPr>
      </w:pPr>
      <w:bookmarkStart w:id="10" w:name="_Toc460325658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bookmarkEnd w:id="10"/>
    </w:p>
    <w:p w:rsidR="00314BBE" w:rsidRPr="00314BBE" w:rsidRDefault="00314BBE" w:rsidP="00314BBE">
      <w:pPr>
        <w:pStyle w:val="libNormal"/>
        <w:rPr>
          <w:lang w:bidi="fa-IR"/>
        </w:rPr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الزيتونى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قالا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يصافحه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فليزر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النبيين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يستاذنون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فيوذن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اولوالعزم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قلنا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العزم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بعثوا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غربها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انسها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lastRenderedPageBreak/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زيتونى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مصافحه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ارواح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داشتيم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معناى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اوالعزم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مبعوث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استفاده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اولوالعزم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محدود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منحصر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سرزمينى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عمومى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گسترده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صندل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الاعلى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زائرى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ارجعوا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مغفورا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ثوابكم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ربكم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صندل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...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متواليات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صافى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الباقر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الحول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المقبلة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اسنادش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لغزشى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المدائنى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الحجاج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تاخر،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الليالى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الفطر،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الاضحى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المدائنى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فطر،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الفطر،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متقبلة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ظبيان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>.</w:t>
      </w:r>
    </w:p>
    <w:p w:rsidR="00015B10" w:rsidRDefault="007413E6" w:rsidP="007413E6">
      <w:pPr>
        <w:pStyle w:val="libNormal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متن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يقرء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يحفظانه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سوء،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يستفران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>.</w:t>
      </w:r>
    </w:p>
    <w:p w:rsidR="00015B10" w:rsidRDefault="007413E6" w:rsidP="007413E6">
      <w:pPr>
        <w:pStyle w:val="libNormal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lastRenderedPageBreak/>
        <w:t>ترجمه</w:t>
      </w:r>
      <w:r w:rsidRPr="00015B10"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آموزش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الشحام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تاخر</w:t>
      </w:r>
      <w:r>
        <w:rPr>
          <w:rtl/>
          <w:lang w:bidi="fa-IR"/>
        </w:rPr>
        <w:t>).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شحام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lastRenderedPageBreak/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تاخر،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استقبلو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الخشب</w:t>
      </w:r>
      <w:r>
        <w:rPr>
          <w:rtl/>
          <w:lang w:bidi="fa-IR"/>
        </w:rPr>
        <w:t>.</w:t>
      </w:r>
    </w:p>
    <w:p w:rsidR="00015B10" w:rsidRDefault="007413E6" w:rsidP="007413E6">
      <w:pPr>
        <w:pStyle w:val="libNormal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شروع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لطف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الشحام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lastRenderedPageBreak/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تاخر،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متقلبة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يازدهم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شحام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314BBE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الثالث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والسبعون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الابزارى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البزنطى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).</w:t>
      </w:r>
    </w:p>
    <w:p w:rsidR="0011089C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11089C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11089C">
      <w:pPr>
        <w:pStyle w:val="Heading2"/>
        <w:rPr>
          <w:rtl/>
          <w:lang w:bidi="fa-IR"/>
        </w:rPr>
      </w:pPr>
      <w:bookmarkStart w:id="11" w:name="_Toc460325659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bookmarkEnd w:id="11"/>
    </w:p>
    <w:p w:rsidR="00314BBE" w:rsidRPr="00314BBE" w:rsidRDefault="00314BBE" w:rsidP="00314BBE">
      <w:pPr>
        <w:pStyle w:val="libNormal"/>
        <w:rPr>
          <w:lang w:bidi="fa-IR"/>
        </w:rPr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ابزارى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بزنطى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برويم</w:t>
      </w:r>
      <w:r>
        <w:rPr>
          <w:rtl/>
          <w:lang w:bidi="fa-IR"/>
        </w:rPr>
        <w:t>؟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الدهان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آمرزد</w:t>
      </w:r>
      <w:r>
        <w:rPr>
          <w:rtl/>
          <w:lang w:bidi="fa-IR"/>
        </w:rPr>
        <w:t>.</w:t>
      </w:r>
    </w:p>
    <w:p w:rsidR="007413E6" w:rsidRDefault="007413E6" w:rsidP="00314BBE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لاعرفة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9C0D65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متقبلات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عدل</w:t>
      </w:r>
      <w:r>
        <w:rPr>
          <w:rtl/>
          <w:lang w:bidi="fa-IR"/>
        </w:rPr>
        <w:t>.</w:t>
      </w:r>
    </w:p>
    <w:p w:rsidR="007413E6" w:rsidRDefault="009C0D65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9C0D65">
      <w:pPr>
        <w:pStyle w:val="Heading2"/>
        <w:rPr>
          <w:rtl/>
          <w:lang w:bidi="fa-IR"/>
        </w:rPr>
      </w:pPr>
      <w:bookmarkStart w:id="12" w:name="_Toc460325660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bookmarkEnd w:id="12"/>
    </w:p>
    <w:p w:rsidR="00314BBE" w:rsidRPr="00314BBE" w:rsidRDefault="00314BBE" w:rsidP="00314BBE">
      <w:pPr>
        <w:pStyle w:val="libNormal"/>
        <w:rPr>
          <w:lang w:bidi="fa-IR"/>
        </w:rPr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يحفظه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-.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البوفكى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صندل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افلح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البوفكى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صندل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همسايه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رستگار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العمركى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صندل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الثواب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الثواب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عمركى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صندل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فرقد،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صندل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الكنانى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العرش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الليلة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اسنادش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صندل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مصلحت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توزيع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lastRenderedPageBreak/>
        <w:t>متن</w:t>
      </w:r>
      <w:r>
        <w:rPr>
          <w:rtl/>
          <w:lang w:bidi="fa-IR"/>
        </w:rPr>
        <w:t>:</w:t>
      </w:r>
    </w:p>
    <w:p w:rsidR="007413E6" w:rsidRDefault="007413E6" w:rsidP="00697B8D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ربما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احسنت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متقبلات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7413E6" w:rsidRDefault="007413E6" w:rsidP="00314BBE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الخامس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9C0D65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النيسابورى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اليمانى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الذنوب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اقترفها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كبائر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كانوا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يحبون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ودع</w:t>
      </w:r>
      <w:r>
        <w:rPr>
          <w:rtl/>
          <w:lang w:bidi="fa-IR"/>
        </w:rPr>
        <w:t>.</w:t>
      </w:r>
    </w:p>
    <w:p w:rsidR="007413E6" w:rsidRDefault="009C0D65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9C0D65">
      <w:pPr>
        <w:pStyle w:val="Heading2"/>
        <w:rPr>
          <w:rtl/>
          <w:lang w:bidi="fa-IR"/>
        </w:rPr>
      </w:pPr>
      <w:bookmarkStart w:id="13" w:name="_Toc460325661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bookmarkEnd w:id="13"/>
    </w:p>
    <w:p w:rsidR="00314BBE" w:rsidRPr="00314BBE" w:rsidRDefault="00314BBE" w:rsidP="00314BBE">
      <w:pPr>
        <w:pStyle w:val="libNormal"/>
        <w:rPr>
          <w:lang w:bidi="fa-IR"/>
        </w:rPr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نيشابورى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مرتكب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الرزاز،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الدهان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طويل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ويحك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متقبلات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عدل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طولانى</w:t>
      </w:r>
      <w:r>
        <w:rPr>
          <w:rtl/>
          <w:lang w:bidi="fa-IR"/>
        </w:rPr>
        <w:t xml:space="preserve"> )....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بوجهه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بالقبر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بمكة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فسرلى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فيعطيه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يرفعها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يضعها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-.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البصرى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طويل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والدك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تساقطت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بطوله</w:t>
      </w:r>
      <w:r>
        <w:rPr>
          <w:rtl/>
          <w:lang w:bidi="fa-IR"/>
        </w:rPr>
        <w:t xml:space="preserve"> -.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9C0D65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المعافا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التغلبى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العسكرى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المفلحين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الفائزين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9C0D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يقروك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استانف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العمل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lastRenderedPageBreak/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تلعكبرى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مابنداد،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العسكرى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رستگاران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فائزين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قلمداد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الاصفهانى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الثقفى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فرغ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حرزا،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عاهة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فاقتى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الاصفهانى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مرفوعه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تعويذ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اعض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الاسكافى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الفزارى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الرواسى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الدهان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فتوضا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اسكافى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فزارى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برنداشته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الكناسى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بحيال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الموسوى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الطحان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الدهان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النخاس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الذنوب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سيئات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موسوى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طحان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نخاس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>.</w:t>
      </w:r>
    </w:p>
    <w:p w:rsidR="007413E6" w:rsidRDefault="007413E6" w:rsidP="00314BBE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الرخصة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9C0D65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بالكوفة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العيص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البجلى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>.</w:t>
      </w:r>
    </w:p>
    <w:p w:rsidR="007413E6" w:rsidRDefault="009C0D65" w:rsidP="007413E6">
      <w:pPr>
        <w:pStyle w:val="libNormal"/>
      </w:pPr>
      <w:r>
        <w:rPr>
          <w:rtl/>
          <w:lang w:bidi="fa-IR"/>
        </w:rPr>
        <w:br w:type="page"/>
      </w:r>
    </w:p>
    <w:p w:rsidR="007413E6" w:rsidRPr="00314BBE" w:rsidRDefault="007413E6" w:rsidP="009C0D65">
      <w:pPr>
        <w:pStyle w:val="Heading2"/>
        <w:rPr>
          <w:rStyle w:val="libNormalChar"/>
          <w:rtl/>
        </w:rPr>
      </w:pPr>
      <w:bookmarkStart w:id="14" w:name="_Toc460325662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bookmarkEnd w:id="14"/>
    </w:p>
    <w:p w:rsidR="00314BBE" w:rsidRPr="00314BBE" w:rsidRDefault="00314BBE" w:rsidP="00314BBE">
      <w:pPr>
        <w:pStyle w:val="libNormal"/>
        <w:rPr>
          <w:lang w:bidi="fa-IR"/>
        </w:rPr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البجلى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العيص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العيص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عيص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اليسع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اليسع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بنفسه</w:t>
      </w:r>
      <w:r>
        <w:rPr>
          <w:rtl/>
          <w:lang w:bidi="fa-IR"/>
        </w:rPr>
        <w:t xml:space="preserve"> -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مغيره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اليسع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697B8D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...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زاهر،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العيص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البجلى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زاهر،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البجلى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الكاظم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حنيفة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السابق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قريبا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فاغتسل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فتوضا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ائته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الكاظم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حنيفة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  <w:r w:rsidR="009C0D6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الزبرقان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يرفعه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ربما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فيصعب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يحصى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توضا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الثواب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زبرقان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مرفوعة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314BBE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العارفين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تشيعهم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تستقبلهم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تعودهم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مرضوا،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يشهدونهم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يستغفرون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9C0D65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شعثا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يبكونه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يبلغوه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مامنه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غدوة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>.</w:t>
      </w:r>
    </w:p>
    <w:p w:rsidR="007413E6" w:rsidRDefault="009C0D65" w:rsidP="007413E6">
      <w:pPr>
        <w:pStyle w:val="libNormal"/>
      </w:pPr>
      <w:r>
        <w:rPr>
          <w:rtl/>
          <w:lang w:bidi="fa-IR"/>
        </w:rPr>
        <w:br w:type="page"/>
      </w:r>
    </w:p>
    <w:p w:rsidR="00015B10" w:rsidRDefault="007413E6" w:rsidP="009C0D65">
      <w:pPr>
        <w:pStyle w:val="Heading2"/>
        <w:rPr>
          <w:rtl/>
          <w:lang w:bidi="fa-IR"/>
        </w:rPr>
      </w:pPr>
      <w:bookmarkStart w:id="15" w:name="_Toc460325663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bookmarkEnd w:id="15"/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استقبالشان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عيادتشان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مغفرت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ژوليده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عيادتش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السراج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استقبلوه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شهدوه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السراج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ژوليده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استقبالش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مشايعتش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عيادتش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السابرى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الكنانى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شعثا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يبكونه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شيعوه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مامنه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عادوه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اتبعوا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جنازته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الكنانى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غمگينى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هيئتى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ژوليده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عيادتش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تشييع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النيسابورى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اليمانى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سبعمائه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يميينه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يبلغوه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مامنه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فاستانف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العمل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يرجعون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مشيعين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قالوا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نستودعك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يزالون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يزورونه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يزورونه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للرجل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نيشابورى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چپ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بمقصدش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گناهانت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سپاريم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شعثا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الساعة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يشيعون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يعودونه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يشهدون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ژوليده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مشايعتش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شعثا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يبكونه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الشمس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يبكونه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يطلع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الفجر،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يشهدون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بالوف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يشيعونه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يعودونه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lastRenderedPageBreak/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اصبعه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قفاه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فاستانف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العمل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>.</w:t>
      </w:r>
    </w:p>
    <w:p w:rsidR="007413E6" w:rsidRDefault="007413E6" w:rsidP="009C0D65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  <w:r w:rsidR="003D1DAD">
        <w:rPr>
          <w:rFonts w:hint="cs"/>
          <w:rtl/>
          <w:lang w:bidi="fa-IR"/>
        </w:rPr>
        <w:t xml:space="preserve"> 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..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شعثا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يبكونه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يبلغوه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مامنه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غدوة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موجودات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ژوليده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مشايعتش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مقصدش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عيادتش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lastRenderedPageBreak/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يريدون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القتال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القتال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فرجعوا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الاستيذان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فهبطوا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يبكونه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رئيسهم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المنصور،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استقبلوه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يودعه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مودع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شيعوه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عادوه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ينتظرون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القائم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3D1DAD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بوالعباس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الرزاز،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الحظاب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مضارب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الجهنى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بعث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ليه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شعثا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يبكونه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خبر،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محفوظا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يرجع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هله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قبض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بالحديث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انتهيت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(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lastRenderedPageBreak/>
        <w:t xml:space="preserve">(حديث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مضارب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سرقبرش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گسيل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ژوليده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محفوظش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مضارب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>.</w:t>
      </w:r>
    </w:p>
    <w:p w:rsidR="007413E6" w:rsidRDefault="007413E6" w:rsidP="00314BBE">
      <w:pPr>
        <w:pStyle w:val="libBold1"/>
      </w:pPr>
      <w:r>
        <w:rPr>
          <w:rFonts w:hint="cs"/>
          <w:rtl/>
          <w:lang w:bidi="fa-IR"/>
        </w:rPr>
        <w:t>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الحناط،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منتقص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منتقص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314BBE">
      <w:pPr>
        <w:pStyle w:val="Heading2"/>
        <w:rPr>
          <w:rtl/>
          <w:lang w:bidi="fa-IR"/>
        </w:rPr>
      </w:pPr>
      <w:bookmarkStart w:id="16" w:name="_Toc460325664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bookmarkEnd w:id="16"/>
    </w:p>
    <w:p w:rsidR="00314BBE" w:rsidRPr="00314BBE" w:rsidRDefault="00314BBE" w:rsidP="00314BBE">
      <w:pPr>
        <w:pStyle w:val="libNormal"/>
        <w:rPr>
          <w:lang w:bidi="fa-IR"/>
        </w:rPr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ناقص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9C0D65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الحناط،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منتقض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منتقص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>.</w:t>
      </w:r>
    </w:p>
    <w:p w:rsidR="007413E6" w:rsidRDefault="009C0D65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9C0D65">
      <w:pPr>
        <w:pStyle w:val="Heading2"/>
        <w:rPr>
          <w:rtl/>
          <w:lang w:bidi="fa-IR"/>
        </w:rPr>
      </w:pPr>
      <w:bookmarkStart w:id="17" w:name="_Toc460325665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bookmarkEnd w:id="17"/>
    </w:p>
    <w:p w:rsidR="00314BBE" w:rsidRPr="00314BBE" w:rsidRDefault="00314BBE" w:rsidP="00314BBE">
      <w:pPr>
        <w:pStyle w:val="libNormal"/>
        <w:rPr>
          <w:lang w:bidi="fa-IR"/>
        </w:rPr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ناقص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عنبسة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مصعب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منتقص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منتقص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عنبسة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مصعب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ناقص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عميرة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بشيعة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ضيفان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محسوب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الحضرمى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فليعرض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فليرغب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ناقص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الايمان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اسنادش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پذيرفت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راغب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بنابراين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ناقص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البوفكى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صندل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بوفكى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صندل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الرزاز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مفروض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البصرى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طويل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والدك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رغبة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الحشرة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الحسرة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بطوله</w:t>
      </w:r>
      <w:r>
        <w:rPr>
          <w:rtl/>
          <w:lang w:bidi="fa-IR"/>
        </w:rPr>
        <w:t xml:space="preserve"> -.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7413E6" w:rsidRDefault="007413E6" w:rsidP="00314BBE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التاسع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314BBE">
        <w:rPr>
          <w:rFonts w:hint="cs"/>
          <w:rtl/>
          <w:lang w:bidi="fa-IR"/>
        </w:rPr>
        <w:t>عليه‌السلام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الرزاز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>: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كرمتنى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شرفتنى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فاعطنى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رغبتى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تغتدى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الرائحات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الطاهرات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الطيبات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المقربين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بقلوبهم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الناطقين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بفضلك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بالسنتهم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صدقت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باوليائك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تلحقنى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7413E6" w:rsidRPr="00314BBE" w:rsidRDefault="007413E6" w:rsidP="00314BBE">
      <w:pPr>
        <w:pStyle w:val="Heading2"/>
        <w:rPr>
          <w:rtl/>
        </w:rPr>
      </w:pPr>
      <w:bookmarkStart w:id="18" w:name="_Toc460325666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bookmarkEnd w:id="18"/>
    </w:p>
    <w:p w:rsidR="00314BBE" w:rsidRDefault="00314BBE" w:rsidP="007413E6">
      <w:pPr>
        <w:pStyle w:val="libNormal"/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9C0D65">
      <w:pPr>
        <w:pStyle w:val="libBold1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موقعيتى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ببخشاى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ايجاد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رغبت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فرستادگانت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پذيرفته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خونى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بوسيله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lastRenderedPageBreak/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بحيال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الملكوت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باسمائه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الروح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اكتبنى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بقاعك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الطاغوت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اشياعهم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ابتاعهم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توفنى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الوارثين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يرثون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الفردوس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الصالحين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9C0D65">
      <w:pPr>
        <w:pStyle w:val="libBold1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>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آفريده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اسمائش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مقصود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ايجاد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نقائص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والاترين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والاترين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طاغوتى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جاودانه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بوعدك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موقن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حقيقته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ثبات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اثبنى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9C0D65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ثابتش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حقيقتش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بفرما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تضعها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بالقسط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العدل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خلقه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تتوجه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صدقت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المصدق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الالسن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احببت</w:t>
      </w:r>
      <w:r>
        <w:rPr>
          <w:rtl/>
          <w:lang w:bidi="fa-IR"/>
        </w:rPr>
        <w:t>،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سرزمينى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سرزمينى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خونى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فتستقبل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ابشروا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بموعد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الاخره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جئت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اتوسل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يتوسل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المتوسلون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التراث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طلبتهم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متتابعة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القلبة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فتقول</w:t>
      </w:r>
      <w:r>
        <w:rPr>
          <w:rtl/>
          <w:lang w:bidi="fa-IR"/>
        </w:rPr>
        <w:t>: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بشارت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آمدم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متوسلين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نيازمنديهاى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مطالبه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المتوحد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فعلمه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بقدرته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ضمنت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اولئك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الصديقون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نورهم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متفرد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مخلوقات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ملتزم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راستگويان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اولئك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الصديقون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نورهم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تستقبل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تقديرا،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بعهده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بكلماته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اليقين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قتلتك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ضلمتك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خذلتك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خدعتك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بالولاية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واليت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بالبر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كذبوا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هدموا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حرفوا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سفكوا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افسدوا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واستذلوا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السرائر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العلانية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سمائك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دريافت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تكذيب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سوزاندند،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خفايا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الرحيم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فاخته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السراج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جلوسا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المتكلم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القوم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اقول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فذكرتنا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السرور،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اقول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ثلاثا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السماوات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مابينهن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ماهذه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الثلاثة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الاشي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البصرة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دمشق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اصنع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ثيابك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الطاهرة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التهليل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التمجيد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9C0D65">
      <w:pPr>
        <w:pStyle w:val="libBold1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بنام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بخشنده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مهربان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فاخته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9C0D65">
      <w:pPr>
        <w:pStyle w:val="libNormal"/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ابوعبدالله</w:t>
      </w:r>
      <w:r>
        <w:rPr>
          <w:rtl/>
          <w:lang w:bidi="fa-IR"/>
        </w:rPr>
        <w:t xml:space="preserve"> </w:t>
      </w:r>
      <w:r w:rsidR="009C0D65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متكلم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بارخدايا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بنمايان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ارتباط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ارتحال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موجودات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نامرئى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كدامند؟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دمشق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تهليل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تمجيد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>؛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تيه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بوجهك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كتفك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قتيله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الموتور،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السماوات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،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شهد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واقشعرت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ظلة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الخلائق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السماوات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بينهن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يرى</w:t>
      </w:r>
      <w:r>
        <w:rPr>
          <w:rtl/>
          <w:lang w:bidi="fa-IR"/>
        </w:rPr>
        <w:t xml:space="preserve">،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شهد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شهد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الموتور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السماوات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شهد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نصحت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رافيت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مستشهدا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الوافد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التمس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المنزلة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الهجرة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يختلج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الدخول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كفالتك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موجودات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لرزاند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خلائق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موجودات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موجودات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مصلحت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عاقبت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مستقيم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اطاعتت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التماس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اضطراب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لغزش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>، (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الكذب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يباعد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الكلب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يثبت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رقابنا،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يطلب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شجارها،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الاشجار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ثمارها،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رزقها،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يكشف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الغيث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تحمل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بدانكم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تستقر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جبالها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مراسيها،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بيوتكم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حكام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قتلتكم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خالفتكم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جحدت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تستشهد،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بئس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الواردين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بئس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المورود،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العالمين</w:t>
      </w:r>
    </w:p>
    <w:p w:rsidR="007413E6" w:rsidRDefault="007413E6" w:rsidP="009C0D65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 w:rsidR="009C0D6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آغاز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آغاز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آغاز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افتتاح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استحققاق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درختانش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روياند،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تفاصيل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مخالفت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سزاوار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بدجايگاهى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ثلاثا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خالفك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ثلاثا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يابن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خديجة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الزهر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ثلاثا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قتلك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ثلاثا</w:t>
      </w:r>
      <w:r>
        <w:rPr>
          <w:rtl/>
          <w:lang w:bidi="fa-IR"/>
        </w:rPr>
        <w:t xml:space="preserve"> -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ثلاثا</w:t>
      </w:r>
      <w:r>
        <w:rPr>
          <w:rtl/>
          <w:lang w:bidi="fa-IR"/>
        </w:rPr>
        <w:t xml:space="preserve"> -.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ثلاثا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فزتم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ثلاثا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فليت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فوز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ثلاثا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مامك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فتصلى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شئت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فانصرف</w:t>
      </w:r>
    </w:p>
    <w:p w:rsidR="007413E6" w:rsidRDefault="007413E6" w:rsidP="009C0D65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 w:rsidR="009C0D6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</w:p>
    <w:p w:rsidR="009C0D65" w:rsidRDefault="007413E6" w:rsidP="00015B10">
      <w:pPr>
        <w:pStyle w:val="libBold2"/>
        <w:rPr>
          <w:rtl/>
          <w:lang w:bidi="fa-IR"/>
        </w:rPr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خالفك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9C0D65" w:rsidRPr="005C4912">
        <w:rPr>
          <w:rStyle w:val="libAlaemChar"/>
          <w:rFonts w:hint="cs"/>
          <w:rtl/>
          <w:lang w:bidi="fa-IR"/>
        </w:rPr>
        <w:t>عليهما‌السلام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رستگار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رستگارى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الرحيم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يوب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الكناسى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بحيال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السكينة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الوقار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تدخله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المقربين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المنزلين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المردفين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المسمومين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مقيمون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استقبلت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عزائم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الخائم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الفاتح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استقبل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</w:p>
    <w:p w:rsidR="007413E6" w:rsidRDefault="007413E6" w:rsidP="009C0D65">
      <w:pPr>
        <w:pStyle w:val="libBold1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ابتد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باوقار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لازمه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گشاينده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اوصي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انتجبته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بعلمك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هاديا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بعثته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برسالاتك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انتجبته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بعلمك</w:t>
      </w:r>
      <w:r>
        <w:rPr>
          <w:rtl/>
          <w:lang w:bidi="fa-IR"/>
        </w:rPr>
        <w:t xml:space="preserve">....... -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-.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الائمة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رحمك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،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تخش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حدا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مخلصا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تاك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اليقين</w:t>
      </w:r>
      <w:r>
        <w:rPr>
          <w:rtl/>
          <w:lang w:bidi="fa-IR"/>
        </w:rPr>
        <w:t xml:space="preserve">،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شهد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التقوى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الوثقى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الثرى</w:t>
      </w:r>
      <w:r>
        <w:rPr>
          <w:rtl/>
          <w:lang w:bidi="fa-IR"/>
        </w:rPr>
        <w:t xml:space="preserve">،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شهد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بقى</w:t>
      </w:r>
      <w:r>
        <w:rPr>
          <w:rtl/>
          <w:lang w:bidi="fa-IR"/>
        </w:rPr>
        <w:t xml:space="preserve">،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شهد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رواحكم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طينتكم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طابت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شهدكم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بايابكم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موقن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شرائع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س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الرحيم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يتمم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شهد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مركم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تخشوا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حدا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جاهدتم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تاكم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اليقين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شهد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انتهكوا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سفكوا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ملعونون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الامى</w:t>
      </w:r>
    </w:p>
    <w:p w:rsidR="007413E6" w:rsidRDefault="007413E6" w:rsidP="009C0D65">
      <w:pPr>
        <w:pStyle w:val="libNormal"/>
      </w:pPr>
      <w:r>
        <w:rPr>
          <w:rFonts w:hint="cs"/>
          <w:rtl/>
          <w:lang w:bidi="fa-IR"/>
        </w:rPr>
        <w:lastRenderedPageBreak/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 w:rsidR="009C0D6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برانگيختى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خلائق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منازعات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استفاده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برگزيدى</w:t>
      </w:r>
      <w:r>
        <w:rPr>
          <w:rtl/>
          <w:lang w:bidi="fa-IR"/>
        </w:rPr>
        <w:t xml:space="preserve">...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مضامينى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 w:rsidR="009C0D65" w:rsidRPr="005C4912">
        <w:rPr>
          <w:rStyle w:val="libAlaemChar"/>
          <w:rFonts w:hint="cs"/>
          <w:rtl/>
          <w:lang w:bidi="fa-IR"/>
        </w:rPr>
        <w:t>عليهما‌السلام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9C0D65" w:rsidRPr="005C4912">
        <w:rPr>
          <w:rStyle w:val="libAlaemChar"/>
          <w:rFonts w:hint="cs"/>
          <w:rtl/>
          <w:lang w:bidi="fa-IR"/>
        </w:rPr>
        <w:t>عليهما‌السلام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الزيارات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ابلاغش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مجاهدت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مخلصانه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دريافت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دستگيره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توئى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موجودات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موجودات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خصوصيات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ارواح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ايجاد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بازگشتم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مجاهدت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پرستيديد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دريافت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امى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خالفوا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رغبوا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اتهموا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جوافهم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حشرهم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تباعهم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زرقا،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يلعنهم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امتحنت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للايمان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العلانية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طواغيتها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فراعنتها،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قتلة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عذابا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ليما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تعذب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حدا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بنصرك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لدينك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</w:p>
    <w:p w:rsidR="007413E6" w:rsidRDefault="007413E6" w:rsidP="009C0D65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)</w:t>
      </w:r>
      <w:r w:rsidR="009C0D6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lastRenderedPageBreak/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تبديل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بتافتند،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اتهام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محشور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نابينا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باطلهاى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فرعونها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دردناكى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معذب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،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شهد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مينه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بلغت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ناصحا،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ديت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مينا،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باطل</w:t>
      </w:r>
      <w:r>
        <w:rPr>
          <w:rtl/>
          <w:lang w:bidi="fa-IR"/>
        </w:rPr>
        <w:t xml:space="preserve">،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شهد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الزكاة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بالمعروف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المنكر،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اتبعت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تلاوته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بالحكمة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الموعظة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كثيرا،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شهد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lastRenderedPageBreak/>
        <w:t>أ</w:t>
      </w:r>
      <w:r>
        <w:rPr>
          <w:rFonts w:hint="cs"/>
          <w:rtl/>
          <w:lang w:bidi="fa-IR"/>
        </w:rPr>
        <w:t>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موهن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فجزاك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رعيتك</w:t>
      </w:r>
      <w:r>
        <w:rPr>
          <w:rtl/>
          <w:lang w:bidi="fa-IR"/>
        </w:rPr>
        <w:t xml:space="preserve">،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شهد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نت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هله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معدنه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بيتك</w:t>
      </w:r>
      <w:r>
        <w:rPr>
          <w:rtl/>
          <w:lang w:bidi="fa-IR"/>
        </w:rPr>
        <w:t xml:space="preserve"> </w:t>
      </w:r>
      <w:r w:rsidR="009C0D65" w:rsidRPr="005C4912">
        <w:rPr>
          <w:rStyle w:val="libAlaemChar"/>
          <w:rFonts w:hint="cs"/>
          <w:rtl/>
          <w:lang w:bidi="fa-IR"/>
        </w:rPr>
        <w:t>عليهما‌السلام</w:t>
      </w:r>
      <w:r>
        <w:rPr>
          <w:rtl/>
          <w:lang w:bidi="fa-IR"/>
        </w:rPr>
        <w:t xml:space="preserve">،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شهد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خلقه</w:t>
      </w:r>
      <w:r>
        <w:rPr>
          <w:rtl/>
          <w:lang w:bidi="fa-IR"/>
        </w:rPr>
        <w:t xml:space="preserve">،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شهد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مدحوض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شهد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المبين</w:t>
      </w:r>
    </w:p>
    <w:p w:rsidR="007413E6" w:rsidRDefault="007413E6" w:rsidP="009C0D65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)</w:t>
      </w:r>
      <w:r w:rsidR="009C0D6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موريت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ناصح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مصلحت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انتخاب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هدايت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مصلحت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موعظه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ابلاغش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ايجاد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پاداش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رعيتش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جهادى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مركز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ميراث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 w:rsidR="009C0D65" w:rsidRPr="005C4912">
        <w:rPr>
          <w:rStyle w:val="libAlaemChar"/>
          <w:rFonts w:hint="cs"/>
          <w:rtl/>
          <w:lang w:bidi="fa-IR"/>
        </w:rPr>
        <w:t>عليهما‌السلام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تدعو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لنفسك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المقربين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المرسلين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تطهيرا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9C0D65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)</w:t>
      </w:r>
      <w:r w:rsidR="009C0D6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پليدى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الربانيون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اتباع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اصابهم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ضعفوا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استكانوا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وهنتم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استكنتم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لقيتم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نصرة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التامة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ارواحكم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ابشروا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بمواعد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الميعاد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السابقون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المهاجرون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الانصار،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جاهدتم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ماتحبون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اتيتك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بفضلك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مستبصر،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بضلالة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خالفك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موقن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متتابعة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متواصلة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مترادفة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يتبع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انقطاع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9C0D65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)</w:t>
      </w:r>
      <w:r w:rsidR="009C0D6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راسخين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ياوران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>:</w:t>
      </w:r>
    </w:p>
    <w:p w:rsidR="007413E6" w:rsidRDefault="007413E6" w:rsidP="00015B10">
      <w:pPr>
        <w:pStyle w:val="libNormal"/>
      </w:pPr>
      <w:r w:rsidRPr="00A57318">
        <w:rPr>
          <w:rStyle w:val="libAlaemChar"/>
          <w:rFonts w:eastAsia="KFGQPC Uthman Taha Naskh"/>
          <w:rtl/>
        </w:rPr>
        <w:t>(</w:t>
      </w:r>
      <w:r w:rsidR="00015B10" w:rsidRPr="00015B10">
        <w:rPr>
          <w:rStyle w:val="libAieChar"/>
          <w:rFonts w:hint="cs"/>
          <w:rtl/>
          <w:lang w:bidi="fa-IR"/>
        </w:rPr>
        <w:t>وَكَأَيِّن</w:t>
      </w:r>
      <w:r w:rsidR="00015B10" w:rsidRPr="00015B10">
        <w:rPr>
          <w:rStyle w:val="libAieChar"/>
          <w:rtl/>
          <w:lang w:bidi="fa-IR"/>
        </w:rPr>
        <w:t xml:space="preserve"> </w:t>
      </w:r>
      <w:r w:rsidR="00015B10" w:rsidRPr="00015B10">
        <w:rPr>
          <w:rStyle w:val="libAieChar"/>
          <w:rFonts w:hint="cs"/>
          <w:rtl/>
          <w:lang w:bidi="fa-IR"/>
        </w:rPr>
        <w:t>مِّن</w:t>
      </w:r>
      <w:r w:rsidR="00015B10" w:rsidRPr="00015B10">
        <w:rPr>
          <w:rStyle w:val="libAieChar"/>
          <w:rtl/>
          <w:lang w:bidi="fa-IR"/>
        </w:rPr>
        <w:t xml:space="preserve"> </w:t>
      </w:r>
      <w:r w:rsidR="00015B10" w:rsidRPr="00015B10">
        <w:rPr>
          <w:rStyle w:val="libAieChar"/>
          <w:rFonts w:hint="cs"/>
          <w:rtl/>
          <w:lang w:bidi="fa-IR"/>
        </w:rPr>
        <w:t>نَّبِيٍّ</w:t>
      </w:r>
      <w:r w:rsidR="00015B10" w:rsidRPr="00015B10">
        <w:rPr>
          <w:rStyle w:val="libAieChar"/>
          <w:rtl/>
          <w:lang w:bidi="fa-IR"/>
        </w:rPr>
        <w:t xml:space="preserve"> </w:t>
      </w:r>
      <w:r w:rsidR="00015B10" w:rsidRPr="00015B10">
        <w:rPr>
          <w:rStyle w:val="libAieChar"/>
          <w:rFonts w:hint="cs"/>
          <w:rtl/>
          <w:lang w:bidi="fa-IR"/>
        </w:rPr>
        <w:t>قَاتَلَ</w:t>
      </w:r>
      <w:r w:rsidR="00015B10" w:rsidRPr="00015B10">
        <w:rPr>
          <w:rStyle w:val="libAieChar"/>
          <w:rtl/>
          <w:lang w:bidi="fa-IR"/>
        </w:rPr>
        <w:t xml:space="preserve"> </w:t>
      </w:r>
      <w:r w:rsidR="00015B10" w:rsidRPr="00015B10">
        <w:rPr>
          <w:rStyle w:val="libAieChar"/>
          <w:rFonts w:hint="cs"/>
          <w:rtl/>
          <w:lang w:bidi="fa-IR"/>
        </w:rPr>
        <w:t>مَعَهُ</w:t>
      </w:r>
      <w:r w:rsidR="00015B10" w:rsidRPr="00015B10">
        <w:rPr>
          <w:rStyle w:val="libAieChar"/>
          <w:rtl/>
          <w:lang w:bidi="fa-IR"/>
        </w:rPr>
        <w:t xml:space="preserve"> </w:t>
      </w:r>
      <w:r w:rsidR="00015B10" w:rsidRPr="00015B10">
        <w:rPr>
          <w:rStyle w:val="libAieChar"/>
          <w:rFonts w:hint="cs"/>
          <w:rtl/>
          <w:lang w:bidi="fa-IR"/>
        </w:rPr>
        <w:t>رِبِّيُّونَ</w:t>
      </w:r>
      <w:r w:rsidR="00015B10" w:rsidRPr="00015B10">
        <w:rPr>
          <w:rStyle w:val="libAieChar"/>
          <w:rtl/>
          <w:lang w:bidi="fa-IR"/>
        </w:rPr>
        <w:t xml:space="preserve"> </w:t>
      </w:r>
      <w:r w:rsidR="00015B10" w:rsidRPr="00015B10">
        <w:rPr>
          <w:rStyle w:val="libAieChar"/>
          <w:rFonts w:hint="cs"/>
          <w:rtl/>
          <w:lang w:bidi="fa-IR"/>
        </w:rPr>
        <w:t>كَثِيرٌ</w:t>
      </w:r>
      <w:r w:rsidRPr="00A57318">
        <w:rPr>
          <w:rStyle w:val="libAlaemChar"/>
          <w:rFonts w:eastAsia="KFGQPC Uthman Taha Naskh"/>
          <w:rtl/>
        </w:rPr>
        <w:t>)</w:t>
      </w:r>
      <w:r w:rsidR="00015B10" w:rsidRPr="005C4912">
        <w:rPr>
          <w:rFonts w:hint="cs"/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راسخين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مقاومت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ناتوانى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نياورديد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ارواح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اجسام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مهاجرون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مجاهدت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مقاتله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منازعه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مستبصر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گمراهى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انقطاع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غائب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اخرى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الطيالسى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الصائغ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رحمك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015B10">
      <w:pPr>
        <w:pStyle w:val="libBold1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صيالسى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صائغ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اخرى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بسم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الرحيم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الرزاى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الجعفى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للمفضل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فتزوره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ابشرك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افرحك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يتهيا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لزيارته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فيتباشر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راكبا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ماشيا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الكلمات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الصديق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التقى</w:t>
      </w:r>
      <w:r>
        <w:rPr>
          <w:rtl/>
          <w:lang w:bidi="fa-IR"/>
        </w:rPr>
        <w:t>،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الارواح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بفنائك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برحلك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المحدقين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الزكاة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بالمعروف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المنكر،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مخلصا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اليقين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وضعتها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المتشحط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فالمسه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بنام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بخشنده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مهربان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رازى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فاصله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اثاثيه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مفضل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عائدت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پرهيزكار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ارواحى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ناپسند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مخلصا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پرستيدى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دريافت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آغشته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صلاتك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انقلبت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مناد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طوبى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العبد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غنمت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فاستانف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العمل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يستغفرون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نذهب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فياتيهم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قفوا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فسبحوا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قدسوا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اكتبوا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يتوفى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يزالون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يسبحون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يدقسونه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يكتبون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يقولون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ربنا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نذهب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فيناديهم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قفوا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فسبحوا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قدسوا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اكتبوا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الجامورانى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)</w:t>
      </w:r>
      <w:r w:rsidR="00015B1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نمازگزار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غنيمت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پيغمبرت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برويم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بنويسيد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تقديسش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تقديسات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تغسيل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پروردگارا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اكنون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برويم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جامورانى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اسنادش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اخرى</w:t>
      </w:r>
      <w:r>
        <w:rPr>
          <w:rtl/>
          <w:lang w:bidi="fa-IR"/>
        </w:rPr>
        <w:t xml:space="preserve"> )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بعضنا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بعضنا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الزكاة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المنكر،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بالحكمة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الموعظة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سفكوا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استحلوا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ملعونون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معذبون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يعتدون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015B10">
      <w:pPr>
        <w:pStyle w:val="libBold1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فرمائيد؟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گوئيد؟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معتقديم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گوئيد؟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گوئيم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موعظه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تجاوز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البغدادى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اقول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الزكاة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بالمعروف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المنكر،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لحكمة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الموعظة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سفكوا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واستحلوا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ملعونون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معذبون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عضوا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يعتدون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هكذا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015B10">
      <w:pPr>
        <w:pStyle w:val="libBold1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>....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فقرات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اخرى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المروزى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الرجل</w:t>
      </w:r>
      <w:r>
        <w:rPr>
          <w:rtl/>
          <w:lang w:bidi="fa-IR"/>
        </w:rPr>
        <w:t xml:space="preserve"> -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المرتضى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الزهرا،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الزكاة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بالمعروف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المنكر،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اليقين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ميتا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جئتك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بالذنوب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).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الائمة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ميثاقا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مجددا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الميثاق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الشاهد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مروزى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مرتضى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دريافت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پرورگارت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بنويس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ميثاق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ميثاق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زكريا،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المروزى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المبارك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المرتضى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الزهر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الزكاة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بالمعروف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المنكر،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اليقين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ميتا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جئتك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بالذنوب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لتشفع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الائمة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باسمائهم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ميثاقا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مجددا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الميثاق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فاشهدلى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الشاهد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حكمى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زكريا،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مروزى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گوئى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كوشيدى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دريافت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اخرى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جذاعة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>:</w:t>
      </w:r>
    </w:p>
    <w:p w:rsidR="007413E6" w:rsidRDefault="007413E6" w:rsidP="003D1DAD">
      <w:pPr>
        <w:pStyle w:val="libNormal"/>
      </w:pP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جذاعه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دودمانش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جذاغة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="009C0D65" w:rsidRPr="005C4912">
        <w:rPr>
          <w:rStyle w:val="libAlaemChar"/>
          <w:rFonts w:hint="cs"/>
          <w:rtl/>
          <w:lang w:bidi="fa-IR"/>
        </w:rPr>
        <w:t>عليهما‌السلام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برى</w:t>
      </w:r>
      <w:r>
        <w:rPr>
          <w:rtl/>
          <w:lang w:bidi="fa-IR"/>
        </w:rPr>
        <w:t xml:space="preserve"> ).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جذاعه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...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اخرى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المدائنى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الساباطى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والدليل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>،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والداعى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الزكاة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لمعروف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المنكر،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بالحكمة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الموعظه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ترزقون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بالبر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فافوز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عظيما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مدائنى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ساباطى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رضايتت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نارضايتيت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نارضايتى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روشن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پرداختى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مصلحت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اندرز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اجابتت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رستگارى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احببت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اخرى</w:t>
      </w:r>
      <w:r>
        <w:rPr>
          <w:rtl/>
          <w:lang w:bidi="fa-IR"/>
        </w:rPr>
        <w:t xml:space="preserve"> )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١٤ 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المدائنى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الطاهرين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الابرار،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الزهر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فيهما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يس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تنفد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خزائنه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معالمه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اضمحلال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لفخره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لانقطاع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لمدته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الباذخ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الشامخ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المنيف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البهجة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الوقار،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الهو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مدائنى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نيكان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فرمائيد؟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نيكان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الزيارات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اذكار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خزائنش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شوند،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شوند،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>،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انقطاع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آراسته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اخرى</w:t>
      </w:r>
      <w:r>
        <w:rPr>
          <w:rtl/>
          <w:lang w:bidi="fa-IR"/>
        </w:rPr>
        <w:t xml:space="preserve"> )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الوراق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جذاعة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وراق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جذاعة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اخرى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>، (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قائد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فاثنيت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وصليت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اجتهدت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تغدو،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الزكيات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الطاهرات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المقربين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بقلوبهم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الناطقين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بفضلك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صدقت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جئتك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وافدا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>، 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اتوسل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يتوسل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المتوسلون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طلبتهم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سعدان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ثن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مبالغه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نيازمندى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نيازمندى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نيازمندان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نيازهايشان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تستقبل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كتفيك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الواحد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الاحد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المتوحد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يعزب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تعليم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ضمن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الفتح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اصابهم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آفريننده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خلائق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موجودات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ارتباط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مقاتله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رخنه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رهگذر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واستقبل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تقديرا،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اليقين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خذلتك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خذلت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بالولاية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بالبر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كذبوا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وهدموا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حرفوا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سفكوا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افسدوا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استذلوهم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اللعنة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اوليائك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وحبب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تلحقنى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روبروى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پادشاهى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متناسب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ابلاغش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مجاهدت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دريافت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ننمودند،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واداشتند،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تكذيب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سوزانده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مضاعف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ملحقم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رهبران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لبيك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داعدى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المرسل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والسبط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المنتجب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والامين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المستخزن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البليغ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المهتضم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جئت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انقطاعا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متبع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معدة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الحاكمين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لدينى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يبعثكم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فمعكم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برجعتكم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اكذب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لبيك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اجابت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خزينه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بليغ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ونصرت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انگيزد،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اعتقاد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قائم</w:t>
      </w:r>
      <w:r>
        <w:rPr>
          <w:rtl/>
          <w:lang w:bidi="fa-IR"/>
        </w:rPr>
        <w:t xml:space="preserve"> -: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يسبح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باسمائه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القدوس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الروح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الجعلنى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بقاعك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الطاغوت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تضعهما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ممدوتين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تستثئرلك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خلقه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وخديك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وبدنك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فلقد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ضدقت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المصدق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الالسن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تستقبل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الربانيون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ابشروا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بموعد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وكلما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فاصنع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اقمت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فودعه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المقربين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المرسلين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الصالحين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اوليائك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آفريده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ملكوت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معنا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اسمائش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مسافرانت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باطل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طاغوت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شهرها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سرزمينها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زبانهايشان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ثن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lastRenderedPageBreak/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رهبران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بشارت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تخلفى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كوتاهى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دوستدارانت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اوليائك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الرواح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متتابعة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-.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lastRenderedPageBreak/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اولائك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اضافه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محفوظ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آهسته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الفاظ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اخرى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السابرى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ترزق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واتوالى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انتهكوا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ملعونون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الزكاة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لمعروف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المنكر،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بالحكمة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الموعظة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تحفتنا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المغفرة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لذنوبنا،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هيجدهم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سابرى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انگيخته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پرداختى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موعظه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مجاهدت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المكفوف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الصامت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ماشيا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سيئة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الذليل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حاجتك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مغيره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مكفوف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الصامت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خفيفة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الصباح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برى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خفيفة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الصباح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>)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اسنادش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اخرى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العسكرى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الثمالى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الاربع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الخميس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الجمعة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لدك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وادع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خروجك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تغتسل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الثن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لامرك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والاتباع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الشهادة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طهورا،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عاهة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احذر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فوضت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توكلت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لامنجا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تباركت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تعاليت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ثناوك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العسكرى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ثمالى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بگشا،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ثنائت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ثن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نيروئى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استحكام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خلائق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نگهدارنده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كارهايم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تضرع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ثن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ستودنت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توكلت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انيب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السماوات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احفظنى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اخلفنى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وفدت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ولخيرك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تعرضت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تقربت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تمنعنى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اغفرلى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سيئاتى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خطاياى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حسناتى</w:t>
      </w:r>
      <w:r>
        <w:rPr>
          <w:rtl/>
          <w:lang w:bidi="fa-IR"/>
        </w:rPr>
        <w:t>.)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الحصينة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القوة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ثلاث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مرات</w:t>
      </w:r>
      <w:r>
        <w:rPr>
          <w:rtl/>
          <w:lang w:bidi="fa-IR"/>
        </w:rPr>
        <w:t xml:space="preserve"> -)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( </w:t>
      </w:r>
      <w:r>
        <w:rPr>
          <w:rFonts w:hint="cs"/>
          <w:rtl/>
          <w:lang w:bidi="fa-IR"/>
        </w:rPr>
        <w:t>فاتحة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الكتاب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المعوذتين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يس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الحشر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لرايته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خاشعا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متصدعا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الامثال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نضربها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يتفكرون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الشهادة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العزيز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يشركون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الخالق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السماوات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العزيز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الحكيم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تكتحل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المزاح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الخصومة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راكبا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ماشيا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اعوذبك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سطوات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النكال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عواقب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الوبال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الضلال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تلقانى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بمكروه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اعوذبك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اللبس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وسوسة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الشيطان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طوارق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السوء،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لاولي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العداوة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يفرطوا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يطغوا،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اعوذبك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الظلمة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ابتد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آفريننده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بيامرز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لغزش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ببخش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خطاهايم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فاتحة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معوذتين</w:t>
      </w:r>
      <w:r>
        <w:rPr>
          <w:rtl/>
          <w:lang w:bidi="fa-IR"/>
        </w:rPr>
        <w:t xml:space="preserve"> </w:t>
      </w:r>
      <w:r w:rsidRPr="00A57318">
        <w:rPr>
          <w:rStyle w:val="libAlaemChar"/>
          <w:rFonts w:eastAsia="KFGQPC Uthman Taha Naskh"/>
          <w:rtl/>
        </w:rPr>
        <w:t>(</w:t>
      </w:r>
      <w:r w:rsidRPr="005C4912">
        <w:rPr>
          <w:rStyle w:val="libAieChar"/>
          <w:rFonts w:hint="cs"/>
          <w:rtl/>
          <w:lang w:bidi="fa-IR"/>
        </w:rPr>
        <w:t>قل</w:t>
      </w:r>
      <w:r w:rsidRPr="005C4912">
        <w:rPr>
          <w:rStyle w:val="libAieChar"/>
          <w:rtl/>
          <w:lang w:bidi="fa-IR"/>
        </w:rPr>
        <w:t xml:space="preserve"> </w:t>
      </w:r>
      <w:r w:rsidRPr="005C4912">
        <w:rPr>
          <w:rStyle w:val="libAieChar"/>
          <w:rFonts w:hint="cs"/>
          <w:rtl/>
          <w:lang w:bidi="fa-IR"/>
        </w:rPr>
        <w:t>اعوذ</w:t>
      </w:r>
      <w:r w:rsidRPr="005C4912">
        <w:rPr>
          <w:rStyle w:val="libAieChar"/>
          <w:rtl/>
          <w:lang w:bidi="fa-IR"/>
        </w:rPr>
        <w:t xml:space="preserve"> </w:t>
      </w:r>
      <w:r w:rsidRPr="005C4912">
        <w:rPr>
          <w:rStyle w:val="libAieChar"/>
          <w:rFonts w:hint="cs"/>
          <w:rtl/>
          <w:lang w:bidi="fa-IR"/>
        </w:rPr>
        <w:t>برب</w:t>
      </w:r>
      <w:r w:rsidRPr="005C4912">
        <w:rPr>
          <w:rStyle w:val="libAieChar"/>
          <w:rtl/>
          <w:lang w:bidi="fa-IR"/>
        </w:rPr>
        <w:t xml:space="preserve"> </w:t>
      </w:r>
      <w:r w:rsidRPr="005C4912">
        <w:rPr>
          <w:rStyle w:val="libAieChar"/>
          <w:rFonts w:hint="cs"/>
          <w:rtl/>
          <w:lang w:bidi="fa-IR"/>
        </w:rPr>
        <w:t>الناس</w:t>
      </w:r>
      <w:r w:rsidRPr="005C4912">
        <w:rPr>
          <w:rStyle w:val="libAieChar"/>
          <w:rtl/>
          <w:lang w:bidi="fa-IR"/>
        </w:rPr>
        <w:t xml:space="preserve"> </w:t>
      </w:r>
      <w:r w:rsidRPr="005C4912">
        <w:rPr>
          <w:rStyle w:val="libAieChar"/>
          <w:rFonts w:hint="cs"/>
          <w:rtl/>
          <w:lang w:bidi="fa-IR"/>
        </w:rPr>
        <w:t>و</w:t>
      </w:r>
      <w:r w:rsidRPr="005C4912">
        <w:rPr>
          <w:rStyle w:val="libAieChar"/>
          <w:rtl/>
          <w:lang w:bidi="fa-IR"/>
        </w:rPr>
        <w:t xml:space="preserve"> </w:t>
      </w:r>
      <w:r w:rsidRPr="005C4912">
        <w:rPr>
          <w:rStyle w:val="libAieChar"/>
          <w:rFonts w:hint="cs"/>
          <w:rtl/>
          <w:lang w:bidi="fa-IR"/>
        </w:rPr>
        <w:t>قل</w:t>
      </w:r>
      <w:r w:rsidRPr="005C4912">
        <w:rPr>
          <w:rStyle w:val="libAieChar"/>
          <w:rtl/>
          <w:lang w:bidi="fa-IR"/>
        </w:rPr>
        <w:t xml:space="preserve"> </w:t>
      </w:r>
      <w:r w:rsidRPr="005C4912">
        <w:rPr>
          <w:rStyle w:val="libAieChar"/>
          <w:rFonts w:hint="cs"/>
          <w:rtl/>
          <w:lang w:bidi="fa-IR"/>
        </w:rPr>
        <w:t>اعوذ</w:t>
      </w:r>
      <w:r w:rsidRPr="005C4912">
        <w:rPr>
          <w:rStyle w:val="libAieChar"/>
          <w:rtl/>
          <w:lang w:bidi="fa-IR"/>
        </w:rPr>
        <w:t xml:space="preserve"> </w:t>
      </w:r>
      <w:r w:rsidRPr="005C4912">
        <w:rPr>
          <w:rStyle w:val="libAieChar"/>
          <w:rFonts w:hint="cs"/>
          <w:rtl/>
          <w:lang w:bidi="fa-IR"/>
        </w:rPr>
        <w:t>برب</w:t>
      </w:r>
      <w:r w:rsidRPr="005C4912">
        <w:rPr>
          <w:rStyle w:val="libAieChar"/>
          <w:rtl/>
          <w:lang w:bidi="fa-IR"/>
        </w:rPr>
        <w:t xml:space="preserve"> </w:t>
      </w:r>
      <w:r w:rsidRPr="005C4912">
        <w:rPr>
          <w:rStyle w:val="libAieChar"/>
          <w:rFonts w:hint="cs"/>
          <w:rtl/>
          <w:lang w:bidi="fa-IR"/>
        </w:rPr>
        <w:t>الفلق</w:t>
      </w:r>
      <w:r w:rsidRPr="005C4912">
        <w:rPr>
          <w:rStyle w:val="libAieChar"/>
          <w:rtl/>
          <w:lang w:bidi="fa-IR"/>
        </w:rPr>
        <w:t xml:space="preserve"> </w:t>
      </w:r>
      <w:r w:rsidRPr="00A57318">
        <w:rPr>
          <w:rStyle w:val="libAlaemChar"/>
          <w:rFonts w:eastAsia="KFGQPC Uthman Taha Naskh"/>
          <w:rtl/>
        </w:rPr>
        <w:t>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لرايته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خاشعا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متصدعا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الامثال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نضربها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يتفكرون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الشهادة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العزيز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يشركون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الخالق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السماوات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العزيز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روغن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خصومت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عقوبت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عواقب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گمراهى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ناپسند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زشت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اشتباه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وسوسه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شيطان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شياطين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طغيان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تجاوز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ستمكاران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شيئا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احتجبت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اعتصمت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اعصمنى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تعبره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وافدا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تحفة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تحفتك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رجوتك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رجائى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الراحمين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مشكورا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وذنبى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مغفورا،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اغسلنى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الذنوب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تبطل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الراحمين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النينوى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تكتحل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بحذ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المئزر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تغتسل</w:t>
      </w:r>
      <w:r>
        <w:rPr>
          <w:rtl/>
          <w:lang w:bidi="fa-IR"/>
        </w:rPr>
        <w:t xml:space="preserve"> -: 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الثن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لامرك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بالالفة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انبياوك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عاهة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احذر،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جوارحى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فاقتى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ثيابك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لبستها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) - </w:t>
      </w:r>
      <w:r>
        <w:rPr>
          <w:rFonts w:hint="cs"/>
          <w:rtl/>
          <w:lang w:bidi="fa-IR"/>
        </w:rPr>
        <w:t>ثلاثين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فبلغنى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فقبلنى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يقطع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ابتغيت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فسلمنى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حصنى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العالمين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افرادى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بپذير،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تلطف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شناساندى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محفوظ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آرزوى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مرتكب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الراحمين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پذيرفته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لغزشها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الراحمين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نينوى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اثاثيه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روغن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بگشا،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ثن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نيروئى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برجائى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فرستادگانت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آفت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اعض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لباسهايت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سزاوار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پذيرفت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درمانده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نگذاشت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آرزوى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عالميان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فاردنى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اقبلت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بوجهى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بوجهك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ابتغى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تخيبنى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الراحمين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السكينة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الوقار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التهليل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التمجيد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التحميد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لرسوله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ايضا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المتوحد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يعزب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المقربين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المرسلين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الاوصي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حطاك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فاستقبلت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ثلاثين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السماوات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>.</w:t>
      </w:r>
    </w:p>
    <w:p w:rsidR="00015B10" w:rsidRDefault="007413E6" w:rsidP="007413E6">
      <w:pPr>
        <w:pStyle w:val="libNormal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غضبناكى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بپذير،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تلطف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الراحمين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تهليل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تمجيد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تحميد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گراميش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سزاوار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آفريننده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فرستادگانش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بيتش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شناساند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تپه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تنزيه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ستايشها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نعمتهايش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خطوات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تمشى</w:t>
      </w:r>
      <w:r>
        <w:rPr>
          <w:rtl/>
          <w:lang w:bidi="fa-IR"/>
        </w:rPr>
        <w:t xml:space="preserve"> -: (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تهليلا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يحصيه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يحصيه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فاشهدلى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الاحي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الميعاد،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السكينة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الوقار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التهليل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التمجيد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التحميد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لرسوله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فاذا،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المشرق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الشهدا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اشهدا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المرسلين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لنهتدى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الفائز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بكرامتك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اكرمته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بكتابك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خصصته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ائتمنته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مواريث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الانبي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فاعذر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الدعوة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مهجته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ليستقذ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الضلالة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الجهالة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والعمى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الاتيات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لاترى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بالثمن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الاوكس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الادنى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اسخطك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الشقاق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النفاق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استوجب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الاليم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تهليلى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بشمارد،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هميشه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هميشه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هميشه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تقديرت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مبعوث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فرمائى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پرداز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گذشتگان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آيندگان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آقاى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قران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اختصاصش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مواريث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خلائق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خلائق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مبالغه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گمراهى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رهائى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خلائق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شقاق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حاملين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مستوجب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مضاعف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تدنو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الزكى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الزهر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الصديقة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الزكاة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المنكر،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مخلصا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اليقين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الارواح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بفنائك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برحلك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المحدقين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تدخل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المقربين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المنزلين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المسومين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مقيمون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يعلمون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خالصة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(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التحية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الرزية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الاصلاب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الشامخةُ،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ونورا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السماوات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ساطعا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يطفى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الناطق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بالهدى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كليم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پرهيزكار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پرداخته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مخلصا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دريافت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ارواحى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اطرافت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مرتفع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درخشانى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خاموش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گوئيد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) - </w:t>
      </w:r>
      <w:r>
        <w:rPr>
          <w:rFonts w:hint="cs"/>
          <w:rtl/>
          <w:lang w:bidi="fa-IR"/>
        </w:rPr>
        <w:t>سبع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مرات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لبيك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</w:t>
      </w:r>
      <w:r w:rsidR="003D1DA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استغاثتك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استنصارك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ورايى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المرسل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السبط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المنتجب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والدليل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المستخزن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المبلغ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المصطهد،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جئتك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انقطاعا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وابيك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ورايى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متبع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يبعثكم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فمعكم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انكرلله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آانكر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اكذب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مشيئة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تستقبل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كتفيك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بوجهك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الخاتم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الفاتح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استقبل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ميثاقك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بلادك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اليقين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انتجبته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بعلمك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هاديا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بعثته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برسالتك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وديان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اتمم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انجزيه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واهلك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اكتبنا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احبائه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وكلته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استخلفته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الطاهرة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المطهرة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الصديقة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الزكية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سيدة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احصائها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انتجبته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بعلمك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هاديا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بعثته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برسالاتك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انتجبته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بعلمك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هاديا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بعثته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برسالاتك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وديان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والمهيمن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</w:t>
      </w:r>
      <w:r>
        <w:rPr>
          <w:rtl/>
          <w:lang w:bidi="fa-IR"/>
        </w:rPr>
        <w:t>، (</w:t>
      </w:r>
      <w:r>
        <w:rPr>
          <w:rFonts w:hint="cs"/>
          <w:rtl/>
          <w:lang w:bidi="fa-IR"/>
        </w:rPr>
        <w:t>والسلام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استغاثه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جسمم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راهنماى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نگاهدار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آقاى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انگيزد،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دشمنانتان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مشيتش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تكذيب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روبروى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شريعتش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گشاينده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آيندگان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اوصي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دريافت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راهنماى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برانگيختى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حاكمى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اختلافات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منازعات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سياستمدار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پرتوانش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محسوب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مددكارش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واگذارده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عالميان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انتخابش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راهنماى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برانگيختى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حاكمى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اختلافات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منازعات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انتخاب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راهنماى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برانگيختى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حاكمى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اختلافات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منازعات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الائمة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اتمم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انجزهم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اجزهم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جازيت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نذيرا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اعوانا،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محياهم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مماتهم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شرفتنى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اعطيتنى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رغبتى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برسولك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تدنو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المقربين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المرسلين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كلما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الرائحات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الطاهرات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بقلوبهم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الناطقين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بفضلك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بالسنتهم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صدقت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ادخلنى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اوليائك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قدير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رحمك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وتره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تاخذك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لائم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اليقين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التقوى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ارواحكم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طينتكم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شرائع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مثواى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فاسئل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يتمم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نصحتم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غصبتم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فصبرتم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خالفتكم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لايتكم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تظاهرت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تستشهد،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مثواهم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بئس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المورود،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بئس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الرفد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المرفود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پرتوانشان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جز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پاداش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ترساننده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مددكار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ببخش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رغبت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ايجاد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درستكار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درستكار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هدايت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پرهيزكارى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نگرديده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پرستيدى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دريافت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پرهيزكارى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گشاينده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ارواح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ميسور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تبليغ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مشكلات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جايگاهايشان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جايگاه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سالبيك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خاذليك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بقتلك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ولايتهم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انتهكوا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سفكوا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ملعونون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كذبوا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سفكوا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الاليم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ذقهم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الاليم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وبيلا،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احلل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نقمتك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يحتسبون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خذهم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يشعرون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اعدا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الطاغوت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الفراعنة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قدير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شقتى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فاضت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عبرتى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نحيبى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صراخى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زفرتى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مجيئى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اتيتك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زائرا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اوقرت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ابكيك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السماوات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والارضون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البحار،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ابكك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الائمة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كوبندگان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امى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بچشان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ماخذه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پيغمبرت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باطل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طاغوت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ياغى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سركش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متكبران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اشكهايم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ريزان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فرياد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آمدم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مسافرى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آقاى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موجوداتى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ناصحا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فمضيت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بلغت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نصحت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بالحكمة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الموعظة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مستشهدا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بالقسط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العدل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استفشع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رغبتى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تبليغ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اندرز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نابينائى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اجابت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تنهائى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رساندنش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تبليغ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توهين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پاداش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مركز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تبليغ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موعظه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مستقيم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نيازمندى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خواستهايم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ارتباط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اسكنتها،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اسمائهم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توردنى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مواردهم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مصادرهم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قدير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افحمتنى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مقالتى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عذرلى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بذنبى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الاسير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ببليتى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المرتهن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بعملى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المتجلد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خطيئتى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المتحير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المنقطع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اوقفت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الاشقي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الاذل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المذنبين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المجترئين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المستخفين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بوعيدك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سبحانك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اجترءت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تغرير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بنفسى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بقتنى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اعطبتنى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اوحش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كبوتى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لحروجهى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تعفيرى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عثرتى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عبرتى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معذرتى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بحلمك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باحسانك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خطيئاتى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بعفوك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اشكو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قساوة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فامنح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بمسئلتى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بذنبى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المعترف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بخطيئتى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ناصيتى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استكين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بالقود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توبتى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خشوعى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خضوعى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انقطاعى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سيدى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تمرغى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تعفيرى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معتمدى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ساكنشان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ورودشان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خروجشان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توانائى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نتيجه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لغزش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مقصود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مستقيم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وامانده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متحير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درمانده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پروردگارا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اشقي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lastRenderedPageBreak/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عصيانت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وعيدهاى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اعتن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جرئتى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وحشتناك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آقاى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رخسارم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افتادنم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لغزش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پيشانيم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درگذر،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اشكهاى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بپذير،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بردبارى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واشتباهاتم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بخششت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پروردگارا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معترفم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وپيشانى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بپذير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آقاى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خضوع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افسوس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غلطانده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للمغفرة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رحيما،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الشفاعة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ارتضى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الشافعين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الصلالة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يومئذ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منقذا،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ارتعدت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فرائصى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بسمعى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يسئلنى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يومئذ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منقذا،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فقداعدد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فاقتى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پيمودنم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بيامرزى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پذيرفته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الشافعين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گمراهى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ببينم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احتياج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ذخيره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تضرعى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بابى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فافوز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ابذل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مهجتى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بنفسى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يسفك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فاظفر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بالسعادة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بالجنة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رماك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طعنك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اجتز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بقضيبه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ثناياك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بقضيبه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ثناياك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نسائك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نسائك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نسائك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علن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علن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آكلة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الاكباد،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اتباعه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اجوافهم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اليما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چپ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گزارده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كاش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رستگارى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برخاسته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انداخت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ثناياى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جگرها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مددكارانش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تدعو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معالمه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تنقص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خزائنه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انقطاع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لمدته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ينفد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اضمحلال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لفخره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يشاور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- </w:t>
      </w:r>
      <w:r>
        <w:rPr>
          <w:rFonts w:hint="cs"/>
          <w:rtl/>
          <w:lang w:bidi="fa-IR"/>
        </w:rPr>
        <w:t>ثلاثا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صبرت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الالسن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الارباب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معاذا،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ففك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جئتك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وافدا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اتوسل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يتوسل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المتوسلون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طلبتهم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اسئل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حظى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المغفرة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لذنوبى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تنتصر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لدينك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اشف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اطلب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انتقم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انتقم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انتقم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تبتهل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اللعنة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الزهر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الشامخ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المنيف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والوقار،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خفقان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الهو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محتمل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بگوئى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خزائنش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كارهايش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زبانهايشان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آمدم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نيازمندى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متوسلين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نيازمندى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پاداش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التماس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نتوانستى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بگوئى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پادشاهى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زيبائى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پوشيده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بردبارى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آراسته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صراطى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مضاعفة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كلما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غربت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مذبوح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المرتقى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يحتسبك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محترقا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زفرة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للفراق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فمكانكما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الماضين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امهاتك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منعمين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ابرء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ذبحك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المقربين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المرسلين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الصالحين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عترتك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امهاتك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الابرار،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تطهيرا،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استخف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فداوكم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لمضجعكم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خونت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برنگشت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وناله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افغان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پدرت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نگشت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جايگاه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گذشتگانتان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مادرانتان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خوشگذرانى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بردودمان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فراوانش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ثلاثا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بابى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وافدا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عائذا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احتطبت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اسئل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حظى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تدعوا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احببت</w:t>
      </w:r>
      <w:r>
        <w:rPr>
          <w:rtl/>
          <w:lang w:bidi="fa-IR"/>
        </w:rPr>
        <w:t xml:space="preserve"> -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الثانية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مسلمين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معتصمين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مقرين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بفضله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مستبصرين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بضلالة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خالفة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عارفين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اثبتنى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الظالمون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تباركت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>،</w:t>
      </w:r>
      <w:r>
        <w:rPr>
          <w:rFonts w:hint="cs"/>
          <w:rtl/>
          <w:lang w:bidi="fa-IR"/>
        </w:rPr>
        <w:t>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غائب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املهت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اجترووا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فاسكنتهم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غذوتهم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بنعمتك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بالغوة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صائرون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ليستكملوا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والاجل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لتخلدهم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وثاق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غساق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الضريع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الاحراق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الاغلال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الاوثاق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لظى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تذر،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الجحيم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واقعيتى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تبديل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منزهى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ستمكاران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مرتكب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تاديبشان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غائب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لطمات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فاعلين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انتقام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پرورششان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زنجيرهاى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مايعى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غرقشان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ضريع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گياهى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روئيده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زنجيرها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ريسمانهاى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بخورانى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اقامتشان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نگذارده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سوزانده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سوزان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تنكب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موقرا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الذنوب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بوفودى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اشخصت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النجاة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ارجوفى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اتيانكم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آبائكم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الماضين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جئتك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مستشفعا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استشفع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يضجون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يصرخون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يفترون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مشفقون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حذرون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تغيرهم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ينهزمون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يشهقون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يصنعون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يتقلبون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انهملت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ترقا،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تطفا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مسئلة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المسكين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المستكين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بمسئلة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تداركنى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بلطف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سائلك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المغفرة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الذنوب</w:t>
      </w:r>
      <w:r>
        <w:rPr>
          <w:rtl/>
          <w:lang w:bidi="fa-IR"/>
        </w:rPr>
        <w:t>،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رجوت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اغتربت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رج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تكافينى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اخرجتنى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تفضلا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رحيم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پرودگارم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اميدوارم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پناهگاه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جايگاه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وانش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مبعوث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جسم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آرزوى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اميدوارم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بازگردم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فرشتگانى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تغيير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آقاى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چشمهايشان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افزون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خاموش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لطف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بنمائى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>،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مغفرت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صبورترين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درگاهت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آرزو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طمع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تفضلى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بخشنده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مهربان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واجتهد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السقيفة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بحذ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اصابهم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ضعفوا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استكانوا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استكنتم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لقيتم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ارواحكم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ابدانكم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اجسادكم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ابشروا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بموعد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تبديل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خاصة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اختصكم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السعد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فزتم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بالدرجات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يطعنت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يهرمون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جزاكم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المرسلين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المحجلين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اسئل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مصارعكم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يرينيكم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مرويين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اعدائكم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درك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الجحيم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قتلوكم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سلبوكم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آكلة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الاكباد،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يرينيهم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مظمئين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مسلسلين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مغللين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يساقون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الجحيم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النهار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دائما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بليت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لهفى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يلمحمد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بجزع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لموجح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محزون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لماصاب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ملهوف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هنيئا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اعطيتم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هنيئا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حييتم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فلقد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بكتكم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حفتكم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معسكر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مصارعكم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باجنحتها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التلاق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اتيتكم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شوقا،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زرتكم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يرينيكم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المرسلين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الصالحين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رفيقا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بردبارى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اصابهم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ضعفوا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استكانوا،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جسدهاى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تبديل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اختصاصتان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سعادتمندانى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خشنودند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دارالسلام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پاداش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پاداش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سكونت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رهسپار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ظالمانه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جگرها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زنجير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بكشانند،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دائما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lastRenderedPageBreak/>
        <w:t>حسرت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افسوس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اختصاص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گسترده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دردمند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محزونم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حيرتم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گوارا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سكونت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تقديستان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بالهايشان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گسترده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وصالحين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رفيقانى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873C4A">
      <w:pPr>
        <w:pStyle w:val="libNormal"/>
      </w:pP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وفدت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استخرجت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تقربت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اقلبنى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مفلحا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منجحا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معذرتى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خضوعى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خشوعى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وجزعى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خشوعى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حزنى</w:t>
      </w:r>
      <w:r>
        <w:rPr>
          <w:rtl/>
          <w:lang w:bidi="fa-IR"/>
        </w:rPr>
        <w:t>،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فبنعمتك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بلطفك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بتقو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صرفك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المحذور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كلائتك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بحفظك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كرامتك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سلكتها،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نزلته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البحرت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وفقتنى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كفيتنى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مكتوب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ابليتنى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صطنعت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تملقى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توسلى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عثرتى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يمنعك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الذنوب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الاشراف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ماقتا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ساخطا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اغفرلى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ولوالدى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صغيرا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اجزهما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اجزهما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بالسيئات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غفرانا،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برحمتك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وجوههما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مضاجعهما،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افسح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قبريهما،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عرفنيهما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گوئى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مهربانى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رستگار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سعادتمند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پذيرفتى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آقايم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افغان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لطفى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مرهون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مشكلات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پيمودم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لطف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توفيق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كفايتم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حفاظت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مكتوب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مضبوط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بپذير،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لغزش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ببخش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قبايح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خشمگين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درگذر،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بيامرز،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طفوليت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كودكى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تربيتم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پاداش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پاداش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بيامرز،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خوابگاهشان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>.</w:t>
      </w:r>
    </w:p>
    <w:p w:rsidR="007413E6" w:rsidRDefault="007413E6" w:rsidP="00314BBE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الثمانون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ناجية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7413E6" w:rsidRPr="00314BBE" w:rsidRDefault="007413E6" w:rsidP="00314BBE">
      <w:pPr>
        <w:pStyle w:val="Heading2"/>
        <w:rPr>
          <w:rtl/>
        </w:rPr>
      </w:pPr>
      <w:bookmarkStart w:id="19" w:name="_Toc460325667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bookmarkEnd w:id="19"/>
      <w:r w:rsidR="00314BBE">
        <w:rPr>
          <w:rStyle w:val="libAlaemChar"/>
          <w:rFonts w:hint="cs"/>
          <w:rtl/>
          <w:lang w:bidi="fa-IR"/>
        </w:rPr>
        <w:t xml:space="preserve"> </w:t>
      </w:r>
    </w:p>
    <w:p w:rsidR="00314BBE" w:rsidRDefault="00314BBE" w:rsidP="007413E6">
      <w:pPr>
        <w:pStyle w:val="libNormal"/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ناجيه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قبلُة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صليت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تنح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بدالك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كتفيه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بخوانيم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ابواليسع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قبلُة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صليت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تنح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قبرةُ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بذلك</w:t>
      </w:r>
      <w:r>
        <w:rPr>
          <w:rtl/>
          <w:lang w:bidi="fa-IR"/>
        </w:rPr>
        <w:t xml:space="preserve"> -.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مغيره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ابواليسع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اشكالى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البصرى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والدك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يتقدم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افزودند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مقصود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>.</w:t>
      </w:r>
    </w:p>
    <w:p w:rsidR="007413E6" w:rsidRDefault="007413E6" w:rsidP="00314BBE">
      <w:pPr>
        <w:pStyle w:val="libBold1"/>
      </w:pPr>
      <w:r>
        <w:rPr>
          <w:rFonts w:hint="cs"/>
          <w:rtl/>
          <w:lang w:bidi="fa-IR"/>
        </w:rPr>
        <w:lastRenderedPageBreak/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والثمانون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التقصير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الفريضة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الرخصة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التطوع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المشاهد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الصالح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مقصر؟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تطوعا،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تطوعا،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تصوعا،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314BBE">
      <w:pPr>
        <w:pStyle w:val="Heading2"/>
        <w:rPr>
          <w:rtl/>
          <w:lang w:bidi="fa-IR"/>
        </w:rPr>
      </w:pPr>
      <w:bookmarkStart w:id="20" w:name="_Toc460325668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رخصت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مشرفه</w:t>
      </w:r>
      <w:bookmarkEnd w:id="20"/>
    </w:p>
    <w:p w:rsidR="00314BBE" w:rsidRPr="00314BBE" w:rsidRDefault="00314BBE" w:rsidP="00314BBE">
      <w:pPr>
        <w:pStyle w:val="libNormal"/>
        <w:rPr>
          <w:lang w:bidi="fa-IR"/>
        </w:rPr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فرمائيد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افزودند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مقصود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>.</w:t>
      </w:r>
    </w:p>
    <w:p w:rsidR="007413E6" w:rsidRDefault="007413E6" w:rsidP="00314BBE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الثمانون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التقصير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الفريضة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الرخصة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التطوع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المشاهد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الصالح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مقصر؟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تطوعا،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تطوعا،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تطوعا،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314BBE">
      <w:pPr>
        <w:pStyle w:val="Heading2"/>
        <w:rPr>
          <w:rtl/>
          <w:lang w:bidi="fa-IR"/>
        </w:rPr>
      </w:pPr>
      <w:bookmarkStart w:id="21" w:name="_Toc460325669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رخصت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مشرفه</w:t>
      </w:r>
      <w:bookmarkEnd w:id="21"/>
    </w:p>
    <w:p w:rsidR="00314BBE" w:rsidRDefault="00314BBE" w:rsidP="007413E6">
      <w:pPr>
        <w:pStyle w:val="libNormal"/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فرمائيد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بخوانيم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الموسوى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التطوع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بمكة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مقصر،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تطوع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موسوى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نمازهايم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الخشاب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الخثعمى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الخشاب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خثعمى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الساباطى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الصلاُة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بالتقصير،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النوافل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ساباطى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نياورى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التطوع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التطوع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مقصرون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تطوع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lastRenderedPageBreak/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خوانيم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اتنفل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اقصر؟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التطوع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نقصره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تطوع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نمازهايمان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بخوانيم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المشاهد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الاربعة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اقصر،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يقصر،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يقصرون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lastRenderedPageBreak/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گانه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نمازهايمان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خوانيم</w:t>
      </w:r>
      <w:r>
        <w:rPr>
          <w:rtl/>
          <w:lang w:bidi="fa-IR"/>
        </w:rPr>
        <w:t>.</w:t>
      </w:r>
    </w:p>
    <w:p w:rsidR="007413E6" w:rsidRDefault="007413E6" w:rsidP="00314BBE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الثمانون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المشاهد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الادمى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التقصير،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الضعفة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314BBE">
      <w:pPr>
        <w:pStyle w:val="Heading2"/>
        <w:rPr>
          <w:rtl/>
          <w:lang w:bidi="fa-IR"/>
        </w:rPr>
      </w:pPr>
      <w:bookmarkStart w:id="22" w:name="_Toc460325670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مشرفه</w:t>
      </w:r>
      <w:bookmarkEnd w:id="22"/>
    </w:p>
    <w:p w:rsidR="00314BBE" w:rsidRPr="00314BBE" w:rsidRDefault="00314BBE" w:rsidP="00314BBE">
      <w:pPr>
        <w:pStyle w:val="libNormal"/>
        <w:rPr>
          <w:lang w:bidi="fa-IR"/>
        </w:rPr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ضعف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مقصود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ضعف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محتمل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مقصود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جاهلين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العسكرى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مواطن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الحميد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خادم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مواطن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اصحابنا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المذخور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مواطن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بمكة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قولويه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السمرقندى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باجازته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باجتيازه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للحج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مضمونى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افزوده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سمرقندى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العياشى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النعمان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البرقى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محزون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مواطن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النعمان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برقى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الفزارى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المدائنى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القندى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لنفسى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لنفسى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بالكوفة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فزارى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مدائنى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>.</w:t>
      </w:r>
    </w:p>
    <w:p w:rsidR="007413E6" w:rsidRDefault="007413E6" w:rsidP="00873C4A">
      <w:pPr>
        <w:pStyle w:val="libNormal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  <w:r w:rsidR="00873C4A">
        <w:t xml:space="preserve"> 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القزوينى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اخبرنا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الصحاف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مرزوق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قزوينى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مرزوق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مرزوق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حذيفة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حذيفة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زكريا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lastRenderedPageBreak/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الحناط،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الماضى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مارا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مضمونى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زكريا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اضافه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ماضى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كاظم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زاهر،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اقصر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اتممت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زاهر،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مقصود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محسوب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</w:t>
      </w:r>
      <w:r>
        <w:rPr>
          <w:rtl/>
          <w:lang w:bidi="fa-IR"/>
        </w:rPr>
        <w:t>.</w:t>
      </w:r>
    </w:p>
    <w:p w:rsidR="007413E6" w:rsidRDefault="007413E6" w:rsidP="00314BBE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الثالث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الثمانون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الفريضة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والنافلة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الموسوى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لرجل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يمنعك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الفريضة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والنافلة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314BBE">
      <w:pPr>
        <w:pStyle w:val="Heading2"/>
      </w:pPr>
      <w:bookmarkStart w:id="23" w:name="_Toc460325671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محسوب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bookmarkEnd w:id="23"/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موسوى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فلانى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بخواهى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الجامورانى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الرازى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المفضل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طويل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واعتق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-.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جامورانى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رازى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>....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مفترض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طاعته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مفترض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طاعته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مفترض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همچنين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اطاعتش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الخزاعى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.-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خزاعى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استجيب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عاجلة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آجلة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فاستانف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عملا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جديدا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lastRenderedPageBreak/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عقرقونى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پذيرد،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بفرمائيد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>:</w:t>
      </w:r>
    </w:p>
    <w:p w:rsidR="007413E6" w:rsidRDefault="007413E6" w:rsidP="00873C4A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آغاز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>.</w:t>
      </w:r>
    </w:p>
    <w:p w:rsidR="00015B10" w:rsidRDefault="007413E6" w:rsidP="00314BBE">
      <w:pPr>
        <w:pStyle w:val="libBold1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الثمانون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متن</w:t>
      </w:r>
      <w:r w:rsidRPr="00015B10">
        <w:rPr>
          <w:rtl/>
          <w:lang w:bidi="fa-IR"/>
        </w:rPr>
        <w:t>: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الكناسى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تودع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استودعك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اقرء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ودللت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اتبعنا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فاكتبنا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الشاهدين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تجلعه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تنفعنا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ابعثه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محمودا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الميعاد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نجب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جاهدتم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وقاتلتم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السابقون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المهاجرون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والانصار،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واراكم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تحبون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تشغلنى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باكثار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تلهينى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عجائب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بهجتها،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زينتها،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اعطنى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بلاغا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الراحمين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015B10" w:rsidRDefault="007413E6" w:rsidP="00314BBE">
      <w:pPr>
        <w:pStyle w:val="Heading2"/>
        <w:rPr>
          <w:rtl/>
          <w:lang w:bidi="fa-IR"/>
        </w:rPr>
      </w:pPr>
      <w:bookmarkStart w:id="24" w:name="_Toc460325672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عليهما</w:t>
      </w:r>
      <w:bookmarkEnd w:id="24"/>
    </w:p>
    <w:p w:rsidR="00314BBE" w:rsidRPr="00314BBE" w:rsidRDefault="00314BBE" w:rsidP="00314BBE">
      <w:pPr>
        <w:pStyle w:val="libNormal"/>
        <w:rPr>
          <w:rtl/>
          <w:lang w:bidi="fa-IR"/>
        </w:rPr>
      </w:pP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خداحافظ،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بنويس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گسيل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طراحى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نژادان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مقاتله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پيشى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شگفتى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زيبائى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درخشندگى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مفتونم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مبتلايم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وكمى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وتعب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خشنودى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مهربانى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٢ 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العسكرى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بعسكر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الثمالى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فراغك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مااستطعت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وليكن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بالنينوى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الغاضرية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الوداع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فاستقبل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بوجهك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والتمس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العذاب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عنك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راغب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مستبدل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جدت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بنفسى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للحدثان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والاوطان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وفاقتى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ذخرا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ذخرا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لزيارتى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يوردنى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حوضكم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مرافقتكم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الصالحين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صفوته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النبيين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الائمة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الراشدين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المهديين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منكم</w:t>
      </w:r>
      <w:r>
        <w:rPr>
          <w:rtl/>
          <w:lang w:bidi="fa-IR"/>
        </w:rPr>
        <w:t>، 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المقيمين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قائمون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الصالحين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العالمين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العسكرى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الثمالى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نينوى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غاضريه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رغبت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احتياجم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خويشاوندان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ندهد،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هدايتم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فرمانبردار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رفاقت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عالميان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سفيدان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مهديين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المقربين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المرسلين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الصالحين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اوليائك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استودعك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استرعيك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واقرء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اكتبنا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الشاهدين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ابقيتنى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انفعنى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ابعثه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محمودا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فاحشرنى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اوليائه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ابقيتنى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برحمتك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الراحمين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اوليائك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وحببت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تشغلنى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باكثار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تلهينى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عجائب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بهجتها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زينتها،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يضرنى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بلاغا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المسالة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تخرج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lastRenderedPageBreak/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گوئى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نيكوكارش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حافظى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بفرما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عالميان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مبعوث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محشور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مهربانى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محسوب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شگفتى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زيبائى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درخشندگى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مفتونم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امكانات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مبتلا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خشنودى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چپ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چپ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مبالغه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>.</w:t>
      </w:r>
    </w:p>
    <w:p w:rsidR="00015B10" w:rsidRDefault="007413E6" w:rsidP="00314BBE">
      <w:pPr>
        <w:pStyle w:val="libBold1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الخامس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الثمانون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متن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 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العسكرى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بالعسكر،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الثمالى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بحذ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السقيفة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المقربين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المرسلين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الصالحين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والصديقين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الزكيات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تغتدى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النصيحة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المرسل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المنتجب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المبلغ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المهتضم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فجزاك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الجز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احتسبت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استخف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بحرمتك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جئتك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الحاكمين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فمعكم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باياباكم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خالفكم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الكافرين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الالسن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015B10" w:rsidRPr="00314BBE" w:rsidRDefault="007413E6" w:rsidP="00314BBE">
      <w:pPr>
        <w:pStyle w:val="Heading2"/>
        <w:rPr>
          <w:rStyle w:val="libNormalChar"/>
          <w:rtl/>
        </w:rPr>
      </w:pPr>
      <w:bookmarkStart w:id="25" w:name="_Toc460325673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bookmarkEnd w:id="25"/>
    </w:p>
    <w:p w:rsidR="00314BBE" w:rsidRDefault="00314BBE" w:rsidP="007413E6">
      <w:pPr>
        <w:pStyle w:val="libNormal"/>
        <w:rPr>
          <w:rStyle w:val="libAlaemChar"/>
          <w:rtl/>
          <w:lang w:bidi="fa-IR"/>
        </w:rPr>
      </w:pP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العسكرى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ثمالى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نيكوكارش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مبلغ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راتصديق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پاداش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بردبارى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آزمايش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امتحانى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استخفاف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آماده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دشمنانتان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مخالفتتان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الصالح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المطيع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لرسوله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لاميرالمومنين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9C0D65" w:rsidRPr="005C4912">
        <w:rPr>
          <w:rStyle w:val="libAlaemChar"/>
          <w:rFonts w:hint="cs"/>
          <w:rtl/>
          <w:lang w:bidi="fa-IR"/>
        </w:rPr>
        <w:t>عليهما‌السلام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رضوانه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البدريون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المجاهدون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المناصحون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اعدائه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المبالغون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اوليائه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الذابون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احبائه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فجزاك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الجز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الجز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الجز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ببيعته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استجاب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واطاع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النصيحة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المجهود،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فبعثك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ارواح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الصديقين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والصالحين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رفيقا،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تنكل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مقتديا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بالصالحين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متبعا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للنبين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المخبتين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الراحمين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نيكوكار،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بليغ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پاداش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وافرترين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پاداش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مستجاب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پاداش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مبالغه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انگيزد،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ارواح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صلح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محشورت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رفقائى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بصيرت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اقتد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اوليائش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اشخاص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الراحمين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015B10" w:rsidRDefault="007413E6" w:rsidP="00314BBE">
      <w:pPr>
        <w:pStyle w:val="libBold1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الثمانون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متن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 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العسكرى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بالعسكر،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الثمالى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استودعك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استرعيك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اقرء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بكتابه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اكتبنا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الشاهدين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ابقيتنى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احشرنى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اوليائك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توفنى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برسولك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الولاية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الائمة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).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تدعو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لنفسك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لوالديك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015B10" w:rsidRPr="00314BBE" w:rsidRDefault="007413E6" w:rsidP="00314BBE">
      <w:pPr>
        <w:pStyle w:val="Heading2"/>
        <w:rPr>
          <w:rStyle w:val="libNormalChar"/>
          <w:rtl/>
        </w:rPr>
      </w:pPr>
      <w:bookmarkStart w:id="26" w:name="_Toc460325674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bookmarkEnd w:id="26"/>
    </w:p>
    <w:p w:rsidR="00314BBE" w:rsidRDefault="00314BBE" w:rsidP="007413E6">
      <w:pPr>
        <w:pStyle w:val="libNormal"/>
        <w:rPr>
          <w:rStyle w:val="libAlaemChar"/>
          <w:rtl/>
          <w:lang w:bidi="fa-IR"/>
        </w:rPr>
      </w:pP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العسكرى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الثمالى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نگاهبانى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خداحافظى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بنويس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محشور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آشنائى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بيانداز،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>.</w:t>
      </w:r>
    </w:p>
    <w:p w:rsidR="00015B10" w:rsidRDefault="007413E6" w:rsidP="00314BBE">
      <w:pPr>
        <w:pStyle w:val="libBold1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الثمانون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متن</w:t>
      </w:r>
      <w:r w:rsidRPr="00015B10">
        <w:rPr>
          <w:rtl/>
          <w:lang w:bidi="fa-IR"/>
        </w:rPr>
        <w:t>: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تقول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اعطيتهم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الصالحين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رفيقا،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استودعكم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اقرء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احشرنى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الراحمين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015B10" w:rsidRPr="00314BBE" w:rsidRDefault="007413E6" w:rsidP="00314BBE">
      <w:pPr>
        <w:pStyle w:val="Heading2"/>
        <w:rPr>
          <w:rStyle w:val="libNormalChar"/>
          <w:rtl/>
        </w:rPr>
      </w:pPr>
      <w:bookmarkStart w:id="27" w:name="_Toc460325675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bookmarkEnd w:id="27"/>
    </w:p>
    <w:p w:rsidR="00314BBE" w:rsidRDefault="00314BBE" w:rsidP="007413E6">
      <w:pPr>
        <w:pStyle w:val="libNormal"/>
        <w:rPr>
          <w:rStyle w:val="libAlaemChar"/>
          <w:rtl/>
          <w:lang w:bidi="fa-IR"/>
        </w:rPr>
      </w:pP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رفقائى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خداحافظى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محشور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مهربانى</w:t>
      </w:r>
      <w:r>
        <w:rPr>
          <w:rtl/>
          <w:lang w:bidi="fa-IR"/>
        </w:rPr>
        <w:t>.</w:t>
      </w:r>
    </w:p>
    <w:p w:rsidR="00015B10" w:rsidRDefault="007413E6" w:rsidP="00314BBE">
      <w:pPr>
        <w:pStyle w:val="libBold1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الثمانون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متن</w:t>
      </w:r>
      <w:r w:rsidRPr="00015B10">
        <w:rPr>
          <w:rtl/>
          <w:lang w:bidi="fa-IR"/>
        </w:rPr>
        <w:t>: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١ - </w:t>
      </w:r>
      <w:r>
        <w:rPr>
          <w:rFonts w:hint="cs"/>
          <w:rtl/>
          <w:lang w:bidi="fa-IR"/>
        </w:rPr>
        <w:t>للحسين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مصنف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زائدة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شيخنا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يضمنه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يليق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يشتمل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الالفاظ،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ادخاله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مجراها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بكربل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المخالفين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ينكرون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ينكرون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بالغرى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عبدوس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مزاحم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زائدة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زائدة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ذاكرت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تصنيف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ليدخله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عاجلته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منيته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بمواليه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015B10" w:rsidRPr="00314BBE" w:rsidRDefault="007413E6" w:rsidP="00314BBE">
      <w:pPr>
        <w:pStyle w:val="Heading2"/>
        <w:rPr>
          <w:rStyle w:val="libNormalChar"/>
          <w:rtl/>
        </w:rPr>
      </w:pPr>
      <w:bookmarkStart w:id="28" w:name="_Toc460325676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bookmarkEnd w:id="28"/>
    </w:p>
    <w:p w:rsidR="00314BBE" w:rsidRDefault="00314BBE" w:rsidP="007413E6">
      <w:pPr>
        <w:pStyle w:val="libNormal"/>
        <w:rPr>
          <w:rStyle w:val="libAlaemChar"/>
          <w:rtl/>
          <w:lang w:bidi="fa-IR"/>
        </w:rPr>
      </w:pP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استادش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مصنف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فراموش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ضميمه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سزاوار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الفاظش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زيباست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بگنجانم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استدلال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استفاده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مزاحم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اسنادش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تصنيف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الزيارة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مذاكره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پيشنهاد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الروايتين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بالالفاظ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الزائدة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النقصان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التقديم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التاخير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بجميعه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قرءته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قرءة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الواسطى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شبية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زائدة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بلغنى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احيانا؟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يحتمل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تفضيلنا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فضائلنا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حقنا؟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ينالنى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بسببه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لكذلك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لكذلك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يقولها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ثلاثا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اقولها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ثلاثا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النخب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المخزونة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اصابنا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بالطف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اصابنا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اخوته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نساوه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الافتاب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بناالكوفة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يواروا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قلقى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تبينت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فكادت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تبينت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بنفسك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اخوتى</w:t>
      </w:r>
      <w:r>
        <w:rPr>
          <w:rtl/>
          <w:lang w:bidi="fa-IR"/>
        </w:rPr>
        <w:t xml:space="preserve">؟!!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اخوتى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عمومتى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واهلى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بدمائهم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مرملين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بالعرى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مسلبين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يوارون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يقربهم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الخزر؟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فقالت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يحزعنك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ميثاق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تعرفهم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فراعنة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السماوات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يجمعون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الاعض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المتفرقة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فيوارونها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المضرجة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ينصبون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يعفو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الليالى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ليجتهدن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اشياع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الضلالة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تطميسه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الخبر؟</w:t>
      </w:r>
      <w:r>
        <w:rPr>
          <w:rtl/>
          <w:lang w:bidi="fa-IR"/>
        </w:rPr>
        <w:t>!</w:t>
      </w:r>
    </w:p>
    <w:p w:rsidR="00015B10" w:rsidRDefault="007413E6" w:rsidP="007413E6">
      <w:pPr>
        <w:pStyle w:val="libNormal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الفاظ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اضافه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حذف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شطرى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الفاظ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قدامة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بشارت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مخزونه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طف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برگرداندند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اضطراب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كالبدم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>؟!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عموها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عموها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طپيده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خزر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باشند؟</w:t>
      </w:r>
      <w:r>
        <w:rPr>
          <w:rtl/>
          <w:lang w:bidi="fa-IR"/>
        </w:rPr>
        <w:t>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نياورد،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عمويت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مجتبى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اعض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اجسام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مندرس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رهبران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ضلالت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وگمراهى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آشكارتر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ميثاقى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باشد؟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فقالت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حدثتنى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فعملت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ايمن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فاتيتهم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اللبن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القلبة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ساجدا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ينشج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النشوج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كذا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علانحيبه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دموعه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دموعه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المطر،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فحزنت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هبناه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يبكيك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قلوبنا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حالك</w:t>
      </w:r>
      <w:r>
        <w:rPr>
          <w:rtl/>
          <w:lang w:bidi="fa-IR"/>
        </w:rPr>
        <w:t>؟!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مزاحم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ههنا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اذهبط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باخيك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فاكمل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النعمة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ذرياتهم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يحبون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يعطون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تصيبهم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ينتحلون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يزعمون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مصارعهم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نائية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بقضائه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فحمدت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بقضائه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>،</w:t>
      </w:r>
    </w:p>
    <w:p w:rsidR="00015B10" w:rsidRDefault="007413E6" w:rsidP="007413E6">
      <w:pPr>
        <w:pStyle w:val="libNormal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مخدره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درست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آشاميدند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شستن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محزون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پرهيز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نگرياند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جريحه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گرديده</w:t>
      </w:r>
      <w:r>
        <w:rPr>
          <w:rtl/>
          <w:lang w:bidi="fa-IR"/>
        </w:rPr>
        <w:t>؟!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گشتم</w:t>
      </w:r>
      <w:r>
        <w:rPr>
          <w:rtl/>
          <w:lang w:bidi="fa-IR"/>
        </w:rPr>
        <w:t>...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مزاحم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نگريستم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برنعمت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وعطيه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دوستداران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همسايه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تفرقه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اندازد،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لطف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آزمايش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ابتلائات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ناملايماتى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قتلگاه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پراكنده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مضطهد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مغلوب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اعدائك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يقتله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الخليقة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مصابهم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مقتول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عصابة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بضفة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حسرته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بطح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احاطت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كتائب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اللعنة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تزعزعت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اقطارها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اضطرابها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اصطقت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البحار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بامواجها،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السماوات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باهلها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لذريتك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استعظاما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ينتهك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المستضعفين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المظلومين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فيوحى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السماوات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البحار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فيهن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يفوته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يعجزه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ممتنع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الانتصار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الانتقام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لاعذبن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صفيى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اعذبه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يضيج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السماوات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عترتك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برزت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العصابة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مضاجعها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ارواحها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الياقوت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مملوءة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الحياة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فغسلوا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جثثهم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والبسوها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الحلل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حنطوها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يعرفهم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يشركوا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فيوارون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اجسامهم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يقيمون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البطح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يطوفون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يسبحون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يستغفرون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يكتبون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متقربا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آبائهم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عشائرهم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بلدانهم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وجوهيهم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سطح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جوههم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الميسم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يعرفون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كانى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ميكائيل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نلتقط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الميسم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الخلائق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ينتجيهم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شدائده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سيجتهد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اللعنة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يعفوا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يمحوا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ابكانى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احزننى</w:t>
      </w:r>
      <w:r>
        <w:rPr>
          <w:rtl/>
          <w:lang w:bidi="fa-IR"/>
        </w:rPr>
        <w:t>،</w:t>
      </w:r>
    </w:p>
    <w:p w:rsidR="00015B10" w:rsidRDefault="007413E6" w:rsidP="007413E6">
      <w:pPr>
        <w:pStyle w:val="libNormal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ايمن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مغلوب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شقى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ابتلائات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سرزمينى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پذير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احترامش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عترتت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بلرزد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اضطراب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جنبششان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متلاطم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بريزند،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مستضعفين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موجودات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سلطانى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بگريزد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موجودات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عترتت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امتت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ارواح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 - </w:t>
      </w:r>
      <w:r>
        <w:rPr>
          <w:rFonts w:hint="cs"/>
          <w:rtl/>
          <w:lang w:bidi="fa-IR"/>
        </w:rPr>
        <w:t>ظروفى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ياقوت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٢ - </w:t>
      </w:r>
      <w:r>
        <w:rPr>
          <w:rFonts w:hint="cs"/>
          <w:rtl/>
          <w:lang w:bidi="fa-IR"/>
        </w:rPr>
        <w:t>حله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٣ - </w:t>
      </w:r>
      <w:r>
        <w:rPr>
          <w:rFonts w:hint="cs"/>
          <w:rtl/>
          <w:lang w:bidi="fa-IR"/>
        </w:rPr>
        <w:t>عطرى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شستشو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حنوطشان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رستگارى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خويشاوندان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پرتوش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ميكائيل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بوسيله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خلائق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قالت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ملجم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لعنه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خاشعين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تخافون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يتخطفكم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فصبرا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فلق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وبرء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النسمة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يومئذ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شيعتكم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ولقد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الخبر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ابليس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لعنه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يطير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فرحا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فيجول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بشياطينه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عفاريته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ادركنا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الطلبة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الغاية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اورثناهم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عداوتهم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اغرائهم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اوليائهم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تستحكموا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ضلالة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ولقد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عدواتكم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موالاتكم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الكبائر؛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قليلا</w:t>
      </w:r>
      <w:r>
        <w:rPr>
          <w:rtl/>
          <w:lang w:bidi="fa-IR"/>
        </w:rPr>
        <w:t>.</w:t>
      </w:r>
    </w:p>
    <w:p w:rsidR="00015B10" w:rsidRDefault="007413E6" w:rsidP="007413E6">
      <w:pPr>
        <w:pStyle w:val="libNormal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مخدره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بشنوم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دخترم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گويا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اسيران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بربايند،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شكيبائى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آفريده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پيروانتان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دستياران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عفريت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شياطين</w:t>
      </w:r>
      <w:r>
        <w:rPr>
          <w:rtl/>
          <w:lang w:bidi="fa-IR"/>
        </w:rPr>
        <w:t>: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آرزوى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مقصود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بپيوندند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تشكيك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ايجاد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گمراهى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نرسد،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كاذب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عداوت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زائده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تفحص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رجعنا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اخبرنا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قولوية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الفقيه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القماط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يعفور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مواليه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اتزور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الوجه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حدثتكم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لتركتم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ويحك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اتخذ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حرما؟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يعفور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هكذا،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بالمسح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العباد؟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الحرم</w:t>
      </w:r>
      <w:r>
        <w:rPr>
          <w:rtl/>
          <w:lang w:bidi="fa-IR"/>
        </w:rPr>
        <w:t>؟!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روايتى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مصنف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گنجانده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رجوع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)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قماط،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يعفور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فلانى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>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اليفور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فرمائيد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سزاوارتر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الرزاز،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القماط،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السابرى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امنه</w:t>
      </w:r>
      <w:r>
        <w:rPr>
          <w:rtl/>
          <w:lang w:bidi="fa-IR"/>
        </w:rPr>
        <w:t xml:space="preserve">؟!! </w:t>
      </w:r>
      <w:r>
        <w:rPr>
          <w:rFonts w:hint="cs"/>
          <w:rtl/>
          <w:lang w:bidi="fa-IR"/>
        </w:rPr>
        <w:t>فاوحى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فو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فضلتك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فحملت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البحر،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فضلتك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تضمنته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فقرى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متواضعا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مستنكف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قماط،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>؟!!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سوزنى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آفريدم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افتخار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بنابراين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استنكاف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استكبار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طغيانى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العصفرى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عصفرى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فروشنده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العصفرى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الكعبة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قدسها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يجعلها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عصفرى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گزينند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الرزاز،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اجارود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اتخذ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الكعبة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تيخذها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زلزل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بتربتها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نورانية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صافية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روضة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يسكنها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المرسلون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لوالعزم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لتزهر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الكوكب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الكواكب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تنادى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المقدسة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المباركة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تضمنت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العصفرى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الجارود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 xml:space="preserve"> -.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رجالش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الجارود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لرزانده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مرسلين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اولوالعزم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درخشنده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ستارگان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نورفشانى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ومباركى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عصفرى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الجارود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:...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وروى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الغاضرية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البقعة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استودع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فزوروا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بالغاضرية</w:t>
      </w:r>
      <w:r>
        <w:rPr>
          <w:rtl/>
          <w:lang w:bidi="fa-IR"/>
        </w:rPr>
        <w:t xml:space="preserve"> ).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873C4A">
      <w:pPr>
        <w:pStyle w:val="libNormal"/>
      </w:pPr>
      <w:r>
        <w:rPr>
          <w:rFonts w:hint="cs"/>
          <w:rtl/>
          <w:lang w:bidi="fa-IR"/>
        </w:rPr>
        <w:t>غاضريه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انبيائش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غاضريه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الغاضرية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المقدس</w:t>
      </w:r>
      <w:r>
        <w:rPr>
          <w:rtl/>
          <w:lang w:bidi="fa-IR"/>
        </w:rPr>
        <w:t xml:space="preserve"> ).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غاضريه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المقدس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الاسناد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العصفرى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آبائه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لها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البقعة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آمنوا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الطوفان</w:t>
      </w:r>
      <w:r>
        <w:rPr>
          <w:rtl/>
          <w:lang w:bidi="fa-IR"/>
        </w:rPr>
        <w:t xml:space="preserve"> ).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اسناد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اسناد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شماره</w:t>
      </w:r>
      <w:r>
        <w:rPr>
          <w:rtl/>
          <w:lang w:bidi="fa-IR"/>
        </w:rPr>
        <w:t xml:space="preserve"> ٥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عصفرى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گرامش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فرزندم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رهانيد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التمار،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الباقر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سنته</w:t>
      </w:r>
      <w:r>
        <w:rPr>
          <w:rtl/>
          <w:lang w:bidi="fa-IR"/>
        </w:rPr>
        <w:t xml:space="preserve"> ).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اسنادش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بيتوته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الاسناد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زوروا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لاتقطعوه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ضمنته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يسكنه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ميكائيل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يزورانه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فاجتهد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الموطن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ميكائيل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مقصود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نرود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ميمون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القداح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اغرورقت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بالبك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ركابهم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رحالهم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دماوهم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طوبى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الاحبة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قداح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مركب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گذراندن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اثاثشان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ريزد،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خوشا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ريزد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زياد،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اسباط،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ايديهم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بمصارع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قبض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باتباعهم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فطاف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الركاب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فانشا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مناخ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يسبقهم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يلحقهم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بعدهم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يازدهم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اسباط،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مركبها،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انقراض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الكعبة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قدسها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فمازالت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يجعلها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).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آفرينش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مشايخنا</w:t>
      </w:r>
      <w:r>
        <w:rPr>
          <w:rtl/>
          <w:lang w:bidi="fa-IR"/>
        </w:rPr>
        <w:t>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-: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العصفرى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المقدام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وافضل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العصفرى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الزيادة</w:t>
      </w:r>
      <w:r>
        <w:rPr>
          <w:rtl/>
          <w:lang w:bidi="fa-IR"/>
        </w:rPr>
        <w:t xml:space="preserve"> -.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سيزدهم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عصفرى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افزوده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عصفرى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(حديث </w:t>
      </w:r>
      <w:r>
        <w:rPr>
          <w:rFonts w:hint="cs"/>
          <w:rtl/>
          <w:lang w:bidi="fa-IR"/>
        </w:rPr>
        <w:t>دوازدهم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العصفرى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تفاخرت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عوقبت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لتركها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المشركين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الكعبة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مالحا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لها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تكلمى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تفاخرت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؟! </w:t>
      </w:r>
      <w:r>
        <w:rPr>
          <w:rFonts w:hint="cs"/>
          <w:rtl/>
          <w:lang w:bidi="fa-IR"/>
        </w:rPr>
        <w:t>قالت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المقدسة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المباركة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الشف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خاضعة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ذليلُة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شكرالله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فاكرمها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تواضعيها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عصفرى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تفضيل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فورتنى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طمعش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نمودند؟</w:t>
      </w:r>
      <w:r>
        <w:rPr>
          <w:rtl/>
          <w:lang w:bidi="fa-IR"/>
        </w:rPr>
        <w:t>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آفريد،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افزود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>.</w:t>
      </w:r>
    </w:p>
    <w:p w:rsidR="00015B10" w:rsidRDefault="007413E6" w:rsidP="00314BBE">
      <w:pPr>
        <w:pStyle w:val="libBold1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التاسع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الثمانون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حرمته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متن</w:t>
      </w:r>
      <w:r w:rsidRPr="00015B10">
        <w:rPr>
          <w:rtl/>
          <w:lang w:bidi="fa-IR"/>
        </w:rPr>
        <w:t>: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روضة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).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015B10" w:rsidRDefault="007413E6" w:rsidP="00314BBE">
      <w:pPr>
        <w:pStyle w:val="Heading2"/>
        <w:rPr>
          <w:rtl/>
          <w:lang w:bidi="fa-IR"/>
        </w:rPr>
      </w:pPr>
      <w:bookmarkStart w:id="29" w:name="_Toc460325677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حسينى</w:t>
      </w:r>
      <w:r>
        <w:rPr>
          <w:rtl/>
          <w:lang w:bidi="fa-IR"/>
        </w:rPr>
        <w:t xml:space="preserve"> </w:t>
      </w:r>
      <w:r w:rsidR="00873C4A" w:rsidRPr="005C4912">
        <w:rPr>
          <w:rStyle w:val="libAlaemChar"/>
          <w:rFonts w:hint="cs"/>
          <w:rtl/>
          <w:lang w:bidi="fa-IR"/>
        </w:rPr>
        <w:t>عليه‌السلام</w:t>
      </w:r>
      <w:r w:rsidR="00873C4A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bookmarkEnd w:id="29"/>
    </w:p>
    <w:p w:rsidR="00314BBE" w:rsidRPr="00314BBE" w:rsidRDefault="00314BBE" w:rsidP="00314BBE">
      <w:pPr>
        <w:pStyle w:val="libNormal"/>
        <w:rPr>
          <w:rtl/>
          <w:lang w:bidi="fa-IR"/>
        </w:rPr>
      </w:pP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باغى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باغى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باغهاى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اليقطينى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البصرى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حرمة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جوانبه</w:t>
      </w:r>
      <w:r>
        <w:rPr>
          <w:rtl/>
          <w:lang w:bidi="fa-IR"/>
        </w:rPr>
        <w:t xml:space="preserve"> ).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يقطينى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يرفعه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فراسخ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مرفوعه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٤-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الرزاز،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استجار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امسح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فامسح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ذراعا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ذراعا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ذراعا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ذراعا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روضة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السماوات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يسالون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ففوج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يعرج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٥-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الاشعث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حمخاد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الانصارى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ذراعا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ذراعا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مكسرا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روضة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-).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الوش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فرمائيد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ارزيابى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ملاحظه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باغى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باغهاى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نردبانى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بوسيله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روند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باغى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015B10" w:rsidRDefault="007413E6" w:rsidP="00314BBE">
      <w:pPr>
        <w:pStyle w:val="libBold1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التسعون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متن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زياد،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الجعفرى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مرضه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فسبقنى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فاخبرنى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ابعثوا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ابعثوا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لمحمد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الحائر؟</w:t>
      </w:r>
      <w:r>
        <w:rPr>
          <w:rtl/>
          <w:lang w:bidi="fa-IR"/>
        </w:rPr>
        <w:t>!.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انظروا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فذكرت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>!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فقدمت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العسكرى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اجلس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يطوف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بعرفة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المواضع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015B10" w:rsidRDefault="007413E6" w:rsidP="00314BBE">
      <w:pPr>
        <w:pStyle w:val="Heading2"/>
        <w:rPr>
          <w:rtl/>
          <w:lang w:bidi="fa-IR"/>
        </w:rPr>
      </w:pPr>
      <w:bookmarkStart w:id="30" w:name="_Toc460325678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مواضعى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bookmarkEnd w:id="30"/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بيمارى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زودتر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بفرسيتد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روم</w:t>
      </w:r>
      <w:r>
        <w:rPr>
          <w:rtl/>
          <w:lang w:bidi="fa-IR"/>
        </w:rPr>
        <w:t>؟!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احتياط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بنشين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لطف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بوسيدند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مواضع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مواطن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٢-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الجعفرى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المشير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يوجهنا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بمنزلة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فعدت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فاخبرته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هكذا،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المواضع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٣-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المغيرة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بالوهوردى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بنيسابور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احببت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الوهوردى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همام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الجعفرى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يدعوا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فخرجت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فاستقبلنى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فاعلمته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السمع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بمنزلة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بمنزلة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لنفسه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بالحائر</w:t>
      </w:r>
      <w:r>
        <w:rPr>
          <w:rtl/>
          <w:lang w:bidi="fa-IR"/>
        </w:rPr>
        <w:t>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فاعلمته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يطوف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بقاعا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فيستجيب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عيادتش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گسيل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دوباره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مواضعى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هوردى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نيشابور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توضيح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مواضعى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مستجاب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015B10" w:rsidRDefault="007413E6" w:rsidP="00314BBE">
      <w:pPr>
        <w:pStyle w:val="libBold1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التسعون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متن</w:t>
      </w:r>
      <w:r w:rsidRPr="00015B10">
        <w:rPr>
          <w:rtl/>
          <w:lang w:bidi="fa-IR"/>
        </w:rPr>
        <w:t>: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١-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يعفور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فينتفع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وياخذ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ينتفع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ياخذه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015B10" w:rsidRDefault="007413E6" w:rsidP="00314BBE">
      <w:pPr>
        <w:pStyle w:val="Heading2"/>
        <w:rPr>
          <w:rtl/>
          <w:lang w:bidi="fa-IR"/>
        </w:rPr>
      </w:pPr>
      <w:bookmarkStart w:id="31" w:name="_Toc460325679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bookmarkEnd w:id="31"/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يعفور،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انتفاع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استفاده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اعتقاد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lastRenderedPageBreak/>
        <w:t xml:space="preserve">٢ 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البرقى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اصحابنا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دفعت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امرءة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ادفعه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ليخاط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الكعبة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فكرهت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اعرفهم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امرءة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ادفعه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ليخاط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الكعبة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فكرهت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زغفران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ععو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اعجنه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الزعفران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ليداووا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مرضاهم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تكليف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زعفران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زعفران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معجون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تقسيم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lastRenderedPageBreak/>
        <w:t xml:space="preserve">٣-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البصرى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فهد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٤-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البصرى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الاكبر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٥-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اصحابنا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الكنانى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٦-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اصابته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فبدء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٧ 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البصرى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مدلج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خرجت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فاراسل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بمنديل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فناولنيه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اشربه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تشربه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فتناولته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رائحة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مولاك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فتعال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ففكرت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نشطت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فاستاذنت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صح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الدخل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فدخلت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فسلمت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راسه</w:t>
      </w:r>
      <w:r>
        <w:rPr>
          <w:rtl/>
          <w:lang w:bidi="fa-IR"/>
        </w:rPr>
        <w:t>؛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يبكيك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محمد؟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اغترابى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>؛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مودتنا،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الغربة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المنكوس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نائية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بالفرات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الينا؛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جزاوك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>؛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مدلج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دردمند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دردمند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نياشاميده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نروم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طعمى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آقايت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انديشدم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پاهايم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جسمت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</w:t>
      </w:r>
      <w:r>
        <w:rPr>
          <w:rtl/>
          <w:lang w:bidi="fa-IR"/>
        </w:rPr>
        <w:t>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بوسيدم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غريبم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ج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قدرتم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بنگرم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سريعا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غريب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مطلوبمان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پاداش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فالثواب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وانصرف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بالمغفرة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يصنع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بنعمة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يمسسه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>؛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الشراب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الاوصي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بعثته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فشربته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ذوقه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لاذهبن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ذهبت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فاقبلت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انشطت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لشيعتكم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؛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استشفى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صبياننا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نستشفى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ياخذه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فيخرجه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عاهة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لغيره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نتعالج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هكذا،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يمسح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كحجر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العاهات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الجاهلية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يتمسح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افاق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كابيض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تصنع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تستخف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فتطرحه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دنسة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صدقت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ياخذه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باخذه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بالناست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تاخذه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اعطيك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شيئا؟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ثيابى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تصنع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تحمله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فسقانى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شيئا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انصرفت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افزون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فرمايند،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خشنودى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مستقلا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مايوس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استشمام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نچشيده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مطبوعى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بگواراتر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وخامت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حتما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اطفال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خورانيم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خدمتش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بجوئيم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موجودى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معالجه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ماخوذ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افاقه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ياقوت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رنگش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تاثيرى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استخفاف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خورجين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نتيجه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انتظار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خدمتش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فرمائيد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تناولش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حاجتت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خورانيدند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٨-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الخيبرى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الحضرمى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>: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انملة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خيبرى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015B10" w:rsidRPr="00314BBE" w:rsidRDefault="007413E6" w:rsidP="00314BBE">
      <w:pPr>
        <w:pStyle w:val="libBold1"/>
        <w:rPr>
          <w:rtl/>
          <w:lang w:bidi="fa-IR"/>
        </w:rPr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التسعون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314BBE">
        <w:rPr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متن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lastRenderedPageBreak/>
        <w:t xml:space="preserve">١-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-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ثياب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للرسول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شيئا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الثياب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٢-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الرزاز،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حنكوا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بتربة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).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٣-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بذلك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015B10" w:rsidRDefault="007413E6" w:rsidP="00314BBE">
      <w:pPr>
        <w:pStyle w:val="Heading2"/>
        <w:rPr>
          <w:rtl/>
          <w:lang w:bidi="fa-IR"/>
        </w:rPr>
      </w:pPr>
      <w:bookmarkStart w:id="32" w:name="_Toc460325680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نود</w:t>
      </w:r>
      <w:r w:rsidR="00314BBE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ودوم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bookmarkEnd w:id="32"/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فرزندانتان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تحفيك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بماليد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٤-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الوراق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عمته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٥-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البوفكى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عمته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٦-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الخيبرى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الحضرمى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وراق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هراسى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بوفكى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هراسى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خيبرى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جراحى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015B10" w:rsidRPr="00314BBE" w:rsidRDefault="007413E6" w:rsidP="00314BBE">
      <w:pPr>
        <w:pStyle w:val="libBold1"/>
        <w:rPr>
          <w:rtl/>
          <w:lang w:bidi="fa-IR"/>
        </w:rPr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الثالث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التسعون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314BBE">
        <w:rPr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يوخذ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متن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لتربة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فاتين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فاحتفرنا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انحدرت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السهلة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فحملناه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فمزجناه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خبئناه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فاقبلنا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يتداوون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٢-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السراج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اصحابنا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يوخذ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باعا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٣-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النهاوندى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الانصارى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فليقل</w:t>
      </w:r>
      <w:r>
        <w:rPr>
          <w:rtl/>
          <w:lang w:bidi="fa-IR"/>
        </w:rPr>
        <w:t>: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تناوله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015B10" w:rsidRPr="00314BBE" w:rsidRDefault="007413E6" w:rsidP="00314BBE">
      <w:pPr>
        <w:pStyle w:val="Heading2"/>
        <w:rPr>
          <w:rStyle w:val="libNormalChar"/>
          <w:rtl/>
        </w:rPr>
      </w:pPr>
      <w:bookmarkStart w:id="33" w:name="_Toc460325681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bookmarkEnd w:id="33"/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قرمزى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قرمز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ممزوج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عجينشان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تدريج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باع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عبارت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چپ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نهاوندى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ببرند</w:t>
      </w:r>
      <w:r>
        <w:rPr>
          <w:rtl/>
          <w:lang w:bidi="fa-IR"/>
        </w:rPr>
        <w:t>).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٤ 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مصقلة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الموصليى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التربة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مصقله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عمويش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موصلى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٥-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الثمالى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بمكة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ياخذون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ليستشفون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الشف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يستشفى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ممايخاف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يعدلها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الاشي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يستشفى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يفسدها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يخالطها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يعالج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ايقن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يعالج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يتعالج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يفسدها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يتمسحون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يحسدون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فيتمسحون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طيبها،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يتمسحون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يقدرون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يدخلوا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التربة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عولج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فاكتمها،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التربة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شيئا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يستخف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ليطرحها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البغل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يمسح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الطعام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الجوالق</w:t>
      </w:r>
      <w:r>
        <w:rPr>
          <w:rtl/>
          <w:lang w:bidi="fa-IR"/>
        </w:rPr>
        <w:t xml:space="preserve">،! </w:t>
      </w:r>
      <w:r>
        <w:rPr>
          <w:rFonts w:hint="cs"/>
          <w:rtl/>
          <w:lang w:bidi="fa-IR"/>
        </w:rPr>
        <w:t>فكيف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يستشفى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المستخف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صلاحه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(...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اثن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):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استشف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احيانا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ظروفى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ريزند</w:t>
      </w:r>
      <w:r>
        <w:rPr>
          <w:rtl/>
          <w:lang w:bidi="fa-IR"/>
        </w:rPr>
        <w:t>).</w:t>
      </w:r>
    </w:p>
    <w:p w:rsidR="007413E6" w:rsidRDefault="007413E6" w:rsidP="00873C4A">
      <w:pPr>
        <w:pStyle w:val="libNormal"/>
      </w:pPr>
      <w:r>
        <w:rPr>
          <w:rFonts w:hint="cs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اعتقاد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يقينشان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حصول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معالجه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معالجه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داروهاى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ج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شياطين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رامسح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موجودات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استشمام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شياطين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تعدادشان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نفوذ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معالجه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استحفاف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خورجين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شود؟</w:t>
      </w:r>
      <w:r>
        <w:rPr>
          <w:rtl/>
          <w:lang w:bidi="fa-IR"/>
        </w:rPr>
        <w:t>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اعتقاد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مصلحت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استحفاف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٦-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السراج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اصحابنا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يوخذ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باعا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٧-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رفعه</w:t>
      </w:r>
      <w:r>
        <w:rPr>
          <w:rtl/>
          <w:lang w:bidi="fa-IR"/>
        </w:rPr>
        <w:t xml:space="preserve"> -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يقرء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القدر</w:t>
      </w:r>
      <w:r>
        <w:rPr>
          <w:rtl/>
          <w:lang w:bidi="fa-IR"/>
        </w:rPr>
        <w:t>)).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٨-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التربة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الطاهرة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البقعة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تواريه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العكوف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ينتظرون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جسمى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مرفوعه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متمم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فائده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بدمند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بگوئيد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انتظار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جسمم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٩-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الكوفة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فرسخ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مربعى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ضلعش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١٠-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الموسوى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المغيرة</w:t>
      </w:r>
      <w:r>
        <w:rPr>
          <w:rtl/>
          <w:lang w:bidi="fa-IR"/>
        </w:rPr>
        <w:t xml:space="preserve">،-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اصحابنا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الامراض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تداويت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اخذته</w:t>
      </w:r>
      <w:r>
        <w:rPr>
          <w:rtl/>
          <w:lang w:bidi="fa-IR"/>
        </w:rPr>
        <w:t xml:space="preserve"> -: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قبضها،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تقتله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قبضها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اخذته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اتخذتها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اخاف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تخاف</w:t>
      </w:r>
      <w:r>
        <w:rPr>
          <w:rtl/>
          <w:lang w:bidi="fa-IR"/>
        </w:rPr>
        <w:t>؛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فاخذتها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مكروها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lastRenderedPageBreak/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موسوى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المغيره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مبتلا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بيمارهاى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كجائى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آقاى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ابتلائات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حوادثى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ناگوارى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نيامد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١١- </w:t>
      </w:r>
      <w:r>
        <w:rPr>
          <w:rFonts w:hint="cs"/>
          <w:rtl/>
          <w:lang w:bidi="fa-IR"/>
        </w:rPr>
        <w:t>اخبرنى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القزوينى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اخذت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حمر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فعرضتها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فاخذها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دموعه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جدى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١٢-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العسكرى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بالعسكر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الثمالى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فاقرء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فاتحة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المعوذتين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الائمة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الراشدين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التربة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تضمنت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ضمنت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يستشفى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ورزقا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عاهة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الاوجاع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قدير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التربة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المباركة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الميمونة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انفعنى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قدير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يازدهم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قزوينى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بوئيدند،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العسكرى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فاتحة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معوذتين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اعوذب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الفلق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پيشوايان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هاديان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راهنمايان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كالبدى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فرستادگانت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بوسيله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>.</w:t>
      </w:r>
    </w:p>
    <w:p w:rsidR="00015B10" w:rsidRPr="00314BBE" w:rsidRDefault="007413E6" w:rsidP="00314BBE">
      <w:pPr>
        <w:pStyle w:val="libBold1"/>
        <w:rPr>
          <w:rStyle w:val="libNormalChar"/>
          <w:rtl/>
        </w:rPr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التسعون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متن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عبيد،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البصرى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بسم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قدير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٢-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اصحابنا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نسيت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اسناده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التربة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المباركة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>)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٣-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وضعتها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التربة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قبضها،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حصنها،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>.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العافية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شفاه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015B10" w:rsidRDefault="007413E6" w:rsidP="00314BBE">
      <w:pPr>
        <w:pStyle w:val="Heading2"/>
        <w:rPr>
          <w:rtl/>
          <w:lang w:bidi="fa-IR"/>
        </w:rPr>
      </w:pPr>
      <w:bookmarkStart w:id="34" w:name="_Toc460325682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bookmarkEnd w:id="34"/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رجالش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اسناد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فراموش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دردى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ارزانى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015B10" w:rsidRDefault="007413E6" w:rsidP="00314BBE">
      <w:pPr>
        <w:pStyle w:val="libBold1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الخامس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التسعون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متن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الواسطى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كلحم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الخنزير،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٢-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الميتة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الخنزير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٣-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اصحابنا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احدهما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لحومهم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لحومنا،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الحمصة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lastRenderedPageBreak/>
        <w:t xml:space="preserve">٤-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).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٥-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الفارسى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يرفع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يشتريه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015B10" w:rsidRDefault="007413E6" w:rsidP="00314BBE">
      <w:pPr>
        <w:pStyle w:val="Heading2"/>
        <w:rPr>
          <w:rStyle w:val="libAlaemChar"/>
          <w:rtl/>
          <w:lang w:bidi="fa-IR"/>
        </w:rPr>
      </w:pPr>
      <w:bookmarkStart w:id="35" w:name="_Toc460325683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bookmarkEnd w:id="35"/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آفريده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فرمائيد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مرفوعه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بفروشد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015B10" w:rsidRDefault="007413E6" w:rsidP="00314BBE">
      <w:pPr>
        <w:pStyle w:val="libBold1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التسعون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شقته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متن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رواه</w:t>
      </w:r>
      <w:r>
        <w:rPr>
          <w:rtl/>
          <w:lang w:bidi="fa-IR"/>
        </w:rPr>
        <w:t xml:space="preserve"> -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lastRenderedPageBreak/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باحدكم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فليعل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الينا</w:t>
      </w:r>
      <w:r>
        <w:rPr>
          <w:rtl/>
          <w:lang w:bidi="fa-IR"/>
        </w:rPr>
        <w:t>).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٢-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النيسابورى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اليمانى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طويل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مرات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فراسخ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تصعد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سطحك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تلتفت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تتحول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الزورة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فربما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015B10" w:rsidRDefault="007413E6" w:rsidP="00314BBE">
      <w:pPr>
        <w:pStyle w:val="Heading2"/>
        <w:rPr>
          <w:rtl/>
          <w:lang w:bidi="fa-IR"/>
        </w:rPr>
      </w:pPr>
      <w:bookmarkStart w:id="36" w:name="_Toc460325684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وطنش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bookmarkEnd w:id="36"/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انتخاب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نيشابورى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فرسخ</w:t>
      </w:r>
      <w:r>
        <w:rPr>
          <w:rtl/>
          <w:lang w:bidi="fa-IR"/>
        </w:rPr>
        <w:t xml:space="preserve"> ‌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چپ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٢-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اجفاكم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افتزوره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فتزوره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اجفاكم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شعثا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يزورون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يفترون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مرات</w:t>
      </w:r>
      <w:r>
        <w:rPr>
          <w:rtl/>
          <w:lang w:bidi="fa-IR"/>
        </w:rPr>
        <w:t xml:space="preserve">؟-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</w:t>
      </w:r>
      <w:r>
        <w:rPr>
          <w:rtl/>
          <w:lang w:bidi="fa-IR"/>
        </w:rPr>
        <w:t xml:space="preserve"> -).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٤-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ازورك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المجى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سطحك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حياتى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حياتى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خير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چقدر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ژوليده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٥-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الرزاز،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الدهقان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الشغل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شيئا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سطح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٦-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فلتعل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لتصل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فلتوم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الينا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الدهقان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اشتغالات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٧-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الصيرفى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اجفاكم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لسيدكم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lastRenderedPageBreak/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السافُة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الناى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ثيابك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الصحر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فاستقبل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بوجهك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اينما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).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القتيل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القتيل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جوارحى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ازورك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بنفسى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بزيارتى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جوارحى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شفيعى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بالبر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اللعنة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رضوانه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تتحول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تستقبل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مودعك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مودعك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مودعكم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ساداتى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رضوانه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مرفوعا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صيرفى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چقدر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راهنمائى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لباسهايت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برو،پس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احراز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آقاى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آقايم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مقتول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بارگاهت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اميرمومنان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اميرمومنان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آقاى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شفيعم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رحمتش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چپ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مطلوبست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مينمايم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بركاتش</w:t>
      </w:r>
      <w:r>
        <w:rPr>
          <w:rtl/>
          <w:lang w:bidi="fa-IR"/>
        </w:rPr>
        <w:t>.</w:t>
      </w:r>
    </w:p>
    <w:p w:rsidR="007413E6" w:rsidRDefault="007413E6" w:rsidP="00314BBE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التسعون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ستة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فرسخا،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تاتونه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اجفاكم</w:t>
      </w:r>
      <w:r>
        <w:rPr>
          <w:rtl/>
          <w:lang w:bidi="fa-IR"/>
        </w:rPr>
        <w:t>!).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٢-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>، (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 )-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تجفه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زكريات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).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٣-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الجلاب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الاعور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الوحش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اعناقها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انواع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الوحش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يبكونه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يرثونه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الصباح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فاياكم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7413E6" w:rsidRPr="00314BBE" w:rsidRDefault="007413E6" w:rsidP="00314BBE">
      <w:pPr>
        <w:pStyle w:val="Heading2"/>
        <w:rPr>
          <w:rtl/>
        </w:rPr>
      </w:pPr>
      <w:bookmarkStart w:id="37" w:name="_Toc460325685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bookmarkEnd w:id="37"/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شانزده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فرسخ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>!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فرمائيد؟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الجلاب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حيوانات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مكنيد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٤-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النيسابورى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اليمانى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اجفاكم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اتزوره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فتزوره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فتزوره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اجفاكم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شعثا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يبكونه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يرثونه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يفترون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-).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lastRenderedPageBreak/>
        <w:t xml:space="preserve">٥-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>، (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موال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افتزور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لمحروم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الخير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-).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٦-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اجفاكم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تزورون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شعثا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>؟!.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نيشابورى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>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ژوليده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...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چطور؟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چطور؟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مقصود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شماره</w:t>
      </w:r>
      <w:r>
        <w:rPr>
          <w:rtl/>
          <w:lang w:bidi="fa-IR"/>
        </w:rPr>
        <w:t xml:space="preserve"> ١٢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)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جفاكار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ژوليده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كنند؟</w:t>
      </w:r>
      <w:r>
        <w:rPr>
          <w:rtl/>
          <w:lang w:bidi="fa-IR"/>
        </w:rPr>
        <w:t>!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٧-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زرارة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ستة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فرسخا،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فرسخا،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تاتونه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اجفاكم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٨-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اورمة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عجبا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لاقوام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يزعمون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جف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تهاونا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كسلا،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تهاون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يصيبه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استانف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العمل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٩-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منيع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الحجاج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اجفاكم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فتزوره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فتزوره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فتزوره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اجفاكم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-.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زراره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شانزده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فرسخ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اورمه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تعجب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پندارند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منشا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جفاكار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هستيد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مقصود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شماره</w:t>
      </w:r>
      <w:r>
        <w:rPr>
          <w:rtl/>
          <w:lang w:bidi="fa-IR"/>
        </w:rPr>
        <w:t xml:space="preserve"> ٣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).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١٠-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ناجية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السراج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الجارود،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للراكب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للماشى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افتاتيه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اجفاكم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تخذناه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هجرة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-).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ناجية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السراج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الجارود،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ناجيه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السراج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الجارود،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ايد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ناجيه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السراج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الجارود،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7413E6" w:rsidRDefault="007413E6" w:rsidP="00314BBE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التسعون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الفقير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الموسوى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٢-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الاعرج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ائتوا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lastRenderedPageBreak/>
        <w:t xml:space="preserve">٣-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ائتوا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 ).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٤-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الموسوى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الشهرة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314BBE">
      <w:pPr>
        <w:pStyle w:val="Heading2"/>
        <w:rPr>
          <w:rtl/>
          <w:lang w:bidi="fa-IR"/>
        </w:rPr>
      </w:pPr>
      <w:bookmarkStart w:id="38" w:name="_Toc460325686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بياندازند</w:t>
      </w:r>
      <w:bookmarkEnd w:id="38"/>
    </w:p>
    <w:p w:rsidR="00314BBE" w:rsidRPr="00314BBE" w:rsidRDefault="00314BBE" w:rsidP="00314BBE">
      <w:pPr>
        <w:pStyle w:val="libNormal"/>
        <w:rPr>
          <w:lang w:bidi="fa-IR"/>
        </w:rPr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الموسوى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بروند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اعرج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برويد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اعرج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برويد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الموسوى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٥-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اصحابنا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رئاب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مرتين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٦-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الشهرة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٧-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تجفوه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ياتيه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وسعها،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ناب</w:t>
      </w:r>
      <w:r>
        <w:rPr>
          <w:rtl/>
          <w:lang w:bidi="fa-IR"/>
        </w:rPr>
        <w:t xml:space="preserve"> )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٨-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lastRenderedPageBreak/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الشهرة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٩-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الاعرج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آيتوا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١٠-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العيص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مفروضة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مفروضة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يزار؟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رئاب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بروند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مغيره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جف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قدرتش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عطيه</w:t>
      </w:r>
      <w:r>
        <w:rPr>
          <w:rtl/>
          <w:lang w:bidi="fa-IR"/>
        </w:rPr>
        <w:t xml:space="preserve"> ).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برويد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١١-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الصائغ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باحدهم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يزورون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لحظهم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اخطاوا،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زاغوا،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تباعدوا،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فافعل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عذرولا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فيجوز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بنفسه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الفردوش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كونوا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يازدهم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اسنادش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الصائغ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مرفوعه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روند؟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برويم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معذور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اشتغال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جائز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فردوس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جاودان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١٢-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الحذ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زوروا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-).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١٣-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البوفكى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طويل</w:t>
      </w:r>
      <w:r>
        <w:rPr>
          <w:rtl/>
          <w:lang w:bidi="fa-IR"/>
        </w:rPr>
        <w:t xml:space="preserve"> - (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يوتى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١٤-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lastRenderedPageBreak/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كتفيه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الحذا،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....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سيزدهم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بوفكى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خادمين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تجاوز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١٥-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الشمس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يصدون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فيصلون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الفجر،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ينبغى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سنين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١٦-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ينبغى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سنين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پانزدهم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اسنادش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سزاوار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شانزدهم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اسنادش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١٧-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البصرى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مكة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كئيبا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منكسرا؟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لشغلك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مسائلى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تسمع</w:t>
      </w:r>
      <w:r>
        <w:rPr>
          <w:rtl/>
          <w:lang w:bidi="fa-IR"/>
        </w:rPr>
        <w:t xml:space="preserve">؟!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ابتهال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بتهنا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نوم</w:t>
      </w:r>
      <w:r>
        <w:rPr>
          <w:rtl/>
          <w:lang w:bidi="fa-IR"/>
        </w:rPr>
        <w:t xml:space="preserve">؟!!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يوتى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الثلاث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lastRenderedPageBreak/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الائمة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المذخور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الحطب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شيئا،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فينصرف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الدرجات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المتحط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اويموت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بطوله</w:t>
      </w:r>
      <w:r>
        <w:rPr>
          <w:rtl/>
          <w:lang w:bidi="fa-IR"/>
        </w:rPr>
        <w:t xml:space="preserve"> -).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البوفكى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المدينة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بطوله</w:t>
      </w:r>
      <w:r>
        <w:rPr>
          <w:rtl/>
          <w:lang w:bidi="fa-IR"/>
        </w:rPr>
        <w:t xml:space="preserve"> -.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داشتيم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محزون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شنويد؟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بود؟</w:t>
      </w:r>
      <w:r>
        <w:rPr>
          <w:rtl/>
          <w:lang w:bidi="fa-IR"/>
        </w:rPr>
        <w:t>!!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لااقل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ذخيره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مفارقت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تاييد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همانطوريكه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آغشته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منزلتشان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بوفكى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...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تفصيل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>.</w:t>
      </w:r>
    </w:p>
    <w:p w:rsidR="007413E6" w:rsidRDefault="007413E6" w:rsidP="00314BBE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التاسع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التسعون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الجواد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ببغداد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بابويه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باسناده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٢-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الواسطى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ببغداد؟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الحجاب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٣-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).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٤-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الواسطى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اصحابنا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اتياان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صلوا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المساجد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حوله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314BBE">
      <w:pPr>
        <w:pStyle w:val="Heading2"/>
        <w:rPr>
          <w:rtl/>
          <w:lang w:bidi="fa-IR"/>
        </w:rPr>
      </w:pPr>
      <w:bookmarkStart w:id="39" w:name="_Toc460325687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الجواد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bookmarkEnd w:id="39"/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)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اسنادش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مرحوم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الوش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مساجدى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بگذاريد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٥-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الواسطى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زوروه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الدخول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داخلا؟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الجدار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lastRenderedPageBreak/>
        <w:t xml:space="preserve">٦-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الخيبرى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الاشعرى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القمى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فضلهما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٧-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نجران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قاصدا،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٨-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خيبرى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اسنادش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كاظم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الوش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٩-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الخلنجى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رحيم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مشقة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الحيطان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الثواب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١٠-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رحيم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مشقة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الثواب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يتوقع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الصحية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الصواعق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١١-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القلانسى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الحضينى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كتبت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الثالث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اجرا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١٢-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قاصدا؟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خلنجى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ديوارها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ثوابش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خسف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صاعقه</w:t>
      </w:r>
      <w:r>
        <w:rPr>
          <w:rtl/>
          <w:lang w:bidi="fa-IR"/>
        </w:rPr>
        <w:t xml:space="preserve">...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>...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طبق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مرحوم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مقصود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محفوظ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يازدهم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قلانسى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الحضينى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الثالث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ضميمه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7413E6" w:rsidRDefault="007413E6" w:rsidP="00314BBE">
      <w:pPr>
        <w:pStyle w:val="libBold1"/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الجواد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الرزاز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ببغداد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اتيتك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معاد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لاعدائك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فاشفع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وادع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تنظف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الطاهرين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اتيتك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معاديا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لاعدائك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مواليا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لاوليائك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فاشفع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>.</w:t>
      </w:r>
    </w:p>
    <w:p w:rsidR="007413E6" w:rsidRDefault="007413E6" w:rsidP="00314BBE">
      <w:pPr>
        <w:pStyle w:val="Heading2"/>
        <w:rPr>
          <w:rStyle w:val="libAlaemChar"/>
          <w:rtl/>
          <w:lang w:bidi="fa-IR"/>
        </w:rPr>
      </w:pPr>
      <w:bookmarkStart w:id="40" w:name="_Toc460325688"/>
      <w:r>
        <w:rPr>
          <w:rFonts w:hint="cs"/>
          <w:rtl/>
          <w:lang w:bidi="fa-IR"/>
        </w:rPr>
        <w:lastRenderedPageBreak/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الجواد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bookmarkEnd w:id="40"/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گوئى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آمدم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الجواد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الاحرف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زاكية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متواصلة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متواترة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مترادفة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كافضل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اوليائك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الوصيين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اتيتك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معاديا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لاعدائك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مواليا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لاوليائك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فاشفع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ببغداد،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المواطن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كلها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اصفيائه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امن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احبائه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خلفائه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المستقرين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المخلصين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الادل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اعتطم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حاربكم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بسركم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علانيتكم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مفوض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اليكم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آله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يجزء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باسمائهم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تبرء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اعدائهم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لنفسك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للمومنات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الجواد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الجواد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پيشوائى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پرهيزكار،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خشنود،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همچون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اوصي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آمدم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برگزيدگانش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محبوبانش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مراكز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خداشناسى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اخلاص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بشناسد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نشناسد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نشناخته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اعتقاد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تفويض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7413E6" w:rsidRDefault="007413E6" w:rsidP="00314BBE">
      <w:pPr>
        <w:pStyle w:val="libBold1"/>
      </w:pPr>
      <w:r>
        <w:rPr>
          <w:rFonts w:hint="cs"/>
          <w:rtl/>
          <w:lang w:bidi="fa-IR"/>
        </w:rPr>
        <w:lastRenderedPageBreak/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بطوس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الصرمى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٢-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الصرمى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٣-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الجعفرى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الديوانى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بطوس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تاخر،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فلقيت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تاخر،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ازيدك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بحذ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الحساب</w:t>
      </w:r>
      <w:r>
        <w:rPr>
          <w:rtl/>
          <w:lang w:bidi="fa-IR"/>
        </w:rPr>
        <w:t xml:space="preserve"> ).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٤-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النيسابورى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الدقاق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الهمدانى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النهاوندى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شطون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مزارى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اتيته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اخلصه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اهوالها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تطاريرت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الصراط،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الميزان</w:t>
      </w:r>
      <w:r>
        <w:rPr>
          <w:rtl/>
          <w:lang w:bidi="fa-IR"/>
        </w:rPr>
        <w:t xml:space="preserve"> ).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الهمدانى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7413E6" w:rsidRDefault="007413E6" w:rsidP="00314BBE">
      <w:pPr>
        <w:pStyle w:val="Heading2"/>
        <w:rPr>
          <w:rtl/>
          <w:lang w:bidi="fa-IR"/>
        </w:rPr>
      </w:pPr>
      <w:bookmarkStart w:id="41" w:name="_Toc460325689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</w:t>
      </w:r>
      <w:bookmarkEnd w:id="41"/>
    </w:p>
    <w:p w:rsidR="00314BBE" w:rsidRPr="00314BBE" w:rsidRDefault="00314BBE" w:rsidP="00314BBE">
      <w:pPr>
        <w:pStyle w:val="libNormal"/>
        <w:rPr>
          <w:lang w:bidi="fa-IR"/>
        </w:rPr>
      </w:pP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الصرمى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الصرمى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الجعفرى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لاحقش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بيامرزد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لاحقش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اضافه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آرى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اضافه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النيشابورى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دقاق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نهاوندى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هولهاى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برهانم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چپ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صراط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ج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ميزان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٥-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قطرب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مجتمعون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٦-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الشك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فحججت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فلقيت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)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تاخر،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بحذ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الخلائق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فرايت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المنبر</w:t>
      </w:r>
      <w:r>
        <w:rPr>
          <w:rtl/>
          <w:lang w:bidi="fa-IR"/>
        </w:rPr>
        <w:t>!.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)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سرزمينى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لاحقش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لاحقش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بيامرزد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خلائق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>!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٧-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متمتعا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بالعمرة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فاعانه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فايهما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يرخج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فليسلم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فليسلم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وليكن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ينبغى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يفعلوا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شنعة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٨-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فله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مغيره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تمتع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بفرمائيد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تشنيع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بدگوئى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شويم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٩-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البرنطى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ابلغ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؟!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والله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١٠-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قولويه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النرسى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فله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١١-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الخواص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الشيعة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رحمهم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المنبر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بزنطى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برسان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قولويه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النرسى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يازدهم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مهزيار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:...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lastRenderedPageBreak/>
        <w:t xml:space="preserve">١٢-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النيسابورى</w:t>
      </w:r>
      <w:r>
        <w:rPr>
          <w:rtl/>
          <w:lang w:bidi="fa-IR"/>
        </w:rPr>
        <w:t xml:space="preserve">،: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المكى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المازنى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؟!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سبعمائة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تقبل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كمن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عرشه</w:t>
      </w:r>
      <w:r>
        <w:rPr>
          <w:rtl/>
          <w:lang w:bidi="fa-IR"/>
        </w:rPr>
        <w:t xml:space="preserve">؟!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المضار،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فيقعد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الائمة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اقربهم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النيسابورى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رئاب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الاسناد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نيشابورى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المكى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مازنى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>؟!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بلى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>؟!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هفتصد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>؟!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>؟!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بيتوته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>؟!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متاخرين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توسعه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نشينند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النيشابورى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رئاب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اسناد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015B10" w:rsidRDefault="007413E6" w:rsidP="00314BBE">
      <w:pPr>
        <w:pStyle w:val="libBold1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lastRenderedPageBreak/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متن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اصحابنا</w:t>
      </w:r>
      <w:r>
        <w:rPr>
          <w:rtl/>
          <w:lang w:bidi="fa-IR"/>
        </w:rPr>
        <w:t>-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المرتضى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زاكية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متواصلة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متواترة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مترادفة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كافضل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ماصليت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اوليائك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خروجك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تغتسل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الثن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نورا</w:t>
      </w:r>
      <w:r>
        <w:rPr>
          <w:rtl/>
          <w:lang w:bidi="fa-IR"/>
        </w:rPr>
        <w:t>)).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تخرج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بسم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حسبى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توكلت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اردت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خولتنى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تخيبنى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يضيع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احفظنى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بحفظك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يضيع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حفظت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فاغتسل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تغتسل</w:t>
      </w:r>
      <w:r>
        <w:rPr>
          <w:rtl/>
          <w:lang w:bidi="fa-IR"/>
        </w:rPr>
        <w:t>: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الثن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لامرك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الاتباع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قدير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015B10" w:rsidRDefault="007413E6" w:rsidP="00314BBE">
      <w:pPr>
        <w:pStyle w:val="Heading2"/>
        <w:rPr>
          <w:rStyle w:val="libAlaemChar"/>
          <w:rtl/>
          <w:lang w:bidi="fa-IR"/>
        </w:rPr>
      </w:pPr>
      <w:bookmarkStart w:id="42" w:name="_Toc460325690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bookmarkEnd w:id="42"/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پيشوائى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پرهيزكار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نيروئى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كمك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اطمينان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مقصود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نيروئى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ثيابك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السكينة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الوقار،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التهليل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التحميد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التمجيد،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تدخل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بسم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بوجهك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القلبة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كتفيك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المرسلين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احصائها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غيرك</w:t>
      </w:r>
      <w:r>
        <w:rPr>
          <w:rtl/>
          <w:lang w:bidi="fa-IR"/>
        </w:rPr>
        <w:t>،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تهليل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تحميد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اقدسش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آقاى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خلائق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رحمتى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انتجبته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لعلمك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هاديا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بعثته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برسالاتك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lastRenderedPageBreak/>
        <w:t>الطهرة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الطاهرة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المطهرة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النقية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الزكية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سيدة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احصائها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القائمين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الدالين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بعثته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برسالاتك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العابدين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القائم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بعثته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برسالاتك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النبيين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القائم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الداعى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احصائها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الكاظم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الصالح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الناطق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بعلمك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احصائها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المرتضى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القائم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الداعى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احصائها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القائمين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الموديين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القوام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احصائها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العامل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المخصوص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بكرامتك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الداعى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احصائها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تعجل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تنصره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بزيارتهم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محبتهم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اعادى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اميرمومنان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انگيخته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منازعات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نگاهبان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آلودگيها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تزكيه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رحمتى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انگيخته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منازعات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نشانه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انگيخته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منازعات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شكافنده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تشريح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راستگويش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خلائق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راستگو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كاظم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مسلط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راستگويش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برمحمد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وظيفه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ستونهاى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وظيفه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خلائق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اختصاص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رحمتى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رحمتى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دوستدارانشان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(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>،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>،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>،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>،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>،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>،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>،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>،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>،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>،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>،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العابدين</w:t>
      </w:r>
      <w:r>
        <w:rPr>
          <w:rtl/>
          <w:lang w:bidi="fa-IR"/>
        </w:rPr>
        <w:t>،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الاخرين</w:t>
      </w:r>
      <w:r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النقى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الكاظم</w:t>
      </w:r>
      <w:r>
        <w:rPr>
          <w:rtl/>
          <w:lang w:bidi="fa-IR"/>
        </w:rPr>
        <w:t>،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الشهيد،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الزكاة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بالمعروف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المنكر،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مخلصا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اليقين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مجيد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عابدين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شكافنده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تشريح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پرهيزكار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پرهيزكار،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مخلصا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پرستيدى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دريافت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تنكب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تخيبنى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عائذا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احتطبت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شفيعا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فاقتى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محمودا،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والاخره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؛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بموااتهم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دونهم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واتهموا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جحدوا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بامامك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كتاف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رحيم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؛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المصدق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والالسن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تقرء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احديهما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يس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لنفسك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التضرع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لوالديك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لاخوانك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وطنم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غلطيدن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رسولت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نيازمنديم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آبرومند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چپ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تبديل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اتهام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استهز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مشكلات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ناملايمات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شكيبا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مبالغه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مبالغه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بياور</w:t>
      </w:r>
      <w:r>
        <w:rPr>
          <w:rtl/>
          <w:lang w:bidi="fa-IR"/>
        </w:rPr>
        <w:t>.</w:t>
      </w:r>
    </w:p>
    <w:p w:rsidR="00015B10" w:rsidRDefault="007413E6" w:rsidP="00314BBE">
      <w:pPr>
        <w:pStyle w:val="libBold1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الثالث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العسكرى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راى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متن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١-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بعضهم</w:t>
      </w:r>
      <w:r>
        <w:rPr>
          <w:rtl/>
          <w:lang w:bidi="fa-IR"/>
        </w:rPr>
        <w:t xml:space="preserve"> </w:t>
      </w:r>
      <w:r w:rsidR="009C0D65" w:rsidRPr="005C4912">
        <w:rPr>
          <w:rStyle w:val="libAlaemChar"/>
          <w:rFonts w:hint="cs"/>
          <w:rtl/>
          <w:lang w:bidi="fa-IR"/>
        </w:rPr>
        <w:t>عليهما‌السلام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الثالث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قبريهما؛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الشباك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شانكما،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اتيتكما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بحقكما،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لاعدائكما،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مواليا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لاوليائكما،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آمنتما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كافرا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كفرتما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محققا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حققتما،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مبطلا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ابطلتما،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حظى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مرافقتكما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آبائكما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الصالحين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يعتق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شفاعتكما،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مصاحبتكما،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بينكما،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يحشرنى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برحمته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توفنى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ملتهما،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ظالمى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العذاب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باشياعهم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ابتاعهم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متبعيهم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اسفل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الجحيم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فرحنا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الراحمين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؛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تجتهد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لنفسك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لوالديك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احببت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مجيب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يصليان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عليهما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-</w:t>
      </w:r>
    </w:p>
    <w:p w:rsidR="00015B10" w:rsidRDefault="007413E6" w:rsidP="00314BBE">
      <w:pPr>
        <w:pStyle w:val="Heading2"/>
        <w:rPr>
          <w:rtl/>
          <w:lang w:bidi="fa-IR"/>
        </w:rPr>
      </w:pPr>
      <w:bookmarkStart w:id="43" w:name="_Toc460325691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العسكرى</w:t>
      </w:r>
      <w:bookmarkEnd w:id="43"/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سامر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>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الثالث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هدايت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رفاقت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نيكوكارتان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مصاحبتتان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آشنائى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آشنائى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ندهد،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محشور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مضاعف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دوستداران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كنندگانشان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درك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توانائى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خداوندا،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حكومت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توسعه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پهلوى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گزاردى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>.</w:t>
      </w:r>
    </w:p>
    <w:p w:rsidR="00015B10" w:rsidRDefault="007413E6" w:rsidP="00314BBE">
      <w:pPr>
        <w:pStyle w:val="libBold1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الائمة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متن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صلوا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المساجد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اآصفيائه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امن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احبائه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خلفائه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الدعاة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المستقرين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الممحصين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حاربكم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بسركم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علانيتكم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مفوض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آله</w:t>
      </w:r>
      <w:r>
        <w:rPr>
          <w:rtl/>
          <w:lang w:bidi="fa-IR"/>
        </w:rPr>
        <w:t xml:space="preserve"> ).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باسمائهم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تبرء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اعدائهم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لنفسك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المومنات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015B10" w:rsidRDefault="007413E6" w:rsidP="00314BBE">
      <w:pPr>
        <w:pStyle w:val="Heading2"/>
        <w:rPr>
          <w:rtl/>
          <w:lang w:bidi="fa-IR"/>
        </w:rPr>
      </w:pPr>
      <w:bookmarkStart w:id="44" w:name="_Toc460325692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جامعه</w:t>
      </w:r>
      <w:bookmarkEnd w:id="44"/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ابتد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بگوئيد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معصومين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>):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برگزيدگانش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محبوبانش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جانشينانش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مراكز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ونهى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خالصانه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نشناسد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نشناخته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نشناخته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اعتقاد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معصومين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٢-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قوفى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يجزئك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الخاتم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الفاتح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استقبل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انتجبته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بعلمك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هاديا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بعثته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برسالاتك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آخره</w:t>
      </w:r>
      <w:r>
        <w:rPr>
          <w:rtl/>
          <w:lang w:bidi="fa-IR"/>
        </w:rPr>
        <w:t xml:space="preserve"> -).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آخره</w:t>
      </w:r>
      <w:r>
        <w:rPr>
          <w:rtl/>
          <w:lang w:bidi="fa-IR"/>
        </w:rPr>
        <w:t xml:space="preserve"> -.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اسحق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عقرقوفى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گشاينده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اوصي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راهنماى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برانگيختى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سياستمدار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فيصله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منازعات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...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آخرة</w:t>
      </w:r>
      <w:r>
        <w:rPr>
          <w:rtl/>
          <w:lang w:bidi="fa-IR"/>
        </w:rPr>
        <w:t xml:space="preserve"> ).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الائمة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ابن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التقوى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الوثقى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البالغة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ارواحكم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طينتكم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طابت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شرائع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فاتمم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برحمتك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الراحمين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موهن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فجزاك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رعيتك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معدنه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الزكاة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بالمعروف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المنكر،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بالحكمة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الموعظة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اليقين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السمومين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المنزلين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المردفين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مقيمون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جحدا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احش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قبورهما،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اجوافهما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احشرهما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اشياعهما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اتباعهما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زرقا،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احشرهما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اشياعهما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اتباعهما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وجوههم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ابعثه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محمودا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تنتصر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لدينك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الميعاد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الائمة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،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عوض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ابن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...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رسولك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مهربانى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تبليغش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خستگى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رعيتت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مركز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پرستيدى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دريافت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تبديل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پيروانشان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محشور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پيروانشان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محشور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مسكنشان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خاموش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شديدتر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سوزان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توسطش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الوصيين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خزنته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البالغة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انتجبكم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لدينه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خزانا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لعلمه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تراجمة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لوحيه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معدنا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لكلماته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اركانا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لتوحيده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شهودا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استودعكم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اورثكم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التنزيل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اعطاكم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التاويل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جعلكم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عصمكم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الزلل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النعمة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اجتمعت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الفرقة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ئتلفت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الكلمة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لزمت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المفترضه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المواجبة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اولياوه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النجب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المكرمون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اتيتك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مستبصرا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بشانك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معاديا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لاعدائك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مواليا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لاوليائك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وافدا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عائذا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مستجيرا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احتطبت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آمنت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دونكم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الطاغوت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العزى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اوصي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پيشوايان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نگهبانان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ياوران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نگهبانان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اسرارش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مركز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توحيدش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اختصاص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تاويل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صندوق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لغزشى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پليدى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اجتماع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تاليف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وساطت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تحقيق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مستبصر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دشمنانتان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آبرومند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آخرين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نفرتان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بيهوده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>.</w:t>
      </w:r>
    </w:p>
    <w:p w:rsidR="00015B10" w:rsidRDefault="007413E6" w:rsidP="00314BBE">
      <w:pPr>
        <w:pStyle w:val="libBold1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الخامس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يزارون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متن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الرزاز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الرازى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يزورنا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فليزر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فليصل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صلتنا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٢-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فليصل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صلتنا،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فليزر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زيارتنا</w:t>
      </w:r>
      <w:r>
        <w:rPr>
          <w:rtl/>
          <w:lang w:bidi="fa-IR"/>
        </w:rPr>
        <w:t>).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٣-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فمشيت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قرء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الاكبر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015B10" w:rsidRDefault="007413E6" w:rsidP="00314BBE">
      <w:pPr>
        <w:pStyle w:val="Heading2"/>
        <w:rPr>
          <w:rtl/>
          <w:lang w:bidi="fa-IR"/>
        </w:rPr>
      </w:pPr>
      <w:bookmarkStart w:id="45" w:name="_Toc460325693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bookmarkEnd w:id="45"/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دوستان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فيد</w:t>
      </w:r>
      <w:r>
        <w:rPr>
          <w:rtl/>
          <w:lang w:bidi="fa-IR"/>
        </w:rPr>
        <w:t xml:space="preserve">) </w:t>
      </w: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شهركى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٤-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مربنا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فذهبنا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فاستقبل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البقلة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قرء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سبع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الاكبر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٥- </w:t>
      </w:r>
      <w:r>
        <w:rPr>
          <w:rFonts w:hint="cs"/>
          <w:rtl/>
          <w:lang w:bidi="fa-IR"/>
        </w:rPr>
        <w:t>وحدثنى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فاشار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فوضعتها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القبلة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٦-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المدنيين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فيقول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ثلاثا</w:t>
      </w:r>
      <w:r>
        <w:rPr>
          <w:rtl/>
          <w:lang w:bidi="fa-IR"/>
        </w:rPr>
        <w:t>-: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الديار</w:t>
      </w:r>
      <w:r>
        <w:rPr>
          <w:rtl/>
          <w:lang w:bidi="fa-IR"/>
        </w:rPr>
        <w:t xml:space="preserve">)-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ثلاثا</w:t>
      </w:r>
      <w:r>
        <w:rPr>
          <w:rtl/>
          <w:lang w:bidi="fa-IR"/>
        </w:rPr>
        <w:t>- (</w:t>
      </w:r>
      <w:r>
        <w:rPr>
          <w:rFonts w:hint="cs"/>
          <w:rtl/>
          <w:lang w:bidi="fa-IR"/>
        </w:rPr>
        <w:t>رحمكم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يلتفت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هول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فيقولون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آمنوا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جاهدوا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جاهدنا؟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آمنوا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يلبسوا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بظلم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تبقون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تحدثون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lastRenderedPageBreak/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203AF2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 w:rsidRPr="00A57318">
        <w:rPr>
          <w:rStyle w:val="libAlaemChar"/>
          <w:rFonts w:eastAsia="KFGQPC Uthman Taha Naskh"/>
          <w:rtl/>
        </w:rPr>
        <w:t>(</w:t>
      </w:r>
      <w:r w:rsidR="00203AF2" w:rsidRPr="005C4912">
        <w:rPr>
          <w:rStyle w:val="libAieChar"/>
          <w:rFonts w:hint="cs"/>
          <w:rtl/>
          <w:lang w:bidi="fa-IR"/>
        </w:rPr>
        <w:t>إِنَّا</w:t>
      </w:r>
      <w:r w:rsidR="00203AF2" w:rsidRPr="005C4912">
        <w:rPr>
          <w:rStyle w:val="libAieChar"/>
          <w:rtl/>
          <w:lang w:bidi="fa-IR"/>
        </w:rPr>
        <w:t xml:space="preserve"> </w:t>
      </w:r>
      <w:r w:rsidR="00203AF2" w:rsidRPr="005C4912">
        <w:rPr>
          <w:rStyle w:val="libAieChar"/>
          <w:rFonts w:hint="cs"/>
          <w:rtl/>
          <w:lang w:bidi="fa-IR"/>
        </w:rPr>
        <w:t>أَنزَلْنَاهُ</w:t>
      </w:r>
      <w:r w:rsidR="00203AF2" w:rsidRPr="005C4912">
        <w:rPr>
          <w:rStyle w:val="libAieChar"/>
          <w:rtl/>
          <w:lang w:bidi="fa-IR"/>
        </w:rPr>
        <w:t xml:space="preserve"> </w:t>
      </w:r>
      <w:r w:rsidR="00203AF2" w:rsidRPr="005C4912">
        <w:rPr>
          <w:rStyle w:val="libAieChar"/>
          <w:rFonts w:hint="cs"/>
          <w:rtl/>
          <w:lang w:bidi="fa-IR"/>
        </w:rPr>
        <w:t>فِي</w:t>
      </w:r>
      <w:r w:rsidR="00203AF2" w:rsidRPr="005C4912">
        <w:rPr>
          <w:rStyle w:val="libAieChar"/>
          <w:rtl/>
          <w:lang w:bidi="fa-IR"/>
        </w:rPr>
        <w:t xml:space="preserve"> </w:t>
      </w:r>
      <w:r w:rsidR="00203AF2" w:rsidRPr="005C4912">
        <w:rPr>
          <w:rStyle w:val="libAieChar"/>
          <w:rFonts w:hint="cs"/>
          <w:rtl/>
          <w:lang w:bidi="fa-IR"/>
        </w:rPr>
        <w:t>لَيْلَةِ</w:t>
      </w:r>
      <w:r w:rsidR="00203AF2" w:rsidRPr="005C4912">
        <w:rPr>
          <w:rStyle w:val="libAieChar"/>
          <w:rtl/>
          <w:lang w:bidi="fa-IR"/>
        </w:rPr>
        <w:t xml:space="preserve"> </w:t>
      </w:r>
      <w:r w:rsidR="00203AF2" w:rsidRPr="005C4912">
        <w:rPr>
          <w:rStyle w:val="libAieChar"/>
          <w:rFonts w:hint="cs"/>
          <w:rtl/>
          <w:lang w:bidi="fa-IR"/>
        </w:rPr>
        <w:t>الْقَدْرِ</w:t>
      </w:r>
      <w:r w:rsidRPr="00A57318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بماند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الجوهرى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شهرها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رحمكم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ارتداد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معناى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معمول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٧-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مسعدة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آبائه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مقبرة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فنادى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التربة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الغربة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عندنا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اموالكم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نساوكم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سكنت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عندكم</w:t>
      </w:r>
      <w:r>
        <w:rPr>
          <w:rtl/>
          <w:lang w:bidi="fa-IR"/>
        </w:rPr>
        <w:t xml:space="preserve">؟!!)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لقالوا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يتزود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التقوى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lastRenderedPageBreak/>
        <w:t xml:space="preserve">٨-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لايزال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مستانسا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انصرافه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وحشة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٩-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المغيرة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القبور؟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>؛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المسلمين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حقون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اورمة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 xml:space="preserve"> -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مسعدة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بزرگوارشان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قبرستانى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خموشى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مردگان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ازدواج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بگوئيد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>؟!!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پرهيز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).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متيل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اسحق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مغيره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المسلمين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فرط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گرفتيد</w:t>
      </w:r>
      <w:r>
        <w:rPr>
          <w:rtl/>
          <w:lang w:bidi="fa-IR"/>
        </w:rPr>
        <w:t>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>.)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اورمه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... </w:t>
      </w:r>
      <w:r>
        <w:rPr>
          <w:rFonts w:hint="cs"/>
          <w:rtl/>
          <w:lang w:bidi="fa-IR"/>
        </w:rPr>
        <w:t>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١٠-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المقدام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مررت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بالبقيع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فمررنا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الشيعة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الشيعة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غربته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وحدته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روعته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يتولاه</w:t>
      </w:r>
      <w:r>
        <w:rPr>
          <w:rtl/>
          <w:lang w:bidi="fa-IR"/>
        </w:rPr>
        <w:t xml:space="preserve"> )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١١-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المدائنى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القبور؟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المسلمين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المستقدمين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المستاخرين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حقون</w:t>
      </w:r>
      <w:r>
        <w:rPr>
          <w:rtl/>
          <w:lang w:bidi="fa-IR"/>
        </w:rPr>
        <w:t xml:space="preserve"> )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المدائنى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 xml:space="preserve"> -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١٢-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الكتب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المفضل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للميت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الموكل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يدخله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بعد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سبعا،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المعوذتين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ثلاثا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المقدام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غربتش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تنهائيش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برقرا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ملحقش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يازدهم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مدائنى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المسلمين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المستقدمين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المستاخرين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برقى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مدائنى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 xml:space="preserve">...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وميت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معوذتين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اعوذب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١٣-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الضنر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مسعته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لاحقون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١٤-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اورمة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وحدته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سواك</w:t>
      </w:r>
      <w:r>
        <w:rPr>
          <w:rtl/>
          <w:lang w:bidi="fa-IR"/>
        </w:rPr>
        <w:t xml:space="preserve"> )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١٥-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الوش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القبور؟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المسمات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حقون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سيزدهم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اورمه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هستيد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حقوق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).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اورمه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وحدته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وحشته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يستغنى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>.)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پانزدهم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دهيم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المسلمات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حقوق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).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١٦-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الاصبغ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نباتة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الجادة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يمينه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القصور،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حقون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القبور</w:t>
      </w:r>
      <w:r>
        <w:rPr>
          <w:rtl/>
          <w:lang w:bidi="fa-IR"/>
        </w:rPr>
        <w:t xml:space="preserve">)-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آخره</w:t>
      </w:r>
      <w:r>
        <w:rPr>
          <w:rtl/>
          <w:lang w:bidi="fa-IR"/>
        </w:rPr>
        <w:t xml:space="preserve"> -).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١٧-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المسلمين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وجدتم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الموت</w:t>
      </w:r>
      <w:r>
        <w:rPr>
          <w:rtl/>
          <w:lang w:bidi="fa-IR"/>
        </w:rPr>
        <w:t xml:space="preserve">؟! ).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ويل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يهرق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ينصرف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١٨-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القصبانى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اخبرنا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الجبانة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شانزدهم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اصبغ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القصور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لنتم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لاحقون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چپ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القبور</w:t>
      </w:r>
      <w:r>
        <w:rPr>
          <w:rtl/>
          <w:lang w:bidi="fa-IR"/>
        </w:rPr>
        <w:t xml:space="preserve">...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بگوئيد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يافتيد؟</w:t>
      </w:r>
      <w:r>
        <w:rPr>
          <w:rtl/>
          <w:lang w:bidi="fa-IR"/>
        </w:rPr>
        <w:t>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بگوئيد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اشگهاى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گشتند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هيجدهم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باسنادش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برقى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قصبانى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يقطين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>.</w:t>
      </w:r>
    </w:p>
    <w:p w:rsidR="00015B10" w:rsidRDefault="007413E6" w:rsidP="00314BBE">
      <w:pPr>
        <w:pStyle w:val="libBold1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بقم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متن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lastRenderedPageBreak/>
        <w:t xml:space="preserve">١-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بابويه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).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٢-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الجماعة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البوفكى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015B10" w:rsidRDefault="007413E6" w:rsidP="00314BBE">
      <w:pPr>
        <w:pStyle w:val="Heading2"/>
        <w:rPr>
          <w:rtl/>
          <w:lang w:bidi="fa-IR"/>
        </w:rPr>
      </w:pPr>
      <w:bookmarkStart w:id="46" w:name="_Toc460325694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</w:t>
      </w:r>
      <w:bookmarkEnd w:id="46"/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بابويه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البوفكى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015B10" w:rsidRDefault="007413E6" w:rsidP="00314BBE">
      <w:pPr>
        <w:pStyle w:val="libBold1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بالرى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متن</w:t>
      </w:r>
      <w:r w:rsidRPr="00015B10">
        <w:rPr>
          <w:rtl/>
          <w:lang w:bidi="fa-IR"/>
        </w:rPr>
        <w:t>:</w:t>
      </w:r>
    </w:p>
    <w:p w:rsidR="00314BBE" w:rsidRDefault="007413E6" w:rsidP="007413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١-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بابويه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العسكرى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314BBE" w:rsidP="007413E6">
      <w:pPr>
        <w:pStyle w:val="libNormal"/>
      </w:pPr>
      <w:r>
        <w:rPr>
          <w:rtl/>
          <w:lang w:bidi="fa-IR"/>
        </w:rPr>
        <w:br w:type="page"/>
      </w:r>
    </w:p>
    <w:p w:rsidR="00015B10" w:rsidRDefault="007413E6" w:rsidP="006475C5">
      <w:pPr>
        <w:pStyle w:val="Heading2"/>
        <w:rPr>
          <w:rtl/>
          <w:lang w:bidi="fa-IR"/>
        </w:rPr>
      </w:pPr>
      <w:bookmarkStart w:id="47" w:name="_Toc460325695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 w:rsidR="006475C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رى</w:t>
      </w:r>
      <w:bookmarkEnd w:id="47"/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بابويه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العسكرى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>.</w:t>
      </w:r>
    </w:p>
    <w:p w:rsidR="00015B10" w:rsidRDefault="007413E6" w:rsidP="006475C5">
      <w:pPr>
        <w:pStyle w:val="libBold1"/>
        <w:rPr>
          <w:rStyle w:val="libAlaemChar"/>
          <w:rtl/>
          <w:lang w:bidi="fa-IR"/>
        </w:rPr>
      </w:pP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الزيارات</w:t>
      </w: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متن</w:t>
      </w:r>
      <w:r w:rsidRPr="00015B10"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البصرى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عندكم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قربكم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لفضيلة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تعرفونها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معرفتها،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تحافظون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لاهلا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خاصة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اعطوها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حباهم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تسمه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غربة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يبكيه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توازر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ضيعوه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للسباع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منعوه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الكلاب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ضيعوا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فامسى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مجفوا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حفرته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صريعا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قرابته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اطباق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التراب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اوحش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الواحدة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حقنا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اموالهم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للتقية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الخير؟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فيباهيه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فالترحم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الوحش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يتمسح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يرجو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لنظره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بلغنى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يندبنه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يقرء،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يقص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نادب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يندب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المراثى</w:t>
      </w:r>
      <w:r>
        <w:rPr>
          <w:rtl/>
          <w:lang w:bidi="fa-IR"/>
        </w:rPr>
        <w:t>.</w:t>
      </w:r>
    </w:p>
    <w:p w:rsidR="006475C5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يمدحنا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يطعن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قرابتنا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يهذونهم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يقبحون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يصنعون</w:t>
      </w:r>
      <w:r>
        <w:rPr>
          <w:rtl/>
          <w:lang w:bidi="fa-IR"/>
        </w:rPr>
        <w:t>.</w:t>
      </w:r>
    </w:p>
    <w:p w:rsidR="007413E6" w:rsidRDefault="006475C5" w:rsidP="007413E6">
      <w:pPr>
        <w:pStyle w:val="libNormal"/>
      </w:pPr>
      <w:r>
        <w:rPr>
          <w:rtl/>
          <w:lang w:bidi="fa-IR"/>
        </w:rPr>
        <w:br w:type="page"/>
      </w:r>
    </w:p>
    <w:p w:rsidR="00015B10" w:rsidRDefault="007413E6" w:rsidP="006475C5">
      <w:pPr>
        <w:pStyle w:val="Heading2"/>
        <w:rPr>
          <w:rtl/>
          <w:lang w:bidi="fa-IR"/>
        </w:rPr>
      </w:pPr>
      <w:bookmarkStart w:id="48" w:name="_Toc460325696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نادره</w:t>
      </w:r>
      <w:bookmarkEnd w:id="48"/>
    </w:p>
    <w:p w:rsidR="006475C5" w:rsidRPr="006475C5" w:rsidRDefault="006475C5" w:rsidP="006475C5">
      <w:pPr>
        <w:pStyle w:val="libNormal"/>
        <w:rPr>
          <w:rtl/>
          <w:lang w:bidi="fa-IR"/>
        </w:rPr>
      </w:pPr>
    </w:p>
    <w:p w:rsidR="00015B10" w:rsidRPr="00015B10" w:rsidRDefault="00015B10" w:rsidP="00015B10">
      <w:pPr>
        <w:pStyle w:val="libBold2"/>
      </w:pPr>
      <w:r w:rsidRPr="00015B10">
        <w:rPr>
          <w:rFonts w:hint="cs"/>
          <w:rtl/>
          <w:lang w:bidi="fa-IR"/>
        </w:rPr>
        <w:t>ترجمه</w:t>
      </w:r>
      <w:r w:rsidRPr="00015B10"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البصرى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بدرستى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بدرستى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نگهدار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فعاليتى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توصيف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ملاحظه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ملاحظه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اقربايش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آشاميدند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سفارشى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اقرب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گودال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كاشانه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آزمايش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امتحانشان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مالامال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مبتلا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اموالشان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دانى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مباهات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مصنف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نمازگزار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اشتغال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موجودى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توصيفاتى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فرمائيد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اقرب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lastRenderedPageBreak/>
        <w:t xml:space="preserve">٢-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الاسناد،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الارجانى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صحبت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فنزلنا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عسفان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موحش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اوحش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الجبل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مارايت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الكمد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اودية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استودعهم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الغسلين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لظى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الحطمة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الهاوية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السعير،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فوقفت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رايتهما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يستغيثان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لهما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اسستما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ترحمونا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قتلتمونا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حرمتمونا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ثبتم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استبددتم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دوننا،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يرحمكما،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ذوقا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قدمتما،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بظلام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للعبيد،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اشدهما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تضرعا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استكانة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فربما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ليستلى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فافذا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تسمع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اسمع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اصواتهما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يناديان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نكلمك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صارخا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يصرخ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اجبهما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لهما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اخسووا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تكلمون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فعاله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نحو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نسطور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ثلاثة</w:t>
      </w:r>
      <w:r>
        <w:rPr>
          <w:rtl/>
          <w:lang w:bidi="fa-IR"/>
        </w:rPr>
        <w:t>،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اسناد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ازرجانى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عسفان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ناميده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چپ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چقدر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وحشتناك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غسلين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حميم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متعفن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مجرمين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لظى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حطمه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هوايه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سفرهايم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استغاثه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التماس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تاسيس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محروممان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استبداد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وبالى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فراهمش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اضطرابش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شديدتر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ناراحتى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كاهش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نكنيد</w:t>
      </w:r>
      <w:r>
        <w:rPr>
          <w:rtl/>
          <w:lang w:bidi="fa-IR"/>
        </w:rPr>
        <w:t>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متكبرى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طغيان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نظير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بولس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يهود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نسطور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القدس</w:t>
      </w:r>
      <w:r>
        <w:rPr>
          <w:rtl/>
          <w:lang w:bidi="fa-IR"/>
        </w:rPr>
        <w:t xml:space="preserve"> ).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الاعلى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قهرت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محسن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يطمهان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الخلاص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لعداوة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بلسانه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ذاكله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تفزع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قلوبنا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مطيعون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مصطفون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رحالنا،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تتقلب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موتانا،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تاتينا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تدعو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اجنحتها،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تتقلب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اجنحتها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صبياننا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يمتع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تاتينا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تسقينا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آنيتنا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تتهيا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اتانا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بخبرهم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الجبل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السابعة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اوديته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البحار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يفارقه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يلقون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الاخبار؟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يلقى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الحكومة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حكومتنا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يحفظون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يقسروره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>،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فرعون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همچون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نمرودى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نظير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آئيد؟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حوادثى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بالهايشان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كودكان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اطفال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جنبندگان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ايذ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نباتاتى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آشامانند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نگهبانانى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ستارگان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حكومت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حكومت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حكومت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نپذيرد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حكومت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المشرق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المغرب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قطريها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فيهم</w:t>
      </w:r>
      <w:r>
        <w:rPr>
          <w:rtl/>
          <w:lang w:bidi="fa-IR"/>
        </w:rPr>
        <w:t xml:space="preserve">؟!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يقدرون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موديا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يراهم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محجوب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ارسلناك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للناس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تشاجرت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لبعضهم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ينفذ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سنريهم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انفسهم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اختها</w:t>
      </w:r>
      <w:r>
        <w:rPr>
          <w:rtl/>
          <w:lang w:bidi="fa-IR"/>
        </w:rPr>
        <w:t xml:space="preserve">)، </w:t>
      </w:r>
      <w:r>
        <w:rPr>
          <w:rFonts w:hint="cs"/>
          <w:rtl/>
          <w:lang w:bidi="fa-IR"/>
        </w:rPr>
        <w:t>فاى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لتعرف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اهلكهم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ابليس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لياتوننا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اضطروا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خافوا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انفسهم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فيسالونا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فنوضح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فيقولون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فيقولون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مقالتهم</w:t>
      </w:r>
      <w:r>
        <w:rPr>
          <w:rtl/>
          <w:lang w:bidi="fa-IR"/>
        </w:rPr>
        <w:t>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شيئا؟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مسائلك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يحبون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يرزقون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معسكره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انجزلى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عدتنى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آبائهم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بدرجاتهم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بمنزلتهم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بولده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يبكية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فيستغفر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الاستغفار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لفرحت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جزعت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فليستغفر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ذنب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بينيد؟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نكند؟</w:t>
      </w:r>
      <w:r>
        <w:rPr>
          <w:rtl/>
          <w:lang w:bidi="fa-IR"/>
        </w:rPr>
        <w:t>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غائب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نيازمندى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ندارند؟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حقائق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بيند؟</w:t>
      </w:r>
      <w:r>
        <w:rPr>
          <w:rtl/>
          <w:lang w:bidi="fa-IR"/>
        </w:rPr>
        <w:t>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محجوب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باشند؟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ارسلناك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للناس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نفرستاديم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مقصود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كافة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للناس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لازمه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راهنما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مشاجراتى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حقوق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احقاق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ج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انصاف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نتيجه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محفوظ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مصداق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سنريهم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انفسهم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محققا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اختها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اضطرار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مشكلشان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توضيح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مشكلشان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نديديم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بپذيرند</w:t>
      </w:r>
      <w:r>
        <w:rPr>
          <w:rtl/>
          <w:lang w:bidi="fa-IR"/>
        </w:rPr>
        <w:t>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يابند؟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همانطوريكه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پروردگارا،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پدرانشان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ناراحتى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٣-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الحلال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يبلغونهم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يسمعونهم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الحلال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مواضعى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قبورشان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شنوانند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٤-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بالمدينة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يتوضا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ليلته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٥-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اهون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السيئة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الواحدة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؟!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الحفظة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سيئة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للحفظة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كفى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فتكف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لها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اكتبى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سيئاتهم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حسنات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مرفوعه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جاهايى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اتخاذ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ابوالعباس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منيع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الجمال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كمترين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پاداش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مرتكب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كجا؟</w:t>
      </w:r>
      <w:r>
        <w:rPr>
          <w:rtl/>
          <w:lang w:bidi="fa-IR"/>
        </w:rPr>
        <w:t>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بشارت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تازيانه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نگهبان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بنويسند،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حافظين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حافظين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بنويسيد،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سيئاتشان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تبديل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٦-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الواسطى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الحذ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لها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براثا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يحشر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٧-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يحاسب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آمنا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٨-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جميعا،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الخزاز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المزنى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روس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تزوره</w:t>
      </w:r>
      <w:r>
        <w:rPr>
          <w:rtl/>
          <w:lang w:bidi="fa-IR"/>
        </w:rPr>
        <w:t xml:space="preserve">؟!!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تاخر،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ينوحون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القيامة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الحذ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براثا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محشور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محاسبه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خزاز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حفص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بياض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روساى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>؟!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لاحقش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ژوليده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هبوط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٩-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البصرى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اسباط،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الجهم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المدينة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؟!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لئن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بالمدينة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دونهما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لسلامنا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١٠-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يرفعه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بالمدينة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فربما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ليتوضا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ليلته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البصرى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اسباط،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نرود؟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دانيد؟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تفضيل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</w:t>
      </w:r>
      <w:r>
        <w:rPr>
          <w:rtl/>
          <w:lang w:bidi="fa-IR"/>
        </w:rPr>
        <w:t>.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بزيع</w:t>
      </w:r>
      <w:r>
        <w:rPr>
          <w:rtl/>
          <w:lang w:bidi="fa-IR"/>
        </w:rPr>
        <w:t>...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مترجم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شماره</w:t>
      </w:r>
      <w:r>
        <w:rPr>
          <w:rtl/>
          <w:lang w:bidi="fa-IR"/>
        </w:rPr>
        <w:t xml:space="preserve"> (٤)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١١ 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بالنبى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يختبرك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لامرك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اولهن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الاثرة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لاهل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الحاجة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قبلت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التوفيق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فالتكذيب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اخلوف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مهجتك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محاربة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يصيبك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النفاق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الجراح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قبلت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التوفيق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الثالثة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يلقى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القتل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فيلقى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التعنيف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اتوبيح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القتل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التوفيق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حريمهما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يمسها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يمسها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قبلت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التوفيق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غدرا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يطعن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تفعل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التوفيق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للصبر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يازدهم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بيازمايد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پروردگارا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كدامند؟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گرسنگى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پروردگارا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پذيرفته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توفيق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تكذيب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جراحاتى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پروردگارا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پذيرفته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توفيق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عبارت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فحش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پروردگارا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پذيرفته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توفيق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فتدعوه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يقتلونه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يقتلون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يسلبون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فيستعين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القض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بالشهاة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قطريها،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فيبكيه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السماوات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تبكيه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يدركوا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ذكرا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يطبقها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بالقسط،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الرعب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يقتل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>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فقيل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فنظرت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ريحا،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فدعوته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يحصيهم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يغضب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هول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النصرفيهم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انتظره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اخبرتنى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يلقون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لئن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عطيتنى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التوفيق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فجزاوه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بصبره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افلح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الخلائق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البعث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حوضك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يدخلها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المودة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منزلتكم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الخذول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المقتول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المعذور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اصابهما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فتوكل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اجزيه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يغبطه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كرامتى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ناهنجارى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استعانت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نتوانستند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شبح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تمثال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>!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زيباترين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پاهايش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نگريستم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پروردگارا،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انتظار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ايذ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نصرت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پذيرفته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توفيق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خشنودى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نمائى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پاداش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محفوظ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خلائق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مثقالى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مقصود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مجتبى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فجيع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ناهنجارى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پاداشى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برند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اوقفها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لها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فاحكمى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حكومتك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lastRenderedPageBreak/>
        <w:t>فتشهد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العرصة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الظالم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واحسرتا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فرطت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الظالم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ياليتنى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اتخذت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ويلتى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المشرقين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فبئس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ينفعكم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مشتركون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الظالم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يختلفون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لغيرك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فيقال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الظالمين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يبغونها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عوجا،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بالاخرة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كافرون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قنفذ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فيوتيان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فيضربان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البحار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لغلت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مشرقها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لذابت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رمادا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فيضربان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يحبثو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للخصومة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فيطبق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ولايتهم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ربنا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اضلانا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الانس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نجعلها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اقدامنا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ليكونا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الاسفين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ينفعكم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مشتركون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ينادون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بالويل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الثبور،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فيسالان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فيقولان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اسقنا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تخلصنا،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زلفة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كفروا،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وقيل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ارجعوا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ظم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مظمئين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الغسلين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تنفعكم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الشافعين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دنباله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اشخاصى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بياندازند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احسرتا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فرطت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فرياد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واحسرتا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تفريط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آرزوى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ناراحتى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ياليتنى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اتخذت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گرفتم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ويلتنا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خليلا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</w:t>
      </w:r>
      <w:r w:rsidR="003D1DA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المشرقين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فبئس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ينفعكم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مشتركون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پشيمانى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هستيد</w:t>
      </w:r>
      <w:r>
        <w:rPr>
          <w:rtl/>
          <w:lang w:bidi="fa-IR"/>
        </w:rPr>
        <w:t>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يختلفون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</w:t>
      </w:r>
      <w:r>
        <w:rPr>
          <w:rtl/>
          <w:lang w:bidi="fa-IR"/>
        </w:rPr>
        <w:t>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ستمكاران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اعتقاد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محاكمه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حكومت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پردازد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قنفذ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محاكمه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قنفذ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قنفذ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تازيانه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تازيانه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بيفتد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بياندازند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خاكستر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تازيانه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خصومت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ودادخواهى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پروردگارا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اسفلين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ولن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ينفعكم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مشتركون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نگهبانانى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سيرابمان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بنمائيد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رخسارشان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اميرمومنان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تشنگى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سوزان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١٢-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الصدقة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مسالتان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المال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فالصدقة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فالصدقة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فالجهاد؟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الاشي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الفرائض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الجهاد،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فالزيارة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الاوصي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يخوض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يستوجب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الرزق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تشيعه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يلبس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الحفظة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الحفظة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دعاله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دوازدهم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جدش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صدقه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فرائض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زيارات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اوصي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خشنودى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دنبالش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مشايعتش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نورى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نگهبان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نگهبان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حافظى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متن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١٣-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البلدى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البكرى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المدائنى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الكاظم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زيارة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الائمة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واحدا؟،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اوليائنا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لاجمعنا،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يتولانا،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ابغض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يبغضنا،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كالراد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ابغضنا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ابغض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ابغض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ابغض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ابغض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نصير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سيزدهم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مدائنى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كاظم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بالعكس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مبغوض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tl/>
          <w:lang w:bidi="fa-IR"/>
        </w:rPr>
        <w:t xml:space="preserve">١٤ - </w:t>
      </w:r>
      <w:r>
        <w:rPr>
          <w:rFonts w:hint="cs"/>
          <w:rtl/>
          <w:lang w:bidi="fa-IR"/>
        </w:rPr>
        <w:t>حدثنى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الحلبى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بالمدينة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فرحا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قائمكم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فيشفى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صدوركم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عدوكم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بالوتر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اوتارا،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ففزعوا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قالوا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لحادثا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نعرفه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فاتاهم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فحسبوا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ذلك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المتكلم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الشدة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فرحا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السبعين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اقبلت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نظام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عينه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المعسكر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فصرخ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فزبر،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اصرخ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يدعوا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فاهلك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لبعض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مجنون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التوابون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لانفسنا،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فخرجوا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الصارخ</w:t>
      </w:r>
      <w:r>
        <w:rPr>
          <w:rtl/>
          <w:lang w:bidi="fa-IR"/>
        </w:rPr>
        <w:t xml:space="preserve">؟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لصاح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صيحة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يخطف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ارواحهم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ابدانهم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ليزدادوا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قدعق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استخف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هوله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ليجلب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الرزق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خطيئة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صحيفته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فعسلنه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ينشر،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ذخرها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).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الطاهرين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اعدائهم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>.</w:t>
      </w:r>
    </w:p>
    <w:p w:rsidR="007413E6" w:rsidRDefault="007413E6" w:rsidP="00015B10">
      <w:pPr>
        <w:pStyle w:val="libBold2"/>
      </w:pP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>:</w:t>
      </w:r>
    </w:p>
    <w:p w:rsidR="007413E6" w:rsidRDefault="007413E6" w:rsidP="005C4912">
      <w:pPr>
        <w:pStyle w:val="libBold1"/>
      </w:pPr>
      <w:r>
        <w:rPr>
          <w:rtl/>
          <w:lang w:bidi="fa-IR"/>
        </w:rPr>
        <w:t xml:space="preserve">(حديث </w:t>
      </w:r>
      <w:r>
        <w:rPr>
          <w:rFonts w:hint="cs"/>
          <w:rtl/>
          <w:lang w:bidi="fa-IR"/>
        </w:rPr>
        <w:t>چهاردهم</w:t>
      </w:r>
      <w:r>
        <w:rPr>
          <w:rtl/>
          <w:lang w:bidi="fa-IR"/>
        </w:rPr>
        <w:t xml:space="preserve"> )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حلبى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گوينده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شناسيم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كيست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دقيقا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متكلم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بريم</w:t>
      </w:r>
      <w:r>
        <w:rPr>
          <w:rtl/>
          <w:lang w:bidi="fa-IR"/>
        </w:rPr>
        <w:t>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رخنه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بطوريكه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مرواريدهائى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روشن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لشگريان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جايگاهشان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lastRenderedPageBreak/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لشگريان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ديوانه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توبه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خشنودى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كشتيم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 w:rsidR="00530F73" w:rsidRPr="005C4912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مهلتشان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افزوده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فرمائيد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كند؟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490C65" w:rsidRPr="005C4912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استخفاف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ماور</w:t>
      </w:r>
      <w:r w:rsidR="003D1DAD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نيازمندى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لغزشى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ذخيره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محشور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:</w:t>
      </w:r>
    </w:p>
    <w:p w:rsidR="007413E6" w:rsidRDefault="007413E6" w:rsidP="007413E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ذخيره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155F0E" w:rsidRPr="00CC482E" w:rsidRDefault="007413E6" w:rsidP="007413E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پايان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تصنيف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ذهنى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تهرانى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المشرفه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تقاضا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خالصا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لوجهه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الطاهرين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العالمين</w:t>
      </w:r>
      <w:r>
        <w:rPr>
          <w:rtl/>
          <w:lang w:bidi="fa-IR"/>
        </w:rPr>
        <w:t>.</w:t>
      </w:r>
    </w:p>
    <w:sectPr w:rsidR="00155F0E" w:rsidRPr="00CC482E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6D4" w:rsidRDefault="00EE36D4">
      <w:r>
        <w:separator/>
      </w:r>
    </w:p>
  </w:endnote>
  <w:endnote w:type="continuationSeparator" w:id="0">
    <w:p w:rsidR="00EE36D4" w:rsidRDefault="00EE36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0DA" w:rsidRDefault="00EB479C">
    <w:pPr>
      <w:pStyle w:val="Footer"/>
    </w:pPr>
    <w:fldSimple w:instr=" PAGE   \* MERGEFORMAT ">
      <w:r w:rsidR="00A57318">
        <w:rPr>
          <w:noProof/>
          <w:rtl/>
          <w:lang w:bidi="fa-IR"/>
        </w:rPr>
        <w:t>162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0DA" w:rsidRDefault="00EB479C">
    <w:pPr>
      <w:pStyle w:val="Footer"/>
    </w:pPr>
    <w:fldSimple w:instr=" PAGE   \* MERGEFORMAT ">
      <w:r w:rsidR="00A57318">
        <w:rPr>
          <w:noProof/>
          <w:rtl/>
          <w:lang w:bidi="fa-IR"/>
        </w:rPr>
        <w:t>199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0DA" w:rsidRDefault="00EB479C">
    <w:pPr>
      <w:pStyle w:val="Footer"/>
    </w:pPr>
    <w:fldSimple w:instr=" PAGE   \* MERGEFORMAT ">
      <w:r w:rsidR="00A57318">
        <w:rPr>
          <w:noProof/>
          <w:rtl/>
          <w:lang w:bidi="fa-IR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6D4" w:rsidRDefault="00EE36D4">
      <w:r>
        <w:separator/>
      </w:r>
    </w:p>
  </w:footnote>
  <w:footnote w:type="continuationSeparator" w:id="0">
    <w:p w:rsidR="00EE36D4" w:rsidRDefault="00EE36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0F73"/>
    <w:rsid w:val="00005A19"/>
    <w:rsid w:val="00010942"/>
    <w:rsid w:val="00015B10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089C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3AF2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860DA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4BBE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1DAD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0C65"/>
    <w:rsid w:val="004919C3"/>
    <w:rsid w:val="00492613"/>
    <w:rsid w:val="00494861"/>
    <w:rsid w:val="004953C3"/>
    <w:rsid w:val="00497042"/>
    <w:rsid w:val="004A0866"/>
    <w:rsid w:val="004A5E75"/>
    <w:rsid w:val="004B007D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0F73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C4912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5C7"/>
    <w:rsid w:val="00625C71"/>
    <w:rsid w:val="00627A7B"/>
    <w:rsid w:val="006357C1"/>
    <w:rsid w:val="006365C7"/>
    <w:rsid w:val="00641A2D"/>
    <w:rsid w:val="00643F5E"/>
    <w:rsid w:val="00646D08"/>
    <w:rsid w:val="006475C5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97B8D"/>
    <w:rsid w:val="006A77BD"/>
    <w:rsid w:val="006A7D4D"/>
    <w:rsid w:val="006B5C71"/>
    <w:rsid w:val="006B7F0E"/>
    <w:rsid w:val="006C4B43"/>
    <w:rsid w:val="006C62D2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13E6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61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C4A"/>
    <w:rsid w:val="00873D57"/>
    <w:rsid w:val="00874112"/>
    <w:rsid w:val="008777DC"/>
    <w:rsid w:val="00880BCE"/>
    <w:rsid w:val="008810AF"/>
    <w:rsid w:val="008830EF"/>
    <w:rsid w:val="008933CF"/>
    <w:rsid w:val="00893994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C0D65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57318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047BE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105F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82E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27413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3E6F"/>
    <w:rsid w:val="00DD6547"/>
    <w:rsid w:val="00DD78A5"/>
    <w:rsid w:val="00DE4448"/>
    <w:rsid w:val="00DE49C9"/>
    <w:rsid w:val="00DE7035"/>
    <w:rsid w:val="00DF0FED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479C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36D4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CC482E"/>
    <w:pPr>
      <w:spacing w:after="200" w:line="276" w:lineRule="auto"/>
    </w:pPr>
    <w:rPr>
      <w:rFonts w:ascii="Calibri" w:eastAsia="Calibri" w:hAnsi="Calibri" w:cs="Arial"/>
      <w:sz w:val="22"/>
      <w:szCs w:val="2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CC482E"/>
    <w:rPr>
      <w:rFonts w:ascii="B Badr" w:eastAsia="B Badr" w:hAnsi="B Badr"/>
      <w:color w:val="C00000"/>
      <w:sz w:val="2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CC482E"/>
    <w:rPr>
      <w:sz w:val="28"/>
    </w:rPr>
  </w:style>
  <w:style w:type="paragraph" w:customStyle="1" w:styleId="libCenterBold1">
    <w:name w:val="libCenterBold1"/>
    <w:basedOn w:val="libNormal0"/>
    <w:next w:val="libNormal0"/>
    <w:autoRedefine/>
    <w:rsid w:val="00CC482E"/>
    <w:pPr>
      <w:spacing w:before="240" w:after="480"/>
      <w:jc w:val="center"/>
    </w:pPr>
    <w:rPr>
      <w:rFonts w:ascii="B Badr" w:eastAsia="B Badr" w:hAnsi="B Badr"/>
      <w:b/>
      <w:bCs/>
      <w:sz w:val="28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CC482E"/>
    <w:pPr>
      <w:spacing w:before="240" w:after="240"/>
      <w:jc w:val="center"/>
    </w:pPr>
    <w:rPr>
      <w:b/>
      <w:bCs/>
      <w:sz w:val="24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CC482E"/>
    <w:rPr>
      <w:b/>
      <w:bCs/>
      <w:sz w:val="2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CC482E"/>
    <w:pPr>
      <w:ind w:firstLine="0"/>
      <w:jc w:val="center"/>
    </w:pPr>
    <w:rPr>
      <w:sz w:val="28"/>
    </w:r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CC482E"/>
    <w:rPr>
      <w:sz w:val="24"/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CC482E"/>
    <w:pPr>
      <w:ind w:firstLine="0"/>
    </w:pPr>
    <w:rPr>
      <w:sz w:val="24"/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CC482E"/>
    <w:pPr>
      <w:ind w:firstLine="0"/>
      <w:jc w:val="center"/>
    </w:pPr>
    <w:rPr>
      <w:sz w:val="24"/>
      <w:szCs w:val="28"/>
    </w:rPr>
  </w:style>
  <w:style w:type="paragraph" w:customStyle="1" w:styleId="libPoem">
    <w:name w:val="libPoem"/>
    <w:basedOn w:val="libNormal0"/>
    <w:next w:val="libNormal0"/>
    <w:link w:val="libPoemChar"/>
    <w:rsid w:val="00CC482E"/>
    <w:rPr>
      <w:sz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CC482E"/>
    <w:pPr>
      <w:jc w:val="right"/>
    </w:pPr>
    <w:rPr>
      <w:sz w:val="28"/>
    </w:r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CC482E"/>
    <w:rPr>
      <w:b/>
      <w:bCs/>
      <w:sz w:val="24"/>
      <w:szCs w:val="28"/>
    </w:rPr>
  </w:style>
  <w:style w:type="character" w:customStyle="1" w:styleId="libBold1Char">
    <w:name w:val="libBold1 Char"/>
    <w:link w:val="libBold1"/>
    <w:rsid w:val="00CC482E"/>
    <w:rPr>
      <w:rFonts w:cs="B Badr"/>
      <w:b/>
      <w:bCs/>
      <w:color w:val="000000"/>
      <w:sz w:val="28"/>
      <w:szCs w:val="32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CC482E"/>
    <w:rPr>
      <w:rFonts w:ascii="B Badr" w:eastAsia="B Badr" w:hAnsi="B Badr" w:cs="B Badr"/>
      <w:color w:val="C00000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CC482E"/>
    <w:rPr>
      <w:rFonts w:cs="Rafed Alaem"/>
      <w:sz w:val="28"/>
    </w:rPr>
  </w:style>
  <w:style w:type="character" w:customStyle="1" w:styleId="libAlaemChar">
    <w:name w:val="libAlaem Char"/>
    <w:link w:val="libAlaem"/>
    <w:rsid w:val="00CC482E"/>
    <w:rPr>
      <w:rFonts w:cs="Rafed Alaem"/>
      <w:color w:val="000000"/>
      <w:sz w:val="28"/>
      <w:szCs w:val="32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CC482E"/>
    <w:rPr>
      <w:rFonts w:ascii="KFGQPC Uthman Taha Naskh" w:eastAsia="KFGQPC Uthman Taha Naskh" w:hAnsi="KFGQPC Uthman Taha Naskh" w:cs="KFGQPC Uthman Taha Naskh"/>
      <w:color w:val="663300"/>
      <w:sz w:val="28"/>
      <w:szCs w:val="30"/>
    </w:rPr>
  </w:style>
  <w:style w:type="character" w:customStyle="1" w:styleId="libHadeesChar">
    <w:name w:val="libHadees Char"/>
    <w:link w:val="libHadees"/>
    <w:rsid w:val="00CC482E"/>
    <w:rPr>
      <w:rFonts w:ascii="KFGQPC Uthman Taha Naskh" w:eastAsia="KFGQPC Uthman Taha Naskh" w:hAnsi="KFGQPC Uthman Taha Naskh" w:cs="KFGQPC Uthman Taha Naskh"/>
      <w:color w:val="663300"/>
      <w:sz w:val="28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CC482E"/>
    <w:rPr>
      <w:rFonts w:ascii="B Badr" w:eastAsia="B Badr" w:hAnsi="B Badr"/>
      <w:color w:val="663300"/>
      <w:sz w:val="24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CC482E"/>
    <w:rPr>
      <w:rFonts w:ascii="B Badr" w:eastAsia="B Badr" w:hAnsi="B Badr"/>
      <w:color w:val="663300"/>
      <w:sz w:val="24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CC482E"/>
    <w:pPr>
      <w:spacing w:after="240"/>
      <w:jc w:val="center"/>
    </w:pPr>
    <w:rPr>
      <w:rFonts w:ascii="B Badr" w:eastAsia="B Badr" w:hAnsi="B Badr"/>
      <w:color w:val="FF0000"/>
      <w:sz w:val="28"/>
    </w:rPr>
  </w:style>
  <w:style w:type="character" w:customStyle="1" w:styleId="libNoticeChar">
    <w:name w:val="libNotice Char"/>
    <w:basedOn w:val="libNormal0Char"/>
    <w:link w:val="libNotice"/>
    <w:rsid w:val="00CC482E"/>
    <w:rPr>
      <w:rFonts w:ascii="B Badr" w:eastAsia="B Badr" w:hAnsi="B Badr" w:cs="B Badr"/>
      <w:color w:val="FF0000"/>
      <w:sz w:val="28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CC482E"/>
    <w:rPr>
      <w:rFonts w:cs="B Badr"/>
      <w:color w:val="000000"/>
      <w:sz w:val="28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spacing w:after="100"/>
      <w:ind w:left="1760"/>
    </w:pPr>
    <w:rPr>
      <w:rFonts w:asciiTheme="minorHAnsi" w:eastAsiaTheme="minorEastAsia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530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30F73"/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ahimi\Template\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7867D-C6FD-479F-B194-2E9D6BFB2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</Template>
  <TotalTime>1</TotalTime>
  <Pages>498</Pages>
  <Words>86859</Words>
  <Characters>495100</Characters>
  <Application>Microsoft Office Word</Application>
  <DocSecurity>0</DocSecurity>
  <Lines>4125</Lines>
  <Paragraphs>1161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580798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Rahimi2</dc:creator>
  <cp:lastModifiedBy>Rahimi2</cp:lastModifiedBy>
  <cp:revision>3</cp:revision>
  <cp:lastPrinted>2015-02-06T18:57:00Z</cp:lastPrinted>
  <dcterms:created xsi:type="dcterms:W3CDTF">2016-08-30T08:38:00Z</dcterms:created>
  <dcterms:modified xsi:type="dcterms:W3CDTF">2016-08-30T08:40:00Z</dcterms:modified>
</cp:coreProperties>
</file>