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34C" w:rsidRDefault="006C534C" w:rsidP="006C534C">
      <w:pPr>
        <w:pStyle w:val="libNotice"/>
        <w:bidi w:val="0"/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82486F">
        <w:rPr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6C534C" w:rsidRDefault="006C534C" w:rsidP="006C534C">
      <w:pPr>
        <w:pStyle w:val="libNotice"/>
        <w:rPr>
          <w:rtl/>
          <w:lang w:bidi="fa-IR"/>
        </w:rPr>
      </w:pPr>
      <w:r>
        <w:rPr>
          <w:rtl/>
        </w:rPr>
        <w:t>لازم به ذکر است تصحیح اشتباهات تایپی احتمالی، روی این کتاب انجام گردیده است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6C534C" w:rsidRDefault="006C534C" w:rsidP="006C534C">
      <w:pPr>
        <w:pStyle w:val="libCenterBold1"/>
        <w:rPr>
          <w:rtl/>
          <w:lang w:bidi="fa-IR"/>
        </w:rPr>
      </w:pPr>
      <w:r>
        <w:rPr>
          <w:rtl/>
          <w:lang w:bidi="fa-IR"/>
        </w:rPr>
        <w:t>الماس هست</w:t>
      </w:r>
      <w:r>
        <w:rPr>
          <w:rFonts w:hint="cs"/>
          <w:rtl/>
          <w:lang w:bidi="fa-IR"/>
        </w:rPr>
        <w:t>ی</w:t>
      </w:r>
    </w:p>
    <w:p w:rsidR="006C534C" w:rsidRDefault="006C534C" w:rsidP="006C534C">
      <w:pPr>
        <w:pStyle w:val="libCenterBold1"/>
        <w:rPr>
          <w:rtl/>
          <w:lang w:bidi="fa-IR"/>
        </w:rPr>
      </w:pPr>
      <w:r>
        <w:rPr>
          <w:rFonts w:hint="cs"/>
          <w:rtl/>
          <w:lang w:bidi="fa-IR"/>
        </w:rPr>
        <w:t>نویسنده: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ان‌آران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6C534C" w:rsidRDefault="006C534C" w:rsidP="006C534C">
      <w:pPr>
        <w:pStyle w:val="Heading1"/>
        <w:rPr>
          <w:rtl/>
          <w:lang w:bidi="fa-IR"/>
        </w:rPr>
      </w:pPr>
      <w:bookmarkStart w:id="0" w:name="_Toc530640957"/>
      <w:r>
        <w:rPr>
          <w:rFonts w:hint="eastAsia"/>
          <w:rtl/>
          <w:lang w:bidi="fa-IR"/>
        </w:rPr>
        <w:t>مقدمه</w:t>
      </w:r>
      <w:bookmarkEnd w:id="0"/>
    </w:p>
    <w:p w:rsidR="006C534C" w:rsidRDefault="006C534C" w:rsidP="006C534C">
      <w:pPr>
        <w:pStyle w:val="libCenterBold2"/>
        <w:rPr>
          <w:rtl/>
          <w:lang w:bidi="fa-IR"/>
        </w:rPr>
      </w:pPr>
      <w:r>
        <w:rPr>
          <w:rFonts w:hint="eastAsia"/>
          <w:rtl/>
          <w:lang w:bidi="fa-IR"/>
        </w:rPr>
        <w:t>بِسْمِ</w:t>
      </w:r>
      <w:r>
        <w:rPr>
          <w:rtl/>
          <w:lang w:bidi="fa-IR"/>
        </w:rPr>
        <w:t xml:space="preserve"> اللَّهِ الرَّحْمَـنِ الرَّحِ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مِ</w:t>
      </w:r>
      <w:r>
        <w:rPr>
          <w:rtl/>
          <w:lang w:bidi="fa-IR"/>
        </w:rPr>
        <w:t xml:space="preserve">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گفت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«برا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جوانان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>! قلم در دست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از عشق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بگو! از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فاطمه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سخن بگو».</w:t>
      </w:r>
    </w:p>
    <w:p w:rsidR="006C534C" w:rsidRDefault="006C534C" w:rsidP="00DF024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چه شد که سخن تو به دلم نشست،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انجام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هدف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مقدّس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با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فاطمه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آشنا شوند.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ماه</w:t>
      </w:r>
      <w:r>
        <w:rPr>
          <w:rtl/>
          <w:lang w:bidi="fa-IR"/>
        </w:rPr>
        <w:t xml:space="preserve">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الحجّه،</w:t>
      </w:r>
      <w:r>
        <w:rPr>
          <w:rtl/>
          <w:lang w:bidi="fa-IR"/>
        </w:rPr>
        <w:t xml:space="preserve"> ماه امامت است، از روز 9 تا روز 25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ماه، مناسبت‌ها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امامت و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است، همه با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جدهم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ماه است، آشنا هستند، امّا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از مناسبت‌ها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ماه 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ندارند.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را با مناسبت‌ها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ماه آشنا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من خواست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بود که من قلم در دست گرفتم،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خواستم</w:t>
      </w:r>
      <w:r>
        <w:rPr>
          <w:rtl/>
          <w:lang w:bidi="fa-IR"/>
        </w:rPr>
        <w:t xml:space="preserve"> دوستانم را با خاندان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آشنا کنم.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دانستم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خاندان به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اجازه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از خود آنان کمک خواستم و به خود آنان متوسّ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شدم. اکنون خدا را شکر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که به من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داد و توانستم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را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خُدّام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آران</w:t>
      </w:r>
      <w:r>
        <w:rPr>
          <w:rFonts w:hint="cs"/>
          <w:rtl/>
          <w:lang w:bidi="fa-IR"/>
        </w:rPr>
        <w:t>ی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بهشت</w:t>
      </w:r>
      <w:r>
        <w:rPr>
          <w:rtl/>
          <w:lang w:bidi="fa-IR"/>
        </w:rPr>
        <w:t xml:space="preserve"> 1391</w:t>
      </w:r>
    </w:p>
    <w:p w:rsidR="006C534C" w:rsidRDefault="00DF0248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6C534C" w:rsidRDefault="006C534C" w:rsidP="00DF0248">
      <w:pPr>
        <w:pStyle w:val="Heading1"/>
        <w:rPr>
          <w:rtl/>
          <w:lang w:bidi="fa-IR"/>
        </w:rPr>
      </w:pPr>
      <w:bookmarkStart w:id="1" w:name="_Toc530640958"/>
      <w:r>
        <w:rPr>
          <w:rFonts w:hint="eastAsia"/>
          <w:rtl/>
          <w:lang w:bidi="fa-IR"/>
        </w:rPr>
        <w:t>چرا</w:t>
      </w:r>
      <w:r>
        <w:rPr>
          <w:rtl/>
          <w:lang w:bidi="fa-IR"/>
        </w:rPr>
        <w:t xml:space="preserve"> در خانه‌ها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را بسته‌ا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bookmarkEnd w:id="1"/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دارم</w:t>
      </w:r>
      <w:r>
        <w:rPr>
          <w:rtl/>
          <w:lang w:bidi="fa-IR"/>
        </w:rPr>
        <w:t xml:space="preserve">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نم،</w:t>
      </w:r>
      <w:r>
        <w:rPr>
          <w:rtl/>
          <w:lang w:bidi="fa-IR"/>
        </w:rPr>
        <w:t xml:space="preserve"> کاروان ما، تازه به هتل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و همه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خواهند</w:t>
      </w:r>
      <w:r>
        <w:rPr>
          <w:rtl/>
          <w:lang w:bidi="fa-IR"/>
        </w:rPr>
        <w:t xml:space="preserve"> زودتر به اتاق‌ها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بروند.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صبر کنم تا آسانسورها خلوت شود. سرم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پرواز ما ده ساعت تأخ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داشت،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خسته‌ام. 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وقت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آن 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>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بلند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شوم،</w:t>
      </w:r>
      <w:r>
        <w:rPr>
          <w:rtl/>
          <w:lang w:bidi="fa-IR"/>
        </w:rPr>
        <w:t xml:space="preserve"> چمدان خود را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دارم،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اتاق شماره 908 بروم.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طبقه نهم است. وارد اتاق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</w:t>
      </w:r>
      <w:r>
        <w:rPr>
          <w:rtl/>
          <w:lang w:bidi="fa-IR"/>
        </w:rPr>
        <w:t>.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آماده غسل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مهربان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بروم.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هتل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ساعت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ازده</w:t>
      </w:r>
      <w:r>
        <w:rPr>
          <w:rtl/>
          <w:lang w:bidi="fa-IR"/>
        </w:rPr>
        <w:t xml:space="preserve"> صبح است،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شتابم،</w:t>
      </w:r>
      <w:r>
        <w:rPr>
          <w:rtl/>
          <w:lang w:bidi="fa-IR"/>
        </w:rPr>
        <w:t xml:space="preserve"> آن‌طور که به من گفته‌اند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انتها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برسم،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گنبد سبز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من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آمده‌ام،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چگونه خدا را شکر کنم.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دست</w:t>
      </w:r>
      <w:r>
        <w:rPr>
          <w:rtl/>
          <w:lang w:bidi="fa-IR"/>
        </w:rPr>
        <w:t xml:space="preserve"> خود را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و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سلام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دهم</w:t>
      </w:r>
      <w:r>
        <w:rPr>
          <w:rtl/>
          <w:lang w:bidi="fa-IR"/>
        </w:rPr>
        <w:t xml:space="preserve">: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السّلامُ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کَ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رَسوُل اللّه!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اشک</w:t>
      </w:r>
      <w:r>
        <w:rPr>
          <w:rtl/>
          <w:lang w:bidi="fa-IR"/>
        </w:rPr>
        <w:t xml:space="preserve"> شوق در چشمان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... وارد مسجد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به سمت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بروم،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سرجا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ستم،</w:t>
      </w:r>
      <w:r>
        <w:rPr>
          <w:rtl/>
          <w:lang w:bidi="fa-IR"/>
        </w:rPr>
        <w:t xml:space="preserve"> دست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تا سلام بدهم.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با لباس نظام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آنجا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است، مواظب است تا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نشود.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ه قرمز بر سر انداخته است درست روبرو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است، اشاره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که حرکت کنم،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توقّفِ‌ز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ممنوع است.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به</w:t>
      </w:r>
      <w:r>
        <w:rPr>
          <w:rtl/>
          <w:lang w:bidi="fa-IR"/>
        </w:rPr>
        <w:t xml:space="preserve"> سمت «روضه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امبر»</w:t>
      </w:r>
      <w:r>
        <w:rPr>
          <w:rtl/>
          <w:lang w:bidi="fa-IR"/>
        </w:rPr>
        <w:t xml:space="preserve"> حرکت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«روضه»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گلستان است،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فرموده است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منبر و خانه‌ام، گلستان بهشت است. نماز خواندن در آن مکان ثواب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هر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دوست دارد در آنجا حتما نماز بخواند و با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راز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کند.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ده‌ام</w:t>
      </w:r>
      <w:r>
        <w:rPr>
          <w:rtl/>
          <w:lang w:bidi="fa-IR"/>
        </w:rPr>
        <w:t xml:space="preserve"> هر کجا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که رنگ فرش آن سبز باشد، آنجا روضه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است.</w:t>
      </w:r>
      <w:r w:rsidRPr="00DF0248">
        <w:rPr>
          <w:rStyle w:val="libAieChar"/>
          <w:rtl/>
        </w:rPr>
        <w:t>1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روضه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رسم،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شلوغ است،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صبر کنم تا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شود. نگاهم به گوشه سمت راست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افتد،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به آن سو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</w:t>
      </w:r>
      <w:r>
        <w:rPr>
          <w:rtl/>
          <w:lang w:bidi="fa-IR"/>
        </w:rPr>
        <w:t xml:space="preserve"> و شروع به خواندن نماز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نماز با خود فکر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من کجا نشسته‌ام. به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سفر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به سال‌ها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</w:t>
      </w:r>
      <w:r>
        <w:rPr>
          <w:rtl/>
          <w:lang w:bidi="fa-IR"/>
        </w:rPr>
        <w:t>... به سال سوم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6C534C" w:rsidRDefault="00DF0248" w:rsidP="006C534C">
      <w:pPr>
        <w:pStyle w:val="libNormal"/>
        <w:rPr>
          <w:rtl/>
          <w:lang w:bidi="fa-IR"/>
        </w:rPr>
      </w:pPr>
      <w:r>
        <w:rPr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معاذ!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 تو کار دارد. مَعاذ از جا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محراب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رود،</w:t>
      </w:r>
      <w:r>
        <w:rPr>
          <w:rtl/>
          <w:lang w:bidi="fa-IR"/>
        </w:rPr>
        <w:t xml:space="preserve"> من هم همراه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</w:t>
      </w:r>
      <w:r>
        <w:rPr>
          <w:rtl/>
          <w:lang w:bidi="fa-IR"/>
        </w:rPr>
        <w:t>. او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سلام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جواب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شنود</w:t>
      </w:r>
      <w:r>
        <w:rPr>
          <w:rtl/>
          <w:lang w:bidi="fa-IR"/>
        </w:rPr>
        <w:t xml:space="preserve"> و در حضور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رو به معاذ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مَعاذ! امروز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نازل شد و از طرف خدا دستور مهمّ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آورد.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چه دستور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خدا از من خواسته است تا از مردم بخواهم درها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که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 باز کرده‌اند، مسدود کنند.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که از طرف خانه‌ها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مسجد باز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برداشته و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آن‌را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بکشند؟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بله.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 خداست.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ــ</w:t>
      </w:r>
      <w:r>
        <w:rPr>
          <w:rtl/>
          <w:lang w:bidi="fa-IR"/>
        </w:rPr>
        <w:t xml:space="preserve"> اکنون از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تا نزد عمو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عبّاس 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سلام مرا به او برسان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امم</w:t>
      </w:r>
      <w:r>
        <w:rPr>
          <w:rtl/>
          <w:lang w:bidi="fa-IR"/>
        </w:rPr>
        <w:t xml:space="preserve"> را به او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چشم.</w:t>
      </w:r>
    </w:p>
    <w:p w:rsidR="006C534C" w:rsidRDefault="000E35AF" w:rsidP="006C534C">
      <w:pPr>
        <w:pStyle w:val="libNormal"/>
        <w:rPr>
          <w:rtl/>
          <w:lang w:bidi="fa-IR"/>
        </w:rPr>
      </w:pPr>
      <w:r>
        <w:rPr>
          <w:lang w:bidi="fa-IR"/>
        </w:rPr>
        <w:t>.</w:t>
      </w:r>
    </w:p>
    <w:p w:rsidR="006C534C" w:rsidRDefault="006C534C" w:rsidP="000E35A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مَعاذ</w:t>
      </w:r>
      <w:r>
        <w:rPr>
          <w:rtl/>
          <w:lang w:bidi="fa-IR"/>
        </w:rPr>
        <w:t xml:space="preserve"> از مسجد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رود،</w:t>
      </w:r>
      <w:r>
        <w:rPr>
          <w:rtl/>
          <w:lang w:bidi="fa-IR"/>
        </w:rPr>
        <w:t xml:space="preserve"> من هم همراه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</w:t>
      </w:r>
      <w:r>
        <w:rPr>
          <w:rtl/>
          <w:lang w:bidi="fa-IR"/>
        </w:rPr>
        <w:t>. خودم را به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رسانم</w:t>
      </w:r>
      <w:r>
        <w:rPr>
          <w:rtl/>
          <w:lang w:bidi="fa-IR"/>
        </w:rPr>
        <w:t>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ن‌طور</w:t>
      </w:r>
      <w:r>
        <w:rPr>
          <w:rtl/>
          <w:lang w:bidi="fa-IR"/>
        </w:rPr>
        <w:t xml:space="preserve"> که راه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من از او چند </w:t>
      </w:r>
      <w:r w:rsidR="000E35AF">
        <w:rPr>
          <w:rFonts w:hint="cs"/>
          <w:rtl/>
          <w:lang w:bidi="fa-IR"/>
        </w:rPr>
        <w:t>سوال</w:t>
      </w:r>
      <w:r>
        <w:rPr>
          <w:rFonts w:hint="cs"/>
          <w:rtl/>
          <w:lang w:bidi="fa-IR"/>
        </w:rPr>
        <w:t xml:space="preserve"> می‌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قلم و کاغذ در دست من است، حرف‌ها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تند تند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 xml:space="preserve">. او با دقّت به </w:t>
      </w:r>
      <w:r w:rsidR="000E35AF">
        <w:rPr>
          <w:rFonts w:hint="cs"/>
          <w:rtl/>
          <w:lang w:bidi="fa-IR"/>
        </w:rPr>
        <w:t xml:space="preserve">سوال </w:t>
      </w:r>
      <w:r>
        <w:rPr>
          <w:rFonts w:hint="cs"/>
          <w:rtl/>
          <w:lang w:bidi="fa-IR"/>
        </w:rPr>
        <w:t>‌های</w:t>
      </w:r>
      <w:r>
        <w:rPr>
          <w:rtl/>
          <w:lang w:bidi="fa-IR"/>
        </w:rPr>
        <w:t xml:space="preserve"> من پاسخ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: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سال قبل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مکّه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آمد. او دستور داد تا در وسط شهر مسجد ساخته شود. پس از اتمام کار، او در کنار مسجد اتاق‌ها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بنا نمود.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در آنجا، اتاق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ساخت. بق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همراه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مکّه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هجرت کرده بودند در اطراف مسجد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خانه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ساختند. آنان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دو در قرار دادند، 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کوچه باز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 xml:space="preserve"> و 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باز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>. در واقع همه خانه‌ها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دور تا دور مسجد ساخته شده‌اند، دو در دارند، اکنون خدا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دستور داده تا درها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از طرف خانه‌ها به مسجد باز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بسته شود، مردم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آمدن به مسجد ابتدا داخل کوچه شوند و بعد از عبور از کوچه به درِ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برسند و از آنجا وارد شوند.</w:t>
      </w:r>
      <w:r w:rsidRPr="000E35AF">
        <w:rPr>
          <w:rStyle w:val="libFootnotenumChar"/>
          <w:rtl/>
        </w:rPr>
        <w:t>2</w:t>
      </w:r>
    </w:p>
    <w:p w:rsidR="006C534C" w:rsidRDefault="000E35AF" w:rsidP="006C534C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نگاه</w:t>
      </w:r>
      <w:r>
        <w:rPr>
          <w:rtl/>
          <w:lang w:bidi="fa-IR"/>
        </w:rPr>
        <w:t xml:space="preserve"> کن مَعاذ در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عبّاس، عمو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است. او را در بازار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ی‌ی</w:t>
      </w:r>
      <w:r>
        <w:rPr>
          <w:rFonts w:hint="eastAsia"/>
          <w:rtl/>
          <w:lang w:bidi="fa-IR"/>
        </w:rPr>
        <w:t>ابد،</w:t>
      </w:r>
      <w:r>
        <w:rPr>
          <w:rtl/>
          <w:lang w:bidi="fa-IR"/>
        </w:rPr>
        <w:t xml:space="preserve"> سلام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مرا فرستاده است تا از تو بخواهم درِ خانه خود را که به مسجد باز کرده‌ا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مسدود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ــ</w:t>
      </w:r>
      <w:r>
        <w:rPr>
          <w:rtl/>
          <w:lang w:bidi="fa-IR"/>
        </w:rPr>
        <w:t xml:space="preserve"> چشم. من دستور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انجام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دهم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خدا به شما جزا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بدهد.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عبّاس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حرکت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انجام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دست به کار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از جوانان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تا کمکش کنند، بعد از 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خانه خود را مسدود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  <w:r w:rsidRPr="000E35AF">
        <w:rPr>
          <w:rStyle w:val="libFootnotenumChar"/>
          <w:rtl/>
        </w:rPr>
        <w:t>3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خبر</w:t>
      </w:r>
      <w:r>
        <w:rPr>
          <w:rtl/>
          <w:lang w:bidi="fa-IR"/>
        </w:rPr>
        <w:t xml:space="preserve"> به همه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همه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مسدود کنند.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عبّاس، عمو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خانه خود را مسدود کرده است، بق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 را انجام دهند. درها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مسدود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نگاه کن،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عمر بن خطّاب است که نزد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رو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>! من دوست دارم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در محراب قرار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تو نگاه کنم، به من اجازه بده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 از خانه من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باز باشد.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اجازه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ندارم.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پس اجازه بده سوراخ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اندازه چشم خود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باز کنم تا بتوانم شما را در حال نماز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نه.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اجازه بده به سوراخ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اندازه سر سوزن از خانه من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باز باشد.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خدا اجازه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نداده است.</w:t>
      </w:r>
      <w:r w:rsidRPr="000E35AF">
        <w:rPr>
          <w:rStyle w:val="libFootnotenumChar"/>
          <w:rtl/>
        </w:rPr>
        <w:t>4</w:t>
      </w:r>
    </w:p>
    <w:p w:rsidR="006C534C" w:rsidRDefault="000E35AF" w:rsidP="006C534C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خانه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دارد، فاطمه و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امبر،</w:t>
      </w:r>
      <w:r>
        <w:rPr>
          <w:rtl/>
          <w:lang w:bidi="fa-IR"/>
        </w:rPr>
        <w:t xml:space="preserve"> شاملِ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خانه هم خواهد شد؟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خانه خود را که به داخل مسجد باز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مسدود کند؟ به هر حال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آماده است که دستور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انجام بدهد،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امروز در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او مشتاق اطاعت از دستور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است؟</w:t>
      </w:r>
    </w:p>
    <w:p w:rsidR="006C534C" w:rsidRDefault="006C534C" w:rsidP="000E35A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آنجا</w:t>
      </w:r>
      <w:r>
        <w:rPr>
          <w:rtl/>
          <w:lang w:bidi="fa-IR"/>
        </w:rPr>
        <w:t xml:space="preserve"> را نگاه کن! فاطمه</w:t>
      </w:r>
      <w:r w:rsidR="000E35AF" w:rsidRPr="000E35AF">
        <w:rPr>
          <w:rFonts w:ascii="Traditional Arabic" w:eastAsiaTheme="minorHAnsi" w:hAnsi="Traditional Arabic" w:cs="Traditional Arabic"/>
          <w:rtl/>
        </w:rPr>
        <w:t xml:space="preserve"> </w:t>
      </w:r>
      <w:r w:rsidR="000E35AF" w:rsidRPr="000E35AF">
        <w:rPr>
          <w:rStyle w:val="libAlaemChar"/>
          <w:rFonts w:eastAsiaTheme="minorHAnsi"/>
          <w:rtl/>
        </w:rPr>
        <w:t>عليها‌السلام</w:t>
      </w:r>
      <w:r w:rsidR="000E35AF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دست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گرفته است و از همان در که به سمت مسجد باز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به مسجد آمده است، فاطمه</w:t>
      </w:r>
      <w:r w:rsidR="000E35AF" w:rsidRPr="000E35AF">
        <w:rPr>
          <w:rFonts w:ascii="Traditional Arabic" w:eastAsiaTheme="minorHAnsi" w:hAnsi="Traditional Arabic" w:cs="Traditional Arabic"/>
          <w:rtl/>
        </w:rPr>
        <w:t xml:space="preserve"> </w:t>
      </w:r>
      <w:r w:rsidR="000E35AF" w:rsidRPr="000E35AF">
        <w:rPr>
          <w:rStyle w:val="libAlaemChar"/>
          <w:rFonts w:eastAsiaTheme="minorHAnsi"/>
          <w:rtl/>
        </w:rPr>
        <w:t>عليها‌السلام</w:t>
      </w:r>
      <w:r w:rsidR="000E35AF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کنار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نشاند</w:t>
      </w:r>
      <w:r>
        <w:rPr>
          <w:rtl/>
          <w:lang w:bidi="fa-IR"/>
        </w:rPr>
        <w:t xml:space="preserve">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گذرد،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نگاهش به فاطمه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افتد،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فاطمه سلام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دخترم! فاطمه جانم!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نشسته‌ا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منتظر دستور شما هستم،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ده‌ام</w:t>
      </w:r>
      <w:r>
        <w:rPr>
          <w:rtl/>
          <w:lang w:bidi="fa-IR"/>
        </w:rPr>
        <w:t xml:space="preserve"> که شما از همه خواسته‌ا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در خانه‌ها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که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باز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مسدود کنند.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فاطمه جان! خدا به من اجازه داده است که در خانه‌ام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باز باشد، در خانه شما هرگز مسدود نخواهد شد،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شما از من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Pr="000E35AF">
        <w:rPr>
          <w:rStyle w:val="libFootnotenumChar"/>
          <w:rtl/>
        </w:rPr>
        <w:t>5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لبخند</w:t>
      </w:r>
      <w:r>
        <w:rPr>
          <w:rtl/>
          <w:lang w:bidi="fa-IR"/>
        </w:rPr>
        <w:t xml:space="preserve"> بر چهره فاطمه </w:t>
      </w:r>
      <w:r w:rsidR="000E35AF" w:rsidRPr="000E35AF">
        <w:rPr>
          <w:rStyle w:val="libAlaemChar"/>
          <w:rFonts w:eastAsiaTheme="minorHAnsi"/>
          <w:rtl/>
        </w:rPr>
        <w:t>عليها‌السلام</w:t>
      </w:r>
      <w:r w:rsidR="000E35AF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خوشحال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افتخار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خدا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فاطمه و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قرار داده است.</w:t>
      </w:r>
      <w:r w:rsidRPr="000E35AF">
        <w:rPr>
          <w:rStyle w:val="libFootnotenumChar"/>
          <w:rtl/>
        </w:rPr>
        <w:t>6</w:t>
      </w:r>
    </w:p>
    <w:p w:rsidR="006C534C" w:rsidRDefault="000E35AF" w:rsidP="006C534C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روز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گذرد،</w:t>
      </w:r>
      <w:r>
        <w:rPr>
          <w:rtl/>
          <w:lang w:bidi="fa-IR"/>
        </w:rPr>
        <w:t xml:space="preserve"> همه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خانه‌ها را مسدود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امبر،</w:t>
      </w:r>
      <w:r>
        <w:rPr>
          <w:rtl/>
          <w:lang w:bidi="fa-IR"/>
        </w:rPr>
        <w:t xml:space="preserve"> فقط خانه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 که درِ آن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باز است.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نگاه</w:t>
      </w:r>
      <w:r>
        <w:rPr>
          <w:rtl/>
          <w:lang w:bidi="fa-IR"/>
        </w:rPr>
        <w:t xml:space="preserve"> کن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عبّاس، عمو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است که با عدّه‌ا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خود نزد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نشسته است، او اشک در چشم دارد و با چشمان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رو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ــ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>! چرا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ما و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فرق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منظور تو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من عمو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هستم و به من دستور 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از خانه‌ام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باز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ببندم، امّا در خانه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هنوز باز است.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عمو جان! من به دستور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عمل نموده‌ام.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از طرف خدا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آورده است و از من خواسته است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 w:rsidR="000E35AF">
        <w:rPr>
          <w:rStyle w:val="libAlaemChar"/>
          <w:rFonts w:hint="cs"/>
          <w:rtl/>
        </w:rPr>
        <w:t>.</w:t>
      </w:r>
      <w:r>
        <w:rPr>
          <w:rtl/>
          <w:lang w:bidi="fa-IR"/>
        </w:rPr>
        <w:t xml:space="preserve"> قرار بدهم.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چرا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 را به من داده است؟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نه.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حتما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خواستم</w:t>
      </w:r>
      <w:r>
        <w:rPr>
          <w:rtl/>
          <w:lang w:bidi="fa-IR"/>
        </w:rPr>
        <w:t xml:space="preserve"> از مکّه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هجرت کنم. آن شب کافران، خانه مرا محاصره کرده و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گرفته بودند تا با طلوع آفتاب با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رهاشان</w:t>
      </w:r>
      <w:r>
        <w:rPr>
          <w:rtl/>
          <w:lang w:bidi="fa-IR"/>
        </w:rPr>
        <w:t xml:space="preserve"> حمله کنند و مرا به قتل برسانند. آن شب،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بستر من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همه خطرها را به جان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فداکار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نبود، من امروز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نبودم!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جان‌فشان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پاداش بدهد.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آن شب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دارم،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خود خدمت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اسلام نمود.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عموجان! تو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درِ خانه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باز است، تعجّب کرده‌ا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امّا تو خبر ندار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مقام و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نزد خدا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بالاتر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.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دشمن بدارد، خدا او را به عذاب گرفتار خواهد کرد و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دوست بدارد،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محبّت باع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نجاتش خواهد شد.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من به آنچه خدا فرمان داده است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هستم.</w:t>
      </w:r>
      <w:r w:rsidRPr="000E35AF">
        <w:rPr>
          <w:rStyle w:val="libFootnotenumChar"/>
          <w:rtl/>
        </w:rPr>
        <w:t>7</w:t>
      </w:r>
    </w:p>
    <w:p w:rsidR="006C534C" w:rsidRDefault="000E35AF" w:rsidP="000E35AF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..</w:t>
      </w:r>
      <w:r w:rsidR="006C534C">
        <w:rPr>
          <w:rFonts w:hint="eastAsia"/>
          <w:rtl/>
          <w:lang w:bidi="fa-IR"/>
        </w:rPr>
        <w:t>منافقان</w:t>
      </w:r>
      <w:r w:rsidR="006C534C">
        <w:rPr>
          <w:rtl/>
          <w:lang w:bidi="fa-IR"/>
        </w:rPr>
        <w:t xml:space="preserve"> گروه</w:t>
      </w:r>
      <w:r w:rsidR="006C534C">
        <w:rPr>
          <w:rFonts w:hint="cs"/>
          <w:rtl/>
          <w:lang w:bidi="fa-IR"/>
        </w:rPr>
        <w:t>ی</w:t>
      </w:r>
      <w:r w:rsidR="006C534C">
        <w:rPr>
          <w:rtl/>
          <w:lang w:bidi="fa-IR"/>
        </w:rPr>
        <w:t xml:space="preserve"> از مسلمانان هستند که در مد</w:t>
      </w:r>
      <w:r w:rsidR="006C534C">
        <w:rPr>
          <w:rFonts w:hint="cs"/>
          <w:rtl/>
          <w:lang w:bidi="fa-IR"/>
        </w:rPr>
        <w:t>ی</w:t>
      </w:r>
      <w:r w:rsidR="006C534C">
        <w:rPr>
          <w:rFonts w:hint="eastAsia"/>
          <w:rtl/>
          <w:lang w:bidi="fa-IR"/>
        </w:rPr>
        <w:t>نه</w:t>
      </w:r>
      <w:r w:rsidR="006C534C">
        <w:rPr>
          <w:rtl/>
          <w:lang w:bidi="fa-IR"/>
        </w:rPr>
        <w:t xml:space="preserve"> زندگ</w:t>
      </w:r>
      <w:r w:rsidR="006C534C">
        <w:rPr>
          <w:rFonts w:hint="cs"/>
          <w:rtl/>
          <w:lang w:bidi="fa-IR"/>
        </w:rPr>
        <w:t>ی</w:t>
      </w:r>
      <w:r w:rsidR="006C534C">
        <w:rPr>
          <w:rtl/>
          <w:lang w:bidi="fa-IR"/>
        </w:rPr>
        <w:t xml:space="preserve"> م</w:t>
      </w:r>
      <w:r w:rsidR="006C534C">
        <w:rPr>
          <w:rFonts w:hint="cs"/>
          <w:rtl/>
          <w:lang w:bidi="fa-IR"/>
        </w:rPr>
        <w:t>ی‌</w:t>
      </w:r>
      <w:r w:rsidR="006C534C">
        <w:rPr>
          <w:rFonts w:hint="eastAsia"/>
          <w:rtl/>
          <w:lang w:bidi="fa-IR"/>
        </w:rPr>
        <w:t>کنند،</w:t>
      </w:r>
      <w:r w:rsidR="006C534C">
        <w:rPr>
          <w:rtl/>
          <w:lang w:bidi="fa-IR"/>
        </w:rPr>
        <w:t xml:space="preserve"> به ظاهر مسلمان شده‌اند، امّا به سخنان پ</w:t>
      </w:r>
      <w:r w:rsidR="006C534C">
        <w:rPr>
          <w:rFonts w:hint="cs"/>
          <w:rtl/>
          <w:lang w:bidi="fa-IR"/>
        </w:rPr>
        <w:t>ی</w:t>
      </w:r>
      <w:r w:rsidR="006C534C">
        <w:rPr>
          <w:rFonts w:hint="eastAsia"/>
          <w:rtl/>
          <w:lang w:bidi="fa-IR"/>
        </w:rPr>
        <w:t>امبر</w:t>
      </w:r>
      <w:r w:rsidR="006C534C">
        <w:rPr>
          <w:rtl/>
          <w:lang w:bidi="fa-IR"/>
        </w:rPr>
        <w:t xml:space="preserve"> ا</w:t>
      </w:r>
      <w:r w:rsidR="006C534C">
        <w:rPr>
          <w:rFonts w:hint="cs"/>
          <w:rtl/>
          <w:lang w:bidi="fa-IR"/>
        </w:rPr>
        <w:t>ی</w:t>
      </w:r>
      <w:r w:rsidR="006C534C">
        <w:rPr>
          <w:rFonts w:hint="eastAsia"/>
          <w:rtl/>
          <w:lang w:bidi="fa-IR"/>
        </w:rPr>
        <w:t>مان</w:t>
      </w:r>
      <w:r w:rsidR="006C534C">
        <w:rPr>
          <w:rtl/>
          <w:lang w:bidi="fa-IR"/>
        </w:rPr>
        <w:t xml:space="preserve"> واقع</w:t>
      </w:r>
      <w:r w:rsidR="006C534C">
        <w:rPr>
          <w:rFonts w:hint="cs"/>
          <w:rtl/>
          <w:lang w:bidi="fa-IR"/>
        </w:rPr>
        <w:t>ی</w:t>
      </w:r>
      <w:r w:rsidR="006C534C">
        <w:rPr>
          <w:rtl/>
          <w:lang w:bidi="fa-IR"/>
        </w:rPr>
        <w:t xml:space="preserve"> ندارند، آنان کنار هم جمع شده‌اند و با </w:t>
      </w:r>
      <w:r w:rsidR="006C534C">
        <w:rPr>
          <w:rFonts w:hint="cs"/>
          <w:rtl/>
          <w:lang w:bidi="fa-IR"/>
        </w:rPr>
        <w:t>ی</w:t>
      </w:r>
      <w:r w:rsidR="006C534C">
        <w:rPr>
          <w:rFonts w:hint="eastAsia"/>
          <w:rtl/>
          <w:lang w:bidi="fa-IR"/>
        </w:rPr>
        <w:t>کد</w:t>
      </w:r>
      <w:r w:rsidR="006C534C">
        <w:rPr>
          <w:rFonts w:hint="cs"/>
          <w:rtl/>
          <w:lang w:bidi="fa-IR"/>
        </w:rPr>
        <w:t>ی</w:t>
      </w:r>
      <w:r w:rsidR="006C534C">
        <w:rPr>
          <w:rFonts w:hint="eastAsia"/>
          <w:rtl/>
          <w:lang w:bidi="fa-IR"/>
        </w:rPr>
        <w:t>گر</w:t>
      </w:r>
      <w:r w:rsidR="006C534C">
        <w:rPr>
          <w:rtl/>
          <w:lang w:bidi="fa-IR"/>
        </w:rPr>
        <w:t xml:space="preserve"> سخن م</w:t>
      </w:r>
      <w:r w:rsidR="006C534C">
        <w:rPr>
          <w:rFonts w:hint="cs"/>
          <w:rtl/>
          <w:lang w:bidi="fa-IR"/>
        </w:rPr>
        <w:t>ی‌</w:t>
      </w:r>
      <w:r w:rsidR="006C534C">
        <w:rPr>
          <w:rFonts w:hint="eastAsia"/>
          <w:rtl/>
          <w:lang w:bidi="fa-IR"/>
        </w:rPr>
        <w:t>گو</w:t>
      </w:r>
      <w:r w:rsidR="006C534C">
        <w:rPr>
          <w:rFonts w:hint="cs"/>
          <w:rtl/>
          <w:lang w:bidi="fa-IR"/>
        </w:rPr>
        <w:t>ی</w:t>
      </w:r>
      <w:r w:rsidR="006C534C">
        <w:rPr>
          <w:rFonts w:hint="eastAsia"/>
          <w:rtl/>
          <w:lang w:bidi="fa-IR"/>
        </w:rPr>
        <w:t>ند</w:t>
      </w:r>
      <w:r w:rsidR="006C534C">
        <w:rPr>
          <w:rtl/>
          <w:lang w:bidi="fa-IR"/>
        </w:rPr>
        <w:t xml:space="preserve">: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محمّد چه کرد، او دستور داد تا ما درِ خانه‌ها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که به سمت مسجد باز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 xml:space="preserve"> ببند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امّا در خانه داماد خود را باز گذاشت.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فکر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محمّد گمراه شده است!!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است،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فرق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گذارد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ما چه فرق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تجربه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ندارد،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او را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 دارد.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خانه خود است که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نزد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سخن منافقان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سپس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اوّل سوره نجم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صبر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تا موقع نماز فرا رسد و مردم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به مسجد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بعد از خواندن نماز به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«چرا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شما به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حسادت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من به خواسته خود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نکرده‌ام.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 خدا بود که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آن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آورد، خدا فرمان داده تا در خانه‌ها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را که به سمت مسجد باز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شد،</w:t>
      </w:r>
      <w:r>
        <w:rPr>
          <w:rtl/>
          <w:lang w:bidi="fa-IR"/>
        </w:rPr>
        <w:t xml:space="preserve"> مسدود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باز خدا از من خواسته تا در خانه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باز باشد.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برادر من است و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را به او داده است».</w:t>
      </w:r>
      <w:r w:rsidRPr="000E35AF">
        <w:rPr>
          <w:rStyle w:val="libFootnotenumChar"/>
          <w:rtl/>
        </w:rPr>
        <w:t>8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سخن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ادامه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مردم!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را بر من نازل کرده است، گوش فرا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خداست: </w:t>
      </w:r>
      <w:r w:rsidR="000E35AF" w:rsidRPr="000E35AF">
        <w:rPr>
          <w:rStyle w:val="libAlaemChar"/>
          <w:rFonts w:hint="cs"/>
          <w:rtl/>
        </w:rPr>
        <w:t>(</w:t>
      </w:r>
      <w:r w:rsidRPr="000E35AF">
        <w:rPr>
          <w:rStyle w:val="libAieChar"/>
          <w:rtl/>
        </w:rPr>
        <w:t>وَ النَّجْمِ إِذَا هَوَ</w:t>
      </w:r>
      <w:r w:rsidRPr="000E35AF">
        <w:rPr>
          <w:rStyle w:val="libAieChar"/>
          <w:rFonts w:hint="cs"/>
          <w:rtl/>
        </w:rPr>
        <w:t>ی</w:t>
      </w:r>
      <w:r w:rsidRPr="000E35AF">
        <w:rPr>
          <w:rStyle w:val="libAieChar"/>
          <w:rtl/>
        </w:rPr>
        <w:t xml:space="preserve"> ...</w:t>
      </w:r>
      <w:r w:rsidR="000E35AF" w:rsidRPr="000E35AF">
        <w:rPr>
          <w:rStyle w:val="libAlaemChar"/>
          <w:rFonts w:eastAsia="KFGQPC Uthman Taha Naskh" w:hint="cs"/>
          <w:rtl/>
        </w:rPr>
        <w:t>)</w:t>
      </w:r>
      <w:r w:rsidR="000E35AF">
        <w:rPr>
          <w:rStyle w:val="libAlaemChar"/>
          <w:rFonts w:eastAsia="KFGQPC Uthman Taha Naskh" w:hint="cs"/>
          <w:rtl/>
        </w:rPr>
        <w:t xml:space="preserve"> </w:t>
      </w:r>
      <w:r>
        <w:rPr>
          <w:rtl/>
          <w:lang w:bidi="fa-IR"/>
        </w:rPr>
        <w:t>سوگند به ستاره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غروب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که محمّد هرگز گمراه نشده است و </w:t>
      </w:r>
      <w:r>
        <w:rPr>
          <w:rtl/>
          <w:lang w:bidi="fa-IR"/>
        </w:rPr>
        <w:lastRenderedPageBreak/>
        <w:t>راه را گم نکرده است، او هرگز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هوس سخن </w:t>
      </w: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آنچه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  <w:r w:rsidRPr="000E35AF">
        <w:rPr>
          <w:rStyle w:val="libFootnotenumChar"/>
          <w:rtl/>
        </w:rPr>
        <w:t>9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مردم</w:t>
      </w:r>
      <w:r>
        <w:rPr>
          <w:rtl/>
          <w:lang w:bidi="fa-IR"/>
        </w:rPr>
        <w:t xml:space="preserve"> با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سخنان به فکر فرو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روند،</w:t>
      </w:r>
      <w:r>
        <w:rPr>
          <w:rtl/>
          <w:lang w:bidi="fa-IR"/>
        </w:rPr>
        <w:t xml:space="preserve"> آن‌ها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فهمند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هرگز بر اساس خواست خود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او فرستاده خداست و از هر خطا و لغزش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دور است.</w:t>
      </w:r>
      <w:r w:rsidRPr="006572BE">
        <w:rPr>
          <w:rStyle w:val="libFootnotenumChar"/>
          <w:rtl/>
        </w:rPr>
        <w:t>10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افتخار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ماند</w:t>
      </w:r>
      <w:r>
        <w:rPr>
          <w:rtl/>
          <w:lang w:bidi="fa-IR"/>
        </w:rPr>
        <w:t xml:space="preserve"> و 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خانه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مسجد باز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 xml:space="preserve"> به حال خود ماند. سال‌ها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 گذشت... مردم از آن در به خانه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رفتند</w:t>
      </w:r>
      <w:r>
        <w:rPr>
          <w:rtl/>
          <w:lang w:bidi="fa-IR"/>
        </w:rPr>
        <w:t xml:space="preserve"> و در آنجا نماز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خواندند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سال</w:t>
      </w:r>
      <w:r>
        <w:rPr>
          <w:rtl/>
          <w:lang w:bidi="fa-IR"/>
        </w:rPr>
        <w:t xml:space="preserve"> شصت و پنج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و عبدالملک بن مروان به حکومت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او که بغض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به دل داشت،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نشانه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ببرد،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بهانه توسعه مسجد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اقدام به خراب کردن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خانه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تا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بتواند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ادها</w:t>
      </w:r>
      <w:r>
        <w:rPr>
          <w:rtl/>
          <w:lang w:bidi="fa-IR"/>
        </w:rPr>
        <w:t xml:space="preserve"> ببرد، امّا او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دانست</w:t>
      </w:r>
      <w:r>
        <w:rPr>
          <w:rtl/>
          <w:lang w:bidi="fa-IR"/>
        </w:rPr>
        <w:t xml:space="preserve"> که هرگز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را پنهان نمود.</w:t>
      </w:r>
      <w:r w:rsidRPr="006572BE">
        <w:rPr>
          <w:rStyle w:val="libFootnotenumChar"/>
          <w:rtl/>
        </w:rPr>
        <w:t>11</w:t>
      </w:r>
    </w:p>
    <w:p w:rsidR="006C534C" w:rsidRDefault="006572BE" w:rsidP="006572BE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" w:name="_Toc530640959"/>
      <w:r w:rsidR="006C534C">
        <w:rPr>
          <w:rFonts w:hint="eastAsia"/>
          <w:rtl/>
          <w:lang w:bidi="fa-IR"/>
        </w:rPr>
        <w:lastRenderedPageBreak/>
        <w:t>خوب</w:t>
      </w:r>
      <w:r w:rsidR="006C534C">
        <w:rPr>
          <w:rtl/>
          <w:lang w:bidi="fa-IR"/>
        </w:rPr>
        <w:t xml:space="preserve"> نگاه کن من کجا نشسته‌ام!</w:t>
      </w:r>
      <w:bookmarkEnd w:id="2"/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در روضه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هستم،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رو به قبله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سمت چپ تو باشد،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دنبال «ستون حَرَس» بگرد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«حَرَس»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«نگهبان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دادن» است،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همان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نگهبان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داد</w:t>
      </w:r>
      <w:r>
        <w:rPr>
          <w:rtl/>
          <w:lang w:bidi="fa-IR"/>
        </w:rPr>
        <w:t xml:space="preserve"> تا خطر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دشمنان، جانِ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نکند.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ستون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حدود چهار متر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ستون به عقب‌تر که قرار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همان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در خانه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باز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شده</w:t>
      </w:r>
      <w:r>
        <w:rPr>
          <w:rtl/>
          <w:lang w:bidi="fa-IR"/>
        </w:rPr>
        <w:t xml:space="preserve"> است.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572BE">
      <w:pPr>
        <w:pStyle w:val="Heading1"/>
        <w:rPr>
          <w:rtl/>
          <w:lang w:bidi="fa-IR"/>
        </w:rPr>
      </w:pPr>
      <w:bookmarkStart w:id="3" w:name="_Toc530640960"/>
      <w:r>
        <w:rPr>
          <w:rFonts w:hint="eastAsia"/>
          <w:rtl/>
          <w:lang w:bidi="fa-IR"/>
        </w:rPr>
        <w:t>سلام</w:t>
      </w:r>
      <w:r>
        <w:rPr>
          <w:rtl/>
          <w:lang w:bidi="fa-IR"/>
        </w:rPr>
        <w:t xml:space="preserve"> بر دو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bookmarkEnd w:id="3"/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قربان است،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در صحرا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«عرفات» بودم،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هم در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«مشعر» ماندم، امروز صبح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«مِنا» است،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آرزوها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انسان برآورده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خسته‌ام،</w:t>
      </w:r>
      <w:r>
        <w:rPr>
          <w:rtl/>
          <w:lang w:bidi="fa-IR"/>
        </w:rPr>
        <w:t xml:space="preserve"> صبح زود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سنگ زدن به جَمَره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همان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بزرگ رفتم و هفت سنگ بر آن زدم.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شلوغ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خود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کنم، در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قربانگاه هستم، به من گفته‌اند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تا انتها بروم، در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کوه قربانگاه است.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لباس</w:t>
      </w:r>
      <w:r>
        <w:rPr>
          <w:rtl/>
          <w:lang w:bidi="fa-IR"/>
        </w:rPr>
        <w:t xml:space="preserve"> احرام به تن دارم،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گوسفند خود را قربان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خود را بتراشم، آن وقت 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گمانم آن ساختمان قربانگاه است، چه جمع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آنجا جمع شده است، وارد قربانگاه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شوم،</w:t>
      </w:r>
      <w:r>
        <w:rPr>
          <w:rtl/>
          <w:lang w:bidi="fa-IR"/>
        </w:rPr>
        <w:t xml:space="preserve"> چند نفر از دوستان آنجا منتظرم هستند، سلام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با هم به </w:t>
      </w:r>
      <w:r>
        <w:rPr>
          <w:rtl/>
          <w:lang w:bidi="fa-IR"/>
        </w:rPr>
        <w:lastRenderedPageBreak/>
        <w:t>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محلّ نگهدار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گوسفندان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گوسفندان را انتخاب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کتاب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و شروع به خواندن دعا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>: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بار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! به نام تو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گوسفند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قربان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به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سنّت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تو عمل کنم!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بار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تو وعده کرده‌ا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هر کس با اخلاص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گناهان او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تا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عفو خود را به من بچشان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لحظه‌ا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فکر فرو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آورم</w:t>
      </w:r>
      <w:r>
        <w:rPr>
          <w:rtl/>
          <w:lang w:bidi="fa-IR"/>
        </w:rPr>
        <w:t xml:space="preserve"> چه رمز و 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است،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افتم</w:t>
      </w:r>
      <w:r>
        <w:rPr>
          <w:rtl/>
          <w:lang w:bidi="fa-IR"/>
        </w:rPr>
        <w:t>...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سال است که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حسرت داشتن فرزند است و بارها از خدا خواسته تا به او پسر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بدهد.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سرانجام</w:t>
      </w:r>
      <w:r>
        <w:rPr>
          <w:rtl/>
          <w:lang w:bidi="fa-IR"/>
        </w:rPr>
        <w:t xml:space="preserve"> خدا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مستجاب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نام پسر خود را اسماع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گذارد</w:t>
      </w:r>
      <w:r>
        <w:rPr>
          <w:rtl/>
          <w:lang w:bidi="fa-IR"/>
        </w:rPr>
        <w:t xml:space="preserve">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سال‌ها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گذرد،</w:t>
      </w:r>
      <w:r>
        <w:rPr>
          <w:rtl/>
          <w:lang w:bidi="fa-IR"/>
        </w:rPr>
        <w:t xml:space="preserve"> اسماع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بزرگ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اکنون موقع امتحان بزرگ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است. گوش کن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پسرش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قربانگاه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 xml:space="preserve">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در جواب پدر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پدر! آنچه خدا به تو فرمان داده است انجام بده».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آنان</w:t>
      </w:r>
      <w:r>
        <w:rPr>
          <w:rtl/>
          <w:lang w:bidi="fa-IR"/>
        </w:rPr>
        <w:t xml:space="preserve"> به قربانگاه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رسند</w:t>
      </w:r>
      <w:r>
        <w:rPr>
          <w:rtl/>
          <w:lang w:bidi="fa-IR"/>
        </w:rPr>
        <w:t>. پدر، پسر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سمت قبله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خواباند،</w:t>
      </w:r>
      <w:r>
        <w:rPr>
          <w:rtl/>
          <w:lang w:bidi="fa-IR"/>
        </w:rPr>
        <w:t xml:space="preserve"> اکنون پسر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بپوشان و دست 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ببند».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</w:t>
      </w:r>
      <w:r>
        <w:rPr>
          <w:rtl/>
          <w:lang w:bidi="fa-IR"/>
        </w:rPr>
        <w:t xml:space="preserve"> تا مبادا پدر نگاهش به نگاه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فتد</w:t>
      </w:r>
      <w:r>
        <w:rPr>
          <w:rtl/>
          <w:lang w:bidi="fa-IR"/>
        </w:rPr>
        <w:t xml:space="preserve"> و در انجام امر خدا ذرّه‌ا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همه</w:t>
      </w:r>
      <w:r>
        <w:rPr>
          <w:rtl/>
          <w:lang w:bidi="fa-IR"/>
        </w:rPr>
        <w:t xml:space="preserve"> فرشتگان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ستاده‌اند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منظره را تماشا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«بسم اللّه»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کارد را بر گلو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کشد؛</w:t>
      </w:r>
      <w:r>
        <w:rPr>
          <w:rtl/>
          <w:lang w:bidi="fa-IR"/>
        </w:rPr>
        <w:t xml:space="preserve"> امّا کارد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برد،</w:t>
      </w:r>
      <w:r>
        <w:rPr>
          <w:rtl/>
          <w:lang w:bidi="fa-IR"/>
        </w:rPr>
        <w:t xml:space="preserve"> دوباره کارد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کشد،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سرخ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کارد را محکم‌تر فشار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دهد؛</w:t>
      </w:r>
      <w:r>
        <w:rPr>
          <w:rtl/>
          <w:lang w:bidi="fa-IR"/>
        </w:rPr>
        <w:t xml:space="preserve"> امّا باز هم کارد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برد،</w:t>
      </w:r>
      <w:r>
        <w:rPr>
          <w:rtl/>
          <w:lang w:bidi="fa-IR"/>
        </w:rPr>
        <w:t xml:space="preserve"> او ک</w:t>
      </w:r>
      <w:r>
        <w:rPr>
          <w:rFonts w:hint="eastAsia"/>
          <w:rtl/>
          <w:lang w:bidi="fa-IR"/>
        </w:rPr>
        <w:t>ارد</w:t>
      </w:r>
      <w:r>
        <w:rPr>
          <w:rtl/>
          <w:lang w:bidi="fa-IR"/>
        </w:rPr>
        <w:t xml:space="preserve"> را بر 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و سنگ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شکند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آسمان طن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اندازد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امتحان سربلند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گوسفند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همراه دارد، آن را به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تا قربان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  <w:r w:rsidRPr="006572BE">
        <w:rPr>
          <w:rStyle w:val="libFootnotenumChar"/>
          <w:rtl/>
        </w:rPr>
        <w:t>12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است که روز دهم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قربان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حاج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«مِنا»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گوسفند قربان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فکر کنم و بدانم که اسماع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لِ</w:t>
      </w:r>
      <w:r>
        <w:rPr>
          <w:rtl/>
          <w:lang w:bidi="fa-IR"/>
        </w:rPr>
        <w:t xml:space="preserve"> من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است،</w:t>
      </w:r>
      <w:r>
        <w:rPr>
          <w:rtl/>
          <w:lang w:bidi="fa-IR"/>
        </w:rPr>
        <w:t xml:space="preserve"> شهرت، ثروت، آبرو، عزّت و...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آماده‌ام تا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ن‌ها</w:t>
      </w:r>
      <w:r>
        <w:rPr>
          <w:rtl/>
          <w:lang w:bidi="fa-IR"/>
        </w:rPr>
        <w:t xml:space="preserve"> را در راه دوست قربان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آن‌روز اسماع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قربان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شد،</w:t>
      </w:r>
      <w:r>
        <w:rPr>
          <w:rtl/>
          <w:lang w:bidi="fa-IR"/>
        </w:rPr>
        <w:t xml:space="preserve"> از او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نسل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ماند،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 حضرت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همه امامان ما از نسل اسماع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باشند،</w:t>
      </w:r>
      <w:r>
        <w:rPr>
          <w:rtl/>
          <w:lang w:bidi="fa-IR"/>
        </w:rPr>
        <w:t xml:space="preserve">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اگر او در آن روز قربان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آمدند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قربان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همه مسلمانان جشن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خدا را شکر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هنوز</w:t>
      </w:r>
      <w:r>
        <w:rPr>
          <w:rtl/>
          <w:lang w:bidi="fa-IR"/>
        </w:rPr>
        <w:t xml:space="preserve"> من در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«مِنا» هستم، بعد از قربان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کردن، سر خود را تراش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ده‌ام</w:t>
      </w:r>
      <w:r>
        <w:rPr>
          <w:rtl/>
          <w:lang w:bidi="fa-IR"/>
        </w:rPr>
        <w:t xml:space="preserve"> و از لباس احرام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آمده‌ام، شب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ازدهم</w:t>
      </w:r>
      <w:r>
        <w:rPr>
          <w:rtl/>
          <w:lang w:bidi="fa-IR"/>
        </w:rPr>
        <w:t xml:space="preserve">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ماندم، روز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ازدهم</w:t>
      </w:r>
      <w:r>
        <w:rPr>
          <w:rtl/>
          <w:lang w:bidi="fa-IR"/>
        </w:rPr>
        <w:t xml:space="preserve"> به سه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بزرگ سنگ زدم. اکنون ساعت 10 صبح روز دوازدهم است،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بروم و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سنگ‌ها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</w:t>
      </w:r>
      <w:r>
        <w:rPr>
          <w:rtl/>
          <w:lang w:bidi="fa-IR"/>
        </w:rPr>
        <w:lastRenderedPageBreak/>
        <w:t>بزنم. پس از 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به شهر مکّه باز گردم، با انجام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اعمال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«مِنا» تمام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از راز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دوست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چرا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سنگ زد.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سخن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خدا به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دستور داد تا اسماع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</w:t>
      </w:r>
      <w:r>
        <w:rPr>
          <w:rtl/>
          <w:lang w:bidi="fa-IR"/>
        </w:rPr>
        <w:t xml:space="preserve"> و در راه او قربان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همراه اسماع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آمد ،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سر راهشان آمد و او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وسوسه کرد : «تو چقدر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رحم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! آ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دست خود فرزندت را سر ببر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؟»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کمک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آمد و دستور داد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را با سنگ بزند .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برداشت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پرتاب کرد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با زبان دل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با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 xml:space="preserve"> : «تو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وسوسه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دستور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انجام ندهم ! من ، خود ، فرزند و هر چه دارم را فدا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کنم»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آن‌روز است که 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همان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سنگ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که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سنگ زده است .</w:t>
      </w:r>
      <w:r w:rsidRPr="006572BE">
        <w:rPr>
          <w:rStyle w:val="libFootnotenumChar"/>
          <w:rtl/>
        </w:rPr>
        <w:t>13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در آن مکان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فرو رفت و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راه خود ادامه داد،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آمد و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او سنگ زد، بار سوم هم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آمد و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باز هم به او سنگ زد. اکنون همان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به دل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فرو رفت،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سنگ زدن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>!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خود ، به تمام وسوسه‌ها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، سنگ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منا، مسجد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وجود دارد که به نام مسجد «خ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ف»</w:t>
      </w:r>
      <w:r>
        <w:rPr>
          <w:rtl/>
          <w:lang w:bidi="fa-IR"/>
        </w:rPr>
        <w:t xml:space="preserve"> مشهور است.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ده‌ام</w:t>
      </w:r>
      <w:r>
        <w:rPr>
          <w:rtl/>
          <w:lang w:bidi="fa-IR"/>
        </w:rPr>
        <w:t xml:space="preserve">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 هزار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نماز خوانده‌اند، چقدر خوب است که من هم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 بروم.</w:t>
      </w:r>
      <w:r w:rsidRPr="006572BE">
        <w:rPr>
          <w:rStyle w:val="libFootnotenumChar"/>
          <w:rtl/>
        </w:rPr>
        <w:t>14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سمت</w:t>
      </w:r>
      <w:r>
        <w:rPr>
          <w:rtl/>
          <w:lang w:bidi="fa-IR"/>
        </w:rPr>
        <w:t xml:space="preserve"> راست جمرات،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کوه را نگاه کن! مسجد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آنجاست.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روم،</w:t>
      </w:r>
      <w:r>
        <w:rPr>
          <w:rtl/>
          <w:lang w:bidi="fa-IR"/>
        </w:rPr>
        <w:t xml:space="preserve"> جمع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موج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زند،</w:t>
      </w:r>
      <w:r>
        <w:rPr>
          <w:rtl/>
          <w:lang w:bidi="fa-IR"/>
        </w:rPr>
        <w:t xml:space="preserve"> هر چه به مسجد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ک‌تر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شوم،</w:t>
      </w:r>
      <w:r>
        <w:rPr>
          <w:rtl/>
          <w:lang w:bidi="fa-IR"/>
        </w:rPr>
        <w:t xml:space="preserve"> ازدحام جمع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به زحمت وارد مسجد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شوم،</w:t>
      </w:r>
      <w:r>
        <w:rPr>
          <w:rtl/>
          <w:lang w:bidi="fa-IR"/>
        </w:rPr>
        <w:t xml:space="preserve"> به دنبال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گردم</w:t>
      </w:r>
      <w:r>
        <w:rPr>
          <w:rtl/>
          <w:lang w:bidi="fa-IR"/>
        </w:rPr>
        <w:t xml:space="preserve"> تا بتوانم دو رکعت نماز بخوانم، پس از مدّت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به نماز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ستم،</w:t>
      </w:r>
      <w:r>
        <w:rPr>
          <w:rtl/>
          <w:lang w:bidi="fa-IR"/>
        </w:rPr>
        <w:t xml:space="preserve"> بعد از نماز سر به سجده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گذارم</w:t>
      </w:r>
      <w:r>
        <w:rPr>
          <w:rtl/>
          <w:lang w:bidi="fa-IR"/>
        </w:rPr>
        <w:t xml:space="preserve"> و شکر خدا را به جا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آورم</w:t>
      </w:r>
      <w:r>
        <w:rPr>
          <w:rtl/>
          <w:lang w:bidi="fa-IR"/>
        </w:rPr>
        <w:t>. اکنون با خود فکر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دوست دارم بدانم من کجا نشسته‌ام. به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سفر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به سال‌ها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</w:t>
      </w:r>
      <w:r>
        <w:rPr>
          <w:rtl/>
          <w:lang w:bidi="fa-IR"/>
        </w:rPr>
        <w:t>... به سال دهم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سفر حج آمده است، او روز دهم (روز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قربان)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قربان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است، شب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ازدهم</w:t>
      </w:r>
      <w:r>
        <w:rPr>
          <w:rtl/>
          <w:lang w:bidi="fa-IR"/>
        </w:rPr>
        <w:t xml:space="preserve"> و شب دوازدهم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مانده است، اکنون که روز دوازدهم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 xml:space="preserve"> است، او به محلِ مسجد «خ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ف»</w:t>
      </w:r>
      <w:r>
        <w:rPr>
          <w:rtl/>
          <w:lang w:bidi="fa-IR"/>
        </w:rPr>
        <w:t xml:space="preserve"> آمده است.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اعلام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!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کنار مسجد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جمع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سخن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جمع شده است،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! من به 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خواهم رفت ،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من دو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گرانبها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شما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گذارم</w:t>
      </w:r>
      <w:r>
        <w:rPr>
          <w:rtl/>
          <w:lang w:bidi="fa-IR"/>
        </w:rPr>
        <w:t xml:space="preserve"> ، آن دو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گرانبها ، قرآن و عترت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باشند</w:t>
      </w:r>
      <w:r>
        <w:rPr>
          <w:rtl/>
          <w:lang w:bidi="fa-IR"/>
        </w:rPr>
        <w:t xml:space="preserve"> ، خداوند خبر داده است که قرآن و عترت من ، هرگز از هم جدا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 xml:space="preserve"> تا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کنار حوض کوثر به من ملحق شوند ».</w:t>
      </w:r>
      <w:r w:rsidRPr="00304084">
        <w:rPr>
          <w:rStyle w:val="libFootnotenumChar"/>
          <w:rtl/>
        </w:rPr>
        <w:t>15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مهمّ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مکان مقدّس به گوشِ همه مردم رساند ، امروز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همه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دانند</w:t>
      </w:r>
      <w:r>
        <w:rPr>
          <w:rtl/>
          <w:lang w:bidi="fa-IR"/>
        </w:rPr>
        <w:t xml:space="preserve"> که عترت و خاندان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محترم هستند ، قرآن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فاطمه و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هستند . امروز همه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فهمند</w:t>
      </w:r>
      <w:r>
        <w:rPr>
          <w:rtl/>
          <w:lang w:bidi="fa-IR"/>
        </w:rPr>
        <w:t xml:space="preserve"> که خاندان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چه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دارند.</w:t>
      </w:r>
    </w:p>
    <w:p w:rsidR="006C534C" w:rsidRDefault="006C534C" w:rsidP="0030408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استفاده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خاندان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جامعه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دارند،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خود،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قرآن را دو امانت بزرگ خود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و همانگونه که قرآن باعث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انسان‌ها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هم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رستگار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نجات را فراهم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همان‌طور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باطل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قرآن راه ندارد،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باطل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در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راه ندارد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همان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«عصمت» است،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خاندان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هرگونه خطا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دور هستند.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بعدازظهر</w:t>
      </w:r>
      <w:r>
        <w:rPr>
          <w:rtl/>
          <w:lang w:bidi="fa-IR"/>
        </w:rPr>
        <w:t xml:space="preserve"> فرا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 مکّه حرکت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او همه اعمال حج را انجام داده است، مردم حجّ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او فرا گرفته‌اند،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خوشحال است که توانسته است به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خود عمل کند، او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کرد و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قسمت مهم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مانده است و آن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منتظر فرمان خداوند است، منظر فرمان بزرگ خدا درباره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شب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زدهم</w:t>
      </w:r>
      <w:r>
        <w:rPr>
          <w:rtl/>
          <w:lang w:bidi="fa-IR"/>
        </w:rPr>
        <w:t xml:space="preserve"> را در مکّه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ماند،</w:t>
      </w:r>
      <w:r>
        <w:rPr>
          <w:rtl/>
          <w:lang w:bidi="fa-IR"/>
        </w:rPr>
        <w:t xml:space="preserve"> روز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زدهم</w:t>
      </w:r>
      <w:r>
        <w:rPr>
          <w:rtl/>
          <w:lang w:bidi="fa-IR"/>
        </w:rPr>
        <w:t xml:space="preserve"> فرا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نزد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تا علم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راث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را که نزد اوست به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دهد.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فرا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امانت‌ها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او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امانت‌ها نشانه‌ها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بزرگ است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نزد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باشد،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هم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دارد آن‌ها را در هنگام شهادت خود، به امام حسن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دهد.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امانت‌ها سرانجام به دست مهد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خو</w:t>
      </w:r>
      <w:r>
        <w:rPr>
          <w:rFonts w:hint="eastAsia"/>
          <w:rtl/>
          <w:lang w:bidi="fa-IR"/>
        </w:rPr>
        <w:t>اهد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6C534C" w:rsidRDefault="006C534C" w:rsidP="0030408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سخن</w:t>
      </w:r>
      <w:r>
        <w:rPr>
          <w:rtl/>
          <w:lang w:bidi="fa-IR"/>
        </w:rPr>
        <w:t xml:space="preserve"> از امانت‌ها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آمد که نشانه امامت و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امانت‌ها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روز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زدهم</w:t>
      </w:r>
      <w:r>
        <w:rPr>
          <w:rtl/>
          <w:lang w:bidi="fa-IR"/>
        </w:rPr>
        <w:t xml:space="preserve">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 xml:space="preserve"> سال دهم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داد و اکنون همه آن‌ها نزد امام‌زمان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به دو مورد آنها اشاره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تا با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راث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آشنا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* اول: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امام‌زمان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مکّه ظهور خواهد نمود، او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به تن خواهد کرد، امّا چرا؟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بلکه لباس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ضدّ آتش است.</w:t>
      </w:r>
      <w:r w:rsidRPr="00304084">
        <w:rPr>
          <w:rStyle w:val="libFootnotenumChar"/>
          <w:rtl/>
        </w:rPr>
        <w:t>16</w:t>
      </w:r>
    </w:p>
    <w:p w:rsidR="006C534C" w:rsidRDefault="006C534C" w:rsidP="0030408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اصل از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بود.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نمرود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به جرم خداپرست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آتش اندازد،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آمد تا بزرگ پرچمدار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او همراه خود لباس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بهشت آورد.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لباس،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آتش نسوخت.</w:t>
      </w:r>
      <w:r w:rsidRPr="00304084">
        <w:rPr>
          <w:rStyle w:val="libFootnotenumChar"/>
          <w:rtl/>
        </w:rPr>
        <w:t>17</w:t>
      </w:r>
    </w:p>
    <w:p w:rsidR="006C534C" w:rsidRDefault="006C534C" w:rsidP="0030408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لباس به فرزندان او به ارث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لباس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شد و عامل روشن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>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لباس نسل به نسل گشت تا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و بعد از او امامان معصوم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ارث بردند.</w:t>
      </w:r>
      <w:r w:rsidRPr="00304084">
        <w:rPr>
          <w:rStyle w:val="libFootnotenumChar"/>
          <w:rtl/>
        </w:rPr>
        <w:t>18</w:t>
      </w:r>
    </w:p>
    <w:p w:rsidR="006C534C" w:rsidRDefault="006C534C" w:rsidP="0030408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زمان نگه داشته است، آتش نمرود بزرگ‌تر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آتش آن روزگار بود،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آتش که شعله‌ها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به آسمان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نمرود با امکانات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داشت آتش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برپا کرد و </w:t>
      </w:r>
      <w:r>
        <w:rPr>
          <w:rtl/>
          <w:lang w:bidi="fa-IR"/>
        </w:rPr>
        <w:lastRenderedPageBreak/>
        <w:t>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 آتش انداخت؛ امّا خدا،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خود را با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در روز ظهور همان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در تن امام زمان خواهد بود. </w:t>
      </w:r>
    </w:p>
    <w:p w:rsidR="006C534C" w:rsidRDefault="00304084" w:rsidP="00304084">
      <w:pPr>
        <w:pStyle w:val="Heading1"/>
        <w:rPr>
          <w:rtl/>
          <w:lang w:bidi="fa-IR"/>
        </w:rPr>
      </w:pPr>
      <w:r>
        <w:rPr>
          <w:rFonts w:ascii="Times New Roman" w:hAnsi="Times New Roman"/>
          <w:b w:val="0"/>
          <w:bCs w:val="0"/>
          <w:color w:val="000000"/>
          <w:kern w:val="0"/>
          <w:sz w:val="32"/>
          <w:szCs w:val="32"/>
          <w:lang w:bidi="fa-IR"/>
        </w:rPr>
        <w:br w:type="page"/>
      </w:r>
      <w:r w:rsidR="006C534C">
        <w:rPr>
          <w:rtl/>
          <w:lang w:bidi="fa-IR"/>
        </w:rPr>
        <w:lastRenderedPageBreak/>
        <w:t xml:space="preserve"> </w:t>
      </w:r>
      <w:bookmarkStart w:id="4" w:name="_Toc530640961"/>
      <w:r w:rsidR="006C534C">
        <w:rPr>
          <w:rtl/>
          <w:lang w:bidi="fa-IR"/>
        </w:rPr>
        <w:t>عصا</w:t>
      </w:r>
      <w:r w:rsidR="006C534C">
        <w:rPr>
          <w:rFonts w:hint="cs"/>
          <w:rtl/>
          <w:lang w:bidi="fa-IR"/>
        </w:rPr>
        <w:t>ی</w:t>
      </w:r>
      <w:r w:rsidR="006C534C">
        <w:rPr>
          <w:rtl/>
          <w:lang w:bidi="fa-IR"/>
        </w:rPr>
        <w:t xml:space="preserve"> موس</w:t>
      </w:r>
      <w:r w:rsidR="006C534C">
        <w:rPr>
          <w:rFonts w:hint="cs"/>
          <w:rtl/>
          <w:lang w:bidi="fa-IR"/>
        </w:rPr>
        <w:t>ی</w:t>
      </w:r>
      <w:r w:rsidR="006C534C" w:rsidRPr="006C534C">
        <w:rPr>
          <w:rStyle w:val="libAlaemChar"/>
          <w:rtl/>
        </w:rPr>
        <w:t>عليه‌السلام</w:t>
      </w:r>
      <w:bookmarkEnd w:id="4"/>
      <w:r w:rsidR="006C534C" w:rsidRPr="006C534C">
        <w:rPr>
          <w:rStyle w:val="libAlaemChar"/>
          <w:rtl/>
        </w:rPr>
        <w:t xml:space="preserve"> </w:t>
      </w:r>
      <w:r w:rsidR="006C534C">
        <w:rPr>
          <w:rtl/>
          <w:lang w:bidi="fa-IR"/>
        </w:rPr>
        <w:t xml:space="preserve">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امام‌زمان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ظهور کند در دست او عصا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خواهد بود.</w:t>
      </w:r>
      <w:r w:rsidRPr="00304084">
        <w:rPr>
          <w:rStyle w:val="libFootnotenumChar"/>
          <w:rtl/>
        </w:rPr>
        <w:t>19</w:t>
      </w:r>
    </w:p>
    <w:p w:rsidR="006C534C" w:rsidRDefault="006C534C" w:rsidP="0030408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چوب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عصا هزاران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از درخت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است؛ امّا تر و تازه خواهد بود، مثل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</w:t>
      </w:r>
      <w:r w:rsidR="00304084">
        <w:rPr>
          <w:rFonts w:hint="cs"/>
          <w:rtl/>
          <w:lang w:bidi="fa-IR"/>
        </w:rPr>
        <w:t>ا</w:t>
      </w:r>
      <w:r>
        <w:rPr>
          <w:rtl/>
          <w:lang w:bidi="fa-IR"/>
        </w:rPr>
        <w:t>ن آن را، از درخت قطع کرده‌اند.20</w:t>
      </w:r>
    </w:p>
    <w:p w:rsidR="006C534C" w:rsidRDefault="006C534C" w:rsidP="0030408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زمان موس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بشر در سحر و جادو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بود و به اصطلاح، فن‌آور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بشرِ آن روز، سحر و جادو بود؛ امّا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عصا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زد، ناگهان آن عصا به اژدها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 که همه آن سحر و جادوها را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چشم به هم زدن بلع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روز ظهور هم بشر هر چه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کرده و هر فن‌آور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بداند که امام زمان با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عصا به مقابله با دشمنان خواهد رفت.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عصا،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عصا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بلکه هر دستور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امام به آن بدهد، انجام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</w:t>
      </w:r>
      <w:r w:rsidRPr="00304084">
        <w:rPr>
          <w:rStyle w:val="libFootnotenumChar"/>
          <w:rtl/>
        </w:rPr>
        <w:t>21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آنچه</w:t>
      </w:r>
      <w:r>
        <w:rPr>
          <w:rtl/>
          <w:lang w:bidi="fa-IR"/>
        </w:rPr>
        <w:t xml:space="preserve"> که بشر به دست خود ساخته است توسط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عصا بلع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  <w:r w:rsidRPr="00304084">
        <w:rPr>
          <w:rStyle w:val="libFootnotenumChar"/>
          <w:rtl/>
        </w:rPr>
        <w:t>22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هنر</w:t>
      </w:r>
      <w:r>
        <w:rPr>
          <w:rtl/>
          <w:lang w:bidi="fa-IR"/>
        </w:rPr>
        <w:t xml:space="preserve"> بشرِ آن روز سحر و جادو بود، هنر بشر در روز ظهور هر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باشد، آن عصا به اذن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مقابل آن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امام‌زمان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آن عصا را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بزند، آن عصا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شود؟</w:t>
      </w:r>
      <w:r>
        <w:rPr>
          <w:rtl/>
          <w:lang w:bidi="fa-IR"/>
        </w:rPr>
        <w:t xml:space="preserve"> امام باقر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فرمود: «وقت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قائم ما، عصا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بزند، آن عصا هر چه را که مقابلش باشد،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بلعد»</w:t>
      </w:r>
      <w:r>
        <w:rPr>
          <w:rtl/>
          <w:lang w:bidi="fa-IR"/>
        </w:rPr>
        <w:t>.</w:t>
      </w:r>
      <w:r w:rsidRPr="00304084">
        <w:rPr>
          <w:rStyle w:val="libFootnotenumChar"/>
          <w:rtl/>
        </w:rPr>
        <w:t>23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چه حکمت‌ها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دارد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عصا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خود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  <w:r w:rsidRPr="00304084">
        <w:rPr>
          <w:rStyle w:val="libFootnotenumChar"/>
          <w:rtl/>
        </w:rPr>
        <w:t>24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زدهم</w:t>
      </w:r>
      <w:r>
        <w:rPr>
          <w:rtl/>
          <w:lang w:bidi="fa-IR"/>
        </w:rPr>
        <w:t xml:space="preserve">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الحجّه است، هنوز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مکّه است، فردا که فرا برسد،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حرکت خواهد کرد.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نگاه</w:t>
      </w:r>
      <w:r>
        <w:rPr>
          <w:rtl/>
          <w:lang w:bidi="fa-IR"/>
        </w:rPr>
        <w:t xml:space="preserve"> کن،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او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خدا! من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من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گفت،</w:t>
      </w:r>
      <w:r>
        <w:rPr>
          <w:rtl/>
          <w:lang w:bidi="fa-IR"/>
        </w:rPr>
        <w:t xml:space="preserve"> امّا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!</w:t>
      </w:r>
    </w:p>
    <w:p w:rsidR="006C534C" w:rsidRDefault="006C534C" w:rsidP="00304084">
      <w:pPr>
        <w:pStyle w:val="libNormal"/>
        <w:rPr>
          <w:rtl/>
          <w:lang w:bidi="fa-IR"/>
        </w:rPr>
      </w:pPr>
      <w:r>
        <w:rPr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است که به تو سلام کرده است. او آمده است تا وعده خدا را به انجام برساند. او تو را </w:t>
      </w:r>
      <w:r w:rsidR="00304084">
        <w:rPr>
          <w:rFonts w:hint="cs"/>
          <w:rtl/>
          <w:lang w:bidi="fa-IR"/>
        </w:rPr>
        <w:t>امیر مومنان</w:t>
      </w:r>
      <w:r>
        <w:rPr>
          <w:rtl/>
          <w:lang w:bidi="fa-IR"/>
        </w:rPr>
        <w:t xml:space="preserve"> خطاب نموده است.</w:t>
      </w:r>
    </w:p>
    <w:p w:rsidR="006C534C" w:rsidRDefault="006C534C" w:rsidP="0030408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خود دستور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تا نزد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بروند و به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سلام کنند: «سلام بر تو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رمو</w:t>
      </w:r>
      <w:r>
        <w:rPr>
          <w:rFonts w:hint="cs"/>
          <w:rtl/>
          <w:lang w:bidi="fa-IR"/>
        </w:rPr>
        <w:t>نا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عُمر و ابوبکر زبان به اعتراض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«آ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 از طرف خداست؟».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جواب آنان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خدا به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 را داده است».</w:t>
      </w:r>
    </w:p>
    <w:p w:rsidR="006C534C" w:rsidRDefault="006C534C" w:rsidP="0030408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عمل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نزد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روند</w:t>
      </w:r>
      <w:r>
        <w:rPr>
          <w:rtl/>
          <w:lang w:bidi="fa-IR"/>
        </w:rPr>
        <w:t xml:space="preserve"> و به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سلام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: «سلام بر تو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 w:rsidR="00304084">
        <w:rPr>
          <w:rFonts w:hint="cs"/>
          <w:rtl/>
          <w:lang w:bidi="fa-IR"/>
        </w:rPr>
        <w:t>مومنان</w:t>
      </w:r>
      <w:r>
        <w:rPr>
          <w:rFonts w:hint="cs"/>
          <w:rtl/>
          <w:lang w:bidi="fa-IR"/>
        </w:rPr>
        <w:t>»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فهمند</w:t>
      </w:r>
      <w:r>
        <w:rPr>
          <w:rtl/>
          <w:lang w:bidi="fa-IR"/>
        </w:rPr>
        <w:t xml:space="preserve"> که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سلام، مقدّمه‌ا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برنامه‌ا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مهم‌تر!</w:t>
      </w:r>
      <w:r w:rsidRPr="00304084">
        <w:rPr>
          <w:rStyle w:val="libFootnotenumChar"/>
          <w:rtl/>
        </w:rPr>
        <w:t>25</w:t>
      </w:r>
    </w:p>
    <w:p w:rsidR="006C534C" w:rsidRDefault="006C534C" w:rsidP="0030408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ر»</w:t>
      </w:r>
      <w:r>
        <w:rPr>
          <w:rtl/>
          <w:lang w:bidi="fa-IR"/>
        </w:rPr>
        <w:t xml:space="preserve"> در زبان 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رهبر است، «ام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 w:rsidR="00304084">
        <w:rPr>
          <w:rFonts w:hint="cs"/>
          <w:rtl/>
          <w:lang w:bidi="fa-IR"/>
        </w:rPr>
        <w:t>مونان</w:t>
      </w:r>
      <w:r>
        <w:rPr>
          <w:rFonts w:hint="cs"/>
          <w:rtl/>
          <w:lang w:bidi="fa-IR"/>
        </w:rPr>
        <w:t>»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رهبر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اهل‌ا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!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لقب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خدا فقط به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داده است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(نه قبل از او و نه بعد از او)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لقب را ندارد.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هر کس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لقب را بشنود،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فهمد</w:t>
      </w:r>
      <w:r>
        <w:rPr>
          <w:rtl/>
          <w:lang w:bidi="fa-IR"/>
        </w:rPr>
        <w:t xml:space="preserve"> که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بعد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امبر،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خلافت و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دارد.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مادر</w:t>
      </w:r>
      <w:r>
        <w:rPr>
          <w:rtl/>
          <w:lang w:bidi="fa-IR"/>
        </w:rPr>
        <w:t xml:space="preserve"> مهربان تو کجاست؟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روم،</w:t>
      </w:r>
      <w:r>
        <w:rPr>
          <w:rtl/>
          <w:lang w:bidi="fa-IR"/>
        </w:rPr>
        <w:t xml:space="preserve">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اوقات نماز خود را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خوانم</w:t>
      </w:r>
      <w:r>
        <w:rPr>
          <w:rtl/>
          <w:lang w:bidi="fa-IR"/>
        </w:rPr>
        <w:t xml:space="preserve"> که قبلاً محلّه 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هاشم</w:t>
      </w:r>
      <w:r>
        <w:rPr>
          <w:rtl/>
          <w:lang w:bidi="fa-IR"/>
        </w:rPr>
        <w:t xml:space="preserve"> بوده است، کسان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قبل از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آمده‌اند،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محلّه را با چشم خود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ده‌اند،</w:t>
      </w:r>
      <w:r>
        <w:rPr>
          <w:rtl/>
          <w:lang w:bidi="fa-IR"/>
        </w:rPr>
        <w:t xml:space="preserve"> متأسّفانه امروزه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محلّه خراب شده است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نمانده است.</w:t>
      </w:r>
    </w:p>
    <w:p w:rsidR="006C534C" w:rsidRDefault="006C534C" w:rsidP="0030408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محلّه 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هاشم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مسجد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دارد،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در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مشهور است، خارج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قبرستان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را در دوردست خود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محلّه 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هاشم</w:t>
      </w:r>
      <w:r>
        <w:rPr>
          <w:rtl/>
          <w:lang w:bidi="fa-IR"/>
        </w:rPr>
        <w:t xml:space="preserve"> در فاصله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درِ مسجد (که به نام درِ بق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ع است) تا قبرستان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خانه امام حسن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خانه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خانه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نب</w:t>
      </w:r>
      <w:r w:rsidR="00304084" w:rsidRPr="00304084">
        <w:rPr>
          <w:rFonts w:ascii="Traditional Arabic" w:eastAsiaTheme="minorHAnsi" w:hAnsi="Traditional Arabic" w:cs="Traditional Arabic"/>
          <w:rtl/>
        </w:rPr>
        <w:t xml:space="preserve"> </w:t>
      </w:r>
      <w:r w:rsidR="00304084" w:rsidRPr="00304084">
        <w:rPr>
          <w:rStyle w:val="libAlaemChar"/>
          <w:rFonts w:eastAsiaTheme="minorHAnsi"/>
          <w:rtl/>
        </w:rPr>
        <w:t>عليها‌السلام</w:t>
      </w:r>
      <w:r w:rsidR="00304084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و ... قرار داشته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خاطرات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امروز</w:t>
      </w:r>
      <w:r>
        <w:rPr>
          <w:rtl/>
          <w:lang w:bidi="fa-IR"/>
        </w:rPr>
        <w:t xml:space="preserve"> هم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نشسته‌ام تا نماز ظهر را بخوانم،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آسمان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قطرات باران بر صورتم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بارد،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باران بهار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راه است.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رعد و برق هم به گوش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>.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اذان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که تمام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به فکر فرو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روم،</w:t>
      </w:r>
      <w:r>
        <w:rPr>
          <w:rtl/>
          <w:lang w:bidi="fa-IR"/>
        </w:rPr>
        <w:t xml:space="preserve"> دوست دارم بدانم کجا نشسته‌ام.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خاطرات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مکان باخبر شوم،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سفر کنم. به سال هفتم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بروم.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خانه اُمّ اَ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است.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معمولاً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اُمّ اَ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اُمّ اَ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او را «مادر» خطاب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واحوال‌پرس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با او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Pr="005333C8">
        <w:rPr>
          <w:rStyle w:val="libFootnotenumChar"/>
          <w:rtl/>
        </w:rPr>
        <w:t>26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اُمّ اَ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را «مادر» خطاب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که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آمد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گرفتند. 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سعد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دو سال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نگهدار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سپس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نزد مادرش آمنه آمد. اُمّ اَ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به آمنه کمک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>. بعد از مدّت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آمنه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رفت، عبد المطّلب،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به خانه خود برد. اُمّ اَ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هم به خانه او رفت و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حقِّ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>.</w:t>
      </w:r>
      <w:r w:rsidRPr="005333C8">
        <w:rPr>
          <w:rStyle w:val="libFootnotenumChar"/>
          <w:rtl/>
        </w:rPr>
        <w:t>27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رسول خدا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مبعوث شد، اُمّ اَ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جزء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به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جالب</w:t>
      </w:r>
      <w:r>
        <w:rPr>
          <w:rtl/>
          <w:lang w:bidi="fa-IR"/>
        </w:rPr>
        <w:t xml:space="preserve"> است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سخن خود اُمّ اَ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را اهل بهشت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است.</w:t>
      </w:r>
      <w:r w:rsidRPr="005333C8">
        <w:rPr>
          <w:rStyle w:val="libFootnotenumChar"/>
          <w:rtl/>
        </w:rPr>
        <w:t>28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نگاه</w:t>
      </w:r>
      <w:r>
        <w:rPr>
          <w:rtl/>
          <w:lang w:bidi="fa-IR"/>
        </w:rPr>
        <w:t xml:space="preserve"> من به درِ خانه اُمّ اَ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دوخته شده است، اُمّ اَ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از خانه خارج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به او سلام کرده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شما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وقت روز کجا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6C534C" w:rsidRDefault="006C534C" w:rsidP="005333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به خانه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فاطمه</w:t>
      </w:r>
      <w:r w:rsidR="005333C8" w:rsidRPr="005333C8">
        <w:rPr>
          <w:rFonts w:ascii="Traditional Arabic" w:eastAsiaTheme="minorHAnsi" w:hAnsi="Traditional Arabic" w:cs="Traditional Arabic"/>
          <w:rtl/>
        </w:rPr>
        <w:t xml:space="preserve"> </w:t>
      </w:r>
      <w:r w:rsidR="005333C8" w:rsidRPr="005333C8">
        <w:rPr>
          <w:rStyle w:val="libAlaemChar"/>
          <w:rFonts w:eastAsiaTheme="minorHAnsi"/>
          <w:rtl/>
        </w:rPr>
        <w:t>عليها‌السلام</w:t>
      </w:r>
      <w:r w:rsidR="005333C8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بروم. دلم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تنگ شده است.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را همراه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>. اُمّ اَ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>. خانه‌ا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 که همه خوب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در 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خانه را باز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به اُمّ اَ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خوش آمد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6C534C" w:rsidRDefault="006C534C" w:rsidP="005333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اُمّ</w:t>
      </w:r>
      <w:r>
        <w:rPr>
          <w:rtl/>
          <w:lang w:bidi="fa-IR"/>
        </w:rPr>
        <w:t xml:space="preserve"> اَ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وارد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به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سلام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ن‌ها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دل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هستند. فاطمه</w:t>
      </w:r>
      <w:r w:rsidR="005333C8" w:rsidRPr="005333C8">
        <w:rPr>
          <w:rFonts w:ascii="Traditional Arabic" w:eastAsiaTheme="minorHAnsi" w:hAnsi="Traditional Arabic" w:cs="Traditional Arabic"/>
          <w:rtl/>
        </w:rPr>
        <w:t xml:space="preserve"> </w:t>
      </w:r>
      <w:r w:rsidR="005333C8" w:rsidRPr="005333C8">
        <w:rPr>
          <w:rStyle w:val="libAlaemChar"/>
          <w:rFonts w:eastAsiaTheme="minorHAnsi"/>
          <w:rtl/>
        </w:rPr>
        <w:t>عليها‌السلام</w:t>
      </w:r>
      <w:r w:rsidR="005333C8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هم به استقبال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</w:p>
    <w:p w:rsidR="006C534C" w:rsidRDefault="006C534C" w:rsidP="005333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اُمّ</w:t>
      </w:r>
      <w:r>
        <w:rPr>
          <w:rtl/>
          <w:lang w:bidi="fa-IR"/>
        </w:rPr>
        <w:t xml:space="preserve"> اَ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کنار فاطمه</w:t>
      </w:r>
      <w:r w:rsidR="005333C8" w:rsidRPr="005333C8">
        <w:rPr>
          <w:rFonts w:ascii="Traditional Arabic" w:eastAsiaTheme="minorHAnsi" w:hAnsi="Traditional Arabic" w:cs="Traditional Arabic"/>
          <w:rtl/>
        </w:rPr>
        <w:t xml:space="preserve"> </w:t>
      </w:r>
      <w:r w:rsidR="005333C8" w:rsidRPr="005333C8">
        <w:rPr>
          <w:rStyle w:val="libAlaemChar"/>
          <w:rFonts w:eastAsiaTheme="minorHAnsi"/>
          <w:rtl/>
        </w:rPr>
        <w:t>عليها‌السلام</w:t>
      </w:r>
      <w:r w:rsidR="005333C8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با هم مشغول گفتگو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>.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خانه به گوش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خانه را باز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نگاه کن!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زانش</w:t>
      </w:r>
      <w:r>
        <w:rPr>
          <w:rtl/>
          <w:lang w:bidi="fa-IR"/>
        </w:rPr>
        <w:t xml:space="preserve"> آمده است.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 آغوش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آن‌ها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بوسد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وارد اتاق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اُمّ اَ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به احترام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جا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>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اُمّ اَ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مادرش آمنه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اندازد</w:t>
      </w:r>
      <w:r>
        <w:rPr>
          <w:rtl/>
          <w:lang w:bidi="fa-IR"/>
        </w:rPr>
        <w:t>.از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ن‌رو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خوشحال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  <w:r w:rsidRPr="005333C8">
        <w:rPr>
          <w:rStyle w:val="libFootnotenumChar"/>
          <w:rtl/>
        </w:rPr>
        <w:t>29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منظره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!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کنار گل‌ها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 آرام گرفته است. اهل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خانه تنها دل‌خوش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هستند.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آن‌ها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لبخند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.</w:t>
      </w:r>
    </w:p>
    <w:p w:rsidR="006C534C" w:rsidRDefault="006C534C" w:rsidP="005333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ناگهان</w:t>
      </w:r>
      <w:r>
        <w:rPr>
          <w:rtl/>
          <w:lang w:bidi="fa-IR"/>
        </w:rPr>
        <w:t xml:space="preserve"> ، عطر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فضا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چد،</w:t>
      </w:r>
      <w:r>
        <w:rPr>
          <w:rtl/>
          <w:lang w:bidi="fa-IR"/>
        </w:rPr>
        <w:t xml:space="preserve">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وزد</w:t>
      </w:r>
      <w:r>
        <w:rPr>
          <w:rtl/>
          <w:lang w:bidi="fa-IR"/>
        </w:rPr>
        <w:t>.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نازل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26 سوره «إسراء» را 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</w:t>
      </w:r>
      <w:r>
        <w:rPr>
          <w:rtl/>
          <w:lang w:bidi="fa-IR"/>
        </w:rPr>
        <w:t>:</w:t>
      </w:r>
      <w:r w:rsidRPr="005333C8">
        <w:rPr>
          <w:rStyle w:val="libAlaemChar"/>
          <w:rtl/>
        </w:rPr>
        <w:t xml:space="preserve"> </w:t>
      </w:r>
      <w:r w:rsidR="005333C8" w:rsidRPr="005333C8">
        <w:rPr>
          <w:rStyle w:val="libAlaemChar"/>
          <w:rFonts w:hint="cs"/>
          <w:rtl/>
        </w:rPr>
        <w:t>(</w:t>
      </w:r>
      <w:r>
        <w:rPr>
          <w:rtl/>
          <w:lang w:bidi="fa-IR"/>
        </w:rPr>
        <w:t xml:space="preserve"> </w:t>
      </w:r>
      <w:r w:rsidRPr="005333C8">
        <w:rPr>
          <w:rStyle w:val="libAieChar"/>
          <w:rtl/>
        </w:rPr>
        <w:t>وَ ءَاتِ ذَا الْقُرْبَ</w:t>
      </w:r>
      <w:r w:rsidRPr="005333C8">
        <w:rPr>
          <w:rStyle w:val="libAieChar"/>
          <w:rFonts w:hint="cs"/>
          <w:rtl/>
        </w:rPr>
        <w:t>ی</w:t>
      </w:r>
      <w:r w:rsidRPr="005333C8">
        <w:rPr>
          <w:rStyle w:val="libAieChar"/>
          <w:rtl/>
        </w:rPr>
        <w:t xml:space="preserve"> حَقَّهُ</w:t>
      </w:r>
      <w:r w:rsidR="005333C8" w:rsidRPr="005333C8">
        <w:rPr>
          <w:rStyle w:val="libAlaemChar"/>
          <w:rFonts w:eastAsia="KFGQPC Uthman Taha Naskh" w:hint="cs"/>
          <w:rtl/>
        </w:rPr>
        <w:t>)</w:t>
      </w:r>
      <w:r>
        <w:rPr>
          <w:rtl/>
          <w:lang w:bidi="fa-IR"/>
        </w:rPr>
        <w:t xml:space="preserve"> 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، حقِّ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خودت را ادا کن !».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تازه‌ا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نازل شده است.پ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فکر فرو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>. خداوند فرمان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تازه داده است. به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منظور خدا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فرمان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بگو که حقّ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بدهم 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من ، اجازه بده نزد خداوند بروم و جواب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و برگردم .</w:t>
      </w:r>
      <w:r w:rsidRPr="005333C8">
        <w:rPr>
          <w:rStyle w:val="libFootnotenumChar"/>
          <w:rtl/>
        </w:rPr>
        <w:t>30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سکوت همه جا را فرا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منتظر است.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دوباره</w:t>
      </w:r>
      <w:r>
        <w:rPr>
          <w:rtl/>
          <w:lang w:bidi="fa-IR"/>
        </w:rPr>
        <w:t xml:space="preserve">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بهار در فضا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چد</w:t>
      </w:r>
      <w:r>
        <w:rPr>
          <w:rtl/>
          <w:lang w:bidi="fa-IR"/>
        </w:rPr>
        <w:t xml:space="preserve"> و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وزد</w:t>
      </w:r>
      <w:r>
        <w:rPr>
          <w:rtl/>
          <w:lang w:bidi="fa-IR"/>
        </w:rPr>
        <w:t>.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باز گشته است: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، چه خبر ؟</w:t>
      </w:r>
    </w:p>
    <w:p w:rsidR="006C534C" w:rsidRDefault="006C534C" w:rsidP="005333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خداوند دستور داده است که تو فدک را به فاطمه</w:t>
      </w:r>
      <w:r w:rsidR="005333C8" w:rsidRPr="005333C8">
        <w:rPr>
          <w:rFonts w:ascii="Traditional Arabic" w:eastAsiaTheme="minorHAnsi" w:hAnsi="Traditional Arabic" w:cs="Traditional Arabic"/>
          <w:rtl/>
        </w:rPr>
        <w:t xml:space="preserve"> </w:t>
      </w:r>
      <w:r w:rsidR="005333C8" w:rsidRPr="005333C8">
        <w:rPr>
          <w:rStyle w:val="libAlaemChar"/>
          <w:rFonts w:eastAsiaTheme="minorHAnsi"/>
          <w:rtl/>
        </w:rPr>
        <w:t>عليها‌السلام</w:t>
      </w:r>
      <w:r w:rsidR="005333C8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فدک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لحظه به بعد مالِ فاطمه</w:t>
      </w:r>
      <w:r w:rsidR="005333C8" w:rsidRPr="005333C8">
        <w:rPr>
          <w:rFonts w:ascii="Traditional Arabic" w:eastAsiaTheme="minorHAnsi" w:hAnsi="Traditional Arabic" w:cs="Traditional Arabic"/>
          <w:rtl/>
        </w:rPr>
        <w:t xml:space="preserve"> </w:t>
      </w:r>
      <w:r w:rsidR="005333C8" w:rsidRPr="005333C8">
        <w:rPr>
          <w:rStyle w:val="libAlaemChar"/>
          <w:rFonts w:eastAsiaTheme="minorHAnsi"/>
          <w:rtl/>
        </w:rPr>
        <w:t>عليها‌السلام</w:t>
      </w:r>
      <w:r w:rsidR="005333C8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است .</w:t>
      </w:r>
      <w:r w:rsidRPr="005333C8">
        <w:rPr>
          <w:rStyle w:val="libFootnotenumChar"/>
          <w:rtl/>
        </w:rPr>
        <w:t>31</w:t>
      </w:r>
    </w:p>
    <w:p w:rsidR="006C534C" w:rsidRDefault="006C534C" w:rsidP="005333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درست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فدک را به فاطمه</w:t>
      </w:r>
      <w:r w:rsidR="005333C8" w:rsidRPr="005333C8">
        <w:rPr>
          <w:rFonts w:ascii="Traditional Arabic" w:eastAsiaTheme="minorHAnsi" w:hAnsi="Traditional Arabic" w:cs="Traditional Arabic"/>
          <w:rtl/>
        </w:rPr>
        <w:t xml:space="preserve"> </w:t>
      </w:r>
      <w:r w:rsidR="005333C8" w:rsidRPr="005333C8">
        <w:rPr>
          <w:rStyle w:val="libAlaemChar"/>
          <w:rFonts w:eastAsiaTheme="minorHAnsi"/>
          <w:rtl/>
        </w:rPr>
        <w:t>عليها‌السلام</w:t>
      </w:r>
      <w:r w:rsidR="005333C8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فرمان خداست.</w:t>
      </w:r>
      <w:r w:rsidRPr="005333C8">
        <w:rPr>
          <w:rStyle w:val="libFootnotenumChar"/>
          <w:rtl/>
        </w:rPr>
        <w:t>32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چرا</w:t>
      </w:r>
      <w:r>
        <w:rPr>
          <w:rtl/>
          <w:lang w:bidi="fa-IR"/>
        </w:rPr>
        <w:t xml:space="preserve"> اشک در چشم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نشسته است؟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اشک شوق است؟</w:t>
      </w:r>
    </w:p>
    <w:p w:rsidR="006C534C" w:rsidRDefault="006C534C" w:rsidP="005333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اشک فراق است. هر وقت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سفر کرده‌اش،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 w:rsidR="005333C8" w:rsidRPr="005333C8">
        <w:rPr>
          <w:rFonts w:ascii="Traditional Arabic" w:eastAsiaTheme="minorHAnsi" w:hAnsi="Traditional Arabic" w:cs="Traditional Arabic"/>
          <w:rtl/>
        </w:rPr>
        <w:t xml:space="preserve"> </w:t>
      </w:r>
      <w:r w:rsidR="005333C8" w:rsidRPr="005333C8">
        <w:rPr>
          <w:rStyle w:val="libAlaemChar"/>
          <w:rFonts w:eastAsiaTheme="minorHAnsi"/>
          <w:rtl/>
        </w:rPr>
        <w:t>عليها‌السلام</w:t>
      </w:r>
      <w:r w:rsidR="005333C8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افتد</w:t>
      </w:r>
      <w:r>
        <w:rPr>
          <w:rtl/>
          <w:lang w:bidi="fa-IR"/>
        </w:rPr>
        <w:t xml:space="preserve"> و غم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جانکاه، سراسر وجودش را فرا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  <w:r w:rsidRPr="005333C8">
        <w:rPr>
          <w:rStyle w:val="libFootnotenumChar"/>
          <w:rtl/>
        </w:rPr>
        <w:t>33</w:t>
      </w:r>
    </w:p>
    <w:p w:rsidR="006C534C" w:rsidRDefault="006C534C" w:rsidP="005333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افتد</w:t>
      </w:r>
      <w:r>
        <w:rPr>
          <w:rtl/>
          <w:lang w:bidi="fa-IR"/>
        </w:rPr>
        <w:t xml:space="preserve"> که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 به خواستگار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 w:rsidR="005333C8" w:rsidRPr="005333C8">
        <w:rPr>
          <w:rFonts w:ascii="Traditional Arabic" w:eastAsiaTheme="minorHAnsi" w:hAnsi="Traditional Arabic" w:cs="Traditional Arabic"/>
          <w:rtl/>
        </w:rPr>
        <w:t xml:space="preserve"> </w:t>
      </w:r>
      <w:r w:rsidR="005333C8" w:rsidRPr="005333C8">
        <w:rPr>
          <w:rStyle w:val="libAlaemChar"/>
          <w:rFonts w:eastAsiaTheme="minorHAnsi"/>
          <w:rtl/>
        </w:rPr>
        <w:t>عليها‌السلام</w:t>
      </w:r>
      <w:r w:rsidR="005333C8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برود. دست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مالِ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بود؛ امّا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 w:rsidR="005333C8" w:rsidRPr="005333C8">
        <w:rPr>
          <w:rFonts w:ascii="Traditional Arabic" w:eastAsiaTheme="minorHAnsi" w:hAnsi="Traditional Arabic" w:cs="Traditional Arabic"/>
          <w:rtl/>
        </w:rPr>
        <w:t xml:space="preserve"> </w:t>
      </w:r>
      <w:r w:rsidR="005333C8" w:rsidRPr="005333C8">
        <w:rPr>
          <w:rStyle w:val="libAlaemChar"/>
          <w:rFonts w:eastAsiaTheme="minorHAnsi"/>
          <w:rtl/>
        </w:rPr>
        <w:t>عليها‌السلام</w:t>
      </w:r>
      <w:r w:rsidR="005333C8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ثروتمندتر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 آن روزگار بود.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 xml:space="preserve"> که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ازدواج مخالف بود در مجلس خواستگار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هزار سکّه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کرد.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دانست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عهده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ابوطالب</w:t>
      </w:r>
      <w:r>
        <w:rPr>
          <w:rtl/>
          <w:lang w:bidi="fa-IR"/>
        </w:rPr>
        <w:t xml:space="preserve"> لبخند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و گفت: «قبول است». همه تعجّب کردند و با خود گفتند: «محمّد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پول را از کجا خواهد آورد».</w:t>
      </w:r>
      <w:r w:rsidRPr="005333C8">
        <w:rPr>
          <w:rStyle w:val="libFootnotenumChar"/>
          <w:rtl/>
        </w:rPr>
        <w:t>34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همه مهر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پرداخت کرد.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چگونه؟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خود</w:t>
      </w:r>
      <w:r>
        <w:rPr>
          <w:rtl/>
          <w:lang w:bidi="fa-IR"/>
        </w:rPr>
        <w:t xml:space="preserve">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 w:rsidR="005333C8" w:rsidRPr="005333C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پول را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داده بود تا به عنوان مهر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پرداخت کند!</w:t>
      </w:r>
      <w:r w:rsidRPr="005333C8">
        <w:rPr>
          <w:rStyle w:val="libFootnotenumChar"/>
          <w:rtl/>
        </w:rPr>
        <w:t>35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ابوجهل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گفت: «هم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داماد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عروس مهر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دهد،</w:t>
      </w:r>
      <w:r>
        <w:rPr>
          <w:rtl/>
          <w:lang w:bidi="fa-IR"/>
        </w:rPr>
        <w:t xml:space="preserve"> امروز عروس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داماد مهر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داده است».</w:t>
      </w:r>
      <w:r w:rsidRPr="005333C8">
        <w:rPr>
          <w:rStyle w:val="libFootnotenumChar"/>
          <w:rtl/>
        </w:rPr>
        <w:t>36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همان زمان آرزو داشت تا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 w:rsidR="005333C8" w:rsidRPr="005333C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را جبران کند.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درست</w:t>
      </w:r>
      <w:r>
        <w:rPr>
          <w:rtl/>
          <w:lang w:bidi="fa-IR"/>
        </w:rPr>
        <w:t xml:space="preserve"> است که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 w:rsidR="005333C8" w:rsidRPr="005333C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پول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بود؛ امّا من فکر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او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خود را وامدار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 w:rsidR="005333C8" w:rsidRPr="005333C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پول به چشم قرض نگاه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 xml:space="preserve"> و دوست داشت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پول را به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 w:rsidR="005333C8" w:rsidRPr="005333C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بازگرداند.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سال‌ها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ازدواج گذشت و در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مسلمانان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گذشت،</w:t>
      </w:r>
      <w:r>
        <w:rPr>
          <w:rtl/>
          <w:lang w:bidi="fa-IR"/>
        </w:rPr>
        <w:t xml:space="preserve">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 w:rsidR="005333C8" w:rsidRPr="005333C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تمام ثروت خود را در راه اسلام خرج کرد.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 w:rsidR="005333C8" w:rsidRPr="005333C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تنها بگذارد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 برود؛ امّا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 w:rsidR="005333C8" w:rsidRPr="005333C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هرگز از خاطر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نرفت.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بعد از فتح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فدک را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داد. اکنون فرصت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تا بزرگوار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 w:rsidR="005333C8" w:rsidRPr="005333C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را جبران کند.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افسوس</w:t>
      </w:r>
      <w:r>
        <w:rPr>
          <w:rtl/>
          <w:lang w:bidi="fa-IR"/>
        </w:rPr>
        <w:t xml:space="preserve"> که امروز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 w:rsidR="005333C8" w:rsidRPr="005333C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ست؛</w:t>
      </w:r>
      <w:r>
        <w:rPr>
          <w:rtl/>
          <w:lang w:bidi="fa-IR"/>
        </w:rPr>
        <w:t xml:space="preserve"> امّا دختر او که هست. فاطمه</w:t>
      </w:r>
      <w:r w:rsidR="005333C8" w:rsidRPr="005333C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تنها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tl/>
          <w:lang w:bidi="fa-IR"/>
        </w:rPr>
        <w:t xml:space="preserve">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 w:rsidR="005333C8" w:rsidRPr="005333C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است. او وارث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 w:rsidR="005333C8" w:rsidRPr="005333C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است و بعد ازمرگ مادرازاو ارث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برد</w:t>
      </w:r>
      <w:r>
        <w:rPr>
          <w:rtl/>
          <w:lang w:bidi="fa-IR"/>
        </w:rPr>
        <w:t>. پس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مهر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 w:rsidR="005333C8" w:rsidRPr="005333C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را به فاطمه</w:t>
      </w:r>
      <w:r w:rsidR="005333C8" w:rsidRPr="005333C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بدهد.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امروز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قرآن نازل شد.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موافق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خدا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دستور داد: </w:t>
      </w:r>
      <w:r w:rsidRPr="005333C8">
        <w:rPr>
          <w:rStyle w:val="libAlaemChar"/>
          <w:rtl/>
        </w:rPr>
        <w:t>(</w:t>
      </w:r>
      <w:r>
        <w:rPr>
          <w:rtl/>
          <w:lang w:bidi="fa-IR"/>
        </w:rPr>
        <w:t xml:space="preserve"> </w:t>
      </w:r>
      <w:r w:rsidRPr="005333C8">
        <w:rPr>
          <w:rStyle w:val="libAieChar"/>
          <w:rtl/>
        </w:rPr>
        <w:t>وَ ءَاتِ ذَا الْقُرْبَ</w:t>
      </w:r>
      <w:r w:rsidRPr="005333C8">
        <w:rPr>
          <w:rStyle w:val="libAieChar"/>
          <w:rFonts w:hint="cs"/>
          <w:rtl/>
        </w:rPr>
        <w:t>ی</w:t>
      </w:r>
      <w:r w:rsidRPr="005333C8">
        <w:rPr>
          <w:rStyle w:val="libAieChar"/>
          <w:rtl/>
        </w:rPr>
        <w:t xml:space="preserve"> حَقَّهُ</w:t>
      </w:r>
      <w:r>
        <w:rPr>
          <w:rtl/>
          <w:lang w:bidi="fa-IR"/>
        </w:rPr>
        <w:t xml:space="preserve"> </w:t>
      </w:r>
      <w:r w:rsidRPr="005333C8">
        <w:rPr>
          <w:rStyle w:val="libAlaemChar"/>
          <w:rtl/>
        </w:rPr>
        <w:t>)</w:t>
      </w:r>
      <w:r>
        <w:rPr>
          <w:rtl/>
          <w:lang w:bidi="fa-IR"/>
        </w:rPr>
        <w:t>،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، حقّ فاطمه را ادا کن 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حقّ فاطمه</w:t>
      </w:r>
      <w:r w:rsidR="005333C8" w:rsidRPr="005333C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را بدهد.</w:t>
      </w:r>
      <w:r w:rsidRPr="005333C8">
        <w:rPr>
          <w:rStyle w:val="libFootnotenumChar"/>
          <w:rtl/>
        </w:rPr>
        <w:t>37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هرگز</w:t>
      </w:r>
      <w:r>
        <w:rPr>
          <w:rtl/>
          <w:lang w:bidi="fa-IR"/>
        </w:rPr>
        <w:t xml:space="preserve"> فراموش نکن! فدک حقّ فاطمه</w:t>
      </w:r>
      <w:r w:rsidR="005333C8" w:rsidRPr="005333C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است، چون او دختر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 w:rsidR="005333C8" w:rsidRPr="005333C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است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وامدار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 xml:space="preserve"> است.</w:t>
      </w:r>
      <w:r w:rsidRPr="002B3C60">
        <w:rPr>
          <w:rStyle w:val="libFootnotenumChar"/>
          <w:rtl/>
        </w:rPr>
        <w:t>38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فاطمه جان! خداوند دستور داده تا فدک را به تو بدهم. من وامدار مادرت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بودم. مهر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ه‌اش</w:t>
      </w:r>
      <w:r>
        <w:rPr>
          <w:rtl/>
          <w:lang w:bidi="fa-IR"/>
        </w:rPr>
        <w:t xml:space="preserve"> را نپرداخته‌ام. اکنون که مادرت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تا فدک را به او دهم، پس فدک را به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بخشم</w:t>
      </w:r>
      <w:r>
        <w:rPr>
          <w:rtl/>
          <w:lang w:bidi="fa-IR"/>
        </w:rPr>
        <w:t>.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فدک بفرست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آنجا را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پدر جان! تا شما زنده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 در فدک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تصرّف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نه،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همه بفهمند، فدک از آنِ توست.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ترسم</w:t>
      </w:r>
      <w:r>
        <w:rPr>
          <w:rtl/>
          <w:lang w:bidi="fa-IR"/>
        </w:rPr>
        <w:t xml:space="preserve"> که اگر فدک را تصرّف نکن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 از مرگ من فدک را به تو ندهند.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چشم. چون شما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>.</w:t>
      </w:r>
      <w:r w:rsidRPr="002B3C60">
        <w:rPr>
          <w:rStyle w:val="libFootnotenumChar"/>
          <w:rtl/>
        </w:rPr>
        <w:t>39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اکنون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تا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نوشتن را آماده کند.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سند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فدکِ فاطمه</w:t>
      </w:r>
      <w:r w:rsidR="005333C8" w:rsidRPr="005333C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«اَد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 xml:space="preserve"> نوشته شود.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حتماً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«اد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پوست گوسفند دباغ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آن‌را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نوشتن آماده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 عرب‌ها به آن «اد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نوشته به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پاره نشود و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نرود.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بعد از 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«اد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 xml:space="preserve"> و قلم و دوات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گردد</w:t>
      </w:r>
      <w:r>
        <w:rPr>
          <w:rtl/>
          <w:lang w:bidi="fa-IR"/>
        </w:rPr>
        <w:t>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فاطمه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فدک سند مکتوب داشته باشد.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فدک را به فاطمه داد».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مشغول نوشتن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بعد از آن‌که سند آماده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دو نفر به عنوان شاهد نامشان آورده شود.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پپامبر</w:t>
      </w:r>
      <w:r>
        <w:rPr>
          <w:rtl/>
          <w:lang w:bidi="fa-IR"/>
        </w:rPr>
        <w:t xml:space="preserve"> به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نام خودت را به عنوان شاهد اوّل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>. بعد رو به اُمّ اَ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اُمّ اَ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را همه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شناسند،</w:t>
      </w:r>
      <w:r>
        <w:rPr>
          <w:rtl/>
          <w:lang w:bidi="fa-IR"/>
        </w:rPr>
        <w:t xml:space="preserve"> همه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دانند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او را اهلِ بهشت،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است.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«نام اُمّ اَ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را به عنوان شاهد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س»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است که نام او در سند فدک نوشته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  <w:r w:rsidRPr="002B3C60">
        <w:rPr>
          <w:rStyle w:val="libFootnotenumChar"/>
          <w:rtl/>
        </w:rPr>
        <w:t>40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همه فقط اُمّ اَ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اقت</w:t>
      </w:r>
      <w:r>
        <w:rPr>
          <w:rtl/>
          <w:lang w:bidi="fa-IR"/>
        </w:rPr>
        <w:t xml:space="preserve"> داشت شاهد نزول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بخشش فدک باشد. نام او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کنار نام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 عنوان شاهد فدک بدرخشد.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 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تا نام فدک زنده است نام اُمّ اَ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زنده است؟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او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شناسد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داند</w:t>
      </w:r>
      <w:r>
        <w:rPr>
          <w:rtl/>
          <w:lang w:bidi="fa-IR"/>
        </w:rPr>
        <w:t xml:space="preserve"> که او در هر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حقّ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دفاع خواهد کرد.</w:t>
      </w:r>
      <w:r w:rsidRPr="002B3C60">
        <w:rPr>
          <w:rStyle w:val="libFootnotenumChar"/>
          <w:rtl/>
        </w:rPr>
        <w:t>41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است که نام فدک و اُمّ اَ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تا ابد به هم گره خوردند و هر دو با هم جاودانه شدند.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فدک</w:t>
      </w:r>
      <w:r>
        <w:rPr>
          <w:rtl/>
          <w:lang w:bidi="fa-IR"/>
        </w:rPr>
        <w:t xml:space="preserve"> ! تو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فدک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! فدک ،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آباد و حاصل</w:t>
      </w:r>
      <w:r w:rsidR="002B3C6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است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چشمه‌ها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 فراوان و نخلستان‌ها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، فاصله آن تا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حدود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هفتاد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لومتر</w:t>
      </w:r>
      <w:r>
        <w:rPr>
          <w:rtl/>
          <w:lang w:bidi="fa-IR"/>
        </w:rPr>
        <w:t xml:space="preserve"> است .</w:t>
      </w:r>
      <w:r w:rsidRPr="002B3C60">
        <w:rPr>
          <w:rStyle w:val="libFootnotenumChar"/>
          <w:rtl/>
        </w:rPr>
        <w:t>42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فدک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انِ</w:t>
      </w:r>
      <w:r>
        <w:rPr>
          <w:rtl/>
          <w:lang w:bidi="fa-IR"/>
        </w:rPr>
        <w:t xml:space="preserve"> قلعه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دور هم جمع شدند و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گرفتند تا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حمله کنند ، امّا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آن‌ها باخبر شد و با سپاه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حرکت کرد . قلعه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به محاصره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در آمد .</w:t>
      </w:r>
    </w:p>
    <w:p w:rsidR="006C534C" w:rsidRDefault="006C534C" w:rsidP="002B3C6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سپاه</w:t>
      </w:r>
      <w:r>
        <w:rPr>
          <w:rtl/>
          <w:lang w:bidi="fa-IR"/>
        </w:rPr>
        <w:t xml:space="preserve"> اسلام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قلعه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شد ، امّا برق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«مَرحَب» ، پهلوان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، همه را فرار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. سپاه اسلام مجبور به عقب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سرانجام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 تا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را به جنگ پهلوان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بفرستد .</w:t>
      </w:r>
      <w:r w:rsidRPr="002B3C60">
        <w:rPr>
          <w:rStyle w:val="libFootnotenumChar"/>
          <w:rtl/>
        </w:rPr>
        <w:t>43</w:t>
      </w:r>
    </w:p>
    <w:p w:rsidR="006C534C" w:rsidRDefault="006C534C" w:rsidP="002B3C6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فضا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طن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افکند: «من آن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 که مادرم مرا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نام نهاد» .</w:t>
      </w:r>
      <w:r w:rsidRPr="002B3C60">
        <w:rPr>
          <w:rStyle w:val="libFootnotenumChar"/>
          <w:rtl/>
        </w:rPr>
        <w:t>44</w:t>
      </w:r>
    </w:p>
    <w:p w:rsidR="006C534C" w:rsidRDefault="006C534C" w:rsidP="002B3C6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جنگ</w:t>
      </w:r>
      <w:r>
        <w:rPr>
          <w:rtl/>
          <w:lang w:bidi="fa-IR"/>
        </w:rPr>
        <w:t xml:space="preserve">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پهلوان در گرفت و سرانجام «مَرحَب» به قتل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قلعه حمله کرد و آن‌را فتح کرد 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منطقه آباد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، نخل‌ها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خرما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سرسبز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همه 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رزمندگان اسلام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 .</w:t>
      </w:r>
      <w:r w:rsidRPr="002B3C60">
        <w:rPr>
          <w:rStyle w:val="libFootnotenumChar"/>
          <w:rtl/>
        </w:rPr>
        <w:t>45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،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، در فدک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کردند</w:t>
      </w:r>
      <w:r>
        <w:rPr>
          <w:rtl/>
          <w:lang w:bidi="fa-IR"/>
        </w:rPr>
        <w:t xml:space="preserve"> . آن‌ها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انِ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همدست شده بودند 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منتظر بود تا سپاه اسلام استراحت کنند و از خستگ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با روح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جنگ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فدک بروند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فرستاده مردم فدک بود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اردوگاه اسلام آمد و سراغ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گرفت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ارانِ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امبر،</w:t>
      </w:r>
      <w:r>
        <w:rPr>
          <w:rtl/>
          <w:lang w:bidi="fa-IR"/>
        </w:rPr>
        <w:t xml:space="preserve"> او را نزد آن حضرت بردند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مهمّ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آورده بود .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گفت: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، مردمِ فدک مرا فرستاده‌اند تا من از طرف آن‌ها با شما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صلح را امضاء کنم ، آن‌ها حاضرند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خود، فدک را به شما ببخشند تا شما از حمله به آن‌ها صرف نظر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 کرد و لبخند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لب‌ها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نشست ، او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موافقت کرد .</w:t>
      </w:r>
      <w:r w:rsidRPr="002B3C60">
        <w:rPr>
          <w:rStyle w:val="libFootnotenumChar"/>
          <w:rtl/>
        </w:rPr>
        <w:t>46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صلح نوشته شد ، سپاه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اسلام همه خوشحال شدند 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جنگ و لشکرکش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 ،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فدک بدون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چ‌گونه</w:t>
      </w:r>
      <w:r>
        <w:rPr>
          <w:rtl/>
          <w:lang w:bidi="fa-IR"/>
        </w:rPr>
        <w:t xml:space="preserve"> جنگ و لشکرکش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شد .</w:t>
      </w:r>
    </w:p>
    <w:p w:rsidR="006C534C" w:rsidRDefault="006C534C" w:rsidP="002B3C6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فرود آمد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ششم سوره «حشر» نازل شد: </w:t>
      </w:r>
      <w:r w:rsidR="002B3C60" w:rsidRPr="002B3C60">
        <w:rPr>
          <w:rStyle w:val="libAlaemChar"/>
          <w:rFonts w:hint="cs"/>
          <w:rtl/>
        </w:rPr>
        <w:t>(</w:t>
      </w:r>
      <w:r w:rsidRPr="002B3C60">
        <w:rPr>
          <w:rStyle w:val="libAieChar"/>
          <w:rtl/>
        </w:rPr>
        <w:t>وَ مَآ أَفَآءَ اللّه عَلَ</w:t>
      </w:r>
      <w:r w:rsidRPr="002B3C60">
        <w:rPr>
          <w:rStyle w:val="libAieChar"/>
          <w:rFonts w:hint="cs"/>
          <w:rtl/>
        </w:rPr>
        <w:t>ی</w:t>
      </w:r>
      <w:r w:rsidRPr="002B3C60">
        <w:rPr>
          <w:rStyle w:val="libAieChar"/>
          <w:rtl/>
        </w:rPr>
        <w:t xml:space="preserve"> رَسُولِهِ...</w:t>
      </w:r>
      <w:r w:rsidR="002B3C60" w:rsidRPr="002B3C60">
        <w:rPr>
          <w:rStyle w:val="libAlaemChar"/>
          <w:rFonts w:eastAsia="KFGQPC Uthman Taha Naskh" w:hint="cs"/>
          <w:rtl/>
        </w:rPr>
        <w:t>)</w:t>
      </w:r>
      <w:r>
        <w:rPr>
          <w:rtl/>
          <w:lang w:bidi="fa-IR"/>
        </w:rPr>
        <w:t>آن غنائم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به دست آوردن آن ، لشکر کش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از آنِ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است.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فدک را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فدک ، مالِ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شد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حکم قرآن بود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با آن مخالف نبود و همه با دل و جان ، حکم خدا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رفتند</w:t>
      </w:r>
      <w:r>
        <w:rPr>
          <w:rtl/>
          <w:lang w:bidi="fa-IR"/>
        </w:rPr>
        <w:t xml:space="preserve"> .</w:t>
      </w:r>
      <w:r w:rsidRPr="002B3C60">
        <w:rPr>
          <w:rStyle w:val="libFootnotenumChar"/>
          <w:rtl/>
        </w:rPr>
        <w:t>47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خداوند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بود به پاس همه زحمات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راه او متحمّل شده بود.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فدک به عنوان کارگزار خود قرار داد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بازگشت .</w:t>
      </w:r>
    </w:p>
    <w:p w:rsidR="006C534C" w:rsidRDefault="006C534C" w:rsidP="002B3C6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امروز</w:t>
      </w:r>
      <w:r>
        <w:rPr>
          <w:rtl/>
          <w:lang w:bidi="fa-IR"/>
        </w:rPr>
        <w:t xml:space="preserve"> هم خدا فدک را به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همه مردم 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ماجرا باخبر کند.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</w:t>
      </w:r>
      <w:r>
        <w:rPr>
          <w:rtl/>
          <w:lang w:bidi="fa-IR"/>
        </w:rPr>
        <w:t xml:space="preserve"> اکبر! اللّه اکبر!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اذان بلال است که به گوش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>. همه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 به مسجد آماده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 xml:space="preserve">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مسجد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محراب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ستد</w:t>
      </w:r>
      <w:r>
        <w:rPr>
          <w:rtl/>
          <w:lang w:bidi="fa-IR"/>
        </w:rPr>
        <w:t>. صف‌ها بسته شده و نماز آغاز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نماز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جا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و از مردم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تا متفرّق نشوند. او امروز با مردم کار دارد.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رو به مردم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از آن‌ها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تا همراه او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مسجد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حرکت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همه پشت سر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روند</w:t>
      </w:r>
      <w:r>
        <w:rPr>
          <w:rtl/>
          <w:lang w:bidi="fa-IR"/>
        </w:rPr>
        <w:t>. مردم تعجّب کرده‌اند.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مردم را کجا ببرد؟</w:t>
      </w:r>
    </w:p>
    <w:p w:rsidR="006C534C" w:rsidRDefault="006C534C" w:rsidP="002B3C6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کنار درِ خانه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ستد</w:t>
      </w:r>
      <w:r>
        <w:rPr>
          <w:rtl/>
          <w:lang w:bidi="fa-IR"/>
        </w:rPr>
        <w:t xml:space="preserve">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مردم</w:t>
      </w:r>
      <w:r>
        <w:rPr>
          <w:rtl/>
          <w:lang w:bidi="fa-IR"/>
        </w:rPr>
        <w:t xml:space="preserve"> همه هجوم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آورند</w:t>
      </w:r>
      <w:r>
        <w:rPr>
          <w:rtl/>
          <w:lang w:bidi="fa-IR"/>
        </w:rPr>
        <w:t>. کوچه پر از جمع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است. راه بند آمده است. </w:t>
      </w:r>
    </w:p>
    <w:p w:rsidR="006C534C" w:rsidRDefault="006C534C" w:rsidP="002B3C6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رو به مردم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مردم!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من فدک را به دخترم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! فدک مالِ دخترم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است».</w:t>
      </w:r>
      <w:r w:rsidRPr="002B3C60">
        <w:rPr>
          <w:rStyle w:val="libFootnotenumChar"/>
          <w:rtl/>
        </w:rPr>
        <w:t>48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هم هستند. آن‌هابس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خوشحال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به 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روزگار فقر و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>.</w:t>
      </w:r>
    </w:p>
    <w:p w:rsidR="006C534C" w:rsidRDefault="006C534C" w:rsidP="002B3C6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آن‌ها</w:t>
      </w:r>
      <w:r>
        <w:rPr>
          <w:rtl/>
          <w:lang w:bidi="fa-IR"/>
        </w:rPr>
        <w:t xml:space="preserve">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را خوب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شناسند</w:t>
      </w:r>
      <w:r>
        <w:rPr>
          <w:rtl/>
          <w:lang w:bidi="fa-IR"/>
        </w:rPr>
        <w:t>.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خانه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قرص نان داشت، آن را به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خود و بچّه‌ها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گرسنه ماندند.</w:t>
      </w:r>
      <w:r w:rsidRPr="002B3C60">
        <w:rPr>
          <w:rStyle w:val="libFootnotenumChar"/>
          <w:rtl/>
        </w:rPr>
        <w:t>49</w:t>
      </w:r>
    </w:p>
    <w:p w:rsidR="006C534C" w:rsidRDefault="006C534C" w:rsidP="002B3C6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آن‌ها</w:t>
      </w:r>
      <w:r>
        <w:rPr>
          <w:rtl/>
          <w:lang w:bidi="fa-IR"/>
        </w:rPr>
        <w:t xml:space="preserve"> خوب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دانند</w:t>
      </w:r>
      <w:r>
        <w:rPr>
          <w:rtl/>
          <w:lang w:bidi="fa-IR"/>
        </w:rPr>
        <w:t xml:space="preserve"> که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فراموششان نخواهد کرد.</w:t>
      </w:r>
    </w:p>
    <w:p w:rsidR="006C534C" w:rsidRDefault="006C534C" w:rsidP="002B3C6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آرزو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بود که هرگز در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نباشد. مگر از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انتظار داشت؟ او دختر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است ، همان بانو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تمام ثروت خود را در راه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خرج کرد و او را با تمام وجود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.</w:t>
      </w:r>
    </w:p>
    <w:p w:rsidR="006C534C" w:rsidRDefault="006C534C" w:rsidP="002B3C6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امروز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به اندازه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ثروتمند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افسوس که عدّه‌ا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که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در همه مراحل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بود. آن‌ها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در همه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محتاج نان شب خود بود !</w:t>
      </w:r>
    </w:p>
    <w:p w:rsidR="006C534C" w:rsidRDefault="006C534C" w:rsidP="002B3C6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نو شناخت. </w:t>
      </w:r>
    </w:p>
    <w:p w:rsidR="006C534C" w:rsidRDefault="006C534C" w:rsidP="002B3C6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سال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هفتاد هزار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سرخ درآمد دارد.</w:t>
      </w:r>
      <w:r w:rsidRPr="002B3C60">
        <w:rPr>
          <w:rStyle w:val="libFootnotenumChar"/>
          <w:rtl/>
        </w:rPr>
        <w:t>50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چقدر پول 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</w:t>
      </w:r>
      <w:r>
        <w:rPr>
          <w:rtl/>
          <w:lang w:bidi="fa-IR"/>
        </w:rPr>
        <w:t xml:space="preserve"> طلا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سرخ !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حالا</w:t>
      </w:r>
      <w:r>
        <w:rPr>
          <w:rtl/>
          <w:lang w:bidi="fa-IR"/>
        </w:rPr>
        <w:t xml:space="preserve"> حساب کن ، هر مثقال طلا (پنج گرم) چقدر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دارد ، آن را ضرب در شصت هزار کن!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فقط درآمد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فدک است. اصلِ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حرف‌هاست 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2B3C6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فصل</w:t>
      </w:r>
      <w:r>
        <w:rPr>
          <w:rtl/>
          <w:lang w:bidi="fa-IR"/>
        </w:rPr>
        <w:t xml:space="preserve"> برداشت خرما که فرا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کارگزار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فدک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فرستد</w:t>
      </w:r>
      <w:r>
        <w:rPr>
          <w:rtl/>
          <w:lang w:bidi="fa-IR"/>
        </w:rPr>
        <w:t>.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به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خود دستور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تا با مردم فدک با عدالت و انصاف برخورد کند، مبادا حقّ آن‌ها 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شود.</w:t>
      </w:r>
    </w:p>
    <w:p w:rsidR="006C534C" w:rsidRDefault="006C534C" w:rsidP="002B3C6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مدّت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گذرد،</w:t>
      </w:r>
      <w:r>
        <w:rPr>
          <w:rtl/>
          <w:lang w:bidi="fa-IR"/>
        </w:rPr>
        <w:t xml:space="preserve"> خبر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که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با درآمد فدک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هفتاد هزار سکّه طلا!</w:t>
      </w:r>
    </w:p>
    <w:p w:rsidR="006C534C" w:rsidRDefault="006C534C" w:rsidP="002B3C6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 xml:space="preserve">با هفتاد هزار سکّه طلا چه خواهد کرد؟ </w:t>
      </w:r>
    </w:p>
    <w:p w:rsidR="006C534C" w:rsidRDefault="006C534C" w:rsidP="002B3C6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نگاه</w:t>
      </w:r>
      <w:r>
        <w:rPr>
          <w:rtl/>
          <w:lang w:bidi="fa-IR"/>
        </w:rPr>
        <w:t xml:space="preserve"> کن! همه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به درِ خانه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آمده‌اند.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هم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نجاست</w:t>
      </w:r>
      <w:r>
        <w:rPr>
          <w:rtl/>
          <w:lang w:bidi="fa-IR"/>
        </w:rPr>
        <w:t>.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سکّه‌ها به دست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شود.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رو به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سکّه‌ها از آنِ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است»، بعد آن سکّه‌ها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همه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نگاه</w:t>
      </w:r>
      <w:r>
        <w:rPr>
          <w:rtl/>
          <w:lang w:bidi="fa-IR"/>
        </w:rPr>
        <w:t xml:space="preserve"> کن! به دست هر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نگاه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سکّه‌ها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طلا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</w:t>
      </w:r>
    </w:p>
    <w:p w:rsidR="006C534C" w:rsidRDefault="006C534C" w:rsidP="002B3C6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خوشحال هستند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دعا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 خدا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را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دارد. تا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هست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فقر و گرسنگ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!</w:t>
      </w:r>
    </w:p>
    <w:p w:rsidR="006C534C" w:rsidRDefault="006C534C" w:rsidP="002B3C6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به هر کدام از آن‌ها به اندازه خرج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داده است. آن‌ها تا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ازند</w:t>
      </w:r>
      <w:r>
        <w:rPr>
          <w:rtl/>
          <w:lang w:bidi="fa-IR"/>
        </w:rPr>
        <w:t>!</w:t>
      </w:r>
      <w:r w:rsidRPr="00B76874">
        <w:rPr>
          <w:rStyle w:val="libFootnotenumChar"/>
          <w:rtl/>
        </w:rPr>
        <w:t>51</w:t>
      </w:r>
    </w:p>
    <w:p w:rsidR="006C534C" w:rsidRDefault="006C534C" w:rsidP="00B76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حتماً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هفتاد هزار سکّه طلا چقدر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مانده است؟</w:t>
      </w:r>
    </w:p>
    <w:p w:rsidR="006C534C" w:rsidRDefault="006C534C" w:rsidP="00B76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از آن همه پول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به اندازه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برداشته است. 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سکّه کمتر 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سکّه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>!</w:t>
      </w:r>
    </w:p>
    <w:p w:rsidR="006C534C" w:rsidRDefault="006C534C" w:rsidP="00B76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سهم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برداشته کمتر از سهم هر کدام از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است. </w:t>
      </w:r>
    </w:p>
    <w:p w:rsidR="006C534C" w:rsidRDefault="006C534C" w:rsidP="00B76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به هر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علاوه بر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سال،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لباس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داده است؛ امّا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 فقط به اندازه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برداشته است. او جود و کرم را از مادرش به ارث برده است.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، دخترِ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 xml:space="preserve"> است.</w:t>
      </w:r>
    </w:p>
    <w:p w:rsidR="006C534C" w:rsidRDefault="00B76874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6C534C" w:rsidRDefault="006C534C" w:rsidP="00B76874">
      <w:pPr>
        <w:pStyle w:val="Heading1"/>
        <w:rPr>
          <w:rtl/>
          <w:lang w:bidi="fa-IR"/>
        </w:rPr>
      </w:pPr>
      <w:bookmarkStart w:id="5" w:name="_Toc530640962"/>
      <w:r>
        <w:rPr>
          <w:rFonts w:hint="eastAsia"/>
          <w:rtl/>
          <w:lang w:bidi="fa-IR"/>
        </w:rPr>
        <w:t>فرشتگان</w:t>
      </w:r>
      <w:r>
        <w:rPr>
          <w:rtl/>
          <w:lang w:bidi="fa-IR"/>
        </w:rPr>
        <w:t xml:space="preserve"> هم معلّم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خواهند</w:t>
      </w:r>
      <w:bookmarkEnd w:id="5"/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ساعت</w:t>
      </w:r>
      <w:r>
        <w:rPr>
          <w:rtl/>
          <w:lang w:bidi="fa-IR"/>
        </w:rPr>
        <w:t xml:space="preserve">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باً</w:t>
      </w:r>
      <w:r>
        <w:rPr>
          <w:rtl/>
          <w:lang w:bidi="fa-IR"/>
        </w:rPr>
        <w:t xml:space="preserve"> هشت صبح بود، من از اتاق خود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آمدم تا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حرم بروم،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طبقه همکف هتل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مسئول هتل مرا صدا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زند،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رفتم،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چشمها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پر از اشک است. تعجّب کردم،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چه شده است؟ او به من گفت: وهاب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حرم سامرا را خراب کردند! </w:t>
      </w:r>
    </w:p>
    <w:p w:rsidR="006C534C" w:rsidRDefault="006C534C" w:rsidP="00B76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حرم سامرا را نشان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داد،</w:t>
      </w:r>
      <w:r>
        <w:rPr>
          <w:rtl/>
          <w:lang w:bidi="fa-IR"/>
        </w:rPr>
        <w:t xml:space="preserve"> باور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کردم،</w:t>
      </w:r>
      <w:r>
        <w:rPr>
          <w:rtl/>
          <w:lang w:bidi="fa-IR"/>
        </w:rPr>
        <w:t xml:space="preserve"> گنبد حرم امام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امام عسکر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خراب و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شده بود، اشک من هم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آخر قرار بود ما فردا به سامرا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من آن روز کربلا بودم، آن روز سوم اسفند سال 1386 بود.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آخر</w:t>
      </w:r>
      <w:r>
        <w:rPr>
          <w:rtl/>
          <w:lang w:bidi="fa-IR"/>
        </w:rPr>
        <w:t xml:space="preserve"> چرا وهاب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کردند؟ چرا حرم سامرا را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کردند.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خودم با آنان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>: شما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ما را از امامان خود جدا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حرم امامان ما در قلب‌ها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ماست.</w:t>
      </w:r>
    </w:p>
    <w:p w:rsidR="006C534C" w:rsidRDefault="006C534C" w:rsidP="00B76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وطن خود برگشتم، در فکر بودم که درباره امام هاد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سم،</w:t>
      </w:r>
      <w:r>
        <w:rPr>
          <w:rtl/>
          <w:lang w:bidi="fa-IR"/>
        </w:rPr>
        <w:t xml:space="preserve">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گرفتم که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«ز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جامعه»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>.</w:t>
      </w:r>
    </w:p>
    <w:p w:rsidR="006C534C" w:rsidRDefault="006C534C" w:rsidP="00B76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تو چقدر از «ز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جامعه» باخبر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نَخَع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بود که همواره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به حرم امامان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رفت،</w:t>
      </w:r>
      <w:r>
        <w:rPr>
          <w:rtl/>
          <w:lang w:bidi="fa-IR"/>
        </w:rPr>
        <w:t xml:space="preserve"> او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دانست</w:t>
      </w:r>
      <w:r>
        <w:rPr>
          <w:rtl/>
          <w:lang w:bidi="fa-IR"/>
        </w:rPr>
        <w:t xml:space="preserve">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حرمِ آن بزرگواران است، چه بخواند و چه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او مهمان امام هاد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بود و از آن حضرت خواست تا به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بدهد که در حرم امامان چگونه سخن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6C534C" w:rsidRDefault="006C534C" w:rsidP="00B76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و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بود که امام هاد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لب به سخن گشود و «ز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جامعه» شکل گرفت. امام به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داد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امامان معصوم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رود،</w:t>
      </w:r>
      <w:r>
        <w:rPr>
          <w:rtl/>
          <w:lang w:bidi="fa-IR"/>
        </w:rPr>
        <w:t xml:space="preserve"> چه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سخن، «ز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جامعه»، درس بزرگ امام‌شناس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6C534C" w:rsidRDefault="006C534C" w:rsidP="00B76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پانزدهم ماه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 xml:space="preserve"> روز ولادت امام هاد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 و در واقع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 فرصت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تا با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جامعه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آشنا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من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«نردبان آب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در شرح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جامعه نوشتم و در آن کتاب با امام هاد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گفته‌ام، شما هم اگر دوست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م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همکلام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با آن امام مهربان سخن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کنم؟ خسته‌ام،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شانم</w:t>
      </w:r>
      <w:r>
        <w:rPr>
          <w:rtl/>
          <w:lang w:bidi="fa-IR"/>
        </w:rPr>
        <w:t>. حس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که از شما دور افتاده‌ام، حسّ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درونم به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بازگردم،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بازگردم.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چرا</w:t>
      </w:r>
      <w:r>
        <w:rPr>
          <w:rtl/>
          <w:lang w:bidi="fa-IR"/>
        </w:rPr>
        <w:t xml:space="preserve"> خجالت بکشم؟ چرا؟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که شما بس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مهربان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دلسوز.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که مرا دوست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شما به همه دوستان خود نظر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آن‌ها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دعا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اثر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باشد که من امشب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گرفته‌ام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بازگردم.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فکر کنم که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شد؟ چرا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و شما فاصله افتاد؟ چرا از شما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ن‌قدر</w:t>
      </w:r>
      <w:r>
        <w:rPr>
          <w:rtl/>
          <w:lang w:bidi="fa-IR"/>
        </w:rPr>
        <w:t xml:space="preserve"> دور شدم، چرا؟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فکر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بلا سر من آمد چون در 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معرفت و شناخت گام برنداشتم، شما را نشناختم، دوستتان داشتم، امّا بدون آن که شناخت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شما داشته باشم.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تلاش کنم که شما را دوباره بشناسم.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چشم‌ها 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شست!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امّا نه مثل آن روزها که گذشت.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با شناخت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بهتر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چگونه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بکنم؟ چگونه شما را بشناسم، دلم خوش بود که امشب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راه حل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کردم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وضع، نجات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خواهم کرد، امّا افسوس که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تازه سر راهم سبز شد.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مشکل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!! من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چگونه شما را بشناسم،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کجا شروع کنم؟ به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 کنم؟ از که بپرسم؟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نگاهم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از خود ما بپرس!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لبخندتان</w:t>
      </w:r>
      <w:r>
        <w:rPr>
          <w:rtl/>
          <w:lang w:bidi="fa-IR"/>
        </w:rPr>
        <w:t xml:space="preserve"> به دلم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از خودتان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شما را بهتر و بهتر بشناسم، پس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سخن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خودتان بگو!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امشب</w:t>
      </w:r>
      <w:r>
        <w:rPr>
          <w:rtl/>
          <w:lang w:bidi="fa-IR"/>
        </w:rPr>
        <w:t xml:space="preserve"> از شما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حرف بزن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من سراپا گوش هستم.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خودتان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شما که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خودمان سخن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تو آماده‌ا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از خاندان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هستم، همه علم و دانش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نزد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فرشتگان</w:t>
      </w:r>
      <w:r>
        <w:rPr>
          <w:rtl/>
          <w:lang w:bidi="fa-IR"/>
        </w:rPr>
        <w:t xml:space="preserve"> نزد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در خانه ما رفت و آمد دارند، فرشتگان خدمتگزاران ما هستند.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فرشتگان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کسب علم و دانش نزد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فرشتگان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شاگردان ما بوده‌اند، آن‌ها از ما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فراگرفته‌اند.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قبل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خلق کند، نور ما را خلق نمود، نور ما در عرش خدا بود، ما در عرش خدا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هنوز خدا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فرشته‌ا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خلق نکرده بود.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فرشتگان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ما به آنان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آموخت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ما به آنان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چگونه خدا را به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کنند: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سبحان</w:t>
      </w:r>
      <w:r>
        <w:rPr>
          <w:rtl/>
          <w:lang w:bidi="fa-IR"/>
        </w:rPr>
        <w:t xml:space="preserve"> اللّه و الحمد للّه و لا اله الا اللّه و اللّه اکبر.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چهار شعار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ما به فرشتگان آموخت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قبل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ذکر را به فرشتگان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آنان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دانستند</w:t>
      </w:r>
      <w:r>
        <w:rPr>
          <w:rtl/>
          <w:lang w:bidi="fa-IR"/>
        </w:rPr>
        <w:t xml:space="preserve"> چه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چگونه خدا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کنند.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ذکر را 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همه فرشتگان شروع به تکرار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ذکرها نمودند،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به آنان درس خداشناس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Pr="00B76874">
        <w:rPr>
          <w:rStyle w:val="libFootnotenumChar"/>
          <w:rtl/>
        </w:rPr>
        <w:t>52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قدر هم که فرا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فرشتگان نزد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آنچه قرار است در طول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بندگان خدا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شود،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دست ما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شود.</w:t>
      </w:r>
      <w:r w:rsidRPr="00B76874">
        <w:rPr>
          <w:rStyle w:val="libFootnotenumChar"/>
          <w:rtl/>
        </w:rPr>
        <w:t>53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بدان</w:t>
      </w:r>
      <w:r>
        <w:rPr>
          <w:rtl/>
          <w:lang w:bidi="fa-IR"/>
        </w:rPr>
        <w:t xml:space="preserve"> که ما معدن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اگر به دنبال رحمت و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درِ خانه 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که خداوند خانه ما را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رحمت خود قرار داده است.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رحمت و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آن را به 100 قسمت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نمود، 99 قسمت آن را به ما داد،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قسمت باق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مانده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همه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نمود.</w:t>
      </w:r>
      <w:r w:rsidRPr="00B76874">
        <w:rPr>
          <w:rStyle w:val="libFootnotenumChar"/>
          <w:rtl/>
        </w:rPr>
        <w:t>54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خدا آن همه رحمت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به ما داده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ما معدن رحمت خدا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ما اساس و اصل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تو در هر کجا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که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عطوفت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و ما واسطه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 آن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بر بندگان خود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برکت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آنان نازل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آن رحمت را ابتدا نزد ما نازل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که خداوند ما را واسطه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خود و بندگان خود قرار داده است،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رحمت خدا را به طور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دارد،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اقت</w:t>
      </w:r>
      <w:r>
        <w:rPr>
          <w:rtl/>
          <w:lang w:bidi="fa-IR"/>
        </w:rPr>
        <w:t xml:space="preserve"> و </w:t>
      </w:r>
      <w:r>
        <w:rPr>
          <w:rFonts w:hint="eastAsia"/>
          <w:rtl/>
          <w:lang w:bidi="fa-IR"/>
        </w:rPr>
        <w:t>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باشد که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فقط و فقط به ما داده است، ما واسطه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و رحمت خدا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پس ما اصل هر رحمت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بر بندگان خدا نازل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حقّ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را به بالاتر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حدّ خود رسانده‌ا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خود را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دوست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تصوّر کند که ما چقدر نسبت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دوستان خود مهربان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فردا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که فرا برسد، آن روز همه خواهند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چگونه خواهد بود،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همه مردم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فرار کنند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پناه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نداشته باشد، ما پناه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خود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بود و آنان را شفاعت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نمود.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خزانه‌داران علم خدا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خدا ما را با دانش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ما داده است، بزرگ و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نمود، فقط ما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به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آسمان‌ها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از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باخبر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روز که خدا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بزرگ خود، عهد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گرفت</w:t>
      </w:r>
      <w:r>
        <w:rPr>
          <w:rtl/>
          <w:lang w:bidi="fa-IR"/>
        </w:rPr>
        <w:t xml:space="preserve"> ما را به عنوان خزانه‌داران علم خود به آن‌ها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حلم و بردبار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خشم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هرگز بردبار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فراموش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ما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و اساس همه خوب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هر چه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از ما سرچشمه گرفته است، خوب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همه خوبان، از وجود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باشد،</w:t>
      </w:r>
      <w:r>
        <w:rPr>
          <w:rtl/>
          <w:lang w:bidi="fa-IR"/>
        </w:rPr>
        <w:t xml:space="preserve"> ما اساس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خوب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تو در بندگان خوب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خدا از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راه ما برود، به هدف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نخواهد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6C534C" w:rsidRDefault="006C534C" w:rsidP="004C698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نقل کنم تا بهتر بتوان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مطلب پ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روزها، موس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کرد،</w:t>
      </w:r>
      <w:r>
        <w:rPr>
          <w:rtl/>
          <w:lang w:bidi="fa-IR"/>
        </w:rPr>
        <w:t xml:space="preserve"> نگاهش به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 که دست‌ها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 بلند کرده بود و دعا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کنار او عبور کرد و بعد از مدّت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باز حضرت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آنجا عبور کرد،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آن مرد هنوز دعا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دست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 به آسمان است و </w:t>
      </w:r>
      <w:r>
        <w:rPr>
          <w:rFonts w:hint="eastAsia"/>
          <w:rtl/>
          <w:lang w:bidi="fa-IR"/>
        </w:rPr>
        <w:t>اشک</w:t>
      </w:r>
      <w:r>
        <w:rPr>
          <w:rtl/>
          <w:lang w:bidi="fa-IR"/>
        </w:rPr>
        <w:t xml:space="preserve"> در چشمان خود دارد،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هنوز حاجت او روا نشده است.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خدا به موس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گفت: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او هرچقدر مرا بخواند و دعا کند، من دعا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مستجاب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اگر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من صدا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بشنوم و حاجتش را روا کنم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دستور من عمل کند، من دستور دا</w:t>
      </w:r>
      <w:r>
        <w:rPr>
          <w:rFonts w:hint="eastAsia"/>
          <w:rtl/>
          <w:lang w:bidi="fa-IR"/>
        </w:rPr>
        <w:t>ده‌ام</w:t>
      </w:r>
      <w:r>
        <w:rPr>
          <w:rtl/>
          <w:lang w:bidi="fa-IR"/>
        </w:rPr>
        <w:t xml:space="preserve"> تا بندگانم از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گفته‌ام مرا بخوانند.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هم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راه تو و راه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 (هارون)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راه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 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کرده‌ام،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برگرداند.</w:t>
      </w:r>
      <w:r w:rsidRPr="004C6980">
        <w:rPr>
          <w:rStyle w:val="libFootnotenumChar"/>
          <w:rtl/>
        </w:rPr>
        <w:t>55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خدا بود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روشن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خدا دوست دارد که بندگانش از راه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خلاصه</w:t>
      </w:r>
      <w:r>
        <w:rPr>
          <w:rtl/>
          <w:lang w:bidi="fa-IR"/>
        </w:rPr>
        <w:t xml:space="preserve"> آن که اگر دوست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صدا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بشنود و حاجت تو را بدهد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رو کن که ما راه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اگر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خدا صدا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شنود</w:t>
      </w:r>
      <w:r>
        <w:rPr>
          <w:rtl/>
          <w:lang w:bidi="fa-IR"/>
        </w:rPr>
        <w:t xml:space="preserve"> و تو را قبول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امّا اگر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راه ما بپ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بدان که خدا به تو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نخواهد نمود.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بدان</w:t>
      </w:r>
      <w:r>
        <w:rPr>
          <w:rtl/>
          <w:lang w:bidi="fa-IR"/>
        </w:rPr>
        <w:t xml:space="preserve"> که خدا ما را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قرار داده است، ما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 در آسمان‌ها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علم و دانش خدا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رازها و اسرار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ما آن را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داند</w:t>
      </w:r>
      <w:r>
        <w:rPr>
          <w:rtl/>
          <w:lang w:bidi="fa-IR"/>
        </w:rPr>
        <w:t>.</w:t>
      </w:r>
    </w:p>
    <w:p w:rsidR="006C534C" w:rsidRDefault="006C534C" w:rsidP="004C698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خدا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خدا ما را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همه بندگان خوب خودش، انتخاب نموده است و ما را بر همه برتر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است. ما از نسل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خدا، محمّد</w:t>
      </w:r>
      <w:r w:rsidR="004C6980" w:rsidRPr="004C6980">
        <w:rPr>
          <w:rFonts w:ascii="Traditional Arabic" w:eastAsiaTheme="minorHAnsi" w:hAnsi="Traditional Arabic" w:cs="Traditional Arabic"/>
          <w:rtl/>
        </w:rPr>
        <w:t xml:space="preserve"> </w:t>
      </w:r>
      <w:r w:rsidR="004C6980" w:rsidRPr="004C6980">
        <w:rPr>
          <w:rStyle w:val="libAlaemChar"/>
          <w:rFonts w:eastAsiaTheme="minorHAnsi"/>
          <w:rtl/>
        </w:rPr>
        <w:t>صلى‌الله‌عليه‌وآله‌وسلم</w:t>
      </w:r>
      <w:r w:rsidR="004C6980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Pr="004C6980">
        <w:rPr>
          <w:rStyle w:val="libFootnotenumChar"/>
          <w:rtl/>
        </w:rPr>
        <w:t>56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همان رهبران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شما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راهنما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ما نورها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را روشن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مردم را از گمراه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ما مانند علامت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راه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</w:t>
      </w:r>
      <w:r>
        <w:rPr>
          <w:rtl/>
          <w:lang w:bidi="fa-IR"/>
        </w:rPr>
        <w:t xml:space="preserve"> به مردم نشان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ما صاحبان عقل و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کامل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موقع سخت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بلاها،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پناه مردم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آرامش و آسا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همه بندگان خدا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فراموش نکن که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فرشتگان هم به ما پناه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آورند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که سخت‌تر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پناهگاه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ما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از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شناخت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رو کند و راه ما را بپ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اگر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معرفت خدا گام بردار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امّا با 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بدان که آن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تو را به سمت کمال نخواهد برد، معرفت و شناخت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را فقط و فقط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هر</w:t>
      </w:r>
      <w:r>
        <w:rPr>
          <w:rtl/>
          <w:lang w:bidi="fa-IR"/>
        </w:rPr>
        <w:t xml:space="preserve"> کس که خواهان معرفت خداست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نزد 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ما درس معرفت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اموزد،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گفتم که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فرشتگان هم درس معرفت و خداشناس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ما آموختند.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در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حکمت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بدان که حکمت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نزد ماست، هر کس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به حکمت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برسد،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نزد 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دانش ما بهره ببرد، خدا ما را معدن حکمت خود قرار داده است.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حافظان رازها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قلب‌ها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اسرار خداست، در سرتاسر جهان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اسرار خدا به جز قلب‌ها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خداوند اسرار خود را در قلب‌ها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قرار داده است و ما حافظ و نگهدار آن اسرار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راه خشنود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را به شما نشان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اگر در راه ما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خدا از شما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خشنود خواهد بود،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مانند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خدا از انسان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خشنود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در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ما آمده‌ا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شما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را به ش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نشان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در راه 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فرمان خدا ثابت‌قدم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در انجام دستورات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به ما داده است لحظه‌ا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او به ما دستور داده است که در بلاها صبر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در همه حال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حفظ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 تلاش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ما همه تلاش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 زنده بماند.</w:t>
      </w:r>
    </w:p>
    <w:p w:rsidR="006C534C" w:rsidRDefault="006C534C" w:rsidP="00FB3FB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به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محبّت کامل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قلب ما آکنده از محبّت خداست و در همه جهان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خدا را به اندازه ما دوست ندارد،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معرفت و شناخت ما به خدا از همه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است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معرفت کامل است که باعث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ما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دوست بدار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سرآمد محبّت خدا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>
        <w:rPr>
          <w:rtl/>
          <w:lang w:bidi="fa-IR"/>
        </w:rPr>
        <w:cr/>
      </w: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آن کس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محبّت خدا را 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باشد، هرگز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او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خدا انس گرفت،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خدا را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امر و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به آنان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خدا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دوست دارد و از چه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خشم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بنده خدا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خدا ما را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است و ما جز سخن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هر چه او دستور بدهد، با تمام وجودمان آن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هرگز مخالفت فرمان او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</w:t>
      </w:r>
      <w:r>
        <w:rPr>
          <w:rtl/>
          <w:lang w:bidi="fa-IR"/>
        </w:rPr>
        <w:t xml:space="preserve"> خدا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خدا ما را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همه بندگان خود انتخاب نموده است و ما را به همه آن‌ها برتر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است.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«حزب اللّه»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ما حزب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هر کس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 xml:space="preserve"> از حزب خداست.</w:t>
      </w:r>
      <w:r w:rsidRPr="00FB3FB3">
        <w:rPr>
          <w:rStyle w:val="libFootnotenumChar"/>
          <w:rtl/>
        </w:rPr>
        <w:t>57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علم</w:t>
      </w:r>
      <w:r>
        <w:rPr>
          <w:rtl/>
          <w:lang w:bidi="fa-IR"/>
        </w:rPr>
        <w:t xml:space="preserve"> و دانش خدا نزد ماست، قلب‌ها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اسرار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باشد،</w:t>
      </w:r>
      <w:r>
        <w:rPr>
          <w:rtl/>
          <w:lang w:bidi="fa-IR"/>
        </w:rPr>
        <w:t xml:space="preserve"> ما حجت خدا بر بندگانش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در نماز بارها و بارها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: </w:t>
      </w:r>
      <w:r w:rsidR="00FB3FB3" w:rsidRPr="00FB3FB3">
        <w:rPr>
          <w:rStyle w:val="libAlaemChar"/>
          <w:rFonts w:hint="cs"/>
          <w:rtl/>
        </w:rPr>
        <w:t>(</w:t>
      </w:r>
      <w:r w:rsidRPr="00FB3FB3">
        <w:rPr>
          <w:rStyle w:val="libAieChar"/>
          <w:rtl/>
        </w:rPr>
        <w:t>اهْدِنَا الصِّرَ طَ الْمُسْتَقِ</w:t>
      </w:r>
      <w:r w:rsidRPr="00FB3FB3">
        <w:rPr>
          <w:rStyle w:val="libAieChar"/>
          <w:rFonts w:hint="cs"/>
          <w:rtl/>
        </w:rPr>
        <w:t>ی</w:t>
      </w:r>
      <w:r w:rsidRPr="00FB3FB3">
        <w:rPr>
          <w:rStyle w:val="libAieChar"/>
          <w:rFonts w:hint="eastAsia"/>
          <w:rtl/>
        </w:rPr>
        <w:t>مَ</w:t>
      </w:r>
      <w:r w:rsidRPr="00FB3FB3">
        <w:rPr>
          <w:rStyle w:val="libAlaemChar"/>
          <w:rtl/>
        </w:rPr>
        <w:t xml:space="preserve"> </w:t>
      </w:r>
      <w:r w:rsidR="00FB3FB3" w:rsidRPr="00FB3FB3">
        <w:rPr>
          <w:rStyle w:val="libAlaemChar"/>
          <w:rFonts w:hint="cs"/>
          <w:rtl/>
        </w:rPr>
        <w:t>)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بدان</w:t>
      </w:r>
      <w:r>
        <w:rPr>
          <w:rtl/>
          <w:lang w:bidi="fa-IR"/>
        </w:rPr>
        <w:t xml:space="preserve"> که ما همان صراط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خدا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ما همان راه خدا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اگر مردم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سخنان ما را بشنوند، به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رهنمون خواهند شد و سعادت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آخرت را از آنِ خود خواهند نمود.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از همه لغزش‌ها و زشت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پل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به دور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خدا به ما مقام عصمت را داده است، ما همه معصوم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هرگز فکر گناه هم به ذهن خود راه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ما را بزرگ شمرده است و ما را بر همه برتر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است، ما مقرّب درگاه خود قرار داده است، ما به خدا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ک‌تر</w:t>
      </w:r>
      <w:r>
        <w:rPr>
          <w:rtl/>
          <w:lang w:bidi="fa-IR"/>
        </w:rPr>
        <w:t xml:space="preserve"> از همه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ما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فرشتگان به خدا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کتر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بندگان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زگار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هرگز معص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نافرمان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ما اهل تقو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لحظه هم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او غفلت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مفسّر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قرآن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خدا ما را به عنوان مفسران قرآن انتخاب نمود، ما از رمز و راز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قرآن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کامل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خدا از بندگان خود خواست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فهم قرآن از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ما بهره ببرند، امّا افسوس که مردم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 خدا گوش فرا ندادند.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ما را ستون‌ها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قرار داد،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ما را نداشته باشد،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هم قبول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خداشناس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واسطه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ما قوّت گرفته و عزّت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است،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را عبادت کند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باشد،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بداند که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عبادت را از او قبول نم</w:t>
      </w:r>
      <w:r>
        <w:rPr>
          <w:rFonts w:hint="cs"/>
          <w:rtl/>
          <w:lang w:bidi="fa-IR"/>
        </w:rPr>
        <w:t>ی‌</w:t>
      </w:r>
      <w:r>
        <w:rPr>
          <w:rtl/>
          <w:lang w:bidi="fa-IR"/>
        </w:rPr>
        <w:t>کند، شرط قبول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اعمال،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محبّت ما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ما را شاهد و ناظر بر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قرار داد، ما به اذن خدا از آنچه در جهان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گذرد،</w:t>
      </w:r>
      <w:r>
        <w:rPr>
          <w:rtl/>
          <w:lang w:bidi="fa-IR"/>
        </w:rPr>
        <w:t xml:space="preserve"> باخبر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ما از اعمال و کردار مردم اطّلاع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علم و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ما داده است، ما هر چه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خدا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ما از خودمان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ما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کوتاه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اطاعت خدا نداشت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امّت اسلام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با گفتار 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مانه</w:t>
      </w:r>
      <w:r>
        <w:rPr>
          <w:rtl/>
          <w:lang w:bidi="fa-IR"/>
        </w:rPr>
        <w:t xml:space="preserve"> و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سودمند و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مردم را به راه خدا دعوت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از جان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حفظ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گذاشت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خود را در راه خدا فدا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خدا از ما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گرفته بود که در مقابل سخت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بلاها صبر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خدا وفادار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بر همه سخت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بلاها صبر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همه دستورات خدا را انجام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نماز را به پا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زکات را پرداخت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امر به معروف و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منکر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در راه خدا جهاد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ما آشکارا همه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دعوت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احکام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نشر داده و به گوش همه رساند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ما به سنّت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عمل نموده و راه و روش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نشان مردم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با انجام آنچه خدا از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</w:t>
      </w:r>
      <w:r>
        <w:rPr>
          <w:rtl/>
          <w:lang w:bidi="fa-IR"/>
        </w:rPr>
        <w:t xml:space="preserve"> توانست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مقام رضا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خدا از ما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خشنود است و ما هم از او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خشنود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آنچه خداوند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مقدّر نموده بود ما آن را قبول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ما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برنامه‌ا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خدا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در نظر گرفته بود.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بلاها وسخت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بر ما هجوم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آورد،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دشمنان با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tl/>
          <w:lang w:bidi="fa-IR"/>
        </w:rPr>
        <w:t xml:space="preserve"> بر ما حمله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کردند،</w:t>
      </w:r>
      <w:r>
        <w:rPr>
          <w:rtl/>
          <w:lang w:bidi="fa-IR"/>
        </w:rPr>
        <w:t xml:space="preserve"> ما صبر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اگر ما نابود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دشمنان خود را از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خدا آن‌ها را نابود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کرد،</w:t>
      </w:r>
      <w:r>
        <w:rPr>
          <w:rtl/>
          <w:lang w:bidi="fa-IR"/>
        </w:rPr>
        <w:t xml:space="preserve"> امّا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خدا دوست دارد ما در راه او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صبر کر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Pr="00FB3FB3">
        <w:rPr>
          <w:rStyle w:val="libFootnotenumChar"/>
          <w:rtl/>
        </w:rPr>
        <w:t>58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شهادت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شهادت، سعادت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خدا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ما نمود،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چ‌کدام</w:t>
      </w:r>
      <w:r>
        <w:rPr>
          <w:rtl/>
          <w:lang w:bidi="fa-IR"/>
        </w:rPr>
        <w:t xml:space="preserve"> از ما به مرگ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ما</w:t>
      </w:r>
      <w:r>
        <w:rPr>
          <w:rtl/>
          <w:lang w:bidi="fa-IR"/>
        </w:rPr>
        <w:t xml:space="preserve"> جلوه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ما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عطوفت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ما همان امانت خداست، امانت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از مردم خواسته است در حفظ و نگهدار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تلاش کنند، امّا مردم بعد از رحلت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امبر،</w:t>
      </w:r>
      <w:r>
        <w:rPr>
          <w:rtl/>
          <w:lang w:bidi="fa-IR"/>
        </w:rPr>
        <w:t xml:space="preserve">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ما را فراموش کردند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نمودند، آن‌ها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امانت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پاس نداشتند.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امتحان و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مردم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افراد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ادّعا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اهل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هستند و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خدا قرار دارند، آن‌ها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بشوند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خود راستگو هستند، اگر آن‌ها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ما را قبول کردند، معلوم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راستگو هستند، امّا اگر به هر 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ل، از قبول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ما سرباز زدند، روشن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دور هستند.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امت،</w:t>
      </w:r>
      <w:r>
        <w:rPr>
          <w:rtl/>
          <w:lang w:bidi="fa-IR"/>
        </w:rPr>
        <w:t xml:space="preserve"> مقام شفاعت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ما آن روز دوستان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خود را شفاعت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نمود، خدا آن روز به ما اجازه شفاعت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نجات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شرط نجات، آمدن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ماست، اگر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همه بلاها و سخت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نجات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. هر کس از ما جدا شود، بداند که سرانجام او تباه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مردم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فرا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راهنما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ما به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داشته و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امر او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آنچه را که او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بپسندد، ما به آن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هر چه از دوست رسد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کوست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فرام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 را عمل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گوش به فرمان او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ما مردم را فقط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هر گاه حکم و دستور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حکم و دستور، از خود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ما آن را از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گرفته‌ا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ما از خود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همه وجود ما، از آنِ خدا است.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هر</w:t>
      </w:r>
      <w:r>
        <w:rPr>
          <w:rtl/>
          <w:lang w:bidi="fa-IR"/>
        </w:rPr>
        <w:t xml:space="preserve"> کس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ما را داشته باشد، سعادتمند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خوشبخت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جهان در گرو 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باشد،</w:t>
      </w:r>
      <w:r>
        <w:rPr>
          <w:rtl/>
          <w:lang w:bidi="fa-IR"/>
        </w:rPr>
        <w:t xml:space="preserve"> اگر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سعادت و رستگار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. فقط در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محبّت و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رستگار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...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آنچه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آمد، فقط قسمت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کتاب «نردبان آب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بود، جهت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کامل با «ز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جامعه» خوب است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را مطالعه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6C534C" w:rsidRDefault="006C534C" w:rsidP="00FB3FB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لازم</w:t>
      </w:r>
      <w:r>
        <w:rPr>
          <w:rtl/>
          <w:lang w:bidi="fa-IR"/>
        </w:rPr>
        <w:t xml:space="preserve"> به ذکر است امام هاد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پانزدهم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 xml:space="preserve"> سال 212 در اطراف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آمدند،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بعد از شهادت پدرشان در سال 220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امامت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مدّت امامت آن بزرگوار 33 سال و عمر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فش</w:t>
      </w:r>
      <w:r>
        <w:rPr>
          <w:rtl/>
          <w:lang w:bidi="fa-IR"/>
        </w:rPr>
        <w:t xml:space="preserve"> 41 سال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سال 254 در شهر سامرا به دست متوکّل عبّاس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شه</w:t>
      </w:r>
      <w:r>
        <w:rPr>
          <w:rFonts w:hint="eastAsia"/>
          <w:rtl/>
          <w:lang w:bidi="fa-IR"/>
        </w:rPr>
        <w:t>ادت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</w:t>
      </w:r>
    </w:p>
    <w:p w:rsidR="006C534C" w:rsidRDefault="00FB3FB3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6C534C" w:rsidRDefault="006C534C" w:rsidP="00FB3FB3">
      <w:pPr>
        <w:pStyle w:val="Heading1"/>
        <w:rPr>
          <w:rtl/>
          <w:lang w:bidi="fa-IR"/>
        </w:rPr>
      </w:pPr>
      <w:bookmarkStart w:id="6" w:name="_Toc530640963"/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الماس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</w:t>
      </w:r>
      <w:bookmarkEnd w:id="6"/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گذرنامه</w:t>
      </w:r>
      <w:r>
        <w:rPr>
          <w:rtl/>
          <w:lang w:bidi="fa-IR"/>
        </w:rPr>
        <w:t xml:space="preserve"> خود را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مأمور فرودگاه «جدّه»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دهم،</w:t>
      </w:r>
      <w:r>
        <w:rPr>
          <w:rtl/>
          <w:lang w:bidi="fa-IR"/>
        </w:rPr>
        <w:t xml:space="preserve"> مهر خروج از عربستان را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گذرنامه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ساعت بعد وارد هواپ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شوم،</w:t>
      </w:r>
      <w:r>
        <w:rPr>
          <w:rtl/>
          <w:lang w:bidi="fa-IR"/>
        </w:rPr>
        <w:t xml:space="preserve"> کمربند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بندم</w:t>
      </w:r>
      <w:r>
        <w:rPr>
          <w:rtl/>
          <w:lang w:bidi="fa-IR"/>
        </w:rPr>
        <w:t xml:space="preserve"> و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سفر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خوانم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هواپ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حرکت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به سمت باند پرواز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رود،</w:t>
      </w:r>
      <w:r>
        <w:rPr>
          <w:rtl/>
          <w:lang w:bidi="fa-IR"/>
        </w:rPr>
        <w:t xml:space="preserve"> موتور هواپ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روشن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هواپ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سرعت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وقت آن است که هواپ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از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بلند شود که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هولناک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گوش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هواپ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از باند منحرف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...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ده‌اند،</w:t>
      </w:r>
      <w:r>
        <w:rPr>
          <w:rtl/>
          <w:lang w:bidi="fa-IR"/>
        </w:rPr>
        <w:t xml:space="preserve">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هواپ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آتش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شده است، بعد از لحظات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هواپ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متوقّف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آتش‌نشان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آتش را خاموش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هواپ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به سالن انتظار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حالا معلوم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از چه خطر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 سالم به در برده‌ا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موقع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هواپ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خواسته</w:t>
      </w:r>
      <w:r>
        <w:rPr>
          <w:rtl/>
          <w:lang w:bidi="fa-IR"/>
        </w:rPr>
        <w:t xml:space="preserve"> از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بلند شود چرخ آن آتش گرفته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حادثه فقط چند 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رتر</w:t>
      </w:r>
      <w:r>
        <w:rPr>
          <w:rtl/>
          <w:lang w:bidi="fa-IR"/>
        </w:rPr>
        <w:t xml:space="preserve"> اتّفاق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افتاد،</w:t>
      </w:r>
      <w:r>
        <w:rPr>
          <w:rtl/>
          <w:lang w:bidi="fa-IR"/>
        </w:rPr>
        <w:t xml:space="preserve"> هواپ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قابل کنترل نبود و معلوم نبود چه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آمد</w:t>
      </w:r>
      <w:r>
        <w:rPr>
          <w:rtl/>
          <w:lang w:bidi="fa-IR"/>
        </w:rPr>
        <w:t>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گذرنامه</w:t>
      </w:r>
      <w:r>
        <w:rPr>
          <w:rtl/>
          <w:lang w:bidi="fa-IR"/>
        </w:rPr>
        <w:t xml:space="preserve"> خود را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مأمور سعود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مهر ورود به عربستان به 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زنند</w:t>
      </w:r>
      <w:r>
        <w:rPr>
          <w:rtl/>
          <w:lang w:bidi="fa-IR"/>
        </w:rPr>
        <w:t>. بعد سوار اتوبوس شده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هتل حرکت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موقع</w:t>
      </w:r>
      <w:r>
        <w:rPr>
          <w:rtl/>
          <w:lang w:bidi="fa-IR"/>
        </w:rPr>
        <w:t xml:space="preserve"> شام در رستوران همه درباره فروشگاه‌ها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جدّه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ما فردا عصر به سمت تهران پرواز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کرد، همه در حال برنامه‌ر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هستند، عدّه‌ا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خواهند</w:t>
      </w:r>
      <w:r>
        <w:rPr>
          <w:rtl/>
          <w:lang w:bidi="fa-IR"/>
        </w:rPr>
        <w:t xml:space="preserve"> به ساحل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بروند، عدّه‌ا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هوس فروشگاه‌ها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جدّه کرده‌اند.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به</w:t>
      </w:r>
      <w:r>
        <w:rPr>
          <w:rtl/>
          <w:lang w:bidi="fa-IR"/>
        </w:rPr>
        <w:t xml:space="preserve"> اتاق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</w:t>
      </w:r>
      <w:r>
        <w:rPr>
          <w:rtl/>
          <w:lang w:bidi="fa-IR"/>
        </w:rPr>
        <w:t>.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تخت دراز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کشم</w:t>
      </w:r>
      <w:r>
        <w:rPr>
          <w:rtl/>
          <w:lang w:bidi="fa-IR"/>
        </w:rPr>
        <w:t xml:space="preserve"> و به فکر فرو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روم،</w:t>
      </w:r>
      <w:r>
        <w:rPr>
          <w:rtl/>
          <w:lang w:bidi="fa-IR"/>
        </w:rPr>
        <w:t xml:space="preserve">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ذهنم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فرصت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آمده استفاده کنم. من نقشه‌ا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سر دارم.</w:t>
      </w:r>
    </w:p>
    <w:p w:rsidR="006C534C" w:rsidRDefault="006C534C" w:rsidP="009F119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صبح</w:t>
      </w:r>
      <w:r>
        <w:rPr>
          <w:rtl/>
          <w:lang w:bidi="fa-IR"/>
        </w:rPr>
        <w:t xml:space="preserve"> زود از هتل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دربست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>.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منطقه «جحفه» شش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لومتر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خُمّ حرکت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ا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حج، حاج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 آنجا لباس احرام بر تن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مکّه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روند</w:t>
      </w:r>
      <w:r>
        <w:rPr>
          <w:rtl/>
          <w:lang w:bidi="fa-IR"/>
        </w:rPr>
        <w:t>. از «جدّه» تا «جحفه» حدود 130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لومتر</w:t>
      </w:r>
      <w:r>
        <w:rPr>
          <w:rtl/>
          <w:lang w:bidi="fa-IR"/>
        </w:rPr>
        <w:t xml:space="preserve"> راه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دارم.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جحفه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رسم،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که چقدر آنجا خلوت است!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مسجد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وارد مسجد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شوم،</w:t>
      </w:r>
      <w:r>
        <w:rPr>
          <w:rtl/>
          <w:lang w:bidi="fa-IR"/>
        </w:rPr>
        <w:t xml:space="preserve"> دو رکعت نماز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خوانم،</w:t>
      </w:r>
      <w:r>
        <w:rPr>
          <w:rtl/>
          <w:lang w:bidi="fa-IR"/>
        </w:rPr>
        <w:t xml:space="preserve"> سپس سوار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</w:t>
      </w:r>
      <w:r>
        <w:rPr>
          <w:rtl/>
          <w:lang w:bidi="fa-IR"/>
        </w:rPr>
        <w:t xml:space="preserve"> و به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منطقه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پردازم،</w:t>
      </w:r>
      <w:r>
        <w:rPr>
          <w:rtl/>
          <w:lang w:bidi="fa-IR"/>
        </w:rPr>
        <w:t xml:space="preserve"> 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گذرد</w:t>
      </w:r>
      <w:r>
        <w:rPr>
          <w:rtl/>
          <w:lang w:bidi="fa-IR"/>
        </w:rPr>
        <w:t>...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من در دل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روم،</w:t>
      </w:r>
      <w:r>
        <w:rPr>
          <w:rtl/>
          <w:lang w:bidi="fa-IR"/>
        </w:rPr>
        <w:t xml:space="preserve"> من کجا آمده‌ام، در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هستم؟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سفر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به روز هفدهم ماه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الحجّّه</w:t>
      </w:r>
      <w:r>
        <w:rPr>
          <w:rtl/>
          <w:lang w:bidi="fa-IR"/>
        </w:rPr>
        <w:t xml:space="preserve"> سال دهم هجر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گذشته‌ها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</w:t>
      </w:r>
      <w:r>
        <w:rPr>
          <w:rtl/>
          <w:lang w:bidi="fa-IR"/>
        </w:rPr>
        <w:t>...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دوردست‌ها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کاروان به گوش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از جا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زم،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خود را به آن کاروان برسانم...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</w:t>
      </w:r>
      <w:r>
        <w:rPr>
          <w:rtl/>
          <w:lang w:bidi="fa-IR"/>
        </w:rPr>
        <w:t xml:space="preserve"> تا آن‌که به کاروان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رسم،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صد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هزار نفر در دل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  <w:r w:rsidRPr="009F1190">
        <w:rPr>
          <w:rStyle w:val="libFootnotenumChar"/>
          <w:rtl/>
        </w:rPr>
        <w:t>59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از سفر حج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آنان همراه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اعمال حج را انجام داده‌اند و اکنون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خواهند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باز گردند.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رود،</w:t>
      </w:r>
      <w:r>
        <w:rPr>
          <w:rtl/>
          <w:lang w:bidi="fa-IR"/>
        </w:rPr>
        <w:t xml:space="preserve"> عدّه‌ا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سواره‌اند و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با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همراه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آسمان ابر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پس پرده ابرها پنهان </w:t>
      </w:r>
      <w:r>
        <w:rPr>
          <w:rtl/>
          <w:lang w:bidi="fa-IR"/>
        </w:rPr>
        <w:lastRenderedPageBreak/>
        <w:t>شده است.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رسند،</w:t>
      </w:r>
      <w:r>
        <w:rPr>
          <w:rtl/>
          <w:lang w:bidi="fa-IR"/>
        </w:rPr>
        <w:t xml:space="preserve"> منزل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«قُد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 است.</w:t>
      </w:r>
      <w:r w:rsidRPr="009F1190">
        <w:rPr>
          <w:rStyle w:val="libFootnotenumChar"/>
          <w:rtl/>
        </w:rPr>
        <w:t>60</w:t>
      </w:r>
    </w:p>
    <w:p w:rsidR="006C534C" w:rsidRDefault="006C534C" w:rsidP="009F119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اذان ظهر است، بلال اذان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صف‌ها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مرتب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همه نماز ظهر خود راهمراه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خوانند</w:t>
      </w:r>
      <w:r>
        <w:rPr>
          <w:rtl/>
          <w:lang w:bidi="fa-IR"/>
        </w:rPr>
        <w:t>. بعد از نماز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: «خدا محبّت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در قلب اهل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قرار بده...».</w:t>
      </w:r>
    </w:p>
    <w:p w:rsidR="006C534C" w:rsidRDefault="006C534C" w:rsidP="009F119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آنگاه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به حضور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طلبد،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من از خدا خواسته‌ام تا تو را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قرار بدهد و خدا هم مرا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آرزو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رساند، اکنون دست خود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دعا کن تا من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>! من در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چه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بگو: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محبّت مرا در قلب اهل‌ا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قرار بده». </w:t>
      </w:r>
    </w:p>
    <w:p w:rsidR="006C534C" w:rsidRDefault="006C534C" w:rsidP="009F119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دعا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گذرد،</w:t>
      </w:r>
      <w:r>
        <w:rPr>
          <w:rtl/>
          <w:lang w:bidi="fa-IR"/>
        </w:rPr>
        <w:t xml:space="preserve"> اکنون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نازل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96 سوره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نازل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: </w:t>
      </w:r>
      <w:r w:rsidR="009F1190" w:rsidRPr="009F1190">
        <w:rPr>
          <w:rStyle w:val="libAlaemChar"/>
          <w:rFonts w:hint="cs"/>
          <w:rtl/>
        </w:rPr>
        <w:t>(</w:t>
      </w:r>
      <w:r w:rsidRPr="009F1190">
        <w:rPr>
          <w:rStyle w:val="libAieChar"/>
          <w:rtl/>
        </w:rPr>
        <w:t>إِنَّ الَّذِ</w:t>
      </w:r>
      <w:r w:rsidRPr="009F1190">
        <w:rPr>
          <w:rStyle w:val="libAieChar"/>
          <w:rFonts w:hint="cs"/>
          <w:rtl/>
        </w:rPr>
        <w:t>ی</w:t>
      </w:r>
      <w:r w:rsidRPr="009F1190">
        <w:rPr>
          <w:rStyle w:val="libAieChar"/>
          <w:rFonts w:hint="eastAsia"/>
          <w:rtl/>
        </w:rPr>
        <w:t>نَ</w:t>
      </w:r>
      <w:r w:rsidRPr="009F1190">
        <w:rPr>
          <w:rStyle w:val="libAieChar"/>
          <w:rtl/>
        </w:rPr>
        <w:t xml:space="preserve"> ءَامَنُوا وَ عَمِلُوا الصَّــلِحَـتِ سَ</w:t>
      </w:r>
      <w:r w:rsidRPr="009F1190">
        <w:rPr>
          <w:rStyle w:val="libAieChar"/>
          <w:rFonts w:hint="cs"/>
          <w:rtl/>
        </w:rPr>
        <w:t>یَ</w:t>
      </w:r>
      <w:r w:rsidRPr="009F1190">
        <w:rPr>
          <w:rStyle w:val="libAieChar"/>
          <w:rFonts w:hint="eastAsia"/>
          <w:rtl/>
        </w:rPr>
        <w:t>جْعَلُ</w:t>
      </w:r>
      <w:r w:rsidRPr="009F1190">
        <w:rPr>
          <w:rStyle w:val="libAieChar"/>
          <w:rtl/>
        </w:rPr>
        <w:t xml:space="preserve"> لَهُمُ الرَّحْمَـنُ وُدًّا</w:t>
      </w:r>
      <w:r>
        <w:rPr>
          <w:rtl/>
          <w:lang w:bidi="fa-IR"/>
        </w:rPr>
        <w:t xml:space="preserve"> </w:t>
      </w:r>
      <w:r w:rsidR="009F1190" w:rsidRPr="009F1190">
        <w:rPr>
          <w:rStyle w:val="libAlaemChar"/>
          <w:rFonts w:hint="cs"/>
          <w:rtl/>
        </w:rPr>
        <w:t>)</w:t>
      </w:r>
      <w:r>
        <w:rPr>
          <w:rtl/>
          <w:lang w:bidi="fa-IR"/>
        </w:rPr>
        <w:t>: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آوردند و ا</w:t>
      </w:r>
      <w:r>
        <w:rPr>
          <w:rFonts w:hint="eastAsia"/>
          <w:rtl/>
          <w:lang w:bidi="fa-IR"/>
        </w:rPr>
        <w:t>عمال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انجام دادند، من محبت آنها را در دل‌ها قرار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دهم»</w:t>
      </w:r>
      <w:r>
        <w:rPr>
          <w:rtl/>
          <w:lang w:bidi="fa-IR"/>
        </w:rPr>
        <w:t>.</w:t>
      </w:r>
    </w:p>
    <w:p w:rsidR="006C534C" w:rsidRDefault="006C534C" w:rsidP="009F119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فهمند</w:t>
      </w:r>
      <w:r>
        <w:rPr>
          <w:rtl/>
          <w:lang w:bidi="fa-IR"/>
        </w:rPr>
        <w:t xml:space="preserve"> که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خدا از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هر کس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دوست دارد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خداست.</w:t>
      </w:r>
    </w:p>
    <w:p w:rsidR="006C534C" w:rsidRDefault="006C534C" w:rsidP="009F119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خود را هرگز رد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خاطر است که هر 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ادتر</w:t>
      </w:r>
      <w:r>
        <w:rPr>
          <w:rtl/>
          <w:lang w:bidi="fa-IR"/>
        </w:rPr>
        <w:t xml:space="preserve"> شود،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دوست دارد.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عدّه‌ا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منافقان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منظره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نند،</w:t>
      </w:r>
      <w:r>
        <w:rPr>
          <w:rtl/>
          <w:lang w:bidi="fa-IR"/>
        </w:rPr>
        <w:t xml:space="preserve"> سخنان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زبان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آورند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آن ناراحت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آنان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 دعا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محمّد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کاش او از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</w:t>
      </w:r>
      <w:r>
        <w:rPr>
          <w:rtl/>
          <w:lang w:bidi="fa-IR"/>
        </w:rPr>
        <w:t xml:space="preserve"> گنج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بر او نازل کند...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نجاست</w:t>
      </w:r>
      <w:r>
        <w:rPr>
          <w:rtl/>
          <w:lang w:bidi="fa-IR"/>
        </w:rPr>
        <w:t xml:space="preserve"> که خدا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12 سوره هود را نازل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قلب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خود را آرام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خود را دلدار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محمّد! قلب تو به خاطر سخنان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به درد آمده است،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تو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مردم را از عذاب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نگران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نباش که آنان سخن تو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نه، من خودم به همه سخنان آنان گواه هستم و ر</w:t>
      </w:r>
      <w:r>
        <w:rPr>
          <w:rFonts w:hint="eastAsia"/>
          <w:rtl/>
          <w:lang w:bidi="fa-IR"/>
        </w:rPr>
        <w:t>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به حساب همه خواهم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>.</w:t>
      </w:r>
      <w:r w:rsidRPr="009F1190">
        <w:rPr>
          <w:rStyle w:val="libFootnotenumChar"/>
          <w:rtl/>
        </w:rPr>
        <w:t>61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صبح</w:t>
      </w:r>
      <w:r>
        <w:rPr>
          <w:rtl/>
          <w:lang w:bidi="fa-IR"/>
        </w:rPr>
        <w:t xml:space="preserve"> روز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کشنبه،</w:t>
      </w:r>
      <w:r>
        <w:rPr>
          <w:rtl/>
          <w:lang w:bidi="fa-IR"/>
        </w:rPr>
        <w:t xml:space="preserve"> هجدهم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 xml:space="preserve"> فرا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 اللّه اکبر » به گوش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.</w:t>
      </w:r>
      <w:r w:rsidRPr="009F1190">
        <w:rPr>
          <w:rStyle w:val="libFootnotenumChar"/>
          <w:rtl/>
        </w:rPr>
        <w:t>62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مردم</w:t>
      </w:r>
      <w:r>
        <w:rPr>
          <w:rtl/>
          <w:lang w:bidi="fa-IR"/>
        </w:rPr>
        <w:t xml:space="preserve"> همه در صف‌ها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منظم پشت سر رسول خدا به نماز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نماز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کاروان بزرگ ، آماده حرکت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تا به راه خود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ادامه بدهد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آفتاب</w:t>
      </w:r>
      <w:r>
        <w:rPr>
          <w:rtl/>
          <w:lang w:bidi="fa-IR"/>
        </w:rPr>
        <w:t xml:space="preserve"> بالا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زنگ شترها سکوت صحرا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شکند</w:t>
      </w:r>
      <w:r>
        <w:rPr>
          <w:rtl/>
          <w:lang w:bidi="fa-IR"/>
        </w:rPr>
        <w:t xml:space="preserve"> ، کاروان 120 هزار نفر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.</w:t>
      </w:r>
      <w:r w:rsidRPr="009F1190">
        <w:rPr>
          <w:rStyle w:val="libFootnotenumChar"/>
          <w:rtl/>
        </w:rPr>
        <w:t>63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انتظار</w:t>
      </w:r>
      <w:r>
        <w:rPr>
          <w:rtl/>
          <w:lang w:bidi="fa-IR"/>
        </w:rPr>
        <w:t xml:space="preserve"> در چهره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موج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، به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وعده بزرگ خدا فرا خواهد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؟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منتظر امر مهمّ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گذرد</w:t>
      </w:r>
      <w:r>
        <w:rPr>
          <w:rtl/>
          <w:lang w:bidi="fa-IR"/>
        </w:rPr>
        <w:t xml:space="preserve"> ، ما حدود شش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لومتر</w:t>
      </w:r>
      <w:r>
        <w:rPr>
          <w:rtl/>
          <w:lang w:bidi="fa-IR"/>
        </w:rPr>
        <w:t xml:space="preserve"> از جُحفه دور شده‌ا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آفتاب بر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تابد</w:t>
      </w:r>
      <w:r>
        <w:rPr>
          <w:rtl/>
          <w:lang w:bidi="fa-IR"/>
        </w:rPr>
        <w:t xml:space="preserve"> و تشنگ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من غلبه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.</w:t>
      </w:r>
      <w:r w:rsidRPr="009F1190">
        <w:rPr>
          <w:rStyle w:val="libFootnotenumChar"/>
          <w:rtl/>
        </w:rPr>
        <w:t>64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! چه بِرکه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! چه آب باصفا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! کنار برکه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</w:t>
      </w:r>
      <w:r>
        <w:rPr>
          <w:rtl/>
          <w:lang w:bidi="fa-IR"/>
        </w:rPr>
        <w:t xml:space="preserve"> و از آب زلال آن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</w:t>
      </w:r>
      <w:r>
        <w:rPr>
          <w:rtl/>
          <w:lang w:bidi="fa-IR"/>
        </w:rPr>
        <w:t xml:space="preserve"> و شکر خدا را به جا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آورم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خُمّ است. «بِرکه زلال »، امّا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حجاز است و همه عرب زبانند ، پس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اسم را به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ترجمه کنم ، «برکه زلال» را به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خُمّ»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.</w:t>
      </w:r>
      <w:r w:rsidRPr="009F1190">
        <w:rPr>
          <w:rStyle w:val="libFootnotenumChar"/>
          <w:rtl/>
        </w:rPr>
        <w:t>65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کاروان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حرکت خود ادامه دهد . کاش فرصت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تا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ماندم</w:t>
      </w:r>
      <w:r>
        <w:rPr>
          <w:rtl/>
          <w:lang w:bidi="fa-IR"/>
        </w:rPr>
        <w:t xml:space="preserve"> و صفا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کردم</w:t>
      </w:r>
      <w:r>
        <w:rPr>
          <w:rtl/>
          <w:lang w:bidi="fa-IR"/>
        </w:rPr>
        <w:t xml:space="preserve"> !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از آب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آب، چشم برگ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!</w:t>
      </w:r>
      <w:r w:rsidRPr="009F1190">
        <w:rPr>
          <w:rStyle w:val="libFootnotenumChar"/>
          <w:rtl/>
        </w:rPr>
        <w:t>66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عدّه‌ا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مشک‌ها را پر از آب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به کاروان ملحق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 xml:space="preserve"> 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بر شتر خود سوار است به برکه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.</w:t>
      </w:r>
    </w:p>
    <w:p w:rsidR="006C534C" w:rsidRDefault="006C534C" w:rsidP="009F1190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گوش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: </w:t>
      </w:r>
      <w:r w:rsidR="009F1190" w:rsidRPr="009F1190">
        <w:rPr>
          <w:rStyle w:val="libAlaemChar"/>
          <w:rFonts w:hint="cs"/>
          <w:rtl/>
        </w:rPr>
        <w:t>(</w:t>
      </w:r>
      <w:r w:rsidRPr="009F1190">
        <w:rPr>
          <w:rStyle w:val="libAieChar"/>
          <w:rFonts w:hint="cs"/>
          <w:rtl/>
        </w:rPr>
        <w:t>یَ</w:t>
      </w:r>
      <w:r w:rsidRPr="009F1190">
        <w:rPr>
          <w:rStyle w:val="libAieChar"/>
          <w:rFonts w:hint="eastAsia"/>
          <w:rtl/>
        </w:rPr>
        <w:t>ـأَ</w:t>
      </w:r>
      <w:r w:rsidRPr="009F1190">
        <w:rPr>
          <w:rStyle w:val="libAieChar"/>
          <w:rFonts w:hint="cs"/>
          <w:rtl/>
        </w:rPr>
        <w:t>یُّ</w:t>
      </w:r>
      <w:r w:rsidRPr="009F1190">
        <w:rPr>
          <w:rStyle w:val="libAieChar"/>
          <w:rFonts w:hint="eastAsia"/>
          <w:rtl/>
        </w:rPr>
        <w:t>هَا</w:t>
      </w:r>
      <w:r w:rsidRPr="009F1190">
        <w:rPr>
          <w:rStyle w:val="libAieChar"/>
          <w:rtl/>
        </w:rPr>
        <w:t xml:space="preserve"> الرَّسُولُ بَلِّغْ مَآ أُنزِلَ إِلَ</w:t>
      </w:r>
      <w:r w:rsidRPr="009F1190">
        <w:rPr>
          <w:rStyle w:val="libAieChar"/>
          <w:rFonts w:hint="cs"/>
          <w:rtl/>
        </w:rPr>
        <w:t>یْ</w:t>
      </w:r>
      <w:r w:rsidRPr="009F1190">
        <w:rPr>
          <w:rStyle w:val="libAieChar"/>
          <w:rFonts w:hint="eastAsia"/>
          <w:rtl/>
        </w:rPr>
        <w:t>کَ</w:t>
      </w:r>
      <w:r w:rsidRPr="009F1190">
        <w:rPr>
          <w:rStyle w:val="libAieChar"/>
          <w:rtl/>
        </w:rPr>
        <w:t xml:space="preserve"> مِن رَّبِّکَ...:</w:t>
      </w:r>
      <w:r>
        <w:rPr>
          <w:rtl/>
          <w:lang w:bidi="fa-IR"/>
        </w:rPr>
        <w:t xml:space="preserve"> </w:t>
      </w:r>
      <w:r w:rsidR="009F1190" w:rsidRPr="009F1190">
        <w:rPr>
          <w:rStyle w:val="libAlaemChar"/>
          <w:rFonts w:hint="cs"/>
          <w:rtl/>
        </w:rPr>
        <w:t>)</w:t>
      </w:r>
      <w:r w:rsidRPr="009F1190">
        <w:rPr>
          <w:rStyle w:val="libNormalChar"/>
          <w:rtl/>
        </w:rPr>
        <w:t>ا</w:t>
      </w:r>
      <w:r w:rsidRPr="009F1190">
        <w:rPr>
          <w:rStyle w:val="libNormalChar"/>
          <w:rFonts w:hint="cs"/>
          <w:rtl/>
        </w:rPr>
        <w:t>ی</w:t>
      </w:r>
      <w:r w:rsidRPr="009F1190">
        <w:rPr>
          <w:rStyle w:val="libNormalChar"/>
          <w:rtl/>
        </w:rPr>
        <w:t xml:space="preserve"> پ</w:t>
      </w:r>
      <w:r w:rsidRPr="009F1190">
        <w:rPr>
          <w:rStyle w:val="libNormalChar"/>
          <w:rFonts w:hint="cs"/>
          <w:rtl/>
        </w:rPr>
        <w:t>ی</w:t>
      </w:r>
      <w:r w:rsidRPr="009F1190">
        <w:rPr>
          <w:rStyle w:val="libNormalChar"/>
          <w:rFonts w:hint="eastAsia"/>
          <w:rtl/>
        </w:rPr>
        <w:t>امبر</w:t>
      </w:r>
      <w:r w:rsidRPr="009F1190">
        <w:rPr>
          <w:rStyle w:val="libNormalChar"/>
          <w:rtl/>
        </w:rPr>
        <w:t xml:space="preserve"> ! آنچه بر تو نازل کرده‌ا</w:t>
      </w:r>
      <w:r w:rsidRPr="009F1190">
        <w:rPr>
          <w:rStyle w:val="libNormalChar"/>
          <w:rFonts w:hint="cs"/>
          <w:rtl/>
        </w:rPr>
        <w:t>ی</w:t>
      </w:r>
      <w:r w:rsidRPr="009F1190">
        <w:rPr>
          <w:rStyle w:val="libNormalChar"/>
          <w:rFonts w:hint="eastAsia"/>
          <w:rtl/>
        </w:rPr>
        <w:t>م</w:t>
      </w:r>
      <w:r w:rsidRPr="009F1190">
        <w:rPr>
          <w:rStyle w:val="libNormalChar"/>
          <w:rtl/>
        </w:rPr>
        <w:t xml:space="preserve"> برا</w:t>
      </w:r>
      <w:r w:rsidRPr="009F1190">
        <w:rPr>
          <w:rStyle w:val="libNormalChar"/>
          <w:rFonts w:hint="cs"/>
          <w:rtl/>
        </w:rPr>
        <w:t>ی</w:t>
      </w:r>
      <w:r w:rsidRPr="009F1190">
        <w:rPr>
          <w:rStyle w:val="libNormalChar"/>
          <w:rtl/>
        </w:rPr>
        <w:t xml:space="preserve"> مردم بگو که اگر ا</w:t>
      </w:r>
      <w:r w:rsidRPr="009F1190">
        <w:rPr>
          <w:rStyle w:val="libNormalChar"/>
          <w:rFonts w:hint="cs"/>
          <w:rtl/>
        </w:rPr>
        <w:t>ی</w:t>
      </w:r>
      <w:r w:rsidRPr="009F1190">
        <w:rPr>
          <w:rStyle w:val="libNormalChar"/>
          <w:rFonts w:hint="eastAsia"/>
          <w:rtl/>
        </w:rPr>
        <w:t>ن</w:t>
      </w:r>
      <w:r w:rsidRPr="009F1190">
        <w:rPr>
          <w:rStyle w:val="libNormalChar"/>
          <w:rtl/>
        </w:rPr>
        <w:t xml:space="preserve"> کار را نکن</w:t>
      </w:r>
      <w:r w:rsidRPr="009F1190">
        <w:rPr>
          <w:rStyle w:val="libNormalChar"/>
          <w:rFonts w:hint="cs"/>
          <w:rtl/>
        </w:rPr>
        <w:t>ی</w:t>
      </w:r>
      <w:r w:rsidRPr="009F1190">
        <w:rPr>
          <w:rStyle w:val="libNormalChar"/>
          <w:rFonts w:hint="eastAsia"/>
          <w:rtl/>
        </w:rPr>
        <w:t>،</w:t>
      </w:r>
      <w:r w:rsidRPr="009F1190">
        <w:rPr>
          <w:rStyle w:val="libNormalChar"/>
          <w:rtl/>
        </w:rPr>
        <w:t xml:space="preserve"> وظ</w:t>
      </w:r>
      <w:r w:rsidRPr="009F1190">
        <w:rPr>
          <w:rStyle w:val="libNormalChar"/>
          <w:rFonts w:hint="cs"/>
          <w:rtl/>
        </w:rPr>
        <w:t>ی</w:t>
      </w:r>
      <w:r w:rsidRPr="009F1190">
        <w:rPr>
          <w:rStyle w:val="libNormalChar"/>
          <w:rFonts w:hint="eastAsia"/>
          <w:rtl/>
        </w:rPr>
        <w:t>فه</w:t>
      </w:r>
      <w:r w:rsidRPr="009F1190">
        <w:rPr>
          <w:rStyle w:val="libNormalChar"/>
          <w:rtl/>
        </w:rPr>
        <w:t xml:space="preserve"> خود را انجام نداده‌ا</w:t>
      </w:r>
      <w:r w:rsidRPr="009F1190">
        <w:rPr>
          <w:rStyle w:val="libNormalChar"/>
          <w:rFonts w:hint="cs"/>
          <w:rtl/>
        </w:rPr>
        <w:t>ی</w:t>
      </w:r>
      <w:r w:rsidRPr="009F1190">
        <w:rPr>
          <w:rStyle w:val="libNormalChar"/>
          <w:rtl/>
        </w:rPr>
        <w:t xml:space="preserve"> و خداوند تو را از فتنه‌ها حفظ م</w:t>
      </w:r>
      <w:r w:rsidRPr="009F1190">
        <w:rPr>
          <w:rStyle w:val="libNormalChar"/>
          <w:rFonts w:hint="cs"/>
          <w:rtl/>
        </w:rPr>
        <w:t>ی‌</w:t>
      </w:r>
      <w:r w:rsidRPr="009F1190">
        <w:rPr>
          <w:rStyle w:val="libNormalChar"/>
          <w:rFonts w:hint="eastAsia"/>
          <w:rtl/>
        </w:rPr>
        <w:t>کند»</w:t>
      </w:r>
      <w:r w:rsidRPr="009F1190">
        <w:rPr>
          <w:rStyle w:val="libNormalChar"/>
          <w:rtl/>
        </w:rPr>
        <w:t>.</w:t>
      </w:r>
      <w:r w:rsidRPr="009F1190">
        <w:rPr>
          <w:rStyle w:val="libFootnotenumChar"/>
          <w:rtl/>
        </w:rPr>
        <w:t>67</w:t>
      </w:r>
    </w:p>
    <w:p w:rsidR="006C534C" w:rsidRDefault="006C534C" w:rsidP="009F119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وعده</w:t>
      </w:r>
      <w:r>
        <w:rPr>
          <w:rtl/>
          <w:lang w:bidi="fa-IR"/>
        </w:rPr>
        <w:t xml:space="preserve"> خدا فرا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،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کنار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برکه ، مردم را با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آشنا سازد .</w:t>
      </w:r>
      <w:r w:rsidRPr="009F1190">
        <w:rPr>
          <w:rStyle w:val="libFootnotenumChar"/>
          <w:rtl/>
        </w:rPr>
        <w:t>68</w:t>
      </w:r>
    </w:p>
    <w:p w:rsidR="006C534C" w:rsidRDefault="006C534C" w:rsidP="009F119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همان</w:t>
      </w:r>
      <w:r>
        <w:rPr>
          <w:rtl/>
          <w:lang w:bidi="fa-IR"/>
        </w:rPr>
        <w:t xml:space="preserve"> گونه که آب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برکه ، تشنگان کو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تازه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بخشد</w:t>
      </w:r>
      <w:r>
        <w:rPr>
          <w:rtl/>
          <w:lang w:bidi="fa-IR"/>
        </w:rPr>
        <w:t xml:space="preserve"> ،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هم تشنگان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کمال را 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خواهد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مردم</w:t>
      </w:r>
      <w:r>
        <w:rPr>
          <w:rtl/>
          <w:lang w:bidi="fa-IR"/>
        </w:rPr>
        <w:t xml:space="preserve"> از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مهمّ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نازل شده است خبر ندارند .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سکوت صحرا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شکند</w:t>
      </w:r>
      <w:r>
        <w:rPr>
          <w:rtl/>
          <w:lang w:bidi="fa-IR"/>
        </w:rPr>
        <w:t xml:space="preserve"> : «شتر مرا بخوابان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! به خدا قسم ، تا دستور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انجام ندهم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</w:t>
      </w:r>
      <w:r>
        <w:rPr>
          <w:rtl/>
          <w:lang w:bidi="fa-IR"/>
        </w:rPr>
        <w:t xml:space="preserve"> ».</w:t>
      </w:r>
      <w:r w:rsidRPr="009F1190">
        <w:rPr>
          <w:rStyle w:val="libFootnotenumChar"/>
          <w:rtl/>
        </w:rPr>
        <w:t>69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خوابانند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شتر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. چهره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درخشد</w:t>
      </w:r>
      <w:r>
        <w:rPr>
          <w:rtl/>
          <w:lang w:bidi="fa-IR"/>
        </w:rPr>
        <w:t xml:space="preserve"> 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تا به حال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ن‌قدر</w:t>
      </w:r>
      <w:r>
        <w:rPr>
          <w:rtl/>
          <w:lang w:bidi="fa-IR"/>
        </w:rPr>
        <w:t xml:space="preserve"> خوشحال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مردم</w:t>
      </w:r>
      <w:r>
        <w:rPr>
          <w:rtl/>
          <w:lang w:bidi="fa-IR"/>
        </w:rPr>
        <w:t xml:space="preserve"> ، همه در تعجّبند ،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دانند</w:t>
      </w:r>
      <w:r>
        <w:rPr>
          <w:rtl/>
          <w:lang w:bidi="fa-IR"/>
        </w:rPr>
        <w:t xml:space="preserve"> چرا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دستور توقّف داده است .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صبر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همه مردم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برسند، اوّل کاروان چند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لومتر</w:t>
      </w:r>
      <w:r>
        <w:rPr>
          <w:rtl/>
          <w:lang w:bidi="fa-IR"/>
        </w:rPr>
        <w:t xml:space="preserve"> جلوتر از ما </w:t>
      </w:r>
      <w:r>
        <w:rPr>
          <w:rtl/>
          <w:lang w:bidi="fa-IR"/>
        </w:rPr>
        <w:lastRenderedPageBreak/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 xml:space="preserve"> 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هم هنوز از ما عقب‌ترند ، فکر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که طول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کاروان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لومتر</w:t>
      </w:r>
      <w:r>
        <w:rPr>
          <w:rtl/>
          <w:lang w:bidi="fa-IR"/>
        </w:rPr>
        <w:t xml:space="preserve"> بشود.</w:t>
      </w:r>
      <w:r w:rsidRPr="009F1190">
        <w:rPr>
          <w:rStyle w:val="libFootnotenumChar"/>
          <w:rtl/>
        </w:rPr>
        <w:t>70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دستور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تا چند سوار نزد او بروند ، به آن‌ها دستور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تا به همه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جلوتر رفته‌اند خبر بدهند که برگردند . هم‌چن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عدّه‌ا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فرستد</w:t>
      </w:r>
      <w:r>
        <w:rPr>
          <w:rtl/>
          <w:lang w:bidi="fa-IR"/>
        </w:rPr>
        <w:t xml:space="preserve"> تا به آن‌ها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هم که عقب هستند خبر بدهند که زودتر خود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برسانند ، همه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کنار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جمع شوند 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آفتاب</w:t>
      </w:r>
      <w:r>
        <w:rPr>
          <w:rtl/>
          <w:lang w:bidi="fa-IR"/>
        </w:rPr>
        <w:t xml:space="preserve"> بر سر و صورت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تابد</w:t>
      </w:r>
      <w:r>
        <w:rPr>
          <w:rtl/>
          <w:lang w:bidi="fa-IR"/>
        </w:rPr>
        <w:t xml:space="preserve"> ، خوب است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درختانِ کنار برکه بروم . چه درختان سرسبز و بلند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ن‌ها</w:t>
      </w:r>
      <w:r>
        <w:rPr>
          <w:rtl/>
          <w:lang w:bidi="fa-IR"/>
        </w:rPr>
        <w:t xml:space="preserve"> درخت مُغ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لان</w:t>
      </w:r>
      <w:r>
        <w:rPr>
          <w:rtl/>
          <w:lang w:bidi="fa-IR"/>
        </w:rPr>
        <w:t xml:space="preserve"> است ، درخت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بلند و خار دار که کنار برکه‌ها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صحرا رو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.</w:t>
      </w:r>
      <w:r w:rsidRPr="009F1190">
        <w:rPr>
          <w:rStyle w:val="libFootnotenumChar"/>
          <w:rtl/>
        </w:rPr>
        <w:t>71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درختان با شاخه‌ها و برگ‌ها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انبوه خود ،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مسافران هستند .</w:t>
      </w:r>
      <w:r w:rsidRPr="009F1190">
        <w:rPr>
          <w:rStyle w:val="libFootnotenumChar"/>
          <w:rtl/>
        </w:rPr>
        <w:t>72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درختان پر از بوته‌ها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خار شده است و ما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آن استراحت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شاخه‌ها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درختان هم بلند شده و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آن‌ها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هم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درختان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او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درختان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به فکر فرو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. آنگاه چهار نفر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خود را صدا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سلمان</w:t>
      </w:r>
      <w:r>
        <w:rPr>
          <w:rtl/>
          <w:lang w:bidi="fa-IR"/>
        </w:rPr>
        <w:t xml:space="preserve"> ، مقداد ، ابوذر ، عمّار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آن‌ها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تا بوته‌ها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درختان را از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آوردند و شاخه‌ها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اضاف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قطع کنند .</w:t>
      </w:r>
      <w:r w:rsidRPr="009F1190">
        <w:rPr>
          <w:rStyle w:val="libFootnotenumChar"/>
          <w:rtl/>
        </w:rPr>
        <w:t>73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آن‌ها</w:t>
      </w:r>
      <w:r>
        <w:rPr>
          <w:rtl/>
          <w:lang w:bidi="fa-IR"/>
        </w:rPr>
        <w:t xml:space="preserve"> فورا مشغول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 xml:space="preserve"> ، ابتدا بوته‌ها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خار را از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آورند،</w:t>
      </w:r>
      <w:r>
        <w:rPr>
          <w:rtl/>
          <w:lang w:bidi="fa-IR"/>
        </w:rPr>
        <w:t xml:space="preserve"> خارها به دست آن‌ها فرو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، امّا 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احساس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با عشق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مقدّس کار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درختان از بوته‌ها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خار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، امّا هنوز خارها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و ممکن است به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برود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دستور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تا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درختان جارو شود ، و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 در آنجا پاش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شود .</w:t>
      </w:r>
      <w:r w:rsidRPr="000A09CB">
        <w:rPr>
          <w:rStyle w:val="libFootnotenumChar"/>
          <w:rtl/>
        </w:rPr>
        <w:t>74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گوش</w:t>
      </w:r>
      <w:r>
        <w:rPr>
          <w:rtl/>
          <w:lang w:bidi="fa-IR"/>
        </w:rPr>
        <w:t xml:space="preserve"> کن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است : «اکنون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سنگ‌ها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را جمع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آنجا منبر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آماده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 .</w:t>
      </w:r>
      <w:r w:rsidRPr="000A09CB">
        <w:rPr>
          <w:rStyle w:val="libFootnotenumChar"/>
          <w:rtl/>
        </w:rPr>
        <w:t>75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معلوم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مهم است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دستور داده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ن‌قدر</w:t>
      </w:r>
      <w:r>
        <w:rPr>
          <w:rtl/>
          <w:lang w:bidi="fa-IR"/>
        </w:rPr>
        <w:t xml:space="preserve"> 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مرتّب شود . سنگ‌ها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جمع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درختان ،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قرار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دستور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تا جهاز و رواندازها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شتران را جمع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سنگ‌ها قرار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هنوز ارتفاع منبر آن‌طور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بلند نشده است.</w:t>
      </w:r>
      <w:r w:rsidRPr="000A09CB">
        <w:rPr>
          <w:rStyle w:val="libFootnotenumChar"/>
          <w:rtl/>
        </w:rPr>
        <w:t>76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منبر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ارتفاع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انسان درست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پارچه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منبر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دلنش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باشد ، خوب است پارچه‌ا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پشت منبر نصب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مانع تاب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آفتاب باشد .</w:t>
      </w:r>
      <w:r w:rsidRPr="000A09CB">
        <w:rPr>
          <w:rStyle w:val="libFootnotenumChar"/>
          <w:rtl/>
        </w:rPr>
        <w:t>77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اذان</w:t>
      </w:r>
      <w:r>
        <w:rPr>
          <w:rtl/>
          <w:lang w:bidi="fa-IR"/>
        </w:rPr>
        <w:t xml:space="preserve"> ظهر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 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دستور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همه مردم در نماز شرکت کنند .</w:t>
      </w:r>
      <w:r w:rsidRPr="000A09CB">
        <w:rPr>
          <w:rStyle w:val="libFootnotenumChar"/>
          <w:rtl/>
        </w:rPr>
        <w:t>78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مردم</w:t>
      </w:r>
      <w:r>
        <w:rPr>
          <w:rtl/>
          <w:lang w:bidi="fa-IR"/>
        </w:rPr>
        <w:t xml:space="preserve"> از آب زلال برکه ، وضو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صف‌ها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را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 xml:space="preserve"> ، آن‌ها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زودتر آمده‌اند در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درختان قرار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، معلوم 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120 هزار نفر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درختان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کسان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رتر</w:t>
      </w:r>
      <w:r>
        <w:rPr>
          <w:rtl/>
          <w:lang w:bidi="fa-IR"/>
        </w:rPr>
        <w:t xml:space="preserve"> آمده‌اند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آفتاب قرار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،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داغ است ، آن‌ها مجبورند عبا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پاها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پهن کنند .</w:t>
      </w:r>
      <w:r w:rsidRPr="000A09CB">
        <w:rPr>
          <w:rStyle w:val="libFootnotenumChar"/>
          <w:rtl/>
        </w:rPr>
        <w:t>79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مسلمانان در صف‌ها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منظّم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ستاده‌اند</w:t>
      </w:r>
      <w:r>
        <w:rPr>
          <w:rtl/>
          <w:lang w:bidi="fa-IR"/>
        </w:rPr>
        <w:t xml:space="preserve"> و منتظرند تا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نماز بخوانند . آن‌ها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دانند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بعد از نماز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سخنران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خبر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که عدّه‌ا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از جمع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فاصله گرفته‌اند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اجتماع بزرگ شرکت نکرده‌اند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! مگر آن‌ها سخن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نشن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ده‌اند</w:t>
      </w:r>
      <w:r>
        <w:rPr>
          <w:rtl/>
          <w:lang w:bidi="fa-IR"/>
        </w:rPr>
        <w:t xml:space="preserve"> که همه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جمع شوند ؟!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فرستادگان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بارها و بارها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اعلام کرده‌اند که همه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نماز شرکت کنند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آن‌ها</w:t>
      </w:r>
      <w:r>
        <w:rPr>
          <w:rtl/>
          <w:lang w:bidi="fa-IR"/>
        </w:rPr>
        <w:t xml:space="preserve"> از بزرگان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هستند ، چرا آن‌ها از مسلمانان جدا شده‌اند ؟ فکر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که آن‌ها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ده‌اند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امروز چه هدف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خواهند</w:t>
      </w:r>
      <w:r>
        <w:rPr>
          <w:rtl/>
          <w:lang w:bidi="fa-IR"/>
        </w:rPr>
        <w:t xml:space="preserve"> بهانه‌ا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داشته باشند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بهانه‌ا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بهتر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ما سخنان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در روز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؟ !</w:t>
      </w:r>
    </w:p>
    <w:p w:rsidR="006C534C" w:rsidRDefault="006C534C" w:rsidP="000A09C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به حضور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طلبد</w:t>
      </w:r>
      <w:r>
        <w:rPr>
          <w:rtl/>
          <w:lang w:bidi="fa-IR"/>
        </w:rPr>
        <w:t xml:space="preserve"> و به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 !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برو و آنها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اور»</w:t>
      </w:r>
      <w:r>
        <w:rPr>
          <w:rtl/>
          <w:lang w:bidi="fa-IR"/>
        </w:rPr>
        <w:t xml:space="preserve"> .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حرکت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به سمت آن‌ها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. بعد از 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آن‌ها نزد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هستند .</w:t>
      </w:r>
      <w:r w:rsidRPr="000A09CB">
        <w:rPr>
          <w:rStyle w:val="libFootnotenumChar"/>
          <w:rtl/>
        </w:rPr>
        <w:t>80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همه مسلمانان جمع شده‌اند و آماده خواندن نماز هستند 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سجّاده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کنار منبر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گستراند</w:t>
      </w:r>
      <w:r>
        <w:rPr>
          <w:rtl/>
          <w:lang w:bidi="fa-IR"/>
        </w:rPr>
        <w:t xml:space="preserve"> و آماده نماز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اللّه</w:t>
      </w:r>
      <w:r>
        <w:rPr>
          <w:rtl/>
          <w:lang w:bidi="fa-IR"/>
        </w:rPr>
        <w:t xml:space="preserve"> اکبر 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اذان است که به گوش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.</w:t>
      </w:r>
      <w:r w:rsidRPr="000A09CB">
        <w:rPr>
          <w:rStyle w:val="libFootnotenumChar"/>
          <w:rtl/>
        </w:rPr>
        <w:t>81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منظره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بِرکه آب ، درختان با شکوه و شکوه نماز جماعت!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خُمّ است ، ظهر روز هجدهم ماه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 xml:space="preserve"> ، سال دهم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ظهر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، از چند نفر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که سخنان او را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تکرار کنند تا همه ، سخنان او را بشنوند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و رو به مردم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ستد</w:t>
      </w:r>
      <w:r>
        <w:rPr>
          <w:rtl/>
          <w:lang w:bidi="fa-IR"/>
        </w:rPr>
        <w:t xml:space="preserve"> ، همه ، منتظر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سخنان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هستند .</w:t>
      </w:r>
      <w:r w:rsidRPr="000A09CB">
        <w:rPr>
          <w:rStyle w:val="libFootnotenumChar"/>
          <w:rtl/>
        </w:rPr>
        <w:t>82</w:t>
      </w:r>
    </w:p>
    <w:p w:rsidR="006C534C" w:rsidRDefault="006C534C" w:rsidP="000A09C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ابتدا از مردم </w:t>
      </w:r>
      <w:r w:rsidR="000A09CB">
        <w:rPr>
          <w:rFonts w:hint="cs"/>
          <w:rtl/>
          <w:lang w:bidi="fa-IR"/>
        </w:rPr>
        <w:t>سوال</w:t>
      </w:r>
      <w:r>
        <w:rPr>
          <w:rFonts w:hint="cs"/>
          <w:rtl/>
          <w:lang w:bidi="fa-IR"/>
        </w:rPr>
        <w:t xml:space="preserve"> می‌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:«ا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!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؟ من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شما هستم» .</w:t>
      </w:r>
      <w:r w:rsidRPr="000A09CB">
        <w:rPr>
          <w:rStyle w:val="libFootnotenumChar"/>
          <w:rtl/>
        </w:rPr>
        <w:t>83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مطمئن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همه مردم به سخنانش گوش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، سخنان خود را آغاز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ابتدا</w:t>
      </w:r>
      <w:r>
        <w:rPr>
          <w:rtl/>
          <w:lang w:bidi="fa-IR"/>
        </w:rPr>
        <w:t xml:space="preserve"> خدا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: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بِسْمِ</w:t>
      </w:r>
      <w:r>
        <w:rPr>
          <w:rtl/>
          <w:lang w:bidi="fa-IR"/>
        </w:rPr>
        <w:t xml:space="preserve"> اللّه الرَّحْمَـنِ الرَّحِ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مِ</w:t>
      </w:r>
      <w:r>
        <w:rPr>
          <w:rtl/>
          <w:lang w:bidi="fa-IR"/>
        </w:rPr>
        <w:t xml:space="preserve">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کتاست</w:t>
      </w:r>
      <w:r>
        <w:rPr>
          <w:rtl/>
          <w:lang w:bidi="fa-IR"/>
        </w:rPr>
        <w:t xml:space="preserve"> و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،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به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،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ننده</w:t>
      </w:r>
      <w:r>
        <w:rPr>
          <w:rtl/>
          <w:lang w:bidi="fa-IR"/>
        </w:rPr>
        <w:t xml:space="preserve"> آسمان‌ها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شهادت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دهم</w:t>
      </w:r>
      <w:r>
        <w:rPr>
          <w:rtl/>
          <w:lang w:bidi="fa-IR"/>
        </w:rPr>
        <w:t xml:space="preserve"> و به بندگ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اعتراف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! خدا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من نازل کرده است ، گوش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 xml:space="preserve"> : </w:t>
      </w:r>
      <w:r w:rsidRPr="000A09CB">
        <w:rPr>
          <w:rStyle w:val="libAlaemChar"/>
          <w:rtl/>
        </w:rPr>
        <w:t>(</w:t>
      </w:r>
      <w:r w:rsidRPr="000A09CB">
        <w:rPr>
          <w:rStyle w:val="libAieChar"/>
          <w:rFonts w:hint="cs"/>
          <w:rtl/>
        </w:rPr>
        <w:t>یَ</w:t>
      </w:r>
      <w:r w:rsidRPr="000A09CB">
        <w:rPr>
          <w:rStyle w:val="libAieChar"/>
          <w:rFonts w:hint="eastAsia"/>
          <w:rtl/>
        </w:rPr>
        <w:t>ـأَ</w:t>
      </w:r>
      <w:r w:rsidRPr="000A09CB">
        <w:rPr>
          <w:rStyle w:val="libAieChar"/>
          <w:rFonts w:hint="cs"/>
          <w:rtl/>
        </w:rPr>
        <w:t>یُّ</w:t>
      </w:r>
      <w:r w:rsidRPr="000A09CB">
        <w:rPr>
          <w:rStyle w:val="libAieChar"/>
          <w:rFonts w:hint="eastAsia"/>
          <w:rtl/>
        </w:rPr>
        <w:t>هَا</w:t>
      </w:r>
      <w:r w:rsidRPr="000A09CB">
        <w:rPr>
          <w:rStyle w:val="libAieChar"/>
          <w:rtl/>
        </w:rPr>
        <w:t xml:space="preserve"> الرَّسُولُ بَلِّغْ مَآ أُنزِلَ إِلَ</w:t>
      </w:r>
      <w:r w:rsidRPr="000A09CB">
        <w:rPr>
          <w:rStyle w:val="libAieChar"/>
          <w:rFonts w:hint="cs"/>
          <w:rtl/>
        </w:rPr>
        <w:t>یْ</w:t>
      </w:r>
      <w:r w:rsidRPr="000A09CB">
        <w:rPr>
          <w:rStyle w:val="libAieChar"/>
          <w:rFonts w:hint="eastAsia"/>
          <w:rtl/>
        </w:rPr>
        <w:t>کَ</w:t>
      </w:r>
      <w:r w:rsidRPr="000A09CB">
        <w:rPr>
          <w:rStyle w:val="libAieChar"/>
          <w:rtl/>
        </w:rPr>
        <w:t xml:space="preserve"> ...</w:t>
      </w:r>
      <w:r>
        <w:rPr>
          <w:rtl/>
          <w:lang w:bidi="fa-IR"/>
        </w:rPr>
        <w:t xml:space="preserve"> </w:t>
      </w:r>
      <w:r w:rsidRPr="000A09CB">
        <w:rPr>
          <w:rStyle w:val="libAlaemChar"/>
          <w:rtl/>
        </w:rPr>
        <w:t>)</w:t>
      </w:r>
      <w:r>
        <w:rPr>
          <w:rtl/>
          <w:lang w:bidi="fa-IR"/>
        </w:rPr>
        <w:t xml:space="preserve">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! آنچه را که به تو </w:t>
      </w:r>
      <w:r>
        <w:rPr>
          <w:rtl/>
          <w:lang w:bidi="fa-IR"/>
        </w:rPr>
        <w:lastRenderedPageBreak/>
        <w:t>نازل کرده‌ا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مردم بگو و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نکن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خود را انجام نداده‌ا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خداوند تو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از فتنه‌ها حفظ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».</w:t>
      </w:r>
      <w:r w:rsidRPr="000A09CB">
        <w:rPr>
          <w:rStyle w:val="libFootnotenumChar"/>
          <w:rtl/>
        </w:rPr>
        <w:t>84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مردم</w:t>
      </w:r>
      <w:r>
        <w:rPr>
          <w:rtl/>
          <w:lang w:bidi="fa-IR"/>
        </w:rPr>
        <w:t xml:space="preserve"> !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علّتِ نازل شدن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: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بر من نازل شده و از طرف خدا دستور مهمّ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من داده است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! من به 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خدا خواهم شتافت و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شما خواهم رفت ، اکنون از شما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پرسم</w:t>
      </w:r>
      <w:r>
        <w:rPr>
          <w:rtl/>
          <w:lang w:bidi="fa-IR"/>
        </w:rPr>
        <w:t xml:space="preserve"> من چگونه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بودم ؟</w:t>
      </w:r>
      <w:r w:rsidRPr="00DA650A">
        <w:rPr>
          <w:rStyle w:val="libFootnotenumChar"/>
          <w:rtl/>
        </w:rPr>
        <w:t>85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سکوت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اشک</w:t>
      </w:r>
      <w:r>
        <w:rPr>
          <w:rtl/>
          <w:lang w:bidi="fa-IR"/>
        </w:rPr>
        <w:t xml:space="preserve"> از چشمان همه ما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، آخر چگونه باور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ما خواهد رفت 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سکوت کرده و منتظر جواب است ، مردم ، همه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جواب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 xml:space="preserve"> : «ما شهادت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دلسوز ما 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خداوند به تو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پاداش‌ها را بدهد !» .</w:t>
      </w:r>
      <w:r w:rsidRPr="00DA650A">
        <w:rPr>
          <w:rStyle w:val="libFootnotenumChar"/>
          <w:rtl/>
        </w:rPr>
        <w:t>86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صدا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، و از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به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منبر بالا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و طرف راست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ستد</w:t>
      </w:r>
      <w:r>
        <w:rPr>
          <w:rtl/>
          <w:lang w:bidi="fa-IR"/>
        </w:rPr>
        <w:t xml:space="preserve"> .</w:t>
      </w:r>
      <w:r w:rsidRPr="00DA650A">
        <w:rPr>
          <w:rStyle w:val="libFootnotenumChar"/>
          <w:rtl/>
        </w:rPr>
        <w:t>87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رو به جمع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! من قرآن و عترت خود را به عنوان دو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tl/>
          <w:lang w:bidi="fa-IR"/>
        </w:rPr>
        <w:t xml:space="preserve"> ارزشمند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شما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گذارم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بدانم شما بعد از من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tl/>
          <w:lang w:bidi="fa-IR"/>
        </w:rPr>
        <w:t xml:space="preserve"> ، چگونه رفتار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 ».</w:t>
      </w:r>
      <w:r w:rsidRPr="00DA650A">
        <w:rPr>
          <w:rStyle w:val="libFootnotenumChar"/>
          <w:rtl/>
        </w:rPr>
        <w:t>88</w:t>
      </w:r>
    </w:p>
    <w:p w:rsidR="006C534C" w:rsidRDefault="006C534C" w:rsidP="00DA650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 w:rsidR="00DA650A">
        <w:rPr>
          <w:rFonts w:hint="cs"/>
          <w:rtl/>
          <w:lang w:bidi="fa-IR"/>
        </w:rPr>
        <w:t>سوال</w:t>
      </w:r>
      <w:r>
        <w:rPr>
          <w:rFonts w:hint="cs"/>
          <w:rtl/>
          <w:lang w:bidi="fa-IR"/>
        </w:rPr>
        <w:t xml:space="preserve"> به ذهنم می‌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: چرا قبل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کنار خود فرا خواند 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</w:t>
      </w:r>
      <w:r>
        <w:rPr>
          <w:rtl/>
          <w:lang w:bidi="fa-IR"/>
        </w:rPr>
        <w:t xml:space="preserve"> که عترت خود را به مردم نشان دهد ،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</w:t>
      </w:r>
      <w:r>
        <w:rPr>
          <w:rtl/>
          <w:lang w:bidi="fa-IR"/>
        </w:rPr>
        <w:t xml:space="preserve"> به مردم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، محور عترت اوست ! عترت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</w:t>
      </w:r>
      <w:r>
        <w:rPr>
          <w:rtl/>
          <w:lang w:bidi="fa-IR"/>
        </w:rPr>
        <w:lastRenderedPageBreak/>
        <w:t>که در خانه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هستند 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فاطمه و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باشند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عدّه‌ا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فکر هستند تا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، دختر ابوبکر را که همسر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است به عنوان عترت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!!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آن‌ها</w:t>
      </w:r>
      <w:r>
        <w:rPr>
          <w:rtl/>
          <w:lang w:bidi="fa-IR"/>
        </w:rPr>
        <w:t xml:space="preserve"> قصد دارند تا با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غات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،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را کنار قرآن قرار دهند 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هم به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«ثقل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تاک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سخن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ادامه م</w:t>
      </w:r>
      <w:r>
        <w:rPr>
          <w:rFonts w:hint="cs"/>
          <w:rtl/>
          <w:lang w:bidi="fa-IR"/>
        </w:rPr>
        <w:t>ی‌ی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! در رفتار خود با عترت من ، خدا را فراموش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مبادا حقّ آن‌ها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!» .</w:t>
      </w:r>
      <w:r w:rsidRPr="00DA650A">
        <w:rPr>
          <w:rStyle w:val="libFootnotenumChar"/>
          <w:rtl/>
        </w:rPr>
        <w:t>89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خوب</w:t>
      </w:r>
      <w:r>
        <w:rPr>
          <w:rtl/>
          <w:lang w:bidi="fa-IR"/>
        </w:rPr>
        <w:t xml:space="preserve"> گوش کن !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 را سه بار تکرار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ستاده‌اند</w:t>
      </w:r>
      <w:r>
        <w:rPr>
          <w:rtl/>
          <w:lang w:bidi="fa-IR"/>
        </w:rPr>
        <w:t xml:space="preserve"> و همه چشم‌ها به آن‌ها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شده است .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سکوت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شکند</w:t>
      </w:r>
      <w:r>
        <w:rPr>
          <w:rtl/>
          <w:lang w:bidi="fa-IR"/>
        </w:rPr>
        <w:t xml:space="preserve"> 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!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شما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دارد ؟»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، منتظر پاسخ مردم است ، همه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زنند</w:t>
      </w:r>
      <w:r>
        <w:rPr>
          <w:rtl/>
          <w:lang w:bidi="fa-IR"/>
        </w:rPr>
        <w:t xml:space="preserve"> : «خدا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او» .</w:t>
      </w:r>
    </w:p>
    <w:p w:rsidR="006C534C" w:rsidRDefault="006C534C" w:rsidP="00DA650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 دوم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DA650A">
        <w:rPr>
          <w:rFonts w:hint="cs"/>
          <w:rtl/>
          <w:lang w:bidi="fa-IR"/>
        </w:rPr>
        <w:t>سوال</w:t>
      </w:r>
      <w:r>
        <w:rPr>
          <w:rFonts w:hint="cs"/>
          <w:rtl/>
          <w:lang w:bidi="fa-IR"/>
        </w:rPr>
        <w:t xml:space="preserve"> می‌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: «چه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شما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دارد ؟»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مردم</w:t>
      </w:r>
      <w:r>
        <w:rPr>
          <w:rtl/>
          <w:lang w:bidi="fa-IR"/>
        </w:rPr>
        <w:t xml:space="preserve"> دوباره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 «خدا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او» .</w:t>
      </w:r>
    </w:p>
    <w:p w:rsidR="006C534C" w:rsidRDefault="006C534C" w:rsidP="00DA650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بار سوم هم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همان </w:t>
      </w:r>
      <w:r w:rsidR="00DA650A">
        <w:rPr>
          <w:rFonts w:hint="cs"/>
          <w:rtl/>
          <w:lang w:bidi="fa-IR"/>
        </w:rPr>
        <w:t>سوال</w:t>
      </w:r>
      <w:r>
        <w:rPr>
          <w:rFonts w:hint="cs"/>
          <w:rtl/>
          <w:lang w:bidi="fa-IR"/>
        </w:rPr>
        <w:t xml:space="preserve"> را می‌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مردم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جواب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 xml:space="preserve"> .</w:t>
      </w:r>
      <w:r w:rsidRPr="00DA650A">
        <w:rPr>
          <w:rStyle w:val="libFootnotenumChar"/>
          <w:rtl/>
        </w:rPr>
        <w:t>90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مسلمانان ، اطاعت از خدا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بر خود واجب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دانند</w:t>
      </w:r>
      <w:r>
        <w:rPr>
          <w:rtl/>
          <w:lang w:bidi="fa-IR"/>
        </w:rPr>
        <w:t xml:space="preserve"> 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در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خدا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شک ندارد .</w:t>
      </w:r>
    </w:p>
    <w:p w:rsidR="006C534C" w:rsidRDefault="006C534C" w:rsidP="00DA650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دست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 دست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، و تا آنجا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دست او را بالا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آورد</w:t>
      </w:r>
      <w:r>
        <w:rPr>
          <w:rtl/>
          <w:lang w:bidi="fa-IR"/>
        </w:rPr>
        <w:t xml:space="preserve"> و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</w:t>
      </w:r>
      <w:r w:rsidR="00DA650A" w:rsidRPr="00DA650A">
        <w:rPr>
          <w:rStyle w:val="libAlaemChar"/>
          <w:rFonts w:hint="cs"/>
          <w:rtl/>
        </w:rPr>
        <w:t>(</w:t>
      </w:r>
      <w:r w:rsidRPr="00DA650A">
        <w:rPr>
          <w:rStyle w:val="libAieChar"/>
          <w:rtl/>
        </w:rPr>
        <w:t>مَنْ کُنْتُ مَوْلاهُ فَهذا عَل</w:t>
      </w:r>
      <w:r w:rsidRPr="00DA650A">
        <w:rPr>
          <w:rStyle w:val="libAieChar"/>
          <w:rFonts w:hint="cs"/>
          <w:rtl/>
        </w:rPr>
        <w:t>یٌّ</w:t>
      </w:r>
      <w:r w:rsidRPr="00DA650A">
        <w:rPr>
          <w:rStyle w:val="libAieChar"/>
          <w:rtl/>
        </w:rPr>
        <w:t xml:space="preserve"> مَوْلاهُ</w:t>
      </w:r>
      <w:r w:rsidR="00DA650A" w:rsidRPr="00DA650A">
        <w:rPr>
          <w:rStyle w:val="libAlaemChar"/>
          <w:rFonts w:eastAsia="KFGQPC Uthman Taha Naskh" w:hint="cs"/>
          <w:rtl/>
        </w:rPr>
        <w:t>)</w:t>
      </w:r>
      <w:r>
        <w:rPr>
          <w:rtl/>
          <w:lang w:bidi="fa-IR"/>
        </w:rPr>
        <w:t>؛ هر کس من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هستم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اوست ».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: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! هر کس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دوست دارد تو او را دوست بدار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 ، و هر کس با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با او دشمن باش و او را ذل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کن ».</w:t>
      </w:r>
      <w:r w:rsidRPr="00DA650A">
        <w:rPr>
          <w:rStyle w:val="libFootnotenumChar"/>
          <w:rtl/>
        </w:rPr>
        <w:t>91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خود را سه بار تکرار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.</w:t>
      </w:r>
      <w:r w:rsidRPr="00DA650A">
        <w:rPr>
          <w:rStyle w:val="libFootnotenumChar"/>
          <w:rtl/>
        </w:rPr>
        <w:t>92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همه مردم ،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بازو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با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او را بلند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سر و گردن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بالاتر قرار گرفته است .</w:t>
      </w:r>
      <w:r w:rsidRPr="00DA650A">
        <w:rPr>
          <w:rStyle w:val="libFootnotenumChar"/>
          <w:rtl/>
        </w:rPr>
        <w:t>93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بلند کرده است تا همه مردم ، امام خود را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.</w:t>
      </w:r>
    </w:p>
    <w:p w:rsidR="006C534C" w:rsidRDefault="006C534C" w:rsidP="00DA650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گوش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برادر و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است ، او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 w:rsidR="00DA650A">
        <w:rPr>
          <w:rFonts w:hint="cs"/>
          <w:rtl/>
          <w:lang w:bidi="fa-IR"/>
        </w:rPr>
        <w:t xml:space="preserve">مومنان </w:t>
      </w:r>
      <w:r>
        <w:rPr>
          <w:rtl/>
          <w:lang w:bidi="fa-IR"/>
        </w:rPr>
        <w:t>است و به همه علوم من آگاه است ».</w:t>
      </w:r>
      <w:r w:rsidRPr="00DA650A">
        <w:rPr>
          <w:rStyle w:val="libFootnotenumChar"/>
          <w:rtl/>
        </w:rPr>
        <w:t>94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بعد از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؟»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صدا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زنند</w:t>
      </w:r>
      <w:r>
        <w:rPr>
          <w:rtl/>
          <w:lang w:bidi="fa-IR"/>
        </w:rPr>
        <w:t xml:space="preserve"> : «آر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!»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؟»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مردم جواب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 xml:space="preserve"> : «آر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!»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رو به آسمان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! تو شاهد باش که من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خود را انجام دادم ، من سخن تو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گفتم»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بعد از 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! تو هم شاهد باش» .</w:t>
      </w:r>
      <w:r w:rsidRPr="00DA650A">
        <w:rPr>
          <w:rStyle w:val="libFootnotenumChar"/>
          <w:rtl/>
        </w:rPr>
        <w:t>95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،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سؤال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! منظور شما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ماست ،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؟»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جواب او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«هر کس من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او هستم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اوست» .</w:t>
      </w:r>
      <w:r w:rsidRPr="00DA650A">
        <w:rPr>
          <w:rStyle w:val="libFootnotenumChar"/>
          <w:rtl/>
        </w:rPr>
        <w:t>96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مسلمانان است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سخنِ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شکّ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نمانده است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مردم را مورد خطاب قرار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: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! هر دانش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به من داده بود به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آموختم ،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فقط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شما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رستگار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رهنمون کند ، از شما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با او مخالفت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قبول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او ، سرپ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!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به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آورد 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 روز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فقط من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همراه ما نبود 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!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بارها و بارها در مقابل دشمنان ، جان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به خطر انداخته است،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من از همه،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زتر</w:t>
      </w:r>
      <w:r>
        <w:rPr>
          <w:rtl/>
          <w:lang w:bidi="fa-IR"/>
        </w:rPr>
        <w:t xml:space="preserve"> است،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 و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کننده شماست .</w:t>
      </w:r>
      <w:r w:rsidRPr="00DA650A">
        <w:rPr>
          <w:rStyle w:val="libFootnotenumChar"/>
          <w:rtl/>
        </w:rPr>
        <w:t>97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!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عترت و خاندان هر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نسلِ خود او بوده است ، امّا عترت و خاندان من از نسلِ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 xml:space="preserve"> .</w:t>
      </w:r>
      <w:r w:rsidRPr="00DA650A">
        <w:rPr>
          <w:rStyle w:val="libFootnotenumChar"/>
          <w:rtl/>
        </w:rPr>
        <w:t>98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راه</w:t>
      </w:r>
      <w:r>
        <w:rPr>
          <w:rtl/>
          <w:lang w:bidi="fa-IR"/>
        </w:rPr>
        <w:t xml:space="preserve">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به شما نشان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دهم</w:t>
      </w:r>
      <w:r>
        <w:rPr>
          <w:rtl/>
          <w:lang w:bidi="fa-IR"/>
        </w:rPr>
        <w:t xml:space="preserve"> ،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فرزندان او ، راه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هستند .</w:t>
      </w:r>
      <w:r w:rsidRPr="00DA650A">
        <w:rPr>
          <w:rStyle w:val="libFootnotenumChar"/>
          <w:rtl/>
        </w:rPr>
        <w:t>99</w:t>
      </w:r>
    </w:p>
    <w:p w:rsidR="006C534C" w:rsidRDefault="006C534C" w:rsidP="00DA650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مردم</w:t>
      </w:r>
      <w:r>
        <w:rPr>
          <w:rtl/>
          <w:lang w:bidi="fa-IR"/>
        </w:rPr>
        <w:t xml:space="preserve"> ! خداوند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</w:t>
      </w:r>
      <w:r w:rsidR="00DA650A" w:rsidRPr="00DA650A">
        <w:rPr>
          <w:rStyle w:val="libAlaemChar"/>
          <w:rFonts w:hint="cs"/>
          <w:rtl/>
        </w:rPr>
        <w:t>(</w:t>
      </w:r>
      <w:r w:rsidRPr="00DA650A">
        <w:rPr>
          <w:rStyle w:val="libAieChar"/>
          <w:rtl/>
        </w:rPr>
        <w:t>فَـ</w:t>
      </w:r>
      <w:r w:rsidRPr="00DA650A">
        <w:rPr>
          <w:rStyle w:val="libAieChar"/>
          <w:rFonts w:hint="cs"/>
          <w:rtl/>
        </w:rPr>
        <w:t>ٔامِنُوا بِاللّه‌ِ وَ رَسُولِهِ وَ النُّورِ الَّذِی</w:t>
      </w:r>
      <w:r w:rsidRPr="00DA650A">
        <w:rPr>
          <w:rStyle w:val="libAieChar"/>
          <w:rtl/>
        </w:rPr>
        <w:t xml:space="preserve"> أَنزَلْنَا ..</w:t>
      </w:r>
      <w:r w:rsidRPr="00DA650A">
        <w:rPr>
          <w:rStyle w:val="libAlaemChar"/>
          <w:rtl/>
        </w:rPr>
        <w:t>.</w:t>
      </w:r>
      <w:r w:rsidR="00DA650A" w:rsidRPr="00DA650A">
        <w:rPr>
          <w:rStyle w:val="libAlaemChar"/>
          <w:rFonts w:eastAsia="KFGQPC Uthman Taha Naskh" w:hint="cs"/>
          <w:rtl/>
        </w:rPr>
        <w:t>)</w:t>
      </w:r>
      <w:r>
        <w:rPr>
          <w:rtl/>
          <w:lang w:bidi="fa-IR"/>
        </w:rPr>
        <w:t>به خدا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نازل شده است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».</w:t>
      </w:r>
      <w:r w:rsidRPr="00DA650A">
        <w:rPr>
          <w:rStyle w:val="libFootnotenumChar"/>
          <w:rtl/>
        </w:rPr>
        <w:t>100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اکنون</w:t>
      </w:r>
      <w:r>
        <w:rPr>
          <w:rtl/>
          <w:lang w:bidi="fa-IR"/>
        </w:rPr>
        <w:t xml:space="preserve">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فرزندان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! فضائل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 است که بتوانم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آن‌قدر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هر کس از او اطاعت کند به رستگار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.</w:t>
      </w:r>
      <w:r w:rsidRPr="00DA650A">
        <w:rPr>
          <w:rStyle w:val="libFootnotenumChar"/>
          <w:rtl/>
        </w:rPr>
        <w:t>101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هستم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و فرزندان او ، امامانِ شما هستند و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نِ</w:t>
      </w:r>
      <w:r>
        <w:rPr>
          <w:rtl/>
          <w:lang w:bidi="fa-IR"/>
        </w:rPr>
        <w:t xml:space="preserve"> آن‌ها،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قبل از من به او بشارت داده‌اند، او از جانب خدا انتخاب شده است و وارث همه علم‌ها و دانش‌ها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باشد،</w:t>
      </w:r>
      <w:r>
        <w:rPr>
          <w:rtl/>
          <w:lang w:bidi="fa-IR"/>
        </w:rPr>
        <w:t xml:space="preserve"> او ول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خدا در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.</w:t>
      </w:r>
      <w:r w:rsidRPr="00DA650A">
        <w:rPr>
          <w:rStyle w:val="libFootnotenumChar"/>
          <w:rtl/>
        </w:rPr>
        <w:t>102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، سخنان مرا به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شهر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خود هستند ، برسان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  <w:r w:rsidRPr="00DA650A">
        <w:rPr>
          <w:rStyle w:val="libFootnotenumChar"/>
          <w:rtl/>
        </w:rPr>
        <w:t>103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سخن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سخنان او به گوش همه مردم برسد.</w:t>
      </w:r>
    </w:p>
    <w:p w:rsidR="00DA650A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همان خطبه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 که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را مبهوتِ عظمت خود کرده است.</w:t>
      </w:r>
    </w:p>
    <w:p w:rsidR="006C534C" w:rsidRDefault="00DA650A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6C534C" w:rsidRDefault="006C534C" w:rsidP="00DA650A">
      <w:pPr>
        <w:pStyle w:val="Heading1"/>
        <w:rPr>
          <w:rtl/>
          <w:lang w:bidi="fa-IR"/>
        </w:rPr>
      </w:pPr>
      <w:bookmarkStart w:id="7" w:name="_Toc530640964"/>
      <w:r>
        <w:rPr>
          <w:rFonts w:hint="eastAsia"/>
          <w:rtl/>
          <w:lang w:bidi="fa-IR"/>
        </w:rPr>
        <w:t>خطبه</w:t>
      </w:r>
      <w:r>
        <w:rPr>
          <w:rtl/>
          <w:lang w:bidi="fa-IR"/>
        </w:rPr>
        <w:t xml:space="preserve">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ادِ</w:t>
      </w:r>
      <w:r>
        <w:rPr>
          <w:rtl/>
          <w:lang w:bidi="fa-IR"/>
        </w:rPr>
        <w:t xml:space="preserve"> بلندِ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 .</w:t>
      </w:r>
      <w:bookmarkEnd w:id="7"/>
    </w:p>
    <w:p w:rsidR="006C534C" w:rsidRDefault="006C534C" w:rsidP="00DA650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اکبرِ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چد</w:t>
      </w:r>
      <w:r>
        <w:rPr>
          <w:rtl/>
          <w:lang w:bidi="fa-IR"/>
        </w:rPr>
        <w:t xml:space="preserve"> .</w:t>
      </w:r>
      <w:r w:rsidRPr="00DA650A">
        <w:rPr>
          <w:rStyle w:val="libFootnotenumChar"/>
          <w:rtl/>
        </w:rPr>
        <w:t>104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چه خبر شده است 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آمده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آورده است :</w:t>
      </w:r>
    </w:p>
    <w:p w:rsidR="006C534C" w:rsidRDefault="006C534C" w:rsidP="006C534C">
      <w:pPr>
        <w:pStyle w:val="libNormal"/>
        <w:rPr>
          <w:rtl/>
          <w:lang w:bidi="fa-IR"/>
        </w:rPr>
      </w:pPr>
      <w:r w:rsidRPr="00DA650A">
        <w:rPr>
          <w:rStyle w:val="libAlaemChar"/>
          <w:rtl/>
        </w:rPr>
        <w:t>(</w:t>
      </w:r>
      <w:r w:rsidRPr="00DA650A">
        <w:rPr>
          <w:rStyle w:val="libAieChar"/>
          <w:rtl/>
        </w:rPr>
        <w:t>الْ</w:t>
      </w:r>
      <w:r w:rsidRPr="00DA650A">
        <w:rPr>
          <w:rStyle w:val="libAieChar"/>
          <w:rFonts w:hint="cs"/>
          <w:rtl/>
        </w:rPr>
        <w:t>یَ</w:t>
      </w:r>
      <w:r w:rsidRPr="00DA650A">
        <w:rPr>
          <w:rStyle w:val="libAieChar"/>
          <w:rFonts w:hint="eastAsia"/>
          <w:rtl/>
        </w:rPr>
        <w:t>وْمَ</w:t>
      </w:r>
      <w:r w:rsidRPr="00DA650A">
        <w:rPr>
          <w:rStyle w:val="libAieChar"/>
          <w:rtl/>
        </w:rPr>
        <w:t xml:space="preserve"> أَکْمَلْتُ لَکُمْ دِ</w:t>
      </w:r>
      <w:r w:rsidRPr="00DA650A">
        <w:rPr>
          <w:rStyle w:val="libAieChar"/>
          <w:rFonts w:hint="cs"/>
          <w:rtl/>
        </w:rPr>
        <w:t>ی</w:t>
      </w:r>
      <w:r w:rsidRPr="00DA650A">
        <w:rPr>
          <w:rStyle w:val="libAieChar"/>
          <w:rFonts w:hint="eastAsia"/>
          <w:rtl/>
        </w:rPr>
        <w:t>نَکُمْ</w:t>
      </w:r>
      <w:r w:rsidRPr="00DA650A">
        <w:rPr>
          <w:rStyle w:val="libAieChar"/>
          <w:rtl/>
        </w:rPr>
        <w:t xml:space="preserve"> وَأَتْمَمْتُ عَلَ</w:t>
      </w:r>
      <w:r w:rsidRPr="00DA650A">
        <w:rPr>
          <w:rStyle w:val="libAieChar"/>
          <w:rFonts w:hint="cs"/>
          <w:rtl/>
        </w:rPr>
        <w:t>یْ</w:t>
      </w:r>
      <w:r w:rsidRPr="00DA650A">
        <w:rPr>
          <w:rStyle w:val="libAieChar"/>
          <w:rFonts w:hint="eastAsia"/>
          <w:rtl/>
        </w:rPr>
        <w:t>کُمْ</w:t>
      </w:r>
      <w:r w:rsidRPr="00DA650A">
        <w:rPr>
          <w:rStyle w:val="libAieChar"/>
          <w:rtl/>
        </w:rPr>
        <w:t xml:space="preserve"> نِعْمَتِ</w:t>
      </w:r>
      <w:r w:rsidRPr="00DA650A">
        <w:rPr>
          <w:rStyle w:val="libAieChar"/>
          <w:rFonts w:hint="cs"/>
          <w:rtl/>
        </w:rPr>
        <w:t>ی</w:t>
      </w:r>
      <w:r w:rsidRPr="00DA650A">
        <w:rPr>
          <w:rStyle w:val="libAieChar"/>
          <w:rtl/>
        </w:rPr>
        <w:t xml:space="preserve"> وَرَضِ</w:t>
      </w:r>
      <w:r w:rsidRPr="00DA650A">
        <w:rPr>
          <w:rStyle w:val="libAieChar"/>
          <w:rFonts w:hint="cs"/>
          <w:rtl/>
        </w:rPr>
        <w:t>ی</w:t>
      </w:r>
      <w:r w:rsidRPr="00DA650A">
        <w:rPr>
          <w:rStyle w:val="libAieChar"/>
          <w:rFonts w:hint="eastAsia"/>
          <w:rtl/>
        </w:rPr>
        <w:t>تُ</w:t>
      </w:r>
      <w:r w:rsidRPr="00DA650A">
        <w:rPr>
          <w:rStyle w:val="libAieChar"/>
          <w:rtl/>
        </w:rPr>
        <w:t xml:space="preserve"> لَکُمُ الاْءِسْلامَ دِ</w:t>
      </w:r>
      <w:r w:rsidRPr="00DA650A">
        <w:rPr>
          <w:rStyle w:val="libAieChar"/>
          <w:rFonts w:hint="cs"/>
          <w:rtl/>
        </w:rPr>
        <w:t>ی</w:t>
      </w:r>
      <w:r w:rsidRPr="00DA650A">
        <w:rPr>
          <w:rStyle w:val="libAieChar"/>
          <w:rFonts w:hint="eastAsia"/>
          <w:rtl/>
        </w:rPr>
        <w:t>نًا</w:t>
      </w:r>
      <w:r w:rsidRPr="00DA650A">
        <w:rPr>
          <w:rStyle w:val="libAlaemChar"/>
          <w:rtl/>
        </w:rPr>
        <w:t>)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«امروز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بر شما کامل کرده و نعمت خود را تمام نمودم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 که اسلام 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شما باشد ».</w:t>
      </w:r>
      <w:r w:rsidRPr="00DA650A">
        <w:rPr>
          <w:rStyle w:val="libFootnotenumChar"/>
          <w:rtl/>
        </w:rPr>
        <w:t>105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</w:t>
      </w:r>
      <w:r>
        <w:rPr>
          <w:rtl/>
          <w:lang w:bidi="fa-IR"/>
        </w:rPr>
        <w:t xml:space="preserve"> ، همه مردم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فهمند</w:t>
      </w:r>
      <w:r>
        <w:rPr>
          <w:rtl/>
          <w:lang w:bidi="fa-IR"/>
        </w:rPr>
        <w:t xml:space="preserve"> که اسلام با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تِ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کامل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.</w:t>
      </w:r>
      <w:r w:rsidRPr="00DA650A">
        <w:rPr>
          <w:rStyle w:val="libFootnotenumChar"/>
          <w:rtl/>
        </w:rPr>
        <w:t>106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اسلام</w:t>
      </w:r>
      <w:r>
        <w:rPr>
          <w:rtl/>
          <w:lang w:bidi="fa-IR"/>
        </w:rPr>
        <w:t xml:space="preserve"> بدون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ناقص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هرگز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انسان را به کمال برساند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سخن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ادامه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مردم!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است، او امام بعد از من است،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من، همچون هارون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».</w:t>
      </w:r>
      <w:r w:rsidRPr="00DA650A">
        <w:rPr>
          <w:rStyle w:val="libFootnotenumChar"/>
          <w:rtl/>
        </w:rPr>
        <w:t>107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به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اشاره کند؟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خاطره‌ا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سال نهم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بازگو کنم.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همراه با لشکر اسلام از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تبوک حرکت کرد، از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خواست تا در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بماند و در لشکر اسلام شرکت نکند.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نگران کارشکن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منافقان بود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 تا نقشه‌ها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منافقان نقش بر آب شود.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رفت، منافقان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مانده بودند،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سر زبان‌ها انداختند؛ آنها گفتند: «پ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دوست نداشت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همراه او باشد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همراه خود نبرد».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به گوش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او از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 تا خود را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برساند، هنوز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دور نشده بود.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ماجرا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بازگرد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حفظ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مثل تو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ندارد».</w:t>
      </w:r>
    </w:p>
    <w:p w:rsidR="006C534C" w:rsidRDefault="006C534C" w:rsidP="00DA650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رو به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کرد و گفت: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أنتَ منّ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بِمَنزِلَةِ هارُونَ مِنْ مُوس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...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مقام و منزلت تو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من، مانند مقام و منزلت هارون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نزد موس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است، همان‌طور که هارون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(بدون واسطه) موس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بود، تو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بعد از من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تفاوت که بعد از من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نخواهد بود».</w:t>
      </w:r>
      <w:r w:rsidRPr="00DA650A">
        <w:rPr>
          <w:rStyle w:val="libFootnotenumChar"/>
          <w:rtl/>
        </w:rPr>
        <w:t>108</w:t>
      </w:r>
    </w:p>
    <w:p w:rsidR="006C534C" w:rsidRDefault="006C534C" w:rsidP="00CD4CB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ثِ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«حد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منزلت» مشهور شد، چون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منزلت و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و مقام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سخن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آورد.</w:t>
      </w:r>
    </w:p>
    <w:p w:rsidR="006C534C" w:rsidRDefault="006C534C" w:rsidP="00CD4CB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حتماً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هارون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برادرِ حضرت موس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وص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او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روشن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بعد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اوست.</w:t>
      </w:r>
    </w:p>
    <w:p w:rsidR="006C534C" w:rsidRDefault="006C534C" w:rsidP="00CD4CB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«غد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ر»</w:t>
      </w:r>
      <w:r>
        <w:rPr>
          <w:rtl/>
          <w:lang w:bidi="fa-IR"/>
        </w:rPr>
        <w:t xml:space="preserve"> از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«منزلت»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مردم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مقام و منزلت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نزد من، مانند مقام و منزلت هارون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نزد موس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است. </w:t>
      </w:r>
    </w:p>
    <w:p w:rsidR="006C534C" w:rsidRDefault="006C534C" w:rsidP="00CD4CB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همه بدانند که مقام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نزد او چگونه است.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CD4CB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هنوز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است ، او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مردم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! اکنون وقت آن فرا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که به من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خداوند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امامت را به عترت من داده است ، از شما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تا با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او با لقب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 w:rsidR="00CD4CB2">
        <w:rPr>
          <w:rFonts w:hint="cs"/>
          <w:rtl/>
          <w:lang w:bidi="fa-IR"/>
        </w:rPr>
        <w:t xml:space="preserve">مومنان </w:t>
      </w:r>
      <w:r>
        <w:rPr>
          <w:rtl/>
          <w:lang w:bidi="fa-IR"/>
        </w:rPr>
        <w:t>سلام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خدا مرا مأمور کرده است تا از شما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امامان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بعد از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از نسل او هستند، اقرار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رم»</w:t>
      </w:r>
      <w:r>
        <w:rPr>
          <w:rtl/>
          <w:lang w:bidi="fa-IR"/>
        </w:rPr>
        <w:t>.</w:t>
      </w:r>
      <w:r w:rsidRPr="00CD4CB2">
        <w:rPr>
          <w:rStyle w:val="libFootnotenumChar"/>
          <w:rtl/>
        </w:rPr>
        <w:t>109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مردم به چهره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چشم دوخته‌اند، آن‌ها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دانند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منتظر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جواب آن‌ها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آن‌ها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صدا جواب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>: «ما سخن تو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به امامت و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فرزندان او اقرار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>.</w:t>
      </w:r>
      <w:r w:rsidRPr="00CD4CB2">
        <w:rPr>
          <w:rStyle w:val="libFootnotenumChar"/>
          <w:rtl/>
        </w:rPr>
        <w:t>110</w:t>
      </w:r>
    </w:p>
    <w:p w:rsidR="006C534C" w:rsidRDefault="006C534C" w:rsidP="00CD4CB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از منبر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.</w:t>
      </w:r>
    </w:p>
    <w:p w:rsidR="006C534C" w:rsidRDefault="006C534C" w:rsidP="00CD4CB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مراسم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با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صورت رسم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تا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درختان 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پا کنند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سبز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 ! </w:t>
      </w:r>
      <w:r w:rsidRPr="00CD4CB2">
        <w:rPr>
          <w:rStyle w:val="libFootnotenumChar"/>
          <w:rtl/>
        </w:rPr>
        <w:t>111</w:t>
      </w:r>
    </w:p>
    <w:p w:rsidR="006C534C" w:rsidRDefault="006C534C" w:rsidP="00CD4CB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تا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مردم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نزد او بروند .</w:t>
      </w:r>
    </w:p>
    <w:p w:rsidR="006C534C" w:rsidRDefault="006C534C" w:rsidP="00CD4CB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وارد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چه حال و هوا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دارد 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وارد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، کنار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ستد</w:t>
      </w:r>
      <w:r>
        <w:rPr>
          <w:rtl/>
          <w:lang w:bidi="fa-IR"/>
        </w:rPr>
        <w:t xml:space="preserve"> ،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کار مهمّ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او دارد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عرب، رسم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خواهند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قوم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اعلام کنند بر سر او عمامه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بندند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هم عمامه مخصوص خود را به عنوان تاج افتخار بر سر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بندد</w:t>
      </w:r>
      <w:r>
        <w:rPr>
          <w:rtl/>
          <w:lang w:bidi="fa-IR"/>
        </w:rPr>
        <w:t xml:space="preserve"> ، نام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عمامه ، سحاب است .</w:t>
      </w:r>
      <w:r w:rsidRPr="00CD4CB2">
        <w:rPr>
          <w:rStyle w:val="libFootnotenumChar"/>
          <w:rtl/>
        </w:rPr>
        <w:t>112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مولا،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باتر</w:t>
      </w:r>
      <w:r>
        <w:rPr>
          <w:rtl/>
          <w:lang w:bidi="fa-IR"/>
        </w:rPr>
        <w:t xml:space="preserve"> شده است . تاج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که بر سر اوست بر جلال او افزوده است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تا 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، مراسم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با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شروع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،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بزرگان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!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تازه مسلمان شده‌اند ، آن‌ها هنوز رسم و رسوم دوران جاهل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فراموش نکرده‌اند ، آن‌ها هرگز به امامت پسر عمو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نخواهند شد 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 از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شخص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انتخاب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رو به آن‌ها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انتخاب من نبوده است که اکنون بتوانم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برگردم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خدا به من داده است»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بزرگان</w:t>
      </w:r>
      <w:r>
        <w:rPr>
          <w:rtl/>
          <w:lang w:bidi="fa-IR"/>
        </w:rPr>
        <w:t xml:space="preserve">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را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شنوند</w:t>
      </w:r>
      <w:r>
        <w:rPr>
          <w:rtl/>
          <w:lang w:bidi="fa-IR"/>
        </w:rPr>
        <w:t xml:space="preserve"> به فکر فرو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روند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آن‌ها رو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! اگر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مخالفت خدا را بکن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کنار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بزرگان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در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کن»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، امر امامت و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دست خداست ، اگر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امر امامت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داد</w:t>
      </w:r>
      <w:r>
        <w:rPr>
          <w:rtl/>
          <w:lang w:bidi="fa-IR"/>
        </w:rPr>
        <w:t xml:space="preserve"> .</w:t>
      </w:r>
      <w:r w:rsidRPr="00CD4CB2">
        <w:rPr>
          <w:rStyle w:val="libFootnotenumChar"/>
          <w:rtl/>
        </w:rPr>
        <w:t>113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دانند</w:t>
      </w:r>
      <w:r>
        <w:rPr>
          <w:rtl/>
          <w:lang w:bidi="fa-IR"/>
        </w:rPr>
        <w:t xml:space="preserve"> که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امامت ،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بالاتر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حکومت ظاهر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،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، مقام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فقط خدا آن را به هر کس که بخواهد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. بزرگان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با ناام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ترک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مردم</w:t>
      </w:r>
      <w:r>
        <w:rPr>
          <w:rtl/>
          <w:lang w:bidi="fa-IR"/>
        </w:rPr>
        <w:t xml:space="preserve"> آماده شده‌اند تا مراسم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را انجام دهند ، سلمان ، مقداد ، ابوذر و عمّار را نگاه کن ، آن‌ها در اوّل صف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ستاده‌اند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دوستان امامت ، امروز خوشحال هستند ، به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امروز روز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.</w:t>
      </w:r>
    </w:p>
    <w:p w:rsidR="006C534C" w:rsidRDefault="006C534C" w:rsidP="00CD4CB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مردم</w:t>
      </w:r>
      <w:r>
        <w:rPr>
          <w:rtl/>
          <w:lang w:bidi="fa-IR"/>
        </w:rPr>
        <w:t xml:space="preserve"> خود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با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آماده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، چشم من به دو نفر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افتد</w:t>
      </w:r>
      <w:r>
        <w:rPr>
          <w:rtl/>
          <w:lang w:bidi="fa-IR"/>
        </w:rPr>
        <w:t xml:space="preserve"> .</w:t>
      </w:r>
    </w:p>
    <w:p w:rsidR="006C534C" w:rsidRDefault="006C534C" w:rsidP="00CD4CB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آن‌ها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روبرو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 xml:space="preserve"> </w:t>
      </w:r>
      <w:r w:rsidR="00CD4CB2">
        <w:rPr>
          <w:rFonts w:hint="cs"/>
          <w:rtl/>
          <w:lang w:bidi="fa-IR"/>
        </w:rPr>
        <w:t>سوال</w:t>
      </w:r>
      <w:r>
        <w:rPr>
          <w:rFonts w:hint="cs"/>
          <w:rtl/>
          <w:lang w:bidi="fa-IR"/>
        </w:rPr>
        <w:t xml:space="preserve"> می‌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: «آ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دستور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خواسته خود توست ؟» 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پاسخ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 خداست» .</w:t>
      </w:r>
      <w:r w:rsidRPr="00CD4CB2">
        <w:rPr>
          <w:rStyle w:val="libFootnotenumChar"/>
          <w:rtl/>
        </w:rPr>
        <w:t>114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، آن دو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خود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آماده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صف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هست ، مردم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خواهند</w:t>
      </w:r>
      <w:r>
        <w:rPr>
          <w:rtl/>
          <w:lang w:bidi="fa-IR"/>
        </w:rPr>
        <w:t xml:space="preserve"> با مولا و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کنند .</w:t>
      </w:r>
    </w:p>
    <w:p w:rsidR="006C534C" w:rsidRDefault="006C534C" w:rsidP="00CD4CB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</w:t>
      </w:r>
      <w:r>
        <w:rPr>
          <w:rtl/>
          <w:lang w:bidi="fa-IR"/>
        </w:rPr>
        <w:t xml:space="preserve"> نفر در اوّل صف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ستاده‌اند</w:t>
      </w:r>
      <w:r>
        <w:rPr>
          <w:rtl/>
          <w:lang w:bidi="fa-IR"/>
        </w:rPr>
        <w:t xml:space="preserve"> ، تا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</w:t>
      </w:r>
      <w:r>
        <w:rPr>
          <w:rtl/>
          <w:lang w:bidi="fa-IR"/>
        </w:rPr>
        <w:t xml:space="preserve"> اسم آن‌ها را </w:t>
      </w:r>
      <w:r w:rsidR="00CD4CB2">
        <w:rPr>
          <w:rFonts w:hint="cs"/>
          <w:rtl/>
        </w:rPr>
        <w:t>سوال</w:t>
      </w:r>
      <w:r>
        <w:rPr>
          <w:rFonts w:hint="cs"/>
          <w:rtl/>
          <w:lang w:bidi="fa-IR"/>
        </w:rPr>
        <w:t xml:space="preserve"> کنم ، آن‌ها وارد خی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 xml:space="preserve"> .</w:t>
      </w:r>
    </w:p>
    <w:p w:rsidR="006C534C" w:rsidRDefault="006C534C" w:rsidP="00CD4CB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آن‌ها به گوشم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: «سلام بر تو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 w:rsidR="00CD4CB2">
        <w:rPr>
          <w:rFonts w:hint="cs"/>
          <w:rtl/>
          <w:lang w:bidi="fa-IR"/>
        </w:rPr>
        <w:t>مومنان</w:t>
      </w:r>
      <w:r>
        <w:rPr>
          <w:rFonts w:hint="cs"/>
          <w:rtl/>
          <w:lang w:bidi="fa-IR"/>
        </w:rPr>
        <w:t>» .</w:t>
      </w:r>
    </w:p>
    <w:p w:rsidR="006C534C" w:rsidRDefault="006C534C" w:rsidP="00CD4CB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آن‌ها</w:t>
      </w:r>
      <w:r>
        <w:rPr>
          <w:rtl/>
          <w:lang w:bidi="fa-IR"/>
        </w:rPr>
        <w:t xml:space="preserve"> با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 «خوشا به حال تو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! به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 ،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و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مردم شد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».</w:t>
      </w:r>
      <w:r w:rsidRPr="00CD4CB2">
        <w:rPr>
          <w:rStyle w:val="libFootnotenumChar"/>
          <w:rtl/>
        </w:rPr>
        <w:t>115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 دو نفر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صبر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آن‌ها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ــ</w:t>
      </w:r>
      <w:r>
        <w:rPr>
          <w:rtl/>
          <w:lang w:bidi="fa-IR"/>
        </w:rPr>
        <w:t xml:space="preserve"> ببخش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شما خودتان را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؟</w:t>
      </w:r>
    </w:p>
    <w:p w:rsidR="006C534C" w:rsidRDefault="006C534C" w:rsidP="00CD4CB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چطور شما ما را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؟ ! من ، عُمَر بن خطّاب هستم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 ابو بکر است، ما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با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کرده‌ا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  <w:r w:rsidRPr="00CD4CB2">
        <w:rPr>
          <w:rStyle w:val="libFootnotenumChar"/>
          <w:rtl/>
        </w:rPr>
        <w:t>116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دلشان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</w:t>
      </w:r>
      <w:r>
        <w:rPr>
          <w:rtl/>
          <w:lang w:bidi="fa-IR"/>
        </w:rPr>
        <w:t xml:space="preserve"> که آن‌ها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نفر باشند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، 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سبقت را از همه ربود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امّا</w:t>
      </w:r>
      <w:r>
        <w:rPr>
          <w:rtl/>
          <w:lang w:bidi="fa-IR"/>
        </w:rPr>
        <w:t xml:space="preserve"> من فکر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اصلاً مهم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! مهم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خود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!! اگر بتوان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خود وفادار بمان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هنر کرده‌ا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! 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خواستند</w:t>
      </w:r>
      <w:r>
        <w:rPr>
          <w:rtl/>
          <w:lang w:bidi="fa-IR"/>
        </w:rPr>
        <w:t xml:space="preserve">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را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در روز هجدهم ماه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انجام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دادند</w:t>
      </w:r>
      <w:r>
        <w:rPr>
          <w:rtl/>
          <w:lang w:bidi="fa-IR"/>
        </w:rPr>
        <w:t xml:space="preserve"> . امروز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 کامل شده است 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ما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شاد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امروز است 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امروز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.</w:t>
      </w:r>
      <w:r w:rsidRPr="00CD4CB2">
        <w:rPr>
          <w:rStyle w:val="libFootnotenumChar"/>
          <w:rtl/>
        </w:rPr>
        <w:t>117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آنجا</w:t>
      </w:r>
      <w:r>
        <w:rPr>
          <w:rtl/>
          <w:lang w:bidi="fa-IR"/>
        </w:rPr>
        <w:t xml:space="preserve"> را نگاه کن !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خاک بر سر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؟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که هستند ؟ امروز که روز سرور و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،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ن‌ها</w:t>
      </w:r>
      <w:r>
        <w:rPr>
          <w:rtl/>
          <w:lang w:bidi="fa-IR"/>
        </w:rPr>
        <w:t xml:space="preserve"> همه ،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هستند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ده‌اند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،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به عنوان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است از شدّت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خاک بر سر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، امروز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آن‌ها روز غصّه است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آن‌ها</w:t>
      </w:r>
      <w:r>
        <w:rPr>
          <w:rtl/>
          <w:lang w:bidi="fa-IR"/>
        </w:rPr>
        <w:t xml:space="preserve"> نزد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خود ، 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س،</w:t>
      </w:r>
      <w:r>
        <w:rPr>
          <w:rtl/>
          <w:lang w:bidi="fa-IR"/>
        </w:rPr>
        <w:t xml:space="preserve"> جمع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 xml:space="preserve"> ، 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به آن‌ها نگاه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«چه شده است ؟ چرا خاک بر سر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؟»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آن‌ها</w:t>
      </w:r>
      <w:r>
        <w:rPr>
          <w:rtl/>
          <w:lang w:bidi="fa-IR"/>
        </w:rPr>
        <w:t xml:space="preserve"> جواب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 xml:space="preserve"> : «مگر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محمّد ،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اعلام کرد و همه مردم با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کنند؟»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خنده‌ا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«ناراحت نباش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عدّه‌ا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قول داده‌اند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امروز خود وفادار نمانند» .</w:t>
      </w:r>
      <w:r w:rsidRPr="00CD4CB2">
        <w:rPr>
          <w:rStyle w:val="libFootnotenumChar"/>
          <w:rtl/>
        </w:rPr>
        <w:t>118</w:t>
      </w:r>
    </w:p>
    <w:p w:rsidR="006C534C" w:rsidRDefault="006C534C" w:rsidP="00CD4CB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حکومت عدالت‌محور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برپا نشود همه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تلاش خود را خواهد نمود .</w:t>
      </w:r>
    </w:p>
    <w:p w:rsidR="006C534C" w:rsidRDefault="006C534C" w:rsidP="00CD4CB2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با سرعت از جمع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، حدس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زنم</w:t>
      </w:r>
      <w:r>
        <w:rPr>
          <w:rtl/>
          <w:lang w:bidi="fa-IR"/>
        </w:rPr>
        <w:t xml:space="preserve"> او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با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کند . بعد از 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که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شد ، چرا او برگشت 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روبرو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 من داشتم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رفتم</w:t>
      </w:r>
      <w:r>
        <w:rPr>
          <w:rtl/>
          <w:lang w:bidi="fa-IR"/>
        </w:rPr>
        <w:t xml:space="preserve"> تا با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نکنم ، ناگهان به سوار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خوشبو برخوردم، او به گفت که هر کس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امتناع کند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کافر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منافق ؛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بازگشتم تا با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کنم ».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لبخند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 سوار را شناخت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؟ او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بود که تو را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با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کرد» .</w:t>
      </w:r>
      <w:r w:rsidRPr="00CD4CB2">
        <w:rPr>
          <w:rStyle w:val="libFootnotenumChar"/>
          <w:rtl/>
        </w:rPr>
        <w:t>119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در مقابل دس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، فرشتگان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فرستد</w:t>
      </w:r>
      <w:r>
        <w:rPr>
          <w:rtl/>
          <w:lang w:bidi="fa-IR"/>
        </w:rPr>
        <w:t xml:space="preserve"> تا مردم را به راه راست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کنند .</w:t>
      </w:r>
    </w:p>
    <w:p w:rsidR="006C534C" w:rsidRDefault="006C534C" w:rsidP="00CD4CB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نوبت زنان است که با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کنند، همسران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هم آماده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با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>.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دستور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ظرف آب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آورند</w:t>
      </w:r>
      <w:r>
        <w:rPr>
          <w:rtl/>
          <w:lang w:bidi="fa-IR"/>
        </w:rPr>
        <w:t xml:space="preserve"> و پرده‌ا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زنند</w:t>
      </w:r>
      <w:r>
        <w:rPr>
          <w:rtl/>
          <w:lang w:bidi="fa-IR"/>
        </w:rPr>
        <w:t xml:space="preserve"> .</w:t>
      </w:r>
    </w:p>
    <w:p w:rsidR="006C534C" w:rsidRDefault="006C534C" w:rsidP="00CD4CB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زنان</w:t>
      </w:r>
      <w:r>
        <w:rPr>
          <w:rtl/>
          <w:lang w:bidi="fa-IR"/>
        </w:rPr>
        <w:t xml:space="preserve"> در آن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پرده دست خود را در آن آب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نهند</w:t>
      </w:r>
      <w:r>
        <w:rPr>
          <w:rtl/>
          <w:lang w:bidi="fa-IR"/>
        </w:rPr>
        <w:t xml:space="preserve"> و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هم در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پرده دست خود را در آب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گذارد</w:t>
      </w:r>
      <w:r>
        <w:rPr>
          <w:rtl/>
          <w:lang w:bidi="fa-IR"/>
        </w:rPr>
        <w:t xml:space="preserve">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روش آن‌ها هم با امام خود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CD4CB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حَسّان</w:t>
      </w:r>
      <w:r>
        <w:rPr>
          <w:rtl/>
          <w:lang w:bidi="fa-IR"/>
        </w:rPr>
        <w:t xml:space="preserve"> ، شاعر توانمند عرب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روبرو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!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اجازه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شعر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امروز در مدح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سروده‌ام بخوانم ؟»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لبخند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و به او اجازه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.</w:t>
      </w:r>
    </w:p>
    <w:p w:rsidR="006C534C" w:rsidRDefault="006C534C" w:rsidP="00CD4CB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حَسّان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صاف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شروع به خواندن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: «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ومَ</w:t>
      </w:r>
      <w:r>
        <w:rPr>
          <w:rtl/>
          <w:lang w:bidi="fa-IR"/>
        </w:rPr>
        <w:t xml:space="preserve"> الغَد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نَب</w:t>
      </w:r>
      <w:r>
        <w:rPr>
          <w:rFonts w:hint="cs"/>
          <w:rtl/>
          <w:lang w:bidi="fa-IR"/>
        </w:rPr>
        <w:t>یُّ</w:t>
      </w:r>
      <w:r>
        <w:rPr>
          <w:rFonts w:hint="eastAsia"/>
          <w:rtl/>
          <w:lang w:bidi="fa-IR"/>
        </w:rPr>
        <w:t>هُم</w:t>
      </w:r>
      <w:r>
        <w:rPr>
          <w:rtl/>
          <w:lang w:bidi="fa-IR"/>
        </w:rPr>
        <w:t>...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روز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 امّت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سخن گفت و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سخنگو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تر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، او از امّت خود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مولا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شما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؟ همه مردم در پاسخ گفت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 خدا و شما ،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ما همه ، گوش به فرمان تو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پس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رو به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کرد و فرمود 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!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که من تو را امام و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بعد از خود قرار داده‌ام» .</w:t>
      </w:r>
      <w:r w:rsidRPr="00CD4CB2">
        <w:rPr>
          <w:rStyle w:val="libFootnotenumChar"/>
          <w:rtl/>
        </w:rPr>
        <w:t>120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شعر</w:t>
      </w:r>
      <w:r>
        <w:rPr>
          <w:rtl/>
          <w:lang w:bidi="fa-IR"/>
        </w:rPr>
        <w:t xml:space="preserve"> حسّان تمام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حسّان ، تا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شعر خود ما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جانب فرشتگان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شد» .</w:t>
      </w:r>
      <w:r w:rsidRPr="00CD4CB2">
        <w:rPr>
          <w:rStyle w:val="libFootnotenumChar"/>
          <w:rtl/>
        </w:rPr>
        <w:t>121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هنر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را ماندگار کند و تا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امت،</w:t>
      </w:r>
      <w:r>
        <w:rPr>
          <w:rtl/>
          <w:lang w:bidi="fa-IR"/>
        </w:rPr>
        <w:t xml:space="preserve"> شعر حسّان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ادها</w:t>
      </w:r>
      <w:r>
        <w:rPr>
          <w:rtl/>
          <w:lang w:bidi="fa-IR"/>
        </w:rPr>
        <w:t xml:space="preserve"> فراموش نخواهد شد ، کاش من و تو هم با زبان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اشعار را بهتر درک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شعر آن‌قدر در کام عرب‌ها،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دلنش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ممکن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از ذهن‌ها پاک شود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شعر در طول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مانند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آسمان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خواهد درخش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روشن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 راه آزادگان خواهد بود 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منظور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کلمه «مولا» چه بود ؟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زبان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کلمه مولا ، دو معنا دارد :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الف</w:t>
      </w:r>
      <w:r>
        <w:rPr>
          <w:rtl/>
          <w:lang w:bidi="fa-IR"/>
        </w:rPr>
        <w:t xml:space="preserve"> . صاحبِ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. دوست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ممکن</w:t>
      </w:r>
      <w:r>
        <w:rPr>
          <w:rtl/>
          <w:lang w:bidi="fa-IR"/>
        </w:rPr>
        <w:t xml:space="preserve">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با توجّه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دومِ کلمه مولا ، از سخن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برداشت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: «هر کس که من دوست او هستم 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دوست اوست» .</w:t>
      </w:r>
    </w:p>
    <w:p w:rsidR="006C534C" w:rsidRDefault="006C534C" w:rsidP="00CD4CB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روشن است که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معنا 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اثبات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، به 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دشمنان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خواهند کرد در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اشکال را وارد کنند .</w:t>
      </w:r>
      <w:r w:rsidRPr="00CD4CB2">
        <w:rPr>
          <w:rStyle w:val="libFootnotenumChar"/>
          <w:rtl/>
        </w:rPr>
        <w:t>122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در سخن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فکر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،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ساعت فکر کردن، بهتر از هفتاد سال عبادت است .</w:t>
      </w:r>
    </w:p>
    <w:p w:rsidR="006C534C" w:rsidRDefault="006C534C" w:rsidP="00CD4CB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چند </w:t>
      </w:r>
      <w:r w:rsidR="00CD4CB2">
        <w:rPr>
          <w:rFonts w:hint="cs"/>
          <w:rtl/>
          <w:lang w:bidi="fa-IR"/>
        </w:rPr>
        <w:t>سوال</w:t>
      </w:r>
      <w:r>
        <w:rPr>
          <w:rFonts w:hint="cs"/>
          <w:rtl/>
          <w:lang w:bidi="fa-IR"/>
        </w:rPr>
        <w:t xml:space="preserve"> مهم رسی</w:t>
      </w:r>
      <w:r>
        <w:rPr>
          <w:rFonts w:hint="eastAsia"/>
          <w:rtl/>
          <w:lang w:bidi="fa-IR"/>
        </w:rPr>
        <w:t>ده‌ام</w:t>
      </w:r>
      <w:r>
        <w:rPr>
          <w:rtl/>
          <w:lang w:bidi="fa-IR"/>
        </w:rPr>
        <w:t xml:space="preserve"> :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چرا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دستور داد تا آن همه جمع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آن هوا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گرم توقّف کنند 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چرا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همه آن‌ها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که جلوتر رفته بودند، باز گرداند ؟</w:t>
      </w:r>
    </w:p>
    <w:p w:rsidR="006C534C" w:rsidRDefault="006C534C" w:rsidP="00CD4CB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همه مسلمانان خواست تا با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کنند 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چرا</w:t>
      </w:r>
      <w:r>
        <w:rPr>
          <w:rtl/>
          <w:lang w:bidi="fa-IR"/>
        </w:rPr>
        <w:t xml:space="preserve"> امروز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قرآن نازل شد که خدا 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را کامل کرد 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خداوند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قول داد که او را از فتنه‌ها حفظ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؟</w:t>
      </w:r>
    </w:p>
    <w:p w:rsidR="006C534C" w:rsidRDefault="006C534C" w:rsidP="0031511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چرا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دستور داد تا مردم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 w:rsidR="00315113">
        <w:rPr>
          <w:rFonts w:hint="cs"/>
          <w:rtl/>
          <w:lang w:bidi="fa-IR"/>
        </w:rPr>
        <w:t>مومنان</w:t>
      </w:r>
      <w:r>
        <w:rPr>
          <w:rFonts w:hint="cs"/>
          <w:rtl/>
          <w:lang w:bidi="fa-IR"/>
        </w:rPr>
        <w:t xml:space="preserve"> خطاب کنند؟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اعلام «دوست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» ، احتمال خطر و فتنه‌ا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 xml:space="preserve"> که خدا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وعده داد که ما تو را از فتنه‌ها حفظ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؟</w:t>
      </w:r>
    </w:p>
    <w:p w:rsidR="006C534C" w:rsidRDefault="006C534C" w:rsidP="0031511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اعلامِ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ن‌قدر</w:t>
      </w:r>
      <w:r>
        <w:rPr>
          <w:rtl/>
          <w:lang w:bidi="fa-IR"/>
        </w:rPr>
        <w:t xml:space="preserve"> مهم باشد که اگر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انجام ندهد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انجام نداده باشد ؟!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اعلام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آن داشت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مردم را در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جمع کند ؟!</w:t>
      </w:r>
    </w:p>
    <w:p w:rsidR="006C534C" w:rsidRDefault="006C534C" w:rsidP="0031511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فقط</w:t>
      </w:r>
      <w:r>
        <w:rPr>
          <w:rtl/>
          <w:lang w:bidi="fa-IR"/>
        </w:rPr>
        <w:t xml:space="preserve"> در اعلام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بود که احتمال فتنه دشمنان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 xml:space="preserve"> و خدا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فتنه‌ها حفظ فرمود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کامل کرد !</w:t>
      </w:r>
    </w:p>
    <w:p w:rsidR="006C534C" w:rsidRDefault="006C534C" w:rsidP="0031511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فقط</w:t>
      </w:r>
      <w:r>
        <w:rPr>
          <w:rtl/>
          <w:lang w:bidi="fa-IR"/>
        </w:rPr>
        <w:t xml:space="preserve">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 که با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کردن سازگار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موافق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با هم مرور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؟</w:t>
      </w:r>
    </w:p>
    <w:p w:rsidR="006C534C" w:rsidRDefault="006C534C" w:rsidP="0031511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دستور داد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درختان را جارو بزنند ، آب بپاشند ، منبر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درست کنند ، همه مردم جمع شوند ، در نماز شرکت کنند و بعد از سخنران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همه مردان و زنان با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کنند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فقط با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صاحبِ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سازگار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منظور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: «هر کس من بر او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دارم 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بر او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دارد»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منظور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فقط اعلام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بود ، گوش کن : من حرف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ندارم که سخن تو را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، امّا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انسان کامل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نخواهد بود.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ندگان</w:t>
      </w:r>
      <w:r>
        <w:rPr>
          <w:rtl/>
          <w:lang w:bidi="fa-IR"/>
        </w:rPr>
        <w:t xml:space="preserve"> زمان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متوجّه شوند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هوا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داغ و سوزان ، 120 هزار نفر را ساعت‌ها معطّل کرده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 پسر عمو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خودم را دوست دارم، انصاف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آن‌ها نخواهند گفت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چگونه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؟</w:t>
      </w:r>
    </w:p>
    <w:p w:rsidR="006C534C" w:rsidRDefault="006C534C" w:rsidP="0031511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همه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دانند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 دارد 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چه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مراسم باشکوه برگزار شود ؟</w:t>
      </w:r>
    </w:p>
    <w:p w:rsidR="006C534C" w:rsidRDefault="006C534C" w:rsidP="0031511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عشق</w:t>
      </w:r>
      <w:r>
        <w:rPr>
          <w:rtl/>
          <w:lang w:bidi="fa-IR"/>
        </w:rPr>
        <w:t xml:space="preserve"> و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حرف تازه‌ا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! از روز اوّل 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عاشق او بوده است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مراسم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چرا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به گونه‌ا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معنا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کامل ساخته شود 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سخن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به گونه‌ا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معنا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عقل و هوش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مطابق باشد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مراسم باشکوه را برگزار کرد تا مسأله مهمّ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جامعه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مسأله‌ا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مهمّ‌تر از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جامعه وجود دارد 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فقط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معناست که همه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عقل و 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متعجّب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ما به دستور خدا در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و مکان ، امّت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جمع کرد و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را به آن‌ها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31511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هنوز منتظرند تا نوبتشان فرا برسد، آن‌ها هم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خواهند</w:t>
      </w:r>
      <w:r>
        <w:rPr>
          <w:rtl/>
          <w:lang w:bidi="fa-IR"/>
        </w:rPr>
        <w:t xml:space="preserve"> با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کنند.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صحنه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لذّت بخش است . او بعد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هر گروه ، رو به آسمان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من و خاندان مرا بر همه برتر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 .</w:t>
      </w:r>
      <w:r w:rsidRPr="00315113">
        <w:rPr>
          <w:rStyle w:val="libFootnotenumChar"/>
          <w:rtl/>
        </w:rPr>
        <w:t>123</w:t>
      </w:r>
    </w:p>
    <w:p w:rsidR="006C534C" w:rsidRDefault="006C534C" w:rsidP="0031511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با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مراسم باشکوه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برگزار شده است ، شادمان است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اکنون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جامعه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رهبر و امام دارد و اگر مرگ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فرا برسد جامعه ،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کمال و سعادت خود را ادامه خواهد داد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سر</w:t>
      </w:r>
      <w:r>
        <w:rPr>
          <w:rtl/>
          <w:lang w:bidi="fa-IR"/>
        </w:rPr>
        <w:t xml:space="preserve"> و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شنوم</w:t>
      </w:r>
      <w:r>
        <w:rPr>
          <w:rtl/>
          <w:lang w:bidi="fa-IR"/>
        </w:rPr>
        <w:t xml:space="preserve"> . چه خبر شده است ؟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چند نفر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دور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، چقدر با غرور و تکبّر راه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جوان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؟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؟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ن‌قدر</w:t>
      </w:r>
      <w:r>
        <w:rPr>
          <w:rtl/>
          <w:lang w:bidi="fa-IR"/>
        </w:rPr>
        <w:t xml:space="preserve"> عصبان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؟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آورد</w:t>
      </w:r>
      <w:r>
        <w:rPr>
          <w:rtl/>
          <w:lang w:bidi="fa-IR"/>
        </w:rPr>
        <w:t xml:space="preserve"> : «محمّد دروغ گفته است ! ما هرگز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قبول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!»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گستاخانه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؟ از 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خود پرس‌وجو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، او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تعجّب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، سال‌ها پدر او پرچمدار لشکر کفر بوده است . او پسر همان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کشتن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لشکرکش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بود.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حقّ و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را از پدر به ارث برده است . نه تنها با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بلکه آشکارا مخالفت خود را اعلام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دارد</w:t>
      </w:r>
      <w:r>
        <w:rPr>
          <w:rtl/>
          <w:lang w:bidi="fa-IR"/>
        </w:rPr>
        <w:t xml:space="preserve"> . ا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خاندان و فام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خود،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اُم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عدّه‌ا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مسلمانان نزد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روند،</w:t>
      </w:r>
      <w:r>
        <w:rPr>
          <w:rtl/>
          <w:lang w:bidi="fa-IR"/>
        </w:rPr>
        <w:t xml:space="preserve"> آنان در حضور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نند،</w:t>
      </w:r>
      <w:r>
        <w:rPr>
          <w:rtl/>
          <w:lang w:bidi="fa-IR"/>
        </w:rPr>
        <w:t xml:space="preserve"> سکوت همه جا را فرا گرفته و نگاه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گوشه‌ا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مانده است 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سخن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6C534C" w:rsidRDefault="006C534C" w:rsidP="0031511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..پ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سکوت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شکند</w:t>
      </w:r>
      <w:r>
        <w:rPr>
          <w:rtl/>
          <w:lang w:bidi="fa-IR"/>
        </w:rPr>
        <w:t xml:space="preserve">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الآن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آورده است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</w:t>
      </w:r>
      <w:r>
        <w:rPr>
          <w:rtl/>
          <w:lang w:bidi="fa-IR"/>
        </w:rPr>
        <w:t xml:space="preserve"> : </w:t>
      </w:r>
    </w:p>
    <w:p w:rsidR="006C534C" w:rsidRDefault="006C534C" w:rsidP="006C534C">
      <w:pPr>
        <w:pStyle w:val="libNormal"/>
        <w:rPr>
          <w:rtl/>
          <w:lang w:bidi="fa-IR"/>
        </w:rPr>
      </w:pPr>
      <w:r w:rsidRPr="00315113">
        <w:rPr>
          <w:rStyle w:val="libAlaemChar"/>
          <w:rtl/>
        </w:rPr>
        <w:t>(</w:t>
      </w:r>
      <w:r w:rsidRPr="00315113">
        <w:rPr>
          <w:rStyle w:val="libAieChar"/>
          <w:rtl/>
        </w:rPr>
        <w:t>فَلا صَدَّقَ و لاصَلّ</w:t>
      </w:r>
      <w:r w:rsidRPr="00315113">
        <w:rPr>
          <w:rStyle w:val="libAieChar"/>
          <w:rFonts w:hint="cs"/>
          <w:rtl/>
        </w:rPr>
        <w:t>ی</w:t>
      </w:r>
      <w:r w:rsidRPr="00315113">
        <w:rPr>
          <w:rStyle w:val="libAieChar"/>
          <w:rtl/>
        </w:rPr>
        <w:t>... وَ لـکِنْ کذَّبَ و تَولّ</w:t>
      </w:r>
      <w:r w:rsidRPr="00315113">
        <w:rPr>
          <w:rStyle w:val="libAieChar"/>
          <w:rFonts w:hint="cs"/>
          <w:rtl/>
        </w:rPr>
        <w:t>ی</w:t>
      </w:r>
      <w:r w:rsidRPr="00315113">
        <w:rPr>
          <w:rStyle w:val="libAieChar"/>
          <w:rtl/>
        </w:rPr>
        <w:t xml:space="preserve"> ...</w:t>
      </w:r>
      <w:r>
        <w:rPr>
          <w:rtl/>
          <w:lang w:bidi="fa-IR"/>
        </w:rPr>
        <w:t xml:space="preserve"> </w:t>
      </w:r>
      <w:r w:rsidRPr="00315113">
        <w:rPr>
          <w:rStyle w:val="libAlaemChar"/>
          <w:rtl/>
        </w:rPr>
        <w:t>)</w:t>
      </w:r>
      <w:r>
        <w:rPr>
          <w:rtl/>
          <w:lang w:bidi="fa-IR"/>
        </w:rPr>
        <w:t xml:space="preserve"> ، «وا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آن کس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حق را قبول نکرد و آن را دروغ شمرد و با تکبّر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شانش</w:t>
      </w:r>
      <w:r>
        <w:rPr>
          <w:rtl/>
          <w:lang w:bidi="fa-IR"/>
        </w:rPr>
        <w:t xml:space="preserve"> رفت ، پس 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او !».</w:t>
      </w:r>
      <w:r w:rsidRPr="00315113">
        <w:rPr>
          <w:rStyle w:val="libFootnotenumChar"/>
          <w:rtl/>
        </w:rPr>
        <w:t>124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همه</w:t>
      </w:r>
      <w:r>
        <w:rPr>
          <w:rtl/>
          <w:lang w:bidi="fa-IR"/>
        </w:rPr>
        <w:t xml:space="preserve"> با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ه‌ها</w:t>
      </w:r>
      <w:r>
        <w:rPr>
          <w:rtl/>
          <w:lang w:bidi="fa-IR"/>
        </w:rPr>
        <w:t xml:space="preserve"> به چه مناسبت نازل شده است ؟</w:t>
      </w:r>
    </w:p>
    <w:p w:rsidR="006C534C" w:rsidRDefault="006C534C" w:rsidP="0031511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آن‌ها</w:t>
      </w:r>
      <w:r>
        <w:rPr>
          <w:rtl/>
          <w:lang w:bidi="fa-IR"/>
        </w:rPr>
        <w:t xml:space="preserve"> خبر ندارند که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، از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سرباز زده و با تکبّر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خاندان خود رفته است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، همه اخبار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آورده و با نازل شدنِ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ه‌ها</w:t>
      </w:r>
      <w:r>
        <w:rPr>
          <w:rtl/>
          <w:lang w:bidi="fa-IR"/>
        </w:rPr>
        <w:t xml:space="preserve"> ، آبرو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مردم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ابتدا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تا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مجازات کند ، امّا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منصرف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.</w:t>
      </w:r>
      <w:r w:rsidRPr="00315113">
        <w:rPr>
          <w:rStyle w:val="libFootnotenumChar"/>
          <w:rtl/>
        </w:rPr>
        <w:t>125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تو بگو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را به سزا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 خود برساند ، امّا بدان که امروز ، حنا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آشکار کرد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مردم او را شناختند و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او را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خورند</w:t>
      </w:r>
      <w:r>
        <w:rPr>
          <w:rtl/>
          <w:lang w:bidi="fa-IR"/>
        </w:rPr>
        <w:t xml:space="preserve"> . مردم او و پدرش (ابوسف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>) را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شناسند</w:t>
      </w:r>
      <w:r>
        <w:rPr>
          <w:rtl/>
          <w:lang w:bidi="fa-IR"/>
        </w:rPr>
        <w:t xml:space="preserve"> ، آن‌ها از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دشمنان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بوده‌اند ، دست آن‌ها آلوده به خون حمزه، عمو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است !</w:t>
      </w:r>
    </w:p>
    <w:p w:rsidR="006C534C" w:rsidRDefault="006C534C" w:rsidP="0031511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نگران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چهره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حس کرد، او نگران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رمردها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سنّ و 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آن‌ها گذشته است ، آن‌ها به ظاهر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خود را در راه اسلام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کرده‌اند و مردم آن‌ها را به عنوان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شناسند</w:t>
      </w:r>
      <w:r>
        <w:rPr>
          <w:rtl/>
          <w:lang w:bidi="fa-IR"/>
        </w:rPr>
        <w:t xml:space="preserve"> و همه جا خود را همراه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نشان داده‌اند!! آن‌ها ب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کردند و اتّفاقا ،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کردند ، آنان امروز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کرده‌اند ، امّا به فکر فتنه‌ا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هستند ، آن‌ها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خواهند</w:t>
      </w:r>
      <w:r>
        <w:rPr>
          <w:rtl/>
          <w:lang w:bidi="fa-IR"/>
        </w:rPr>
        <w:t xml:space="preserve"> با نام اسلام ، کمر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بشکنند 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کم‌کم</w:t>
      </w:r>
      <w:r>
        <w:rPr>
          <w:rtl/>
          <w:lang w:bidi="fa-IR"/>
        </w:rPr>
        <w:t xml:space="preserve">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افق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، هنوز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نکرده‌اند . به من خبر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دو روز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بماند تا همه بتوانند با امام خود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کنند .</w:t>
      </w:r>
      <w:r w:rsidRPr="00315113">
        <w:rPr>
          <w:rStyle w:val="libFootnotenumChar"/>
          <w:rtl/>
        </w:rPr>
        <w:t>126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مراسم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فعلاً متوقّف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اذان مغرب گفته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، نماز برپا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بعد از نماز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امشب</w:t>
      </w:r>
      <w:r>
        <w:rPr>
          <w:rtl/>
          <w:lang w:bidi="fa-IR"/>
        </w:rPr>
        <w:t xml:space="preserve">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زبان</w:t>
      </w:r>
      <w:r>
        <w:rPr>
          <w:rtl/>
          <w:lang w:bidi="fa-IR"/>
        </w:rPr>
        <w:t xml:space="preserve"> 120 هزار نفر است 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ماه تا چشم کار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گذرد</w:t>
      </w:r>
      <w:r>
        <w:rPr>
          <w:rtl/>
          <w:lang w:bidi="fa-IR"/>
        </w:rPr>
        <w:t xml:space="preserve"> و من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خود هستم ، امّا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چرا خواب به چشمم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خوب است بلند شوم و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بزنم . کنار برکه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</w:t>
      </w:r>
      <w:r>
        <w:rPr>
          <w:rtl/>
          <w:lang w:bidi="fa-IR"/>
        </w:rPr>
        <w:t xml:space="preserve"> ،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ماه در آب افتاده است ،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وزد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بلند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</w:t>
      </w:r>
      <w:r>
        <w:rPr>
          <w:rtl/>
          <w:lang w:bidi="fa-IR"/>
        </w:rPr>
        <w:t xml:space="preserve"> که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خود بروم تا استراحت کنم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راه ،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گوشم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؟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چند نفر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هم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محمّد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وانه</w:t>
      </w:r>
      <w:r>
        <w:rPr>
          <w:rtl/>
          <w:lang w:bidi="fa-IR"/>
        </w:rPr>
        <w:t xml:space="preserve"> شده است !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چگونه عشق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محمّد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وانه</w:t>
      </w:r>
      <w:r>
        <w:rPr>
          <w:rtl/>
          <w:lang w:bidi="fa-IR"/>
        </w:rPr>
        <w:t xml:space="preserve"> کرد 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او آرزو دارد که بعد از او 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حکومت برسد ، امّا به خدا قسم ، ما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بشود .</w:t>
      </w:r>
      <w:r w:rsidRPr="00315113">
        <w:rPr>
          <w:rStyle w:val="libFootnotenumChar"/>
          <w:rtl/>
        </w:rPr>
        <w:t>127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!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شنوم</w:t>
      </w:r>
      <w:r>
        <w:rPr>
          <w:rtl/>
          <w:lang w:bidi="fa-IR"/>
        </w:rPr>
        <w:t xml:space="preserve"> 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چه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جسارت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نکند</w:t>
      </w:r>
      <w:r>
        <w:rPr>
          <w:rtl/>
          <w:lang w:bidi="fa-IR"/>
        </w:rPr>
        <w:t xml:space="preserve"> نقشه‌ا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سر داشته باشند ؟ نکند بخواهند فتنه‌ا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برپا کنند 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امّا</w:t>
      </w:r>
      <w:r>
        <w:rPr>
          <w:rtl/>
          <w:lang w:bidi="fa-IR"/>
        </w:rPr>
        <w:t xml:space="preserve"> خداوند خودش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قول داده است که او را از فتنه‌ها حفظ کند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وارد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آن‌ها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با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«هنوز رسول خدا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ماست و شما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؟ به خدا قسم ، فردا صبح همه سخنان شما را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خواهم گفت»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نگاه</w:t>
      </w:r>
      <w:r>
        <w:rPr>
          <w:rtl/>
          <w:lang w:bidi="fa-IR"/>
        </w:rPr>
        <w:t xml:space="preserve"> کن !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آن‌ها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حُذ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باوفا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ظاهرا</w:t>
      </w:r>
      <w:r>
        <w:rPr>
          <w:rtl/>
          <w:lang w:bidi="fa-IR"/>
        </w:rPr>
        <w:t xml:space="preserve"> 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او در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سه نفر بوده و سخنان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ن‌ها</w:t>
      </w:r>
      <w:r>
        <w:rPr>
          <w:rtl/>
          <w:lang w:bidi="fa-IR"/>
        </w:rPr>
        <w:t xml:space="preserve">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سه نفر به دنبال حُذ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دوند</w:t>
      </w:r>
      <w:r>
        <w:rPr>
          <w:rtl/>
          <w:lang w:bidi="fa-IR"/>
        </w:rPr>
        <w:t xml:space="preserve"> :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حُذ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! ما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tl/>
          <w:lang w:bidi="fa-IR"/>
        </w:rPr>
        <w:t xml:space="preserve"> تو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تو را به حقِّ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قسم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راز ما را فاش نکن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حقِّ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، اگر گفته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را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پنهان کنم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خود را نسبت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انجام نداده‌ام .</w:t>
      </w:r>
      <w:r w:rsidRPr="00315113">
        <w:rPr>
          <w:rStyle w:val="libFootnotenumChar"/>
          <w:rtl/>
        </w:rPr>
        <w:t>128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خدا بود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سه نفر حواسشان پرت شود و آن‌قدر بلند حرف بزنند که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آن‌ها به گوش حُذ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برسد 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وعده داده بود که او را از فتنه‌ها حفظ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مردم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خواندن نماز صف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بندند</w:t>
      </w:r>
      <w:r>
        <w:rPr>
          <w:rtl/>
          <w:lang w:bidi="fa-IR"/>
        </w:rPr>
        <w:t xml:space="preserve"> ، نماز صبح برپا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.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روز دوم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طلوع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همه جا را روشن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در اطراف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پرسه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زنم</w:t>
      </w:r>
      <w:r>
        <w:rPr>
          <w:rtl/>
          <w:lang w:bidi="fa-IR"/>
        </w:rPr>
        <w:t xml:space="preserve"> ، منتظرم تا حُذ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کنم ،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او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خواهد آمد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حُذ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داخل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، خوب است من هم همراه او بروم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!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،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 نفر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ظاهرا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خواهند</w:t>
      </w:r>
      <w:r>
        <w:rPr>
          <w:rtl/>
          <w:lang w:bidi="fa-IR"/>
        </w:rPr>
        <w:t xml:space="preserve"> توطئه‌ا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بکنند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حُذ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!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آن‌ها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برو و آن‌ها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حُذ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و آن سه نفر را با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آورد</w:t>
      </w:r>
      <w:r>
        <w:rPr>
          <w:rtl/>
          <w:lang w:bidi="fa-IR"/>
        </w:rPr>
        <w:t xml:space="preserve"> .</w:t>
      </w:r>
    </w:p>
    <w:p w:rsidR="006C534C" w:rsidRDefault="006C534C" w:rsidP="0031511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آن‌ها</w:t>
      </w:r>
      <w:r>
        <w:rPr>
          <w:rtl/>
          <w:lang w:bidi="fa-IR"/>
        </w:rPr>
        <w:t xml:space="preserve"> وارد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 xml:space="preserve"> ،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که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را در دست دارد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رو به آن‌ها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«شما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؟»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آن‌ها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 «به خدا قسم ، ما اصلاً با هم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نگفته‌ا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هر کس از ما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گفته، دروغگوست»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سه نفر قسم دروغ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خورند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آن‌ها را به حال خود رها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آن‌ها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روند</w:t>
      </w:r>
      <w:r>
        <w:rPr>
          <w:rtl/>
          <w:lang w:bidi="fa-IR"/>
        </w:rPr>
        <w:t xml:space="preserve"> .</w:t>
      </w:r>
      <w:r w:rsidRPr="00315113">
        <w:rPr>
          <w:rStyle w:val="libFootnotenumChar"/>
          <w:rtl/>
        </w:rPr>
        <w:t>129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آن‌ها شناسا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شده‌اند و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برق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ترس تمام وجودشان را فرا گرفته است .</w:t>
      </w:r>
    </w:p>
    <w:p w:rsidR="006C534C" w:rsidRDefault="006C534C" w:rsidP="0031511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دستور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تا بق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مردم با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کنند ، کسان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روز قبل موفّق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نشدند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همه مردم با امام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کنند تا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بهانه‌ا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نماند .</w:t>
      </w:r>
    </w:p>
    <w:p w:rsidR="006C534C" w:rsidRDefault="006C534C" w:rsidP="0031511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چند</w:t>
      </w:r>
      <w:r>
        <w:rPr>
          <w:rtl/>
          <w:lang w:bidi="fa-IR"/>
        </w:rPr>
        <w:t xml:space="preserve"> روز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گذرد</w:t>
      </w:r>
      <w:r>
        <w:rPr>
          <w:rtl/>
          <w:lang w:bidi="fa-IR"/>
        </w:rPr>
        <w:t>... روز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ماه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 xml:space="preserve"> فرا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مردم با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کرده‌اند و عدّه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مانده‌اند .</w:t>
      </w:r>
      <w:r w:rsidRPr="00315113">
        <w:rPr>
          <w:rStyle w:val="libFootnotenumChar"/>
          <w:rtl/>
        </w:rPr>
        <w:t>130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فکر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که امروز تا ظهر مراسم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تمام شود و ما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حرکت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آنجا</w:t>
      </w:r>
      <w:r>
        <w:rPr>
          <w:rtl/>
          <w:lang w:bidi="fa-IR"/>
        </w:rPr>
        <w:t xml:space="preserve"> را نگاه کن !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اسم او حارث فَهر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، او نزد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ستد</w:t>
      </w:r>
      <w:r>
        <w:rPr>
          <w:rtl/>
          <w:lang w:bidi="fa-IR"/>
        </w:rPr>
        <w:t xml:space="preserve"> 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! به ما گفت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ما هم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سپس گفت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نماز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حج به جا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باز هم پ</w:t>
      </w:r>
      <w:r>
        <w:rPr>
          <w:rFonts w:hint="eastAsia"/>
          <w:rtl/>
          <w:lang w:bidi="fa-IR"/>
        </w:rPr>
        <w:t>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امّا اکنون پسر عمو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بر ما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بگو بدانم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از جانب خود انجام 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 را داده است ؟»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«آنچه من گفتم دستور خدا بوده و من از خود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حارث</w:t>
      </w:r>
      <w:r>
        <w:rPr>
          <w:rtl/>
          <w:lang w:bidi="fa-IR"/>
        </w:rPr>
        <w:t xml:space="preserve">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شنود</w:t>
      </w:r>
      <w:r>
        <w:rPr>
          <w:rtl/>
          <w:lang w:bidi="fa-IR"/>
        </w:rPr>
        <w:t xml:space="preserve"> سر خود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! اگر محمّد راست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آسمان آمده است ، پس عذاب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بفرست و مرا نابود کن» 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حارث</w:t>
      </w:r>
      <w:r>
        <w:rPr>
          <w:rtl/>
          <w:lang w:bidi="fa-IR"/>
        </w:rPr>
        <w:t xml:space="preserve"> سه بار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گرداند</w:t>
      </w:r>
      <w:r>
        <w:rPr>
          <w:rtl/>
          <w:lang w:bidi="fa-IR"/>
        </w:rPr>
        <w:t xml:space="preserve"> .</w:t>
      </w:r>
      <w:r w:rsidRPr="00111A0F">
        <w:rPr>
          <w:rStyle w:val="libFootnotenumChar"/>
          <w:rtl/>
        </w:rPr>
        <w:t>131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سخن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تعجّب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، آخر نادان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جهالت تا چه اندازه ؟!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بعد از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تا از آنچه بر زبان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است توبه کند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حارث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«من از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گفته‌ام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و توبه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کنم»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در دلش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خندد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«پس چرا عذاب نازل نشد ؟ شما که خود را بر حق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پس کو آن عذاب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 طلب کردم!»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او</w:t>
      </w:r>
      <w:r>
        <w:rPr>
          <w:rtl/>
          <w:lang w:bidi="fa-IR"/>
        </w:rPr>
        <w:t xml:space="preserve"> تصوّر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است 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عذاب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نازل نشد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هم در فکر فرو رفته‌ام ، راستش را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شده‌ام .</w:t>
      </w:r>
    </w:p>
    <w:p w:rsidR="006C534C" w:rsidRDefault="006C534C" w:rsidP="00111A0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مگر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 حق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، پس چرا خدا با فرستادن عذاب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آبرو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حارث را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برد</w:t>
      </w:r>
      <w:r>
        <w:rPr>
          <w:rtl/>
          <w:lang w:bidi="fa-IR"/>
        </w:rPr>
        <w:t xml:space="preserve"> ؟ 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عذاب نازل نشود مردم فکر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که همه سخنان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دروغ است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! هر چه زودتر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بکن 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امّا</w:t>
      </w:r>
      <w:r>
        <w:rPr>
          <w:rtl/>
          <w:lang w:bidi="fa-IR"/>
        </w:rPr>
        <w:t xml:space="preserve"> هر چه صبر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عذاب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نازل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چرا؟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«اکنون که توبه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ما برو» .</w:t>
      </w:r>
      <w:r w:rsidRPr="00111A0F">
        <w:rPr>
          <w:rStyle w:val="libFootnotenumChar"/>
          <w:rtl/>
        </w:rPr>
        <w:t>132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حارث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«باشد من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شما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روم»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با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سوار بر شتر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، سالم و سرحال 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من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شده‌ام نزد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چه شده است ؟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چرا خدا عذاب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نازل نکرد تا آبرو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مرد را ببرد ؟ من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خوانندگان خود چه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 xml:space="preserve"> 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درست است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 xml:space="preserve"> که حارث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سالم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رفت 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تو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او راست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 xml:space="preserve"> ؟ 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 حرف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؟ 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مثل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تو از قانون خدا اطّلاع ندار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ــ</w:t>
      </w:r>
      <w:r>
        <w:rPr>
          <w:rtl/>
          <w:lang w:bidi="fa-IR"/>
        </w:rPr>
        <w:t xml:space="preserve"> کدام قانون 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مگر قرآن را نخوانده‌ا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آنجا که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! تا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عذاب نازل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کنم»</w:t>
      </w:r>
      <w:r>
        <w:rPr>
          <w:rtl/>
          <w:lang w:bidi="fa-IR"/>
        </w:rPr>
        <w:t xml:space="preserve"> .</w:t>
      </w:r>
      <w:r w:rsidRPr="00111A0F">
        <w:rPr>
          <w:rStyle w:val="libFootnotenumChar"/>
          <w:rtl/>
        </w:rPr>
        <w:t>133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ما،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 ،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مقدّس 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چگونه</w:t>
      </w:r>
      <w:r>
        <w:rPr>
          <w:rtl/>
          <w:lang w:bidi="fa-IR"/>
        </w:rPr>
        <w:t xml:space="preserve"> خدا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مقدّس و در حضور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عذاب نازل کند ؟ 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ممنونم ،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فراموش کرده بودم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خوب ، حالا زود به دنبال حارث برو 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از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دور شود عذاب نازل خواهد شد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شنوم</w:t>
      </w:r>
      <w:r>
        <w:rPr>
          <w:rtl/>
          <w:lang w:bidi="fa-IR"/>
        </w:rPr>
        <w:t xml:space="preserve"> ، دفتر و قلم خود را جمع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و به دنبال حارث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دوم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حارث از کدام طرف رفت ؟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«از آن طرف» . من به آن سمت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دوم</w:t>
      </w:r>
      <w:r>
        <w:rPr>
          <w:rtl/>
          <w:lang w:bidi="fa-IR"/>
        </w:rPr>
        <w:t xml:space="preserve"> تا به او برسم . در دل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به دنبال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شتر سوار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گردم</w:t>
      </w:r>
      <w:r>
        <w:rPr>
          <w:rtl/>
          <w:lang w:bidi="fa-IR"/>
        </w:rPr>
        <w:t xml:space="preserve"> .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لومترها</w:t>
      </w:r>
      <w:r>
        <w:rPr>
          <w:rtl/>
          <w:lang w:bidi="fa-IR"/>
        </w:rPr>
        <w:t xml:space="preserve"> از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</w:t>
      </w:r>
      <w:r>
        <w:rPr>
          <w:rtl/>
          <w:lang w:bidi="fa-IR"/>
        </w:rPr>
        <w:t xml:space="preserve"> ، هنوز او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نکرده‌ام 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 مرد کجا رفته است ؟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بدوم ! شتر سوار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داست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ک‌تر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</w:t>
      </w:r>
      <w:r>
        <w:rPr>
          <w:rtl/>
          <w:lang w:bidi="fa-IR"/>
        </w:rPr>
        <w:t xml:space="preserve"> ، خودش است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حارث است 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 شده‌ام 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درختان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هم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حارث</w:t>
      </w:r>
      <w:r>
        <w:rPr>
          <w:rtl/>
          <w:lang w:bidi="fa-IR"/>
        </w:rPr>
        <w:t xml:space="preserve"> سوار بر شتر خود در دل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خانه‌اش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است و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شخند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من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ناگهان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گنجشک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گوشم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گنجشک ! در وسط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؟ 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گنجشک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، اباب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است 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سوره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 خوانده‌ا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؟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ابرهه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خراب کردن کعبه آمده بود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پرندگان کوچک را (که نامشان اباب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است) فرستاد ، بر منقار هر کدام از آن‌ها 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بر سر سپاه ابرهه زدند و همه آن‌ها را نابود کردند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پرنده کوچک هم بر منقار خود 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،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درست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حارث پرواز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منقار خود را باز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سنگ را بر سر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اندازد</w:t>
      </w:r>
      <w:r>
        <w:rPr>
          <w:rtl/>
          <w:lang w:bidi="fa-IR"/>
        </w:rPr>
        <w:t xml:space="preserve"> 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سنگ بر سر حارث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خورد</w:t>
      </w:r>
      <w:r>
        <w:rPr>
          <w:rtl/>
          <w:lang w:bidi="fa-IR"/>
        </w:rPr>
        <w:t xml:space="preserve"> سر او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سوزاند</w:t>
      </w:r>
      <w:r>
        <w:rPr>
          <w:rtl/>
          <w:lang w:bidi="fa-IR"/>
        </w:rPr>
        <w:t xml:space="preserve"> و در آن فرو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و او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افتد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.</w:t>
      </w:r>
      <w:r w:rsidRPr="00111A0F">
        <w:rPr>
          <w:rStyle w:val="libFootnotenumChar"/>
          <w:rtl/>
        </w:rPr>
        <w:t>134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حارث ! تو عذاب خدا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طلب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 عذاب خدا !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 که چوب خدا صدا ندارد 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برگردم تا ماجرا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مردم باز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راه عدّه‌ا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، آن‌ها سراغ حارث را از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،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حارث به عذاب خدا گرفتار شده است را به آن‌ها نشان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دهم</w:t>
      </w:r>
      <w:r>
        <w:rPr>
          <w:rtl/>
          <w:lang w:bidi="fa-IR"/>
        </w:rPr>
        <w:t xml:space="preserve"> ، مردم به آن سو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روند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خبر کشته شدن حارث را بدهم ، امّا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که مردم خبر دارند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تعجّب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،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: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شما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چگونه باخبر شده‌ا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خداوند دو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نازل کرده است !!!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ه‌ها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؟</w:t>
      </w:r>
    </w:p>
    <w:p w:rsidR="006C534C" w:rsidRDefault="006C534C" w:rsidP="00111A0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ــ</w:t>
      </w:r>
      <w:r>
        <w:rPr>
          <w:rtl/>
          <w:lang w:bidi="fa-IR"/>
        </w:rPr>
        <w:t xml:space="preserve">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! گوش کن : </w:t>
      </w:r>
      <w:r w:rsidR="00111A0F" w:rsidRPr="00111A0F">
        <w:rPr>
          <w:rStyle w:val="libAlaemChar"/>
          <w:rFonts w:hint="cs"/>
          <w:rtl/>
        </w:rPr>
        <w:t>(</w:t>
      </w:r>
      <w:r w:rsidRPr="00111A0F">
        <w:rPr>
          <w:rStyle w:val="libAieChar"/>
          <w:rtl/>
        </w:rPr>
        <w:t>سَأَلَ سَآئِلُ بِعَذَابٍ وَاقِعٍ...</w:t>
      </w:r>
      <w:r w:rsidR="00111A0F" w:rsidRPr="00111A0F">
        <w:rPr>
          <w:rStyle w:val="libAlaemChar"/>
          <w:rFonts w:eastAsia="KFGQPC Uthman Taha Naskh" w:hint="cs"/>
          <w:rtl/>
        </w:rPr>
        <w:t>)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عذاب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طلب کرد ، عذاب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کافران نازل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آن را برطرف گرداند .</w:t>
      </w:r>
      <w:r w:rsidRPr="00111A0F">
        <w:rPr>
          <w:rStyle w:val="libFootnotenumChar"/>
          <w:rtl/>
        </w:rPr>
        <w:t>135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بعد، هر وقت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ه‌ها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خوانم،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حادثه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آورم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خبر</w:t>
      </w:r>
      <w:r>
        <w:rPr>
          <w:rtl/>
          <w:lang w:bidi="fa-IR"/>
        </w:rPr>
        <w:t xml:space="preserve"> نازل شدن عذاب بر حارث به گوش همه مردم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، آن‌ها به سخنان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کرده‌اند .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دوارم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خبر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منافقان که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هستند درس عبرت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نگاه به مردم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،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هلاک شدنِ حارث ،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مردم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کرده است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جا است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سخنران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الآن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فرصت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آمده استفاده کرد 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دستور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تا همه مردم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جمع شوند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رو به مردم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! خوشا به حال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قبول کند و 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او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 خواهند رفت و در آن‌روز 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ترس و واهمه‌ا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نخواهند داشت . خداوند از آن‌ها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بود و آ</w:t>
      </w:r>
      <w:r>
        <w:rPr>
          <w:rFonts w:hint="eastAsia"/>
          <w:rtl/>
          <w:lang w:bidi="fa-IR"/>
        </w:rPr>
        <w:t>ن‌ها</w:t>
      </w:r>
      <w:r>
        <w:rPr>
          <w:rtl/>
          <w:lang w:bidi="fa-IR"/>
        </w:rPr>
        <w:t xml:space="preserve"> غرق رحمت و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سعادت ابد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خواهند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بهشت منزل خواهند کرد و فرشتگان بر آنان سلام خواهند نمود ».</w:t>
      </w:r>
      <w:r w:rsidRPr="00111A0F">
        <w:rPr>
          <w:rStyle w:val="libFootnotenumChar"/>
          <w:rtl/>
        </w:rPr>
        <w:t>136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مراسم</w:t>
      </w:r>
      <w:r>
        <w:rPr>
          <w:rtl/>
          <w:lang w:bidi="fa-IR"/>
        </w:rPr>
        <w:t xml:space="preserve">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وعده بهشت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وفادار بماند و او را دوست بدارد، بهشت منزلگاه او خواهد بود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مراسم</w:t>
      </w:r>
      <w:r>
        <w:rPr>
          <w:rtl/>
          <w:lang w:bidi="fa-IR"/>
        </w:rPr>
        <w:t xml:space="preserve">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رو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است ، مردم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خواهند</w:t>
      </w:r>
      <w:r>
        <w:rPr>
          <w:rtl/>
          <w:lang w:bidi="fa-IR"/>
        </w:rPr>
        <w:t xml:space="preserve"> به خانه و کاشانه خود بازگردند . آن‌ها نزد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اجازه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خواهند</w:t>
      </w:r>
      <w:r>
        <w:rPr>
          <w:rtl/>
          <w:lang w:bidi="fa-IR"/>
        </w:rPr>
        <w:t xml:space="preserve"> تا حرکت خود را آغاز کنند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آن‌ها اجازه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، آنها آماده حرکت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مه‌ها</w:t>
      </w:r>
      <w:r>
        <w:rPr>
          <w:rtl/>
          <w:lang w:bidi="fa-IR"/>
        </w:rPr>
        <w:t xml:space="preserve"> جمع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اهل</w:t>
      </w:r>
      <w:r>
        <w:rPr>
          <w:rtl/>
          <w:lang w:bidi="fa-IR"/>
        </w:rPr>
        <w:t xml:space="preserve"> مکّه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خداحافظ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آنها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وداع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روند</w:t>
      </w:r>
      <w:r>
        <w:rPr>
          <w:rtl/>
          <w:lang w:bidi="fa-IR"/>
        </w:rPr>
        <w:t xml:space="preserve"> . سپس آنان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منزلشان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عراق و مصر است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حافظ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و حرکت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هم همراه با مردم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رهسپار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دوم ماه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 xml:space="preserve"> است، پاس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شب گذشته است. کاروان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در دل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، هوا کم‌کم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، اذان مغرب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 ، ما در دل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، توقّف کوتاه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خواندن نماز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داشت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مغرب ،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خوانده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کاروان حرکت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خود را به منزل بعد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در وسط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که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منزل کرد 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هوا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 ، ستارگان آسمان جلوه 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،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وزد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راستش</w:t>
      </w:r>
      <w:r>
        <w:rPr>
          <w:rtl/>
          <w:lang w:bidi="fa-IR"/>
        </w:rPr>
        <w:t xml:space="preserve"> را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خواب در چشمانم آمده است ، با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: کاش الآن در رختخواب راحت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 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همسفران خود ، نگاه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پرسم</w:t>
      </w:r>
      <w:r>
        <w:rPr>
          <w:rtl/>
          <w:lang w:bidi="fa-IR"/>
        </w:rPr>
        <w:t xml:space="preserve"> :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!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منزل بعد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چقدر راه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ــ</w:t>
      </w:r>
      <w:r>
        <w:rPr>
          <w:rtl/>
          <w:lang w:bidi="fa-IR"/>
        </w:rPr>
        <w:t xml:space="preserve"> منزل گاه بعد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 اَبوا » است ، از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خُمّ تا آنجا حدود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لومتر</w:t>
      </w:r>
      <w:r>
        <w:rPr>
          <w:rtl/>
          <w:lang w:bidi="fa-IR"/>
        </w:rPr>
        <w:t xml:space="preserve"> است ، ما از سر شب تا الآن،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پنج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لومتر</w:t>
      </w:r>
      <w:r>
        <w:rPr>
          <w:rtl/>
          <w:lang w:bidi="fa-IR"/>
        </w:rPr>
        <w:t xml:space="preserve"> آمده‌ا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حساب پانزده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لومتر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راه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امّا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را به عشق مولا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تلاش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تا خود را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برسانم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نگاه</w:t>
      </w:r>
      <w:r>
        <w:rPr>
          <w:rtl/>
          <w:lang w:bidi="fa-IR"/>
        </w:rPr>
        <w:t xml:space="preserve"> کن !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، چهره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درخشد</w:t>
      </w:r>
      <w:r>
        <w:rPr>
          <w:rtl/>
          <w:lang w:bidi="fa-IR"/>
        </w:rPr>
        <w:t xml:space="preserve"> ، در کنار او حُذ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او سلام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و او با محبّت جواب مرا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آرام آرام به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خود ادامه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چشمم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حُذ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ن‌ها</w:t>
      </w:r>
      <w:r>
        <w:rPr>
          <w:rtl/>
          <w:lang w:bidi="fa-IR"/>
        </w:rPr>
        <w:t xml:space="preserve"> کوه‌ها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هستند که 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آن‌ها عبور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عبور از کوه در دل شب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سخت است 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از راه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رفت 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نه ، راه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از دل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کوه‌ها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گذرد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وارد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منطقه کوهستان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راه خود ادامه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چه جلوتر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راه عبور بار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ک‌تر</w:t>
      </w:r>
      <w:r>
        <w:rPr>
          <w:rtl/>
          <w:lang w:bidi="fa-IR"/>
        </w:rPr>
        <w:t xml:space="preserve"> و تنگ‌تر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گردنه‌ا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عبور از آن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سخت است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جادّه ، تنگ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، همه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ستون قرار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عبور کنند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از گردنه عبور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، پشت سر او ، حُذ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و عمّار هستند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! چه گردنه خطرناک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حُذ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! نام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گردنه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« عَقَبه هَرشا » است ، همه مسافران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بروند .</w:t>
      </w:r>
      <w:r w:rsidRPr="00111A0F">
        <w:rPr>
          <w:rStyle w:val="libFootnotenumChar"/>
          <w:rtl/>
        </w:rPr>
        <w:t>137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شتر خود سوار است ، ما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جلو افتاده‌ا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وقت شب ، سکوت همه جا را گرفته است ، در دل شب ، فقط پرتگاه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هولناک به چشم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مواظب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! اگر ذرّه‌ا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غفلت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درون درّه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آن وقت،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کارمان تمام است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ناگهان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گوش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است که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! عدّه‌ا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منافقان در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کوه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کرده‌اند و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کشتن تو گرفته‌اند» .</w:t>
      </w:r>
      <w:r w:rsidRPr="00111A0F">
        <w:rPr>
          <w:rStyle w:val="libFootnotenumChar"/>
          <w:rtl/>
        </w:rPr>
        <w:t>138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از خطر بزرگ نجات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از راز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آگاه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، 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از آن خبر ندارد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عدّه‌ا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منافقان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گرفته‌اند . آن‌ها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آن مراسم با شکوه را در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خُمّ برگزار کرد و از همه مردم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گرفت ، جلسه‌ا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دادند و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گرفتند تا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ترور کنند .</w:t>
      </w:r>
      <w:r w:rsidRPr="00111A0F">
        <w:rPr>
          <w:rStyle w:val="libFootnotenumChar"/>
          <w:rtl/>
        </w:rPr>
        <w:t>139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آن‌ها خبر دار شدند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شب از « عَقَبه هَرشا » عبور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در دل شب خود را به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کوه رساندند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آن‌ها</w:t>
      </w:r>
      <w:r>
        <w:rPr>
          <w:rtl/>
          <w:lang w:bidi="fa-IR"/>
        </w:rPr>
        <w:t xml:space="preserve"> چهارده نفر هستند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خواهند</w:t>
      </w:r>
      <w:r>
        <w:rPr>
          <w:rtl/>
          <w:lang w:bidi="fa-IR"/>
        </w:rPr>
        <w:t xml:space="preserve"> با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شدن شتر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، سنگ پرتاب کنند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آن</w:t>
      </w:r>
      <w:r>
        <w:rPr>
          <w:rtl/>
          <w:lang w:bidi="fa-IR"/>
        </w:rPr>
        <w:t xml:space="preserve"> وقت است که شتر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خارج خواهد شد و در دل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درّه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سقوط خواهد کرد و با سقوط شتر 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کشته خواهد شد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نقشه آن‌هاست و آن‌ها منتظرند تا 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نقشه خود را اجرا کنند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tl/>
          <w:lang w:bidi="fa-IR"/>
        </w:rPr>
        <w:t xml:space="preserve"> باشد خدا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قول داده است که او را از فتنه‌ها حفظ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خدا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فرستد</w:t>
      </w:r>
      <w:r>
        <w:rPr>
          <w:rtl/>
          <w:lang w:bidi="fa-IR"/>
        </w:rPr>
        <w:t xml:space="preserve"> تا او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خبر بدهد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نام آن منافقان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آن‌ها را صدا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دل کوه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چد</w:t>
      </w:r>
      <w:r>
        <w:rPr>
          <w:rtl/>
          <w:lang w:bidi="fa-IR"/>
        </w:rPr>
        <w:t xml:space="preserve"> ، منافقان با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ترسند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عمّار</w:t>
      </w:r>
      <w:r>
        <w:rPr>
          <w:rtl/>
          <w:lang w:bidi="fa-IR"/>
        </w:rPr>
        <w:t xml:space="preserve"> و حُذ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،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خود را از غلاف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کشند</w:t>
      </w:r>
      <w:r>
        <w:rPr>
          <w:rtl/>
          <w:lang w:bidi="fa-IR"/>
        </w:rPr>
        <w:t xml:space="preserve"> و از کوه بالا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روند</w:t>
      </w:r>
      <w:r>
        <w:rPr>
          <w:rtl/>
          <w:lang w:bidi="fa-IR"/>
        </w:rPr>
        <w:t xml:space="preserve"> ، منافقان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راز آن‌ها آشکار شده است ، فرار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را شکر که صدمه‌ا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حُذ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فه،</w:t>
      </w:r>
      <w:r>
        <w:rPr>
          <w:rtl/>
          <w:lang w:bidi="fa-IR"/>
        </w:rPr>
        <w:t xml:space="preserve"> نفس نفس زنان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خبر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که منافقان فرار کرده‌اند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حُذ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منافقان را شناخته است ، امّا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چ‌گاه</w:t>
      </w:r>
      <w:r>
        <w:rPr>
          <w:rtl/>
          <w:lang w:bidi="fa-IR"/>
        </w:rPr>
        <w:t xml:space="preserve"> نام آن‌ها را فاش نکند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ما، جلوه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است ،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نام دشمنان خود را فاش سازد 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منافقان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امشب نقشه ترور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داشتند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سال‌هاست مسلمان شده‌اند ، امّا آن‌ها امروز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و حکومت ، حاضر هستند هر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بکنند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آن‌ها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دانند</w:t>
      </w:r>
      <w:r>
        <w:rPr>
          <w:rtl/>
          <w:lang w:bidi="fa-IR"/>
        </w:rPr>
        <w:t xml:space="preserve"> که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، همه خوب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را در خود جمع کرده است و فقط او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دارد ، امّا عشق به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، لحظه‌ا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آن‌ها را رها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آرام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گذارد</w:t>
      </w:r>
      <w:r>
        <w:rPr>
          <w:rtl/>
          <w:lang w:bidi="fa-IR"/>
        </w:rPr>
        <w:t xml:space="preserve"> .</w:t>
      </w:r>
    </w:p>
    <w:p w:rsidR="006C534C" w:rsidRDefault="008A6226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6C534C" w:rsidRDefault="006C534C" w:rsidP="008A6226">
      <w:pPr>
        <w:pStyle w:val="Heading1"/>
        <w:rPr>
          <w:rtl/>
          <w:lang w:bidi="fa-IR"/>
        </w:rPr>
      </w:pPr>
      <w:bookmarkStart w:id="8" w:name="_Toc530640965"/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آفتاب 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دوباره کن!</w:t>
      </w:r>
      <w:bookmarkEnd w:id="8"/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مستحب است که حضرت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 روز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امام هاد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کرده‌اند تا در روز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با آن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ارت،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(از راه دور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>)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مناسب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به ترجمه قسمت‌ها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آن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بپردازم، امام هاد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آن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ارت،</w:t>
      </w:r>
      <w:r>
        <w:rPr>
          <w:rtl/>
          <w:lang w:bidi="fa-IR"/>
        </w:rPr>
        <w:t xml:space="preserve"> به نکات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مهمّ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اشاره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خواهند</w:t>
      </w:r>
      <w:r>
        <w:rPr>
          <w:rtl/>
          <w:lang w:bidi="fa-IR"/>
        </w:rPr>
        <w:t xml:space="preserve"> معرفت و شناخت ما را نسبت به حضرت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روز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ادتر</w:t>
      </w:r>
      <w:r>
        <w:rPr>
          <w:rtl/>
          <w:lang w:bidi="fa-IR"/>
        </w:rPr>
        <w:t xml:space="preserve"> کنند.</w:t>
      </w:r>
    </w:p>
    <w:p w:rsidR="006C534C" w:rsidRDefault="006C534C" w:rsidP="008A622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 در روز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را حتماً بخوان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محبّت خود را به حضرت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نشان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سلام</w:t>
      </w:r>
      <w:r>
        <w:rPr>
          <w:rtl/>
          <w:lang w:bidi="fa-IR"/>
        </w:rPr>
        <w:t xml:space="preserve"> بر تو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خدا! سلام بر تو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حجّت خدا!</w:t>
      </w:r>
    </w:p>
    <w:p w:rsidR="006C534C" w:rsidRDefault="006C534C" w:rsidP="008A622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سلام</w:t>
      </w:r>
      <w:r>
        <w:rPr>
          <w:rtl/>
          <w:lang w:bidi="fa-IR"/>
        </w:rPr>
        <w:t xml:space="preserve"> بر تو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اهلِ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 w:rsidR="008A6226">
        <w:rPr>
          <w:rFonts w:hint="cs"/>
          <w:rtl/>
          <w:lang w:bidi="fa-IR"/>
        </w:rPr>
        <w:t>مومنان</w:t>
      </w:r>
      <w:r>
        <w:rPr>
          <w:rtl/>
          <w:lang w:bidi="fa-IR"/>
        </w:rPr>
        <w:t>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شهادت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دهم</w:t>
      </w:r>
      <w:r>
        <w:rPr>
          <w:rtl/>
          <w:lang w:bidi="fa-IR"/>
        </w:rPr>
        <w:t xml:space="preserve"> که تو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همه دانش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تو به ارث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خدا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تو را بر مردم واجب نمود و از مردم خواست تا از تو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روز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تو را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از مردم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گرفت و مردم با تو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کردند، خدا لعنت کند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بعد از رحلت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خود را شکستند و به عهد خود وفا نکردند.</w:t>
      </w:r>
    </w:p>
    <w:p w:rsidR="006C534C" w:rsidRDefault="006C534C" w:rsidP="008A622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 w:rsidR="008A6226">
        <w:rPr>
          <w:rFonts w:hint="cs"/>
          <w:rtl/>
          <w:lang w:bidi="fa-IR"/>
        </w:rPr>
        <w:t>مومنان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شهادت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دهم</w:t>
      </w:r>
      <w:r>
        <w:rPr>
          <w:rtl/>
          <w:lang w:bidi="fa-IR"/>
        </w:rPr>
        <w:t xml:space="preserve"> که خدا در قرآن از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تو سخن گفته است و خوب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فضائل تو را ذکر نموده است.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تو شک داشته باشد،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اورده</w:t>
      </w:r>
      <w:r>
        <w:rPr>
          <w:rtl/>
          <w:lang w:bidi="fa-IR"/>
        </w:rPr>
        <w:t xml:space="preserve"> است، آن کس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روِ</w:t>
      </w:r>
      <w:r>
        <w:rPr>
          <w:rtl/>
          <w:lang w:bidi="fa-IR"/>
        </w:rPr>
        <w:t xml:space="preserve"> دشمنان توست،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 شده است.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روز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خدا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را با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تو کامل نمود.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در قرآن ما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خود دعوت کرده است، اکنون شهادت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دهم</w:t>
      </w:r>
      <w:r>
        <w:rPr>
          <w:rtl/>
          <w:lang w:bidi="fa-IR"/>
        </w:rPr>
        <w:t xml:space="preserve"> که تو همان «راه خدا»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فقط آن را بپ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«صراط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همواره از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ما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کند.</w:t>
      </w:r>
    </w:p>
    <w:p w:rsidR="006C534C" w:rsidRDefault="006C534C" w:rsidP="007C63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شهادت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دهم</w:t>
      </w:r>
      <w:r>
        <w:rPr>
          <w:rtl/>
          <w:lang w:bidi="fa-IR"/>
        </w:rPr>
        <w:t xml:space="preserve"> که خدا، دعا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در حقّ تو مستجاب کرد،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دعا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 xml:space="preserve"> تا در فرصت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مناسب، امر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تو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اعلام کند.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خُمّ فرا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مستجاب کرد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از فتنه‌ها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دشمنان حفظ نمود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بر </w:t>
      </w: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نازل کرد: </w:t>
      </w:r>
      <w:r w:rsidR="007C631E" w:rsidRPr="007C631E">
        <w:rPr>
          <w:rStyle w:val="libAlaemChar"/>
          <w:rFonts w:hint="cs"/>
          <w:rtl/>
        </w:rPr>
        <w:t>(</w:t>
      </w:r>
      <w:r w:rsidRPr="007C631E">
        <w:rPr>
          <w:rStyle w:val="libAieChar"/>
          <w:rFonts w:hint="cs"/>
          <w:rtl/>
        </w:rPr>
        <w:t>یَ</w:t>
      </w:r>
      <w:r w:rsidRPr="007C631E">
        <w:rPr>
          <w:rStyle w:val="libAieChar"/>
          <w:rFonts w:hint="eastAsia"/>
          <w:rtl/>
        </w:rPr>
        <w:t>ـأَ</w:t>
      </w:r>
      <w:r w:rsidRPr="007C631E">
        <w:rPr>
          <w:rStyle w:val="libAieChar"/>
          <w:rFonts w:hint="cs"/>
          <w:rtl/>
        </w:rPr>
        <w:t>یُّ</w:t>
      </w:r>
      <w:r w:rsidRPr="007C631E">
        <w:rPr>
          <w:rStyle w:val="libAieChar"/>
          <w:rFonts w:hint="eastAsia"/>
          <w:rtl/>
        </w:rPr>
        <w:t>هَا</w:t>
      </w:r>
      <w:r w:rsidRPr="007C631E">
        <w:rPr>
          <w:rStyle w:val="libAieChar"/>
          <w:rtl/>
        </w:rPr>
        <w:t xml:space="preserve"> الرَّسُولُ بَلِّغْ مَآ أُنزِلَ إِلَ</w:t>
      </w:r>
      <w:r w:rsidRPr="007C631E">
        <w:rPr>
          <w:rStyle w:val="libAieChar"/>
          <w:rFonts w:hint="cs"/>
          <w:rtl/>
        </w:rPr>
        <w:t>یْ</w:t>
      </w:r>
      <w:r w:rsidRPr="007C631E">
        <w:rPr>
          <w:rStyle w:val="libAieChar"/>
          <w:rFonts w:hint="eastAsia"/>
          <w:rtl/>
        </w:rPr>
        <w:t>کَ</w:t>
      </w:r>
      <w:r w:rsidRPr="007C631E">
        <w:rPr>
          <w:rStyle w:val="libAieChar"/>
          <w:rtl/>
        </w:rPr>
        <w:t xml:space="preserve"> مِن رَّبِّکَ...</w:t>
      </w:r>
      <w:r w:rsidR="007C631E" w:rsidRPr="007C631E">
        <w:rPr>
          <w:rStyle w:val="libAlaemChar"/>
          <w:rFonts w:eastAsia="KFGQPC Uthman Taha Naskh" w:hint="cs"/>
          <w:rtl/>
        </w:rPr>
        <w:t>)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! آنچه بر تو نازل کرده‌ا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بازگو کن!». </w:t>
      </w:r>
    </w:p>
    <w:p w:rsidR="006C534C" w:rsidRDefault="006C534C" w:rsidP="007C63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نازل شدن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 و گفت: </w:t>
      </w:r>
      <w:r w:rsidR="007C631E" w:rsidRPr="007C631E">
        <w:rPr>
          <w:rStyle w:val="libAlaemChar"/>
          <w:rFonts w:hint="cs"/>
          <w:rtl/>
        </w:rPr>
        <w:t>(</w:t>
      </w:r>
      <w:r w:rsidRPr="007C631E">
        <w:rPr>
          <w:rStyle w:val="libAieChar"/>
          <w:rtl/>
        </w:rPr>
        <w:t>مَنْ کُنْتُ مَوْلاهُ فَهذا عَل</w:t>
      </w:r>
      <w:r w:rsidRPr="007C631E">
        <w:rPr>
          <w:rStyle w:val="libAieChar"/>
          <w:rFonts w:hint="cs"/>
          <w:rtl/>
        </w:rPr>
        <w:t>یٌّ</w:t>
      </w:r>
      <w:r w:rsidRPr="007C631E">
        <w:rPr>
          <w:rStyle w:val="libAieChar"/>
          <w:rtl/>
        </w:rPr>
        <w:t xml:space="preserve"> مَوْلاهُ</w:t>
      </w:r>
      <w:r w:rsidR="007C631E" w:rsidRPr="007C631E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هر کس من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هستم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اوست ».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کرد: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! هر کس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دوست دارد تو او را دوست بدار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 ، و هر کس با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با او دشمن باش و او را ذل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کن ».</w:t>
      </w:r>
    </w:p>
    <w:p w:rsidR="006C534C" w:rsidRDefault="006C534C" w:rsidP="007C63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بر تو سلام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 w:rsidR="007C631E">
        <w:rPr>
          <w:rFonts w:hint="cs"/>
          <w:rtl/>
          <w:lang w:bidi="fa-IR"/>
        </w:rPr>
        <w:t>مومنان</w:t>
      </w:r>
      <w:r>
        <w:rPr>
          <w:rtl/>
          <w:lang w:bidi="fa-IR"/>
        </w:rPr>
        <w:t>...</w:t>
      </w:r>
      <w:r w:rsidRPr="007C631E">
        <w:rPr>
          <w:rStyle w:val="libFootnotenumChar"/>
          <w:rtl/>
        </w:rPr>
        <w:t>140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گوشه‌ا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از «ز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ه»</w:t>
      </w:r>
      <w:r>
        <w:rPr>
          <w:rtl/>
          <w:lang w:bidi="fa-IR"/>
        </w:rPr>
        <w:t xml:space="preserve"> که امام هاد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کرده‌اند.</w:t>
      </w:r>
    </w:p>
    <w:p w:rsidR="006C534C" w:rsidRDefault="006C534C" w:rsidP="007C63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جهت</w:t>
      </w:r>
      <w:r>
        <w:rPr>
          <w:rtl/>
          <w:lang w:bidi="fa-IR"/>
        </w:rPr>
        <w:t xml:space="preserve"> خواندن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به کتاب «مفات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الجنان»، باب سوم، فصل چهارم مراجعه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 آن کتاب،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عنوان ذکر شده است: «ز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المومن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روز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ر»</w:t>
      </w:r>
      <w:r>
        <w:rPr>
          <w:rtl/>
          <w:lang w:bidi="fa-IR"/>
        </w:rPr>
        <w:t>.</w:t>
      </w:r>
      <w:r w:rsidRPr="007C631E">
        <w:rPr>
          <w:rStyle w:val="libFootnotenumChar"/>
          <w:rtl/>
        </w:rPr>
        <w:t>141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7C63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سال 35 هجر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عثمان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سوم در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کشته شد و مردم با حضرت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رمومنان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عنوان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کردند. </w:t>
      </w:r>
    </w:p>
    <w:p w:rsidR="006C534C" w:rsidRDefault="006C534C" w:rsidP="007C63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واقع، روز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خمّ، روز آغاز خلافت ظاهر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هم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. در روز 18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 xml:space="preserve"> سال 35 هجر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عثمان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سوم کشته شد و مردم با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رمؤمنان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کردند.</w:t>
      </w:r>
      <w:r w:rsidRPr="007C631E">
        <w:rPr>
          <w:rStyle w:val="libFootnotenumChar"/>
          <w:rtl/>
        </w:rPr>
        <w:t>142</w:t>
      </w:r>
    </w:p>
    <w:p w:rsidR="006C534C" w:rsidRDefault="006C534C" w:rsidP="007C63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روز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جدهم</w:t>
      </w:r>
      <w:r>
        <w:rPr>
          <w:rtl/>
          <w:lang w:bidi="fa-IR"/>
        </w:rPr>
        <w:t xml:space="preserve">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 xml:space="preserve"> سال دهم،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به عنوان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امّا مردم بعد از وفات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ابوبکر را به عنوان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انتخاب نمودند، بعد از ابوبکر، عُمَر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آمد و بعد از او، عثمان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سوم شد.</w:t>
      </w:r>
    </w:p>
    <w:p w:rsidR="006C534C" w:rsidRDefault="006C534C" w:rsidP="007C63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حماسه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24 سال گذشت و مردم در سال 35 هجر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روز 18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 xml:space="preserve"> بعد از کشته شدن عثمان با حضرت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نمودند و زمام امور خود را به دست با کفا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 حضرت سپردند.</w:t>
      </w:r>
    </w:p>
    <w:p w:rsidR="006C534C" w:rsidRDefault="007C631E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6C534C" w:rsidRDefault="006C534C" w:rsidP="007C631E">
      <w:pPr>
        <w:pStyle w:val="Heading1"/>
        <w:rPr>
          <w:rtl/>
          <w:lang w:bidi="fa-IR"/>
        </w:rPr>
      </w:pPr>
      <w:bookmarkStart w:id="9" w:name="_Toc530640966"/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 اخلاص عمل!</w:t>
      </w:r>
      <w:bookmarkEnd w:id="9"/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رو به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: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هر وقت به مسجد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روم،</w:t>
      </w:r>
      <w:r>
        <w:rPr>
          <w:rtl/>
          <w:lang w:bidi="fa-IR"/>
        </w:rPr>
        <w:t xml:space="preserve"> آنجا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شلوغ است،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چند روز نتوانستم در قسمت «روضه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امبر»</w:t>
      </w:r>
      <w:r>
        <w:rPr>
          <w:rtl/>
          <w:lang w:bidi="fa-IR"/>
        </w:rPr>
        <w:t xml:space="preserve"> نماز بخوانم.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موقع ظهر به آنجا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بعد از نماز ظهر آنجا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خلوت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مردم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صرف ناهار به محلّ اقامت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روند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قرار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امروز ظهر به مسجد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بعد از نماز جماعت، دقا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صبر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جمع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مسجد خارج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حالا فرصت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قسمت «روضه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امبر»</w:t>
      </w:r>
      <w:r>
        <w:rPr>
          <w:rtl/>
          <w:lang w:bidi="fa-IR"/>
        </w:rPr>
        <w:t xml:space="preserve">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تو خوب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تا سال هفتم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فقط همان محدوده «روضه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امبر»</w:t>
      </w:r>
      <w:r>
        <w:rPr>
          <w:rtl/>
          <w:lang w:bidi="fa-IR"/>
        </w:rPr>
        <w:t xml:space="preserve"> بوده است، بعداً م</w:t>
      </w:r>
      <w:r>
        <w:rPr>
          <w:rFonts w:hint="eastAsia"/>
          <w:rtl/>
          <w:lang w:bidi="fa-IR"/>
        </w:rPr>
        <w:t>سجد</w:t>
      </w:r>
      <w:r>
        <w:rPr>
          <w:rtl/>
          <w:lang w:bidi="fa-IR"/>
        </w:rPr>
        <w:t xml:space="preserve"> توسعه داده شده است.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گفته‌ام که در مسجد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امبر،</w:t>
      </w:r>
      <w:r>
        <w:rPr>
          <w:rtl/>
          <w:lang w:bidi="fa-IR"/>
        </w:rPr>
        <w:t xml:space="preserve"> هر جا که قال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به رنگ سبز است، آنجا همان «روضه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امبر»</w:t>
      </w:r>
      <w:r>
        <w:rPr>
          <w:rtl/>
          <w:lang w:bidi="fa-IR"/>
        </w:rPr>
        <w:t xml:space="preserve"> است،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فرموده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منبر و خانه من، باغ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باغ‌ها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 است. ما اکنون وارد باغ بهشت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خوشحال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خواندن نماز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تو مشغول </w:t>
      </w:r>
      <w:r>
        <w:rPr>
          <w:rFonts w:hint="eastAsia"/>
          <w:rtl/>
          <w:lang w:bidi="fa-IR"/>
        </w:rPr>
        <w:t>خواندن</w:t>
      </w:r>
      <w:r>
        <w:rPr>
          <w:rtl/>
          <w:lang w:bidi="fa-IR"/>
        </w:rPr>
        <w:t xml:space="preserve"> نماز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من به فکر فرو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روم،</w:t>
      </w:r>
      <w:r>
        <w:rPr>
          <w:rtl/>
          <w:lang w:bidi="fa-IR"/>
        </w:rPr>
        <w:t xml:space="preserve"> به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کجا آمده‌ام،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نشسته‌ام، چه خاطره‌ا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دارد؟ دوست دارم به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سفر کنم، به قبل از سال هفتم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...</w:t>
      </w:r>
      <w:r w:rsidRPr="007C631E">
        <w:rPr>
          <w:rStyle w:val="libFootnotenumChar"/>
          <w:rtl/>
        </w:rPr>
        <w:t>143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نفر وارد مسجد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شوند،</w:t>
      </w:r>
      <w:r>
        <w:rPr>
          <w:rtl/>
          <w:lang w:bidi="fa-IR"/>
        </w:rPr>
        <w:t xml:space="preserve"> آنان در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هستند، همه با تعجّب به آنان نگاه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آخر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چرا به مسجد آمده‌اند؟ معلوم </w:t>
      </w:r>
      <w:r>
        <w:rPr>
          <w:rtl/>
          <w:lang w:bidi="fa-IR"/>
        </w:rPr>
        <w:lastRenderedPageBreak/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چند نفر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«بن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ظه»</w:t>
      </w:r>
      <w:r>
        <w:rPr>
          <w:rtl/>
          <w:lang w:bidi="fa-IR"/>
        </w:rPr>
        <w:t xml:space="preserve"> هستند که به تازگ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 شده‌اند، آنان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داشته باشند.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فهمم</w:t>
      </w:r>
      <w:r>
        <w:rPr>
          <w:rtl/>
          <w:lang w:bidi="fa-IR"/>
        </w:rPr>
        <w:t xml:space="preserve"> که آنان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دست برداشته و اسلام را انتخاب کرده‌اند،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خوشحال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شوم،</w:t>
      </w:r>
      <w:r>
        <w:rPr>
          <w:rtl/>
          <w:lang w:bidi="fa-IR"/>
        </w:rPr>
        <w:t xml:space="preserve"> نزد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</w:t>
      </w:r>
      <w:r>
        <w:rPr>
          <w:rtl/>
          <w:lang w:bidi="fa-IR"/>
        </w:rPr>
        <w:t xml:space="preserve"> و نام او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پرسم</w:t>
      </w:r>
      <w:r>
        <w:rPr>
          <w:rtl/>
          <w:lang w:bidi="fa-IR"/>
        </w:rPr>
        <w:t>. او خود را «عبداللّه‌بن‌سلام»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او به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مسلمان شده است همه اقوام و فام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لش</w:t>
      </w:r>
      <w:r>
        <w:rPr>
          <w:rtl/>
          <w:lang w:bidi="fa-IR"/>
        </w:rPr>
        <w:t xml:space="preserve"> او را طرد کرده‌اند و با ذلّت و 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او برخورد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  <w:r w:rsidRPr="007C631E">
        <w:rPr>
          <w:rStyle w:val="libFootnotenumChar"/>
          <w:rtl/>
        </w:rPr>
        <w:t>144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مسلمانان به عبداللّه‌بن‌سلام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منزل خود رفته است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خانه آن حضرت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عبداللّه‌بن‌سلام و دوستانش به سمت در مسجد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روند</w:t>
      </w:r>
      <w:r>
        <w:rPr>
          <w:rtl/>
          <w:lang w:bidi="fa-IR"/>
        </w:rPr>
        <w:t xml:space="preserve"> تا خارج شوند،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همراه آنان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</w:t>
      </w:r>
      <w:r>
        <w:rPr>
          <w:rtl/>
          <w:lang w:bidi="fa-IR"/>
        </w:rPr>
        <w:t>.</w:t>
      </w:r>
      <w:r w:rsidRPr="007C631E">
        <w:rPr>
          <w:rStyle w:val="libFootnotenumChar"/>
          <w:rtl/>
        </w:rPr>
        <w:t>145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خانه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است. عبداللّه‌بن‌سلام و دوستانش با کمال ادب و احترام نزد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نشسته‌اند،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لبخند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لب دارد و از آنان به 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عبداللّه‌بن‌سلام</w:t>
      </w:r>
      <w:r>
        <w:rPr>
          <w:rtl/>
          <w:lang w:bidi="fa-IR"/>
        </w:rPr>
        <w:t xml:space="preserve"> با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آشناست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داند</w:t>
      </w:r>
      <w:r>
        <w:rPr>
          <w:rtl/>
          <w:lang w:bidi="fa-IR"/>
        </w:rPr>
        <w:t xml:space="preserve"> خداوند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امبران،</w:t>
      </w:r>
      <w:r>
        <w:rPr>
          <w:rtl/>
          <w:lang w:bidi="fa-IR"/>
        </w:rPr>
        <w:t xml:space="preserve"> 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قرار داده است،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وشع</w:t>
      </w:r>
      <w:r>
        <w:rPr>
          <w:rtl/>
          <w:lang w:bidi="fa-IR"/>
        </w:rPr>
        <w:t xml:space="preserve"> بود.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عبداللّه‌بن‌سلام</w:t>
      </w:r>
      <w:r>
        <w:rPr>
          <w:rtl/>
          <w:lang w:bidi="fa-IR"/>
        </w:rPr>
        <w:t xml:space="preserve"> رو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خدا!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را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کن! </w:t>
      </w:r>
    </w:p>
    <w:p w:rsidR="006C534C" w:rsidRDefault="006C534C" w:rsidP="007C63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نازل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او نازل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رو به آنان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الآن ،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نزد من آمد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بر من نازل کرد: </w:t>
      </w:r>
      <w:r w:rsidR="007C631E" w:rsidRPr="007C631E">
        <w:rPr>
          <w:rStyle w:val="libAlaemChar"/>
          <w:rFonts w:hint="cs"/>
          <w:rtl/>
        </w:rPr>
        <w:t>(</w:t>
      </w:r>
      <w:r w:rsidRPr="007C631E">
        <w:rPr>
          <w:rStyle w:val="libAieChar"/>
          <w:rtl/>
        </w:rPr>
        <w:t>إِنَّمَا وَلِ</w:t>
      </w:r>
      <w:r w:rsidRPr="007C631E">
        <w:rPr>
          <w:rStyle w:val="libAieChar"/>
          <w:rFonts w:hint="cs"/>
          <w:rtl/>
        </w:rPr>
        <w:t>یُّ</w:t>
      </w:r>
      <w:r w:rsidRPr="007C631E">
        <w:rPr>
          <w:rStyle w:val="libAieChar"/>
          <w:rFonts w:hint="eastAsia"/>
          <w:rtl/>
        </w:rPr>
        <w:t>کُمُ</w:t>
      </w:r>
      <w:r w:rsidRPr="007C631E">
        <w:rPr>
          <w:rStyle w:val="libAieChar"/>
          <w:rtl/>
        </w:rPr>
        <w:t xml:space="preserve"> اللّه وَرَسُولُهُ وَالَّذِ</w:t>
      </w:r>
      <w:r w:rsidRPr="007C631E">
        <w:rPr>
          <w:rStyle w:val="libAieChar"/>
          <w:rFonts w:hint="cs"/>
          <w:rtl/>
        </w:rPr>
        <w:t>ی</w:t>
      </w:r>
      <w:r w:rsidRPr="007C631E">
        <w:rPr>
          <w:rStyle w:val="libAieChar"/>
          <w:rFonts w:hint="eastAsia"/>
          <w:rtl/>
        </w:rPr>
        <w:t>نَ</w:t>
      </w:r>
      <w:r w:rsidRPr="007C631E">
        <w:rPr>
          <w:rStyle w:val="libAieChar"/>
          <w:rtl/>
        </w:rPr>
        <w:t xml:space="preserve"> ءَامَنُواْ ؛ الَّذِ</w:t>
      </w:r>
      <w:r w:rsidRPr="007C631E">
        <w:rPr>
          <w:rStyle w:val="libAieChar"/>
          <w:rFonts w:hint="cs"/>
          <w:rtl/>
        </w:rPr>
        <w:t>ی</w:t>
      </w:r>
      <w:r w:rsidRPr="007C631E">
        <w:rPr>
          <w:rStyle w:val="libAieChar"/>
          <w:rFonts w:hint="eastAsia"/>
          <w:rtl/>
        </w:rPr>
        <w:t>نَ</w:t>
      </w:r>
      <w:r w:rsidRPr="007C631E">
        <w:rPr>
          <w:rStyle w:val="libAieChar"/>
          <w:rtl/>
        </w:rPr>
        <w:t xml:space="preserve"> </w:t>
      </w:r>
      <w:r w:rsidRPr="007C631E">
        <w:rPr>
          <w:rStyle w:val="libAieChar"/>
          <w:rFonts w:hint="cs"/>
          <w:rtl/>
        </w:rPr>
        <w:t>یُ</w:t>
      </w:r>
      <w:r w:rsidRPr="007C631E">
        <w:rPr>
          <w:rStyle w:val="libAieChar"/>
          <w:rFonts w:hint="eastAsia"/>
          <w:rtl/>
        </w:rPr>
        <w:t>قِ</w:t>
      </w:r>
      <w:r w:rsidRPr="007C631E">
        <w:rPr>
          <w:rStyle w:val="libAieChar"/>
          <w:rFonts w:hint="cs"/>
          <w:rtl/>
        </w:rPr>
        <w:t>ی</w:t>
      </w:r>
      <w:r w:rsidRPr="007C631E">
        <w:rPr>
          <w:rStyle w:val="libAieChar"/>
          <w:rFonts w:hint="eastAsia"/>
          <w:rtl/>
        </w:rPr>
        <w:t>مُونَ</w:t>
      </w:r>
      <w:r w:rsidRPr="007C631E">
        <w:rPr>
          <w:rStyle w:val="libAieChar"/>
          <w:rtl/>
        </w:rPr>
        <w:t xml:space="preserve"> </w:t>
      </w:r>
      <w:r w:rsidRPr="007C631E">
        <w:rPr>
          <w:rStyle w:val="libAieChar"/>
          <w:rFonts w:hint="eastAsia"/>
          <w:rtl/>
        </w:rPr>
        <w:lastRenderedPageBreak/>
        <w:t>الصَّلَوةَ</w:t>
      </w:r>
      <w:r w:rsidRPr="007C631E">
        <w:rPr>
          <w:rStyle w:val="libAieChar"/>
          <w:rtl/>
        </w:rPr>
        <w:t xml:space="preserve"> وَ</w:t>
      </w:r>
      <w:r w:rsidRPr="007C631E">
        <w:rPr>
          <w:rStyle w:val="libAieChar"/>
          <w:rFonts w:hint="cs"/>
          <w:rtl/>
        </w:rPr>
        <w:t>یُ</w:t>
      </w:r>
      <w:r w:rsidRPr="007C631E">
        <w:rPr>
          <w:rStyle w:val="libAieChar"/>
          <w:rFonts w:hint="eastAsia"/>
          <w:rtl/>
        </w:rPr>
        <w:t>ؤْتُونَ</w:t>
      </w:r>
      <w:r w:rsidRPr="007C631E">
        <w:rPr>
          <w:rStyle w:val="libAieChar"/>
          <w:rtl/>
        </w:rPr>
        <w:t xml:space="preserve"> الزَّکوةَ وَهُمْ رَ اکِعُونَ</w:t>
      </w:r>
      <w:r w:rsidRPr="007C631E">
        <w:rPr>
          <w:rStyle w:val="libAlaemChar"/>
          <w:rtl/>
        </w:rPr>
        <w:t>)</w:t>
      </w:r>
      <w:r>
        <w:rPr>
          <w:rtl/>
          <w:lang w:bidi="fa-IR"/>
        </w:rPr>
        <w:t>،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فقط خدا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رکوع نماز صدقه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 xml:space="preserve"> ، بر شما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دارند».</w:t>
      </w:r>
      <w:r w:rsidRPr="007C631E">
        <w:rPr>
          <w:rStyle w:val="libFootnotenumChar"/>
          <w:rtl/>
        </w:rPr>
        <w:t>146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به فکر فرو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روند</w:t>
      </w:r>
      <w:r>
        <w:rPr>
          <w:rtl/>
          <w:lang w:bidi="fa-IR"/>
        </w:rPr>
        <w:t xml:space="preserve"> ، به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منظور خدا از کس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در رکوع صدقه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؟ او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مانند خدا و رسول خدا بر همه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دارد 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را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شناسم</w:t>
      </w:r>
      <w:r>
        <w:rPr>
          <w:rtl/>
          <w:lang w:bidi="fa-IR"/>
        </w:rPr>
        <w:t xml:space="preserve"> که در رکوع ، صدقه داده باشد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رو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!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!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مسجد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درباره او نازل شده است،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روند،</w:t>
      </w:r>
      <w:r>
        <w:rPr>
          <w:rtl/>
          <w:lang w:bidi="fa-IR"/>
        </w:rPr>
        <w:t xml:space="preserve"> مسجد پر از جمع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 و عدّه‌ا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مشغول نماز هستند.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چگونه</w:t>
      </w:r>
      <w:r>
        <w:rPr>
          <w:rtl/>
          <w:lang w:bidi="fa-IR"/>
        </w:rPr>
        <w:t xml:space="preserve"> بفهم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جمع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، صدقه داده است ؟</w:t>
      </w:r>
    </w:p>
    <w:p w:rsidR="006C534C" w:rsidRDefault="006C534C" w:rsidP="007C63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خوب</w:t>
      </w:r>
      <w:r>
        <w:rPr>
          <w:rtl/>
          <w:lang w:bidi="fa-IR"/>
        </w:rPr>
        <w:t xml:space="preserve"> است که ما به دنبال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از او </w:t>
      </w:r>
      <w:r w:rsidR="007C631E">
        <w:rPr>
          <w:rFonts w:hint="cs"/>
          <w:rtl/>
          <w:lang w:bidi="fa-IR"/>
        </w:rPr>
        <w:t>سوال</w:t>
      </w:r>
      <w:r>
        <w:rPr>
          <w:rFonts w:hint="cs"/>
          <w:rtl/>
          <w:lang w:bidi="fa-IR"/>
        </w:rPr>
        <w:t xml:space="preserve"> کنی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بهتر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گمشده خود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مرد عرب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از درِ مسجد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برود ، نگاه کن ، چهره او زرد است ، حتما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گرسنه است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نزد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چقدر خوشحال است ! مثل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تمام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به او داده‌اند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او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پرسد</w:t>
      </w:r>
      <w:r>
        <w:rPr>
          <w:rtl/>
          <w:lang w:bidi="fa-IR"/>
        </w:rPr>
        <w:t xml:space="preserve"> 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 عرب ! از کجا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؟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ن‌قدر</w:t>
      </w:r>
      <w:r>
        <w:rPr>
          <w:rtl/>
          <w:lang w:bidi="fa-IR"/>
        </w:rPr>
        <w:t xml:space="preserve">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؟»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</w:t>
      </w:r>
      <w:r>
        <w:rPr>
          <w:rtl/>
          <w:lang w:bidi="fa-IR"/>
        </w:rPr>
        <w:t xml:space="preserve"> عرب با دست ، گوشه مسجد را نشان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آن جوان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او به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انگشتر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داد»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اکبرِ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مسجد طن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اندازد</w:t>
      </w:r>
      <w:r>
        <w:rPr>
          <w:rtl/>
          <w:lang w:bidi="fa-IR"/>
        </w:rPr>
        <w:t xml:space="preserve"> . همه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خواهند</w:t>
      </w:r>
      <w:r>
        <w:rPr>
          <w:rtl/>
          <w:lang w:bidi="fa-IR"/>
        </w:rPr>
        <w:t xml:space="preserve"> تا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دهد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مرد</w:t>
      </w:r>
      <w:r>
        <w:rPr>
          <w:rtl/>
          <w:lang w:bidi="fa-IR"/>
        </w:rPr>
        <w:t xml:space="preserve"> عرب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«ساعت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 ، وارد مسجد شدم و از مردم درخواست کمک کردم ، امّا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به من کمک نکرد ، من در مسجد دور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زدم</w:t>
      </w:r>
      <w:r>
        <w:rPr>
          <w:rtl/>
          <w:lang w:bidi="fa-IR"/>
        </w:rPr>
        <w:t xml:space="preserve"> و طلب کمک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کردم</w:t>
      </w:r>
      <w:r>
        <w:rPr>
          <w:rtl/>
          <w:lang w:bidi="fa-IR"/>
        </w:rPr>
        <w:t xml:space="preserve"> 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، نگاهم به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 که در رکوع بود ، او با دست اشاره کرد تا من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بروم ، من هم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او رفت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او انگشتر خود را به من داد»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مردم ، اللّه اکبر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جوان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روند</w:t>
      </w:r>
      <w:r>
        <w:rPr>
          <w:rtl/>
          <w:lang w:bidi="fa-IR"/>
        </w:rPr>
        <w:t xml:space="preserve"> . آن جوان ، هنوز در حال خواندن نماز است 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تا او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اشک در چشمانش حلقه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دنش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اشک شوق بر چشمان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است ؟</w:t>
      </w:r>
    </w:p>
    <w:p w:rsidR="006C534C" w:rsidRDefault="006C534C" w:rsidP="0086039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 که به حکم قرآن ، از امروز بر همه مسلمانان ،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دارد .</w:t>
      </w:r>
      <w:r w:rsidRPr="0086039A">
        <w:rPr>
          <w:rStyle w:val="libFootnotenumChar"/>
          <w:rtl/>
        </w:rPr>
        <w:t>147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ابر</w:t>
      </w:r>
      <w:r>
        <w:rPr>
          <w:rtl/>
          <w:lang w:bidi="fa-IR"/>
        </w:rPr>
        <w:t xml:space="preserve"> رو به مردم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 از من ول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و امام شماست».</w:t>
      </w:r>
      <w:r w:rsidRPr="0086039A">
        <w:rPr>
          <w:rStyle w:val="libFootnotenumChar"/>
          <w:rtl/>
        </w:rPr>
        <w:t>148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86039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خبر در شهر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چد</w:t>
      </w:r>
      <w:r>
        <w:rPr>
          <w:rtl/>
          <w:lang w:bidi="fa-IR"/>
        </w:rPr>
        <w:t xml:space="preserve"> که خدا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درباره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نازل کرده است ، آن‌ها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محبّت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دارند خوشحال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 xml:space="preserve"> ، به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آقا و مولا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بهتر از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!</w:t>
      </w:r>
    </w:p>
    <w:p w:rsidR="006C534C" w:rsidRDefault="006C534C" w:rsidP="0086039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حسّان بن ثابت جلو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وصف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شعر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سرا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«أَبَا حَسَنٍ تَفدِ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کَ</w:t>
      </w:r>
      <w:r>
        <w:rPr>
          <w:rtl/>
          <w:lang w:bidi="fa-IR"/>
        </w:rPr>
        <w:t xml:space="preserve"> نَفسِ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وَ مُهجَتِ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...ا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 من و همه مسلمانان فدا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تو...تو آن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حال رکوع صدقه 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انگشتر خود را به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خدا هم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را در </w:t>
      </w:r>
      <w:r>
        <w:rPr>
          <w:rFonts w:hint="eastAsia"/>
          <w:rtl/>
          <w:lang w:bidi="fa-IR"/>
        </w:rPr>
        <w:t>قرآن</w:t>
      </w:r>
      <w:r>
        <w:rPr>
          <w:rtl/>
          <w:lang w:bidi="fa-IR"/>
        </w:rPr>
        <w:t xml:space="preserve"> نازل کرد».</w:t>
      </w:r>
      <w:r w:rsidRPr="0086039A">
        <w:rPr>
          <w:rStyle w:val="libFootnotenumChar"/>
          <w:rtl/>
        </w:rPr>
        <w:t>149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 تو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حسان!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شعر تو هرگز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و خاطره‌ها فراموش نخواهد شد.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86039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دارند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خبر آن‌ها را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ناراحت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جلسه‌ا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 xml:space="preserve"> و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درباره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گفتگو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آن‌ها را بشنو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گوش</w:t>
      </w:r>
      <w:r>
        <w:rPr>
          <w:rtl/>
          <w:lang w:bidi="fa-IR"/>
        </w:rPr>
        <w:t xml:space="preserve"> کن : «ما هرگز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آخر چگونه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جوان بر ما که پنجاه سال از او بزرگ‌تر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حکومت کند ؟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جوان است ، او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ست»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معلوم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هنوز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به سنّت‌ها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جاهل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دارند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عرب‌ها</w:t>
      </w:r>
      <w:r>
        <w:rPr>
          <w:rtl/>
          <w:lang w:bidi="fa-IR"/>
        </w:rPr>
        <w:t xml:space="preserve"> که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رهبران خود را با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ده‌اند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توانند</w:t>
      </w:r>
      <w:r>
        <w:rPr>
          <w:rtl/>
          <w:lang w:bidi="fa-IR"/>
        </w:rPr>
        <w:t xml:space="preserve"> رهبر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جوان را قبول کنند . درست است که او همه خوب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کمال‌ها را دارد ، امّا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مانند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مشت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شِ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آن‌ها ارزش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شِ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همه فضا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برتر است !!</w:t>
      </w:r>
    </w:p>
    <w:p w:rsidR="006C534C" w:rsidRDefault="006C534C" w:rsidP="0086039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البته</w:t>
      </w:r>
      <w:r>
        <w:rPr>
          <w:rtl/>
          <w:lang w:bidi="fa-IR"/>
        </w:rPr>
        <w:t xml:space="preserve">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، فکر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که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اخمو باشد تا همه از او بترسند ، امّا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لبخند به لب دارد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درد خلافت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خورد</w:t>
      </w:r>
      <w:r>
        <w:rPr>
          <w:rtl/>
          <w:lang w:bidi="fa-IR"/>
        </w:rPr>
        <w:t xml:space="preserve"> .</w:t>
      </w:r>
      <w:r w:rsidRPr="0086039A">
        <w:rPr>
          <w:rStyle w:val="libFootnotenumChar"/>
          <w:rtl/>
        </w:rPr>
        <w:t>150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آنان</w:t>
      </w:r>
      <w:r>
        <w:rPr>
          <w:rtl/>
          <w:lang w:bidi="fa-IR"/>
        </w:rPr>
        <w:t xml:space="preserve"> در گوشه‌ا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مسجد، دور هم جمع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به نظر شما چه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</w:t>
      </w:r>
    </w:p>
    <w:p w:rsidR="006C534C" w:rsidRDefault="006C534C" w:rsidP="0086039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ــ</w:t>
      </w:r>
      <w:r>
        <w:rPr>
          <w:rtl/>
          <w:lang w:bidi="fa-IR"/>
        </w:rPr>
        <w:t xml:space="preserve"> اگر ما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قرآن کفر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اگر هم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ذلّت و 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تحمّل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قبول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6C534C" w:rsidRDefault="006C534C" w:rsidP="0086039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محمد</w:t>
      </w:r>
      <w:r w:rsidR="0086039A" w:rsidRPr="0086039A">
        <w:rPr>
          <w:rFonts w:ascii="Traditional Arabic" w:eastAsiaTheme="minorHAnsi" w:hAnsi="Traditional Arabic" w:cs="Traditional Arabic"/>
          <w:rtl/>
        </w:rPr>
        <w:t xml:space="preserve"> </w:t>
      </w:r>
      <w:r w:rsidR="0086039A" w:rsidRPr="0086039A">
        <w:rPr>
          <w:rStyle w:val="libAlaemChar"/>
          <w:rFonts w:eastAsiaTheme="minorHAnsi"/>
          <w:rtl/>
        </w:rPr>
        <w:t>صلى‌الله‌عليه‌وآله‌وسلم</w:t>
      </w:r>
      <w:r w:rsidR="0086039A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راست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طرف خدا نازل شده است، ما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محمّد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امّا هرگز از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86039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نازل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</w:t>
      </w:r>
      <w:r>
        <w:rPr>
          <w:rtl/>
          <w:lang w:bidi="fa-IR"/>
        </w:rPr>
        <w:t xml:space="preserve">: </w:t>
      </w:r>
      <w:r w:rsidR="0086039A" w:rsidRPr="0086039A">
        <w:rPr>
          <w:rStyle w:val="libAlaemChar"/>
          <w:rFonts w:hint="cs"/>
          <w:rtl/>
        </w:rPr>
        <w:t>(</w:t>
      </w:r>
      <w:r w:rsidRPr="0086039A">
        <w:rPr>
          <w:rStyle w:val="libAieChar"/>
          <w:rFonts w:hint="cs"/>
          <w:rtl/>
        </w:rPr>
        <w:t>یَ</w:t>
      </w:r>
      <w:r w:rsidRPr="0086039A">
        <w:rPr>
          <w:rStyle w:val="libAieChar"/>
          <w:rFonts w:hint="eastAsia"/>
          <w:rtl/>
        </w:rPr>
        <w:t>عْرِفُونَ</w:t>
      </w:r>
      <w:r w:rsidRPr="0086039A">
        <w:rPr>
          <w:rStyle w:val="libAieChar"/>
          <w:rtl/>
        </w:rPr>
        <w:t xml:space="preserve"> نِعْمَتَ اللّه ثُمَّ </w:t>
      </w:r>
      <w:r w:rsidRPr="0086039A">
        <w:rPr>
          <w:rStyle w:val="libAieChar"/>
          <w:rFonts w:hint="cs"/>
          <w:rtl/>
        </w:rPr>
        <w:t>یُ</w:t>
      </w:r>
      <w:r w:rsidRPr="0086039A">
        <w:rPr>
          <w:rStyle w:val="libAieChar"/>
          <w:rFonts w:hint="eastAsia"/>
          <w:rtl/>
        </w:rPr>
        <w:t>نکِرُونَهَا</w:t>
      </w:r>
      <w:r w:rsidRPr="0086039A">
        <w:rPr>
          <w:rStyle w:val="libAieChar"/>
          <w:rtl/>
        </w:rPr>
        <w:t xml:space="preserve"> وَ أَکْثَرُهُمُ الْکَـفِرُونَ</w:t>
      </w:r>
      <w:r w:rsidR="0086039A" w:rsidRPr="0086039A">
        <w:rPr>
          <w:rStyle w:val="libAlaemChar"/>
          <w:rFonts w:eastAsia="KFGQPC Uthman Taha Naskh" w:hint="cs"/>
          <w:rtl/>
        </w:rPr>
        <w:t>)</w:t>
      </w:r>
      <w:r>
        <w:rPr>
          <w:rtl/>
          <w:lang w:bidi="fa-IR"/>
        </w:rPr>
        <w:t>: آنان نعمت خدا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شناسند،</w:t>
      </w:r>
      <w:r>
        <w:rPr>
          <w:rtl/>
          <w:lang w:bidi="fa-IR"/>
        </w:rPr>
        <w:t xml:space="preserve"> امّا باز آن را انکار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شترشان</w:t>
      </w:r>
      <w:r>
        <w:rPr>
          <w:rtl/>
          <w:lang w:bidi="fa-IR"/>
        </w:rPr>
        <w:t xml:space="preserve"> کافر هستند».</w:t>
      </w:r>
      <w:r w:rsidRPr="0086039A">
        <w:rPr>
          <w:rStyle w:val="libFootnotenumChar"/>
          <w:rtl/>
        </w:rPr>
        <w:t>151</w:t>
      </w:r>
    </w:p>
    <w:p w:rsidR="006C534C" w:rsidRDefault="006C534C" w:rsidP="0086039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بزرگ‌تر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نعمت‌ها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خداوند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است، افسوس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به فکر سنّت‌ها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روزگار جاهل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هستند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خود 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نعمت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بهره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عمربن‌خطّاب</w:t>
      </w:r>
      <w:r>
        <w:rPr>
          <w:rtl/>
          <w:lang w:bidi="fa-IR"/>
        </w:rPr>
        <w:t xml:space="preserve"> دوستان خود را دور خود جمع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آن‌ها نقشه‌ا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سر دارند، آن‌ها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خواهند</w:t>
      </w:r>
      <w:r>
        <w:rPr>
          <w:rtl/>
          <w:lang w:bidi="fa-IR"/>
        </w:rPr>
        <w:t xml:space="preserve"> به مسجد بروند و در حال رکوع به فقرا صدقه بدهند تا خداوند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هم درباره آن‌ها نازل کند 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آن‌ها</w:t>
      </w:r>
      <w:r>
        <w:rPr>
          <w:rtl/>
          <w:lang w:bidi="fa-IR"/>
        </w:rPr>
        <w:t xml:space="preserve"> با خود فکر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که اگر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آن‌ها نازل شود چقدر خوب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، آن وقت ، آن‌ها هم بر مردم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خواهند داشت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پول‌ها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مشترک است ، هرکس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سهم خود را بدهد .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پول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چهل انگشتر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خبر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که در مسجد بازار صدقه دادن 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داغ شده است ! چند نفر کنار در مسجد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ستاده‌اند</w:t>
      </w:r>
      <w:r>
        <w:rPr>
          <w:rtl/>
          <w:lang w:bidi="fa-IR"/>
        </w:rPr>
        <w:t xml:space="preserve">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آن‌ها هم در داخل مسجد مشغول نماز است 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وارد مسجد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، دور او حلقه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زنند</w:t>
      </w:r>
      <w:r>
        <w:rPr>
          <w:rtl/>
          <w:lang w:bidi="fa-IR"/>
        </w:rPr>
        <w:t xml:space="preserve"> و از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خواهند</w:t>
      </w:r>
      <w:r>
        <w:rPr>
          <w:rtl/>
          <w:lang w:bidi="fa-IR"/>
        </w:rPr>
        <w:t xml:space="preserve"> تا نزد عمربن‌خطّاب برود که نماز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انگشتر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هم که از ماجرا،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خبر</w:t>
      </w:r>
      <w:r>
        <w:rPr>
          <w:rtl/>
          <w:lang w:bidi="fa-IR"/>
        </w:rPr>
        <w:t xml:space="preserve"> است خوشحال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به آن طرف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. با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شدن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نمازگزار علامت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و او به رکوع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و در رکوع به آن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انگشتر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چهل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صاحب انگشتر شدند، امّا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نازل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  <w:r w:rsidRPr="0086039A">
        <w:rPr>
          <w:rStyle w:val="libFootnotenumChar"/>
          <w:rtl/>
        </w:rPr>
        <w:t>152</w:t>
      </w:r>
    </w:p>
    <w:p w:rsidR="006C534C" w:rsidRDefault="006C534C" w:rsidP="0086039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انگشترها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گروه از دست دادند،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تر</w:t>
      </w:r>
      <w:r>
        <w:rPr>
          <w:rtl/>
          <w:lang w:bidi="fa-IR"/>
        </w:rPr>
        <w:t xml:space="preserve"> از انگشتر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بودند ، امّا انگشتر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که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چهل انگشتر نداشت و آن اخلاص صاحبِ انگشتر بود 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مهم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تو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اخلاص انجام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اخلاص است که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کار ارزش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</w:t>
      </w:r>
    </w:p>
    <w:p w:rsidR="006C534C" w:rsidRDefault="0086039A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6C534C" w:rsidRDefault="006C534C" w:rsidP="0086039A">
      <w:pPr>
        <w:pStyle w:val="Heading1"/>
        <w:rPr>
          <w:rtl/>
          <w:lang w:bidi="fa-IR"/>
        </w:rPr>
      </w:pPr>
      <w:bookmarkStart w:id="10" w:name="_Toc530640967"/>
      <w:r>
        <w:rPr>
          <w:rFonts w:hint="eastAsia"/>
          <w:rtl/>
          <w:lang w:bidi="fa-IR"/>
        </w:rPr>
        <w:t>روح</w:t>
      </w:r>
      <w:r>
        <w:rPr>
          <w:rtl/>
          <w:lang w:bidi="fa-IR"/>
        </w:rPr>
        <w:t xml:space="preserve"> و جان من کجاست؟</w:t>
      </w:r>
      <w:bookmarkEnd w:id="10"/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دقّت نگاه به تابلو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نوشته است: «مسجد الاجابة». تعجّب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نوشته درست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آنچه من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ده‌ام</w:t>
      </w:r>
      <w:r>
        <w:rPr>
          <w:rtl/>
          <w:lang w:bidi="fa-IR"/>
        </w:rPr>
        <w:t>.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پرس و جو کنم.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داخل</w:t>
      </w:r>
      <w:r>
        <w:rPr>
          <w:rtl/>
          <w:lang w:bidi="fa-IR"/>
        </w:rPr>
        <w:t xml:space="preserve"> مسجد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شوم،</w:t>
      </w:r>
      <w:r>
        <w:rPr>
          <w:rtl/>
          <w:lang w:bidi="fa-IR"/>
        </w:rPr>
        <w:t xml:space="preserve">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چف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قرمز بر سر دارد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نم،</w:t>
      </w:r>
      <w:r>
        <w:rPr>
          <w:rtl/>
          <w:lang w:bidi="fa-IR"/>
        </w:rPr>
        <w:t xml:space="preserve"> جلو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</w:t>
      </w:r>
      <w:r>
        <w:rPr>
          <w:rtl/>
          <w:lang w:bidi="fa-IR"/>
        </w:rPr>
        <w:t xml:space="preserve"> از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پرسم</w:t>
      </w:r>
      <w:r>
        <w:rPr>
          <w:rtl/>
          <w:lang w:bidi="fa-IR"/>
        </w:rPr>
        <w:t xml:space="preserve">: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اسم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«مسجد الإجابة» است.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خوانند؟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آمده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سه حاجت مهم داشت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دعا کردن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آمد و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مستجاب شد.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 خوانده‌اند.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در زمان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مسجد بود؟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خارج از شهر بود، بعدا مسلمانان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مسجد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بنا کردند.</w:t>
      </w:r>
    </w:p>
    <w:p w:rsidR="006C534C" w:rsidRDefault="006C534C" w:rsidP="0086039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معلوم</w:t>
      </w:r>
      <w:r>
        <w:rPr>
          <w:rtl/>
          <w:lang w:bidi="fa-IR"/>
        </w:rPr>
        <w:t xml:space="preserve"> شد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بوده است، </w:t>
      </w:r>
      <w:r w:rsidR="0086039A">
        <w:rPr>
          <w:rFonts w:hint="cs"/>
          <w:rtl/>
          <w:lang w:bidi="fa-IR"/>
        </w:rPr>
        <w:t>سوال</w:t>
      </w:r>
      <w:r>
        <w:rPr>
          <w:rFonts w:hint="cs"/>
          <w:rtl/>
          <w:lang w:bidi="fa-IR"/>
        </w:rPr>
        <w:t xml:space="preserve"> مهمّی</w:t>
      </w:r>
      <w:r>
        <w:rPr>
          <w:rtl/>
          <w:lang w:bidi="fa-IR"/>
        </w:rPr>
        <w:t xml:space="preserve"> در ذهنم نقش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بندد،</w:t>
      </w:r>
      <w:r>
        <w:rPr>
          <w:rtl/>
          <w:lang w:bidi="fa-IR"/>
        </w:rPr>
        <w:t xml:space="preserve"> مگر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بارها نگفته‌اند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دعا کردن به مسجد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پس چرا خودش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دعا کردن به مسجد نرفته است؟ مگر او نگفته بود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منبر و خانه من، باغ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باغ‌ها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 است، چرا او آنجا را رها 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دعا کردن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آمده است؟</w:t>
      </w:r>
    </w:p>
    <w:p w:rsidR="006C534C" w:rsidRDefault="006C534C" w:rsidP="0086039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کنم،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 w:rsidR="0086039A">
        <w:rPr>
          <w:rFonts w:hint="cs"/>
          <w:rtl/>
          <w:lang w:bidi="fa-IR"/>
        </w:rPr>
        <w:t>سوال</w:t>
      </w:r>
      <w:r>
        <w:rPr>
          <w:rFonts w:hint="cs"/>
          <w:rtl/>
          <w:lang w:bidi="fa-IR"/>
        </w:rPr>
        <w:t xml:space="preserve"> کنم.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مباهله به چه معنا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باشد؟</w:t>
      </w:r>
      <w:r>
        <w:rPr>
          <w:rtl/>
          <w:lang w:bidi="fa-IR"/>
        </w:rPr>
        <w:t xml:space="preserve">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</w:t>
      </w:r>
      <w:r>
        <w:rPr>
          <w:rtl/>
          <w:lang w:bidi="fa-IR"/>
        </w:rPr>
        <w:t xml:space="preserve"> نفر که بر سر موضوع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اختلاف دارند و به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رسند،</w:t>
      </w:r>
      <w:r>
        <w:rPr>
          <w:rtl/>
          <w:lang w:bidi="fa-IR"/>
        </w:rPr>
        <w:t xml:space="preserve"> آن‌ها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که در حقّ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کنند و از خدا بخواهند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آنان که دروغگوست، با عذاب خدا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برود، در زبان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کار، مباهله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  <w:r w:rsidRPr="0086039A">
        <w:rPr>
          <w:rStyle w:val="libFootnotenumChar"/>
          <w:rtl/>
        </w:rPr>
        <w:t>153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مسجد «مباهله» است،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سال نهم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با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قرار مباهله گذاشتند، مباهله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از شهر واقع شود،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قرار است بر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دروغ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عذاب نازل شود،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مباهله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از شهر انجام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تا به مردم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نرسد، بعدا </w:t>
      </w:r>
      <w:r>
        <w:rPr>
          <w:rFonts w:hint="eastAsia"/>
          <w:rtl/>
          <w:lang w:bidi="fa-IR"/>
        </w:rPr>
        <w:t>مسلمانان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مکان مسجد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ساختند تا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مباهله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باشد.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چرا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وهّاب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نام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 را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داده‌اند؟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خواهند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واقعه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ادها</w:t>
      </w:r>
      <w:r>
        <w:rPr>
          <w:rtl/>
          <w:lang w:bidi="fa-IR"/>
        </w:rPr>
        <w:t xml:space="preserve"> برود؟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آنان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نام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 را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دادند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بدانند که مباهله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مسجد خلاصه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مباهله،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جاو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است، مباهله، سند محکم حقان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است!</w:t>
      </w:r>
    </w:p>
    <w:p w:rsidR="006C534C" w:rsidRDefault="006C534C" w:rsidP="0086039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جهت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کلمات امام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مراجعه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آن حضرت در ده مورد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دفاع از حق خود به واقعه مباهله اشاره کرده است، امام رضا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مأمون عبّاس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گفت،</w:t>
      </w:r>
      <w:r>
        <w:rPr>
          <w:rtl/>
          <w:lang w:bidi="fa-IR"/>
        </w:rPr>
        <w:t xml:space="preserve"> سه بار به واقعه مباهله اشاره کرده است.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مباهله را بهتر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بشناسم،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سفر کنم، به سال نهم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بروم...</w:t>
      </w:r>
      <w:r w:rsidRPr="0086039A">
        <w:rPr>
          <w:rStyle w:val="libFootnotenumChar"/>
          <w:rtl/>
        </w:rPr>
        <w:t>154</w:t>
      </w:r>
      <w:r>
        <w:rPr>
          <w:rtl/>
          <w:lang w:bidi="fa-IR"/>
        </w:rPr>
        <w:t xml:space="preserve"> 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86039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عرب مسلمان شده‌اند، شهر مکّه هم فتح شده است، اکنون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دستور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تا نامه‌ا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منطقه نجران نوشته شود. نجران، منطقه‌ا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 آب و هواست که در جنوب غرب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در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من»</w:t>
      </w:r>
      <w:r>
        <w:rPr>
          <w:rtl/>
          <w:lang w:bidi="fa-IR"/>
        </w:rPr>
        <w:t xml:space="preserve"> واقع شده است. در آنجا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آنان را به اسلام دعوت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دست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بزرگان آنان دور هم جمع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 xml:space="preserve"> تا درباره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نامه با هم مشورت کنند. سرانجام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تا چهل نفر را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بفرستند تا آن‌ها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کنند.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به مسجد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رفتند،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نمودند،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آنان سه روز فرصت داد تا به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بتوانند درباره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کنند و با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آشنا شوند. آنان نشانه‌ها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را در کتاب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خوانده بودند و اگر به ندا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eastAsia"/>
          <w:rtl/>
          <w:lang w:bidi="fa-IR"/>
        </w:rPr>
        <w:t>طرت</w:t>
      </w:r>
      <w:r>
        <w:rPr>
          <w:rtl/>
          <w:lang w:bidi="fa-IR"/>
        </w:rPr>
        <w:t xml:space="preserve"> خود گوش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دادند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توانستند</w:t>
      </w:r>
      <w:r>
        <w:rPr>
          <w:rtl/>
          <w:lang w:bidi="fa-IR"/>
        </w:rPr>
        <w:t xml:space="preserve"> حقّان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دهند.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مدّت آنان در مسجد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ناقوس زدند و به انجام مراسم خود پرداختند. بعد از سه روز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آنان را به حضور طلب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سخن آنان را بشنود. اسقف که بزرگ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بود رو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کرد و گفت: </w:t>
      </w:r>
    </w:p>
    <w:p w:rsidR="006C534C" w:rsidRDefault="006C534C" w:rsidP="0086039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محمّد! موس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بود، نام پدر او چه بود؟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عمران.</w:t>
      </w:r>
    </w:p>
    <w:p w:rsidR="006C534C" w:rsidRDefault="006C534C" w:rsidP="0086039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پدرِ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که بود؟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پدر تو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ــ</w:t>
      </w:r>
      <w:r>
        <w:rPr>
          <w:rtl/>
          <w:lang w:bidi="fa-IR"/>
        </w:rPr>
        <w:t xml:space="preserve"> عبد اللّه.</w:t>
      </w:r>
    </w:p>
    <w:p w:rsidR="006C534C" w:rsidRDefault="006C534C" w:rsidP="0086039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پدر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جواب سکوت کرد.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بود که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نازل شد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59 سوره آل عمران را 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نازل کرد.</w:t>
      </w:r>
    </w:p>
    <w:p w:rsidR="006C534C" w:rsidRDefault="006C534C" w:rsidP="00EC429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رو به اسقف کرد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قرآن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خواند: </w:t>
      </w:r>
      <w:r w:rsidR="0086039A" w:rsidRPr="0086039A">
        <w:rPr>
          <w:rStyle w:val="libAlaemChar"/>
          <w:rFonts w:hint="cs"/>
          <w:rtl/>
        </w:rPr>
        <w:t>(</w:t>
      </w:r>
      <w:r w:rsidRPr="0086039A">
        <w:rPr>
          <w:rStyle w:val="libAieChar"/>
          <w:rtl/>
        </w:rPr>
        <w:t>إِنَّ مَثَلَ عِ</w:t>
      </w:r>
      <w:r w:rsidRPr="0086039A">
        <w:rPr>
          <w:rStyle w:val="libAieChar"/>
          <w:rFonts w:hint="cs"/>
          <w:rtl/>
        </w:rPr>
        <w:t>ی</w:t>
      </w:r>
      <w:r w:rsidRPr="0086039A">
        <w:rPr>
          <w:rStyle w:val="libAieChar"/>
          <w:rFonts w:hint="eastAsia"/>
          <w:rtl/>
        </w:rPr>
        <w:t>سَ</w:t>
      </w:r>
      <w:r w:rsidRPr="0086039A">
        <w:rPr>
          <w:rStyle w:val="libAieChar"/>
          <w:rFonts w:hint="cs"/>
          <w:rtl/>
        </w:rPr>
        <w:t>ی</w:t>
      </w:r>
      <w:r w:rsidRPr="0086039A">
        <w:rPr>
          <w:rStyle w:val="libAieChar"/>
          <w:rtl/>
        </w:rPr>
        <w:t xml:space="preserve"> عِندَ اللّه کَمَثَلِ ءَادَمَ خَلَقَهُ مِن تُرَابٍ...</w:t>
      </w:r>
      <w:r w:rsidR="0086039A" w:rsidRPr="0086039A">
        <w:rPr>
          <w:rStyle w:val="libAlaemChar"/>
          <w:rFonts w:eastAsia="KFGQPC Uthman Taha Naskh" w:hint="cs"/>
          <w:rtl/>
        </w:rPr>
        <w:t>)</w:t>
      </w:r>
      <w:r w:rsidRPr="0086039A">
        <w:rPr>
          <w:rStyle w:val="libAieChar"/>
          <w:rtl/>
        </w:rPr>
        <w:t>: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مانند آدم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 که خدا او را از خاک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>.</w:t>
      </w:r>
    </w:p>
    <w:p w:rsidR="006C534C" w:rsidRDefault="006C534C" w:rsidP="00EC429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خدا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بدون آن‌که پدر داشته باشد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امّا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خداست،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آدم هم بدون پدر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است، آدم 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هر دو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خداوند هستند.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اسقف</w:t>
      </w:r>
      <w:r>
        <w:rPr>
          <w:rtl/>
          <w:lang w:bidi="fa-IR"/>
        </w:rPr>
        <w:t xml:space="preserve"> رو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کرد و گفت: «تو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خاک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است.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هرگز در کتب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امده</w:t>
      </w:r>
      <w:r>
        <w:rPr>
          <w:rtl/>
          <w:lang w:bidi="fa-IR"/>
        </w:rPr>
        <w:t xml:space="preserve"> است».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گفت: «ع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 خداست».</w:t>
      </w:r>
      <w:r w:rsidRPr="00EC4294">
        <w:rPr>
          <w:rStyle w:val="libFootnotenumChar"/>
          <w:rtl/>
        </w:rPr>
        <w:t>155</w:t>
      </w:r>
    </w:p>
    <w:p w:rsidR="006C534C" w:rsidRDefault="006C534C" w:rsidP="00EC429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جواب او سکوت کرد، او منتظر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بود، بعد از 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نازل شد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مباهله رابرا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آورد.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آن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خواند: </w:t>
      </w:r>
      <w:r w:rsidR="00EC4294" w:rsidRPr="00EC4294">
        <w:rPr>
          <w:rStyle w:val="libAlaemChar"/>
          <w:rFonts w:eastAsia="KFGQPC Uthman Taha Naskh" w:hint="cs"/>
          <w:rtl/>
        </w:rPr>
        <w:t>(</w:t>
      </w:r>
      <w:r w:rsidRPr="00EC4294">
        <w:rPr>
          <w:rStyle w:val="libAieChar"/>
          <w:rtl/>
        </w:rPr>
        <w:t>...فَقُلْ تَعَالَوْا نَدْعُ أَبْنَآءَنَا وَأَبْنَآءَکُمْ وَنِسَآءَنَا وَنِسَآءَکُمْ وَأَنفُسَنَا وَأَنفُسَ</w:t>
      </w:r>
      <w:r w:rsidRPr="00EC4294">
        <w:rPr>
          <w:rStyle w:val="libAieChar"/>
          <w:rFonts w:hint="eastAsia"/>
          <w:rtl/>
        </w:rPr>
        <w:t>کُمْ</w:t>
      </w:r>
      <w:r w:rsidRPr="00EC4294">
        <w:rPr>
          <w:rStyle w:val="libAieChar"/>
          <w:rtl/>
        </w:rPr>
        <w:t xml:space="preserve"> ثُمَّ نَبْتَهِلْ فَنَجْعَل لَّعْنَتَ اللّه عَلَ</w:t>
      </w:r>
      <w:r w:rsidRPr="00EC4294">
        <w:rPr>
          <w:rStyle w:val="libAieChar"/>
          <w:rFonts w:hint="cs"/>
          <w:rtl/>
        </w:rPr>
        <w:t>ی</w:t>
      </w:r>
      <w:r w:rsidRPr="00EC4294">
        <w:rPr>
          <w:rStyle w:val="libAieChar"/>
          <w:rtl/>
        </w:rPr>
        <w:t xml:space="preserve"> الْکَـذِبِ</w:t>
      </w:r>
      <w:r w:rsidRPr="00EC4294">
        <w:rPr>
          <w:rStyle w:val="libAieChar"/>
          <w:rFonts w:hint="cs"/>
          <w:rtl/>
        </w:rPr>
        <w:t>ی</w:t>
      </w:r>
      <w:r w:rsidRPr="00EC4294">
        <w:rPr>
          <w:rStyle w:val="libAieChar"/>
          <w:rFonts w:hint="eastAsia"/>
          <w:rtl/>
        </w:rPr>
        <w:t>نَ</w:t>
      </w:r>
      <w:r>
        <w:rPr>
          <w:rtl/>
          <w:lang w:bidi="fa-IR"/>
        </w:rPr>
        <w:t xml:space="preserve"> </w:t>
      </w:r>
      <w:r w:rsidR="00EC4294" w:rsidRPr="00EC4294">
        <w:rPr>
          <w:rStyle w:val="libAlaemChar"/>
          <w:rFonts w:hint="cs"/>
          <w:rtl/>
        </w:rPr>
        <w:t>)</w:t>
      </w:r>
      <w:r w:rsidRPr="00EC4294">
        <w:rPr>
          <w:rStyle w:val="libAlaemChar"/>
          <w:rtl/>
        </w:rPr>
        <w:t>.</w:t>
      </w:r>
      <w:r>
        <w:rPr>
          <w:rtl/>
          <w:lang w:bidi="fa-IR"/>
        </w:rPr>
        <w:t xml:space="preserve"> به آنان بگو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مباهله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ما پسران، زنان و نفْس‌ها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شما هم پسران، زنان و اَنْفس خود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آنگاه مباهله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لعنت خدا بر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در</w:t>
      </w:r>
      <w:r>
        <w:rPr>
          <w:rFonts w:hint="eastAsia"/>
          <w:rtl/>
          <w:lang w:bidi="fa-IR"/>
        </w:rPr>
        <w:t>وغ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اسقف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گفت: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ــ</w:t>
      </w:r>
      <w:r>
        <w:rPr>
          <w:rtl/>
          <w:lang w:bidi="fa-IR"/>
        </w:rPr>
        <w:t xml:space="preserve"> سخن تو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انصاف است. ما با تو مباهله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هر کس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 باطل است، عذاب بر او نازل شود.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محمّد! وعده ما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فردا، صبح زود.</w:t>
      </w:r>
      <w:r w:rsidRPr="00EC4294">
        <w:rPr>
          <w:rStyle w:val="libFootnotenumChar"/>
          <w:rtl/>
        </w:rPr>
        <w:t>156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دور هم جمع شده‌اند و درباره فردا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آنان رو به بق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اگر فردا محمّد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و لشکر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انش</w:t>
      </w:r>
      <w:r>
        <w:rPr>
          <w:rtl/>
          <w:lang w:bidi="fa-IR"/>
        </w:rPr>
        <w:t xml:space="preserve"> آمد،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او بر باطل است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چطور مگر؟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اگر او همه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ارانش</w:t>
      </w:r>
      <w:r>
        <w:rPr>
          <w:rtl/>
          <w:lang w:bidi="fa-IR"/>
        </w:rPr>
        <w:t xml:space="preserve"> را با خود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اورد،</w:t>
      </w:r>
      <w:r>
        <w:rPr>
          <w:rtl/>
          <w:lang w:bidi="fa-IR"/>
        </w:rPr>
        <w:t xml:space="preserve"> در واقع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ما را بترساند و مانند پادشاهان عمل کند، 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با او مباهله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کرد. فقط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صورت ما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او مباهله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در چه صورت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اگر محمّد با خاندان خودش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مباهله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خانواده خود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مباهله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آورد،</w:t>
      </w:r>
      <w:r>
        <w:rPr>
          <w:rtl/>
          <w:lang w:bidi="fa-IR"/>
        </w:rPr>
        <w:t xml:space="preserve"> به حقّان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دارد و او همان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آمدن او وعده داده شده است. 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نفر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 بترس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6C534C" w:rsidRDefault="006C534C" w:rsidP="00EC429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اگر محمد</w:t>
      </w:r>
      <w:r w:rsidR="00EC4294" w:rsidRPr="00EC4294">
        <w:rPr>
          <w:rFonts w:ascii="Traditional Arabic" w:eastAsiaTheme="minorHAnsi" w:hAnsi="Traditional Arabic" w:cs="Traditional Arabic"/>
          <w:rtl/>
        </w:rPr>
        <w:t xml:space="preserve"> </w:t>
      </w:r>
      <w:r w:rsidR="00EC4294" w:rsidRPr="00EC4294">
        <w:rPr>
          <w:rStyle w:val="libAlaemChar"/>
          <w:rFonts w:eastAsiaTheme="minorHAnsi"/>
          <w:rtl/>
        </w:rPr>
        <w:t>صلى‌الله‌عليه‌وآله‌وسلم</w:t>
      </w:r>
      <w:r w:rsidR="00EC4294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باشد، نفر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 اثر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عذاب بر ما نازل خواهد شد.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ــ</w:t>
      </w:r>
      <w:r>
        <w:rPr>
          <w:rtl/>
          <w:lang w:bidi="fa-IR"/>
        </w:rPr>
        <w:t xml:space="preserve"> درست است، ما داستان مباهله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همه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مباهله دست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خدا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مستجاب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دشمن او نابود خواهد شد.</w:t>
      </w:r>
      <w:r w:rsidRPr="00EC4294">
        <w:rPr>
          <w:rStyle w:val="libFootnotenumChar"/>
          <w:rtl/>
        </w:rPr>
        <w:t>157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طلوع آفتاب است، همه منتظر هستند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چه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همراه خود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مباهله خواهد برد، خدا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دستور داده پسران، زنان و نفْس‌ها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مباهله با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ببرد.</w:t>
      </w:r>
    </w:p>
    <w:p w:rsidR="006C534C" w:rsidRDefault="006C534C" w:rsidP="00EC429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نگاه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رود،</w:t>
      </w:r>
      <w:r>
        <w:rPr>
          <w:rtl/>
          <w:lang w:bidi="fa-IR"/>
        </w:rPr>
        <w:t xml:space="preserve"> وارد خانه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بعد از لحظات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در خانه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دست حسن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در دست گرفته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در آغوش خود گرفته است، بعد از آن فاطمه و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پنج تن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وعده‌گاه حرکت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مردم</w:t>
      </w:r>
      <w:r>
        <w:rPr>
          <w:rtl/>
          <w:lang w:bidi="fa-IR"/>
        </w:rPr>
        <w:t xml:space="preserve"> هم همراه آنان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آنجا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با عبا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خود،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6C534C" w:rsidRDefault="006C534C" w:rsidP="00EC429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آنجا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ه‌بان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حسن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طرف راست خود،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سمت چپ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نشاند،</w:t>
      </w:r>
      <w:r>
        <w:rPr>
          <w:rtl/>
          <w:lang w:bidi="fa-IR"/>
        </w:rPr>
        <w:t xml:space="preserve"> از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جلو او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هم پشت سر پدر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اکنون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تطه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</w:t>
      </w:r>
      <w:r>
        <w:rPr>
          <w:rtl/>
          <w:lang w:bidi="fa-IR"/>
        </w:rPr>
        <w:t>.</w:t>
      </w:r>
      <w:r w:rsidRPr="00EC4294">
        <w:rPr>
          <w:rStyle w:val="libFootnotenumChar"/>
          <w:rtl/>
        </w:rPr>
        <w:t>158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تطه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کدام است؟ </w:t>
      </w:r>
    </w:p>
    <w:p w:rsidR="006C534C" w:rsidRDefault="006C534C" w:rsidP="00EC429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تطه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است: </w:t>
      </w:r>
      <w:r w:rsidR="00EC4294" w:rsidRPr="00EC4294">
        <w:rPr>
          <w:rStyle w:val="libAlaemChar"/>
          <w:rFonts w:hint="cs"/>
          <w:rtl/>
        </w:rPr>
        <w:t>(</w:t>
      </w:r>
      <w:r w:rsidRPr="00EC4294">
        <w:rPr>
          <w:rStyle w:val="libAieChar"/>
          <w:rtl/>
        </w:rPr>
        <w:t xml:space="preserve">إِنّمَا </w:t>
      </w:r>
      <w:r w:rsidRPr="00EC4294">
        <w:rPr>
          <w:rStyle w:val="libAieChar"/>
          <w:rFonts w:hint="cs"/>
          <w:rtl/>
        </w:rPr>
        <w:t>یُ</w:t>
      </w:r>
      <w:r w:rsidRPr="00EC4294">
        <w:rPr>
          <w:rStyle w:val="libAieChar"/>
          <w:rFonts w:hint="eastAsia"/>
          <w:rtl/>
        </w:rPr>
        <w:t>رِ</w:t>
      </w:r>
      <w:r w:rsidRPr="00EC4294">
        <w:rPr>
          <w:rStyle w:val="libAieChar"/>
          <w:rFonts w:hint="cs"/>
          <w:rtl/>
        </w:rPr>
        <w:t>ی</w:t>
      </w:r>
      <w:r w:rsidRPr="00EC4294">
        <w:rPr>
          <w:rStyle w:val="libAieChar"/>
          <w:rFonts w:hint="eastAsia"/>
          <w:rtl/>
        </w:rPr>
        <w:t>دُ</w:t>
      </w:r>
      <w:r w:rsidRPr="00EC4294">
        <w:rPr>
          <w:rStyle w:val="libAieChar"/>
          <w:rtl/>
        </w:rPr>
        <w:t xml:space="preserve"> اللّه لِ</w:t>
      </w:r>
      <w:r w:rsidRPr="00EC4294">
        <w:rPr>
          <w:rStyle w:val="libAieChar"/>
          <w:rFonts w:hint="cs"/>
          <w:rtl/>
        </w:rPr>
        <w:t>یُ</w:t>
      </w:r>
      <w:r w:rsidRPr="00EC4294">
        <w:rPr>
          <w:rStyle w:val="libAieChar"/>
          <w:rFonts w:hint="eastAsia"/>
          <w:rtl/>
        </w:rPr>
        <w:t>ذْهِبَ</w:t>
      </w:r>
      <w:r w:rsidRPr="00EC4294">
        <w:rPr>
          <w:rStyle w:val="libAieChar"/>
          <w:rtl/>
        </w:rPr>
        <w:t xml:space="preserve"> عَنکُمُ الرِّجْسَ أَهْلَ الْبَ</w:t>
      </w:r>
      <w:r w:rsidRPr="00EC4294">
        <w:rPr>
          <w:rStyle w:val="libAieChar"/>
          <w:rFonts w:hint="cs"/>
          <w:rtl/>
        </w:rPr>
        <w:t>یْ</w:t>
      </w:r>
      <w:r w:rsidRPr="00EC4294">
        <w:rPr>
          <w:rStyle w:val="libAieChar"/>
          <w:rFonts w:hint="eastAsia"/>
          <w:rtl/>
        </w:rPr>
        <w:t>تِ</w:t>
      </w:r>
      <w:r w:rsidRPr="00EC4294">
        <w:rPr>
          <w:rStyle w:val="libAieChar"/>
          <w:rtl/>
        </w:rPr>
        <w:t xml:space="preserve"> وَ </w:t>
      </w:r>
      <w:r w:rsidRPr="00EC4294">
        <w:rPr>
          <w:rStyle w:val="libAieChar"/>
          <w:rFonts w:hint="cs"/>
          <w:rtl/>
        </w:rPr>
        <w:t>یُ</w:t>
      </w:r>
      <w:r w:rsidRPr="00EC4294">
        <w:rPr>
          <w:rStyle w:val="libAieChar"/>
          <w:rFonts w:hint="eastAsia"/>
          <w:rtl/>
        </w:rPr>
        <w:t>طَهِّرَکُمْ</w:t>
      </w:r>
      <w:r w:rsidRPr="00EC4294">
        <w:rPr>
          <w:rStyle w:val="libAieChar"/>
          <w:rtl/>
        </w:rPr>
        <w:t xml:space="preserve"> تَطْهِ</w:t>
      </w:r>
      <w:r w:rsidRPr="00EC4294">
        <w:rPr>
          <w:rStyle w:val="libAieChar"/>
          <w:rFonts w:hint="cs"/>
          <w:rtl/>
        </w:rPr>
        <w:t>ی</w:t>
      </w:r>
      <w:r w:rsidRPr="00EC4294">
        <w:rPr>
          <w:rStyle w:val="libAieChar"/>
          <w:rFonts w:hint="eastAsia"/>
          <w:rtl/>
        </w:rPr>
        <w:t>رًا</w:t>
      </w:r>
      <w:r w:rsidR="00EC4294" w:rsidRPr="00EC4294">
        <w:rPr>
          <w:rStyle w:val="libAlaemChar"/>
          <w:rFonts w:eastAsia="KFGQPC Uthman Taha Naskh" w:hint="cs"/>
          <w:rtl/>
        </w:rPr>
        <w:t>)</w:t>
      </w:r>
      <w:r w:rsidRPr="00EC4294">
        <w:rPr>
          <w:rStyle w:val="libAieChar"/>
          <w:rtl/>
        </w:rPr>
        <w:t xml:space="preserve"> </w:t>
      </w:r>
      <w:r>
        <w:rPr>
          <w:rtl/>
          <w:lang w:bidi="fa-IR"/>
        </w:rPr>
        <w:t>: خداوند اراده کرده که خاندان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از هر پل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پاک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آنان را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گرداند ».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دوست</w:t>
      </w:r>
      <w:r>
        <w:rPr>
          <w:rtl/>
          <w:lang w:bidi="fa-IR"/>
        </w:rPr>
        <w:t xml:space="preserve"> خوبم! من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درباره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سخن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صبر کن تا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مباهله را تمام کنم، سپس درباره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تطه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خواهم کرد.</w:t>
      </w:r>
    </w:p>
    <w:p w:rsidR="006C534C" w:rsidRDefault="006C534C" w:rsidP="00EC429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سپس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رو به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فاطمه،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زانم</w:t>
      </w:r>
      <w:r>
        <w:rPr>
          <w:rtl/>
          <w:lang w:bidi="fa-IR"/>
        </w:rPr>
        <w:t>! هر وقت من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کردم، شما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>.</w:t>
      </w:r>
      <w:r w:rsidRPr="00EC4294">
        <w:rPr>
          <w:rStyle w:val="libFootnotenumChar"/>
          <w:rtl/>
        </w:rPr>
        <w:t>159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دو دست خود را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برد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انگشتان دست خود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گره زده است.</w:t>
      </w:r>
      <w:r w:rsidRPr="00EC4294">
        <w:rPr>
          <w:rStyle w:val="libFootnotenumChar"/>
          <w:rtl/>
        </w:rPr>
        <w:t>160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آماده است تا مراسم مباهله را آغاز کند.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همه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آمده‌اند، آن‌ها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منظره را نگاه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بزرگان آنها جلو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: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چه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همراه خود به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مباهله آورده‌ا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امروز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بندگان خدا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آورده‌ام، خدا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را به اندازه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دوست ندارد.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محمّد! چرا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خود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چرا لشکر خود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چرا زن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مرد و دو بچّه را آورده‌ا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خدا به من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 داده است. من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چهار نفر با شما مباهله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اهل و خاندان من هستند.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همه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فهمند</w:t>
      </w:r>
      <w:r>
        <w:rPr>
          <w:rtl/>
          <w:lang w:bidi="fa-IR"/>
        </w:rPr>
        <w:t xml:space="preserve"> که اهل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چه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هستند.</w:t>
      </w:r>
      <w:r w:rsidRPr="00EC4294">
        <w:rPr>
          <w:rStyle w:val="libFootnotenumChar"/>
          <w:rtl/>
        </w:rPr>
        <w:t>161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رنگ</w:t>
      </w:r>
      <w:r>
        <w:rPr>
          <w:rtl/>
          <w:lang w:bidi="fa-IR"/>
        </w:rPr>
        <w:t xml:space="preserve"> از چهره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«به خدا قسم اگر امروز محمّد بر ما نفر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کند، همه ما نابود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شد».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آنان</w:t>
      </w:r>
      <w:r>
        <w:rPr>
          <w:rtl/>
          <w:lang w:bidi="fa-IR"/>
        </w:rPr>
        <w:t xml:space="preserve"> نزد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محمد! ما از مباهله کردن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شده‌ا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 تو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صلح ببند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سخن آنان را قبول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بر 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مان‌نامه</w:t>
      </w:r>
      <w:r>
        <w:rPr>
          <w:rtl/>
          <w:lang w:bidi="fa-IR"/>
        </w:rPr>
        <w:t xml:space="preserve"> صلح نوشته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آنان بر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بمانند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حکومت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خود را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سال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دو هزار حُلّه (که نوع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پارچه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است) پرداخت کنند.</w:t>
      </w:r>
      <w:r w:rsidRPr="00EC4294">
        <w:rPr>
          <w:rStyle w:val="libFootnotenumChar"/>
          <w:rtl/>
        </w:rPr>
        <w:t>162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رود،</w:t>
      </w:r>
      <w:r>
        <w:rPr>
          <w:rtl/>
          <w:lang w:bidi="fa-IR"/>
        </w:rPr>
        <w:t xml:space="preserve"> وارد مسجد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بر او نازل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به او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محمّد! خدا به تو سلام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رساند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 خواست تا بر قارون عذاب نازل کنم و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کردم، به عزّت و جلالم سوگند، اگر امروز با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فاطمه،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عذاب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آنان نازل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کردم»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دستان خود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سه مرتبه شکر خدا را به جا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آورد</w:t>
      </w:r>
      <w:r>
        <w:rPr>
          <w:rtl/>
          <w:lang w:bidi="fa-IR"/>
        </w:rPr>
        <w:t xml:space="preserve"> و سپس به سجده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>.</w:t>
      </w:r>
      <w:r w:rsidRPr="00EC4294">
        <w:rPr>
          <w:rStyle w:val="libFootnotenumChar"/>
          <w:rtl/>
        </w:rPr>
        <w:t>163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مباهله، مانند آفتاب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روز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چهارم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 xml:space="preserve"> طلوع کرد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روشن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بخش</w:t>
      </w:r>
      <w:r>
        <w:rPr>
          <w:rtl/>
          <w:lang w:bidi="fa-IR"/>
        </w:rPr>
        <w:t xml:space="preserve"> حقّ و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است.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درست</w:t>
      </w:r>
      <w:r>
        <w:rPr>
          <w:rtl/>
          <w:lang w:bidi="fa-IR"/>
        </w:rPr>
        <w:t xml:space="preserve"> است که آن‌روز مباهله‌ا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نشد، امّا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اعتقاد بلند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tl/>
          <w:lang w:bidi="fa-IR"/>
        </w:rPr>
        <w:t xml:space="preserve"> ماند که صاحبان آن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بودند.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ترجمه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مباهله را با هم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«به آنان بگو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مباهله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ما پسران، زنان و نفْس‌ها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شما هم پسران و زنان و نفْس‌ها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آنگاه مباهله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لعنت خدا بر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دروغ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خواست تا سه گروه را همراه خود ببرد: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اول</w:t>
      </w:r>
      <w:r>
        <w:rPr>
          <w:rtl/>
          <w:lang w:bidi="fa-IR"/>
        </w:rPr>
        <w:t>: گروه پسران.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دوم</w:t>
      </w:r>
      <w:r>
        <w:rPr>
          <w:rtl/>
          <w:lang w:bidi="fa-IR"/>
        </w:rPr>
        <w:t xml:space="preserve">: گروه زنان.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سوم</w:t>
      </w:r>
      <w:r>
        <w:rPr>
          <w:rtl/>
          <w:lang w:bidi="fa-IR"/>
        </w:rPr>
        <w:t xml:space="preserve">: گروه اَنْفُس (نفْس‌ها) </w:t>
      </w:r>
    </w:p>
    <w:p w:rsidR="006C534C" w:rsidRDefault="006C534C" w:rsidP="00EC429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قطع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آن‌روز فقط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فاطمه،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مباهله برد. در کتب اهل‌سنّت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بارها و بارها ذکر شده است و آن‌ها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توانند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را انکار کنند.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مباهله را انجام دهد،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تا با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سخن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آنان را به مباهله دعوت کند،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آنان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مباهله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هر کدام از 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سه گروه را همراه خود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مباهله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معلوم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جزء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سه گروه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خود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قرار است مباهله را انجام دهد،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«پسران»، «زنان» و «نفوس» را همراه خود به مباهله ببرد، پس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سه گروه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باشند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3 گروه تطب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: </w:t>
      </w:r>
    </w:p>
    <w:p w:rsidR="006C534C" w:rsidRDefault="00EC4294" w:rsidP="00EC429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r w:rsidR="006C534C">
        <w:rPr>
          <w:rtl/>
          <w:lang w:bidi="fa-IR"/>
        </w:rPr>
        <w:lastRenderedPageBreak/>
        <w:t xml:space="preserve"> </w:t>
      </w:r>
      <w:bookmarkStart w:id="11" w:name="_Toc530640968"/>
      <w:r w:rsidR="006C534C">
        <w:rPr>
          <w:rtl/>
          <w:lang w:bidi="fa-IR"/>
        </w:rPr>
        <w:t>اول: گروه پسران:</w:t>
      </w:r>
      <w:bookmarkEnd w:id="11"/>
      <w:r w:rsidR="006C534C">
        <w:rPr>
          <w:rtl/>
          <w:lang w:bidi="fa-IR"/>
        </w:rPr>
        <w:t xml:space="preserve"> </w:t>
      </w:r>
    </w:p>
    <w:p w:rsidR="006C534C" w:rsidRDefault="006C534C" w:rsidP="00EC429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امبر،</w:t>
      </w:r>
      <w:r>
        <w:rPr>
          <w:rtl/>
          <w:lang w:bidi="fa-IR"/>
        </w:rPr>
        <w:t xml:space="preserve">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همراه خود برد. پس معلوم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پسران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هستند.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ما عادت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پسران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قرآن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: «السَّلاَمُ عَلَ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کَ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ابنَ</w:t>
      </w:r>
      <w:r>
        <w:rPr>
          <w:rtl/>
          <w:lang w:bidi="fa-IR"/>
        </w:rPr>
        <w:t xml:space="preserve"> رَسُولِ اللّه‌ِ: سل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بر تو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 رسول خدا»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سخن تو،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مفهوم قرآن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قرآن آن را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6C534C" w:rsidRDefault="006C534C" w:rsidP="00EC4294">
      <w:pPr>
        <w:pStyle w:val="Heading1"/>
        <w:rPr>
          <w:rtl/>
          <w:lang w:bidi="fa-IR"/>
        </w:rPr>
      </w:pPr>
      <w:bookmarkStart w:id="12" w:name="_Toc530640969"/>
      <w:r>
        <w:rPr>
          <w:rtl/>
          <w:lang w:bidi="fa-IR"/>
        </w:rPr>
        <w:t>دوم: گروه زنان:</w:t>
      </w:r>
      <w:bookmarkEnd w:id="12"/>
    </w:p>
    <w:p w:rsidR="006C534C" w:rsidRDefault="006C534C" w:rsidP="00EC429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گروه زنان، فقط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را همراه خود برد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نشانه برتر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مقام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نسبت به همه زنان است.</w:t>
      </w:r>
    </w:p>
    <w:p w:rsidR="006C534C" w:rsidRDefault="006C534C" w:rsidP="00EC4294">
      <w:pPr>
        <w:pStyle w:val="Heading1"/>
        <w:rPr>
          <w:rtl/>
          <w:lang w:bidi="fa-IR"/>
        </w:rPr>
      </w:pPr>
      <w:bookmarkStart w:id="13" w:name="_Toc530640970"/>
      <w:r>
        <w:rPr>
          <w:rtl/>
          <w:lang w:bidi="fa-IR"/>
        </w:rPr>
        <w:t>سوم: گروه اَنْفُس (نفْس‌ها)</w:t>
      </w:r>
      <w:bookmarkEnd w:id="13"/>
      <w:r>
        <w:rPr>
          <w:rtl/>
          <w:lang w:bidi="fa-IR"/>
        </w:rPr>
        <w:t xml:space="preserve">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قسمت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قسمت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است: </w:t>
      </w:r>
      <w:r w:rsidR="00EC4294" w:rsidRPr="00EC4294">
        <w:rPr>
          <w:rStyle w:val="libAlaemChar"/>
          <w:rFonts w:hint="cs"/>
          <w:rtl/>
        </w:rPr>
        <w:t>(</w:t>
      </w:r>
      <w:r w:rsidRPr="00EC4294">
        <w:rPr>
          <w:rStyle w:val="libAieChar"/>
          <w:rtl/>
        </w:rPr>
        <w:t>أَنفُسَنَا وَأَنفُسَکُمْ</w:t>
      </w:r>
      <w:r>
        <w:rPr>
          <w:rtl/>
          <w:lang w:bidi="fa-IR"/>
        </w:rPr>
        <w:t xml:space="preserve"> </w:t>
      </w:r>
      <w:r w:rsidR="00EC4294" w:rsidRPr="00EC4294">
        <w:rPr>
          <w:rStyle w:val="libAlaemChar"/>
          <w:rFonts w:hint="cs"/>
          <w:rtl/>
        </w:rPr>
        <w:t>)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قسمت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مقدّمه‌ا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ذکر کنم: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نگاه به آسمان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: «آن ماه است»، منظور تو مشخّص است، تو ماه آسمان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به آن اشاره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امّا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اشاره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: «او ماه است»،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تو از «مجاز» استفاده کرده‌ا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کلمه «ماه» را در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به کار برده‌ا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آن شخص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واژه «ماه» استفاده کرده‌ا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که جان و روح خود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مباهله ببرد،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مجاز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خدا استفاده کرده است.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زبان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«روح 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جان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معلوم</w:t>
      </w:r>
      <w:r>
        <w:rPr>
          <w:rtl/>
          <w:lang w:bidi="fa-IR"/>
        </w:rPr>
        <w:t xml:space="preserve"> است که کلمه «روح»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مجاز است. در واقع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ما آن فرد را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است.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تا «نفْس خود»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مباهله ببرد. اگر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کلمه «نفْس» را به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ترجمه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واژه «روح و جان» را استفاده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</w:p>
    <w:p w:rsidR="006C534C" w:rsidRDefault="006C534C" w:rsidP="00035E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مانند روح و جان خودش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دانست؟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دوست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داشت</w:t>
      </w:r>
      <w:r>
        <w:rPr>
          <w:rtl/>
          <w:lang w:bidi="fa-IR"/>
        </w:rPr>
        <w:t xml:space="preserve"> و او را همچون جان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دانست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طائف فرستاد به مردم آنجا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نوشت: «من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مانند نفْس و جان من است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فرستم»</w:t>
      </w:r>
      <w:r>
        <w:rPr>
          <w:rtl/>
          <w:lang w:bidi="fa-IR"/>
        </w:rPr>
        <w:t>.</w:t>
      </w:r>
      <w:r w:rsidRPr="00035E5C">
        <w:rPr>
          <w:rStyle w:val="libFootnotenumChar"/>
          <w:rtl/>
        </w:rPr>
        <w:t>164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مباهله ثابت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که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همچون روح و جان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است.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035E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هنوز در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هستم،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افتم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 و مردم با ابوبکر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کردند، ابوبکر دستور داد تا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به مسجد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اورند</w:t>
      </w:r>
      <w:r>
        <w:rPr>
          <w:rtl/>
          <w:lang w:bidi="fa-IR"/>
        </w:rPr>
        <w:t>. آن‌روز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حفظ اسلام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صبر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کرد،</w:t>
      </w:r>
      <w:r>
        <w:rPr>
          <w:rtl/>
          <w:lang w:bidi="fa-IR"/>
        </w:rPr>
        <w:t xml:space="preserve"> حکومت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آمده بود، عطش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داشت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حفظ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ظلم‌ها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عدّه‌ا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اطراف ابوبکر با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بودند ، عُمَربن‌خطّاب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خود را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گرفته بود .</w:t>
      </w:r>
      <w:r w:rsidRPr="00035E5C">
        <w:rPr>
          <w:rStyle w:val="libFootnotenumChar"/>
          <w:rtl/>
        </w:rPr>
        <w:t>165</w:t>
      </w:r>
    </w:p>
    <w:p w:rsidR="006C534C" w:rsidRDefault="006C534C" w:rsidP="00035E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عُمَر</w:t>
      </w:r>
      <w:r>
        <w:rPr>
          <w:rtl/>
          <w:lang w:bidi="fa-IR"/>
        </w:rPr>
        <w:t xml:space="preserve"> رو به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کرد و گفت: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! با ابوبکر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کن که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نکن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گردنت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زنم،</w:t>
      </w:r>
      <w:r>
        <w:rPr>
          <w:rtl/>
          <w:lang w:bidi="fa-IR"/>
        </w:rPr>
        <w:t xml:space="preserve"> تو چاره‌ا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.</w:t>
      </w:r>
      <w:r w:rsidRPr="00035E5C">
        <w:rPr>
          <w:rStyle w:val="libFootnotenumChar"/>
          <w:rtl/>
        </w:rPr>
        <w:t>166</w:t>
      </w:r>
    </w:p>
    <w:p w:rsidR="006C534C" w:rsidRDefault="006C534C" w:rsidP="00035E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جواب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ابوبکر ، من با تو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تو مردم را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عتِ</w:t>
      </w:r>
      <w:r>
        <w:rPr>
          <w:rtl/>
          <w:lang w:bidi="fa-IR"/>
        </w:rPr>
        <w:t xml:space="preserve"> خود فرا خوانده‌ا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اکنون ، من هم به همان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تو را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با خود فرا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خوانم</w:t>
      </w:r>
      <w:r>
        <w:rPr>
          <w:rtl/>
          <w:lang w:bidi="fa-IR"/>
        </w:rPr>
        <w:t xml:space="preserve"> ! تو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همه شما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ک‌ترم»</w:t>
      </w:r>
      <w:r>
        <w:rPr>
          <w:rtl/>
          <w:lang w:bidi="fa-IR"/>
        </w:rPr>
        <w:t>.</w:t>
      </w:r>
      <w:r w:rsidRPr="00035E5C">
        <w:rPr>
          <w:rStyle w:val="libFootnotenumChar"/>
          <w:rtl/>
        </w:rPr>
        <w:t>167</w:t>
      </w:r>
    </w:p>
    <w:p w:rsidR="006C534C" w:rsidRDefault="006C534C" w:rsidP="00035E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ابوبکر</w:t>
      </w:r>
      <w:r>
        <w:rPr>
          <w:rtl/>
          <w:lang w:bidi="fa-IR"/>
        </w:rPr>
        <w:t xml:space="preserve"> به فکر فرو رفت، او جواب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نداشت، اگر قرار است مقام خلافت به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باشد که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از همه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ک‌تر</w:t>
      </w:r>
      <w:r>
        <w:rPr>
          <w:rtl/>
          <w:lang w:bidi="fa-IR"/>
        </w:rPr>
        <w:t xml:space="preserve"> است ، او پسر عمو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است و تنها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 او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برادر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بسته است .</w:t>
      </w:r>
    </w:p>
    <w:p w:rsidR="006C534C" w:rsidRDefault="006C534C" w:rsidP="00035E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 که سکوت مسجد را شکسته است: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ابوبکر! تو را به خدا قسم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دهم</w:t>
      </w:r>
      <w:r>
        <w:rPr>
          <w:rtl/>
          <w:lang w:bidi="fa-IR"/>
        </w:rPr>
        <w:t xml:space="preserve"> که راست سخن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بگو بدانم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مباهله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رفت،</w:t>
      </w:r>
      <w:r>
        <w:rPr>
          <w:rtl/>
          <w:lang w:bidi="fa-IR"/>
        </w:rPr>
        <w:t xml:space="preserve">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همراه خود برد؟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مرا و همسر و پسرانم را همراه خود برد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تو و همسر و پسرانت را؟».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ابوبکر</w:t>
      </w:r>
      <w:r>
        <w:rPr>
          <w:rtl/>
          <w:lang w:bidi="fa-IR"/>
        </w:rPr>
        <w:t xml:space="preserve"> چاره نداشت جز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راست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او در جواب گفت: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آن‌روز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تو و همسر و پسرانت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مباهله برد».</w:t>
      </w:r>
      <w:r w:rsidRPr="00035E5C">
        <w:rPr>
          <w:rStyle w:val="libFootnotenumChar"/>
          <w:rtl/>
        </w:rPr>
        <w:t>168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مردم به فکر فرو رفتند، آن‌ها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آوردند که به حکم قرآن،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همانند جان و روح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است.</w:t>
      </w:r>
    </w:p>
    <w:p w:rsidR="006C534C" w:rsidRDefault="006C534C" w:rsidP="00035E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درست</w:t>
      </w:r>
      <w:r>
        <w:rPr>
          <w:rtl/>
          <w:lang w:bidi="fa-IR"/>
        </w:rPr>
        <w:t xml:space="preserve"> است که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سمان</w:t>
      </w:r>
      <w:r>
        <w:rPr>
          <w:rtl/>
          <w:lang w:bidi="fa-IR"/>
        </w:rPr>
        <w:t xml:space="preserve"> به دست‌ها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بسته بودند و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او نگه داشته بودند، امّا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از حقّ خود دفاع کرد. </w:t>
      </w:r>
    </w:p>
    <w:p w:rsidR="006C534C" w:rsidRDefault="006C534C" w:rsidP="00035E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بزرگ خود را به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داد،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بود که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هرگز آن را فراموش نخواهد کرد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حقّان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را ثابت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.</w:t>
      </w:r>
    </w:p>
    <w:p w:rsidR="006C534C" w:rsidRDefault="006C534C" w:rsidP="00035E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روز مباهله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فاطمه،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در کنار هم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تطه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خواند.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نوبت آن است تا درباره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تطه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سخن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6C534C" w:rsidRDefault="006C534C" w:rsidP="00035E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هستم،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نشانه‌ا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کنم؟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ده‌ام</w:t>
      </w:r>
      <w:r>
        <w:rPr>
          <w:rtl/>
          <w:lang w:bidi="fa-IR"/>
        </w:rPr>
        <w:t xml:space="preserve"> خانه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داخل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است، چقدر خوب بود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توانستم</w:t>
      </w:r>
      <w:r>
        <w:rPr>
          <w:rtl/>
          <w:lang w:bidi="fa-IR"/>
        </w:rPr>
        <w:t xml:space="preserve"> محدوده آن خانه را بشناسم. </w:t>
      </w:r>
    </w:p>
    <w:p w:rsidR="006C534C" w:rsidRDefault="00035E5C" w:rsidP="006C534C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سوال</w:t>
      </w:r>
      <w:r w:rsidR="006C534C">
        <w:rPr>
          <w:rtl/>
          <w:lang w:bidi="fa-IR"/>
        </w:rPr>
        <w:t xml:space="preserve"> م</w:t>
      </w:r>
      <w:r w:rsidR="006C534C">
        <w:rPr>
          <w:rFonts w:hint="cs"/>
          <w:rtl/>
          <w:lang w:bidi="fa-IR"/>
        </w:rPr>
        <w:t>ی‌</w:t>
      </w:r>
      <w:r w:rsidR="006C534C">
        <w:rPr>
          <w:rFonts w:hint="eastAsia"/>
          <w:rtl/>
          <w:lang w:bidi="fa-IR"/>
        </w:rPr>
        <w:t>کنم،</w:t>
      </w:r>
      <w:r w:rsidR="006C534C">
        <w:rPr>
          <w:rtl/>
          <w:lang w:bidi="fa-IR"/>
        </w:rPr>
        <w:t xml:space="preserve"> از گمشده خو</w:t>
      </w:r>
      <w:r w:rsidR="006C534C">
        <w:rPr>
          <w:rFonts w:hint="cs"/>
          <w:rtl/>
          <w:lang w:bidi="fa-IR"/>
        </w:rPr>
        <w:t>ی</w:t>
      </w:r>
      <w:r w:rsidR="006C534C">
        <w:rPr>
          <w:rFonts w:hint="eastAsia"/>
          <w:rtl/>
          <w:lang w:bidi="fa-IR"/>
        </w:rPr>
        <w:t>ش</w:t>
      </w:r>
      <w:r w:rsidR="006C534C">
        <w:rPr>
          <w:rtl/>
          <w:lang w:bidi="fa-IR"/>
        </w:rPr>
        <w:t xml:space="preserve"> م</w:t>
      </w:r>
      <w:r w:rsidR="006C534C">
        <w:rPr>
          <w:rFonts w:hint="cs"/>
          <w:rtl/>
          <w:lang w:bidi="fa-IR"/>
        </w:rPr>
        <w:t>ی‌</w:t>
      </w:r>
      <w:r w:rsidR="006C534C">
        <w:rPr>
          <w:rFonts w:hint="eastAsia"/>
          <w:rtl/>
          <w:lang w:bidi="fa-IR"/>
        </w:rPr>
        <w:t>پرسم،</w:t>
      </w:r>
      <w:r w:rsidR="006C534C">
        <w:rPr>
          <w:rtl/>
          <w:lang w:bidi="fa-IR"/>
        </w:rPr>
        <w:t xml:space="preserve"> به من م</w:t>
      </w:r>
      <w:r w:rsidR="006C534C">
        <w:rPr>
          <w:rFonts w:hint="cs"/>
          <w:rtl/>
          <w:lang w:bidi="fa-IR"/>
        </w:rPr>
        <w:t>ی‌</w:t>
      </w:r>
      <w:r w:rsidR="006C534C">
        <w:rPr>
          <w:rFonts w:hint="eastAsia"/>
          <w:rtl/>
          <w:lang w:bidi="fa-IR"/>
        </w:rPr>
        <w:t>گو</w:t>
      </w:r>
      <w:r w:rsidR="006C534C">
        <w:rPr>
          <w:rFonts w:hint="cs"/>
          <w:rtl/>
          <w:lang w:bidi="fa-IR"/>
        </w:rPr>
        <w:t>ی</w:t>
      </w:r>
      <w:r w:rsidR="006C534C">
        <w:rPr>
          <w:rFonts w:hint="eastAsia"/>
          <w:rtl/>
          <w:lang w:bidi="fa-IR"/>
        </w:rPr>
        <w:t>ند</w:t>
      </w:r>
      <w:r w:rsidR="006C534C">
        <w:rPr>
          <w:rtl/>
          <w:lang w:bidi="fa-IR"/>
        </w:rPr>
        <w:t xml:space="preserve"> که اگر از «درِ جبرئ</w:t>
      </w:r>
      <w:r w:rsidR="006C534C">
        <w:rPr>
          <w:rFonts w:hint="cs"/>
          <w:rtl/>
          <w:lang w:bidi="fa-IR"/>
        </w:rPr>
        <w:t>ی</w:t>
      </w:r>
      <w:r w:rsidR="006C534C">
        <w:rPr>
          <w:rFonts w:hint="eastAsia"/>
          <w:rtl/>
          <w:lang w:bidi="fa-IR"/>
        </w:rPr>
        <w:t>ل»</w:t>
      </w:r>
      <w:r w:rsidR="006C534C">
        <w:rPr>
          <w:rtl/>
          <w:lang w:bidi="fa-IR"/>
        </w:rPr>
        <w:t xml:space="preserve"> وارد مسجد پ</w:t>
      </w:r>
      <w:r w:rsidR="006C534C">
        <w:rPr>
          <w:rFonts w:hint="cs"/>
          <w:rtl/>
          <w:lang w:bidi="fa-IR"/>
        </w:rPr>
        <w:t>ی</w:t>
      </w:r>
      <w:r w:rsidR="006C534C">
        <w:rPr>
          <w:rFonts w:hint="eastAsia"/>
          <w:rtl/>
          <w:lang w:bidi="fa-IR"/>
        </w:rPr>
        <w:t>امبر</w:t>
      </w:r>
      <w:r w:rsidR="006C534C">
        <w:rPr>
          <w:rtl/>
          <w:lang w:bidi="fa-IR"/>
        </w:rPr>
        <w:t xml:space="preserve"> شوم، م</w:t>
      </w:r>
      <w:r w:rsidR="006C534C">
        <w:rPr>
          <w:rFonts w:hint="cs"/>
          <w:rtl/>
          <w:lang w:bidi="fa-IR"/>
        </w:rPr>
        <w:t>ی‌</w:t>
      </w:r>
      <w:r w:rsidR="006C534C">
        <w:rPr>
          <w:rFonts w:hint="eastAsia"/>
          <w:rtl/>
          <w:lang w:bidi="fa-IR"/>
        </w:rPr>
        <w:t>توانم</w:t>
      </w:r>
      <w:r w:rsidR="006C534C">
        <w:rPr>
          <w:rtl/>
          <w:lang w:bidi="fa-IR"/>
        </w:rPr>
        <w:t xml:space="preserve"> درِ ضر</w:t>
      </w:r>
      <w:r w:rsidR="006C534C">
        <w:rPr>
          <w:rFonts w:hint="cs"/>
          <w:rtl/>
          <w:lang w:bidi="fa-IR"/>
        </w:rPr>
        <w:t>ی</w:t>
      </w:r>
      <w:r w:rsidR="006C534C">
        <w:rPr>
          <w:rFonts w:hint="eastAsia"/>
          <w:rtl/>
          <w:lang w:bidi="fa-IR"/>
        </w:rPr>
        <w:t>ح</w:t>
      </w:r>
      <w:r w:rsidR="006C534C">
        <w:rPr>
          <w:rtl/>
          <w:lang w:bidi="fa-IR"/>
        </w:rPr>
        <w:t xml:space="preserve"> پ</w:t>
      </w:r>
      <w:r w:rsidR="006C534C">
        <w:rPr>
          <w:rFonts w:hint="cs"/>
          <w:rtl/>
          <w:lang w:bidi="fa-IR"/>
        </w:rPr>
        <w:t>ی</w:t>
      </w:r>
      <w:r w:rsidR="006C534C">
        <w:rPr>
          <w:rFonts w:hint="eastAsia"/>
          <w:rtl/>
          <w:lang w:bidi="fa-IR"/>
        </w:rPr>
        <w:t>امبر</w:t>
      </w:r>
      <w:r w:rsidR="006C534C">
        <w:rPr>
          <w:rtl/>
          <w:lang w:bidi="fa-IR"/>
        </w:rPr>
        <w:t xml:space="preserve"> را بب</w:t>
      </w:r>
      <w:r w:rsidR="006C534C">
        <w:rPr>
          <w:rFonts w:hint="cs"/>
          <w:rtl/>
          <w:lang w:bidi="fa-IR"/>
        </w:rPr>
        <w:t>ی</w:t>
      </w:r>
      <w:r w:rsidR="006C534C">
        <w:rPr>
          <w:rFonts w:hint="eastAsia"/>
          <w:rtl/>
          <w:lang w:bidi="fa-IR"/>
        </w:rPr>
        <w:t>نم</w:t>
      </w:r>
      <w:r w:rsidR="006C534C">
        <w:rPr>
          <w:rtl/>
          <w:lang w:bidi="fa-IR"/>
        </w:rPr>
        <w:t>. در</w:t>
      </w:r>
      <w:r w:rsidR="006C534C">
        <w:rPr>
          <w:rFonts w:hint="cs"/>
          <w:rtl/>
          <w:lang w:bidi="fa-IR"/>
        </w:rPr>
        <w:t>ی</w:t>
      </w:r>
      <w:r w:rsidR="006C534C">
        <w:rPr>
          <w:rtl/>
          <w:lang w:bidi="fa-IR"/>
        </w:rPr>
        <w:t xml:space="preserve"> از جنس فولاد که قفل</w:t>
      </w:r>
      <w:r w:rsidR="006C534C">
        <w:rPr>
          <w:rFonts w:hint="cs"/>
          <w:rtl/>
          <w:lang w:bidi="fa-IR"/>
        </w:rPr>
        <w:t>ی</w:t>
      </w:r>
      <w:r w:rsidR="006C534C">
        <w:rPr>
          <w:rtl/>
          <w:lang w:bidi="fa-IR"/>
        </w:rPr>
        <w:t xml:space="preserve"> بر آن زده‌اند. حدود دو متر بعد از ا</w:t>
      </w:r>
      <w:r w:rsidR="006C534C">
        <w:rPr>
          <w:rFonts w:hint="cs"/>
          <w:rtl/>
          <w:lang w:bidi="fa-IR"/>
        </w:rPr>
        <w:t>ی</w:t>
      </w:r>
      <w:r w:rsidR="006C534C">
        <w:rPr>
          <w:rFonts w:hint="eastAsia"/>
          <w:rtl/>
          <w:lang w:bidi="fa-IR"/>
        </w:rPr>
        <w:t>ن</w:t>
      </w:r>
      <w:r w:rsidR="006C534C">
        <w:rPr>
          <w:rtl/>
          <w:lang w:bidi="fa-IR"/>
        </w:rPr>
        <w:t xml:space="preserve"> در، درِ خانه فاطمه است.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در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وارد مسجد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شوم،</w:t>
      </w:r>
      <w:r>
        <w:rPr>
          <w:rtl/>
          <w:lang w:bidi="fa-IR"/>
        </w:rPr>
        <w:t xml:space="preserve"> نگاهم به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افتد،</w:t>
      </w:r>
      <w:r>
        <w:rPr>
          <w:rtl/>
          <w:lang w:bidi="fa-IR"/>
        </w:rPr>
        <w:t xml:space="preserve"> جلو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روم،</w:t>
      </w:r>
      <w:r>
        <w:rPr>
          <w:rtl/>
          <w:lang w:bidi="fa-IR"/>
        </w:rPr>
        <w:t xml:space="preserve"> کنار درِ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و به فکر فرو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اکنون جزء مسجد شده است، امّا در زمان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قسمت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کوچه بوده است. به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کجا آمده‌ام؟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سفر کنم، به سال پنجم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...</w:t>
      </w:r>
      <w:r w:rsidRPr="00035E5C">
        <w:rPr>
          <w:rStyle w:val="libFootnotenumChar"/>
          <w:rtl/>
        </w:rPr>
        <w:t>169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035E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خانه باز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ظرف غذا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در دست دارد از در خانه خارج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پدر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رود،</w:t>
      </w:r>
      <w:r>
        <w:rPr>
          <w:rtl/>
          <w:lang w:bidi="fa-IR"/>
        </w:rPr>
        <w:t xml:space="preserve"> (ا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غذا از آب و آرد و روغن ته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شده است و با خرما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شده است).</w:t>
      </w:r>
      <w:r w:rsidRPr="00035E5C">
        <w:rPr>
          <w:rStyle w:val="libFootnotenumChar"/>
          <w:rtl/>
        </w:rPr>
        <w:t>170</w:t>
      </w:r>
    </w:p>
    <w:p w:rsidR="006C534C" w:rsidRDefault="006C534C" w:rsidP="00035E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در خانه پدر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زند،</w:t>
      </w:r>
      <w:r>
        <w:rPr>
          <w:rtl/>
          <w:lang w:bidi="fa-IR"/>
        </w:rPr>
        <w:t xml:space="preserve"> اُمّ‌سَلمه در را باز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او همسر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است. به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خوش‌آمد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اُمّ‌سَلمه به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علاقه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اکنون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نزد پدر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رود،</w:t>
      </w:r>
      <w:r>
        <w:rPr>
          <w:rtl/>
          <w:lang w:bidi="fa-IR"/>
        </w:rPr>
        <w:t xml:space="preserve"> او به پدر سلام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پدر جواب سلام او را به 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و به احترام فاطم</w:t>
      </w:r>
      <w:r>
        <w:rPr>
          <w:rFonts w:hint="eastAsia"/>
          <w:rtl/>
          <w:lang w:bidi="fa-IR"/>
        </w:rPr>
        <w:t>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از جا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و او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بوسد،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همه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پدر داده‌اند،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پدر آمده است!!</w:t>
      </w:r>
    </w:p>
    <w:p w:rsidR="006C534C" w:rsidRDefault="006C534C" w:rsidP="00035E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پدر جان!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غذا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آماده کرده‌ام.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ــ</w:t>
      </w:r>
      <w:r>
        <w:rPr>
          <w:rtl/>
          <w:lang w:bidi="fa-IR"/>
        </w:rPr>
        <w:t xml:space="preserve"> دخترم فاطمه! از تو ممنونم.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زحمت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من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نکردم پدر جان!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فاطمه جانم! پس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کجا هستند؟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آن‌ها در خانه هستند.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برو و آن‌ها را همراه خود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 xml:space="preserve">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غذا با هم بخور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چشم پدر جان!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فاطمه اجازه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به خانه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گردد</w:t>
      </w:r>
      <w:r>
        <w:rPr>
          <w:rtl/>
          <w:lang w:bidi="fa-IR"/>
        </w:rPr>
        <w:t>.</w:t>
      </w:r>
      <w:r w:rsidRPr="00035E5C">
        <w:rPr>
          <w:rStyle w:val="libFootnotenumChar"/>
          <w:rtl/>
        </w:rPr>
        <w:t>171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>! چگونه است که تو فاطمه‌ات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فاطمه</w:t>
      </w:r>
      <w:r>
        <w:rPr>
          <w:rtl/>
          <w:lang w:bidi="fa-IR"/>
        </w:rPr>
        <w:t xml:space="preserve"> من مرا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بهشت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اندازد</w:t>
      </w:r>
      <w:r>
        <w:rPr>
          <w:rtl/>
          <w:lang w:bidi="fa-IR"/>
        </w:rPr>
        <w:t>.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آسمان‌ها سفر کردم، سفر معراج! هفت آسمان را پشت سر گذاشته بودم و در بهشت مهمان بودم.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شب،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مشامم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اطراف خود کردم 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 از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تمام بهشت را فرا گرفته و بر عطر بهشت، غلبه کرده است؟</w:t>
      </w:r>
    </w:p>
    <w:p w:rsidR="006C534C" w:rsidRDefault="006C534C" w:rsidP="00035E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مدهوش</w:t>
      </w:r>
      <w:r>
        <w:rPr>
          <w:rtl/>
          <w:lang w:bidi="fa-IR"/>
        </w:rPr>
        <w:t xml:space="preserve"> آن بو شده بودم. از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035E5C">
        <w:rPr>
          <w:rFonts w:hint="cs"/>
          <w:rtl/>
          <w:lang w:bidi="fa-IR"/>
        </w:rPr>
        <w:t>سوال</w:t>
      </w:r>
      <w:r>
        <w:rPr>
          <w:rFonts w:hint="cs"/>
          <w:rtl/>
          <w:lang w:bidi="fa-IR"/>
        </w:rPr>
        <w:t xml:space="preserve"> کردم: ای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عطر خوش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گفت: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است !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هزار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خدا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دست خود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!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هزار سال 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035E5C">
        <w:rPr>
          <w:rFonts w:hint="cs"/>
          <w:rtl/>
          <w:lang w:bidi="fa-IR"/>
        </w:rPr>
        <w:t xml:space="preserve">سوال </w:t>
      </w:r>
      <w:r>
        <w:rPr>
          <w:rFonts w:hint="cs"/>
          <w:rtl/>
          <w:lang w:bidi="fa-IR"/>
        </w:rPr>
        <w:t>برای</w:t>
      </w:r>
      <w:r>
        <w:rPr>
          <w:rtl/>
          <w:lang w:bidi="fa-IR"/>
        </w:rPr>
        <w:t xml:space="preserve"> ما بدون جواب مانده است که خداوند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خواستند</w:t>
      </w:r>
      <w:r>
        <w:rPr>
          <w:rtl/>
          <w:lang w:bidi="fa-IR"/>
        </w:rPr>
        <w:t xml:space="preserve"> به راز خلقت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ببرند.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ناگهان</w:t>
      </w:r>
      <w:r>
        <w:rPr>
          <w:rtl/>
          <w:lang w:bidi="fa-IR"/>
        </w:rPr>
        <w:t xml:space="preserve"> دسته‌ا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فرشتگان نزد من آمدند. آنان همراه خود همان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را آورده بودند. آن‌ها به من گفتند: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!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سلام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رساند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فرستاده است.</w:t>
      </w:r>
      <w:r w:rsidRPr="00035E5C">
        <w:rPr>
          <w:rStyle w:val="libFootnotenumChar"/>
          <w:rtl/>
        </w:rPr>
        <w:t>172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من آن شب مهمان خدا بودم و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دانست</w:t>
      </w:r>
      <w:r>
        <w:rPr>
          <w:rtl/>
          <w:lang w:bidi="fa-IR"/>
        </w:rPr>
        <w:t xml:space="preserve"> از مهمان خود چگونه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کند. آن شب فرشتگان به راز خلقت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نبردند، آنان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صبر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کردند</w:t>
      </w:r>
      <w:r>
        <w:rPr>
          <w:rtl/>
          <w:lang w:bidi="fa-IR"/>
        </w:rPr>
        <w:t xml:space="preserve"> تا من آن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را بخورم و بعد از آن، فاطمه، پا به عرصه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گذارد، آن وقت، رازِ خلقت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معلوم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فاطمه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دهد،</w:t>
      </w:r>
      <w:r>
        <w:rPr>
          <w:rtl/>
          <w:lang w:bidi="fa-IR"/>
        </w:rPr>
        <w:t xml:space="preserve"> من هر وقت مشتاق بهشت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شوم،</w:t>
      </w:r>
      <w:r>
        <w:rPr>
          <w:rtl/>
          <w:lang w:bidi="fa-IR"/>
        </w:rPr>
        <w:t xml:space="preserve"> فاطمه‌ام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بوسم</w:t>
      </w:r>
      <w:r>
        <w:rPr>
          <w:rtl/>
          <w:lang w:bidi="fa-IR"/>
        </w:rPr>
        <w:t>.</w:t>
      </w:r>
      <w:r w:rsidRPr="00035E5C">
        <w:rPr>
          <w:rStyle w:val="libFootnotenumChar"/>
          <w:rtl/>
        </w:rPr>
        <w:t>173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035E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بعد،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دست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گرفته است وارد خانه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پشت سر آن‌ها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آن‌ها وارد خانه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 xml:space="preserve"> و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سلام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جواب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شنوند،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آن‌ها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خوشحال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او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د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آغوش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آنان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بوسد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فکر</w:t>
      </w:r>
      <w:r>
        <w:rPr>
          <w:rtl/>
          <w:lang w:bidi="fa-IR"/>
        </w:rPr>
        <w:t xml:space="preserve"> کنم امروز اُمّ‌سَلمه روزه باشد، او مشغول خواندن نماز است،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فاطمه و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سر سفره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و از آن غذا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آن،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اُمّ‌سَلمه را صدا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و به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خود تنها باشم، لطفاً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خانه راه نده!</w:t>
      </w:r>
    </w:p>
    <w:p w:rsidR="006C534C" w:rsidRDefault="006C534C" w:rsidP="00035E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لحظات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همان‌طور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نشسته است، حسن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راست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چپ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نشاند</w:t>
      </w:r>
      <w:r>
        <w:rPr>
          <w:rtl/>
          <w:lang w:bidi="fa-IR"/>
        </w:rPr>
        <w:t xml:space="preserve"> و هر دو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بوسد</w:t>
      </w:r>
      <w:r>
        <w:rPr>
          <w:rtl/>
          <w:lang w:bidi="fa-IR"/>
        </w:rPr>
        <w:t>.</w:t>
      </w:r>
      <w:r w:rsidRPr="00035E5C">
        <w:rPr>
          <w:rStyle w:val="libFootnotenumChar"/>
          <w:rtl/>
        </w:rPr>
        <w:t>174</w:t>
      </w:r>
    </w:p>
    <w:p w:rsidR="006C534C" w:rsidRDefault="006C534C" w:rsidP="00035E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سپس از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تا در سمت چپ او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دست چپ خود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شانه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گذارد</w:t>
      </w:r>
      <w:r>
        <w:rPr>
          <w:rtl/>
          <w:lang w:bidi="fa-IR"/>
        </w:rPr>
        <w:t>.</w:t>
      </w:r>
    </w:p>
    <w:p w:rsidR="006C534C" w:rsidRDefault="006C534C" w:rsidP="00035E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سپس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امبراز</w:t>
      </w:r>
      <w:r>
        <w:rPr>
          <w:rtl/>
          <w:lang w:bidi="fa-IR"/>
        </w:rPr>
        <w:t xml:space="preserve">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تا در سمت راست او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کنار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دست راست خود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شانه فاطمه‌اش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گذارد</w:t>
      </w:r>
      <w:r>
        <w:rPr>
          <w:rtl/>
          <w:lang w:bidi="fa-IR"/>
        </w:rPr>
        <w:t xml:space="preserve"> و فاطمه‌اش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بوسد</w:t>
      </w:r>
      <w:r>
        <w:rPr>
          <w:rtl/>
          <w:lang w:bidi="fa-IR"/>
        </w:rPr>
        <w:t>.</w:t>
      </w:r>
      <w:r w:rsidRPr="00035E5C">
        <w:rPr>
          <w:rStyle w:val="libFootnotenumChar"/>
          <w:rtl/>
        </w:rPr>
        <w:t>175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عبا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رنگ خود را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دارد</w:t>
      </w:r>
      <w:r>
        <w:rPr>
          <w:rtl/>
          <w:lang w:bidi="fa-IR"/>
        </w:rPr>
        <w:t xml:space="preserve"> و آن را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اندازد،</w:t>
      </w:r>
      <w:r>
        <w:rPr>
          <w:rtl/>
          <w:lang w:bidi="fa-IR"/>
        </w:rPr>
        <w:t xml:space="preserve"> سپس دست خود را رو به آسمان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«بار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است، همسر او فاطمه دختر من است،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پسران من هستند، هر کس آنان را دوست بدارد، مرا دوست داشته است، هر ک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با آنان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با من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است. بار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هر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است که بعد از مرگ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tl/>
          <w:lang w:bidi="fa-IR"/>
        </w:rPr>
        <w:t xml:space="preserve"> او بوده‌اند،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فاطمه و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:، خاندان من هستند،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ادگاران</w:t>
      </w:r>
      <w:r>
        <w:rPr>
          <w:rtl/>
          <w:lang w:bidi="fa-IR"/>
        </w:rPr>
        <w:t xml:space="preserve">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باشند،</w:t>
      </w:r>
      <w:r>
        <w:rPr>
          <w:rtl/>
          <w:lang w:bidi="fa-IR"/>
        </w:rPr>
        <w:t xml:space="preserve">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باشند،</w:t>
      </w:r>
      <w:r>
        <w:rPr>
          <w:rtl/>
          <w:lang w:bidi="fa-IR"/>
        </w:rPr>
        <w:t xml:space="preserve"> گوشت و خون آن‌ها از من است، از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پل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را از آنان دور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آنان را پاک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>.</w:t>
      </w:r>
      <w:r w:rsidRPr="00035E5C">
        <w:rPr>
          <w:rStyle w:val="libFootnotenumChar"/>
          <w:rtl/>
        </w:rPr>
        <w:t>176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دستان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 است، او منتظر آن است که خدا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مستجاب گرداند، او دو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تکرار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6C534C" w:rsidRDefault="006C534C" w:rsidP="00035E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گذرد،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نازل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33 سوره احزاب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</w:t>
      </w:r>
      <w:r>
        <w:rPr>
          <w:rtl/>
          <w:lang w:bidi="fa-IR"/>
        </w:rPr>
        <w:t xml:space="preserve">: </w:t>
      </w:r>
      <w:r w:rsidR="00035E5C" w:rsidRPr="00035E5C">
        <w:rPr>
          <w:rStyle w:val="libAlaemChar"/>
          <w:rFonts w:hint="cs"/>
          <w:rtl/>
        </w:rPr>
        <w:t>(</w:t>
      </w:r>
      <w:r w:rsidRPr="00035E5C">
        <w:rPr>
          <w:rStyle w:val="libAieChar"/>
          <w:rtl/>
        </w:rPr>
        <w:t xml:space="preserve">إِنّمَا </w:t>
      </w:r>
      <w:r w:rsidRPr="00035E5C">
        <w:rPr>
          <w:rStyle w:val="libAieChar"/>
          <w:rFonts w:hint="cs"/>
          <w:rtl/>
        </w:rPr>
        <w:t>یُ</w:t>
      </w:r>
      <w:r w:rsidRPr="00035E5C">
        <w:rPr>
          <w:rStyle w:val="libAieChar"/>
          <w:rFonts w:hint="eastAsia"/>
          <w:rtl/>
        </w:rPr>
        <w:t>رِ</w:t>
      </w:r>
      <w:r w:rsidRPr="00035E5C">
        <w:rPr>
          <w:rStyle w:val="libAieChar"/>
          <w:rFonts w:hint="cs"/>
          <w:rtl/>
        </w:rPr>
        <w:t>ی</w:t>
      </w:r>
      <w:r w:rsidRPr="00035E5C">
        <w:rPr>
          <w:rStyle w:val="libAieChar"/>
          <w:rFonts w:hint="eastAsia"/>
          <w:rtl/>
        </w:rPr>
        <w:t>دُ</w:t>
      </w:r>
      <w:r w:rsidRPr="00035E5C">
        <w:rPr>
          <w:rStyle w:val="libAieChar"/>
          <w:rtl/>
        </w:rPr>
        <w:t xml:space="preserve"> اللّه لِ</w:t>
      </w:r>
      <w:r w:rsidRPr="00035E5C">
        <w:rPr>
          <w:rStyle w:val="libAieChar"/>
          <w:rFonts w:hint="cs"/>
          <w:rtl/>
        </w:rPr>
        <w:t>یُ</w:t>
      </w:r>
      <w:r w:rsidRPr="00035E5C">
        <w:rPr>
          <w:rStyle w:val="libAieChar"/>
          <w:rFonts w:hint="eastAsia"/>
          <w:rtl/>
        </w:rPr>
        <w:t>ذْهِبَ</w:t>
      </w:r>
      <w:r w:rsidRPr="00035E5C">
        <w:rPr>
          <w:rStyle w:val="libAieChar"/>
          <w:rtl/>
        </w:rPr>
        <w:t xml:space="preserve"> عَنکُمُ الرِّجْسَ أَهْلَ الْبَ</w:t>
      </w:r>
      <w:r w:rsidRPr="00035E5C">
        <w:rPr>
          <w:rStyle w:val="libAieChar"/>
          <w:rFonts w:hint="cs"/>
          <w:rtl/>
        </w:rPr>
        <w:t>یْ</w:t>
      </w:r>
      <w:r w:rsidRPr="00035E5C">
        <w:rPr>
          <w:rStyle w:val="libAieChar"/>
          <w:rFonts w:hint="eastAsia"/>
          <w:rtl/>
        </w:rPr>
        <w:t>تِ</w:t>
      </w:r>
      <w:r w:rsidRPr="00035E5C">
        <w:rPr>
          <w:rStyle w:val="libAieChar"/>
          <w:rtl/>
        </w:rPr>
        <w:t xml:space="preserve"> وَ </w:t>
      </w:r>
      <w:r w:rsidRPr="00035E5C">
        <w:rPr>
          <w:rStyle w:val="libAieChar"/>
          <w:rFonts w:hint="cs"/>
          <w:rtl/>
        </w:rPr>
        <w:t>یُ</w:t>
      </w:r>
      <w:r w:rsidRPr="00035E5C">
        <w:rPr>
          <w:rStyle w:val="libAieChar"/>
          <w:rFonts w:hint="eastAsia"/>
          <w:rtl/>
        </w:rPr>
        <w:t>طَهِّرَکُمْ</w:t>
      </w:r>
      <w:r w:rsidRPr="00035E5C">
        <w:rPr>
          <w:rStyle w:val="libAieChar"/>
          <w:rtl/>
        </w:rPr>
        <w:t xml:space="preserve"> تَطْهِ</w:t>
      </w:r>
      <w:r w:rsidRPr="00035E5C">
        <w:rPr>
          <w:rStyle w:val="libAieChar"/>
          <w:rFonts w:hint="cs"/>
          <w:rtl/>
        </w:rPr>
        <w:t>ی</w:t>
      </w:r>
      <w:r w:rsidRPr="00035E5C">
        <w:rPr>
          <w:rStyle w:val="libAieChar"/>
          <w:rFonts w:hint="eastAsia"/>
          <w:rtl/>
        </w:rPr>
        <w:t>رًا</w:t>
      </w:r>
      <w:r w:rsidR="00035E5C" w:rsidRPr="00035E5C">
        <w:rPr>
          <w:rStyle w:val="libAlaemChar"/>
          <w:rFonts w:eastAsia="KFGQPC Uthman Taha Naskh" w:hint="cs"/>
          <w:rtl/>
        </w:rPr>
        <w:t>)</w:t>
      </w:r>
      <w:r>
        <w:rPr>
          <w:rtl/>
          <w:lang w:bidi="fa-IR"/>
        </w:rPr>
        <w:t>: خداوند اراده کرده که خاندان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از هر پل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پاک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آنان را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گ</w:t>
      </w:r>
      <w:r>
        <w:rPr>
          <w:rFonts w:hint="eastAsia"/>
          <w:rtl/>
          <w:lang w:bidi="fa-IR"/>
        </w:rPr>
        <w:t>رداند</w:t>
      </w:r>
      <w:r>
        <w:rPr>
          <w:rtl/>
          <w:lang w:bidi="fa-IR"/>
        </w:rPr>
        <w:t xml:space="preserve"> ».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لبخند</w:t>
      </w:r>
      <w:r>
        <w:rPr>
          <w:rtl/>
          <w:lang w:bidi="fa-IR"/>
        </w:rPr>
        <w:t xml:space="preserve"> بر چهره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سه بار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</w:t>
      </w:r>
      <w:r>
        <w:rPr>
          <w:rtl/>
          <w:lang w:bidi="fa-IR"/>
        </w:rPr>
        <w:t>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خوشحال است که خدا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مستجاب نمود.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اُمّ‌سَلمه</w:t>
      </w:r>
      <w:r>
        <w:rPr>
          <w:rtl/>
          <w:lang w:bidi="fa-IR"/>
        </w:rPr>
        <w:t xml:space="preserve"> که بر آستانه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است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>!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هم از «اهل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ت»</w:t>
      </w:r>
      <w:r>
        <w:rPr>
          <w:rtl/>
          <w:lang w:bidi="fa-IR"/>
        </w:rPr>
        <w:t xml:space="preserve"> هستم؟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ــ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اُمّ‌سَلمه! تو همسر من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سرانجامِ تو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است!</w:t>
      </w:r>
      <w:r w:rsidRPr="00035E5C">
        <w:rPr>
          <w:rStyle w:val="libFootnotenumChar"/>
          <w:rtl/>
        </w:rPr>
        <w:t>177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اُمّ‌سَلمه</w:t>
      </w:r>
      <w:r>
        <w:rPr>
          <w:rtl/>
          <w:lang w:bidi="fa-IR"/>
        </w:rPr>
        <w:t xml:space="preserve"> آرزو داشت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او را از «اهل‌ب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ت»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خواند،</w:t>
      </w:r>
      <w:r>
        <w:rPr>
          <w:rtl/>
          <w:lang w:bidi="fa-IR"/>
        </w:rPr>
        <w:t xml:space="preserve"> امّا مقام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مقام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 والاست، به حکم قرآن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خاندان معصوم هستند و از هر گناه و زشت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دور هستند.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035E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وقت آن است که مردم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آشنا شوند، آن‌ها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بشناسد،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حافظه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و ممکن است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tl/>
          <w:lang w:bidi="fa-IR"/>
        </w:rPr>
        <w:t xml:space="preserve"> را فراموش کنند،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 هر روز موقع اذان صبح به درِ خانه فاطمه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«السَّلاَمُ عَلَ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کُم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أَهلَ بَ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تِ</w:t>
      </w:r>
      <w:r>
        <w:rPr>
          <w:rtl/>
          <w:lang w:bidi="fa-IR"/>
        </w:rPr>
        <w:t xml:space="preserve"> النُّبُوَّةِ: سلام بر شما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خاندان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>! رحمت خدا بر شما! وقت نماز فرا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</w:t>
      </w:r>
      <w:r w:rsidRPr="00035E5C">
        <w:rPr>
          <w:rStyle w:val="libAlaemChar"/>
          <w:rtl/>
        </w:rPr>
        <w:t>.</w:t>
      </w:r>
      <w:r w:rsidR="00035E5C" w:rsidRPr="00035E5C">
        <w:rPr>
          <w:rStyle w:val="libAlaemChar"/>
          <w:rFonts w:hint="cs"/>
          <w:rtl/>
        </w:rPr>
        <w:t>(</w:t>
      </w:r>
      <w:r w:rsidRPr="00035E5C">
        <w:rPr>
          <w:rStyle w:val="libAieChar"/>
          <w:rtl/>
        </w:rPr>
        <w:t xml:space="preserve">إِنّمَا </w:t>
      </w:r>
      <w:r w:rsidRPr="00035E5C">
        <w:rPr>
          <w:rStyle w:val="libAieChar"/>
          <w:rFonts w:hint="cs"/>
          <w:rtl/>
        </w:rPr>
        <w:t>یُ</w:t>
      </w:r>
      <w:r w:rsidRPr="00035E5C">
        <w:rPr>
          <w:rStyle w:val="libAieChar"/>
          <w:rFonts w:hint="eastAsia"/>
          <w:rtl/>
        </w:rPr>
        <w:t>رِ</w:t>
      </w:r>
      <w:r w:rsidRPr="00035E5C">
        <w:rPr>
          <w:rStyle w:val="libAieChar"/>
          <w:rFonts w:hint="cs"/>
          <w:rtl/>
        </w:rPr>
        <w:t>ی</w:t>
      </w:r>
      <w:r w:rsidRPr="00035E5C">
        <w:rPr>
          <w:rStyle w:val="libAieChar"/>
          <w:rFonts w:hint="eastAsia"/>
          <w:rtl/>
        </w:rPr>
        <w:t>دُ</w:t>
      </w:r>
      <w:r w:rsidRPr="00035E5C">
        <w:rPr>
          <w:rStyle w:val="libAieChar"/>
          <w:rtl/>
        </w:rPr>
        <w:t xml:space="preserve"> اللّه لِ</w:t>
      </w:r>
      <w:r w:rsidRPr="00035E5C">
        <w:rPr>
          <w:rStyle w:val="libAieChar"/>
          <w:rFonts w:hint="cs"/>
          <w:rtl/>
        </w:rPr>
        <w:t>یُ</w:t>
      </w:r>
      <w:r w:rsidRPr="00035E5C">
        <w:rPr>
          <w:rStyle w:val="libAieChar"/>
          <w:rFonts w:hint="eastAsia"/>
          <w:rtl/>
        </w:rPr>
        <w:t>ذْهِبَ</w:t>
      </w:r>
      <w:r w:rsidRPr="00035E5C">
        <w:rPr>
          <w:rStyle w:val="libAieChar"/>
          <w:rtl/>
        </w:rPr>
        <w:t xml:space="preserve"> عَنکُمُ الرِّجْسَ أَهْلَ الْبَ</w:t>
      </w:r>
      <w:r w:rsidRPr="00035E5C">
        <w:rPr>
          <w:rStyle w:val="libAieChar"/>
          <w:rFonts w:hint="cs"/>
          <w:rtl/>
        </w:rPr>
        <w:t>یْ</w:t>
      </w:r>
      <w:r w:rsidRPr="00035E5C">
        <w:rPr>
          <w:rStyle w:val="libAieChar"/>
          <w:rFonts w:hint="eastAsia"/>
          <w:rtl/>
        </w:rPr>
        <w:t>تِ</w:t>
      </w:r>
      <w:r w:rsidRPr="00035E5C">
        <w:rPr>
          <w:rStyle w:val="libAieChar"/>
          <w:rtl/>
        </w:rPr>
        <w:t xml:space="preserve"> وَ </w:t>
      </w:r>
      <w:r w:rsidRPr="00035E5C">
        <w:rPr>
          <w:rStyle w:val="libAieChar"/>
          <w:rFonts w:hint="cs"/>
          <w:rtl/>
        </w:rPr>
        <w:t>یُ</w:t>
      </w:r>
      <w:r w:rsidRPr="00035E5C">
        <w:rPr>
          <w:rStyle w:val="libAieChar"/>
          <w:rFonts w:hint="eastAsia"/>
          <w:rtl/>
        </w:rPr>
        <w:t>طَهِّرَکُمْ</w:t>
      </w:r>
      <w:r w:rsidRPr="00035E5C">
        <w:rPr>
          <w:rStyle w:val="libAieChar"/>
          <w:rtl/>
        </w:rPr>
        <w:t xml:space="preserve"> تَطْهِ</w:t>
      </w:r>
      <w:r w:rsidRPr="00035E5C">
        <w:rPr>
          <w:rStyle w:val="libAieChar"/>
          <w:rFonts w:hint="cs"/>
          <w:rtl/>
        </w:rPr>
        <w:t>ی</w:t>
      </w:r>
      <w:r w:rsidRPr="00035E5C">
        <w:rPr>
          <w:rStyle w:val="libAieChar"/>
          <w:rFonts w:hint="eastAsia"/>
          <w:rtl/>
        </w:rPr>
        <w:t>رًا</w:t>
      </w:r>
      <w:r>
        <w:rPr>
          <w:rtl/>
          <w:lang w:bidi="fa-IR"/>
        </w:rPr>
        <w:t xml:space="preserve"> </w:t>
      </w:r>
      <w:r w:rsidR="00035E5C" w:rsidRPr="00035E5C">
        <w:rPr>
          <w:rStyle w:val="libAlaemChar"/>
          <w:rFonts w:hint="cs"/>
          <w:rtl/>
        </w:rPr>
        <w:t>)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خانه را محکم‌تر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«أَنَا سِلمٌ لِمَن سَالَمتُم وَ حَربٌ لِمَن حَارَبتُم. من با دوست شما دوست هستم، با دشمن شما دشمن هستم».</w:t>
      </w:r>
      <w:r w:rsidRPr="00102CF4">
        <w:rPr>
          <w:rStyle w:val="libFootnotenumChar"/>
          <w:rtl/>
        </w:rPr>
        <w:t>178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خانه به گوش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که جواب سلام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</w:t>
      </w:r>
    </w:p>
    <w:p w:rsidR="006C534C" w:rsidRDefault="006C534C" w:rsidP="00102CF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هر روز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انجام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تا مردم بدانند که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چه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همه با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آشنا شوند و بدانند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درباره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فاطمه و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نازل شده است و آنان به حکم قرآن معصوم هستند و از هر گناه و پل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دور هستند.</w:t>
      </w:r>
      <w:r w:rsidRPr="00102CF4">
        <w:rPr>
          <w:rStyle w:val="libFootnotenumChar"/>
          <w:rtl/>
        </w:rPr>
        <w:t>179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که قبل و بعد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درباره همسران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سخن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آمده است،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سؤال در ذهنم نقش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بندد</w:t>
      </w:r>
      <w:r>
        <w:rPr>
          <w:rtl/>
          <w:lang w:bidi="fa-IR"/>
        </w:rPr>
        <w:t xml:space="preserve">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منظور از «اهل‌ب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ت»</w:t>
      </w:r>
      <w:r>
        <w:rPr>
          <w:rtl/>
          <w:lang w:bidi="fa-IR"/>
        </w:rPr>
        <w:t xml:space="preserve"> زنان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باشند؟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 و بعد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درباره زنان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سخن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آمده است، پس منظور از «اهل‌ب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ت»</w:t>
      </w:r>
      <w:r>
        <w:rPr>
          <w:rtl/>
          <w:lang w:bidi="fa-IR"/>
        </w:rPr>
        <w:t xml:space="preserve"> هم همان زنان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باشند</w:t>
      </w:r>
      <w:r>
        <w:rPr>
          <w:rtl/>
          <w:lang w:bidi="fa-IR"/>
        </w:rPr>
        <w:t>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سؤال جواب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کنم. با دقّت قرآن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خوانم،</w:t>
      </w:r>
      <w:r>
        <w:rPr>
          <w:rtl/>
          <w:lang w:bidi="fa-IR"/>
        </w:rPr>
        <w:t xml:space="preserve"> به نکته‌ا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رسم</w:t>
      </w:r>
      <w:r>
        <w:rPr>
          <w:rtl/>
          <w:lang w:bidi="fa-IR"/>
        </w:rPr>
        <w:t>: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زبان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گروه مردان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زنان را خطاب قرار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از کلمه «شما» استفاده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امّا در زبان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خطاب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دقّت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اگر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آنان را خطاب قرار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گروه مردان باشند،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ضم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«کُم» استفاده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گروه خطاب، زنان باشند، از ضم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«کنَّ» استفاده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6C534C" w:rsidRDefault="006C534C" w:rsidP="00C30BF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قرآن بارها درباره زنان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سخن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آمده است و در همه آن موارد از ضم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«کُنَّ» استفاده شده است،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مثال در سوره احزاب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33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: </w:t>
      </w:r>
      <w:r w:rsidR="00C30BF3" w:rsidRPr="00C30BF3">
        <w:rPr>
          <w:rStyle w:val="libAlaemChar"/>
          <w:rFonts w:hint="cs"/>
          <w:rtl/>
        </w:rPr>
        <w:t>(</w:t>
      </w:r>
      <w:r w:rsidRPr="00C30BF3">
        <w:rPr>
          <w:rStyle w:val="libAieChar"/>
          <w:rtl/>
        </w:rPr>
        <w:t>وَ قَرْنَ ف</w:t>
      </w:r>
      <w:r w:rsidRPr="00C30BF3">
        <w:rPr>
          <w:rStyle w:val="libAieChar"/>
          <w:rFonts w:hint="cs"/>
          <w:rtl/>
        </w:rPr>
        <w:t>ی</w:t>
      </w:r>
      <w:r w:rsidRPr="00C30BF3">
        <w:rPr>
          <w:rStyle w:val="libAieChar"/>
          <w:rtl/>
        </w:rPr>
        <w:t xml:space="preserve"> ب</w:t>
      </w:r>
      <w:r w:rsidRPr="00C30BF3">
        <w:rPr>
          <w:rStyle w:val="libAieChar"/>
          <w:rFonts w:hint="cs"/>
          <w:rtl/>
        </w:rPr>
        <w:t>ی</w:t>
      </w:r>
      <w:r w:rsidRPr="00C30BF3">
        <w:rPr>
          <w:rStyle w:val="libAieChar"/>
          <w:rFonts w:hint="eastAsia"/>
          <w:rtl/>
        </w:rPr>
        <w:t>وتکُنَّ</w:t>
      </w:r>
      <w:r w:rsidR="00C30BF3" w:rsidRPr="00C30BF3">
        <w:rPr>
          <w:rStyle w:val="libAlaemChar"/>
          <w:rFonts w:hint="cs"/>
          <w:rtl/>
        </w:rPr>
        <w:t>)</w:t>
      </w:r>
      <w:r>
        <w:rPr>
          <w:rtl/>
          <w:lang w:bidi="fa-IR"/>
        </w:rPr>
        <w:t>.</w:t>
      </w:r>
    </w:p>
    <w:p w:rsidR="006C534C" w:rsidRDefault="006C534C" w:rsidP="00C30BF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خداوند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  <w:r w:rsidR="00C30BF3" w:rsidRPr="00C30BF3">
        <w:rPr>
          <w:rStyle w:val="libAlaemChar"/>
          <w:rFonts w:hint="cs"/>
          <w:rtl/>
        </w:rPr>
        <w:t>(</w:t>
      </w:r>
      <w:r w:rsidRPr="00C30BF3">
        <w:rPr>
          <w:rStyle w:val="libAieChar"/>
          <w:rFonts w:hint="cs"/>
          <w:rtl/>
        </w:rPr>
        <w:t>ی</w:t>
      </w:r>
      <w:r w:rsidRPr="00C30BF3">
        <w:rPr>
          <w:rStyle w:val="libAieChar"/>
          <w:rFonts w:hint="eastAsia"/>
          <w:rtl/>
        </w:rPr>
        <w:t>طهّرکُم</w:t>
      </w:r>
      <w:r w:rsidR="00C30BF3" w:rsidRPr="00C30BF3">
        <w:rPr>
          <w:rStyle w:val="libAlaemChar"/>
          <w:rFonts w:hint="cs"/>
          <w:rtl/>
        </w:rPr>
        <w:t>)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مردان اشاره دارد، از نظر دستور زبان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هرگز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منظور از </w:t>
      </w:r>
      <w:r w:rsidR="00C30BF3" w:rsidRPr="00C30BF3">
        <w:rPr>
          <w:rStyle w:val="libAlaemChar"/>
          <w:rFonts w:hint="cs"/>
          <w:rtl/>
        </w:rPr>
        <w:t>(</w:t>
      </w:r>
      <w:r w:rsidRPr="00C30BF3">
        <w:rPr>
          <w:rStyle w:val="libAieChar"/>
          <w:rtl/>
        </w:rPr>
        <w:t>کُم</w:t>
      </w:r>
      <w:r w:rsidR="00C30BF3" w:rsidRPr="00C30BF3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گروه زنان باشند، اگر منظور خدا زنان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بود، حتماً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فرمود</w:t>
      </w:r>
      <w:r>
        <w:rPr>
          <w:rtl/>
          <w:lang w:bidi="fa-IR"/>
        </w:rPr>
        <w:t>: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طهّرکن»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چگونه</w:t>
      </w:r>
      <w:r>
        <w:rPr>
          <w:rtl/>
          <w:lang w:bidi="fa-IR"/>
        </w:rPr>
        <w:t xml:space="preserve"> ممکن است قرآن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اوج فصاحت و بلاغت است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اشتباه دستور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انجام داده باشد؟</w:t>
      </w:r>
    </w:p>
    <w:p w:rsidR="006C534C" w:rsidRDefault="006C534C" w:rsidP="00C30BF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منظور از </w:t>
      </w:r>
      <w:r w:rsidR="00C30BF3" w:rsidRPr="00C30BF3">
        <w:rPr>
          <w:rStyle w:val="libAlaemChar"/>
          <w:rFonts w:hint="cs"/>
          <w:rtl/>
        </w:rPr>
        <w:t>(</w:t>
      </w:r>
      <w:r w:rsidR="00C30BF3" w:rsidRPr="00C30BF3">
        <w:rPr>
          <w:rStyle w:val="libAieChar"/>
          <w:rFonts w:hint="cs"/>
          <w:rtl/>
        </w:rPr>
        <w:t>ی</w:t>
      </w:r>
      <w:r w:rsidR="00C30BF3" w:rsidRPr="00C30BF3">
        <w:rPr>
          <w:rStyle w:val="libAieChar"/>
          <w:rFonts w:hint="eastAsia"/>
          <w:rtl/>
        </w:rPr>
        <w:t>طهّرکُم</w:t>
      </w:r>
      <w:r w:rsidR="00C30BF3" w:rsidRPr="00C30BF3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باشد،</w:t>
      </w:r>
      <w:r>
        <w:rPr>
          <w:rtl/>
          <w:lang w:bidi="fa-IR"/>
        </w:rPr>
        <w:t xml:space="preserve"> اکنون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اهل‌سنّت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سؤال را بنما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آنها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جواب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سؤال را بدهند.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طبق</w:t>
      </w:r>
      <w:r>
        <w:rPr>
          <w:rtl/>
          <w:lang w:bidi="fa-IR"/>
        </w:rPr>
        <w:t xml:space="preserve"> نقل‌ها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متعدّد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منظور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«کُم»،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باشند،</w:t>
      </w:r>
      <w:r>
        <w:rPr>
          <w:rtl/>
          <w:lang w:bidi="fa-IR"/>
        </w:rPr>
        <w:t xml:space="preserve">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اکثر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گروه مرد هستند و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 xml:space="preserve"> هم به عنوان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افراد همراه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گروه مردان مطرح است، امّا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درباره زنان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باشد،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قرآن قواعد زبان </w:t>
      </w:r>
      <w:r>
        <w:rPr>
          <w:rFonts w:hint="eastAsia"/>
          <w:rtl/>
          <w:lang w:bidi="fa-IR"/>
        </w:rPr>
        <w:t>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مراعات نکرده است و در قرآن اشتباه وجود داشته باشد.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نکته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روش و سبک قرآن با کتاب‌ها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فرق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قرآن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سبک خاصّ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که 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آن توجّه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مثال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«احزاب» را با هم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الف</w:t>
      </w:r>
      <w:r>
        <w:rPr>
          <w:rtl/>
          <w:lang w:bidi="fa-IR"/>
        </w:rPr>
        <w:t>. خدا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29 تا 33 همسران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مورد خطاب قرار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و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به آنان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>! اگر شما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آن‌را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من مهر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شما را بدهم...».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>. بعد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34 تا 56 مؤمنان را خطاب قرار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و درباره مسائل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>.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57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سخن از زنان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خدا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! به همسران خود بگو....».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هر حال، قرآن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سبک خاصّ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موضوعات دارد که 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آن توجّه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ضمن آن‌که اُمّ‌سَلمه که همسر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است و خود شاهد نزول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بوده است، هرگز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را نگفته 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درباره مقام و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باشد،</w:t>
      </w:r>
      <w:r>
        <w:rPr>
          <w:rtl/>
          <w:lang w:bidi="fa-IR"/>
        </w:rPr>
        <w:t xml:space="preserve"> بلکه او در موارد مختلف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 ماجرا را نقل کرده است و بارها گفته 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 مقام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فاطمه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نازل شده است.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846C3D">
      <w:pPr>
        <w:pStyle w:val="Heading1"/>
        <w:rPr>
          <w:rtl/>
          <w:lang w:bidi="fa-IR"/>
        </w:rPr>
      </w:pPr>
      <w:bookmarkStart w:id="14" w:name="_Toc530640971"/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خانه، خانه ناام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bookmarkEnd w:id="14"/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خدا به من داده که تا به حال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سفر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رفته‌ام،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سفرها با عنوان خدمتگزار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بوده است و من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چگونه شکر خدا را به جا آورم.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سفر که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روم،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نخلستان‌ها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آنجا سپر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قدم گذاشتن در نخلستان‌ها حسّ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علّت آن،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نخلستان، مرا به گذشته‌ها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برد،</w:t>
      </w:r>
      <w:r>
        <w:rPr>
          <w:rtl/>
          <w:lang w:bidi="fa-IR"/>
        </w:rPr>
        <w:t xml:space="preserve"> شهر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که پر از هتل و ساختمان شده است،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قدم در نخلس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گذارم،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صدها سال قبل باز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گردم</w:t>
      </w:r>
      <w:r>
        <w:rPr>
          <w:rtl/>
          <w:lang w:bidi="fa-IR"/>
        </w:rPr>
        <w:t xml:space="preserve"> و به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گمشده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پردازم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امشب</w:t>
      </w:r>
      <w:r>
        <w:rPr>
          <w:rtl/>
          <w:lang w:bidi="fa-IR"/>
        </w:rPr>
        <w:t xml:space="preserve"> هم به نخلستان آمده‌ام، در گوشه‌ا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خلوت کرده‌ام، ماه در آسمان است، هوا صاف است،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وزد،</w:t>
      </w:r>
      <w:r>
        <w:rPr>
          <w:rtl/>
          <w:lang w:bidi="fa-IR"/>
        </w:rPr>
        <w:t xml:space="preserve"> من کنار نخل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نشسته‌ام.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به سراغم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کامپ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وترهمراه</w:t>
      </w:r>
      <w:r>
        <w:rPr>
          <w:rtl/>
          <w:lang w:bidi="fa-IR"/>
        </w:rPr>
        <w:t xml:space="preserve"> (لپ تاپ) را روشن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و شروع به نوشتن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به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کجا هستم؟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کنم؟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سفر کنم، به سال ششم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...</w:t>
      </w:r>
      <w:r w:rsidRPr="00846C3D">
        <w:rPr>
          <w:rStyle w:val="libFootnotenumChar"/>
          <w:rtl/>
        </w:rPr>
        <w:t>180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گوشم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قرآن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 از کجاست؟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 هم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از جا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زم،</w:t>
      </w:r>
      <w:r>
        <w:rPr>
          <w:rtl/>
          <w:lang w:bidi="fa-IR"/>
        </w:rPr>
        <w:t xml:space="preserve"> جلو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از چاه آب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کشد،</w:t>
      </w:r>
      <w:r>
        <w:rPr>
          <w:rtl/>
          <w:lang w:bidi="fa-IR"/>
        </w:rPr>
        <w:t xml:space="preserve"> درختان خرما را آب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سطل آب را داخل چاه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اندازد</w:t>
      </w:r>
      <w:r>
        <w:rPr>
          <w:rtl/>
          <w:lang w:bidi="fa-IR"/>
        </w:rPr>
        <w:t xml:space="preserve"> و آن‌را بالا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کشد</w:t>
      </w:r>
      <w:r>
        <w:rPr>
          <w:rtl/>
          <w:lang w:bidi="fa-IR"/>
        </w:rPr>
        <w:t xml:space="preserve"> و آب را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نخل‌ها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>.</w:t>
      </w:r>
    </w:p>
    <w:p w:rsidR="006C534C" w:rsidRDefault="006C534C" w:rsidP="00846C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 که در دلِ شب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کار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سال ششم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وضع اقتصاد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مسلمانان خوب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امسال باران کم آمده است و </w:t>
      </w:r>
      <w:r>
        <w:rPr>
          <w:rtl/>
          <w:lang w:bidi="fa-IR"/>
        </w:rPr>
        <w:lastRenderedPageBreak/>
        <w:t>خشکسال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هم که از مال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بهره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او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آمده است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نخلستان را آب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در مقابل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 به عنو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مزد خود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  <w:r w:rsidRPr="00846C3D">
        <w:rPr>
          <w:rStyle w:val="libFootnotenumChar"/>
          <w:rtl/>
        </w:rPr>
        <w:t>181</w:t>
      </w:r>
    </w:p>
    <w:p w:rsidR="006C534C" w:rsidRDefault="006C534C" w:rsidP="00846C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امشب تا صبح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نخلستان را آب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او خدا را شکر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که خدا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شفا داد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وقت آن است که او به نذر خود وفا کند. چند روز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tl/>
          <w:lang w:bidi="fa-IR"/>
        </w:rPr>
        <w:t xml:space="preserve"> شدند،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نذر کرد که اگر خدا فرزندانش را شفا دهد، روزه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شکر خدا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خوب شدند، او فردا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روزه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فاطمه هم فردا را روزه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در خانه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خدمتکار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«فضّه»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او هم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گرفته است فردا روزه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  <w:r w:rsidRPr="00846C3D">
        <w:rPr>
          <w:rStyle w:val="libFootnotenumChar"/>
          <w:rtl/>
        </w:rPr>
        <w:t>182</w:t>
      </w:r>
    </w:p>
    <w:p w:rsidR="006C534C" w:rsidRDefault="006C534C" w:rsidP="00846C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با قدرت هر چه تمام‌تر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چاه آب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کشد</w:t>
      </w:r>
      <w:r>
        <w:rPr>
          <w:rtl/>
          <w:lang w:bidi="fa-IR"/>
        </w:rPr>
        <w:t xml:space="preserve"> و درختان را آب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صبح که فرا برسد، صاحب نخلستان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خواهد آمد، او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همه نخلستان را از آب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راب</w:t>
      </w:r>
      <w:r>
        <w:rPr>
          <w:rtl/>
          <w:lang w:bidi="fa-IR"/>
        </w:rPr>
        <w:t xml:space="preserve"> کرده است، مزد او را خواهد داد.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خوشحال است که غروب فردا بر سر سفره آنان </w:t>
      </w:r>
      <w:r>
        <w:rPr>
          <w:rFonts w:hint="eastAsia"/>
          <w:rtl/>
          <w:lang w:bidi="fa-IR"/>
        </w:rPr>
        <w:t>غذا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خواهد بود.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846C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آفتاب طلوع کرده است، اکنون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با دست پر به خانه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رود،</w:t>
      </w:r>
      <w:r>
        <w:rPr>
          <w:rtl/>
          <w:lang w:bidi="fa-IR"/>
        </w:rPr>
        <w:t xml:space="preserve"> در دست او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 است، فکر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مقدار جو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پنج قرص نان پخت.</w:t>
      </w:r>
    </w:p>
    <w:p w:rsidR="006C534C" w:rsidRDefault="006C534C" w:rsidP="00846C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به خانه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به استقبال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همه خستگ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برطرف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6C534C" w:rsidRDefault="006C534C" w:rsidP="00846C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کنار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مشغول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کردن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تا با ته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آرد بتواند نان بپزد.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846C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اذان مغرب است،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مسجد رفته است، بلال، اذان مغرب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همه پشت سر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نماز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خوانند</w:t>
      </w:r>
      <w:r>
        <w:rPr>
          <w:rtl/>
          <w:lang w:bidi="fa-IR"/>
        </w:rPr>
        <w:t>.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بعد از نماز به خانه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سفره افطار را پهن کرده است، همه اهل خانه (عل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فاطمه، حسن،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فضّه) گرد سفره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. </w:t>
      </w:r>
    </w:p>
    <w:p w:rsidR="006C534C" w:rsidRDefault="006C534C" w:rsidP="00846C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سفره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نگاه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ظرف آب و پنج قرص نان!!</w:t>
      </w:r>
    </w:p>
    <w:p w:rsidR="006C534C" w:rsidRDefault="006C534C" w:rsidP="00846C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منتظرند تا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دست به سفره ببرد،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دست دراز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تا نان را بردارد که ناگهان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گوش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>: «سلام بر شما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خاندان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>! من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 هستم، از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به من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من گرسنه‌ام».</w:t>
      </w:r>
    </w:p>
    <w:p w:rsidR="006C534C" w:rsidRDefault="006C534C" w:rsidP="00846C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از فاطمه‌اش اجازه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لبخند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زند،</w:t>
      </w:r>
      <w:r>
        <w:rPr>
          <w:rtl/>
          <w:lang w:bidi="fa-IR"/>
        </w:rPr>
        <w:t xml:space="preserve">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فضّه هم با لبخند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را اعلام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نان‌ها را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دارد</w:t>
      </w:r>
      <w:r>
        <w:rPr>
          <w:rtl/>
          <w:lang w:bidi="fa-IR"/>
        </w:rPr>
        <w:t xml:space="preserve">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خانه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و نان‌ها را به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اهل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خانه با آب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افطار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آنان امشب گرسنه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مانند</w:t>
      </w:r>
      <w:r>
        <w:rPr>
          <w:rtl/>
          <w:lang w:bidi="fa-IR"/>
        </w:rPr>
        <w:t>.</w:t>
      </w:r>
    </w:p>
    <w:p w:rsidR="006C534C" w:rsidRDefault="006C534C" w:rsidP="00846C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فردا</w:t>
      </w:r>
      <w:r>
        <w:rPr>
          <w:rtl/>
          <w:lang w:bidi="fa-IR"/>
        </w:rPr>
        <w:t xml:space="preserve"> شب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همه سر سفره نشسته‌اند،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امروز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 به خانه آورده است و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آن‌</w:t>
      </w:r>
      <w:r w:rsidR="00846C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را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کرده و با آن نان پخته است. به سفره فاطمه</w:t>
      </w:r>
      <w:r w:rsidR="005333C8" w:rsidRPr="005333C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نگاه کن باز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ظرف آب و پنج قرص نان!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بسم اللّه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دست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برد</w:t>
      </w:r>
      <w:r>
        <w:rPr>
          <w:rtl/>
          <w:lang w:bidi="fa-IR"/>
        </w:rPr>
        <w:t xml:space="preserve"> تا نان را بردارد که ناگهان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گوش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>: «سلام بر شما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خاندان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!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هستم، پدرم در راه اسلام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شده است. به من غذا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>.</w:t>
      </w:r>
    </w:p>
    <w:p w:rsidR="006C534C" w:rsidRDefault="006C534C" w:rsidP="00846C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بار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همه نگاه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همه لبخند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لب دارند،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نان‌ها را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دارد</w:t>
      </w:r>
      <w:r>
        <w:rPr>
          <w:rtl/>
          <w:lang w:bidi="fa-IR"/>
        </w:rPr>
        <w:t xml:space="preserve"> و به در خانه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و به آن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امشب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اهل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خانه با آب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افطار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846C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سوم است، همه سر سفره نشسته‌اند،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امروز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 به خانه آورده است و فاطمه با آن نان پخته است. همه سر سفره نشسته‌اند که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گوش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>: «سلام بر شما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خاندان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>! من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هستم! گرسنه‌ام، از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به من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>.</w:t>
      </w:r>
    </w:p>
    <w:p w:rsidR="006C534C" w:rsidRDefault="006C534C" w:rsidP="00846C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خانه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اهل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خانه از صبح تاکنون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نخورده‌اند،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به در خانه آمده است،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بت‌پرست است، به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چه خواهد کرد؟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اهل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خانه هرگز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ناام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در خانه خود بازنم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گردانند،</w:t>
      </w:r>
      <w:r>
        <w:rPr>
          <w:rtl/>
          <w:lang w:bidi="fa-IR"/>
        </w:rPr>
        <w:t xml:space="preserve"> آن‌ها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مند</w:t>
      </w:r>
      <w:r>
        <w:rPr>
          <w:rtl/>
          <w:lang w:bidi="fa-IR"/>
        </w:rPr>
        <w:t>.</w:t>
      </w:r>
    </w:p>
    <w:p w:rsidR="006C534C" w:rsidRDefault="006C534C" w:rsidP="00846C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نان‌ها را در دست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آن‌را به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و به داخل خانه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گردد</w:t>
      </w:r>
      <w:r>
        <w:rPr>
          <w:rtl/>
          <w:lang w:bidi="fa-IR"/>
        </w:rPr>
        <w:t>. امشب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اهل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خانه گرسنه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مانند</w:t>
      </w:r>
      <w:r>
        <w:rPr>
          <w:rtl/>
          <w:lang w:bidi="fa-IR"/>
        </w:rPr>
        <w:t>.</w:t>
      </w:r>
      <w:r w:rsidRPr="00846C3D">
        <w:rPr>
          <w:rStyle w:val="libFootnotenumChar"/>
          <w:rtl/>
        </w:rPr>
        <w:t>183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846C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امشب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سر خود را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کاش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شد،</w:t>
      </w:r>
      <w:r>
        <w:rPr>
          <w:rtl/>
          <w:lang w:bidi="fa-IR"/>
        </w:rPr>
        <w:t xml:space="preserve"> تنها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سفره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خدا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خانه کوچک را به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بکشد. فرشتگان مات و مبهوت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صحنه‌اند، آن‌ها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دانند</w:t>
      </w:r>
      <w:r>
        <w:rPr>
          <w:rtl/>
          <w:lang w:bidi="fa-IR"/>
        </w:rPr>
        <w:t xml:space="preserve"> که هرگز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شاهد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منظره‌ا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نخواهند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اوج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ثار</w:t>
      </w:r>
      <w:r>
        <w:rPr>
          <w:rtl/>
          <w:lang w:bidi="fa-IR"/>
        </w:rPr>
        <w:t xml:space="preserve"> است. اوج مردانگ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و خانواده‌ات را به بت‌پرست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او به تو پناه آور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اوج </w:t>
      </w:r>
      <w:r>
        <w:rPr>
          <w:rtl/>
          <w:lang w:bidi="fa-IR"/>
        </w:rPr>
        <w:lastRenderedPageBreak/>
        <w:t>انسان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است!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فرشتگان اکنون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فهمند</w:t>
      </w:r>
      <w:r>
        <w:rPr>
          <w:rtl/>
          <w:lang w:bidi="fa-IR"/>
        </w:rPr>
        <w:t xml:space="preserve"> که چرا خداوند از آنان خواست که به آدم سجده کنند. آن‌ها امشب به سجده خود افتخار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!</w:t>
      </w:r>
    </w:p>
    <w:p w:rsidR="006C534C" w:rsidRDefault="006C534C" w:rsidP="00846C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درست</w:t>
      </w:r>
      <w:r>
        <w:rPr>
          <w:rtl/>
          <w:lang w:bidi="fa-IR"/>
        </w:rPr>
        <w:t xml:space="preserve"> است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خانه غذا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شود؛</w:t>
      </w:r>
      <w:r>
        <w:rPr>
          <w:rtl/>
          <w:lang w:bidi="fa-IR"/>
        </w:rPr>
        <w:t xml:space="preserve"> امّا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با لبخندش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ساخته است. بهشت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آن را با بهشت خدا هم عوض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بهشت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صبح</w:t>
      </w:r>
      <w:r>
        <w:rPr>
          <w:rtl/>
          <w:lang w:bidi="fa-IR"/>
        </w:rPr>
        <w:t xml:space="preserve"> روز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پنجم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 xml:space="preserve"> فرا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خانه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اهل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خانه آمده است، فاطمه نماز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نگاه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فهمد،</w:t>
      </w:r>
      <w:r>
        <w:rPr>
          <w:rtl/>
          <w:lang w:bidi="fa-IR"/>
        </w:rPr>
        <w:t xml:space="preserve"> اثر گرسنگ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آنان م</w:t>
      </w:r>
      <w:r>
        <w:rPr>
          <w:rFonts w:hint="cs"/>
          <w:rtl/>
          <w:lang w:bidi="fa-IR"/>
        </w:rPr>
        <w:t>ی‌ی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>.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آسمان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دعا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نزد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محمّد! خدا در مقام خاندان تو،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(سوره هل أت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سوره انسان) را نازل کرده است: </w:t>
      </w:r>
    </w:p>
    <w:p w:rsidR="006C534C" w:rsidRDefault="009165B3" w:rsidP="009165B3">
      <w:pPr>
        <w:pStyle w:val="libAie"/>
        <w:rPr>
          <w:rtl/>
          <w:lang w:bidi="fa-IR"/>
        </w:rPr>
      </w:pPr>
      <w:r w:rsidRPr="009165B3">
        <w:rPr>
          <w:rStyle w:val="libAlaemChar"/>
          <w:rFonts w:hint="cs"/>
          <w:rtl/>
        </w:rPr>
        <w:t>(</w:t>
      </w:r>
      <w:r w:rsidR="006C534C">
        <w:rPr>
          <w:rFonts w:hint="eastAsia"/>
          <w:rtl/>
          <w:lang w:bidi="fa-IR"/>
        </w:rPr>
        <w:t>بِسْمِ</w:t>
      </w:r>
      <w:r w:rsidR="006C534C">
        <w:rPr>
          <w:rtl/>
          <w:lang w:bidi="fa-IR"/>
        </w:rPr>
        <w:t xml:space="preserve"> اللّه الرَّحْمَـنِ الرَّحِ</w:t>
      </w:r>
      <w:r w:rsidR="006C534C">
        <w:rPr>
          <w:rFonts w:hint="cs"/>
          <w:rtl/>
          <w:lang w:bidi="fa-IR"/>
        </w:rPr>
        <w:t>ی</w:t>
      </w:r>
      <w:r w:rsidR="006C534C">
        <w:rPr>
          <w:rFonts w:hint="eastAsia"/>
          <w:rtl/>
          <w:lang w:bidi="fa-IR"/>
        </w:rPr>
        <w:t>مِ</w:t>
      </w:r>
    </w:p>
    <w:p w:rsidR="006C534C" w:rsidRDefault="006C534C" w:rsidP="009165B3">
      <w:pPr>
        <w:pStyle w:val="libAie"/>
        <w:rPr>
          <w:rtl/>
          <w:lang w:bidi="fa-IR"/>
        </w:rPr>
      </w:pPr>
      <w:r>
        <w:rPr>
          <w:rFonts w:hint="eastAsia"/>
          <w:rtl/>
          <w:lang w:bidi="fa-IR"/>
        </w:rPr>
        <w:t>هَلْ</w:t>
      </w:r>
      <w:r>
        <w:rPr>
          <w:rtl/>
          <w:lang w:bidi="fa-IR"/>
        </w:rPr>
        <w:t xml:space="preserve"> أَتَ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عَلَ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الاْءِنسَـنِ حِ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نٌ</w:t>
      </w:r>
      <w:r>
        <w:rPr>
          <w:rtl/>
          <w:lang w:bidi="fa-IR"/>
        </w:rPr>
        <w:t xml:space="preserve"> مِّنَ الدَّهْرِ لَمْ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کُن</w:t>
      </w:r>
      <w:r>
        <w:rPr>
          <w:rtl/>
          <w:lang w:bidi="fa-IR"/>
        </w:rPr>
        <w:t xml:space="preserve"> شَ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ـ</w:t>
      </w:r>
      <w:r>
        <w:rPr>
          <w:rFonts w:hint="cs"/>
          <w:rtl/>
          <w:lang w:bidi="fa-IR"/>
        </w:rPr>
        <w:t>ا</w:t>
      </w:r>
      <w:r>
        <w:rPr>
          <w:rtl/>
          <w:lang w:bidi="fa-IR"/>
        </w:rPr>
        <w:t xml:space="preserve"> مَّذْکُورًا ...إِنَّ الْأَبْرَارَ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شْرَبُونَ</w:t>
      </w:r>
      <w:r>
        <w:rPr>
          <w:rtl/>
          <w:lang w:bidi="fa-IR"/>
        </w:rPr>
        <w:t xml:space="preserve"> مِن کَأْسٍ کَانَ مِزَاجُهَا کَافُورًا...وَ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طْعِمُونَ</w:t>
      </w:r>
      <w:r>
        <w:rPr>
          <w:rtl/>
          <w:lang w:bidi="fa-IR"/>
        </w:rPr>
        <w:t xml:space="preserve"> الطَّعَامَ عَلَ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حُبِّهِ مِسْکِ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نًا</w:t>
      </w:r>
      <w:r>
        <w:rPr>
          <w:rtl/>
          <w:lang w:bidi="fa-IR"/>
        </w:rPr>
        <w:t xml:space="preserve"> وَ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تِ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مًا</w:t>
      </w:r>
      <w:r>
        <w:rPr>
          <w:rtl/>
          <w:lang w:bidi="fa-IR"/>
        </w:rPr>
        <w:t xml:space="preserve"> وَ أَسِ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رًا</w:t>
      </w:r>
      <w:r>
        <w:rPr>
          <w:rtl/>
          <w:lang w:bidi="fa-IR"/>
        </w:rPr>
        <w:t xml:space="preserve"> ....</w:t>
      </w:r>
      <w:r w:rsidR="009165B3" w:rsidRPr="009165B3">
        <w:rPr>
          <w:rStyle w:val="libAlaemChar"/>
          <w:rFonts w:hint="cs"/>
          <w:rtl/>
        </w:rPr>
        <w:t>)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انسان نگذشت که او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 و از او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و نشان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نبود؟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انسان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او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و شنوا قرار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راه سعادت و گمراه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او نشان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کفر ورزند غذاب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دردناک آماده کرده‌ا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</w:p>
    <w:p w:rsidR="006C534C" w:rsidRDefault="006C534C" w:rsidP="009165B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امت،</w:t>
      </w:r>
      <w:r>
        <w:rPr>
          <w:rtl/>
          <w:lang w:bidi="fa-IR"/>
        </w:rPr>
        <w:t xml:space="preserve"> </w:t>
      </w:r>
      <w:r w:rsidR="009165B3">
        <w:rPr>
          <w:rFonts w:hint="cs"/>
          <w:rtl/>
          <w:lang w:bidi="fa-IR"/>
        </w:rPr>
        <w:t>مومنان</w:t>
      </w:r>
      <w:r>
        <w:rPr>
          <w:rFonts w:hint="cs"/>
          <w:rtl/>
          <w:lang w:bidi="fa-IR"/>
        </w:rPr>
        <w:t xml:space="preserve"> از آب گوارا سی</w:t>
      </w:r>
      <w:r>
        <w:rPr>
          <w:rFonts w:hint="eastAsia"/>
          <w:rtl/>
          <w:lang w:bidi="fa-IR"/>
        </w:rPr>
        <w:t>راب</w:t>
      </w:r>
      <w:r>
        <w:rPr>
          <w:rtl/>
          <w:lang w:bidi="fa-IR"/>
        </w:rPr>
        <w:t xml:space="preserve"> خواهند شد که با عطر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است، فقط آنان از آن چشمه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نوشند،</w:t>
      </w:r>
      <w:r>
        <w:rPr>
          <w:rtl/>
          <w:lang w:bidi="fa-IR"/>
        </w:rPr>
        <w:t xml:space="preserve"> آنان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به نذر خود وفا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از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در هراس هستند و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خودشان به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هس</w:t>
      </w:r>
      <w:r>
        <w:rPr>
          <w:rFonts w:hint="eastAsia"/>
          <w:rtl/>
          <w:lang w:bidi="fa-IR"/>
        </w:rPr>
        <w:t>تند،</w:t>
      </w:r>
      <w:r>
        <w:rPr>
          <w:rtl/>
          <w:lang w:bidi="fa-IR"/>
        </w:rPr>
        <w:t xml:space="preserve"> آنان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به خاطر خدا انجام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 xml:space="preserve"> و هرگز انتظار پاداش و سپاس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ندارند... و خدا هم به آنان بهشت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ارزان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دارد</w:t>
      </w:r>
      <w:r>
        <w:rPr>
          <w:rtl/>
          <w:lang w:bidi="fa-IR"/>
        </w:rPr>
        <w:t>...</w:t>
      </w:r>
      <w:r w:rsidRPr="009165B3">
        <w:rPr>
          <w:rStyle w:val="libFootnotenumChar"/>
          <w:rtl/>
        </w:rPr>
        <w:t>184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</w:t>
      </w:r>
      <w:r>
        <w:rPr>
          <w:rtl/>
          <w:lang w:bidi="fa-IR"/>
        </w:rPr>
        <w:t xml:space="preserve"> و سپس سکوت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لبخند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چهره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«خدا به شما نعمت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است که هرگز تمام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بر شما مبارک باد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به شما داده است، خوشا به حال شما که خدا از شما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شما را به عنوان بندگان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خود انتخاب نمود. خوشا به حال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شما باشد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خدا به شما مقام شفاعت را داد».</w:t>
      </w:r>
      <w:r w:rsidRPr="009165B3">
        <w:rPr>
          <w:rStyle w:val="libFootnotenumChar"/>
          <w:rtl/>
        </w:rPr>
        <w:t>185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موقع آن است که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مستجاب شود، فرشتگان از آسمان کاسه غذا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آورند،</w:t>
      </w:r>
      <w:r>
        <w:rPr>
          <w:rtl/>
          <w:lang w:bidi="fa-IR"/>
        </w:rPr>
        <w:t xml:space="preserve"> کاسه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اندازه پنج نفر غذا در آن است.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جا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چد،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غذا آب‌گوشت است و گوشت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همه سر سفره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و از آن غذا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خورند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>.</w:t>
      </w:r>
      <w:r w:rsidRPr="009165B3">
        <w:rPr>
          <w:rStyle w:val="libFootnotenumChar"/>
          <w:rtl/>
        </w:rPr>
        <w:t>186</w:t>
      </w:r>
    </w:p>
    <w:p w:rsidR="006C534C" w:rsidRDefault="006C534C" w:rsidP="009165B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امبر،</w:t>
      </w:r>
      <w:r>
        <w:rPr>
          <w:rtl/>
          <w:lang w:bidi="fa-IR"/>
        </w:rPr>
        <w:t xml:space="preserve"> خدا را شکر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که همانگونه که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کرد، خاندان او هم از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  <w:r w:rsidRPr="009165B3">
        <w:rPr>
          <w:rStyle w:val="libFootnotenumChar"/>
          <w:rtl/>
        </w:rPr>
        <w:t>187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کاسه بهشت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کجاست؟ </w:t>
      </w:r>
    </w:p>
    <w:p w:rsidR="006C534C" w:rsidRDefault="006C534C" w:rsidP="009165B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کاسه اکنون نزد امام‌زمان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ظهور کند، آن کاسه را آشکار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با آن غذا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خواهد کرد.</w:t>
      </w:r>
      <w:r w:rsidRPr="009165B3">
        <w:rPr>
          <w:rStyle w:val="libFootnotenumChar"/>
          <w:rtl/>
        </w:rPr>
        <w:t>188</w:t>
      </w:r>
    </w:p>
    <w:p w:rsidR="006C534C" w:rsidRDefault="009165B3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6C534C" w:rsidRDefault="006C534C" w:rsidP="009165B3">
      <w:pPr>
        <w:pStyle w:val="Heading1"/>
        <w:rPr>
          <w:rtl/>
          <w:lang w:bidi="fa-IR"/>
        </w:rPr>
      </w:pPr>
      <w:bookmarkStart w:id="15" w:name="_Toc530640972"/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لباس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bookmarkEnd w:id="15"/>
    </w:p>
    <w:p w:rsidR="006C534C" w:rsidRDefault="006C534C" w:rsidP="009165B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کاظم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دهه آخر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 xml:space="preserve"> سال 128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«اَبْوا» (ب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مکّه و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>-)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آمدند، و بعد از شهادت پدر بزرگوراش در سال 148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به عهده گرفتند و در سال 183 مظلومانه به شهادت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</w:t>
      </w:r>
      <w:r w:rsidRPr="009165B3">
        <w:rPr>
          <w:rStyle w:val="libFootnotenumChar"/>
          <w:rtl/>
        </w:rPr>
        <w:t>189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حضرت همواره مورد ظلم و ستم حکومت عبّاس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 و مدّت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زندان‌ها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هارون،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عبّاس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به ذکر چند نکته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: 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9165B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از سفر حج باز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گردد،</w:t>
      </w:r>
      <w:r>
        <w:rPr>
          <w:rtl/>
          <w:lang w:bidi="fa-IR"/>
        </w:rPr>
        <w:t xml:space="preserve"> او در وسط راه مکّه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در منطقه‌ا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«ابواء» منزل کرده است. عدّه‌ا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آن حضرت همراه او هستند، آنان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امام مهمان هستند.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صبحانه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آورد،</w:t>
      </w:r>
      <w:r>
        <w:rPr>
          <w:rtl/>
          <w:lang w:bidi="fa-IR"/>
        </w:rPr>
        <w:t xml:space="preserve"> همه سر سفره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تا همراه امام صبحانه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کنند،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امام را صدا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زند،</w:t>
      </w:r>
      <w:r>
        <w:rPr>
          <w:rtl/>
          <w:lang w:bidi="fa-IR"/>
        </w:rPr>
        <w:t xml:space="preserve"> آن زن به امام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من از طرف همسر شما آمده‌ام، او شما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طلبد</w:t>
      </w:r>
      <w:r>
        <w:rPr>
          <w:rtl/>
          <w:lang w:bidi="fa-IR"/>
        </w:rPr>
        <w:t xml:space="preserve">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از جا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و همراه آن زن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>. مدّت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گذرد،</w:t>
      </w:r>
      <w:r>
        <w:rPr>
          <w:rtl/>
          <w:lang w:bidi="fa-IR"/>
        </w:rPr>
        <w:t xml:space="preserve"> امام به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گردد،</w:t>
      </w:r>
      <w:r>
        <w:rPr>
          <w:rtl/>
          <w:lang w:bidi="fa-IR"/>
        </w:rPr>
        <w:t xml:space="preserve"> رو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«خدا به من پسر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 که از همه مردم رو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بهتر است». </w:t>
      </w:r>
    </w:p>
    <w:p w:rsidR="006C534C" w:rsidRDefault="006C534C" w:rsidP="009165B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نام فرزند خود را موس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گذارد</w:t>
      </w:r>
      <w:r>
        <w:rPr>
          <w:rtl/>
          <w:lang w:bidi="fa-IR"/>
        </w:rPr>
        <w:t xml:space="preserve"> و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به شکرانه ولادت فرزندش، سه روز مهمان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به مردم غذا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</w:t>
      </w:r>
      <w:r w:rsidRPr="009165B3">
        <w:rPr>
          <w:rStyle w:val="libFootnotenumChar"/>
          <w:rtl/>
        </w:rPr>
        <w:t>190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9165B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اسم</w:t>
      </w:r>
      <w:r>
        <w:rPr>
          <w:rtl/>
          <w:lang w:bidi="fa-IR"/>
        </w:rPr>
        <w:t xml:space="preserve">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است، امروز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با امام صادق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باشم. وارد خانه امام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شوم،</w:t>
      </w:r>
      <w:r>
        <w:rPr>
          <w:rtl/>
          <w:lang w:bidi="fa-IR"/>
        </w:rPr>
        <w:t xml:space="preserve"> سلام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جواب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شنوم،</w:t>
      </w:r>
      <w:r>
        <w:rPr>
          <w:rtl/>
          <w:lang w:bidi="fa-IR"/>
        </w:rPr>
        <w:t xml:space="preserve"> سپس روبرو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با کمال ادب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>.</w:t>
      </w:r>
    </w:p>
    <w:p w:rsidR="006C534C" w:rsidRDefault="006C534C" w:rsidP="009165B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با نوزاد خود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من صبر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سپس امام رو به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>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فرزند من است، او امام بعد از من است. نزد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به او سلام کن».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جلو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روم،</w:t>
      </w:r>
      <w:r>
        <w:rPr>
          <w:rtl/>
          <w:lang w:bidi="fa-IR"/>
        </w:rPr>
        <w:t xml:space="preserve"> سلام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او لب به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جواب سلام مرا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 نام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دختر خود نهاده‌ا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 را دشمن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دارد،</w:t>
      </w:r>
      <w:r>
        <w:rPr>
          <w:rtl/>
          <w:lang w:bidi="fa-IR"/>
        </w:rPr>
        <w:t xml:space="preserve"> برو نام دخترت را عوض کن!».</w:t>
      </w:r>
    </w:p>
    <w:p w:rsidR="006C534C" w:rsidRDefault="006C534C" w:rsidP="009165B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امام صادق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من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>! به سخن فرزندم گوش کن، نام دخترت را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بده».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سرم را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رم،</w:t>
      </w:r>
      <w:r>
        <w:rPr>
          <w:rtl/>
          <w:lang w:bidi="fa-IR"/>
        </w:rPr>
        <w:t xml:space="preserve"> راستش را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امام خجالت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کشم،</w:t>
      </w:r>
      <w:r>
        <w:rPr>
          <w:rtl/>
          <w:lang w:bidi="fa-IR"/>
        </w:rPr>
        <w:t xml:space="preserve"> چرا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دختر خود بگذارم، همان‌جا نام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دختر خود انتخاب نمودم.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آن‌روز</w:t>
      </w:r>
      <w:r>
        <w:rPr>
          <w:rtl/>
          <w:lang w:bidi="fa-IR"/>
        </w:rPr>
        <w:t xml:space="preserve"> بود که من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امام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tl/>
          <w:lang w:bidi="fa-IR"/>
        </w:rPr>
        <w:t xml:space="preserve"> باخبر است، علم و دانش امام مانند انسان‌ها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خداوند به آنان علم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عطا کرده است و فرق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  <w:r w:rsidRPr="009165B3">
        <w:rPr>
          <w:rStyle w:val="libFootnotenumChar"/>
          <w:rtl/>
        </w:rPr>
        <w:t>191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اسم</w:t>
      </w:r>
      <w:r>
        <w:rPr>
          <w:rtl/>
          <w:lang w:bidi="fa-IR"/>
        </w:rPr>
        <w:t xml:space="preserve"> من ابوحن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است، از رهبران اهل‌سنّت هستم و طرفداران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دارم. امروز به مسجد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</w:t>
      </w:r>
      <w:r>
        <w:rPr>
          <w:rtl/>
          <w:lang w:bidi="fa-IR"/>
        </w:rPr>
        <w:t xml:space="preserve"> تا نماز بخوانم، نگاهم به نوجوان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افتد</w:t>
      </w:r>
      <w:r>
        <w:rPr>
          <w:rtl/>
          <w:lang w:bidi="fa-IR"/>
        </w:rPr>
        <w:t xml:space="preserve"> که در مسجد نماز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چند</w:t>
      </w:r>
      <w:r>
        <w:rPr>
          <w:rtl/>
          <w:lang w:bidi="fa-IR"/>
        </w:rPr>
        <w:t xml:space="preserve"> نفر از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شوند،</w:t>
      </w:r>
      <w:r>
        <w:rPr>
          <w:rtl/>
          <w:lang w:bidi="fa-IR"/>
        </w:rPr>
        <w:t xml:space="preserve"> مانع رفت و آمد آنان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به نماز خود ادامه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 من تعجّب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نوجوان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از احکام نماز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خبر</w:t>
      </w:r>
      <w:r>
        <w:rPr>
          <w:rtl/>
          <w:lang w:bidi="fa-IR"/>
        </w:rPr>
        <w:t xml:space="preserve"> است، مگر او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داند</w:t>
      </w:r>
      <w:r>
        <w:rPr>
          <w:rtl/>
          <w:lang w:bidi="fa-IR"/>
        </w:rPr>
        <w:t xml:space="preserve"> که هنگام نماز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اجازه بدهد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رد بشود. </w:t>
      </w:r>
    </w:p>
    <w:p w:rsidR="006C534C" w:rsidRDefault="006C534C" w:rsidP="009165B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او پسر امام صادق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است، بر تعجّب من افزوده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خوب است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که با امام صادق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روبرو شدم ماجرا را به او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6C534C" w:rsidRDefault="006C534C" w:rsidP="009165B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بعد نزد امام صادق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</w:t>
      </w:r>
      <w:r>
        <w:rPr>
          <w:rtl/>
          <w:lang w:bidi="fa-IR"/>
        </w:rPr>
        <w:t xml:space="preserve"> و به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: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من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پسرت نماز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</w:t>
      </w:r>
      <w:r>
        <w:rPr>
          <w:rtl/>
          <w:lang w:bidi="fa-IR"/>
        </w:rPr>
        <w:t xml:space="preserve"> و مردم از مقابلش رفت و آمد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کردند</w:t>
      </w:r>
      <w:r>
        <w:rPr>
          <w:rtl/>
          <w:lang w:bidi="fa-IR"/>
        </w:rPr>
        <w:t xml:space="preserve"> و او مانع آن‌ها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>.</w:t>
      </w:r>
    </w:p>
    <w:p w:rsidR="006C534C" w:rsidRDefault="006C534C" w:rsidP="009165B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اکنون پسرم را صدا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تو </w:t>
      </w:r>
      <w:r w:rsidR="009165B3">
        <w:rPr>
          <w:rFonts w:hint="cs"/>
          <w:rtl/>
          <w:lang w:bidi="fa-IR"/>
        </w:rPr>
        <w:t>سوال</w:t>
      </w:r>
      <w:r>
        <w:rPr>
          <w:rFonts w:hint="cs"/>
          <w:rtl/>
          <w:lang w:bidi="fa-IR"/>
        </w:rPr>
        <w:t xml:space="preserve"> خود را </w:t>
      </w:r>
      <w:r>
        <w:rPr>
          <w:rtl/>
          <w:lang w:bidi="fa-IR"/>
        </w:rPr>
        <w:t>از او بپرس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6C534C" w:rsidRDefault="006C534C" w:rsidP="009165B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گذرد،</w:t>
      </w:r>
      <w:r>
        <w:rPr>
          <w:rtl/>
          <w:lang w:bidi="fa-IR"/>
        </w:rPr>
        <w:t xml:space="preserve"> اکنون آن نوجوان در مقابل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است، من </w:t>
      </w:r>
      <w:r w:rsidR="009165B3">
        <w:rPr>
          <w:rFonts w:hint="cs"/>
          <w:rtl/>
          <w:lang w:bidi="fa-IR"/>
        </w:rPr>
        <w:t xml:space="preserve">سوال </w:t>
      </w:r>
      <w:r>
        <w:rPr>
          <w:rFonts w:hint="cs"/>
          <w:rtl/>
          <w:lang w:bidi="fa-IR"/>
        </w:rPr>
        <w:t>خود را می‌</w:t>
      </w:r>
      <w:r>
        <w:rPr>
          <w:rFonts w:hint="eastAsia"/>
          <w:rtl/>
          <w:lang w:bidi="fa-IR"/>
        </w:rPr>
        <w:t>پرسم</w:t>
      </w:r>
      <w:r>
        <w:rPr>
          <w:rtl/>
          <w:lang w:bidi="fa-IR"/>
        </w:rPr>
        <w:t>. او رو به پدرش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پدر! من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نماز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خوانم</w:t>
      </w:r>
      <w:r>
        <w:rPr>
          <w:rtl/>
          <w:lang w:bidi="fa-IR"/>
        </w:rPr>
        <w:t xml:space="preserve"> که از همه کس به من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ک‌تر</w:t>
      </w:r>
      <w:r>
        <w:rPr>
          <w:rtl/>
          <w:lang w:bidi="fa-IR"/>
        </w:rPr>
        <w:t xml:space="preserve"> است،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از خود من هم به من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است، خدا در قرآن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  <w:r w:rsidRPr="009165B3">
        <w:rPr>
          <w:rStyle w:val="libAlaemChar"/>
          <w:rtl/>
        </w:rPr>
        <w:t>(</w:t>
      </w:r>
      <w:r w:rsidRPr="009165B3">
        <w:rPr>
          <w:rStyle w:val="libAieChar"/>
          <w:rtl/>
        </w:rPr>
        <w:t>وَ نَحْنُ أَق</w:t>
      </w:r>
      <w:r w:rsidRPr="009165B3">
        <w:rPr>
          <w:rStyle w:val="libAieChar"/>
          <w:rFonts w:hint="eastAsia"/>
          <w:rtl/>
        </w:rPr>
        <w:t>ْرَبُ</w:t>
      </w:r>
      <w:r w:rsidRPr="009165B3">
        <w:rPr>
          <w:rStyle w:val="libAieChar"/>
          <w:rtl/>
        </w:rPr>
        <w:t xml:space="preserve"> إِلَ</w:t>
      </w:r>
      <w:r w:rsidRPr="009165B3">
        <w:rPr>
          <w:rStyle w:val="libAieChar"/>
          <w:rFonts w:hint="cs"/>
          <w:rtl/>
        </w:rPr>
        <w:t>یْ</w:t>
      </w:r>
      <w:r w:rsidRPr="009165B3">
        <w:rPr>
          <w:rStyle w:val="libAieChar"/>
          <w:rFonts w:hint="eastAsia"/>
          <w:rtl/>
        </w:rPr>
        <w:t>هِ</w:t>
      </w:r>
      <w:r w:rsidRPr="009165B3">
        <w:rPr>
          <w:rStyle w:val="libAieChar"/>
          <w:rtl/>
        </w:rPr>
        <w:t xml:space="preserve"> مِنْ حَبْلِ الْوَرِ</w:t>
      </w:r>
      <w:r w:rsidRPr="009165B3">
        <w:rPr>
          <w:rStyle w:val="libAieChar"/>
          <w:rFonts w:hint="cs"/>
          <w:rtl/>
        </w:rPr>
        <w:t>ی</w:t>
      </w:r>
      <w:r w:rsidRPr="009165B3">
        <w:rPr>
          <w:rStyle w:val="libAieChar"/>
          <w:rFonts w:hint="eastAsia"/>
          <w:rtl/>
        </w:rPr>
        <w:t>دِ</w:t>
      </w:r>
      <w:r w:rsidRPr="009165B3">
        <w:rPr>
          <w:rStyle w:val="libAlaemChar"/>
          <w:rtl/>
        </w:rPr>
        <w:t>)</w:t>
      </w:r>
      <w:r>
        <w:rPr>
          <w:rtl/>
          <w:lang w:bidi="fa-IR"/>
        </w:rPr>
        <w:t>، ما از رگ گردن به شما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ک‌تر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>.</w:t>
      </w:r>
      <w:r w:rsidRPr="009165B3">
        <w:rPr>
          <w:rStyle w:val="libFootnotenumChar"/>
          <w:rtl/>
        </w:rPr>
        <w:t>192</w:t>
      </w:r>
    </w:p>
    <w:p w:rsidR="006C534C" w:rsidRDefault="006C534C" w:rsidP="009165B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او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امام صادق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و به نشانه محبّت او را در آغوش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جانم به فدا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!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آن روز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موقع نماز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فاصله‌ا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 و بنده‌اش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  <w:r w:rsidRPr="009165B3">
        <w:rPr>
          <w:rStyle w:val="libFootnotenumChar"/>
          <w:rtl/>
        </w:rPr>
        <w:t>193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9165B3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هارون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عبّاس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امام کاظم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رو کرد و گفت: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چرا شما خاندان، خود را پسران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فرزندان دختر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ــ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هارون! اگر اکنون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زنده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 xml:space="preserve"> و از دختر تو خواستگار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تو به او جواب مثبت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بله.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من به افتخار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ده‌ام</w:t>
      </w:r>
      <w:r>
        <w:rPr>
          <w:rtl/>
          <w:lang w:bidi="fa-IR"/>
        </w:rPr>
        <w:t xml:space="preserve">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امّا در فرض بالا نه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دختر من خواستگار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نه من دخترم را به عقد او در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آورم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جدّ دختر من است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ازدواج حرام است. ما خاندان از نسل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بعد از وفات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او پسر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نماند، شما همه فرزندان فاطمه، دختر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نسل هر انسان از پسر ادامه م</w:t>
      </w:r>
      <w:r>
        <w:rPr>
          <w:rFonts w:hint="cs"/>
          <w:rtl/>
          <w:lang w:bidi="fa-IR"/>
        </w:rPr>
        <w:t>ی‌ی</w:t>
      </w:r>
      <w:r>
        <w:rPr>
          <w:rFonts w:hint="eastAsia"/>
          <w:rtl/>
          <w:lang w:bidi="fa-IR"/>
        </w:rPr>
        <w:t>ابد،</w:t>
      </w:r>
      <w:r>
        <w:rPr>
          <w:rtl/>
          <w:lang w:bidi="fa-IR"/>
        </w:rPr>
        <w:t xml:space="preserve"> شما در واقع پسران دختر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خود را پسر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هارون!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قرآن را خوانده‌ا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کدام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سوره انعام،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84، آنجا که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  <w:r w:rsidRPr="009165B3">
        <w:rPr>
          <w:rStyle w:val="libAlaemChar"/>
          <w:rtl/>
        </w:rPr>
        <w:t>(</w:t>
      </w:r>
      <w:r w:rsidRPr="009165B3">
        <w:rPr>
          <w:rStyle w:val="libAieChar"/>
          <w:rtl/>
        </w:rPr>
        <w:t>وَمِن ذُرِّ</w:t>
      </w:r>
      <w:r w:rsidRPr="009165B3">
        <w:rPr>
          <w:rStyle w:val="libAieChar"/>
          <w:rFonts w:hint="cs"/>
          <w:rtl/>
        </w:rPr>
        <w:t>یَّ</w:t>
      </w:r>
      <w:r w:rsidRPr="009165B3">
        <w:rPr>
          <w:rStyle w:val="libAieChar"/>
          <w:rFonts w:hint="eastAsia"/>
          <w:rtl/>
        </w:rPr>
        <w:t>تِهِ</w:t>
      </w:r>
      <w:r w:rsidRPr="009165B3">
        <w:rPr>
          <w:rStyle w:val="libAieChar"/>
          <w:rtl/>
        </w:rPr>
        <w:t xml:space="preserve"> دَاوُودَ وَسُلَ</w:t>
      </w:r>
      <w:r w:rsidRPr="009165B3">
        <w:rPr>
          <w:rStyle w:val="libAieChar"/>
          <w:rFonts w:hint="cs"/>
          <w:rtl/>
        </w:rPr>
        <w:t>یْ</w:t>
      </w:r>
      <w:r w:rsidRPr="009165B3">
        <w:rPr>
          <w:rStyle w:val="libAieChar"/>
          <w:rFonts w:hint="eastAsia"/>
          <w:rtl/>
        </w:rPr>
        <w:t>مَانَ</w:t>
      </w:r>
      <w:r w:rsidRPr="009165B3">
        <w:rPr>
          <w:rStyle w:val="libAieChar"/>
          <w:rtl/>
        </w:rPr>
        <w:t>...</w:t>
      </w:r>
      <w:r w:rsidRPr="009165B3">
        <w:rPr>
          <w:rStyle w:val="libAlaemChar"/>
          <w:rtl/>
        </w:rPr>
        <w:t>)</w:t>
      </w:r>
      <w:r>
        <w:rPr>
          <w:rtl/>
          <w:lang w:bidi="fa-IR"/>
        </w:rPr>
        <w:t>، خدا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داوود و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از فرزندان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هستند.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خوب.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بعد خدا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  <w:r w:rsidRPr="009165B3">
        <w:rPr>
          <w:rStyle w:val="libAlaemChar"/>
          <w:rtl/>
        </w:rPr>
        <w:t>(</w:t>
      </w:r>
      <w:r w:rsidRPr="009165B3">
        <w:rPr>
          <w:rStyle w:val="libAieChar"/>
          <w:rtl/>
        </w:rPr>
        <w:t>وَزَکَرِ</w:t>
      </w:r>
      <w:r w:rsidRPr="009165B3">
        <w:rPr>
          <w:rStyle w:val="libAieChar"/>
          <w:rFonts w:hint="cs"/>
          <w:rtl/>
        </w:rPr>
        <w:t>یَّ</w:t>
      </w:r>
      <w:r w:rsidRPr="009165B3">
        <w:rPr>
          <w:rStyle w:val="libAieChar"/>
          <w:rFonts w:hint="eastAsia"/>
          <w:rtl/>
        </w:rPr>
        <w:t>ا</w:t>
      </w:r>
      <w:r w:rsidRPr="009165B3">
        <w:rPr>
          <w:rStyle w:val="libAieChar"/>
          <w:rtl/>
        </w:rPr>
        <w:t xml:space="preserve"> وَ</w:t>
      </w:r>
      <w:r w:rsidRPr="009165B3">
        <w:rPr>
          <w:rStyle w:val="libAieChar"/>
          <w:rFonts w:hint="cs"/>
          <w:rtl/>
        </w:rPr>
        <w:t>یَ</w:t>
      </w:r>
      <w:r w:rsidRPr="009165B3">
        <w:rPr>
          <w:rStyle w:val="libAieChar"/>
          <w:rFonts w:hint="eastAsia"/>
          <w:rtl/>
        </w:rPr>
        <w:t>حْ</w:t>
      </w:r>
      <w:r w:rsidRPr="009165B3">
        <w:rPr>
          <w:rStyle w:val="libAieChar"/>
          <w:rFonts w:hint="cs"/>
          <w:rtl/>
        </w:rPr>
        <w:t>یَی</w:t>
      </w:r>
      <w:r w:rsidRPr="009165B3">
        <w:rPr>
          <w:rStyle w:val="libAieChar"/>
          <w:rtl/>
        </w:rPr>
        <w:t xml:space="preserve"> وَعِ</w:t>
      </w:r>
      <w:r w:rsidRPr="009165B3">
        <w:rPr>
          <w:rStyle w:val="libAieChar"/>
          <w:rFonts w:hint="cs"/>
          <w:rtl/>
        </w:rPr>
        <w:t>ی</w:t>
      </w:r>
      <w:r w:rsidRPr="009165B3">
        <w:rPr>
          <w:rStyle w:val="libAieChar"/>
          <w:rFonts w:hint="eastAsia"/>
          <w:rtl/>
        </w:rPr>
        <w:t>سَ</w:t>
      </w:r>
      <w:r w:rsidRPr="009165B3">
        <w:rPr>
          <w:rStyle w:val="libAieChar"/>
          <w:rFonts w:hint="cs"/>
          <w:rtl/>
        </w:rPr>
        <w:t>ی</w:t>
      </w:r>
      <w:r w:rsidRPr="009165B3">
        <w:rPr>
          <w:rStyle w:val="libAieChar"/>
          <w:rtl/>
        </w:rPr>
        <w:t>...</w:t>
      </w:r>
      <w:r w:rsidRPr="009165B3">
        <w:rPr>
          <w:rStyle w:val="libAlaemChar"/>
          <w:rtl/>
        </w:rPr>
        <w:t>)</w:t>
      </w:r>
      <w:r>
        <w:rPr>
          <w:rtl/>
          <w:lang w:bidi="fa-IR"/>
        </w:rPr>
        <w:t>. خدا زکر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فرزندان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هستند.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هارون! بگو بدانم، پدر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بود؟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چه حرف‌ها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معلوم است، خداوند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بدون پدر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ــ</w:t>
      </w:r>
      <w:r>
        <w:rPr>
          <w:rtl/>
          <w:lang w:bidi="fa-IR"/>
        </w:rPr>
        <w:t xml:space="preserve"> خوب. اگر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 ندارد، پس از طرف مادرش به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مادر او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با چند واسطه به حضرت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پس معلوم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قرآن،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فرزند دخترِ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است، فرزند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داند،</w:t>
      </w:r>
      <w:r>
        <w:rPr>
          <w:rtl/>
          <w:lang w:bidi="fa-IR"/>
        </w:rPr>
        <w:t xml:space="preserve"> البته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با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واسطه، دختر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اکنون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بپرسم، چطور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فرزند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است، امّا ما فرزندان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اورم؟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6C534C" w:rsidRDefault="006C534C" w:rsidP="009E4C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خدا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61 آل عمران در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مباهله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  <w:r w:rsidRPr="009E4C1A">
        <w:rPr>
          <w:rStyle w:val="libAlaemChar"/>
          <w:rtl/>
        </w:rPr>
        <w:t>(</w:t>
      </w:r>
      <w:r w:rsidRPr="009E4C1A">
        <w:rPr>
          <w:rStyle w:val="libAieChar"/>
          <w:rtl/>
        </w:rPr>
        <w:t>فَقُلْ تَعَالَوْا نَدْعُ أَبْنَآءَنَا وَأَبْنَآءَکُمْ...</w:t>
      </w:r>
      <w:r w:rsidRPr="009E4C1A">
        <w:rPr>
          <w:rStyle w:val="libAlaemChar"/>
          <w:rtl/>
        </w:rPr>
        <w:t>)</w:t>
      </w:r>
      <w:r>
        <w:rPr>
          <w:rtl/>
          <w:lang w:bidi="fa-IR"/>
        </w:rPr>
        <w:t>، آن‌روز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فقط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فاطمه و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همراه خود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مباهله با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نجران برد، منظور از «پسران ما»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باشند،</w:t>
      </w:r>
      <w:r>
        <w:rPr>
          <w:rtl/>
          <w:lang w:bidi="fa-IR"/>
        </w:rPr>
        <w:t xml:space="preserve"> خداوند آنان را پسران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است.</w:t>
      </w:r>
      <w:r w:rsidRPr="009E4C1A">
        <w:rPr>
          <w:rStyle w:val="libFootnotenumChar"/>
          <w:rtl/>
        </w:rPr>
        <w:t>194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9E4C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خلفا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عبّاس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عبّاس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دانست</w:t>
      </w:r>
      <w:r>
        <w:rPr>
          <w:rtl/>
          <w:lang w:bidi="fa-IR"/>
        </w:rPr>
        <w:t xml:space="preserve"> که امام کاظم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او را زمامدار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ستمگر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دانند</w:t>
      </w:r>
      <w:r>
        <w:rPr>
          <w:rtl/>
          <w:lang w:bidi="fa-IR"/>
        </w:rPr>
        <w:t xml:space="preserve"> و هرگز او را به عنوان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قبول ندارند.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عبّاس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صلاح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فدک را که در زمان حکومت ابوبکر غصب شده بود به امام کاظم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برگرداند تا ش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شدّت مخالفت امام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با حکومت خود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6C534C" w:rsidRDefault="006C534C" w:rsidP="009E4C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عبّاس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امام کاظم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گفت: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من آماده‌ام تا فدک را به شما برگردانم.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فقط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فدک را از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که همه آن‌را به من بازگردان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حدّ و مرزها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فدک را بگو تا آن را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دهم.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ــ</w:t>
      </w:r>
      <w:r>
        <w:rPr>
          <w:rtl/>
          <w:lang w:bidi="fa-IR"/>
        </w:rPr>
        <w:t xml:space="preserve"> اگر مرزها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هرگز آن را به من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تو مزر فدک 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از عدن تا سمرقند، از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</w:t>
      </w:r>
      <w:r>
        <w:rPr>
          <w:rtl/>
          <w:lang w:bidi="fa-IR"/>
        </w:rPr>
        <w:t xml:space="preserve"> تا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خزر است.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ماند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عبّاس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دانستم</w:t>
      </w:r>
      <w:r>
        <w:rPr>
          <w:rtl/>
          <w:lang w:bidi="fa-IR"/>
        </w:rPr>
        <w:t xml:space="preserve"> که تو هرگز حق را نخواه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>.</w:t>
      </w:r>
    </w:p>
    <w:p w:rsidR="006C534C" w:rsidRDefault="006C534C" w:rsidP="009E4C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امام کاظم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آن روز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مهمّ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عبّاس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منتقل کرد، مرز فدک، مجموع قلمرو حکومت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ابوبکر فدک را از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گرفت و غصب فدک در واقع جلوه‌ا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غصب حقّ حاکم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خاندان بود، اگر قرار باشد آنان به حقّ خود برسند،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همه قلمرو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جهان اس</w:t>
      </w:r>
      <w:r>
        <w:rPr>
          <w:rFonts w:hint="eastAsia"/>
          <w:rtl/>
          <w:lang w:bidi="fa-IR"/>
        </w:rPr>
        <w:t>لام</w:t>
      </w:r>
      <w:r>
        <w:rPr>
          <w:rtl/>
          <w:lang w:bidi="fa-IR"/>
        </w:rPr>
        <w:t xml:space="preserve">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آنان قرار داده شود.</w:t>
      </w:r>
      <w:r w:rsidRPr="009E4C1A">
        <w:rPr>
          <w:rStyle w:val="libFootnotenumChar"/>
          <w:rtl/>
        </w:rPr>
        <w:t>195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9E4C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امام کاظم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هستم. نام من، عل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بن‌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قط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است، با اجازه امام به عنوان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هارون عبّاس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مشغول خدمت هستم، امام از من خواسته است تا به صورت محرمانه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کمک کنم و تا آنجا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گره از کار آنان باز کنم.</w:t>
      </w:r>
    </w:p>
    <w:p w:rsidR="006C534C" w:rsidRDefault="006C534C" w:rsidP="009E4C1A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روزها، هارون عبّاس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لباس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من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داد،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آن لباس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کاظم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فرستادم. </w:t>
      </w:r>
    </w:p>
    <w:p w:rsidR="006C534C" w:rsidRDefault="006C534C" w:rsidP="009E4C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مدّت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امام کاظم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دستم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نامه از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به بغداد فرستاده شده بود. نامه را باز کردم.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امام در آن نوشته است: «تو الآن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لباس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تعجّب کردم که چرا امام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مرا پس فرستاده است، چند لحظه بعد، فرستاده هارون نزد من آمد و از من خواست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نزد هارون بروم.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او رفتم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او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غضبناک است. به من رو کرد و گفت: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با آن لباس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تو دادم چه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آن لباس در خانه من است.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هر چه زودتر آن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ــ</w:t>
      </w:r>
      <w:r>
        <w:rPr>
          <w:rtl/>
          <w:lang w:bidi="fa-IR"/>
        </w:rPr>
        <w:t xml:space="preserve"> چشم.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خدمتکاران خود گفتم که به خانه‌ام برود و لباس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</w:t>
      </w:r>
      <w:r>
        <w:rPr>
          <w:rtl/>
          <w:lang w:bidi="fa-IR"/>
        </w:rPr>
        <w:t xml:space="preserve">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 و آن خدمتکار بازگشت. لباس را از او گرفتم و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هارون عبّاس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بود که خشم هارون فروکش کرد و گفت: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! من هرگز سخن بدخواهان تو را قبول نخواهم کرد.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لباس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تو باشد».</w:t>
      </w:r>
    </w:p>
    <w:p w:rsidR="006C534C" w:rsidRDefault="006C534C" w:rsidP="009E4C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روز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ماجرا چه بوده است،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آن لباس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کاظم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فرستاده بودم،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از ماجرا باخبر شده بود و به گوش هارون رسانده بود، اگر امام کاظم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آن لباس را برنم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گرداند</w:t>
      </w:r>
      <w:r>
        <w:rPr>
          <w:rtl/>
          <w:lang w:bidi="fa-IR"/>
        </w:rPr>
        <w:t xml:space="preserve"> حتما هارون مرا به قتل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رساند</w:t>
      </w:r>
      <w:r>
        <w:rPr>
          <w:rtl/>
          <w:lang w:bidi="fa-IR"/>
        </w:rPr>
        <w:t>.</w:t>
      </w:r>
      <w:r w:rsidRPr="009E4C1A">
        <w:rPr>
          <w:rStyle w:val="libFootnotenumChar"/>
          <w:rtl/>
        </w:rPr>
        <w:t>196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به گوشه از سخنان آن حضرت اشاره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: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بارها و بارها در قرآن، اهل عقل و فهم را مژده و بشارت داده است.</w:t>
      </w:r>
    </w:p>
    <w:p w:rsidR="006C534C" w:rsidRDefault="006C534C" w:rsidP="0080708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مردم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با انجام اعمال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به خدا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شوند، تو تلاش کن با عقل خود به خدا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از همه آنان جلوتر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  <w:r w:rsidR="00807086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به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برسد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از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ب‌ها</w:t>
      </w:r>
      <w:r>
        <w:rPr>
          <w:rtl/>
          <w:lang w:bidi="fa-IR"/>
        </w:rPr>
        <w:t xml:space="preserve"> سالم بماند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خدا بخواهد که عقل او را کامل کند،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نعمت عقل بهره داشته باشد، به </w:t>
      </w:r>
      <w:r>
        <w:rPr>
          <w:rtl/>
          <w:lang w:bidi="fa-IR"/>
        </w:rPr>
        <w:lastRenderedPageBreak/>
        <w:t>آنچه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کفاف دهد قناعت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هر کس اهل قناعت باشد،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خواهد بود، انسان عاقل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داند</w:t>
      </w:r>
      <w:r>
        <w:rPr>
          <w:rtl/>
          <w:lang w:bidi="fa-IR"/>
        </w:rPr>
        <w:t xml:space="preserve"> که اگر ب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آنچه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کفاف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قناعت نکند، هرگز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نخواهد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6C534C" w:rsidRDefault="006C534C" w:rsidP="0080708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عقل</w:t>
      </w:r>
      <w:r>
        <w:rPr>
          <w:rtl/>
          <w:lang w:bidi="fa-IR"/>
        </w:rPr>
        <w:t xml:space="preserve"> انسان کامل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در او چند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از بد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به دور باشد، از او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برود، در راه خدا انفاق کند، از س</w:t>
      </w:r>
      <w:r w:rsidR="00807086">
        <w:rPr>
          <w:rFonts w:hint="cs"/>
          <w:rtl/>
          <w:lang w:bidi="fa-IR"/>
        </w:rPr>
        <w:t>خ</w:t>
      </w:r>
      <w:r>
        <w:rPr>
          <w:rtl/>
          <w:lang w:bidi="fa-IR"/>
        </w:rPr>
        <w:t>ن گفتن زائد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هرگز از طلب علم و دانش خسته نشود، فروتن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تواضع داشته باشد، کار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کار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خود</w:t>
      </w:r>
      <w:r>
        <w:rPr>
          <w:rtl/>
          <w:lang w:bidi="fa-IR"/>
        </w:rPr>
        <w:t xml:space="preserve"> را کوچک به حساب آورد، همه را بهتر از خود بداند و خود را از همه کمتر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  <w:r w:rsidRPr="00807086">
        <w:rPr>
          <w:rStyle w:val="libFootnotenumChar"/>
          <w:rtl/>
        </w:rPr>
        <w:t>197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807086" w:rsidP="00807086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6" w:name="_Toc530640973"/>
      <w:r w:rsidR="006C534C">
        <w:rPr>
          <w:rFonts w:hint="eastAsia"/>
          <w:rtl/>
          <w:lang w:bidi="fa-IR"/>
        </w:rPr>
        <w:lastRenderedPageBreak/>
        <w:t>روز</w:t>
      </w:r>
      <w:r w:rsidR="006C534C">
        <w:rPr>
          <w:rtl/>
          <w:lang w:bidi="fa-IR"/>
        </w:rPr>
        <w:t xml:space="preserve"> شمار مناسبت‌ها</w:t>
      </w:r>
      <w:r w:rsidR="006C534C">
        <w:rPr>
          <w:rFonts w:hint="cs"/>
          <w:rtl/>
          <w:lang w:bidi="fa-IR"/>
        </w:rPr>
        <w:t>ی</w:t>
      </w:r>
      <w:r w:rsidR="006C534C">
        <w:rPr>
          <w:rtl/>
          <w:lang w:bidi="fa-IR"/>
        </w:rPr>
        <w:t xml:space="preserve"> ذ</w:t>
      </w:r>
      <w:r w:rsidR="006C534C">
        <w:rPr>
          <w:rFonts w:hint="cs"/>
          <w:rtl/>
          <w:lang w:bidi="fa-IR"/>
        </w:rPr>
        <w:t>ی‌</w:t>
      </w:r>
      <w:r w:rsidR="006C534C">
        <w:rPr>
          <w:rFonts w:hint="eastAsia"/>
          <w:rtl/>
          <w:lang w:bidi="fa-IR"/>
        </w:rPr>
        <w:t>الحجّه</w:t>
      </w:r>
      <w:bookmarkEnd w:id="16"/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مستندات</w:t>
      </w:r>
      <w:r>
        <w:rPr>
          <w:rtl/>
          <w:lang w:bidi="fa-IR"/>
        </w:rPr>
        <w:t xml:space="preserve"> و شواهد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مناسبت‌ها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امامت در ا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(از روز 9 تا روز 25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>) واقع شده است.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مناسبت‌ها را با هم مرور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من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شواهد و مستندات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مناسبت‌ها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پردازم</w:t>
      </w:r>
      <w:r>
        <w:rPr>
          <w:rtl/>
          <w:lang w:bidi="fa-IR"/>
        </w:rPr>
        <w:t>: مناسبت 1 : روز 9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>: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سدّ ابواب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گفته‌اند: «روز بستن درها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و باز گذاشتن در خانه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نی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روز عرفه بوده است».198 مناسبت 2 : روز 10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>: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قربان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مناسبت</w:t>
      </w:r>
      <w:r>
        <w:rPr>
          <w:rtl/>
          <w:lang w:bidi="fa-IR"/>
        </w:rPr>
        <w:t xml:space="preserve"> 3 : روز 12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>: 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«ثَقَل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 در مسجد «خ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ف»</w:t>
      </w:r>
      <w:r>
        <w:rPr>
          <w:rtl/>
          <w:lang w:bidi="fa-IR"/>
        </w:rPr>
        <w:t xml:space="preserve"> در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منا به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«ثقل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طاووس نقل کرده‌اند: «وقت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فرا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مسجد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آمدند....».</w:t>
      </w:r>
      <w:r w:rsidRPr="00807086">
        <w:rPr>
          <w:rStyle w:val="libFootnotenumChar"/>
          <w:rtl/>
        </w:rPr>
        <w:t>199</w:t>
      </w:r>
    </w:p>
    <w:p w:rsidR="006C534C" w:rsidRDefault="006C534C" w:rsidP="0080708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همان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ازدهم،</w:t>
      </w:r>
      <w:r>
        <w:rPr>
          <w:rtl/>
          <w:lang w:bidi="fa-IR"/>
        </w:rPr>
        <w:t xml:space="preserve"> دوازدهم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زدهم</w:t>
      </w:r>
      <w:r>
        <w:rPr>
          <w:rtl/>
          <w:lang w:bidi="fa-IR"/>
        </w:rPr>
        <w:t xml:space="preserve">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 xml:space="preserve"> که حاج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«منا»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باشند،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ماجرا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سه روز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است که 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روز دوازدهم را انتخاب کرده‌ا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وسط ا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واقع شده است. مناسب 4 - 5 : روز 13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>: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راث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امبران،</w:t>
      </w:r>
      <w:r>
        <w:rPr>
          <w:rtl/>
          <w:lang w:bidi="fa-IR"/>
        </w:rPr>
        <w:t xml:space="preserve"> نزول لقب «ام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 w:rsidR="00807086">
        <w:rPr>
          <w:rFonts w:hint="cs"/>
          <w:rtl/>
          <w:lang w:bidi="fa-IR"/>
        </w:rPr>
        <w:t>المومنین</w:t>
      </w:r>
      <w:r>
        <w:rPr>
          <w:rtl/>
          <w:lang w:bidi="fa-IR"/>
        </w:rPr>
        <w:t xml:space="preserve"> </w:t>
      </w:r>
      <w:r w:rsidR="00807086" w:rsidRPr="006C534C">
        <w:rPr>
          <w:rStyle w:val="libAlaemChar"/>
          <w:rtl/>
        </w:rPr>
        <w:t>عليه‌السلام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 2 مناسبت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است: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الف</w:t>
      </w:r>
      <w:r>
        <w:rPr>
          <w:rtl/>
          <w:lang w:bidi="fa-IR"/>
        </w:rPr>
        <w:t xml:space="preserve"> .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راث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به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رالمومن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 xml:space="preserve">عليه‌السلام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مرحوم</w:t>
      </w:r>
      <w:r>
        <w:rPr>
          <w:rtl/>
          <w:lang w:bidi="fa-IR"/>
        </w:rPr>
        <w:t xml:space="preserve">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نقل کرده‌اند: «پ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وارد مکّه شد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در آنجا ماند». در واقع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روز چهاردهم از مکّه به قصد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آمدند، پس روز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زدهم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مکّه بودند. در همان روز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علم و حکمت به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واقع شده است.200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درباره</w:t>
      </w:r>
      <w:r>
        <w:rPr>
          <w:rtl/>
          <w:lang w:bidi="fa-IR"/>
        </w:rPr>
        <w:t xml:space="preserve"> بالا به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علم و حکمت اشاره شده است، ما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راث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استفاده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امام باقر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فرمود: «خدا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علم و اسم اعظم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راث</w:t>
      </w:r>
      <w:r>
        <w:rPr>
          <w:rtl/>
          <w:lang w:bidi="fa-IR"/>
        </w:rPr>
        <w:t xml:space="preserve"> و آثار دانش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را به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بده...».</w:t>
      </w:r>
      <w:r w:rsidRPr="00807086">
        <w:rPr>
          <w:rStyle w:val="libFootnotenumChar"/>
          <w:rtl/>
        </w:rPr>
        <w:t>201</w:t>
      </w:r>
    </w:p>
    <w:p w:rsidR="006C534C" w:rsidRDefault="006C534C" w:rsidP="0080708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. نزول لقب «</w:t>
      </w:r>
      <w:r w:rsidR="00807086" w:rsidRPr="00807086">
        <w:rPr>
          <w:rtl/>
          <w:lang w:bidi="fa-IR"/>
        </w:rPr>
        <w:t xml:space="preserve"> </w:t>
      </w:r>
      <w:r w:rsidR="00807086">
        <w:rPr>
          <w:rtl/>
          <w:lang w:bidi="fa-IR"/>
        </w:rPr>
        <w:t>ام</w:t>
      </w:r>
      <w:r w:rsidR="00807086">
        <w:rPr>
          <w:rFonts w:hint="cs"/>
          <w:rtl/>
          <w:lang w:bidi="fa-IR"/>
        </w:rPr>
        <w:t>ی</w:t>
      </w:r>
      <w:r w:rsidR="00807086">
        <w:rPr>
          <w:rFonts w:hint="eastAsia"/>
          <w:rtl/>
          <w:lang w:bidi="fa-IR"/>
        </w:rPr>
        <w:t>رالمومن</w:t>
      </w:r>
      <w:r w:rsidR="00807086">
        <w:rPr>
          <w:rFonts w:hint="cs"/>
          <w:rtl/>
          <w:lang w:bidi="fa-IR"/>
        </w:rPr>
        <w:t>ی</w:t>
      </w:r>
      <w:r w:rsidR="00807086">
        <w:rPr>
          <w:rFonts w:hint="eastAsia"/>
          <w:rtl/>
          <w:lang w:bidi="fa-IR"/>
        </w:rPr>
        <w:t>ن</w:t>
      </w:r>
      <w:r w:rsidR="00807086" w:rsidRPr="006C534C">
        <w:rPr>
          <w:rStyle w:val="libAlaemChar"/>
          <w:rtl/>
        </w:rPr>
        <w:t>عليه‌السلام</w:t>
      </w:r>
      <w:r w:rsidR="00807086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خ‌صدوق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کرده‌اند که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حضرت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عنوان «ام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رالمومن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سلام نمودند. نکته مهم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در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(که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خ‌صدوق</w:t>
      </w:r>
      <w:r>
        <w:rPr>
          <w:rtl/>
          <w:lang w:bidi="fa-IR"/>
        </w:rPr>
        <w:t xml:space="preserve"> آن را نقل کرده‌اند)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آمده است: «وقت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فردا فرا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 اصحاب خود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حرکت کرد».202 </w:t>
      </w:r>
    </w:p>
    <w:p w:rsidR="006C534C" w:rsidRDefault="006C534C" w:rsidP="0080708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توجه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غروب روز چهاردهم از مکّه به سمت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(و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) حرکت کردند. پس نزول لقب </w:t>
      </w:r>
      <w:r w:rsidR="00807086">
        <w:rPr>
          <w:rtl/>
          <w:lang w:bidi="fa-IR"/>
        </w:rPr>
        <w:t>ام</w:t>
      </w:r>
      <w:r w:rsidR="00807086">
        <w:rPr>
          <w:rFonts w:hint="cs"/>
          <w:rtl/>
          <w:lang w:bidi="fa-IR"/>
        </w:rPr>
        <w:t>ی</w:t>
      </w:r>
      <w:r w:rsidR="00807086">
        <w:rPr>
          <w:rFonts w:hint="eastAsia"/>
          <w:rtl/>
          <w:lang w:bidi="fa-IR"/>
        </w:rPr>
        <w:t>رالمومن</w:t>
      </w:r>
      <w:r w:rsidR="00807086">
        <w:rPr>
          <w:rFonts w:hint="cs"/>
          <w:rtl/>
          <w:lang w:bidi="fa-IR"/>
        </w:rPr>
        <w:t>ی</w:t>
      </w:r>
      <w:r w:rsidR="00807086">
        <w:rPr>
          <w:rFonts w:hint="eastAsia"/>
          <w:rtl/>
          <w:lang w:bidi="fa-IR"/>
        </w:rPr>
        <w:t>ن</w:t>
      </w:r>
      <w:r w:rsidR="00807086"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روز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زدهم</w:t>
      </w:r>
      <w:r>
        <w:rPr>
          <w:rtl/>
          <w:lang w:bidi="fa-IR"/>
        </w:rPr>
        <w:t xml:space="preserve">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 xml:space="preserve"> بوده است که فردا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آن، روز چهاردهم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 xml:space="preserve"> است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(و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) حرکت کرده است.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مناسبت</w:t>
      </w:r>
      <w:r>
        <w:rPr>
          <w:rtl/>
          <w:lang w:bidi="fa-IR"/>
        </w:rPr>
        <w:t xml:space="preserve"> 6 : روز 14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>: بخشش فدک به فاطمه</w:t>
      </w:r>
      <w:r w:rsidR="005333C8" w:rsidRPr="005333C8">
        <w:rPr>
          <w:rStyle w:val="libAlaemChar"/>
          <w:rtl/>
        </w:rPr>
        <w:t xml:space="preserve">عليها‌السلام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هنگام ذکر حوادث ماه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«و در روز چهاردهم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ماه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مالک شدن حضرت زهرا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است» و واضح و روشن است که منظور از مالک شدن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حضرت زهرا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مالک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فدک شدند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آن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دادند.203 مناسبت 7 : 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15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>: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لاد</w:t>
      </w:r>
      <w:r>
        <w:rPr>
          <w:rtl/>
          <w:lang w:bidi="fa-IR"/>
        </w:rPr>
        <w:t xml:space="preserve"> امام هاد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تولد امام هاد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گفته‌اند: «آن حضرت در وسط ماه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 xml:space="preserve"> سال 212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آمدند».204 مناسبت 8 : روز 17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>: نزول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محبّت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«ودّ».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«قُد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 نام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منزلگاه قبل «حجفه» است.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صبح 18 در «جحفه» بودند، پس روز هفدهم در «قد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 بوده‌اند،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منزل قبل از «جحفه»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.205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طرف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مرحوم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نزول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12 سوره هود تصر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 منزلگاه «قد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 نازل شده است.206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لازم</w:t>
      </w:r>
      <w:r>
        <w:rPr>
          <w:rtl/>
          <w:lang w:bidi="fa-IR"/>
        </w:rPr>
        <w:t xml:space="preserve"> به ذکر است که مرحوم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خود، نزول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محبّت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وُدّ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قاً</w:t>
      </w:r>
      <w:r>
        <w:rPr>
          <w:rtl/>
          <w:lang w:bidi="fa-IR"/>
        </w:rPr>
        <w:t xml:space="preserve"> قبل از نزول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12 سوره هود ذکر کرده است.207</w:t>
      </w:r>
    </w:p>
    <w:p w:rsidR="006C534C" w:rsidRDefault="006C534C" w:rsidP="0080708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توجه به مطالب بالا،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محبّت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12 سوره هود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نازل شده است و آن روز هفدهم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 xml:space="preserve"> بوده است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«قُد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 بوده‌اند. مناسبت 12 - 11 - 10 - 9 : روز 18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>: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خمّ، 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«منزلت»،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آغاز</w:t>
      </w:r>
      <w:r>
        <w:rPr>
          <w:rtl/>
          <w:lang w:bidi="fa-IR"/>
        </w:rPr>
        <w:t xml:space="preserve"> خلافت ظاهر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 w:rsidR="00807086">
        <w:rPr>
          <w:rFonts w:hint="cs"/>
          <w:rtl/>
          <w:lang w:bidi="fa-IR"/>
        </w:rPr>
        <w:t>مومنان</w:t>
      </w:r>
      <w:r w:rsidR="00807086" w:rsidRPr="00807086">
        <w:rPr>
          <w:rtl/>
          <w:lang w:bidi="fa-IR"/>
        </w:rPr>
        <w:t xml:space="preserve"> </w:t>
      </w:r>
      <w:r w:rsidR="00807086" w:rsidRPr="006C534C">
        <w:rPr>
          <w:rStyle w:val="libAlaemChar"/>
          <w:rtl/>
        </w:rPr>
        <w:t>عليه‌السلام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 4 مناسبت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است: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الف</w:t>
      </w:r>
      <w:r>
        <w:rPr>
          <w:rtl/>
          <w:lang w:bidi="fa-IR"/>
        </w:rPr>
        <w:t xml:space="preserve"> . سال 10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خُمّ و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عنوان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</w:t>
      </w:r>
      <w:r>
        <w:rPr>
          <w:rtl/>
          <w:lang w:bidi="fa-IR"/>
        </w:rPr>
        <w:t xml:space="preserve"> . 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«مَنزلت»: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روز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منزلت اشاره نمودند و فرمودند: «عل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است، او امام بعد از من است،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من، همچون هارون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».208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«غد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ه»</w:t>
      </w:r>
      <w:r>
        <w:rPr>
          <w:rtl/>
          <w:lang w:bidi="fa-IR"/>
        </w:rPr>
        <w:t>: امام هاد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کرده‌اند تا ما در روز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با آن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ارت،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(از راه دور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>)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Pr="00807086">
        <w:rPr>
          <w:rStyle w:val="libFootnotenumChar"/>
          <w:rtl/>
        </w:rPr>
        <w:t>209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جهت</w:t>
      </w:r>
      <w:r>
        <w:rPr>
          <w:rtl/>
          <w:lang w:bidi="fa-IR"/>
        </w:rPr>
        <w:t xml:space="preserve"> خواندن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به کتاب «مفات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الجنان»، باب سوم، فصل چهارم مراجعه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سال 35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کشته شدن عثمان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سوم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مردم در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با حضرت عل</w:t>
      </w:r>
      <w:r>
        <w:rPr>
          <w:rFonts w:hint="cs"/>
          <w:rtl/>
          <w:lang w:bidi="fa-IR"/>
        </w:rPr>
        <w:t>ی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عنوان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نقل کرده‌اند: «در 18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 xml:space="preserve"> سال 35 عثمان کشته شد...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 بود که مردم با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رمؤمنان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کردند».210 مناسبت 13 : روز 21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>: عذاب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دشمن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(سأل سائل بعذابٍ واقعٍ)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 از نقل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نقل کرده‌اند: «چون سه روز گذشت،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مکان خود نشسته بود که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او آمد... و گفت: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اگر محمّد راست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از آسمان عذاب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بفرست...».211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روز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جدهم</w:t>
      </w:r>
      <w:r>
        <w:rPr>
          <w:rtl/>
          <w:lang w:bidi="fa-IR"/>
        </w:rPr>
        <w:t xml:space="preserve">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 xml:space="preserve"> بوده است، روز سوم بعد از آن، روز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مناسبت 14 : روز 22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>: نقشه قتل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«هَرشا»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ماجرا در سال دهم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است.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بعد از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سه روز در منطقه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ماندند و عصر روز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به سمت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حرکت کردند.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کوه هَرشا در شب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دوم اتّفاق افتاد.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در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«منافقان در کوه هَرشا که 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جحفه و ابوا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باشد،</w:t>
      </w:r>
      <w:r>
        <w:rPr>
          <w:rtl/>
          <w:lang w:bidi="fa-IR"/>
        </w:rPr>
        <w:t xml:space="preserve"> مخف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شدند...».212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توجّه به مطلب بالا حادثه کوه هرشا در شب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دوم اتّفاق افتاده است. مناسبت 17 - 16 - 15: روز 24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>: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بخشش</w:t>
      </w:r>
      <w:r>
        <w:rPr>
          <w:rtl/>
          <w:lang w:bidi="fa-IR"/>
        </w:rPr>
        <w:t xml:space="preserve"> انگشتر و نزول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-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مباهله - تاک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تطه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 3 مناسبت ذکر شده است: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الف</w:t>
      </w:r>
      <w:r>
        <w:rPr>
          <w:rtl/>
          <w:lang w:bidi="fa-IR"/>
        </w:rPr>
        <w:t xml:space="preserve"> .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نی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بخشش انگشتر به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نزول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«در روز 24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رمومنان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رکوع بودند، انگشتر خود را صدقه دادند...».213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ماجرا در سال هفتم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است. لازم به ذکر است که عبد اللّه بن سلام (که در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نزول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از اسلام آوردن او سخن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آمده است) از «بن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قُر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ظه»</w:t>
      </w:r>
      <w:r>
        <w:rPr>
          <w:rtl/>
          <w:lang w:bidi="fa-IR"/>
        </w:rPr>
        <w:t xml:space="preserve"> است. قطعاً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آوردن او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قبل از سال هفتم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سال هفتم «بن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ظه»</w:t>
      </w:r>
      <w:r>
        <w:rPr>
          <w:rtl/>
          <w:lang w:bidi="fa-IR"/>
        </w:rPr>
        <w:t xml:space="preserve"> بعد ا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جنگ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رفتند.214 ب .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مباهله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نجران در سال نهم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ذکر غسل‌ها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مستحب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«از غسل‌ها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مستحب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غسل روز مباهله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 xml:space="preserve"> که آن روز 24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 xml:space="preserve"> است».215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. 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تطه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.216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فخر 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اشاره شده است که در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مباهله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فاطمه،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در کنار هم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تطه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خواند.</w:t>
      </w:r>
      <w:r w:rsidRPr="00807086">
        <w:rPr>
          <w:rStyle w:val="libFootnotenumChar"/>
          <w:rtl/>
        </w:rPr>
        <w:t>217</w:t>
      </w:r>
    </w:p>
    <w:p w:rsidR="006C534C" w:rsidRDefault="006C534C" w:rsidP="0080708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لازم</w:t>
      </w:r>
      <w:r>
        <w:rPr>
          <w:rtl/>
          <w:lang w:bidi="fa-IR"/>
        </w:rPr>
        <w:t xml:space="preserve"> به ذکر است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تطه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سال پنجم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نازل شده است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مباهله در سال نهم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.218 مناسبت 18 : روز 25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>: نزول سوره «هل 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در شان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Pr="006C534C">
        <w:rPr>
          <w:rStyle w:val="libAlaemChar"/>
          <w:rtl/>
        </w:rPr>
        <w:t xml:space="preserve">عليه‌السلام </w:t>
      </w: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ابن شهر آشوب در کتاب خود در شرح نزول سوره «هل 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نوشته است: «نزول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پنجم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 xml:space="preserve"> بوده است».219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لازم</w:t>
      </w:r>
      <w:r>
        <w:rPr>
          <w:rtl/>
          <w:lang w:bidi="fa-IR"/>
        </w:rPr>
        <w:t xml:space="preserve"> به ذکر است که «ابن‌عباس» نقل شده 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در سال ششم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نازل شده است.220 مناسبت 19 : دهه آخر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>: ولادت امام کاظم</w:t>
      </w:r>
      <w:r w:rsidRPr="006C534C">
        <w:rPr>
          <w:rStyle w:val="libAlaemChar"/>
          <w:rtl/>
        </w:rPr>
        <w:t xml:space="preserve">عليه‌السلام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(در کتاب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و مرحوم صفّار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(در کتاب بصائر الدرجات) و مرحوم احمد برق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(در کتاب محاسن) ولادت امام کاظم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بعد از بازگشت امام صادق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سفر حجّ ذکر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نکته</w:t>
      </w:r>
      <w:r>
        <w:rPr>
          <w:rtl/>
          <w:lang w:bidi="fa-IR"/>
        </w:rPr>
        <w:t xml:space="preserve"> مهم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صفّار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(در کتاب محاسن) نقل کرده است: ابوبص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امام صادق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بود،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گفته است: «با امام صادق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حجّ به جا آورد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بعد از سفر حجّ،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منطقه اَبوا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... امام کاظم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آمد».</w:t>
      </w:r>
      <w:r w:rsidRPr="00807086">
        <w:rPr>
          <w:rStyle w:val="libFootnotenumChar"/>
          <w:rtl/>
        </w:rPr>
        <w:t>221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توجّه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مطلب، ولادت امام کاظم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دهه آخر ماه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 xml:space="preserve"> بوده است،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آن زمان با شتر، فاصله راه مکه تا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ده روز طول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منطقه «ابوا» هم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باً،</w:t>
      </w:r>
      <w:r>
        <w:rPr>
          <w:rtl/>
          <w:lang w:bidi="fa-IR"/>
        </w:rPr>
        <w:t xml:space="preserve"> وسط راه مکّه و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است.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امام صادق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روز پانزدهم از مکّه خارج شده باشند، ظاهراً تولّد امام کاظم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روز دهه آخر ماه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الحجّه</w:t>
      </w:r>
      <w:r>
        <w:rPr>
          <w:rtl/>
          <w:lang w:bidi="fa-IR"/>
        </w:rPr>
        <w:t xml:space="preserve"> واقع شده است،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فاصله مکّه تا «ابوا» هم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باً</w:t>
      </w:r>
      <w:r>
        <w:rPr>
          <w:rtl/>
          <w:lang w:bidi="fa-IR"/>
        </w:rPr>
        <w:t xml:space="preserve"> پنج روز بوده است.</w:t>
      </w:r>
    </w:p>
    <w:p w:rsidR="006C534C" w:rsidRDefault="00807086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6C534C" w:rsidRDefault="006C534C" w:rsidP="00807086">
      <w:pPr>
        <w:pStyle w:val="Heading1"/>
        <w:rPr>
          <w:rtl/>
          <w:lang w:bidi="fa-IR"/>
        </w:rPr>
      </w:pPr>
      <w:bookmarkStart w:id="17" w:name="_Toc530640974"/>
      <w:r>
        <w:rPr>
          <w:rFonts w:hint="eastAsia"/>
          <w:rtl/>
          <w:lang w:bidi="fa-IR"/>
        </w:rPr>
        <w:t>منابع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bookmarkEnd w:id="17"/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 . الإتقان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القرآن، جلال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911 ه)،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المندوب،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>: دار الفکر للطباعة والنشر،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1416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2 . الاحتجاج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أهل اللجاج ، أبو منصور أحمد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620 ه )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إبراه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البهادر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ومحمّد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به، طهران : دار الاُسوة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1413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3 . الاختصاص ، المنسوب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 اللّه محمّد بن محمّد بن النعمان العکبر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البغداد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(ت 413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أکبر الغفّار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مؤسّسة النشر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الرابعة ، 1414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4 . الأذکار النوو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مح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أبو زکر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بن شرف النوو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الدمشق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676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للطباعة والنشر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1414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5 . الإرشاد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معرفة حجج اللّه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العباد ، أبو عبد اللّه محمّدبن محمّدبن النعمان العکبر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البغداد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(ت 413 ه )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مؤسّسة آل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، قمّ : مؤسّسة آل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1413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6 . أسباب نزول القرآن ، أبو الحسن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أحمد الواحد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سابور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468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کمال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زغلول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الکتب العلم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7 . الاستذکار لمذهب علماء الأمصار ، الحافظ أبو عمر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بن عبد اللّه بن محمّد بن عبد البرّ القرطب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368 ه ) ، القاهرة : 1971 م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8 . الاست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عاب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معرفة الأصحاب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بن عبد اللّه القُرطُب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المالک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363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معوّض وعادل أحمد عبد الموجود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الکتب العلم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1415 ه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9 . اُسد الغابة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معرفة الصحابة 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الکرم محمّد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(ابن الأث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الجَزَر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(ت 630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معوّض وعادل أحمد عبد الموجود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الکتب العلم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1415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10 . الإصابة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الصحابة ، أبو الفضل أحمد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حجر العسقلان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852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عادل أحمد عبد الموجود ، وعل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معوّض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الکتب العلم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1415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11 . الأصف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القرآن، محمّد محسن الف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الکاشان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1091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مرکز الأبحاث والدراسات الإسلام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قمّ: مکتب الإعلام الإسلام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1376 ه.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12 . الأُصول الستّة عشر ، نخبة من الرواة ، قمّ : دارالشبستر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1405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13 . إعلام الور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بأعلام الهد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أبو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الفضل بن الحسن الطبرس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548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أکبر الغفّار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دارالمعرفة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1399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14 . أع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، محسن بن عبد الکر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العامل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الشقرائ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(ت 1371 ه ) ، إعداد 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حسن الأم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دارالتعارف ، الطبعة الخامسة، 1403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15 . إقبال الأعمال،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بابن طاووس، (ت 664 ه)،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جواد الق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الإصفهان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قمّ : مکتب الإعلام الإسلام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16 . الإقبال بالأعمال الحسنة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عمل</w:t>
      </w:r>
      <w:r>
        <w:rPr>
          <w:rtl/>
          <w:lang w:bidi="fa-IR"/>
        </w:rPr>
        <w:t xml:space="preserve"> مرّة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السنة ، أبو القاسم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بابن طاووس (ت 664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جواد الق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مکتب الإعلام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1414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17 . الأمال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أبو جعفر محمّد بن الحسن المعروف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460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مؤسّسة البعثة ، قمّ : دار الثقافة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1414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18 . الأمال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محمّد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بابو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القمّ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الصدوق) (ت 381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مؤسّسة البعثة ، قمّ : مؤسّسة البعثة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1417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19 . الإمامة والتبصرة من الح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رة،</w:t>
      </w:r>
      <w:r>
        <w:rPr>
          <w:rtl/>
          <w:lang w:bidi="fa-IR"/>
        </w:rPr>
        <w:t xml:space="preserve"> أبو الحسن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بابو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القمّ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329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محمّد رضا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مؤسّسة آل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1407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20 . الإمامة والس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اسة</w:t>
      </w:r>
      <w:r>
        <w:rPr>
          <w:rtl/>
          <w:lang w:bidi="fa-IR"/>
        </w:rPr>
        <w:t xml:space="preserve"> (تار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الخلفاء) ، أبو محمّد عبد اللّه بن مسلم بن قت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بة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276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قم: مکتبة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1413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21 . إمتاع الأسماع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للنب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الحفدة والمتاع،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أحمد بن محمّد المقر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845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محمّد عبد الحم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>: دار الکتب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1420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22 . أنساب الأشراف ، أحمد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بن جابر البلاذر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(ت 279 ه ) ، إعداد : محمّد باقر المحمود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المعارف ، الطبعة الثالثة.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23 . أقسام المول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اللسان ، أبو عبد اللّه محمّد بن النعمان العُکبَر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البغداد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(ت 413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نجف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24 . بحار الأنوار الجامعة لدرر أخبار الأئمّة الأطهار ، محمّد بن محمّد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1110 ه ) ، طهران : دار الکتب الإسلام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1386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25 . البدا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والنها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أبو الفداء إسماع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بن عمر بن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الدمشق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774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مکتبة المعارف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مکتبة المعارف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26 . بشارة المصطف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المرتض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أبو جعفر محمّد بن محمّد بن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الطبر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525 ه ) ، النجف الأشرف : المطبعة الح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1383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27 . بصائر الدرجات ، أبو جعفر محمّد بن الحسن الصفّار القمّ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بابن فروخ (ت 290 ه ) ، قمّ : مکتبة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اللّه المرعش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1404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28 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الأحزان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ذکر أحوالات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دة</w:t>
      </w:r>
      <w:r>
        <w:rPr>
          <w:rtl/>
          <w:lang w:bidi="fa-IR"/>
        </w:rPr>
        <w:t xml:space="preserve"> نساء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فاطمة الزهراء،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عبّاس القمّ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1359 ه )، قمّ: دار الحکمة،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1412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29 . تاج العروس من جواهر القاموس ، محمّد بن محمّد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الزب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1205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1414 ه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للطباعة والنشر والتوز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30 .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ابن خلدون ، عبد الرحمن بن محمّد الحضرم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(ابن خلدون) (ت 808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1408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31 .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الإسلام ووف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المشاه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والأعلام ، محمّد بن أحمد الذهب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748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عمر عبد السلام تدمر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الکتاب العرب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1409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32 .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الطبر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(تار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الاُمم والملوک) ، أبو جعفر محمّد بن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الطبر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الإمام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310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محمّد أبو الفضل إبراه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المعارف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33 . التار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، أبو عبد اللّه محمّد بن إسماع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البخار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256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34 .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أحمد ابن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(ابن واضح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(ت 284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صادر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35 .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بغداد أو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السلام ، أبو بکر أحمد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البغداد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463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 القادر عطاء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الکتب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36 .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دمشق 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الحسن بن عساکر الدمشق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571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1415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للطباعة والنشر والتوز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37 . التحص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طاووس الحلّ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664 ه ) ، قمّ : دار الکتاب ، 1413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38 . تحف العقول عن آل الرسول ، أبو محمّد الحسن بن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الحران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بابن شعبة (ت 381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أکبر الغفّار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قمّ : مؤسّسة النشر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1404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39 . تحفة الأحوذ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المبارکفور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1282 ه )،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الکتب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1410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40 .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ابن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(تفس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القرآن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) ، أبو الفداء إسماع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بن عمر بن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البصرو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الدمشق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774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عبد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ومحمّد أحمد عاشور ، ومحمّد إبراه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البنّا ، القاهرة : دار الشعب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41 .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البرهان (البرهان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القرآن) ، هاشم بن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البحران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1107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الموسو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الزند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مؤسّسة مطبوعات إسماع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1334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42 .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البغو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(معالم التنز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>) ، أبو محمّد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مسعود الفرّاء البغو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516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المعرفة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43 .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الثعلب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الثعلب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(ت 427 ه)،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أبو محمّد بن عاشور،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العرب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1422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44 .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السمعان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السمعان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489 ه)،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اسر</w:t>
      </w:r>
      <w:r>
        <w:rPr>
          <w:rtl/>
          <w:lang w:bidi="fa-IR"/>
        </w:rPr>
        <w:t xml:space="preserve"> بن إبراه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بن عبّاس، الر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</w:t>
      </w:r>
      <w:r>
        <w:rPr>
          <w:rtl/>
          <w:lang w:bidi="fa-IR"/>
        </w:rPr>
        <w:t>: دار الوطن،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1418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45 .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الطبر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(جامع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القرآن) ، أبو جعفر محمّد بن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الطبر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(310 ه )،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46 .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أبو النضر محمّدبن مسعود السلم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السمرقند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320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هاشم الرسول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المحلاّت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طهران : المکتبة العلم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1380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47 .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القرآن الکر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أبو حمزة ثابت بن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الثمال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ه 148 )،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عبد الرزّاق حرز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قمّ: مطبعة الهاد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1420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48 .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القرطب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(الجامع لأحکام القرآن) ، أبو عبد اللّه محمّد بن أحمد الأنصار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القرطب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671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محمّد عبد الرحمن المرعشل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العرب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1405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49 .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القمّ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إبراه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القمّ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(ت 329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ط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الموسو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الجزائر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قمّ : منشورات مکتبة الهد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الطبعة الثالثة، 1404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50 . التفس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(تفس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الفخر الراز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، أبو عبد اللّه محمّد بن عمر المعروف بفخر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604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1410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51 .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فرات الکوف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أبو القاسم فرات بن إبراه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بن فرات الکوف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(ق 4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محمّد کاظم المحمود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طهران : وزارة الثقافة والإرشاد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1410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52 .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عبد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بن جمعة العروس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1112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هاشم الرسول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المحلاّت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مؤسّسة إسماع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، الطبعة الرابعة، 1412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53 . التلخ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الحب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أحمد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حجر العسقلان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852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محمد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</w:t>
      </w:r>
      <w:r>
        <w:rPr>
          <w:rtl/>
          <w:lang w:bidi="fa-IR"/>
        </w:rPr>
        <w:t>: أضواء السلف، 1428 ه.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54 . التمه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لما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الموطّأ من المعان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والأسان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بن عبد اللّه القرطب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(ابن عبد البرّ) (ت 463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ومحمّد عبد الکب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البکر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جدّة : مکتبة السواد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1387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55 . التنب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والإشراف 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المسعود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(ق 4 ه ) ، تصح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: عبد اللّه إسماع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الصاو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قاهره : دار الصاو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56 . تنز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الأنب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الموسو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(ت 436 ه ) ، قمّ : منشورات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57 .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أبو جعفر محمّد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بابَوَ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القمّ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الصدوق ( ت 381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هاشم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مؤسّسة النشر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1398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58 .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الأحکام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شرح المقنعة ، محمّد بن الحسن الطوس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460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حسن الموسو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طهران : دار الکتب الإسلام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الثالثة ، 1364 ش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59 .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الکمال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أسماء الرجال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 xml:space="preserve"> بن عبد الرحمن المزّ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742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الدکتور بشّار عوّاد معروف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الرسالة ، الطبعة الرابعة ، 1406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60 . الثقات ، محمّد بن حبّان البست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354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الکتب الثقاف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1408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61 . جامع 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،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البروجرد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1383 ه ) ، قمّ : المطبعة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62 . الجامع الصغ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البش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النذ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، جلال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عبد الرحمن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بکر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911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للطباعة والنشر والتوز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1401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63 . الجواهر السن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القدس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محمّد بن الحسن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الحرّ العامل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1104 ه )، قمّ: مکتبة المف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64 . جواهر الکلام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شرح شرائع الإسلام ، محمّد حسن النجف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1266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المرتض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65 . الحدائق الناضرة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أحکام العترة الطاهرة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بن أحمد البحران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1186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وإشراف : محمّد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الإ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ّسة النشر الإسلامی</w:t>
      </w:r>
      <w:r>
        <w:rPr>
          <w:rtl/>
          <w:lang w:bidi="fa-IR"/>
        </w:rPr>
        <w:t xml:space="preserve"> التابعة لجماعة المدرّس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66 . الخرائج والجرائح ، أبو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عبد اللّه الراوند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بقطب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الراوند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573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مؤسّسة الإمام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 ، قمّ : مؤسّسة الإمام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1409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67 . خصائص الأئمّة (خصائص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) ، محمّد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الموسو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(ت 406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محمّد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مشهد : مجمع البحوث الإسلام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التابع للحضرة الرضو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المقدّسة ، 1406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68 . خصائص الإمام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أبو عبد الرحمن أحمد بن شع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النسائ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303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محمّد باقر المحمود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1403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69 . الخصال ، أبو جعفر محمّد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بابَوَ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القمّ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الصدوق ( ت 381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أکبر الغفار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منشورات جماعة المدرّس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الحوزة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70 . الدرّ المنثور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المأثور ، جلال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عبد الرحمن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بکر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911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1414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71 . دعائم الإسلام وذکر الحلال والحرام والقضا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والأحکام ، أبو حن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فة</w:t>
      </w:r>
      <w:r>
        <w:rPr>
          <w:rtl/>
          <w:lang w:bidi="fa-IR"/>
        </w:rPr>
        <w:t xml:space="preserve"> النعمان بن محمّد بن منصور بن أحمد بن 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التم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المغرب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363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آصف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أصغر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ّسة آل البی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، بالاُوفس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عن طبعة دار المعارف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القاهرة ، 1383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72 . ذخائر العقب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مناقب ذو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أبو العبّاس أحمد بن عبد اللّه الطبر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693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المعرفة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73 .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</w:t>
      </w:r>
      <w:r>
        <w:rPr>
          <w:rtl/>
          <w:lang w:bidi="fa-IR"/>
        </w:rPr>
        <w:t xml:space="preserve"> المعاد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شرح الإرشاد ، العلاّمة المول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باقر السبزوار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1090 ه ) ، قمّ : مؤسّسة آل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لإح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74 . روح المعان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القرآن (تفس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الآلوس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، محمود بن عبد اللّه الآلوس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1270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العرب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75 . روضة الطالب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النوو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الدمشق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676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عادل أحمد عبد الموجود وعل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معوّض،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>: دار الکتب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>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76 . روضة الواعظ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محمّد بن الحسن بن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الفتّال الن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سابور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508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الأعلم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الأعلم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1406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77 .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</w:t>
      </w:r>
      <w:r>
        <w:rPr>
          <w:rtl/>
          <w:lang w:bidi="fa-IR"/>
        </w:rPr>
        <w:t xml:space="preserve"> المسائل،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الطباطبائ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1231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ونشر: مؤسّسة النشر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التابعة لجماعة المدرّس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بقمّ المقدّسة،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1412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78 . زاد المس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 التفس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، عبد الرحمن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القرش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البغداد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(ابن الجوز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(ت 597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محمّد عبد اللّه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1407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79 . سبل السلام ( شرح بلوغ المرام ) ، محمّد بن إسماع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الکحلان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( ت 1182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محمّد عبد العز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الخول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القاهرة : مطبعة الباب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الرابعة ، 1379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80 . سبل الهد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والرشاد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العباد، الإمام محمّد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الصالح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الشام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942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عادل أحمد عبد الموجود وعل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معوّض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الکتب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1414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81 . السرائر الحاو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الفتاو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محمّد بن منصور الحلّ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598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مؤسّسة النشر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مؤسّسة النشر الإسلام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1410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82 . سعد السعود ، أبو القاسم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بابن طاووس (ت 664 ه ) ، قم : مکتبة الرض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1363 ه . ش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83 . السق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فة</w:t>
      </w:r>
      <w:r>
        <w:rPr>
          <w:rtl/>
          <w:lang w:bidi="fa-IR"/>
        </w:rPr>
        <w:t xml:space="preserve"> وفدک، أبو بکر أحمد بن عبد العز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الجوهر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البغداد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323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محمّد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>: شرکة الکتب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للطباعة والنشر،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1401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84 . سنن ابن ماجة ، أبو عبداللّه محمّد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ماجة القزو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275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محمّد فو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د عبد الباقی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للطباعة والنشر والتوز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85 . سنن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داود ، أبو داود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بن أشعث السِّجِستان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275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محمّد اللحّام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للطباعة والنشر والتوز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1410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86 . سنن الترمذ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الجامع الصح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) ، أبو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بن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سورة الترمذ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279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عبد الرحمن محمّد عثمان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للطباعة والنشر والتوز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1403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87 . سنن الدارم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أبو محمّد عبد اللّه بن عبد الرحمن الدارم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255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البغا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العلم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88 . السنن الکبر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أبو بکر أحمد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458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للطباعة والنشر والتوز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89 . السنن الکبر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أبو عبد الرحمن بن شع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النسائ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303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للطباعة والنشر والتوز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1348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90 . سنن النسائ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(بشرح الحافظ جلال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وحاش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الإمام السند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، أبو بکر عبد الرحمن أحمد بن شع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النسائ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303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دارالمعرفة ، الطبعة الثالثة ، 1414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91 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أعلام النبلاء ، أبو عبد اللّه محمّد بن أحمد الذهب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748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شُع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الأرنؤوط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الرسالة ، الطبعة العاشرة، 1414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92 .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</w:t>
      </w:r>
      <w:r>
        <w:rPr>
          <w:rtl/>
          <w:lang w:bidi="fa-IR"/>
        </w:rPr>
        <w:t xml:space="preserve"> الحلب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برهان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الحلب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الشافع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11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العرب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93 .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</w:t>
      </w:r>
      <w:r>
        <w:rPr>
          <w:rtl/>
          <w:lang w:bidi="fa-IR"/>
        </w:rPr>
        <w:t xml:space="preserve"> النبو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إسماع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بن عمر البصرو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الدمشق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(ابن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) (ت 747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 الواحد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العرب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94 . الشاف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الإمامة ، أبو القاسم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الموسو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436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عبد الزهراء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، طهران : مؤسّسة الإمام الصادق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1410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95 . شرح الأخبار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فضائل الأئمّة الأطهار ، أبو حن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فة</w:t>
      </w:r>
      <w:r>
        <w:rPr>
          <w:rtl/>
          <w:lang w:bidi="fa-IR"/>
        </w:rPr>
        <w:t xml:space="preserve"> القاض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النعمان بن محمّد المصر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363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محمّد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الجلال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مؤسّسة النشر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1412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96 . شرح مسلم بشرح النوو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النوو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676 ه)،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>: دار الکتاب العرب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1407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97 . شرح نهج البلاغة ، عبد الحم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محمّد المعتزل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 (ت 656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محمّد أبو الفضل إبراه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1387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98 . شواهد التنز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لقواعد التفض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، أبو القاسم 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داللّه</w:t>
      </w:r>
      <w:r>
        <w:rPr>
          <w:rtl/>
          <w:lang w:bidi="fa-IR"/>
        </w:rPr>
        <w:t xml:space="preserve"> بن عبد اللّه الن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سابور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المعروف بالحاکم الحسکان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(ق 5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محمّد باقر المحمود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، طهران : مؤسّسة الطبع والنشر التابعة لوزارة الثقافة والإرشاد الإسلام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1411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99 . الصاف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القرآن (تفس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الصاف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، محمّد محسن بن شاه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(الف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الکاشان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(ت 1091 ه ) ، طهران : مکتبة الصدر 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1415 ه.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100 .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ابن حبّان ،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بن بلبان الفارس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بابن بلبان (ت 739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شع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الأرنؤوط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الرسالة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1414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101 .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ابن خز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مة</w:t>
      </w:r>
      <w:r>
        <w:rPr>
          <w:rtl/>
          <w:lang w:bidi="fa-IR"/>
        </w:rPr>
        <w:t xml:space="preserve"> ، أبو بکر محمّد بن إسحاق السلم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سابور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بابن خز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مة</w:t>
      </w:r>
      <w:r>
        <w:rPr>
          <w:rtl/>
          <w:lang w:bidi="fa-IR"/>
        </w:rPr>
        <w:t xml:space="preserve"> (ت 311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محمّد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أعظم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المکتبة الإسلام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الثالثة ، 1412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102 .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البخار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أبو عبد اللّه محمّد بن إسماع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البخار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256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البغا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ابن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، الطبعة الرابعة، 1410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103 .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مسلم ، أبو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مسلم بن الحجّاج القش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سابور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261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، طبعة مصحّحة ومقابلة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عدّة مخطوطات ونسخ معتمدة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104 . الطبقات الکبر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(الطبقة الخامسة من الصحابة) ، محمّد بن سعد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الزهر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230 ه ) ، الطائف : مکتبة الصدّ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1414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105 . الطرائف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معرفة مذاهب الطوائف ، أبو القاسم 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طاووس الحسن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664 ه ) ، مطبعة الخ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ـ قمّ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1400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106 . العدد القو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الحلّ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(ق 8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الرجائ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مکتبة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اللّه المرعش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العامّة ، 1408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107 . علل الشرائع ، أبو جعفر محمّد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بابَوَ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القمّ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الصدوق ( ت 381 ه ) ،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محمّد صادق بحر العلوم ، 1385 ه ، النجف الأشرف : منشورات المکتبة الح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108 . عمدة القار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شرح البخار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أبو محمّد بدر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أحمد الع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855 ه ) ، مصر : دار الطباعة المن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109 . عمدة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صحاح الأخبار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مناقب إمام الأبرار (العمدة)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بن الحسن الأسد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بابن البطر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(ت 600 ه ) ، قمّ : مؤسّسة النشر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1407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110 . عون المعبود (شرح سنن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داود) ، محمّد شمس الحقّ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الآباد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1329ه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الکتب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1415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111 .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أخبار الرضا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، أبو جعفر محمّد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بابَوَ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القمّ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الصدوق ( ت 381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الأعلم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1404 ه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ّسة الأعلمی</w:t>
      </w:r>
      <w:r>
        <w:rPr>
          <w:rtl/>
          <w:lang w:bidi="fa-IR"/>
        </w:rPr>
        <w:t xml:space="preserve"> للمطبوعات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112 .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الأثر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فنون المغاز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والشمائل والس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(الس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</w:t>
      </w:r>
      <w:r>
        <w:rPr>
          <w:rtl/>
          <w:lang w:bidi="fa-IR"/>
        </w:rPr>
        <w:t xml:space="preserve"> النبو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لابن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الناس) ، محمّد عبد اللّه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بن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الناس (ت 734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عزّ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1406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113 . غا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المرام وحجّة الخصام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الإمام ، هاشم بن إسماع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البحران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1107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عاشور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التار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1422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114 . الغد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الکتاب والسنّة والأدب ، عبد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أحمد الأم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1390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الکتاب العرب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الثالثة ، 1387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115 . الغ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بة</w:t>
      </w:r>
      <w:r>
        <w:rPr>
          <w:rtl/>
          <w:lang w:bidi="fa-IR"/>
        </w:rPr>
        <w:t xml:space="preserve"> ، أبو جعفر محمّد بن الحسن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الحسن الطوس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460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عباد اللّه الطهران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وعل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أحمد ناصح ، قمّ : مؤسّسة المعارف الإسلام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1411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116 . فتح البار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شرح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البخار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أحمد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العسقلان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(ابن حجر) (ت 852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عبد العز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بن عبد اللّه بن باز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1379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117 . فتح القد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الجامع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والدرا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من علم التفس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محمّد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محمّد الشوکان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1250 ه).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118 . فتوح البلدان ، أحمد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البلاذر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279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عبد اللّه أن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الطباع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المعارف 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1407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119 . فرائد السمط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فضائل المرتض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والبتول والسبط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والأئمّة من ذرّ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تهم</w:t>
      </w:r>
      <w:r>
        <w:rPr>
          <w:rtl/>
          <w:lang w:bidi="fa-IR"/>
        </w:rPr>
        <w:t xml:space="preserve"> ، إبراه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بن محمّد بن المؤ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عبد اللّه الجو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(ت 730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محمّد باقر المحمود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المحمود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1398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120 . الفصول المختارة من الع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والمحاسن ، أبو القاسم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الموسو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المعروف، بالشر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وعلم الهد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436 ه ) ، قمّ : المؤتمر العالم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بمناسبة ذکر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ألف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1413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121 . الفصول المهمّة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معرفة أحوال الأئمّة ،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بن محمّد بن أحمد المالک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المکّ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بابن صبّاغ (ت 855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الأعلم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122 . فضائل الصحابة ، أبو عبد اللّه أحمد بن محمّد بن حنبل المعروف بالنسائ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241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وص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اللّه بن محمّد عبّاس ، جدّة : دار العلم 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1403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123 . فضائل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أبو العبّاس أحمد بن محمّد بن عقدة الکوف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333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عبد الرزّاق محمّد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124 . فقه القرآن ،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عبد اللّه الراوند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(قطب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الراوند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(ت 573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أحمد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مکتبة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اللّه المرعش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النجف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1397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125 . الفق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= کتاب من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حضره</w:t>
      </w:r>
      <w:r>
        <w:rPr>
          <w:rtl/>
          <w:lang w:bidi="fa-IR"/>
        </w:rPr>
        <w:t xml:space="preserve"> الفق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، أبو جعفر محمّد بن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بابو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القمّ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الصدوق (ت 381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أکبر الغفّار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مؤسّسة النشر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126 .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القد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شرح الجامع الصغ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محمّد عبد الرؤوف المناو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أحمد عبد السلام،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الکتب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1415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127 . قرب الإسناد، أبو العبّاس عبد اللّه بن جعفر الحِم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بعد 304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مؤسّسة آل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، قمّ : مؤسّسة آل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1413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128 . قصص الأنب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، أبو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عبد اللّه الراوند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بقطب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الراوند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573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غلام رضا عرفان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مشهد : الحضرة الرضو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المقدّسة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1409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129 .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أبو جعفر ثقة الإسلام محمّد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بن إسحاق الکل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329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أکبر الغفار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طهران : دار الکتب الإسلام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1389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130 . کامل الز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ارات</w:t>
      </w:r>
      <w:r>
        <w:rPr>
          <w:rtl/>
          <w:lang w:bidi="fa-IR"/>
        </w:rPr>
        <w:t xml:space="preserve"> ، أبو القاسم جعفر بن محمّد بن قولو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(ت 367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عبد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النجف الأشرف : المطبعة المرتضو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1356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131 . الکامل، عبد اللّه بن عد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(ت 365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مختار غزّاو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للطباعة والنشر والتوز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ع،</w:t>
      </w:r>
      <w:r>
        <w:rPr>
          <w:rtl/>
          <w:lang w:bidi="fa-IR"/>
        </w:rPr>
        <w:t xml:space="preserve"> الطبعة الثالثة ، 1409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132 . الکامل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، أبو الحسن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بن محمّد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الموصل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المعروف بابن الأث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(ت 630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العرب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1408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133 . کتاب الغ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بة</w:t>
      </w:r>
      <w:r>
        <w:rPr>
          <w:rtl/>
          <w:lang w:bidi="fa-IR"/>
        </w:rPr>
        <w:t xml:space="preserve"> ،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نب</w:t>
      </w:r>
      <w:r>
        <w:rPr>
          <w:rtl/>
          <w:lang w:bidi="fa-IR"/>
        </w:rPr>
        <w:t xml:space="preserve"> محمّد بن إبراه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النعمان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342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أکبر الغفار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طهران : مکتبة الصدوق ، 1399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134 . کتاب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بن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،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بن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الهلال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العامر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حوال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90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محمّد باقر الأنصار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نشر الهاد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1415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135 . کشف الغمّة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معرفة الأئمّة ،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الإربل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(ت 687 ه ) ، تصح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هاشم الرسول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المحلاّت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دارالکتاب الإسلام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1401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136 . کشف المحجّة لثمرة المهجة ، أبو القاسم رض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طاووس الحسن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664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محمّد الحسّون ، قمّ : مکتب الإعلام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1412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137 . کمال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وتمام النعمة ، أبو جعفر محمّد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بابَوَ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القمّ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الصدوق ( ت 381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أکبر الغفّار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ّسة النشر الإسلامی</w:t>
      </w:r>
      <w:r>
        <w:rPr>
          <w:rtl/>
          <w:lang w:bidi="fa-IR"/>
        </w:rPr>
        <w:t xml:space="preserve"> التابعة لجماعة المدرّس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،1405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138 . کنز العمّال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سنن الأقوال والأفعال ، علاء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المتّق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حسام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الهند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975 ه ) ، ضبط وتفس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: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تصح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وفهرسة :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صفوة السقا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ّسة الرسالة ، الطبعة الاُولی</w:t>
      </w:r>
      <w:r>
        <w:rPr>
          <w:rtl/>
          <w:lang w:bidi="fa-IR"/>
        </w:rPr>
        <w:t xml:space="preserve"> ،1397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139 . کنز الفوائد ، أبو الفتح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محمّد بن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بن عثمان الکراجک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الطرابلس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449 ه ) ، إعداد : عبد اللّه نعمة ، قمّ : دار الذخائر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1410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140 . لباب النقول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أسباب النزول، جلال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911 ه)،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>: دار 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العلوم.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141 . لسان العرب ، أبو الفضل جمال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محمّد بن مکرم بن منظور المصر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711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صادر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1410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142 . لسان 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، أبو الفضل أحمد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حجر العسقلان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852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الأعلم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الثالثة ، 1406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143 . لغتنامه دهخدا،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أکبر دهخدا ( ت 1334 ش)، طهران: جامعة طهران،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1373 ش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144 . المبسوط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فقه الإمام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أبو جعفر محمّد بن الحسن المعروف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460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محمّد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الکشف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طهران : المکتبة المرتضو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الثالثة، 1387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145 . مجمع البحر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فخر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1085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أحمد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طهران : مکتبة نشر الثقافة الإسلام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1408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146 . مجمع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القرآن ، أبو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الفضل بن الحسن الطبرس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(ت 548 ه .)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هاشم الرسول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المحلاّت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والس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فضل اللّه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الطباطبائ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المعرفة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1408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147 . مجمع الزوائد ومنبع الفوائد ، نور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بکر اله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807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الکتب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1408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148 . المجموع (شرح المهذّب) ، الإمام أبو زکر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شرف النوو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ت676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149 . المحاسن ، أبو جعفر أحمد بن محمّد بن خالد البرق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280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الرجائ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قمّ : المجمع العالم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لأهل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1413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150 . المحبَّر ، محمّد بن 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الهاشم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البغداد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245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الآفاق الجد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دة</w:t>
      </w:r>
      <w:r>
        <w:rPr>
          <w:rtl/>
          <w:lang w:bidi="fa-IR"/>
        </w:rPr>
        <w:t xml:space="preserve"> ، 1361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151 . المحلّ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أبو محمّد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أحمد بن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(ابن حزم) ( ت 456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أحمد محمّد شاکر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152 . مختار الصحاح، الإمام محمّد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بکر بن عبد القادر الجزائر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أحمد شمس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>: دار الکتب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1415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153 . مختصر بصائر الدرجات ، حسن بن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الحلّ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(ق 9 ه ) ، قمّ : انتشارات الرسول المصطف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154 . مختلف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، أبو منصور الحسن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بن المطهّر الأسد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726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مؤسّسة النشر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التابعة لجماعة المدرّس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قمّ : مؤسّسة النشر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1412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155 . مدارک الأحکام،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محمّد العامل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(ت 1009 ه )، قمّ : مؤسّسة آل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لإح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1410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156 .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المعاجز،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هاشم بن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البحران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1107 ه )، قم: مؤسّسة المعارف الإسلام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1413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157 . المراجعات ، عبد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شرف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العامل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1377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دار الکتاب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158 . المزار ، محمّد مکّ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بالشه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الأوّل ( ت786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ونشر : مدرسة الإمام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ـ قمّ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1410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159 . مسار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مختصر توار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، أبو عبد اللّه محمّد بن محمّد بن نعمان العکبر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البغداد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413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نجف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للطباعة والنشر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1414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160 . مستدرک الوسائل ومستنبط المسائل ، 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1320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مؤسّسة آل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، قمّ : 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ّسة آل البی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1408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161 . مستدرک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البحار،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النماز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الشاهرود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1405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حسن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النماز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قمّ: مؤسّسة النشر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التابعة لجماعة المدرّس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1418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162 . المستدرک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أبو عبد اللّه محمّد بن عبد اللّه الحاکم الن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سابور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405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 القادر عطا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الکتب العلم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1411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163 . المسترشد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إمامة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7 ، أبو جعفر محمّد بن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الطبر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الإمام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(ق 5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أحمد المحمود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طهران : مؤسّسة الثقافة الإسلام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لکوشانبور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1415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164 . مستند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أحکام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، العلاّمة المول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أحمد بن محمّد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النراق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1245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مؤسّسة آل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لإح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، مشهد : مؤسّسة آل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لإح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، 1415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165 . مسند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داوود الط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بن داوود الجارود البصر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داوود الط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204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المعرفة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166 . مسند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الموصل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أبو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أحمد بن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بن المثنّ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الموصل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307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إرشاد الحقّ الأثر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جدّة : دار القبلة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1408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167 . مسند أحمد ، أحمد بن محمّد بن حنبل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241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عبد اللّه محمّد الدرو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1414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168 . مشکل الآثار ، أبو جعفر أحمد بن محمّد الأزد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الطحاو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321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صادر.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169 . مصباح المتهجّد ، أبو جعفر محمّد بن الحسن بن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بن الحسن الطوس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460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أصغر مروار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فقه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1411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170 . المصباح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الأدع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والصلوات والز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ارات</w:t>
      </w:r>
      <w:r>
        <w:rPr>
          <w:rtl/>
          <w:lang w:bidi="fa-IR"/>
        </w:rPr>
        <w:t xml:space="preserve"> ،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إبراه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الحارث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الهمدان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بالکفعم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905 ه ) ، قمّ : منشورات الرض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171 . المصنّف ، أبو بکر عبد الرزّاق بن همام الصنعان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211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الرحمن الأعظم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المجلس العلم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172 . 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الأخبار ، أبو جعفر محمّد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بابَوَ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القمّ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الصدوق ( ت 381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أکبر الغفّار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1379 ه ، قمّ : 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ّسة النشر الإسلامی</w:t>
      </w:r>
      <w:r>
        <w:rPr>
          <w:rtl/>
          <w:lang w:bidi="fa-IR"/>
        </w:rPr>
        <w:t xml:space="preserve"> التابعة لجماعة المدرّس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الطبعةالاُول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1361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173 . المعجم الأوسط ، أبو القاسم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بن أحمد اللخم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الطبران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360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قسم التحق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بدار الحرم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1415 ه ، القاهرة : دار الحرم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للطباعة والنشر والتوز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174 . معجم البلدان ، أبو عبد اللّه شهاب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اقوت</w:t>
      </w:r>
      <w:r>
        <w:rPr>
          <w:rtl/>
          <w:lang w:bidi="fa-IR"/>
        </w:rPr>
        <w:t xml:space="preserve"> بن عبد اللّه الحمو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626 ه )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العرب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1399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175 . المعجم الکب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، أبو القاسم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بن أحمد اللخم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الطبران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360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حمد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 المج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السلف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العرب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1404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176 . معجم قبائل العرب ، عمر رضا کحّالة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الرسالة ، 1414 ه ، هفتم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177 . معجم ما استعجم ، عبد اللّه بن عبد العز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البکر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487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السقّا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عالم الکتب ، الطبعة الثالثة ، 1403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178 . المغن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أبو محمّد عبد اللّه بن أحمد بن محمّد بن قدامة ( ت 620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الکتاب العرب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179 . مقاتل الطالب</w:t>
      </w:r>
      <w:r>
        <w:rPr>
          <w:rFonts w:hint="cs"/>
          <w:rtl/>
          <w:lang w:bidi="fa-IR"/>
        </w:rPr>
        <w:t>یّی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أبو الفرج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محمّد الإصبهان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356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أحمد صقر ، قمّ : منشورات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1405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180 . الملل والنحل ، أبو الفتح محمّد بن عبد الکر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الشهرستان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548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المعرفة ، 1406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181 . مناقب آل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(مناقب ابن شهر آشوب ) ، أبو جعفر 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محمّد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شهر آشوب المازندران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588 ه ) ، قمّ : المطبعة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182 . مناقب الإمام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محمّد بن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الکوف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300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محمّد باقر المحمود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مجمع 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اءالثقافة</w:t>
      </w:r>
      <w:r>
        <w:rPr>
          <w:rtl/>
          <w:lang w:bidi="fa-IR"/>
        </w:rPr>
        <w:t xml:space="preserve"> الإسلام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ـ قمّ 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1412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183 . المناقب (المناقب للخوارزم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، للحافظ الموفّق بن أحمد البکر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المکّ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الخوارزم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(568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مالک المحمود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مؤسّسة النشر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1414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184 . المنتخب من 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المذ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، محمّد بن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الطبر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310 ه)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185 . منتق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الجمان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الصحاح والحسان ، جمال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أبو منصور الحسن بن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 ت 1011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أکبر الغفار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جامعة المدرّس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1362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186 . الموطّأ ، مالک بن أنس (ت 158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محمّد فؤاد عبد الباق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العرب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1406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187 . المهذّب ، عبد العز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بن البرّاج الطرابلس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481 ه) ، قمّ : مؤسّسة النشر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التابعة لجماعة المدرّس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1406ش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188 .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الاعتدال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نقد الرجال ، محمّد بن أحمد الذهب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748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البجاو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189 . نصب الرا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عبد اللّه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الحنف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762 ه) ، القاهرة : دار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، 1415 ش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190 . نظم درر السمط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محمّد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الزرند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750 ه) ، إصفهان : مکتبة الإمام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1377 ش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191 . النفحة المسک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الرحلة المکّ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عبد اللّه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مرع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ناصر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السو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1174 ه).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192 . النوادر (مستطرفات السرائر) ، أبو عبد اللّه محمّد بن أحمد بن إدر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الحلّ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598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مؤسّسة الإمام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 ، قمّ : مؤسّسة الإمام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1408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193 . النها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والأثر ، أبو السعادات مبارک بن مبارک الجزر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بابن الأث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(ت 606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طاهر أحمد الزاو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مؤسّسة إسماع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، الطبعة الرابعة ، 1367 ش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194 . نهج الإ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بن جبر (ق 7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أحمد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مشهد : مجتمع الإمام الهاد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1418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195 .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الأوطار من 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، العلاّمة محمّد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محمّد الشوکان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1255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196 . الواف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،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بن 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بک</w:t>
      </w:r>
      <w:r>
        <w:rPr>
          <w:rtl/>
          <w:lang w:bidi="fa-IR"/>
        </w:rPr>
        <w:t xml:space="preserve"> الصَّفَد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749 ه ) ،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سبادن</w:t>
      </w:r>
      <w:r>
        <w:rPr>
          <w:rtl/>
          <w:lang w:bidi="fa-IR"/>
        </w:rPr>
        <w:t xml:space="preserve"> (آلمان): فرانْزشْتا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نر</w:t>
      </w:r>
      <w:r>
        <w:rPr>
          <w:rtl/>
          <w:lang w:bidi="fa-IR"/>
        </w:rPr>
        <w:t xml:space="preserve">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1381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197 .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، محمّد بن الحسن الحرّ العامل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1104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مؤسّسة آل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، قمّ : 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ّسة آل البی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لإح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1414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>198 .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باختصاص مولانا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بإمرة 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أبو القاسم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بابن طاووس (ت 664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محمّد باقر أنصار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مؤسّسة دار الکتاب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1413 ه .</w:t>
      </w:r>
    </w:p>
    <w:p w:rsidR="006C534C" w:rsidRDefault="006C534C" w:rsidP="00F85B6F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199 .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المودّة لذو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بن إبراه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القندوز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1294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جمال أشرف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طهران : دارالاُسوة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1416 ه .</w:t>
      </w:r>
    </w:p>
    <w:p w:rsidR="006C534C" w:rsidRDefault="00F85B6F" w:rsidP="008E4AD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6C534C" w:rsidRDefault="006C534C" w:rsidP="008E4AD5">
      <w:pPr>
        <w:pStyle w:val="Heading1"/>
        <w:rPr>
          <w:rtl/>
          <w:lang w:bidi="fa-IR"/>
        </w:rPr>
      </w:pPr>
      <w:bookmarkStart w:id="18" w:name="_Toc530640975"/>
      <w:r>
        <w:rPr>
          <w:rFonts w:hint="eastAsia"/>
          <w:rtl/>
          <w:lang w:bidi="fa-IR"/>
        </w:rPr>
        <w:t>درباره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bookmarkEnd w:id="18"/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دکتر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خُدّام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سال 1353 در شهرستان آران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دگل</w:t>
      </w:r>
      <w:r>
        <w:rPr>
          <w:rtl/>
          <w:lang w:bidi="fa-IR"/>
        </w:rPr>
        <w:t xml:space="preserve"> اصفهان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به جهان گشود.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سال 1368 وارد حوزه علم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کاشان شد و در سال 1372 در دانشگاه علامه طباطبائ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تهران در رشته ادب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عرب مشغول به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سال 1376 به شهر قمّ هجرت نمود و دروس حوزه را تا مقطع خارج فقه و اصول ادامه داد و مدرک سطح چهار حوزه علم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قم (دکترا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فقه و اصول) را أخذ نمود.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موفق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کسب مقام اوّل مسابقه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رضو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88/8/8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هموطنانش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بود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مسابقات، مقام اوّل را کسب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بازساز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مجموعه هشت کتاب از کتب رجال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پژوهش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استاد است که فهارس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نام دارد،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ارزشمند در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دوره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شهاب، چهاردهم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دوره کتاب فصل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ازدهم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حام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نسخ خطّ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رتبه برتر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است و در سال 1390 به ع</w:t>
      </w:r>
      <w:r>
        <w:rPr>
          <w:rFonts w:hint="eastAsia"/>
          <w:rtl/>
          <w:lang w:bidi="fa-IR"/>
        </w:rPr>
        <w:t>نوان</w:t>
      </w:r>
      <w:r>
        <w:rPr>
          <w:rtl/>
          <w:lang w:bidi="fa-IR"/>
        </w:rPr>
        <w:t xml:space="preserve"> اثر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کتاب سال حوزه انتخاب شد.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دکتر</w:t>
      </w:r>
      <w:r>
        <w:rPr>
          <w:rtl/>
          <w:lang w:bidi="fa-IR"/>
        </w:rPr>
        <w:t xml:space="preserve"> خدّام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هرگز جوانان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مرز و بوم را فراموش نکرد و در کنار فعال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قلم زد. او تاکنون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50 کتاب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نوشته است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آنها جوا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مهمّ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جشنواره‌ها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کسب نموده است. قلم روان،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جذاب و همراه بودن با مستندات 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-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مهمتر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آثار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آثار</w:t>
      </w:r>
      <w:r>
        <w:rPr>
          <w:rtl/>
          <w:lang w:bidi="fa-IR"/>
        </w:rPr>
        <w:t xml:space="preserve">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عنوان «مجموعه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سبز»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مکتب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پردازد</w:t>
      </w:r>
      <w:r>
        <w:rPr>
          <w:rtl/>
          <w:lang w:bidi="fa-IR"/>
        </w:rPr>
        <w:t xml:space="preserve"> و تلاش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تا جوانان را با آموزه‌ها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آشنا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مجموعه با همّت انشارات وثوق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ور</w:t>
      </w:r>
      <w:r>
        <w:rPr>
          <w:rtl/>
          <w:lang w:bidi="fa-IR"/>
        </w:rPr>
        <w:t xml:space="preserve"> طبع آراسته شده است.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کتب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کتب</w:t>
      </w:r>
      <w:r>
        <w:rPr>
          <w:rtl/>
          <w:lang w:bidi="fa-IR"/>
        </w:rPr>
        <w:t xml:space="preserve"> فارس</w:t>
      </w:r>
      <w:r>
        <w:rPr>
          <w:rFonts w:hint="cs"/>
          <w:rtl/>
          <w:lang w:bidi="fa-IR"/>
        </w:rPr>
        <w:t>ی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ناشر</w:t>
      </w:r>
      <w:r>
        <w:rPr>
          <w:rtl/>
          <w:lang w:bidi="fa-IR"/>
        </w:rPr>
        <w:t xml:space="preserve"> همه کتاب‌ها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نشر وثوق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فهرست کتاب‌ها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چاپ شده تا سال 1392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رمان</w:t>
      </w:r>
      <w:r>
        <w:rPr>
          <w:rtl/>
          <w:lang w:bidi="fa-IR"/>
        </w:rPr>
        <w:t xml:space="preserve"> مذهب</w:t>
      </w:r>
      <w:r>
        <w:rPr>
          <w:rFonts w:hint="cs"/>
          <w:rtl/>
          <w:lang w:bidi="fa-IR"/>
        </w:rPr>
        <w:t>ی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1 - مهاجر بهشت: حوادث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2 - قصه معراج : حوادث و شگفت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معراج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3 - بانو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چشمه: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 w:rsidR="005333C8" w:rsidRPr="005333C8">
        <w:rPr>
          <w:rStyle w:val="libAlaemChar"/>
          <w:rtl/>
        </w:rPr>
        <w:t xml:space="preserve">عليها‌السلام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4 -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مهتاب: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زهرا</w:t>
      </w:r>
      <w:r w:rsidR="005333C8" w:rsidRPr="005333C8">
        <w:rPr>
          <w:rStyle w:val="libAlaemChar"/>
          <w:rtl/>
        </w:rPr>
        <w:t xml:space="preserve">عليها‌السلام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5 - روشن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مهتاب: پاسخ به شبهات وهاب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- دفاع از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و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6 -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tl/>
          <w:lang w:bidi="fa-IR"/>
        </w:rPr>
        <w:t>: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بخشش فدک به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 xml:space="preserve">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7 -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آسمان: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8 - سکوت آفتاب: شهادت حضرت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نی</w:t>
      </w:r>
      <w:r>
        <w:rPr>
          <w:rFonts w:hint="eastAsia"/>
          <w:rtl/>
          <w:lang w:bidi="fa-IR"/>
        </w:rPr>
        <w:t>ن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9 - آرزو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سوم: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جنگ خندق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10 - فانوس اول: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شهادت مالک بن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11 - الماس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دهه امامت،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خم.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12 - در قصر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: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صلح امام حسن</w:t>
      </w:r>
      <w:r w:rsidRPr="006C534C">
        <w:rPr>
          <w:rStyle w:val="libAlaemChar"/>
          <w:rtl/>
        </w:rPr>
        <w:t xml:space="preserve">عليه‌السلام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19-13: هفت شهر عشق: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 به حماسه عاشورا (ا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در چاپ اول در هفت کتاب چاپ شد، در چاپ دوم به بعد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جلد چاپ شد).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20 - در اوج غربت: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شهادت مسلم بن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کتاب</w:t>
      </w:r>
      <w:r>
        <w:rPr>
          <w:rtl/>
          <w:lang w:bidi="fa-IR"/>
        </w:rPr>
        <w:t xml:space="preserve"> «سلام بر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 در موضوع امام‌حس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 xml:space="preserve"> (شرح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عاشورا).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21 - صبح ساحل: حوادث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صادق</w:t>
      </w:r>
      <w:r w:rsidRPr="006C534C">
        <w:rPr>
          <w:rStyle w:val="libAlaemChar"/>
          <w:rtl/>
        </w:rPr>
        <w:t xml:space="preserve">عليه‌السلام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22 - لذت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ماه: ثواب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امام رضا</w:t>
      </w:r>
      <w:r w:rsidRPr="006C534C">
        <w:rPr>
          <w:rStyle w:val="libAlaemChar"/>
          <w:rtl/>
        </w:rPr>
        <w:t xml:space="preserve">عليه‌السلام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23 - داستان ظهور: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 امام زمان</w:t>
      </w:r>
      <w:r w:rsidRPr="006C534C">
        <w:rPr>
          <w:rStyle w:val="libAlaemChar"/>
          <w:rtl/>
        </w:rPr>
        <w:t xml:space="preserve">عليه‌السلام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24 -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دوازدهم: اثبات ولادت امام زمان</w:t>
      </w:r>
      <w:r w:rsidRPr="006C534C">
        <w:rPr>
          <w:rStyle w:val="libAlaemChar"/>
          <w:rtl/>
        </w:rPr>
        <w:t xml:space="preserve">عليه‌السلام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25 -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عروس: داستان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لاد</w:t>
      </w:r>
      <w:r>
        <w:rPr>
          <w:rtl/>
          <w:lang w:bidi="fa-IR"/>
        </w:rPr>
        <w:t xml:space="preserve"> امام زمان</w:t>
      </w:r>
      <w:r w:rsidRPr="006C534C">
        <w:rPr>
          <w:rStyle w:val="libAlaemChar"/>
          <w:rtl/>
        </w:rPr>
        <w:t xml:space="preserve">عليه‌السلام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کتاب</w:t>
      </w:r>
      <w:r>
        <w:rPr>
          <w:rtl/>
          <w:lang w:bidi="fa-IR"/>
        </w:rPr>
        <w:t xml:space="preserve"> «راه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ا»</w:t>
      </w:r>
      <w:r>
        <w:rPr>
          <w:rtl/>
          <w:lang w:bidi="fa-IR"/>
        </w:rPr>
        <w:t xml:space="preserve"> شرح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آل‌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 xml:space="preserve"> و کتاب «گمگشته دل» در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انتظار ظهور نوشته شده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ن‌دو</w:t>
      </w:r>
      <w:r>
        <w:rPr>
          <w:rtl/>
          <w:lang w:bidi="fa-IR"/>
        </w:rPr>
        <w:t xml:space="preserve"> کتاب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موضوع امام‌زمان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آموزه‌ها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26 -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>: خداشناس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ناب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27 - با من تماس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راه و روش دعا کردن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28 - با من مهربان باش: مناجات با خدا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29 -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قلب من: مناجات با خدا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30 - تا خدا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: سخنان خدا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31 - در آغوش خدا: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مرگ مومن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32 -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سبد آسمان: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چهل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قرآن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33 -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: شرح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آل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معرفت امام زمان</w:t>
      </w:r>
      <w:r w:rsidRPr="006C534C">
        <w:rPr>
          <w:rStyle w:val="libAlaemChar"/>
          <w:rtl/>
        </w:rPr>
        <w:t xml:space="preserve">عليه‌السلام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34 - سلام بر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شرح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35 - نردبان آب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شرح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جامعه، امام‌شناس</w:t>
      </w:r>
      <w:r>
        <w:rPr>
          <w:rFonts w:hint="cs"/>
          <w:rtl/>
          <w:lang w:bidi="fa-IR"/>
        </w:rPr>
        <w:t>ی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36 - گمگشته دل: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انتظار ظهور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37 - آسمان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عشق: فضل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محبت به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Pr="006C53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38 - همسر دوست داشتن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زناشو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بهتر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39 - بهشت فراموش شده: احترام به پدر و مادر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40 - سمت 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>: ارزش علم دانش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41 - چرا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فکر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ارزش فکر و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42 - لطفا لبخند بزن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ارزش لبخند و شادمان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43 - راز خشنود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خدا: آثار کمک کردن به مردم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44 - به باغ خدا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حضور در مسجد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45 - راز شکرگزار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شکر نعمت‌ها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46 - فقط به خاطر تو: آثار اخلاص در عمل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47 - معجزه دست دادن : آثار دست دادن، ارتباط اجتماع</w:t>
      </w:r>
      <w:r>
        <w:rPr>
          <w:rFonts w:hint="cs"/>
          <w:rtl/>
          <w:lang w:bidi="fa-IR"/>
        </w:rPr>
        <w:t>ی</w:t>
      </w:r>
    </w:p>
    <w:p w:rsidR="006C534C" w:rsidRDefault="006C534C" w:rsidP="006C534C">
      <w:pPr>
        <w:pStyle w:val="libNormal"/>
        <w:rPr>
          <w:rtl/>
          <w:lang w:bidi="fa-IR"/>
        </w:rPr>
      </w:pP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کتب</w:t>
      </w:r>
      <w:r>
        <w:rPr>
          <w:rtl/>
          <w:lang w:bidi="fa-IR"/>
        </w:rPr>
        <w:t xml:space="preserve"> عرب</w:t>
      </w:r>
      <w:r>
        <w:rPr>
          <w:rFonts w:hint="cs"/>
          <w:rtl/>
          <w:lang w:bidi="fa-IR"/>
        </w:rPr>
        <w:t>ی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49 -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« فهرست سعد »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50 -تحق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« فهرست الحم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»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51 -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« فهرست 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».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52 -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« فهرست ابن بطّة ».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53 -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« فهرست ابن الول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»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54 -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« فهرست ابن قولو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»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55 -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« فهرست الصدوق »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56 -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« فهرست ابن عبدون »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57 -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« آداب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58 - الصح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فضل الز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ارة</w:t>
      </w:r>
      <w:r>
        <w:rPr>
          <w:rtl/>
          <w:lang w:bidi="fa-IR"/>
        </w:rPr>
        <w:t xml:space="preserve"> الرضو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59 - الصح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البکاء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60 - الصح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فضل الز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ارة</w:t>
      </w:r>
      <w:r>
        <w:rPr>
          <w:rtl/>
          <w:lang w:bidi="fa-IR"/>
        </w:rPr>
        <w:t xml:space="preserve">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61 - الصح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کشف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فاطمه</w:t>
      </w:r>
      <w:r w:rsidR="005333C8" w:rsidRPr="005333C8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.</w:t>
      </w:r>
    </w:p>
    <w:p w:rsidR="006C534C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62 - صرخة النور.</w:t>
      </w:r>
    </w:p>
    <w:p w:rsidR="009B589D" w:rsidRDefault="006C534C" w:rsidP="006C534C">
      <w:pPr>
        <w:pStyle w:val="libNormal"/>
        <w:rPr>
          <w:rtl/>
          <w:lang w:bidi="fa-IR"/>
        </w:rPr>
      </w:pPr>
      <w:r>
        <w:rPr>
          <w:rtl/>
          <w:lang w:bidi="fa-IR"/>
        </w:rPr>
        <w:t>63 -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الأعل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6C534C" w:rsidRDefault="009B589D" w:rsidP="009B589D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9" w:name="_Toc530640976"/>
      <w:r>
        <w:rPr>
          <w:rFonts w:hint="cs"/>
          <w:rtl/>
          <w:lang w:bidi="fa-IR"/>
        </w:rPr>
        <w:lastRenderedPageBreak/>
        <w:t>فهرست مطالب</w:t>
      </w:r>
      <w:bookmarkEnd w:id="19"/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3057547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C85E94" w:rsidRDefault="00C85E94" w:rsidP="00C85E94">
          <w:pPr>
            <w:pStyle w:val="TOCHeading"/>
          </w:pPr>
        </w:p>
        <w:p w:rsidR="00C85E94" w:rsidRDefault="007F748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7F748A">
            <w:fldChar w:fldCharType="begin"/>
          </w:r>
          <w:r w:rsidR="00C85E94">
            <w:instrText xml:space="preserve"> TOC \o "1-3" \h \z \u </w:instrText>
          </w:r>
          <w:r w:rsidRPr="007F748A">
            <w:fldChar w:fldCharType="separate"/>
          </w:r>
          <w:hyperlink w:anchor="_Toc530640957" w:history="1">
            <w:r w:rsidR="00C85E94" w:rsidRPr="0025144F">
              <w:rPr>
                <w:rStyle w:val="Hyperlink"/>
                <w:noProof/>
                <w:rtl/>
                <w:lang w:bidi="fa-IR"/>
              </w:rPr>
              <w:t>مقدمه</w:t>
            </w:r>
            <w:r w:rsidR="00C85E9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 w:rsidR="00C85E94">
              <w:rPr>
                <w:noProof/>
                <w:webHidden/>
              </w:rPr>
              <w:instrText>PAGEREF</w:instrText>
            </w:r>
            <w:r w:rsidR="00C85E94">
              <w:rPr>
                <w:noProof/>
                <w:webHidden/>
                <w:rtl/>
              </w:rPr>
              <w:instrText xml:space="preserve"> _</w:instrText>
            </w:r>
            <w:r w:rsidR="00C85E94">
              <w:rPr>
                <w:noProof/>
                <w:webHidden/>
              </w:rPr>
              <w:instrText>Toc530640957 \h</w:instrText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24E53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5E94" w:rsidRDefault="007F748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0640958" w:history="1">
            <w:r w:rsidR="00C85E94" w:rsidRPr="0025144F">
              <w:rPr>
                <w:rStyle w:val="Hyperlink"/>
                <w:noProof/>
                <w:rtl/>
                <w:lang w:bidi="fa-IR"/>
              </w:rPr>
              <w:t>چرا در خانه‌ها</w:t>
            </w:r>
            <w:r w:rsidR="00C85E94" w:rsidRPr="002514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85E94" w:rsidRPr="0025144F">
              <w:rPr>
                <w:rStyle w:val="Hyperlink"/>
                <w:noProof/>
                <w:rtl/>
                <w:lang w:bidi="fa-IR"/>
              </w:rPr>
              <w:t xml:space="preserve"> ما را بسته‌ا</w:t>
            </w:r>
            <w:r w:rsidR="00C85E94" w:rsidRPr="002514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85E94" w:rsidRPr="0025144F">
              <w:rPr>
                <w:rStyle w:val="Hyperlink"/>
                <w:noProof/>
                <w:rtl/>
                <w:lang w:bidi="fa-IR"/>
              </w:rPr>
              <w:t>؟</w:t>
            </w:r>
            <w:r w:rsidR="00C85E9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 w:rsidR="00C85E94">
              <w:rPr>
                <w:noProof/>
                <w:webHidden/>
              </w:rPr>
              <w:instrText>PAGEREF</w:instrText>
            </w:r>
            <w:r w:rsidR="00C85E94">
              <w:rPr>
                <w:noProof/>
                <w:webHidden/>
                <w:rtl/>
              </w:rPr>
              <w:instrText xml:space="preserve"> _</w:instrText>
            </w:r>
            <w:r w:rsidR="00C85E94">
              <w:rPr>
                <w:noProof/>
                <w:webHidden/>
              </w:rPr>
              <w:instrText>Toc530640958 \h</w:instrText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24E53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5E94" w:rsidRDefault="007F748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0640959" w:history="1">
            <w:r w:rsidR="00C85E94" w:rsidRPr="0025144F">
              <w:rPr>
                <w:rStyle w:val="Hyperlink"/>
                <w:noProof/>
                <w:rtl/>
                <w:lang w:bidi="fa-IR"/>
              </w:rPr>
              <w:t>خوب نگاه کن من کجا نشسته‌ام!</w:t>
            </w:r>
            <w:r w:rsidR="00C85E9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 w:rsidR="00C85E94">
              <w:rPr>
                <w:noProof/>
                <w:webHidden/>
              </w:rPr>
              <w:instrText>PAGEREF</w:instrText>
            </w:r>
            <w:r w:rsidR="00C85E94">
              <w:rPr>
                <w:noProof/>
                <w:webHidden/>
                <w:rtl/>
              </w:rPr>
              <w:instrText xml:space="preserve"> _</w:instrText>
            </w:r>
            <w:r w:rsidR="00C85E94">
              <w:rPr>
                <w:noProof/>
                <w:webHidden/>
              </w:rPr>
              <w:instrText>Toc530640959 \h</w:instrText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24E53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5E94" w:rsidRDefault="007F748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0640960" w:history="1">
            <w:r w:rsidR="00C85E94" w:rsidRPr="0025144F">
              <w:rPr>
                <w:rStyle w:val="Hyperlink"/>
                <w:noProof/>
                <w:rtl/>
                <w:lang w:bidi="fa-IR"/>
              </w:rPr>
              <w:t xml:space="preserve">سلام بر دو </w:t>
            </w:r>
            <w:r w:rsidR="00C85E94" w:rsidRPr="002514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85E94" w:rsidRPr="0025144F">
              <w:rPr>
                <w:rStyle w:val="Hyperlink"/>
                <w:noProof/>
                <w:rtl/>
                <w:lang w:bidi="fa-IR"/>
              </w:rPr>
              <w:t>ادگار پ</w:t>
            </w:r>
            <w:r w:rsidR="00C85E94" w:rsidRPr="002514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85E94" w:rsidRPr="0025144F">
              <w:rPr>
                <w:rStyle w:val="Hyperlink"/>
                <w:noProof/>
                <w:rtl/>
                <w:lang w:bidi="fa-IR"/>
              </w:rPr>
              <w:t>امبر</w:t>
            </w:r>
            <w:r w:rsidR="00C85E9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 w:rsidR="00C85E94">
              <w:rPr>
                <w:noProof/>
                <w:webHidden/>
              </w:rPr>
              <w:instrText>PAGEREF</w:instrText>
            </w:r>
            <w:r w:rsidR="00C85E94">
              <w:rPr>
                <w:noProof/>
                <w:webHidden/>
                <w:rtl/>
              </w:rPr>
              <w:instrText xml:space="preserve"> _</w:instrText>
            </w:r>
            <w:r w:rsidR="00C85E94">
              <w:rPr>
                <w:noProof/>
                <w:webHidden/>
              </w:rPr>
              <w:instrText>Toc530640960 \h</w:instrText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24E53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5E94" w:rsidRDefault="007F748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0640961" w:history="1">
            <w:r w:rsidR="00C85E94" w:rsidRPr="0025144F">
              <w:rPr>
                <w:rStyle w:val="Hyperlink"/>
                <w:noProof/>
                <w:rtl/>
                <w:lang w:bidi="fa-IR"/>
              </w:rPr>
              <w:t>عصا</w:t>
            </w:r>
            <w:r w:rsidR="00C85E94" w:rsidRPr="002514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85E94" w:rsidRPr="0025144F">
              <w:rPr>
                <w:rStyle w:val="Hyperlink"/>
                <w:noProof/>
                <w:rtl/>
                <w:lang w:bidi="fa-IR"/>
              </w:rPr>
              <w:t xml:space="preserve"> موس</w:t>
            </w:r>
            <w:r w:rsidR="00C85E94" w:rsidRPr="002514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85E94" w:rsidRPr="0025144F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="00C85E9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 w:rsidR="00C85E94">
              <w:rPr>
                <w:noProof/>
                <w:webHidden/>
              </w:rPr>
              <w:instrText>PAGEREF</w:instrText>
            </w:r>
            <w:r w:rsidR="00C85E94">
              <w:rPr>
                <w:noProof/>
                <w:webHidden/>
                <w:rtl/>
              </w:rPr>
              <w:instrText xml:space="preserve"> _</w:instrText>
            </w:r>
            <w:r w:rsidR="00C85E94">
              <w:rPr>
                <w:noProof/>
                <w:webHidden/>
              </w:rPr>
              <w:instrText>Toc530640961 \h</w:instrText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24E53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5E94" w:rsidRDefault="007F748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0640962" w:history="1">
            <w:r w:rsidR="00C85E94" w:rsidRPr="0025144F">
              <w:rPr>
                <w:rStyle w:val="Hyperlink"/>
                <w:noProof/>
                <w:rtl/>
                <w:lang w:bidi="fa-IR"/>
              </w:rPr>
              <w:t>فرشتگان هم معلّم م</w:t>
            </w:r>
            <w:r w:rsidR="00C85E94" w:rsidRPr="0025144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C85E94" w:rsidRPr="0025144F">
              <w:rPr>
                <w:rStyle w:val="Hyperlink"/>
                <w:noProof/>
                <w:rtl/>
                <w:lang w:bidi="fa-IR"/>
              </w:rPr>
              <w:t>خواهند</w:t>
            </w:r>
            <w:r w:rsidR="00C85E9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 w:rsidR="00C85E94">
              <w:rPr>
                <w:noProof/>
                <w:webHidden/>
              </w:rPr>
              <w:instrText>PAGEREF</w:instrText>
            </w:r>
            <w:r w:rsidR="00C85E94">
              <w:rPr>
                <w:noProof/>
                <w:webHidden/>
                <w:rtl/>
              </w:rPr>
              <w:instrText xml:space="preserve"> _</w:instrText>
            </w:r>
            <w:r w:rsidR="00C85E94">
              <w:rPr>
                <w:noProof/>
                <w:webHidden/>
              </w:rPr>
              <w:instrText>Toc530640962 \h</w:instrText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24E53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5E94" w:rsidRDefault="007F748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0640963" w:history="1">
            <w:r w:rsidR="00C85E94" w:rsidRPr="0025144F">
              <w:rPr>
                <w:rStyle w:val="Hyperlink"/>
                <w:noProof/>
                <w:rtl/>
                <w:lang w:bidi="fa-IR"/>
              </w:rPr>
              <w:t>در جستجو</w:t>
            </w:r>
            <w:r w:rsidR="00C85E94" w:rsidRPr="002514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85E94" w:rsidRPr="0025144F">
              <w:rPr>
                <w:rStyle w:val="Hyperlink"/>
                <w:noProof/>
                <w:rtl/>
                <w:lang w:bidi="fa-IR"/>
              </w:rPr>
              <w:t xml:space="preserve"> الماس هست</w:t>
            </w:r>
            <w:r w:rsidR="00C85E94" w:rsidRPr="002514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85E94" w:rsidRPr="0025144F">
              <w:rPr>
                <w:rStyle w:val="Hyperlink"/>
                <w:noProof/>
                <w:rtl/>
                <w:lang w:bidi="fa-IR"/>
              </w:rPr>
              <w:t xml:space="preserve"> هستم</w:t>
            </w:r>
            <w:r w:rsidR="00C85E9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 w:rsidR="00C85E94">
              <w:rPr>
                <w:noProof/>
                <w:webHidden/>
              </w:rPr>
              <w:instrText>PAGEREF</w:instrText>
            </w:r>
            <w:r w:rsidR="00C85E94">
              <w:rPr>
                <w:noProof/>
                <w:webHidden/>
                <w:rtl/>
              </w:rPr>
              <w:instrText xml:space="preserve"> _</w:instrText>
            </w:r>
            <w:r w:rsidR="00C85E94">
              <w:rPr>
                <w:noProof/>
                <w:webHidden/>
              </w:rPr>
              <w:instrText>Toc530640963 \h</w:instrText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24E53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5E94" w:rsidRDefault="007F748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0640964" w:history="1">
            <w:r w:rsidR="00C85E94" w:rsidRPr="0025144F">
              <w:rPr>
                <w:rStyle w:val="Hyperlink"/>
                <w:noProof/>
                <w:rtl/>
                <w:lang w:bidi="fa-IR"/>
              </w:rPr>
              <w:t>خطبه غد</w:t>
            </w:r>
            <w:r w:rsidR="00C85E94" w:rsidRPr="002514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85E94" w:rsidRPr="0025144F">
              <w:rPr>
                <w:rStyle w:val="Hyperlink"/>
                <w:noProof/>
                <w:rtl/>
                <w:lang w:bidi="fa-IR"/>
              </w:rPr>
              <w:t>ر، فر</w:t>
            </w:r>
            <w:r w:rsidR="00C85E94" w:rsidRPr="002514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85E94" w:rsidRPr="0025144F">
              <w:rPr>
                <w:rStyle w:val="Hyperlink"/>
                <w:noProof/>
                <w:rtl/>
                <w:lang w:bidi="fa-IR"/>
              </w:rPr>
              <w:t>ادِ بلندِ ولا</w:t>
            </w:r>
            <w:r w:rsidR="00C85E94" w:rsidRPr="002514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85E94" w:rsidRPr="0025144F">
              <w:rPr>
                <w:rStyle w:val="Hyperlink"/>
                <w:noProof/>
                <w:rtl/>
                <w:lang w:bidi="fa-IR"/>
              </w:rPr>
              <w:t>ت است .</w:t>
            </w:r>
            <w:r w:rsidR="00C85E9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 w:rsidR="00C85E94">
              <w:rPr>
                <w:noProof/>
                <w:webHidden/>
              </w:rPr>
              <w:instrText>PAGEREF</w:instrText>
            </w:r>
            <w:r w:rsidR="00C85E94">
              <w:rPr>
                <w:noProof/>
                <w:webHidden/>
                <w:rtl/>
              </w:rPr>
              <w:instrText xml:space="preserve"> _</w:instrText>
            </w:r>
            <w:r w:rsidR="00C85E94">
              <w:rPr>
                <w:noProof/>
                <w:webHidden/>
              </w:rPr>
              <w:instrText>Toc530640964 \h</w:instrText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24E53"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5E94" w:rsidRDefault="007F748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0640965" w:history="1">
            <w:r w:rsidR="00C85E94" w:rsidRPr="0025144F">
              <w:rPr>
                <w:rStyle w:val="Hyperlink"/>
                <w:noProof/>
                <w:rtl/>
                <w:lang w:bidi="fa-IR"/>
              </w:rPr>
              <w:t>بر آفتاب سلام</w:t>
            </w:r>
            <w:r w:rsidR="00C85E94" w:rsidRPr="002514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85E94" w:rsidRPr="0025144F">
              <w:rPr>
                <w:rStyle w:val="Hyperlink"/>
                <w:noProof/>
                <w:rtl/>
                <w:lang w:bidi="fa-IR"/>
              </w:rPr>
              <w:t xml:space="preserve"> دوباره کن!</w:t>
            </w:r>
            <w:r w:rsidR="00C85E9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 w:rsidR="00C85E94">
              <w:rPr>
                <w:noProof/>
                <w:webHidden/>
              </w:rPr>
              <w:instrText>PAGEREF</w:instrText>
            </w:r>
            <w:r w:rsidR="00C85E94">
              <w:rPr>
                <w:noProof/>
                <w:webHidden/>
                <w:rtl/>
              </w:rPr>
              <w:instrText xml:space="preserve"> _</w:instrText>
            </w:r>
            <w:r w:rsidR="00C85E94">
              <w:rPr>
                <w:noProof/>
                <w:webHidden/>
              </w:rPr>
              <w:instrText>Toc530640965 \h</w:instrText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24E53"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5E94" w:rsidRDefault="007F748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0640966" w:history="1">
            <w:r w:rsidR="00C85E94" w:rsidRPr="0025144F">
              <w:rPr>
                <w:rStyle w:val="Hyperlink"/>
                <w:noProof/>
                <w:rtl/>
                <w:lang w:bidi="fa-IR"/>
              </w:rPr>
              <w:t>از عل</w:t>
            </w:r>
            <w:r w:rsidR="00C85E94" w:rsidRPr="002514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85E94" w:rsidRPr="0025144F">
              <w:rPr>
                <w:rStyle w:val="Hyperlink"/>
                <w:noProof/>
                <w:rtl/>
                <w:lang w:bidi="fa-IR"/>
              </w:rPr>
              <w:t xml:space="preserve"> آموز اخلاص عمل!</w:t>
            </w:r>
            <w:r w:rsidR="00C85E9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 w:rsidR="00C85E94">
              <w:rPr>
                <w:noProof/>
                <w:webHidden/>
              </w:rPr>
              <w:instrText>PAGEREF</w:instrText>
            </w:r>
            <w:r w:rsidR="00C85E94">
              <w:rPr>
                <w:noProof/>
                <w:webHidden/>
                <w:rtl/>
              </w:rPr>
              <w:instrText xml:space="preserve"> _</w:instrText>
            </w:r>
            <w:r w:rsidR="00C85E94">
              <w:rPr>
                <w:noProof/>
                <w:webHidden/>
              </w:rPr>
              <w:instrText>Toc530640966 \h</w:instrText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24E53"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5E94" w:rsidRDefault="007F748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0640967" w:history="1">
            <w:r w:rsidR="00C85E94" w:rsidRPr="0025144F">
              <w:rPr>
                <w:rStyle w:val="Hyperlink"/>
                <w:noProof/>
                <w:rtl/>
                <w:lang w:bidi="fa-IR"/>
              </w:rPr>
              <w:t>روح و جان من کجاست؟</w:t>
            </w:r>
            <w:r w:rsidR="00C85E9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 w:rsidR="00C85E94">
              <w:rPr>
                <w:noProof/>
                <w:webHidden/>
              </w:rPr>
              <w:instrText>PAGEREF</w:instrText>
            </w:r>
            <w:r w:rsidR="00C85E94">
              <w:rPr>
                <w:noProof/>
                <w:webHidden/>
                <w:rtl/>
              </w:rPr>
              <w:instrText xml:space="preserve"> _</w:instrText>
            </w:r>
            <w:r w:rsidR="00C85E94">
              <w:rPr>
                <w:noProof/>
                <w:webHidden/>
              </w:rPr>
              <w:instrText>Toc530640967 \h</w:instrText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24E53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5E94" w:rsidRDefault="007F748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0640968" w:history="1">
            <w:r w:rsidR="00C85E94" w:rsidRPr="0025144F">
              <w:rPr>
                <w:rStyle w:val="Hyperlink"/>
                <w:noProof/>
                <w:rtl/>
                <w:lang w:bidi="fa-IR"/>
              </w:rPr>
              <w:t>اول: گروه پسران:</w:t>
            </w:r>
            <w:r w:rsidR="00C85E9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 w:rsidR="00C85E94">
              <w:rPr>
                <w:noProof/>
                <w:webHidden/>
              </w:rPr>
              <w:instrText>PAGEREF</w:instrText>
            </w:r>
            <w:r w:rsidR="00C85E94">
              <w:rPr>
                <w:noProof/>
                <w:webHidden/>
                <w:rtl/>
              </w:rPr>
              <w:instrText xml:space="preserve"> _</w:instrText>
            </w:r>
            <w:r w:rsidR="00C85E94">
              <w:rPr>
                <w:noProof/>
                <w:webHidden/>
              </w:rPr>
              <w:instrText>Toc530640968 \h</w:instrText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24E53"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5E94" w:rsidRDefault="007F748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0640969" w:history="1">
            <w:r w:rsidR="00C85E94" w:rsidRPr="0025144F">
              <w:rPr>
                <w:rStyle w:val="Hyperlink"/>
                <w:noProof/>
                <w:rtl/>
                <w:lang w:bidi="fa-IR"/>
              </w:rPr>
              <w:t>دوم: گروه زنان:</w:t>
            </w:r>
            <w:r w:rsidR="00C85E9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 w:rsidR="00C85E94">
              <w:rPr>
                <w:noProof/>
                <w:webHidden/>
              </w:rPr>
              <w:instrText>PAGEREF</w:instrText>
            </w:r>
            <w:r w:rsidR="00C85E94">
              <w:rPr>
                <w:noProof/>
                <w:webHidden/>
                <w:rtl/>
              </w:rPr>
              <w:instrText xml:space="preserve"> _</w:instrText>
            </w:r>
            <w:r w:rsidR="00C85E94">
              <w:rPr>
                <w:noProof/>
                <w:webHidden/>
              </w:rPr>
              <w:instrText>Toc530640969 \h</w:instrText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24E53"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5E94" w:rsidRDefault="007F748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0640970" w:history="1">
            <w:r w:rsidR="00C85E94" w:rsidRPr="0025144F">
              <w:rPr>
                <w:rStyle w:val="Hyperlink"/>
                <w:noProof/>
                <w:rtl/>
                <w:lang w:bidi="fa-IR"/>
              </w:rPr>
              <w:t>سوم: گروه اَنْفُس (نفْس‌ها)</w:t>
            </w:r>
            <w:r w:rsidR="00C85E9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 w:rsidR="00C85E94">
              <w:rPr>
                <w:noProof/>
                <w:webHidden/>
              </w:rPr>
              <w:instrText>PAGEREF</w:instrText>
            </w:r>
            <w:r w:rsidR="00C85E94">
              <w:rPr>
                <w:noProof/>
                <w:webHidden/>
                <w:rtl/>
              </w:rPr>
              <w:instrText xml:space="preserve"> _</w:instrText>
            </w:r>
            <w:r w:rsidR="00C85E94">
              <w:rPr>
                <w:noProof/>
                <w:webHidden/>
              </w:rPr>
              <w:instrText>Toc530640970 \h</w:instrText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24E53"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5E94" w:rsidRDefault="007F748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0640971" w:history="1">
            <w:r w:rsidR="00C85E94" w:rsidRPr="0025144F">
              <w:rPr>
                <w:rStyle w:val="Hyperlink"/>
                <w:noProof/>
                <w:rtl/>
                <w:lang w:bidi="fa-IR"/>
              </w:rPr>
              <w:t>ا</w:t>
            </w:r>
            <w:r w:rsidR="00C85E94" w:rsidRPr="002514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85E94" w:rsidRPr="0025144F">
              <w:rPr>
                <w:rStyle w:val="Hyperlink"/>
                <w:noProof/>
                <w:rtl/>
                <w:lang w:bidi="fa-IR"/>
              </w:rPr>
              <w:t>ن خانه، خانه ناام</w:t>
            </w:r>
            <w:r w:rsidR="00C85E94" w:rsidRPr="002514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85E94" w:rsidRPr="0025144F">
              <w:rPr>
                <w:rStyle w:val="Hyperlink"/>
                <w:noProof/>
                <w:rtl/>
                <w:lang w:bidi="fa-IR"/>
              </w:rPr>
              <w:t>د</w:t>
            </w:r>
            <w:r w:rsidR="00C85E94" w:rsidRPr="002514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85E94" w:rsidRPr="0025144F">
              <w:rPr>
                <w:rStyle w:val="Hyperlink"/>
                <w:noProof/>
                <w:rtl/>
                <w:lang w:bidi="fa-IR"/>
              </w:rPr>
              <w:t xml:space="preserve"> ن</w:t>
            </w:r>
            <w:r w:rsidR="00C85E94" w:rsidRPr="002514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85E94" w:rsidRPr="0025144F">
              <w:rPr>
                <w:rStyle w:val="Hyperlink"/>
                <w:noProof/>
                <w:rtl/>
                <w:lang w:bidi="fa-IR"/>
              </w:rPr>
              <w:t>ست</w:t>
            </w:r>
            <w:r w:rsidR="00C85E9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 w:rsidR="00C85E94">
              <w:rPr>
                <w:noProof/>
                <w:webHidden/>
              </w:rPr>
              <w:instrText>PAGEREF</w:instrText>
            </w:r>
            <w:r w:rsidR="00C85E94">
              <w:rPr>
                <w:noProof/>
                <w:webHidden/>
                <w:rtl/>
              </w:rPr>
              <w:instrText xml:space="preserve"> _</w:instrText>
            </w:r>
            <w:r w:rsidR="00C85E94">
              <w:rPr>
                <w:noProof/>
                <w:webHidden/>
              </w:rPr>
              <w:instrText>Toc530640971 \h</w:instrText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24E53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5E94" w:rsidRDefault="007F748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0640972" w:history="1">
            <w:r w:rsidR="00C85E94" w:rsidRPr="0025144F">
              <w:rPr>
                <w:rStyle w:val="Hyperlink"/>
                <w:noProof/>
                <w:rtl/>
                <w:lang w:bidi="fa-IR"/>
              </w:rPr>
              <w:t>آن لباس ق</w:t>
            </w:r>
            <w:r w:rsidR="00C85E94" w:rsidRPr="002514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85E94" w:rsidRPr="0025144F">
              <w:rPr>
                <w:rStyle w:val="Hyperlink"/>
                <w:noProof/>
                <w:rtl/>
                <w:lang w:bidi="fa-IR"/>
              </w:rPr>
              <w:t>مت</w:t>
            </w:r>
            <w:r w:rsidR="00C85E94" w:rsidRPr="002514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85E94" w:rsidRPr="0025144F">
              <w:rPr>
                <w:rStyle w:val="Hyperlink"/>
                <w:noProof/>
                <w:rtl/>
                <w:lang w:bidi="fa-IR"/>
              </w:rPr>
              <w:t xml:space="preserve"> را م</w:t>
            </w:r>
            <w:r w:rsidR="00C85E94" w:rsidRPr="0025144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C85E94" w:rsidRPr="0025144F">
              <w:rPr>
                <w:rStyle w:val="Hyperlink"/>
                <w:noProof/>
                <w:rtl/>
                <w:lang w:bidi="fa-IR"/>
              </w:rPr>
              <w:t>خواهم</w:t>
            </w:r>
            <w:r w:rsidR="00C85E9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 w:rsidR="00C85E94">
              <w:rPr>
                <w:noProof/>
                <w:webHidden/>
              </w:rPr>
              <w:instrText>PAGEREF</w:instrText>
            </w:r>
            <w:r w:rsidR="00C85E94">
              <w:rPr>
                <w:noProof/>
                <w:webHidden/>
                <w:rtl/>
              </w:rPr>
              <w:instrText xml:space="preserve"> _</w:instrText>
            </w:r>
            <w:r w:rsidR="00C85E94">
              <w:rPr>
                <w:noProof/>
                <w:webHidden/>
              </w:rPr>
              <w:instrText>Toc530640972 \h</w:instrText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24E53"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5E94" w:rsidRDefault="007F748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0640973" w:history="1">
            <w:r w:rsidR="00C85E94" w:rsidRPr="0025144F">
              <w:rPr>
                <w:rStyle w:val="Hyperlink"/>
                <w:noProof/>
                <w:rtl/>
                <w:lang w:bidi="fa-IR"/>
              </w:rPr>
              <w:t>روز شمار مناسبت‌ها</w:t>
            </w:r>
            <w:r w:rsidR="00C85E94" w:rsidRPr="002514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85E94" w:rsidRPr="0025144F">
              <w:rPr>
                <w:rStyle w:val="Hyperlink"/>
                <w:noProof/>
                <w:rtl/>
                <w:lang w:bidi="fa-IR"/>
              </w:rPr>
              <w:t xml:space="preserve"> ذ</w:t>
            </w:r>
            <w:r w:rsidR="00C85E94" w:rsidRPr="0025144F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="00C85E94" w:rsidRPr="0025144F">
              <w:rPr>
                <w:rStyle w:val="Hyperlink"/>
                <w:noProof/>
                <w:rtl/>
                <w:lang w:bidi="fa-IR"/>
              </w:rPr>
              <w:t>الحجّه</w:t>
            </w:r>
            <w:r w:rsidR="00C85E9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 w:rsidR="00C85E94">
              <w:rPr>
                <w:noProof/>
                <w:webHidden/>
              </w:rPr>
              <w:instrText>PAGEREF</w:instrText>
            </w:r>
            <w:r w:rsidR="00C85E94">
              <w:rPr>
                <w:noProof/>
                <w:webHidden/>
                <w:rtl/>
              </w:rPr>
              <w:instrText xml:space="preserve"> _</w:instrText>
            </w:r>
            <w:r w:rsidR="00C85E94">
              <w:rPr>
                <w:noProof/>
                <w:webHidden/>
              </w:rPr>
              <w:instrText>Toc530640973 \h</w:instrText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24E53"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5E94" w:rsidRDefault="007F748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0640974" w:history="1">
            <w:r w:rsidR="00C85E94" w:rsidRPr="0025144F">
              <w:rPr>
                <w:rStyle w:val="Hyperlink"/>
                <w:noProof/>
                <w:rtl/>
                <w:lang w:bidi="fa-IR"/>
              </w:rPr>
              <w:t>منابع تحق</w:t>
            </w:r>
            <w:r w:rsidR="00C85E94" w:rsidRPr="002514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85E94" w:rsidRPr="0025144F">
              <w:rPr>
                <w:rStyle w:val="Hyperlink"/>
                <w:noProof/>
                <w:rtl/>
                <w:lang w:bidi="fa-IR"/>
              </w:rPr>
              <w:t>ق</w:t>
            </w:r>
            <w:r w:rsidR="00C85E9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 w:rsidR="00C85E94">
              <w:rPr>
                <w:noProof/>
                <w:webHidden/>
              </w:rPr>
              <w:instrText>PAGEREF</w:instrText>
            </w:r>
            <w:r w:rsidR="00C85E94">
              <w:rPr>
                <w:noProof/>
                <w:webHidden/>
                <w:rtl/>
              </w:rPr>
              <w:instrText xml:space="preserve"> _</w:instrText>
            </w:r>
            <w:r w:rsidR="00C85E94">
              <w:rPr>
                <w:noProof/>
                <w:webHidden/>
              </w:rPr>
              <w:instrText>Toc530640974 \h</w:instrText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24E53"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5E94" w:rsidRDefault="007F748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0640975" w:history="1">
            <w:r w:rsidR="00C85E94" w:rsidRPr="0025144F">
              <w:rPr>
                <w:rStyle w:val="Hyperlink"/>
                <w:noProof/>
                <w:rtl/>
                <w:lang w:bidi="fa-IR"/>
              </w:rPr>
              <w:t>درباره نو</w:t>
            </w:r>
            <w:r w:rsidR="00C85E94" w:rsidRPr="002514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85E94" w:rsidRPr="0025144F">
              <w:rPr>
                <w:rStyle w:val="Hyperlink"/>
                <w:noProof/>
                <w:rtl/>
                <w:lang w:bidi="fa-IR"/>
              </w:rPr>
              <w:t>سنده</w:t>
            </w:r>
            <w:r w:rsidR="00C85E9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 w:rsidR="00C85E94">
              <w:rPr>
                <w:noProof/>
                <w:webHidden/>
              </w:rPr>
              <w:instrText>PAGEREF</w:instrText>
            </w:r>
            <w:r w:rsidR="00C85E94">
              <w:rPr>
                <w:noProof/>
                <w:webHidden/>
                <w:rtl/>
              </w:rPr>
              <w:instrText xml:space="preserve"> _</w:instrText>
            </w:r>
            <w:r w:rsidR="00C85E94">
              <w:rPr>
                <w:noProof/>
                <w:webHidden/>
              </w:rPr>
              <w:instrText>Toc530640975 \h</w:instrText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24E53"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5E94" w:rsidRDefault="007F748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0640976" w:history="1">
            <w:r w:rsidR="00C85E94" w:rsidRPr="0025144F">
              <w:rPr>
                <w:rStyle w:val="Hyperlink"/>
                <w:noProof/>
                <w:rtl/>
                <w:lang w:bidi="fa-IR"/>
              </w:rPr>
              <w:t>فهرست مطالب</w:t>
            </w:r>
            <w:r w:rsidR="00C85E9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 w:rsidR="00C85E94">
              <w:rPr>
                <w:noProof/>
                <w:webHidden/>
              </w:rPr>
              <w:instrText>PAGEREF</w:instrText>
            </w:r>
            <w:r w:rsidR="00C85E94">
              <w:rPr>
                <w:noProof/>
                <w:webHidden/>
                <w:rtl/>
              </w:rPr>
              <w:instrText xml:space="preserve"> _</w:instrText>
            </w:r>
            <w:r w:rsidR="00C85E94">
              <w:rPr>
                <w:noProof/>
                <w:webHidden/>
              </w:rPr>
              <w:instrText>Toc530640976 \h</w:instrText>
            </w:r>
            <w:r w:rsidR="00C85E9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24E53"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5E94" w:rsidRDefault="007F748A">
          <w:r>
            <w:lastRenderedPageBreak/>
            <w:fldChar w:fldCharType="end"/>
          </w:r>
        </w:p>
      </w:sdtContent>
    </w:sdt>
    <w:p w:rsidR="009B589D" w:rsidRDefault="009B589D" w:rsidP="009B589D">
      <w:pPr>
        <w:pStyle w:val="libNormal"/>
        <w:rPr>
          <w:rtl/>
          <w:lang w:bidi="fa-IR"/>
        </w:rPr>
      </w:pPr>
    </w:p>
    <w:sectPr w:rsidR="009B589D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E17" w:rsidRDefault="00143E17">
      <w:r>
        <w:separator/>
      </w:r>
    </w:p>
  </w:endnote>
  <w:endnote w:type="continuationSeparator" w:id="0">
    <w:p w:rsidR="00143E17" w:rsidRDefault="00143E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C3D" w:rsidRDefault="007F748A">
    <w:pPr>
      <w:pStyle w:val="Footer"/>
    </w:pPr>
    <w:fldSimple w:instr=" PAGE   \* MERGEFORMAT ">
      <w:r w:rsidR="00A24E53">
        <w:rPr>
          <w:noProof/>
          <w:rtl/>
        </w:rPr>
        <w:t>156</w:t>
      </w:r>
    </w:fldSimple>
  </w:p>
  <w:p w:rsidR="00846C3D" w:rsidRDefault="00846C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C3D" w:rsidRDefault="007F748A">
    <w:pPr>
      <w:pStyle w:val="Footer"/>
    </w:pPr>
    <w:fldSimple w:instr=" PAGE   \* MERGEFORMAT ">
      <w:r w:rsidR="00A24E53">
        <w:rPr>
          <w:noProof/>
          <w:rtl/>
        </w:rPr>
        <w:t>157</w:t>
      </w:r>
    </w:fldSimple>
  </w:p>
  <w:p w:rsidR="00846C3D" w:rsidRDefault="00846C3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C3D" w:rsidRDefault="007F748A">
    <w:pPr>
      <w:pStyle w:val="Footer"/>
    </w:pPr>
    <w:fldSimple w:instr=" PAGE   \* MERGEFORMAT ">
      <w:r w:rsidR="00A24E53">
        <w:rPr>
          <w:noProof/>
          <w:rtl/>
        </w:rPr>
        <w:t>1</w:t>
      </w:r>
    </w:fldSimple>
  </w:p>
  <w:p w:rsidR="00846C3D" w:rsidRDefault="00846C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E17" w:rsidRDefault="00143E17">
      <w:r>
        <w:separator/>
      </w:r>
    </w:p>
  </w:footnote>
  <w:footnote w:type="continuationSeparator" w:id="0">
    <w:p w:rsidR="00143E17" w:rsidRDefault="00143E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7D78"/>
    <w:rsid w:val="00005A19"/>
    <w:rsid w:val="00010942"/>
    <w:rsid w:val="000217A6"/>
    <w:rsid w:val="00024AA0"/>
    <w:rsid w:val="000267FE"/>
    <w:rsid w:val="00030622"/>
    <w:rsid w:val="00035E5C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0FAD"/>
    <w:rsid w:val="00092805"/>
    <w:rsid w:val="00092A0C"/>
    <w:rsid w:val="00096C12"/>
    <w:rsid w:val="000A09CB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71B7"/>
    <w:rsid w:val="000E35AF"/>
    <w:rsid w:val="000E6824"/>
    <w:rsid w:val="000F6B97"/>
    <w:rsid w:val="0010049D"/>
    <w:rsid w:val="00102CF4"/>
    <w:rsid w:val="00103EB4"/>
    <w:rsid w:val="00107A6B"/>
    <w:rsid w:val="001106A5"/>
    <w:rsid w:val="00111A0F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17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E4B5F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063C"/>
    <w:rsid w:val="002B2B15"/>
    <w:rsid w:val="002B3C60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4084"/>
    <w:rsid w:val="00307056"/>
    <w:rsid w:val="00307C3A"/>
    <w:rsid w:val="00310D1D"/>
    <w:rsid w:val="00315113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54CB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0210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6980"/>
    <w:rsid w:val="004C77B5"/>
    <w:rsid w:val="004D6BCF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0645"/>
    <w:rsid w:val="005254BC"/>
    <w:rsid w:val="005261CF"/>
    <w:rsid w:val="00526724"/>
    <w:rsid w:val="005333C8"/>
    <w:rsid w:val="005358E7"/>
    <w:rsid w:val="0053778B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24EE"/>
    <w:rsid w:val="00625C71"/>
    <w:rsid w:val="00627A7B"/>
    <w:rsid w:val="006357C1"/>
    <w:rsid w:val="006373CE"/>
    <w:rsid w:val="00641A2D"/>
    <w:rsid w:val="00643F5E"/>
    <w:rsid w:val="00646D08"/>
    <w:rsid w:val="00651640"/>
    <w:rsid w:val="00651ADF"/>
    <w:rsid w:val="006572BE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C534C"/>
    <w:rsid w:val="006D36EC"/>
    <w:rsid w:val="006D6DC1"/>
    <w:rsid w:val="006D6F9A"/>
    <w:rsid w:val="006D7D78"/>
    <w:rsid w:val="006E2C8E"/>
    <w:rsid w:val="006E446F"/>
    <w:rsid w:val="006E6291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C631E"/>
    <w:rsid w:val="007D1D2B"/>
    <w:rsid w:val="007D4810"/>
    <w:rsid w:val="007D48CE"/>
    <w:rsid w:val="007D5FD1"/>
    <w:rsid w:val="007E2EBF"/>
    <w:rsid w:val="007E6DD9"/>
    <w:rsid w:val="007F4190"/>
    <w:rsid w:val="007F4E53"/>
    <w:rsid w:val="007F748A"/>
    <w:rsid w:val="0080155A"/>
    <w:rsid w:val="00806335"/>
    <w:rsid w:val="00807086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46C3D"/>
    <w:rsid w:val="00850983"/>
    <w:rsid w:val="008541F2"/>
    <w:rsid w:val="00856941"/>
    <w:rsid w:val="0085698F"/>
    <w:rsid w:val="00857A7C"/>
    <w:rsid w:val="0086039A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6226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AD5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5B3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589D"/>
    <w:rsid w:val="009B5C7D"/>
    <w:rsid w:val="009B7253"/>
    <w:rsid w:val="009D3969"/>
    <w:rsid w:val="009D6CB0"/>
    <w:rsid w:val="009E03BE"/>
    <w:rsid w:val="009E07BB"/>
    <w:rsid w:val="009E4824"/>
    <w:rsid w:val="009E4C1A"/>
    <w:rsid w:val="009E67C9"/>
    <w:rsid w:val="009E6DE8"/>
    <w:rsid w:val="009E7AB9"/>
    <w:rsid w:val="009F1190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4E53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50444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874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C005CF"/>
    <w:rsid w:val="00C07E02"/>
    <w:rsid w:val="00C121B4"/>
    <w:rsid w:val="00C1570C"/>
    <w:rsid w:val="00C22361"/>
    <w:rsid w:val="00C26D89"/>
    <w:rsid w:val="00C30BF3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85E94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FE6"/>
    <w:rsid w:val="00CD1FC1"/>
    <w:rsid w:val="00CD4CB2"/>
    <w:rsid w:val="00CD66FF"/>
    <w:rsid w:val="00CD72D4"/>
    <w:rsid w:val="00CE30CD"/>
    <w:rsid w:val="00CF00F5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650A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0248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40FCC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90664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4294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16F3B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5B6F"/>
    <w:rsid w:val="00F86C5B"/>
    <w:rsid w:val="00F94147"/>
    <w:rsid w:val="00F97A32"/>
    <w:rsid w:val="00FA3B58"/>
    <w:rsid w:val="00FA5484"/>
    <w:rsid w:val="00FA6127"/>
    <w:rsid w:val="00FB1A72"/>
    <w:rsid w:val="00FB3EBB"/>
    <w:rsid w:val="00FB3FB3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4C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customStyle="1" w:styleId="libnotice0">
    <w:name w:val="libnotice"/>
    <w:basedOn w:val="Normal"/>
    <w:rsid w:val="006C534C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%201440\M_rabial%20aval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D9700-C26F-420D-9BB8-530BC6D9E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Persian.dotx</Template>
  <TotalTime>311</TotalTime>
  <Pages>1</Pages>
  <Words>28153</Words>
  <Characters>160476</Characters>
  <Application>Microsoft Office Word</Application>
  <DocSecurity>0</DocSecurity>
  <Lines>1337</Lines>
  <Paragraphs>376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188253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12</cp:revision>
  <cp:lastPrinted>2018-11-22T05:43:00Z</cp:lastPrinted>
  <dcterms:created xsi:type="dcterms:W3CDTF">2018-11-20T10:15:00Z</dcterms:created>
  <dcterms:modified xsi:type="dcterms:W3CDTF">2018-11-22T05:47:00Z</dcterms:modified>
</cp:coreProperties>
</file>